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2D2B7" w14:textId="77777777" w:rsidR="00C71349" w:rsidRDefault="008E0F78" w:rsidP="00103679">
      <w:pPr>
        <w:pStyle w:val="Header"/>
      </w:pPr>
      <w:r>
        <w:rPr>
          <w:noProof/>
        </w:rPr>
        <w:drawing>
          <wp:inline distT="0" distB="0" distL="0" distR="0" wp14:anchorId="0C52331B" wp14:editId="487F39D9">
            <wp:extent cx="2700402" cy="587044"/>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700402" cy="587044"/>
                    </a:xfrm>
                    <a:prstGeom prst="rect">
                      <a:avLst/>
                    </a:prstGeom>
                  </pic:spPr>
                </pic:pic>
              </a:graphicData>
            </a:graphic>
          </wp:inline>
        </w:drawing>
      </w:r>
    </w:p>
    <w:p w14:paraId="7E2A8DC5" w14:textId="77777777" w:rsidR="00C71349" w:rsidRDefault="00D010DF" w:rsidP="008C100C">
      <w:pPr>
        <w:pStyle w:val="Title"/>
      </w:pPr>
      <w:r w:rsidRPr="00235951">
        <w:t xml:space="preserve">Key Management Interoperability Protocol </w:t>
      </w:r>
      <w:r w:rsidR="00D71EB1">
        <w:t>Profiles</w:t>
      </w:r>
      <w:r w:rsidRPr="00235951">
        <w:t xml:space="preserve"> Version </w:t>
      </w:r>
      <w:r w:rsidR="00C96AA8">
        <w:t>3.0</w:t>
      </w:r>
    </w:p>
    <w:p w14:paraId="418DAFDC" w14:textId="77777777" w:rsidR="002C3099" w:rsidRDefault="008E0F78" w:rsidP="002C3099">
      <w:pPr>
        <w:pStyle w:val="Subtitle"/>
      </w:pPr>
      <w:r>
        <w:t>Committee Specification Draft 01</w:t>
      </w:r>
    </w:p>
    <w:p w14:paraId="73A056F9" w14:textId="77777777" w:rsidR="00286EC7" w:rsidRDefault="00CB201E" w:rsidP="002C3099">
      <w:pPr>
        <w:pStyle w:val="Subtitle"/>
      </w:pPr>
      <w:r>
        <w:t xml:space="preserve"> </w:t>
      </w:r>
      <w:r w:rsidR="006A3CBB">
        <w:t xml:space="preserve">30 November </w:t>
      </w:r>
      <w:r w:rsidR="00463972">
        <w:t>2023</w:t>
      </w:r>
    </w:p>
    <w:p w14:paraId="6935764E" w14:textId="77777777" w:rsidR="008E0F78" w:rsidRDefault="008E0F78" w:rsidP="00350E02">
      <w:pPr>
        <w:pStyle w:val="Titlepageinfo"/>
        <w:spacing w:before="0"/>
      </w:pPr>
      <w:r>
        <w:t>This stage:</w:t>
      </w:r>
    </w:p>
    <w:p w14:paraId="095B6B5B" w14:textId="05B730E1" w:rsidR="00DA37E6" w:rsidRDefault="00000000" w:rsidP="00DA37E6">
      <w:pPr>
        <w:pStyle w:val="Titlepageinfodescription"/>
        <w:ind w:left="0"/>
      </w:pPr>
      <w:hyperlink r:id="rId9" w:history="1">
        <w:r w:rsidR="00DA37E6" w:rsidRPr="00CB7989">
          <w:rPr>
            <w:rStyle w:val="Hyperlink"/>
          </w:rPr>
          <w:t>https://docs.oasis-open.org/kmip/kmip-profiles/v3.0/csd01/kmip-profiles-v3.0-csd01.docx</w:t>
        </w:r>
      </w:hyperlink>
      <w:r w:rsidR="00DA37E6">
        <w:t xml:space="preserve"> (Authoritative)</w:t>
      </w:r>
    </w:p>
    <w:p w14:paraId="13323D8E" w14:textId="1F64EC92" w:rsidR="00DA37E6" w:rsidRDefault="00000000" w:rsidP="00DA37E6">
      <w:pPr>
        <w:pStyle w:val="Titlepageinfodescription"/>
        <w:ind w:left="0"/>
      </w:pPr>
      <w:hyperlink r:id="rId10" w:history="1">
        <w:r w:rsidR="00DA37E6" w:rsidRPr="00CB7989">
          <w:rPr>
            <w:rStyle w:val="Hyperlink"/>
          </w:rPr>
          <w:t>https://docs.oasis-open.org/kmip/kmip-profiles/v3.0/csd01/kmip-profiles-v3.0-csd01.html</w:t>
        </w:r>
      </w:hyperlink>
    </w:p>
    <w:p w14:paraId="3AA1A6D7" w14:textId="71BE8AF5" w:rsidR="00DA37E6" w:rsidRPr="00DA37E6" w:rsidRDefault="00000000" w:rsidP="00DA37E6">
      <w:pPr>
        <w:pStyle w:val="Titlepageinfodescription"/>
        <w:ind w:left="0"/>
      </w:pPr>
      <w:hyperlink r:id="rId11" w:history="1">
        <w:r w:rsidR="00DA37E6" w:rsidRPr="00CB7989">
          <w:rPr>
            <w:rStyle w:val="Hyperlink"/>
          </w:rPr>
          <w:t>https://docs.oasis-open.org/kmip/kmip-profiles/v3.0/csd01/kmip-profiles-v3.0-csd01.pdf</w:t>
        </w:r>
      </w:hyperlink>
    </w:p>
    <w:p w14:paraId="2F7AFB27" w14:textId="3D9DBD4E" w:rsidR="008E0F78" w:rsidRDefault="008E0F78" w:rsidP="008E0F78">
      <w:pPr>
        <w:pStyle w:val="Titlepageinfo"/>
      </w:pPr>
      <w:r>
        <w:t>Previous stage:</w:t>
      </w:r>
    </w:p>
    <w:p w14:paraId="1C01E19C" w14:textId="77777777" w:rsidR="008E0F78" w:rsidRPr="00FC06F0" w:rsidRDefault="008E0F78" w:rsidP="008E0F78">
      <w:pPr>
        <w:spacing w:before="0" w:after="0"/>
        <w:rPr>
          <w:rStyle w:val="Hyperlink"/>
          <w:color w:val="auto"/>
        </w:rPr>
      </w:pPr>
      <w:r>
        <w:t>N/A</w:t>
      </w:r>
    </w:p>
    <w:p w14:paraId="0F38DA5E" w14:textId="77777777" w:rsidR="008E0F78" w:rsidRDefault="008E0F78" w:rsidP="008E0F78">
      <w:pPr>
        <w:pStyle w:val="Titlepageinfo"/>
      </w:pPr>
      <w:r>
        <w:t>Latest stage:</w:t>
      </w:r>
    </w:p>
    <w:p w14:paraId="52A2BF23" w14:textId="1E50B100" w:rsidR="00DA37E6" w:rsidRDefault="00000000" w:rsidP="00DA37E6">
      <w:pPr>
        <w:pStyle w:val="Titlepageinfodescription"/>
        <w:ind w:left="0"/>
      </w:pPr>
      <w:hyperlink r:id="rId12" w:history="1">
        <w:r w:rsidR="00DA37E6" w:rsidRPr="00CB7989">
          <w:rPr>
            <w:rStyle w:val="Hyperlink"/>
          </w:rPr>
          <w:t>https://docs.oasis-open.org/kmip/kmip-profiles/v3.0/kmip-profiles-v3.0.docx</w:t>
        </w:r>
      </w:hyperlink>
      <w:r w:rsidR="00DA37E6">
        <w:t xml:space="preserve"> (Authoritative)</w:t>
      </w:r>
    </w:p>
    <w:p w14:paraId="488B8119" w14:textId="70C879B9" w:rsidR="00DA37E6" w:rsidRDefault="00000000" w:rsidP="00DA37E6">
      <w:pPr>
        <w:pStyle w:val="Titlepageinfodescription"/>
        <w:ind w:left="0"/>
      </w:pPr>
      <w:hyperlink r:id="rId13" w:history="1">
        <w:r w:rsidR="00DA37E6" w:rsidRPr="00CB7989">
          <w:rPr>
            <w:rStyle w:val="Hyperlink"/>
          </w:rPr>
          <w:t>https://docs.oasis-open.org/kmip/kmip-profiles/v3.0/kmip-profiles-v3.0.html</w:t>
        </w:r>
      </w:hyperlink>
    </w:p>
    <w:p w14:paraId="5CCBD4F8" w14:textId="0AA475DC" w:rsidR="00DA37E6" w:rsidRPr="00DA37E6" w:rsidRDefault="00000000" w:rsidP="00DA37E6">
      <w:pPr>
        <w:pStyle w:val="Titlepageinfodescription"/>
        <w:ind w:left="0"/>
      </w:pPr>
      <w:hyperlink r:id="rId14" w:history="1">
        <w:r w:rsidR="00DA37E6" w:rsidRPr="00CB7989">
          <w:rPr>
            <w:rStyle w:val="Hyperlink"/>
          </w:rPr>
          <w:t>https://docs.oasis-open.org/kmip/kmip-profiles/v3.0/kmip-profiles-v3.0.pdf</w:t>
        </w:r>
      </w:hyperlink>
    </w:p>
    <w:p w14:paraId="1AA63817" w14:textId="77777777" w:rsidR="00350E02" w:rsidRPr="00350E02" w:rsidRDefault="00350E02" w:rsidP="00350E02">
      <w:pPr>
        <w:pStyle w:val="Titlepageinfodescription"/>
      </w:pPr>
    </w:p>
    <w:p w14:paraId="60E4D31B" w14:textId="77777777" w:rsidR="00024C43" w:rsidRDefault="00024C43" w:rsidP="008C100C">
      <w:pPr>
        <w:pStyle w:val="Titlepageinfo"/>
      </w:pPr>
      <w:r>
        <w:t>Technical Committee:</w:t>
      </w:r>
    </w:p>
    <w:p w14:paraId="4583AE24" w14:textId="77777777" w:rsidR="00024C43" w:rsidRDefault="00000000" w:rsidP="00BF3A33">
      <w:pPr>
        <w:spacing w:before="0" w:after="40"/>
      </w:pPr>
      <w:hyperlink r:id="rId15" w:history="1">
        <w:r w:rsidR="00D010DF" w:rsidRPr="00040127">
          <w:rPr>
            <w:rStyle w:val="Hyperlink"/>
          </w:rPr>
          <w:t>OASIS Key Management Interoperability Protocol (KMIP) TC</w:t>
        </w:r>
      </w:hyperlink>
    </w:p>
    <w:p w14:paraId="67BC742A" w14:textId="77777777" w:rsidR="009C7DCE" w:rsidRDefault="00DC2EB1" w:rsidP="008C100C">
      <w:pPr>
        <w:pStyle w:val="Titlepageinfo"/>
      </w:pPr>
      <w:r>
        <w:t>Chairs</w:t>
      </w:r>
      <w:r w:rsidR="009C7DCE">
        <w:t>:</w:t>
      </w:r>
    </w:p>
    <w:p w14:paraId="43C16E56" w14:textId="77777777" w:rsidR="00D010DF" w:rsidRPr="00D71EB1" w:rsidRDefault="00CB201E" w:rsidP="00D010DF">
      <w:pPr>
        <w:spacing w:before="0" w:after="40"/>
        <w:rPr>
          <w:rStyle w:val="Hyperlink"/>
          <w:color w:val="000000" w:themeColor="text1"/>
        </w:rPr>
      </w:pPr>
      <w:r>
        <w:t>Greg Scott</w:t>
      </w:r>
      <w:r w:rsidR="00D010DF" w:rsidRPr="003A57B9">
        <w:t xml:space="preserve"> (</w:t>
      </w:r>
      <w:hyperlink r:id="rId16" w:history="1">
        <w:r w:rsidR="009B4661">
          <w:rPr>
            <w:rStyle w:val="Hyperlink"/>
          </w:rPr>
          <w:t>greg.scott@cryptsoft.com</w:t>
        </w:r>
      </w:hyperlink>
      <w:r w:rsidR="00D010DF" w:rsidRPr="003A57B9">
        <w:t xml:space="preserve">), </w:t>
      </w:r>
      <w:hyperlink r:id="rId17" w:history="1">
        <w:proofErr w:type="spellStart"/>
        <w:r w:rsidR="00D010DF" w:rsidRPr="003A57B9">
          <w:rPr>
            <w:rStyle w:val="Hyperlink"/>
          </w:rPr>
          <w:t>Cryptsoft</w:t>
        </w:r>
        <w:proofErr w:type="spellEnd"/>
        <w:r w:rsidR="00D010DF" w:rsidRPr="003A57B9">
          <w:rPr>
            <w:rStyle w:val="Hyperlink"/>
          </w:rPr>
          <w:t xml:space="preserve"> Pty Ltd.</w:t>
        </w:r>
      </w:hyperlink>
    </w:p>
    <w:p w14:paraId="6EB2B57A" w14:textId="77777777" w:rsidR="007816D7" w:rsidRDefault="00D010DF" w:rsidP="00D010DF">
      <w:pPr>
        <w:spacing w:before="0" w:after="40"/>
      </w:pPr>
      <w:r>
        <w:t>Judith Furlong (</w:t>
      </w:r>
      <w:hyperlink r:id="rId18" w:history="1">
        <w:r w:rsidRPr="0011692A">
          <w:rPr>
            <w:rStyle w:val="Hyperlink"/>
          </w:rPr>
          <w:t>Judith.Furlong@dell.com</w:t>
        </w:r>
      </w:hyperlink>
      <w:r>
        <w:t xml:space="preserve">), </w:t>
      </w:r>
      <w:hyperlink r:id="rId19" w:history="1">
        <w:r w:rsidRPr="009C5C92">
          <w:rPr>
            <w:rStyle w:val="Hyperlink"/>
          </w:rPr>
          <w:t>Dell</w:t>
        </w:r>
      </w:hyperlink>
    </w:p>
    <w:p w14:paraId="58E8FA29" w14:textId="77777777" w:rsidR="007816D7" w:rsidRDefault="00DC2EB1" w:rsidP="008C100C">
      <w:pPr>
        <w:pStyle w:val="Titlepageinfo"/>
      </w:pPr>
      <w:r>
        <w:t>Editors</w:t>
      </w:r>
      <w:r w:rsidR="007816D7">
        <w:t>:</w:t>
      </w:r>
    </w:p>
    <w:p w14:paraId="7CD1E603" w14:textId="77777777" w:rsidR="00742877" w:rsidRDefault="00742877" w:rsidP="00D010DF">
      <w:pPr>
        <w:spacing w:before="0" w:after="40"/>
      </w:pPr>
      <w:r w:rsidRPr="00651DD5">
        <w:t>Tim Chevalier</w:t>
      </w:r>
      <w:r>
        <w:t xml:space="preserve"> (</w:t>
      </w:r>
      <w:hyperlink r:id="rId20" w:history="1">
        <w:r>
          <w:rPr>
            <w:rStyle w:val="Hyperlink"/>
          </w:rPr>
          <w:t>Tim.Chevalier@netapp.com</w:t>
        </w:r>
      </w:hyperlink>
      <w:r>
        <w:t xml:space="preserve">), </w:t>
      </w:r>
      <w:hyperlink r:id="rId21" w:history="1">
        <w:r>
          <w:rPr>
            <w:rStyle w:val="Hyperlink"/>
          </w:rPr>
          <w:t>NetApp</w:t>
        </w:r>
      </w:hyperlink>
    </w:p>
    <w:p w14:paraId="1B71E93E" w14:textId="77777777" w:rsidR="004C4D7C" w:rsidRDefault="00D71EB1" w:rsidP="00742877">
      <w:pPr>
        <w:spacing w:before="0" w:after="40"/>
      </w:pPr>
      <w:r w:rsidRPr="00434911">
        <w:t>Tim Hudson (</w:t>
      </w:r>
      <w:hyperlink r:id="rId22" w:tooltip="Follow link" w:history="1">
        <w:r w:rsidRPr="00434911">
          <w:rPr>
            <w:rStyle w:val="Hyperlink"/>
          </w:rPr>
          <w:t>tjh@cryptsoft.com</w:t>
        </w:r>
      </w:hyperlink>
      <w:r w:rsidRPr="00434911">
        <w:t xml:space="preserve">), </w:t>
      </w:r>
      <w:hyperlink r:id="rId23" w:history="1">
        <w:proofErr w:type="spellStart"/>
        <w:r w:rsidRPr="00633706">
          <w:rPr>
            <w:rStyle w:val="Hyperlink"/>
          </w:rPr>
          <w:t>Cryptsoft</w:t>
        </w:r>
        <w:proofErr w:type="spellEnd"/>
        <w:r w:rsidRPr="00633706">
          <w:rPr>
            <w:rStyle w:val="Hyperlink"/>
          </w:rPr>
          <w:t xml:space="preserve"> Pty Ltd.</w:t>
        </w:r>
      </w:hyperlink>
    </w:p>
    <w:p w14:paraId="7C0DB594" w14:textId="77777777" w:rsidR="00117E95" w:rsidRDefault="00117E95" w:rsidP="00117E95">
      <w:pPr>
        <w:pStyle w:val="Titlepageinfo"/>
      </w:pPr>
      <w:bookmarkStart w:id="0" w:name="AdditionalArtifacts"/>
      <w:bookmarkStart w:id="1" w:name="RelatedWork"/>
      <w:r>
        <w:t>Additional artifacts</w:t>
      </w:r>
      <w:bookmarkEnd w:id="0"/>
      <w:r>
        <w:t>:</w:t>
      </w:r>
    </w:p>
    <w:p w14:paraId="34FBE89A" w14:textId="77777777" w:rsidR="00117E95" w:rsidRDefault="00117E95" w:rsidP="00725C73">
      <w:pPr>
        <w:pStyle w:val="Titlepageinfodescription"/>
        <w:ind w:left="0"/>
      </w:pPr>
      <w:r w:rsidRPr="00560795">
        <w:t xml:space="preserve">This prose specification is one component of a Work Product </w:t>
      </w:r>
      <w:r>
        <w:t>that</w:t>
      </w:r>
      <w:r w:rsidRPr="00560795">
        <w:t xml:space="preserve"> also includes:</w:t>
      </w:r>
    </w:p>
    <w:p w14:paraId="1CA943A3" w14:textId="736F425F" w:rsidR="00CB7989" w:rsidRPr="00DA37E6" w:rsidRDefault="00117E95" w:rsidP="00CB7989">
      <w:pPr>
        <w:pStyle w:val="RelatedWork"/>
        <w:tabs>
          <w:tab w:val="num" w:pos="360"/>
        </w:tabs>
        <w:spacing w:before="0"/>
        <w:ind w:left="360"/>
      </w:pPr>
      <w:r>
        <w:t>Mandatory t</w:t>
      </w:r>
      <w:r w:rsidRPr="00D91BDC">
        <w:t>est cases</w:t>
      </w:r>
      <w:r w:rsidR="00C96AA8">
        <w:t>:</w:t>
      </w:r>
      <w:hyperlink r:id="rId24" w:history="1">
        <w:r w:rsidR="00DA37E6" w:rsidRPr="00CB7989">
          <w:rPr>
            <w:rStyle w:val="Hyperlink"/>
          </w:rPr>
          <w:t>https://docs.oasis-open.org/kmip/kmip-profiles/v3.0/csd01/test-cases/kmip-v3.0/mandatory/</w:t>
        </w:r>
      </w:hyperlink>
    </w:p>
    <w:p w14:paraId="74BCDCA0" w14:textId="02C0CBA0" w:rsidR="00117E95" w:rsidRDefault="00117E95" w:rsidP="00725C73">
      <w:pPr>
        <w:pStyle w:val="RelatedWork"/>
        <w:tabs>
          <w:tab w:val="num" w:pos="360"/>
        </w:tabs>
        <w:spacing w:before="0"/>
        <w:ind w:left="360"/>
      </w:pPr>
      <w:r>
        <w:t>Optional test cases</w:t>
      </w:r>
      <w:r w:rsidR="00C96AA8">
        <w:t xml:space="preserve">: </w:t>
      </w:r>
      <w:hyperlink r:id="rId25" w:history="1">
        <w:r w:rsidR="00DA37E6" w:rsidRPr="00CB7989">
          <w:rPr>
            <w:rStyle w:val="Hyperlink"/>
          </w:rPr>
          <w:t>https://docs.oasis-open.org/kmip/kmip-profiles/v3.0/csd01/test-cases/kmip-v3.0/optional/</w:t>
        </w:r>
      </w:hyperlink>
    </w:p>
    <w:p w14:paraId="0C68D8FE" w14:textId="77777777" w:rsidR="00D00DF9" w:rsidRDefault="00D00DF9" w:rsidP="00D00DF9">
      <w:pPr>
        <w:pStyle w:val="Titlepageinfo"/>
      </w:pPr>
      <w:r>
        <w:t>Related work</w:t>
      </w:r>
      <w:bookmarkEnd w:id="1"/>
      <w:r>
        <w:t>:</w:t>
      </w:r>
    </w:p>
    <w:p w14:paraId="2D594D49"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55F6A829" w14:textId="1BA59512" w:rsidR="00D00DF9" w:rsidRDefault="00615B69" w:rsidP="002C3099">
      <w:pPr>
        <w:pStyle w:val="RelatedWork"/>
        <w:ind w:left="360"/>
      </w:pPr>
      <w:r w:rsidRPr="00501D68">
        <w:rPr>
          <w:i/>
        </w:rPr>
        <w:t xml:space="preserve">Key Management Interoperability Protocol </w:t>
      </w:r>
      <w:r>
        <w:rPr>
          <w:i/>
        </w:rPr>
        <w:t>Profiles</w:t>
      </w:r>
      <w:r w:rsidRPr="00501D68">
        <w:rPr>
          <w:i/>
        </w:rPr>
        <w:t xml:space="preserve"> Version </w:t>
      </w:r>
      <w:r>
        <w:rPr>
          <w:i/>
        </w:rPr>
        <w:t>2.</w:t>
      </w:r>
      <w:r w:rsidR="00C96AA8">
        <w:rPr>
          <w:i/>
        </w:rPr>
        <w:t>1</w:t>
      </w:r>
      <w:r w:rsidRPr="00501D68">
        <w:t xml:space="preserve">. Edited by </w:t>
      </w:r>
      <w:r>
        <w:t>Tim Hudson and Robert Lockhart</w:t>
      </w:r>
      <w:r w:rsidRPr="00501D68">
        <w:t xml:space="preserve">. </w:t>
      </w:r>
      <w:r w:rsidRPr="00117E95">
        <w:t>OASIS Standard</w:t>
      </w:r>
      <w:r>
        <w:t>.</w:t>
      </w:r>
      <w:r>
        <w:rPr>
          <w:rStyle w:val="Hyperlink"/>
        </w:rPr>
        <w:t xml:space="preserve"> </w:t>
      </w:r>
      <w:r>
        <w:t>Latest stage</w:t>
      </w:r>
      <w:r w:rsidR="00C96AA8">
        <w:t>:</w:t>
      </w:r>
      <w:r w:rsidR="00DA37E6">
        <w:t xml:space="preserve"> </w:t>
      </w:r>
      <w:hyperlink r:id="rId26" w:history="1">
        <w:r w:rsidR="00DA37E6" w:rsidRPr="00DA2D14">
          <w:rPr>
            <w:rStyle w:val="Hyperlink"/>
          </w:rPr>
          <w:t>https://docs.oasis-open.org/kmip/kmip-profiles/v2.1/kmip-profiles-v2.1.html</w:t>
        </w:r>
      </w:hyperlink>
    </w:p>
    <w:p w14:paraId="729E0109" w14:textId="5DAACC7A" w:rsidR="00D00DF9" w:rsidRPr="004C4D7C" w:rsidRDefault="00D00DF9" w:rsidP="00DC7E9B">
      <w:pPr>
        <w:pStyle w:val="Titlepageinfodescription"/>
        <w:ind w:left="0"/>
      </w:pPr>
      <w:r>
        <w:t xml:space="preserve">This </w:t>
      </w:r>
      <w:r w:rsidR="00494EE0">
        <w:t>specificat</w:t>
      </w:r>
      <w:r w:rsidR="00DA37E6">
        <w:t>io</w:t>
      </w:r>
      <w:r w:rsidR="00494EE0">
        <w:t>n</w:t>
      </w:r>
      <w:r>
        <w:t xml:space="preserve"> is related to:</w:t>
      </w:r>
    </w:p>
    <w:p w14:paraId="329AB5CC" w14:textId="789E5AE2" w:rsidR="00433D76" w:rsidRPr="00531EBA" w:rsidRDefault="00551879" w:rsidP="00433D76">
      <w:pPr>
        <w:pStyle w:val="RelatedWork"/>
        <w:ind w:left="360"/>
        <w:rPr>
          <w:i/>
        </w:rPr>
      </w:pPr>
      <w:r w:rsidRPr="00531EBA">
        <w:rPr>
          <w:i/>
        </w:rPr>
        <w:t xml:space="preserve">Key Management Interoperability Protocol </w:t>
      </w:r>
      <w:r>
        <w:rPr>
          <w:i/>
        </w:rPr>
        <w:t>Specification</w:t>
      </w:r>
      <w:r w:rsidRPr="00531EBA">
        <w:rPr>
          <w:i/>
        </w:rPr>
        <w:t xml:space="preserve"> Version </w:t>
      </w:r>
      <w:r w:rsidR="00C96AA8">
        <w:rPr>
          <w:i/>
        </w:rPr>
        <w:t>3</w:t>
      </w:r>
      <w:r w:rsidR="00CB201E">
        <w:rPr>
          <w:i/>
        </w:rPr>
        <w:t>.</w:t>
      </w:r>
      <w:r w:rsidR="00C96AA8">
        <w:rPr>
          <w:i/>
        </w:rPr>
        <w:t>0</w:t>
      </w:r>
      <w:r w:rsidRPr="00531EBA">
        <w:rPr>
          <w:i/>
        </w:rPr>
        <w:t>.</w:t>
      </w:r>
      <w:r w:rsidRPr="00531EBA">
        <w:t xml:space="preserve"> </w:t>
      </w:r>
      <w:r>
        <w:t xml:space="preserve">Edited by </w:t>
      </w:r>
      <w:r w:rsidR="00CB201E">
        <w:t>Greg Scott</w:t>
      </w:r>
      <w:r>
        <w:t xml:space="preserve"> and Charles White. Latest </w:t>
      </w:r>
      <w:r w:rsidR="00615B69">
        <w:t>stage</w:t>
      </w:r>
      <w:r w:rsidR="00C96AA8">
        <w:t xml:space="preserve">: </w:t>
      </w:r>
      <w:hyperlink r:id="rId27" w:history="1">
        <w:r w:rsidR="00DA37E6" w:rsidRPr="00DA2D14">
          <w:rPr>
            <w:rStyle w:val="Hyperlink"/>
          </w:rPr>
          <w:t>https://docs.oasis-open.org/kmip/kmip-spec/v3.0/kmip-spec-v3.0.html</w:t>
        </w:r>
      </w:hyperlink>
    </w:p>
    <w:p w14:paraId="743D32F1" w14:textId="52C3EFFB" w:rsidR="00433D76" w:rsidRPr="00531EBA" w:rsidRDefault="00433D76" w:rsidP="00433D76">
      <w:pPr>
        <w:pStyle w:val="RelatedWork"/>
        <w:ind w:left="360"/>
        <w:rPr>
          <w:i/>
        </w:rPr>
      </w:pPr>
      <w:r w:rsidRPr="00531EBA">
        <w:rPr>
          <w:i/>
        </w:rPr>
        <w:t xml:space="preserve">Key Management Interoperability Protocol Test Cases Version </w:t>
      </w:r>
      <w:r w:rsidR="00C96AA8">
        <w:rPr>
          <w:i/>
        </w:rPr>
        <w:t xml:space="preserve">3.0: </w:t>
      </w:r>
      <w:r w:rsidR="00DA37E6">
        <w:t>Work in Progress.</w:t>
      </w:r>
    </w:p>
    <w:p w14:paraId="6AD82D9A" w14:textId="50783090" w:rsidR="00560795" w:rsidRPr="00560795" w:rsidRDefault="00A6578C" w:rsidP="00433D76">
      <w:pPr>
        <w:pStyle w:val="RelatedWork"/>
        <w:ind w:left="360"/>
      </w:pPr>
      <w:r w:rsidRPr="00531EBA">
        <w:rPr>
          <w:i/>
        </w:rPr>
        <w:t>Key Management Interoperability</w:t>
      </w:r>
      <w:r>
        <w:rPr>
          <w:i/>
        </w:rPr>
        <w:t xml:space="preserve"> Protocol Usage Guide Version </w:t>
      </w:r>
      <w:r w:rsidR="00C96AA8">
        <w:rPr>
          <w:i/>
        </w:rPr>
        <w:t xml:space="preserve">3.0: </w:t>
      </w:r>
      <w:r w:rsidR="00DA37E6">
        <w:t>Work in Progress.</w:t>
      </w:r>
    </w:p>
    <w:p w14:paraId="025A5613" w14:textId="77777777" w:rsidR="009C7DCE" w:rsidRDefault="009C7DCE" w:rsidP="008C100C">
      <w:pPr>
        <w:pStyle w:val="Titlepageinfo"/>
      </w:pPr>
      <w:r>
        <w:t>Abstract:</w:t>
      </w:r>
    </w:p>
    <w:p w14:paraId="5EA4C462" w14:textId="77777777"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720EC741" w14:textId="77777777" w:rsidR="009C7DCE" w:rsidRDefault="009C7DCE" w:rsidP="008C100C">
      <w:pPr>
        <w:pStyle w:val="Titlepageinfo"/>
      </w:pPr>
      <w:r>
        <w:t>Status:</w:t>
      </w:r>
    </w:p>
    <w:p w14:paraId="3BFF0FC9" w14:textId="77777777" w:rsidR="009C7DCE" w:rsidRDefault="00433D76" w:rsidP="00BF3A33">
      <w:pPr>
        <w:pStyle w:val="Abstract"/>
        <w:ind w:left="0"/>
      </w:pPr>
      <w:r>
        <w:t xml:space="preserve">This document was last revised or approved by the </w:t>
      </w:r>
      <w:r w:rsidRPr="00235951">
        <w:t>OASIS Key Management Interoperability Protocol (KMIP) TC</w:t>
      </w:r>
      <w:r w:rsidRPr="002659E9">
        <w:t xml:space="preserve"> </w:t>
      </w:r>
      <w:r>
        <w:t xml:space="preserve">on the above date. The level of approval is also listed above. Check the “Latest </w:t>
      </w:r>
      <w:r w:rsidR="0001730F">
        <w:t>stage</w:t>
      </w:r>
      <w:r>
        <w:t xml:space="preserve">” location noted above for possible later revisions of this document. Any other numbered Versions and other technical work produced by the Technical Committee (TC) are listed at </w:t>
      </w:r>
      <w:hyperlink r:id="rId28" w:anchor="technical" w:history="1">
        <w:r>
          <w:rPr>
            <w:rStyle w:val="Hyperlink"/>
          </w:rPr>
          <w:t>https://www.oasis-open.org/committees/tc_home.php?wg_abbrev=kmip#technical</w:t>
        </w:r>
      </w:hyperlink>
      <w:r>
        <w:t>.</w:t>
      </w:r>
    </w:p>
    <w:p w14:paraId="430D5F92" w14:textId="77777777" w:rsidR="00B569DB" w:rsidRDefault="00433D76" w:rsidP="00DC7E9B">
      <w:pPr>
        <w:pStyle w:val="Abstract"/>
        <w:ind w:left="0"/>
        <w:rPr>
          <w:rStyle w:val="Hyperlink"/>
          <w:color w:val="000000"/>
        </w:rPr>
      </w:pPr>
      <w:r>
        <w:t>TC members should send comments on this specification to the TC’s email list. Others should send comments to the TC’s public comment list, after subscribing to it by following the instructions at the “</w:t>
      </w:r>
      <w:hyperlink r:id="rId29" w:history="1">
        <w:r w:rsidRPr="0007308D">
          <w:rPr>
            <w:rStyle w:val="Hyperlink"/>
          </w:rPr>
          <w:t>Send A Comment</w:t>
        </w:r>
      </w:hyperlink>
      <w:r>
        <w:t xml:space="preserve">” button on the TC’s web page at </w:t>
      </w:r>
      <w:hyperlink r:id="rId30" w:history="1">
        <w:r>
          <w:rPr>
            <w:rStyle w:val="Hyperlink"/>
          </w:rPr>
          <w:t>https://www.oasis-open.org/committees/kmip/</w:t>
        </w:r>
      </w:hyperlink>
      <w:r w:rsidRPr="008A31C5">
        <w:rPr>
          <w:rStyle w:val="Hyperlink"/>
          <w:color w:val="000000"/>
        </w:rPr>
        <w:t>.</w:t>
      </w:r>
    </w:p>
    <w:p w14:paraId="73183DCD" w14:textId="77777777" w:rsidR="00463972" w:rsidRPr="00FA4B6D" w:rsidRDefault="00463972" w:rsidP="00FA4B6D"/>
    <w:p w14:paraId="0407D28B" w14:textId="77777777" w:rsidR="00463972" w:rsidRPr="00FA4B6D" w:rsidRDefault="00463972" w:rsidP="00FA4B6D"/>
    <w:p w14:paraId="3B24D5B8" w14:textId="77777777"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31" w:anchor="RF-on-RAND-Mode" w:history="1">
        <w:r w:rsidRPr="004C3207">
          <w:rPr>
            <w:rStyle w:val="Hyperlink"/>
          </w:rPr>
          <w:t>RF on RAND Terms</w:t>
        </w:r>
      </w:hyperlink>
      <w:r w:rsidRPr="004C3207">
        <w:t xml:space="preserve"> Mode of the </w:t>
      </w:r>
      <w:hyperlink r:id="rId3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3" w:history="1">
        <w:r>
          <w:rPr>
            <w:rStyle w:val="Hyperlink"/>
          </w:rPr>
          <w:t>https://www.oasis-open.org/committees/kmip/ipr.php</w:t>
        </w:r>
      </w:hyperlink>
      <w:r>
        <w:t>).</w:t>
      </w:r>
    </w:p>
    <w:p w14:paraId="0F27C8AA" w14:textId="77777777" w:rsidR="00300B86" w:rsidRPr="00300B86" w:rsidRDefault="00300B86" w:rsidP="00BF3A33">
      <w:pPr>
        <w:pStyle w:val="Abstract"/>
        <w:ind w:left="0"/>
      </w:pPr>
      <w:r w:rsidRPr="00300B86">
        <w:t xml:space="preserve">Note that any machine-readable content </w:t>
      </w:r>
      <w:r w:rsidR="00B1598A">
        <w:t>(</w:t>
      </w:r>
      <w:hyperlink r:id="rId34"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449ECEA" w14:textId="77777777" w:rsidR="000449B0" w:rsidRDefault="000449B0" w:rsidP="000449B0">
      <w:pPr>
        <w:pStyle w:val="Titlepageinfo"/>
      </w:pPr>
      <w:r>
        <w:t xml:space="preserve">Citation </w:t>
      </w:r>
      <w:r w:rsidR="001F51AB">
        <w:t>f</w:t>
      </w:r>
      <w:r>
        <w:t>ormat:</w:t>
      </w:r>
    </w:p>
    <w:p w14:paraId="2312879B" w14:textId="77777777" w:rsidR="000449B0" w:rsidRDefault="000449B0" w:rsidP="00BF3A33">
      <w:pPr>
        <w:pStyle w:val="Abstract"/>
        <w:ind w:left="0"/>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18E8FA6F" w14:textId="77777777" w:rsidR="00995E1B" w:rsidRDefault="00433D76" w:rsidP="00BF3A33">
      <w:pPr>
        <w:pStyle w:val="Abstract"/>
        <w:ind w:left="0"/>
      </w:pPr>
      <w:r>
        <w:rPr>
          <w:rStyle w:val="Refterm"/>
        </w:rPr>
        <w:t>[</w:t>
      </w:r>
      <w:r w:rsidR="00D71EB1">
        <w:rPr>
          <w:rStyle w:val="Refterm"/>
        </w:rPr>
        <w:t>kmip-profiles</w:t>
      </w:r>
      <w:r>
        <w:rPr>
          <w:rStyle w:val="Refterm"/>
        </w:rPr>
        <w:t>-v</w:t>
      </w:r>
      <w:r w:rsidR="00CB201E">
        <w:rPr>
          <w:rStyle w:val="Refterm"/>
        </w:rPr>
        <w:t>3.0</w:t>
      </w:r>
      <w:r>
        <w:rPr>
          <w:rStyle w:val="Refterm"/>
        </w:rPr>
        <w:t>]</w:t>
      </w:r>
    </w:p>
    <w:p w14:paraId="60B5EC3D" w14:textId="40F1BEF7" w:rsidR="00DA37E6" w:rsidRDefault="00433D76" w:rsidP="00DA37E6">
      <w:pPr>
        <w:pStyle w:val="Titlepageinfodescription"/>
        <w:ind w:left="0"/>
      </w:pPr>
      <w:r w:rsidRPr="00501D68">
        <w:rPr>
          <w:i/>
        </w:rPr>
        <w:t xml:space="preserve">Key Management Interoperability Protocol </w:t>
      </w:r>
      <w:r w:rsidR="000E4329">
        <w:rPr>
          <w:i/>
        </w:rPr>
        <w:t>Profiles</w:t>
      </w:r>
      <w:r w:rsidRPr="00501D68">
        <w:rPr>
          <w:i/>
        </w:rPr>
        <w:t xml:space="preserve"> Version </w:t>
      </w:r>
      <w:r w:rsidR="00CB201E">
        <w:rPr>
          <w:i/>
        </w:rPr>
        <w:t>3.0</w:t>
      </w:r>
      <w:r w:rsidRPr="00501D68">
        <w:t xml:space="preserve">. Edited by </w:t>
      </w:r>
      <w:r w:rsidR="006E51CB" w:rsidRPr="00651DD5">
        <w:t>Tim Chevalier</w:t>
      </w:r>
      <w:r w:rsidR="006E51CB">
        <w:t xml:space="preserve"> and Tim Hudson</w:t>
      </w:r>
      <w:r w:rsidRPr="00501D68">
        <w:t xml:space="preserve">. </w:t>
      </w:r>
      <w:r w:rsidR="00DA37E6">
        <w:t>30 November 2023</w:t>
      </w:r>
      <w:r w:rsidRPr="00501D68">
        <w:t xml:space="preserve">. </w:t>
      </w:r>
      <w:r w:rsidR="002C3099" w:rsidRPr="002C3099">
        <w:t xml:space="preserve">Committee Specification Draft </w:t>
      </w:r>
      <w:r w:rsidR="00CB201E" w:rsidRPr="002C3099">
        <w:t>0</w:t>
      </w:r>
      <w:r w:rsidR="00DA37E6">
        <w:t>1</w:t>
      </w:r>
      <w:r>
        <w:t xml:space="preserve">. </w:t>
      </w:r>
      <w:hyperlink r:id="rId35" w:history="1">
        <w:r w:rsidR="00DA37E6" w:rsidRPr="006741AE">
          <w:rPr>
            <w:rStyle w:val="Hyperlink"/>
          </w:rPr>
          <w:t>https://docs.oasis-open.org/kmip/kmip-profiles/v3.0/csd01/kmip-profiles-v3.0-csd01.html</w:t>
        </w:r>
      </w:hyperlink>
      <w:r w:rsidR="00DA37E6">
        <w:t xml:space="preserve">. </w:t>
      </w:r>
      <w:r>
        <w:t xml:space="preserve">Latest </w:t>
      </w:r>
      <w:r w:rsidR="0001730F">
        <w:t>stage</w:t>
      </w:r>
      <w:r>
        <w:t>:</w:t>
      </w:r>
      <w:r w:rsidR="00DA37E6">
        <w:t xml:space="preserve"> </w:t>
      </w:r>
      <w:hyperlink r:id="rId36" w:history="1">
        <w:r w:rsidR="00CB7989" w:rsidRPr="006741AE">
          <w:rPr>
            <w:rStyle w:val="Hyperlink"/>
          </w:rPr>
          <w:t>https://docs.oasis-open.org/kmip/kmip-profiles/v3.0/kmip-profiles-v3.0.html</w:t>
        </w:r>
      </w:hyperlink>
      <w:r w:rsidR="00CB7989">
        <w:t xml:space="preserve">. </w:t>
      </w:r>
    </w:p>
    <w:p w14:paraId="3CDC45D9" w14:textId="3E34CC35" w:rsidR="00930E31" w:rsidRPr="00DA37E6" w:rsidRDefault="00930E31" w:rsidP="00DA37E6">
      <w:pPr>
        <w:pStyle w:val="Titlepageinfodescription"/>
        <w:ind w:left="0"/>
      </w:pPr>
    </w:p>
    <w:p w14:paraId="69706148" w14:textId="77777777" w:rsidR="008677C6" w:rsidRDefault="00177DED" w:rsidP="008C100C">
      <w:pPr>
        <w:pStyle w:val="Notices"/>
      </w:pPr>
      <w:r>
        <w:t>Table of Contents</w:t>
      </w:r>
    </w:p>
    <w:p w14:paraId="62730904" w14:textId="6BEFB4B5" w:rsidR="007C6493" w:rsidRDefault="00294283">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r>
        <w:fldChar w:fldCharType="begin"/>
      </w:r>
      <w:r>
        <w:instrText xml:space="preserve"> TOC \o "1-6" \h \z \u </w:instrText>
      </w:r>
      <w:r>
        <w:fldChar w:fldCharType="separate"/>
      </w:r>
      <w:hyperlink w:anchor="_Toc176876039" w:history="1">
        <w:r w:rsidR="007C6493" w:rsidRPr="00264424">
          <w:rPr>
            <w:rStyle w:val="Hyperlink"/>
            <w:noProof/>
          </w:rPr>
          <w:t>1</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Introduction</w:t>
        </w:r>
        <w:r w:rsidR="007C6493">
          <w:rPr>
            <w:noProof/>
            <w:webHidden/>
          </w:rPr>
          <w:tab/>
        </w:r>
        <w:r w:rsidR="007C6493">
          <w:rPr>
            <w:noProof/>
            <w:webHidden/>
          </w:rPr>
          <w:fldChar w:fldCharType="begin"/>
        </w:r>
        <w:r w:rsidR="007C6493">
          <w:rPr>
            <w:noProof/>
            <w:webHidden/>
          </w:rPr>
          <w:instrText xml:space="preserve"> PAGEREF _Toc176876039 \h </w:instrText>
        </w:r>
        <w:r w:rsidR="007C6493">
          <w:rPr>
            <w:noProof/>
            <w:webHidden/>
          </w:rPr>
        </w:r>
        <w:r w:rsidR="007C6493">
          <w:rPr>
            <w:noProof/>
            <w:webHidden/>
          </w:rPr>
          <w:fldChar w:fldCharType="separate"/>
        </w:r>
        <w:r w:rsidR="00DA37E6">
          <w:rPr>
            <w:noProof/>
            <w:webHidden/>
          </w:rPr>
          <w:t>10</w:t>
        </w:r>
        <w:r w:rsidR="007C6493">
          <w:rPr>
            <w:noProof/>
            <w:webHidden/>
          </w:rPr>
          <w:fldChar w:fldCharType="end"/>
        </w:r>
      </w:hyperlink>
    </w:p>
    <w:p w14:paraId="722DD3A3" w14:textId="5A3CF92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0" w:history="1">
        <w:r w:rsidR="007C6493" w:rsidRPr="00264424">
          <w:rPr>
            <w:rStyle w:val="Hyperlink"/>
            <w:noProof/>
          </w:rPr>
          <w:t>1.1 IPR Policy</w:t>
        </w:r>
        <w:r w:rsidR="007C6493">
          <w:rPr>
            <w:noProof/>
            <w:webHidden/>
          </w:rPr>
          <w:tab/>
        </w:r>
        <w:r w:rsidR="007C6493">
          <w:rPr>
            <w:noProof/>
            <w:webHidden/>
          </w:rPr>
          <w:fldChar w:fldCharType="begin"/>
        </w:r>
        <w:r w:rsidR="007C6493">
          <w:rPr>
            <w:noProof/>
            <w:webHidden/>
          </w:rPr>
          <w:instrText xml:space="preserve"> PAGEREF _Toc176876040 \h </w:instrText>
        </w:r>
        <w:r w:rsidR="007C6493">
          <w:rPr>
            <w:noProof/>
            <w:webHidden/>
          </w:rPr>
        </w:r>
        <w:r w:rsidR="007C6493">
          <w:rPr>
            <w:noProof/>
            <w:webHidden/>
          </w:rPr>
          <w:fldChar w:fldCharType="separate"/>
        </w:r>
        <w:r w:rsidR="00DA37E6">
          <w:rPr>
            <w:noProof/>
            <w:webHidden/>
          </w:rPr>
          <w:t>10</w:t>
        </w:r>
        <w:r w:rsidR="007C6493">
          <w:rPr>
            <w:noProof/>
            <w:webHidden/>
          </w:rPr>
          <w:fldChar w:fldCharType="end"/>
        </w:r>
      </w:hyperlink>
    </w:p>
    <w:p w14:paraId="631D17B6" w14:textId="4116BF01"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1" w:history="1">
        <w:r w:rsidR="007C6493" w:rsidRPr="00264424">
          <w:rPr>
            <w:rStyle w:val="Hyperlink"/>
            <w:noProof/>
          </w:rPr>
          <w:t>1.2 Terminology</w:t>
        </w:r>
        <w:r w:rsidR="007C6493">
          <w:rPr>
            <w:noProof/>
            <w:webHidden/>
          </w:rPr>
          <w:tab/>
        </w:r>
        <w:r w:rsidR="007C6493">
          <w:rPr>
            <w:noProof/>
            <w:webHidden/>
          </w:rPr>
          <w:fldChar w:fldCharType="begin"/>
        </w:r>
        <w:r w:rsidR="007C6493">
          <w:rPr>
            <w:noProof/>
            <w:webHidden/>
          </w:rPr>
          <w:instrText xml:space="preserve"> PAGEREF _Toc176876041 \h </w:instrText>
        </w:r>
        <w:r w:rsidR="007C6493">
          <w:rPr>
            <w:noProof/>
            <w:webHidden/>
          </w:rPr>
        </w:r>
        <w:r w:rsidR="007C6493">
          <w:rPr>
            <w:noProof/>
            <w:webHidden/>
          </w:rPr>
          <w:fldChar w:fldCharType="separate"/>
        </w:r>
        <w:r w:rsidR="00DA37E6">
          <w:rPr>
            <w:noProof/>
            <w:webHidden/>
          </w:rPr>
          <w:t>10</w:t>
        </w:r>
        <w:r w:rsidR="007C6493">
          <w:rPr>
            <w:noProof/>
            <w:webHidden/>
          </w:rPr>
          <w:fldChar w:fldCharType="end"/>
        </w:r>
      </w:hyperlink>
    </w:p>
    <w:p w14:paraId="6E2398ED" w14:textId="44928937"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2" w:history="1">
        <w:r w:rsidR="007C6493" w:rsidRPr="00264424">
          <w:rPr>
            <w:rStyle w:val="Hyperlink"/>
            <w:noProof/>
          </w:rPr>
          <w:t>1.3 Normative References</w:t>
        </w:r>
        <w:r w:rsidR="007C6493">
          <w:rPr>
            <w:noProof/>
            <w:webHidden/>
          </w:rPr>
          <w:tab/>
        </w:r>
        <w:r w:rsidR="007C6493">
          <w:rPr>
            <w:noProof/>
            <w:webHidden/>
          </w:rPr>
          <w:fldChar w:fldCharType="begin"/>
        </w:r>
        <w:r w:rsidR="007C6493">
          <w:rPr>
            <w:noProof/>
            <w:webHidden/>
          </w:rPr>
          <w:instrText xml:space="preserve"> PAGEREF _Toc176876042 \h </w:instrText>
        </w:r>
        <w:r w:rsidR="007C6493">
          <w:rPr>
            <w:noProof/>
            <w:webHidden/>
          </w:rPr>
        </w:r>
        <w:r w:rsidR="007C6493">
          <w:rPr>
            <w:noProof/>
            <w:webHidden/>
          </w:rPr>
          <w:fldChar w:fldCharType="separate"/>
        </w:r>
        <w:r w:rsidR="00DA37E6">
          <w:rPr>
            <w:noProof/>
            <w:webHidden/>
          </w:rPr>
          <w:t>10</w:t>
        </w:r>
        <w:r w:rsidR="007C6493">
          <w:rPr>
            <w:noProof/>
            <w:webHidden/>
          </w:rPr>
          <w:fldChar w:fldCharType="end"/>
        </w:r>
      </w:hyperlink>
    </w:p>
    <w:p w14:paraId="66AEA6F2" w14:textId="52B6DBD6"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3" w:history="1">
        <w:r w:rsidR="007C6493" w:rsidRPr="00264424">
          <w:rPr>
            <w:rStyle w:val="Hyperlink"/>
            <w:noProof/>
          </w:rPr>
          <w:t>1.4 Non-Normative References</w:t>
        </w:r>
        <w:r w:rsidR="007C6493">
          <w:rPr>
            <w:noProof/>
            <w:webHidden/>
          </w:rPr>
          <w:tab/>
        </w:r>
        <w:r w:rsidR="007C6493">
          <w:rPr>
            <w:noProof/>
            <w:webHidden/>
          </w:rPr>
          <w:fldChar w:fldCharType="begin"/>
        </w:r>
        <w:r w:rsidR="007C6493">
          <w:rPr>
            <w:noProof/>
            <w:webHidden/>
          </w:rPr>
          <w:instrText xml:space="preserve"> PAGEREF _Toc176876043 \h </w:instrText>
        </w:r>
        <w:r w:rsidR="007C6493">
          <w:rPr>
            <w:noProof/>
            <w:webHidden/>
          </w:rPr>
        </w:r>
        <w:r w:rsidR="007C6493">
          <w:rPr>
            <w:noProof/>
            <w:webHidden/>
          </w:rPr>
          <w:fldChar w:fldCharType="separate"/>
        </w:r>
        <w:r w:rsidR="00DA37E6">
          <w:rPr>
            <w:noProof/>
            <w:webHidden/>
          </w:rPr>
          <w:t>11</w:t>
        </w:r>
        <w:r w:rsidR="007C6493">
          <w:rPr>
            <w:noProof/>
            <w:webHidden/>
          </w:rPr>
          <w:fldChar w:fldCharType="end"/>
        </w:r>
      </w:hyperlink>
    </w:p>
    <w:p w14:paraId="55476CA7" w14:textId="7D40E4A8" w:rsidR="007C6493"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44" w:history="1">
        <w:r w:rsidR="007C6493" w:rsidRPr="00264424">
          <w:rPr>
            <w:rStyle w:val="Hyperlink"/>
            <w:noProof/>
          </w:rPr>
          <w:t>2</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Profiles</w:t>
        </w:r>
        <w:r w:rsidR="007C6493">
          <w:rPr>
            <w:noProof/>
            <w:webHidden/>
          </w:rPr>
          <w:tab/>
        </w:r>
        <w:r w:rsidR="007C6493">
          <w:rPr>
            <w:noProof/>
            <w:webHidden/>
          </w:rPr>
          <w:fldChar w:fldCharType="begin"/>
        </w:r>
        <w:r w:rsidR="007C6493">
          <w:rPr>
            <w:noProof/>
            <w:webHidden/>
          </w:rPr>
          <w:instrText xml:space="preserve"> PAGEREF _Toc176876044 \h </w:instrText>
        </w:r>
        <w:r w:rsidR="007C6493">
          <w:rPr>
            <w:noProof/>
            <w:webHidden/>
          </w:rPr>
        </w:r>
        <w:r w:rsidR="007C6493">
          <w:rPr>
            <w:noProof/>
            <w:webHidden/>
          </w:rPr>
          <w:fldChar w:fldCharType="separate"/>
        </w:r>
        <w:r w:rsidR="00DA37E6">
          <w:rPr>
            <w:noProof/>
            <w:webHidden/>
          </w:rPr>
          <w:t>12</w:t>
        </w:r>
        <w:r w:rsidR="007C6493">
          <w:rPr>
            <w:noProof/>
            <w:webHidden/>
          </w:rPr>
          <w:fldChar w:fldCharType="end"/>
        </w:r>
      </w:hyperlink>
    </w:p>
    <w:p w14:paraId="30201B3C" w14:textId="7F6D6697"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5" w:history="1">
        <w:r w:rsidR="007C6493" w:rsidRPr="00264424">
          <w:rPr>
            <w:rStyle w:val="Hyperlink"/>
            <w:noProof/>
          </w:rPr>
          <w:t>2.1 Profile Requirements</w:t>
        </w:r>
        <w:r w:rsidR="007C6493">
          <w:rPr>
            <w:noProof/>
            <w:webHidden/>
          </w:rPr>
          <w:tab/>
        </w:r>
        <w:r w:rsidR="007C6493">
          <w:rPr>
            <w:noProof/>
            <w:webHidden/>
          </w:rPr>
          <w:fldChar w:fldCharType="begin"/>
        </w:r>
        <w:r w:rsidR="007C6493">
          <w:rPr>
            <w:noProof/>
            <w:webHidden/>
          </w:rPr>
          <w:instrText xml:space="preserve"> PAGEREF _Toc176876045 \h </w:instrText>
        </w:r>
        <w:r w:rsidR="007C6493">
          <w:rPr>
            <w:noProof/>
            <w:webHidden/>
          </w:rPr>
        </w:r>
        <w:r w:rsidR="007C6493">
          <w:rPr>
            <w:noProof/>
            <w:webHidden/>
          </w:rPr>
          <w:fldChar w:fldCharType="separate"/>
        </w:r>
        <w:r w:rsidR="00DA37E6">
          <w:rPr>
            <w:noProof/>
            <w:webHidden/>
          </w:rPr>
          <w:t>12</w:t>
        </w:r>
        <w:r w:rsidR="007C6493">
          <w:rPr>
            <w:noProof/>
            <w:webHidden/>
          </w:rPr>
          <w:fldChar w:fldCharType="end"/>
        </w:r>
      </w:hyperlink>
    </w:p>
    <w:p w14:paraId="5AC19B18" w14:textId="2D69F4FE"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6" w:history="1">
        <w:r w:rsidR="007C6493" w:rsidRPr="00264424">
          <w:rPr>
            <w:rStyle w:val="Hyperlink"/>
            <w:noProof/>
          </w:rPr>
          <w:t>2.2 Guidelines for other Profiles</w:t>
        </w:r>
        <w:r w:rsidR="007C6493">
          <w:rPr>
            <w:noProof/>
            <w:webHidden/>
          </w:rPr>
          <w:tab/>
        </w:r>
        <w:r w:rsidR="007C6493">
          <w:rPr>
            <w:noProof/>
            <w:webHidden/>
          </w:rPr>
          <w:fldChar w:fldCharType="begin"/>
        </w:r>
        <w:r w:rsidR="007C6493">
          <w:rPr>
            <w:noProof/>
            <w:webHidden/>
          </w:rPr>
          <w:instrText xml:space="preserve"> PAGEREF _Toc176876046 \h </w:instrText>
        </w:r>
        <w:r w:rsidR="007C6493">
          <w:rPr>
            <w:noProof/>
            <w:webHidden/>
          </w:rPr>
        </w:r>
        <w:r w:rsidR="007C6493">
          <w:rPr>
            <w:noProof/>
            <w:webHidden/>
          </w:rPr>
          <w:fldChar w:fldCharType="separate"/>
        </w:r>
        <w:r w:rsidR="00DA37E6">
          <w:rPr>
            <w:noProof/>
            <w:webHidden/>
          </w:rPr>
          <w:t>12</w:t>
        </w:r>
        <w:r w:rsidR="007C6493">
          <w:rPr>
            <w:noProof/>
            <w:webHidden/>
          </w:rPr>
          <w:fldChar w:fldCharType="end"/>
        </w:r>
      </w:hyperlink>
    </w:p>
    <w:p w14:paraId="5067E0CD" w14:textId="754B069D" w:rsidR="007C6493"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47" w:history="1">
        <w:r w:rsidR="007C6493" w:rsidRPr="00264424">
          <w:rPr>
            <w:rStyle w:val="Hyperlink"/>
            <w:noProof/>
          </w:rPr>
          <w:t>3</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Authentication Suites</w:t>
        </w:r>
        <w:r w:rsidR="007C6493">
          <w:rPr>
            <w:noProof/>
            <w:webHidden/>
          </w:rPr>
          <w:tab/>
        </w:r>
        <w:r w:rsidR="007C6493">
          <w:rPr>
            <w:noProof/>
            <w:webHidden/>
          </w:rPr>
          <w:fldChar w:fldCharType="begin"/>
        </w:r>
        <w:r w:rsidR="007C6493">
          <w:rPr>
            <w:noProof/>
            <w:webHidden/>
          </w:rPr>
          <w:instrText xml:space="preserve"> PAGEREF _Toc176876047 \h </w:instrText>
        </w:r>
        <w:r w:rsidR="007C6493">
          <w:rPr>
            <w:noProof/>
            <w:webHidden/>
          </w:rPr>
        </w:r>
        <w:r w:rsidR="007C6493">
          <w:rPr>
            <w:noProof/>
            <w:webHidden/>
          </w:rPr>
          <w:fldChar w:fldCharType="separate"/>
        </w:r>
        <w:r w:rsidR="00DA37E6">
          <w:rPr>
            <w:noProof/>
            <w:webHidden/>
          </w:rPr>
          <w:t>13</w:t>
        </w:r>
        <w:r w:rsidR="007C6493">
          <w:rPr>
            <w:noProof/>
            <w:webHidden/>
          </w:rPr>
          <w:fldChar w:fldCharType="end"/>
        </w:r>
      </w:hyperlink>
    </w:p>
    <w:p w14:paraId="3C2806B1" w14:textId="581C9DF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48" w:history="1">
        <w:r w:rsidR="007C6493" w:rsidRPr="00264424">
          <w:rPr>
            <w:rStyle w:val="Hyperlink"/>
            <w:noProof/>
          </w:rPr>
          <w:t>3.1 Basic Authentication Suite</w:t>
        </w:r>
        <w:r w:rsidR="007C6493">
          <w:rPr>
            <w:noProof/>
            <w:webHidden/>
          </w:rPr>
          <w:tab/>
        </w:r>
        <w:r w:rsidR="007C6493">
          <w:rPr>
            <w:noProof/>
            <w:webHidden/>
          </w:rPr>
          <w:fldChar w:fldCharType="begin"/>
        </w:r>
        <w:r w:rsidR="007C6493">
          <w:rPr>
            <w:noProof/>
            <w:webHidden/>
          </w:rPr>
          <w:instrText xml:space="preserve"> PAGEREF _Toc176876048 \h </w:instrText>
        </w:r>
        <w:r w:rsidR="007C6493">
          <w:rPr>
            <w:noProof/>
            <w:webHidden/>
          </w:rPr>
        </w:r>
        <w:r w:rsidR="007C6493">
          <w:rPr>
            <w:noProof/>
            <w:webHidden/>
          </w:rPr>
          <w:fldChar w:fldCharType="separate"/>
        </w:r>
        <w:r w:rsidR="00DA37E6">
          <w:rPr>
            <w:noProof/>
            <w:webHidden/>
          </w:rPr>
          <w:t>13</w:t>
        </w:r>
        <w:r w:rsidR="007C6493">
          <w:rPr>
            <w:noProof/>
            <w:webHidden/>
          </w:rPr>
          <w:fldChar w:fldCharType="end"/>
        </w:r>
      </w:hyperlink>
    </w:p>
    <w:p w14:paraId="6695958E" w14:textId="371732A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49" w:history="1">
        <w:r w:rsidR="007C6493" w:rsidRPr="00264424">
          <w:rPr>
            <w:rStyle w:val="Hyperlink"/>
            <w:noProof/>
          </w:rPr>
          <w:t>3.1.1 Basic Authentication Protocols</w:t>
        </w:r>
        <w:r w:rsidR="007C6493">
          <w:rPr>
            <w:noProof/>
            <w:webHidden/>
          </w:rPr>
          <w:tab/>
        </w:r>
        <w:r w:rsidR="007C6493">
          <w:rPr>
            <w:noProof/>
            <w:webHidden/>
          </w:rPr>
          <w:fldChar w:fldCharType="begin"/>
        </w:r>
        <w:r w:rsidR="007C6493">
          <w:rPr>
            <w:noProof/>
            <w:webHidden/>
          </w:rPr>
          <w:instrText xml:space="preserve"> PAGEREF _Toc176876049 \h </w:instrText>
        </w:r>
        <w:r w:rsidR="007C6493">
          <w:rPr>
            <w:noProof/>
            <w:webHidden/>
          </w:rPr>
        </w:r>
        <w:r w:rsidR="007C6493">
          <w:rPr>
            <w:noProof/>
            <w:webHidden/>
          </w:rPr>
          <w:fldChar w:fldCharType="separate"/>
        </w:r>
        <w:r w:rsidR="00DA37E6">
          <w:rPr>
            <w:noProof/>
            <w:webHidden/>
          </w:rPr>
          <w:t>13</w:t>
        </w:r>
        <w:r w:rsidR="007C6493">
          <w:rPr>
            <w:noProof/>
            <w:webHidden/>
          </w:rPr>
          <w:fldChar w:fldCharType="end"/>
        </w:r>
      </w:hyperlink>
    </w:p>
    <w:p w14:paraId="13975FF3" w14:textId="332F2AA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0" w:history="1">
        <w:r w:rsidR="007C6493" w:rsidRPr="00264424">
          <w:rPr>
            <w:rStyle w:val="Hyperlink"/>
            <w:noProof/>
          </w:rPr>
          <w:t>3.1.2 Basic Authentication Cipher Suites</w:t>
        </w:r>
        <w:r w:rsidR="007C6493">
          <w:rPr>
            <w:noProof/>
            <w:webHidden/>
          </w:rPr>
          <w:tab/>
        </w:r>
        <w:r w:rsidR="007C6493">
          <w:rPr>
            <w:noProof/>
            <w:webHidden/>
          </w:rPr>
          <w:fldChar w:fldCharType="begin"/>
        </w:r>
        <w:r w:rsidR="007C6493">
          <w:rPr>
            <w:noProof/>
            <w:webHidden/>
          </w:rPr>
          <w:instrText xml:space="preserve"> PAGEREF _Toc176876050 \h </w:instrText>
        </w:r>
        <w:r w:rsidR="007C6493">
          <w:rPr>
            <w:noProof/>
            <w:webHidden/>
          </w:rPr>
        </w:r>
        <w:r w:rsidR="007C6493">
          <w:rPr>
            <w:noProof/>
            <w:webHidden/>
          </w:rPr>
          <w:fldChar w:fldCharType="separate"/>
        </w:r>
        <w:r w:rsidR="00DA37E6">
          <w:rPr>
            <w:noProof/>
            <w:webHidden/>
          </w:rPr>
          <w:t>13</w:t>
        </w:r>
        <w:r w:rsidR="007C6493">
          <w:rPr>
            <w:noProof/>
            <w:webHidden/>
          </w:rPr>
          <w:fldChar w:fldCharType="end"/>
        </w:r>
      </w:hyperlink>
    </w:p>
    <w:p w14:paraId="3148AE51" w14:textId="440BB7A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1" w:history="1">
        <w:r w:rsidR="007C6493" w:rsidRPr="00264424">
          <w:rPr>
            <w:rStyle w:val="Hyperlink"/>
            <w:noProof/>
          </w:rPr>
          <w:t>3.1.3 Basic Authentication Client Authenticity</w:t>
        </w:r>
        <w:r w:rsidR="007C6493">
          <w:rPr>
            <w:noProof/>
            <w:webHidden/>
          </w:rPr>
          <w:tab/>
        </w:r>
        <w:r w:rsidR="007C6493">
          <w:rPr>
            <w:noProof/>
            <w:webHidden/>
          </w:rPr>
          <w:fldChar w:fldCharType="begin"/>
        </w:r>
        <w:r w:rsidR="007C6493">
          <w:rPr>
            <w:noProof/>
            <w:webHidden/>
          </w:rPr>
          <w:instrText xml:space="preserve"> PAGEREF _Toc176876051 \h </w:instrText>
        </w:r>
        <w:r w:rsidR="007C6493">
          <w:rPr>
            <w:noProof/>
            <w:webHidden/>
          </w:rPr>
        </w:r>
        <w:r w:rsidR="007C6493">
          <w:rPr>
            <w:noProof/>
            <w:webHidden/>
          </w:rPr>
          <w:fldChar w:fldCharType="separate"/>
        </w:r>
        <w:r w:rsidR="00DA37E6">
          <w:rPr>
            <w:noProof/>
            <w:webHidden/>
          </w:rPr>
          <w:t>14</w:t>
        </w:r>
        <w:r w:rsidR="007C6493">
          <w:rPr>
            <w:noProof/>
            <w:webHidden/>
          </w:rPr>
          <w:fldChar w:fldCharType="end"/>
        </w:r>
      </w:hyperlink>
    </w:p>
    <w:p w14:paraId="4C542660" w14:textId="1FDE1D51"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2" w:history="1">
        <w:r w:rsidR="007C6493" w:rsidRPr="00264424">
          <w:rPr>
            <w:rStyle w:val="Hyperlink"/>
            <w:noProof/>
          </w:rPr>
          <w:t>3.1.4 Basic Authentication KMIP Port Number</w:t>
        </w:r>
        <w:r w:rsidR="007C6493">
          <w:rPr>
            <w:noProof/>
            <w:webHidden/>
          </w:rPr>
          <w:tab/>
        </w:r>
        <w:r w:rsidR="007C6493">
          <w:rPr>
            <w:noProof/>
            <w:webHidden/>
          </w:rPr>
          <w:fldChar w:fldCharType="begin"/>
        </w:r>
        <w:r w:rsidR="007C6493">
          <w:rPr>
            <w:noProof/>
            <w:webHidden/>
          </w:rPr>
          <w:instrText xml:space="preserve"> PAGEREF _Toc176876052 \h </w:instrText>
        </w:r>
        <w:r w:rsidR="007C6493">
          <w:rPr>
            <w:noProof/>
            <w:webHidden/>
          </w:rPr>
        </w:r>
        <w:r w:rsidR="007C6493">
          <w:rPr>
            <w:noProof/>
            <w:webHidden/>
          </w:rPr>
          <w:fldChar w:fldCharType="separate"/>
        </w:r>
        <w:r w:rsidR="00DA37E6">
          <w:rPr>
            <w:noProof/>
            <w:webHidden/>
          </w:rPr>
          <w:t>14</w:t>
        </w:r>
        <w:r w:rsidR="007C6493">
          <w:rPr>
            <w:noProof/>
            <w:webHidden/>
          </w:rPr>
          <w:fldChar w:fldCharType="end"/>
        </w:r>
      </w:hyperlink>
    </w:p>
    <w:p w14:paraId="53511F9E" w14:textId="481183B8"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53" w:history="1">
        <w:r w:rsidR="007C6493" w:rsidRPr="00264424">
          <w:rPr>
            <w:rStyle w:val="Hyperlink"/>
            <w:noProof/>
          </w:rPr>
          <w:t>3.2 HTTPS Authentication Suite</w:t>
        </w:r>
        <w:r w:rsidR="007C6493">
          <w:rPr>
            <w:noProof/>
            <w:webHidden/>
          </w:rPr>
          <w:tab/>
        </w:r>
        <w:r w:rsidR="007C6493">
          <w:rPr>
            <w:noProof/>
            <w:webHidden/>
          </w:rPr>
          <w:fldChar w:fldCharType="begin"/>
        </w:r>
        <w:r w:rsidR="007C6493">
          <w:rPr>
            <w:noProof/>
            <w:webHidden/>
          </w:rPr>
          <w:instrText xml:space="preserve"> PAGEREF _Toc176876053 \h </w:instrText>
        </w:r>
        <w:r w:rsidR="007C6493">
          <w:rPr>
            <w:noProof/>
            <w:webHidden/>
          </w:rPr>
        </w:r>
        <w:r w:rsidR="007C6493">
          <w:rPr>
            <w:noProof/>
            <w:webHidden/>
          </w:rPr>
          <w:fldChar w:fldCharType="separate"/>
        </w:r>
        <w:r w:rsidR="00DA37E6">
          <w:rPr>
            <w:noProof/>
            <w:webHidden/>
          </w:rPr>
          <w:t>14</w:t>
        </w:r>
        <w:r w:rsidR="007C6493">
          <w:rPr>
            <w:noProof/>
            <w:webHidden/>
          </w:rPr>
          <w:fldChar w:fldCharType="end"/>
        </w:r>
      </w:hyperlink>
    </w:p>
    <w:p w14:paraId="6A36DC11" w14:textId="373B9A6E"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4" w:history="1">
        <w:r w:rsidR="007C6493" w:rsidRPr="00264424">
          <w:rPr>
            <w:rStyle w:val="Hyperlink"/>
            <w:noProof/>
          </w:rPr>
          <w:t>3.2.1 HTTPS Protocols</w:t>
        </w:r>
        <w:r w:rsidR="007C6493">
          <w:rPr>
            <w:noProof/>
            <w:webHidden/>
          </w:rPr>
          <w:tab/>
        </w:r>
        <w:r w:rsidR="007C6493">
          <w:rPr>
            <w:noProof/>
            <w:webHidden/>
          </w:rPr>
          <w:fldChar w:fldCharType="begin"/>
        </w:r>
        <w:r w:rsidR="007C6493">
          <w:rPr>
            <w:noProof/>
            <w:webHidden/>
          </w:rPr>
          <w:instrText xml:space="preserve"> PAGEREF _Toc176876054 \h </w:instrText>
        </w:r>
        <w:r w:rsidR="007C6493">
          <w:rPr>
            <w:noProof/>
            <w:webHidden/>
          </w:rPr>
        </w:r>
        <w:r w:rsidR="007C6493">
          <w:rPr>
            <w:noProof/>
            <w:webHidden/>
          </w:rPr>
          <w:fldChar w:fldCharType="separate"/>
        </w:r>
        <w:r w:rsidR="00DA37E6">
          <w:rPr>
            <w:noProof/>
            <w:webHidden/>
          </w:rPr>
          <w:t>15</w:t>
        </w:r>
        <w:r w:rsidR="007C6493">
          <w:rPr>
            <w:noProof/>
            <w:webHidden/>
          </w:rPr>
          <w:fldChar w:fldCharType="end"/>
        </w:r>
      </w:hyperlink>
    </w:p>
    <w:p w14:paraId="55A5790D" w14:textId="145F701B"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5" w:history="1">
        <w:r w:rsidR="007C6493" w:rsidRPr="00264424">
          <w:rPr>
            <w:rStyle w:val="Hyperlink"/>
            <w:noProof/>
          </w:rPr>
          <w:t>3.2.2 HTTPS Cipher Suites</w:t>
        </w:r>
        <w:r w:rsidR="007C6493">
          <w:rPr>
            <w:noProof/>
            <w:webHidden/>
          </w:rPr>
          <w:tab/>
        </w:r>
        <w:r w:rsidR="007C6493">
          <w:rPr>
            <w:noProof/>
            <w:webHidden/>
          </w:rPr>
          <w:fldChar w:fldCharType="begin"/>
        </w:r>
        <w:r w:rsidR="007C6493">
          <w:rPr>
            <w:noProof/>
            <w:webHidden/>
          </w:rPr>
          <w:instrText xml:space="preserve"> PAGEREF _Toc176876055 \h </w:instrText>
        </w:r>
        <w:r w:rsidR="007C6493">
          <w:rPr>
            <w:noProof/>
            <w:webHidden/>
          </w:rPr>
        </w:r>
        <w:r w:rsidR="007C6493">
          <w:rPr>
            <w:noProof/>
            <w:webHidden/>
          </w:rPr>
          <w:fldChar w:fldCharType="separate"/>
        </w:r>
        <w:r w:rsidR="00DA37E6">
          <w:rPr>
            <w:noProof/>
            <w:webHidden/>
          </w:rPr>
          <w:t>15</w:t>
        </w:r>
        <w:r w:rsidR="007C6493">
          <w:rPr>
            <w:noProof/>
            <w:webHidden/>
          </w:rPr>
          <w:fldChar w:fldCharType="end"/>
        </w:r>
      </w:hyperlink>
    </w:p>
    <w:p w14:paraId="4821D1BF" w14:textId="6FFE028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6" w:history="1">
        <w:r w:rsidR="007C6493" w:rsidRPr="00264424">
          <w:rPr>
            <w:rStyle w:val="Hyperlink"/>
            <w:noProof/>
          </w:rPr>
          <w:t>3.2.3 HTTPS Authenticity</w:t>
        </w:r>
        <w:r w:rsidR="007C6493">
          <w:rPr>
            <w:noProof/>
            <w:webHidden/>
          </w:rPr>
          <w:tab/>
        </w:r>
        <w:r w:rsidR="007C6493">
          <w:rPr>
            <w:noProof/>
            <w:webHidden/>
          </w:rPr>
          <w:fldChar w:fldCharType="begin"/>
        </w:r>
        <w:r w:rsidR="007C6493">
          <w:rPr>
            <w:noProof/>
            <w:webHidden/>
          </w:rPr>
          <w:instrText xml:space="preserve"> PAGEREF _Toc176876056 \h </w:instrText>
        </w:r>
        <w:r w:rsidR="007C6493">
          <w:rPr>
            <w:noProof/>
            <w:webHidden/>
          </w:rPr>
        </w:r>
        <w:r w:rsidR="007C6493">
          <w:rPr>
            <w:noProof/>
            <w:webHidden/>
          </w:rPr>
          <w:fldChar w:fldCharType="separate"/>
        </w:r>
        <w:r w:rsidR="00DA37E6">
          <w:rPr>
            <w:noProof/>
            <w:webHidden/>
          </w:rPr>
          <w:t>15</w:t>
        </w:r>
        <w:r w:rsidR="007C6493">
          <w:rPr>
            <w:noProof/>
            <w:webHidden/>
          </w:rPr>
          <w:fldChar w:fldCharType="end"/>
        </w:r>
      </w:hyperlink>
    </w:p>
    <w:p w14:paraId="5478670D" w14:textId="3C632B2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57" w:history="1">
        <w:r w:rsidR="007C6493" w:rsidRPr="00264424">
          <w:rPr>
            <w:rStyle w:val="Hyperlink"/>
            <w:noProof/>
          </w:rPr>
          <w:t>3.2.4 HTTPS KMIP Port Number</w:t>
        </w:r>
        <w:r w:rsidR="007C6493">
          <w:rPr>
            <w:noProof/>
            <w:webHidden/>
          </w:rPr>
          <w:tab/>
        </w:r>
        <w:r w:rsidR="007C6493">
          <w:rPr>
            <w:noProof/>
            <w:webHidden/>
          </w:rPr>
          <w:fldChar w:fldCharType="begin"/>
        </w:r>
        <w:r w:rsidR="007C6493">
          <w:rPr>
            <w:noProof/>
            <w:webHidden/>
          </w:rPr>
          <w:instrText xml:space="preserve"> PAGEREF _Toc176876057 \h </w:instrText>
        </w:r>
        <w:r w:rsidR="007C6493">
          <w:rPr>
            <w:noProof/>
            <w:webHidden/>
          </w:rPr>
        </w:r>
        <w:r w:rsidR="007C6493">
          <w:rPr>
            <w:noProof/>
            <w:webHidden/>
          </w:rPr>
          <w:fldChar w:fldCharType="separate"/>
        </w:r>
        <w:r w:rsidR="00DA37E6">
          <w:rPr>
            <w:noProof/>
            <w:webHidden/>
          </w:rPr>
          <w:t>15</w:t>
        </w:r>
        <w:r w:rsidR="007C6493">
          <w:rPr>
            <w:noProof/>
            <w:webHidden/>
          </w:rPr>
          <w:fldChar w:fldCharType="end"/>
        </w:r>
      </w:hyperlink>
    </w:p>
    <w:p w14:paraId="2A162F52" w14:textId="5C248C18" w:rsidR="007C6493"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58" w:history="1">
        <w:r w:rsidR="007C6493" w:rsidRPr="00264424">
          <w:rPr>
            <w:rStyle w:val="Hyperlink"/>
            <w:noProof/>
          </w:rPr>
          <w:t>4</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Conformance Test Cases</w:t>
        </w:r>
        <w:r w:rsidR="007C6493">
          <w:rPr>
            <w:noProof/>
            <w:webHidden/>
          </w:rPr>
          <w:tab/>
        </w:r>
        <w:r w:rsidR="007C6493">
          <w:rPr>
            <w:noProof/>
            <w:webHidden/>
          </w:rPr>
          <w:fldChar w:fldCharType="begin"/>
        </w:r>
        <w:r w:rsidR="007C6493">
          <w:rPr>
            <w:noProof/>
            <w:webHidden/>
          </w:rPr>
          <w:instrText xml:space="preserve"> PAGEREF _Toc176876058 \h </w:instrText>
        </w:r>
        <w:r w:rsidR="007C6493">
          <w:rPr>
            <w:noProof/>
            <w:webHidden/>
          </w:rPr>
        </w:r>
        <w:r w:rsidR="007C6493">
          <w:rPr>
            <w:noProof/>
            <w:webHidden/>
          </w:rPr>
          <w:fldChar w:fldCharType="separate"/>
        </w:r>
        <w:r w:rsidR="00DA37E6">
          <w:rPr>
            <w:noProof/>
            <w:webHidden/>
          </w:rPr>
          <w:t>16</w:t>
        </w:r>
        <w:r w:rsidR="007C6493">
          <w:rPr>
            <w:noProof/>
            <w:webHidden/>
          </w:rPr>
          <w:fldChar w:fldCharType="end"/>
        </w:r>
      </w:hyperlink>
    </w:p>
    <w:p w14:paraId="30222F36" w14:textId="295A928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59" w:history="1">
        <w:r w:rsidR="007C6493" w:rsidRPr="00264424">
          <w:rPr>
            <w:rStyle w:val="Hyperlink"/>
            <w:noProof/>
          </w:rPr>
          <w:t>4.1 Permitted Test Case Variations</w:t>
        </w:r>
        <w:r w:rsidR="007C6493">
          <w:rPr>
            <w:noProof/>
            <w:webHidden/>
          </w:rPr>
          <w:tab/>
        </w:r>
        <w:r w:rsidR="007C6493">
          <w:rPr>
            <w:noProof/>
            <w:webHidden/>
          </w:rPr>
          <w:fldChar w:fldCharType="begin"/>
        </w:r>
        <w:r w:rsidR="007C6493">
          <w:rPr>
            <w:noProof/>
            <w:webHidden/>
          </w:rPr>
          <w:instrText xml:space="preserve"> PAGEREF _Toc176876059 \h </w:instrText>
        </w:r>
        <w:r w:rsidR="007C6493">
          <w:rPr>
            <w:noProof/>
            <w:webHidden/>
          </w:rPr>
        </w:r>
        <w:r w:rsidR="007C6493">
          <w:rPr>
            <w:noProof/>
            <w:webHidden/>
          </w:rPr>
          <w:fldChar w:fldCharType="separate"/>
        </w:r>
        <w:r w:rsidR="00DA37E6">
          <w:rPr>
            <w:noProof/>
            <w:webHidden/>
          </w:rPr>
          <w:t>16</w:t>
        </w:r>
        <w:r w:rsidR="007C6493">
          <w:rPr>
            <w:noProof/>
            <w:webHidden/>
          </w:rPr>
          <w:fldChar w:fldCharType="end"/>
        </w:r>
      </w:hyperlink>
    </w:p>
    <w:p w14:paraId="2A79FCF7" w14:textId="142E0CC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60" w:history="1">
        <w:r w:rsidR="007C6493" w:rsidRPr="00264424">
          <w:rPr>
            <w:rStyle w:val="Hyperlink"/>
            <w:noProof/>
          </w:rPr>
          <w:t>4.1.1 Variable Items</w:t>
        </w:r>
        <w:r w:rsidR="007C6493">
          <w:rPr>
            <w:noProof/>
            <w:webHidden/>
          </w:rPr>
          <w:tab/>
        </w:r>
        <w:r w:rsidR="007C6493">
          <w:rPr>
            <w:noProof/>
            <w:webHidden/>
          </w:rPr>
          <w:fldChar w:fldCharType="begin"/>
        </w:r>
        <w:r w:rsidR="007C6493">
          <w:rPr>
            <w:noProof/>
            <w:webHidden/>
          </w:rPr>
          <w:instrText xml:space="preserve"> PAGEREF _Toc176876060 \h </w:instrText>
        </w:r>
        <w:r w:rsidR="007C6493">
          <w:rPr>
            <w:noProof/>
            <w:webHidden/>
          </w:rPr>
        </w:r>
        <w:r w:rsidR="007C6493">
          <w:rPr>
            <w:noProof/>
            <w:webHidden/>
          </w:rPr>
          <w:fldChar w:fldCharType="separate"/>
        </w:r>
        <w:r w:rsidR="00DA37E6">
          <w:rPr>
            <w:noProof/>
            <w:webHidden/>
          </w:rPr>
          <w:t>16</w:t>
        </w:r>
        <w:r w:rsidR="007C6493">
          <w:rPr>
            <w:noProof/>
            <w:webHidden/>
          </w:rPr>
          <w:fldChar w:fldCharType="end"/>
        </w:r>
      </w:hyperlink>
    </w:p>
    <w:p w14:paraId="24EA5B1C" w14:textId="0209775E"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61" w:history="1">
        <w:r w:rsidR="007C6493" w:rsidRPr="00264424">
          <w:rPr>
            <w:rStyle w:val="Hyperlink"/>
            <w:noProof/>
          </w:rPr>
          <w:t>4.1.2 Variable behavior</w:t>
        </w:r>
        <w:r w:rsidR="007C6493">
          <w:rPr>
            <w:noProof/>
            <w:webHidden/>
          </w:rPr>
          <w:tab/>
        </w:r>
        <w:r w:rsidR="007C6493">
          <w:rPr>
            <w:noProof/>
            <w:webHidden/>
          </w:rPr>
          <w:fldChar w:fldCharType="begin"/>
        </w:r>
        <w:r w:rsidR="007C6493">
          <w:rPr>
            <w:noProof/>
            <w:webHidden/>
          </w:rPr>
          <w:instrText xml:space="preserve"> PAGEREF _Toc176876061 \h </w:instrText>
        </w:r>
        <w:r w:rsidR="007C6493">
          <w:rPr>
            <w:noProof/>
            <w:webHidden/>
          </w:rPr>
        </w:r>
        <w:r w:rsidR="007C6493">
          <w:rPr>
            <w:noProof/>
            <w:webHidden/>
          </w:rPr>
          <w:fldChar w:fldCharType="separate"/>
        </w:r>
        <w:r w:rsidR="00DA37E6">
          <w:rPr>
            <w:noProof/>
            <w:webHidden/>
          </w:rPr>
          <w:t>18</w:t>
        </w:r>
        <w:r w:rsidR="007C6493">
          <w:rPr>
            <w:noProof/>
            <w:webHidden/>
          </w:rPr>
          <w:fldChar w:fldCharType="end"/>
        </w:r>
      </w:hyperlink>
    </w:p>
    <w:p w14:paraId="4DB610AC" w14:textId="4C2A895E" w:rsidR="007C6493"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62" w:history="1">
        <w:r w:rsidR="007C6493" w:rsidRPr="00264424">
          <w:rPr>
            <w:rStyle w:val="Hyperlink"/>
            <w:noProof/>
          </w:rPr>
          <w:t>5</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Base Profiles</w:t>
        </w:r>
        <w:r w:rsidR="007C6493">
          <w:rPr>
            <w:noProof/>
            <w:webHidden/>
          </w:rPr>
          <w:tab/>
        </w:r>
        <w:r w:rsidR="007C6493">
          <w:rPr>
            <w:noProof/>
            <w:webHidden/>
          </w:rPr>
          <w:fldChar w:fldCharType="begin"/>
        </w:r>
        <w:r w:rsidR="007C6493">
          <w:rPr>
            <w:noProof/>
            <w:webHidden/>
          </w:rPr>
          <w:instrText xml:space="preserve"> PAGEREF _Toc176876062 \h </w:instrText>
        </w:r>
        <w:r w:rsidR="007C6493">
          <w:rPr>
            <w:noProof/>
            <w:webHidden/>
          </w:rPr>
        </w:r>
        <w:r w:rsidR="007C6493">
          <w:rPr>
            <w:noProof/>
            <w:webHidden/>
          </w:rPr>
          <w:fldChar w:fldCharType="separate"/>
        </w:r>
        <w:r w:rsidR="00DA37E6">
          <w:rPr>
            <w:noProof/>
            <w:webHidden/>
          </w:rPr>
          <w:t>19</w:t>
        </w:r>
        <w:r w:rsidR="007C6493">
          <w:rPr>
            <w:noProof/>
            <w:webHidden/>
          </w:rPr>
          <w:fldChar w:fldCharType="end"/>
        </w:r>
      </w:hyperlink>
    </w:p>
    <w:p w14:paraId="5CAA659B" w14:textId="62169C04"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63" w:history="1">
        <w:r w:rsidR="007C6493" w:rsidRPr="00264424">
          <w:rPr>
            <w:rStyle w:val="Hyperlink"/>
            <w:noProof/>
          </w:rPr>
          <w:t>5.1 Base Profiles</w:t>
        </w:r>
        <w:r w:rsidR="007C6493">
          <w:rPr>
            <w:noProof/>
            <w:webHidden/>
          </w:rPr>
          <w:tab/>
        </w:r>
        <w:r w:rsidR="007C6493">
          <w:rPr>
            <w:noProof/>
            <w:webHidden/>
          </w:rPr>
          <w:fldChar w:fldCharType="begin"/>
        </w:r>
        <w:r w:rsidR="007C6493">
          <w:rPr>
            <w:noProof/>
            <w:webHidden/>
          </w:rPr>
          <w:instrText xml:space="preserve"> PAGEREF _Toc176876063 \h </w:instrText>
        </w:r>
        <w:r w:rsidR="007C6493">
          <w:rPr>
            <w:noProof/>
            <w:webHidden/>
          </w:rPr>
        </w:r>
        <w:r w:rsidR="007C6493">
          <w:rPr>
            <w:noProof/>
            <w:webHidden/>
          </w:rPr>
          <w:fldChar w:fldCharType="separate"/>
        </w:r>
        <w:r w:rsidR="00DA37E6">
          <w:rPr>
            <w:noProof/>
            <w:webHidden/>
          </w:rPr>
          <w:t>19</w:t>
        </w:r>
        <w:r w:rsidR="007C6493">
          <w:rPr>
            <w:noProof/>
            <w:webHidden/>
          </w:rPr>
          <w:fldChar w:fldCharType="end"/>
        </w:r>
      </w:hyperlink>
    </w:p>
    <w:p w14:paraId="1008E452" w14:textId="098B944E"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64" w:history="1">
        <w:r w:rsidR="007C6493" w:rsidRPr="00264424">
          <w:rPr>
            <w:rStyle w:val="Hyperlink"/>
            <w:noProof/>
          </w:rPr>
          <w:t>5.1.1 Baseline Client</w:t>
        </w:r>
        <w:r w:rsidR="007C6493">
          <w:rPr>
            <w:noProof/>
            <w:webHidden/>
          </w:rPr>
          <w:tab/>
        </w:r>
        <w:r w:rsidR="007C6493">
          <w:rPr>
            <w:noProof/>
            <w:webHidden/>
          </w:rPr>
          <w:fldChar w:fldCharType="begin"/>
        </w:r>
        <w:r w:rsidR="007C6493">
          <w:rPr>
            <w:noProof/>
            <w:webHidden/>
          </w:rPr>
          <w:instrText xml:space="preserve"> PAGEREF _Toc176876064 \h </w:instrText>
        </w:r>
        <w:r w:rsidR="007C6493">
          <w:rPr>
            <w:noProof/>
            <w:webHidden/>
          </w:rPr>
        </w:r>
        <w:r w:rsidR="007C6493">
          <w:rPr>
            <w:noProof/>
            <w:webHidden/>
          </w:rPr>
          <w:fldChar w:fldCharType="separate"/>
        </w:r>
        <w:r w:rsidR="00DA37E6">
          <w:rPr>
            <w:noProof/>
            <w:webHidden/>
          </w:rPr>
          <w:t>19</w:t>
        </w:r>
        <w:r w:rsidR="007C6493">
          <w:rPr>
            <w:noProof/>
            <w:webHidden/>
          </w:rPr>
          <w:fldChar w:fldCharType="end"/>
        </w:r>
      </w:hyperlink>
    </w:p>
    <w:p w14:paraId="402BDEAD" w14:textId="0AD12E81"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65" w:history="1">
        <w:r w:rsidR="007C6493" w:rsidRPr="00264424">
          <w:rPr>
            <w:rStyle w:val="Hyperlink"/>
            <w:noProof/>
          </w:rPr>
          <w:t>5.1.2 Baseline Server</w:t>
        </w:r>
        <w:r w:rsidR="007C6493">
          <w:rPr>
            <w:noProof/>
            <w:webHidden/>
          </w:rPr>
          <w:tab/>
        </w:r>
        <w:r w:rsidR="007C6493">
          <w:rPr>
            <w:noProof/>
            <w:webHidden/>
          </w:rPr>
          <w:fldChar w:fldCharType="begin"/>
        </w:r>
        <w:r w:rsidR="007C6493">
          <w:rPr>
            <w:noProof/>
            <w:webHidden/>
          </w:rPr>
          <w:instrText xml:space="preserve"> PAGEREF _Toc176876065 \h </w:instrText>
        </w:r>
        <w:r w:rsidR="007C6493">
          <w:rPr>
            <w:noProof/>
            <w:webHidden/>
          </w:rPr>
        </w:r>
        <w:r w:rsidR="007C6493">
          <w:rPr>
            <w:noProof/>
            <w:webHidden/>
          </w:rPr>
          <w:fldChar w:fldCharType="separate"/>
        </w:r>
        <w:r w:rsidR="00DA37E6">
          <w:rPr>
            <w:noProof/>
            <w:webHidden/>
          </w:rPr>
          <w:t>19</w:t>
        </w:r>
        <w:r w:rsidR="007C6493">
          <w:rPr>
            <w:noProof/>
            <w:webHidden/>
          </w:rPr>
          <w:fldChar w:fldCharType="end"/>
        </w:r>
      </w:hyperlink>
    </w:p>
    <w:p w14:paraId="6E0A7839" w14:textId="73E3DB03"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66" w:history="1">
        <w:r w:rsidR="007C6493" w:rsidRPr="00264424">
          <w:rPr>
            <w:rStyle w:val="Hyperlink"/>
            <w:noProof/>
          </w:rPr>
          <w:t>5.1.3 Baseline Mandatory Test Cases KMIP v3.0</w:t>
        </w:r>
        <w:r w:rsidR="007C6493">
          <w:rPr>
            <w:noProof/>
            <w:webHidden/>
          </w:rPr>
          <w:tab/>
        </w:r>
        <w:r w:rsidR="007C6493">
          <w:rPr>
            <w:noProof/>
            <w:webHidden/>
          </w:rPr>
          <w:fldChar w:fldCharType="begin"/>
        </w:r>
        <w:r w:rsidR="007C6493">
          <w:rPr>
            <w:noProof/>
            <w:webHidden/>
          </w:rPr>
          <w:instrText xml:space="preserve"> PAGEREF _Toc176876066 \h </w:instrText>
        </w:r>
        <w:r w:rsidR="007C6493">
          <w:rPr>
            <w:noProof/>
            <w:webHidden/>
          </w:rPr>
        </w:r>
        <w:r w:rsidR="007C6493">
          <w:rPr>
            <w:noProof/>
            <w:webHidden/>
          </w:rPr>
          <w:fldChar w:fldCharType="separate"/>
        </w:r>
        <w:r w:rsidR="00DA37E6">
          <w:rPr>
            <w:noProof/>
            <w:webHidden/>
          </w:rPr>
          <w:t>22</w:t>
        </w:r>
        <w:r w:rsidR="007C6493">
          <w:rPr>
            <w:noProof/>
            <w:webHidden/>
          </w:rPr>
          <w:fldChar w:fldCharType="end"/>
        </w:r>
      </w:hyperlink>
    </w:p>
    <w:p w14:paraId="22B319B2" w14:textId="05FC92F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67" w:history="1">
        <w:r w:rsidR="007C6493" w:rsidRPr="00264424">
          <w:rPr>
            <w:rStyle w:val="Hyperlink"/>
            <w:noProof/>
          </w:rPr>
          <w:t>5.1.3.1 BL-M-1-21</w:t>
        </w:r>
        <w:r w:rsidR="007C6493">
          <w:rPr>
            <w:noProof/>
            <w:webHidden/>
          </w:rPr>
          <w:tab/>
        </w:r>
        <w:r w:rsidR="007C6493">
          <w:rPr>
            <w:noProof/>
            <w:webHidden/>
          </w:rPr>
          <w:fldChar w:fldCharType="begin"/>
        </w:r>
        <w:r w:rsidR="007C6493">
          <w:rPr>
            <w:noProof/>
            <w:webHidden/>
          </w:rPr>
          <w:instrText xml:space="preserve"> PAGEREF _Toc176876067 \h </w:instrText>
        </w:r>
        <w:r w:rsidR="007C6493">
          <w:rPr>
            <w:noProof/>
            <w:webHidden/>
          </w:rPr>
        </w:r>
        <w:r w:rsidR="007C6493">
          <w:rPr>
            <w:noProof/>
            <w:webHidden/>
          </w:rPr>
          <w:fldChar w:fldCharType="separate"/>
        </w:r>
        <w:r w:rsidR="00DA37E6">
          <w:rPr>
            <w:noProof/>
            <w:webHidden/>
          </w:rPr>
          <w:t>22</w:t>
        </w:r>
        <w:r w:rsidR="007C6493">
          <w:rPr>
            <w:noProof/>
            <w:webHidden/>
          </w:rPr>
          <w:fldChar w:fldCharType="end"/>
        </w:r>
      </w:hyperlink>
    </w:p>
    <w:p w14:paraId="4BED8639" w14:textId="64950D2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68" w:history="1">
        <w:r w:rsidR="007C6493" w:rsidRPr="00264424">
          <w:rPr>
            <w:rStyle w:val="Hyperlink"/>
            <w:noProof/>
          </w:rPr>
          <w:t>5.1.3.2 BL-M-2-30</w:t>
        </w:r>
        <w:r w:rsidR="007C6493">
          <w:rPr>
            <w:noProof/>
            <w:webHidden/>
          </w:rPr>
          <w:tab/>
        </w:r>
        <w:r w:rsidR="007C6493">
          <w:rPr>
            <w:noProof/>
            <w:webHidden/>
          </w:rPr>
          <w:fldChar w:fldCharType="begin"/>
        </w:r>
        <w:r w:rsidR="007C6493">
          <w:rPr>
            <w:noProof/>
            <w:webHidden/>
          </w:rPr>
          <w:instrText xml:space="preserve"> PAGEREF _Toc176876068 \h </w:instrText>
        </w:r>
        <w:r w:rsidR="007C6493">
          <w:rPr>
            <w:noProof/>
            <w:webHidden/>
          </w:rPr>
        </w:r>
        <w:r w:rsidR="007C6493">
          <w:rPr>
            <w:noProof/>
            <w:webHidden/>
          </w:rPr>
          <w:fldChar w:fldCharType="separate"/>
        </w:r>
        <w:r w:rsidR="00DA37E6">
          <w:rPr>
            <w:noProof/>
            <w:webHidden/>
          </w:rPr>
          <w:t>22</w:t>
        </w:r>
        <w:r w:rsidR="007C6493">
          <w:rPr>
            <w:noProof/>
            <w:webHidden/>
          </w:rPr>
          <w:fldChar w:fldCharType="end"/>
        </w:r>
      </w:hyperlink>
    </w:p>
    <w:p w14:paraId="72431A43" w14:textId="01D237D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69" w:history="1">
        <w:r w:rsidR="007C6493" w:rsidRPr="00264424">
          <w:rPr>
            <w:rStyle w:val="Hyperlink"/>
            <w:noProof/>
          </w:rPr>
          <w:t>5.1.3.3 BL-M-3-30</w:t>
        </w:r>
        <w:r w:rsidR="007C6493">
          <w:rPr>
            <w:noProof/>
            <w:webHidden/>
          </w:rPr>
          <w:tab/>
        </w:r>
        <w:r w:rsidR="007C6493">
          <w:rPr>
            <w:noProof/>
            <w:webHidden/>
          </w:rPr>
          <w:fldChar w:fldCharType="begin"/>
        </w:r>
        <w:r w:rsidR="007C6493">
          <w:rPr>
            <w:noProof/>
            <w:webHidden/>
          </w:rPr>
          <w:instrText xml:space="preserve"> PAGEREF _Toc176876069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13536937" w14:textId="5C4CFA8D"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0" w:history="1">
        <w:r w:rsidR="007C6493" w:rsidRPr="00264424">
          <w:rPr>
            <w:rStyle w:val="Hyperlink"/>
            <w:noProof/>
          </w:rPr>
          <w:t>5.1.3.4 BL-M-4-30</w:t>
        </w:r>
        <w:r w:rsidR="007C6493">
          <w:rPr>
            <w:noProof/>
            <w:webHidden/>
          </w:rPr>
          <w:tab/>
        </w:r>
        <w:r w:rsidR="007C6493">
          <w:rPr>
            <w:noProof/>
            <w:webHidden/>
          </w:rPr>
          <w:fldChar w:fldCharType="begin"/>
        </w:r>
        <w:r w:rsidR="007C6493">
          <w:rPr>
            <w:noProof/>
            <w:webHidden/>
          </w:rPr>
          <w:instrText xml:space="preserve"> PAGEREF _Toc176876070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01F8139D" w14:textId="565ADD1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1" w:history="1">
        <w:r w:rsidR="007C6493" w:rsidRPr="00264424">
          <w:rPr>
            <w:rStyle w:val="Hyperlink"/>
            <w:noProof/>
          </w:rPr>
          <w:t>5.1.3.5 BL-M-5-30</w:t>
        </w:r>
        <w:r w:rsidR="007C6493">
          <w:rPr>
            <w:noProof/>
            <w:webHidden/>
          </w:rPr>
          <w:tab/>
        </w:r>
        <w:r w:rsidR="007C6493">
          <w:rPr>
            <w:noProof/>
            <w:webHidden/>
          </w:rPr>
          <w:fldChar w:fldCharType="begin"/>
        </w:r>
        <w:r w:rsidR="007C6493">
          <w:rPr>
            <w:noProof/>
            <w:webHidden/>
          </w:rPr>
          <w:instrText xml:space="preserve"> PAGEREF _Toc176876071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25151D18" w14:textId="1A50BB5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2" w:history="1">
        <w:r w:rsidR="007C6493" w:rsidRPr="00264424">
          <w:rPr>
            <w:rStyle w:val="Hyperlink"/>
            <w:noProof/>
          </w:rPr>
          <w:t>5.1.3.6 BL-M-6-30</w:t>
        </w:r>
        <w:r w:rsidR="007C6493">
          <w:rPr>
            <w:noProof/>
            <w:webHidden/>
          </w:rPr>
          <w:tab/>
        </w:r>
        <w:r w:rsidR="007C6493">
          <w:rPr>
            <w:noProof/>
            <w:webHidden/>
          </w:rPr>
          <w:fldChar w:fldCharType="begin"/>
        </w:r>
        <w:r w:rsidR="007C6493">
          <w:rPr>
            <w:noProof/>
            <w:webHidden/>
          </w:rPr>
          <w:instrText xml:space="preserve"> PAGEREF _Toc176876072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3609D7E5" w14:textId="01A0C0C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3" w:history="1">
        <w:r w:rsidR="007C6493" w:rsidRPr="00264424">
          <w:rPr>
            <w:rStyle w:val="Hyperlink"/>
            <w:noProof/>
          </w:rPr>
          <w:t>5.1.3.7 BL-M-7-30</w:t>
        </w:r>
        <w:r w:rsidR="007C6493">
          <w:rPr>
            <w:noProof/>
            <w:webHidden/>
          </w:rPr>
          <w:tab/>
        </w:r>
        <w:r w:rsidR="007C6493">
          <w:rPr>
            <w:noProof/>
            <w:webHidden/>
          </w:rPr>
          <w:fldChar w:fldCharType="begin"/>
        </w:r>
        <w:r w:rsidR="007C6493">
          <w:rPr>
            <w:noProof/>
            <w:webHidden/>
          </w:rPr>
          <w:instrText xml:space="preserve"> PAGEREF _Toc176876073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32AC432F" w14:textId="0CBC4230"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4" w:history="1">
        <w:r w:rsidR="007C6493" w:rsidRPr="00264424">
          <w:rPr>
            <w:rStyle w:val="Hyperlink"/>
            <w:noProof/>
          </w:rPr>
          <w:t>5.1.3.8 BL-M-8-30</w:t>
        </w:r>
        <w:r w:rsidR="007C6493">
          <w:rPr>
            <w:noProof/>
            <w:webHidden/>
          </w:rPr>
          <w:tab/>
        </w:r>
        <w:r w:rsidR="007C6493">
          <w:rPr>
            <w:noProof/>
            <w:webHidden/>
          </w:rPr>
          <w:fldChar w:fldCharType="begin"/>
        </w:r>
        <w:r w:rsidR="007C6493">
          <w:rPr>
            <w:noProof/>
            <w:webHidden/>
          </w:rPr>
          <w:instrText xml:space="preserve"> PAGEREF _Toc176876074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159A377F" w14:textId="21DB00F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5" w:history="1">
        <w:r w:rsidR="007C6493" w:rsidRPr="00264424">
          <w:rPr>
            <w:rStyle w:val="Hyperlink"/>
            <w:noProof/>
          </w:rPr>
          <w:t>5.1.3.9 BL-M-9-30</w:t>
        </w:r>
        <w:r w:rsidR="007C6493">
          <w:rPr>
            <w:noProof/>
            <w:webHidden/>
          </w:rPr>
          <w:tab/>
        </w:r>
        <w:r w:rsidR="007C6493">
          <w:rPr>
            <w:noProof/>
            <w:webHidden/>
          </w:rPr>
          <w:fldChar w:fldCharType="begin"/>
        </w:r>
        <w:r w:rsidR="007C6493">
          <w:rPr>
            <w:noProof/>
            <w:webHidden/>
          </w:rPr>
          <w:instrText xml:space="preserve"> PAGEREF _Toc176876075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584FB94F" w14:textId="0EB8E36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6" w:history="1">
        <w:r w:rsidR="007C6493" w:rsidRPr="00264424">
          <w:rPr>
            <w:rStyle w:val="Hyperlink"/>
            <w:noProof/>
          </w:rPr>
          <w:t>5.1.3.10 BL-M-10-30</w:t>
        </w:r>
        <w:r w:rsidR="007C6493">
          <w:rPr>
            <w:noProof/>
            <w:webHidden/>
          </w:rPr>
          <w:tab/>
        </w:r>
        <w:r w:rsidR="007C6493">
          <w:rPr>
            <w:noProof/>
            <w:webHidden/>
          </w:rPr>
          <w:fldChar w:fldCharType="begin"/>
        </w:r>
        <w:r w:rsidR="007C6493">
          <w:rPr>
            <w:noProof/>
            <w:webHidden/>
          </w:rPr>
          <w:instrText xml:space="preserve"> PAGEREF _Toc176876076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0584F20E" w14:textId="6F3F90E7"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7" w:history="1">
        <w:r w:rsidR="007C6493" w:rsidRPr="00264424">
          <w:rPr>
            <w:rStyle w:val="Hyperlink"/>
            <w:noProof/>
          </w:rPr>
          <w:t>5.1.3.11 BL-M-11-30</w:t>
        </w:r>
        <w:r w:rsidR="007C6493">
          <w:rPr>
            <w:noProof/>
            <w:webHidden/>
          </w:rPr>
          <w:tab/>
        </w:r>
        <w:r w:rsidR="007C6493">
          <w:rPr>
            <w:noProof/>
            <w:webHidden/>
          </w:rPr>
          <w:fldChar w:fldCharType="begin"/>
        </w:r>
        <w:r w:rsidR="007C6493">
          <w:rPr>
            <w:noProof/>
            <w:webHidden/>
          </w:rPr>
          <w:instrText xml:space="preserve"> PAGEREF _Toc176876077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5846BB35" w14:textId="40AE482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8" w:history="1">
        <w:r w:rsidR="007C6493" w:rsidRPr="00264424">
          <w:rPr>
            <w:rStyle w:val="Hyperlink"/>
            <w:noProof/>
          </w:rPr>
          <w:t>5.1.3.12 BL-M-12-30</w:t>
        </w:r>
        <w:r w:rsidR="007C6493">
          <w:rPr>
            <w:noProof/>
            <w:webHidden/>
          </w:rPr>
          <w:tab/>
        </w:r>
        <w:r w:rsidR="007C6493">
          <w:rPr>
            <w:noProof/>
            <w:webHidden/>
          </w:rPr>
          <w:fldChar w:fldCharType="begin"/>
        </w:r>
        <w:r w:rsidR="007C6493">
          <w:rPr>
            <w:noProof/>
            <w:webHidden/>
          </w:rPr>
          <w:instrText xml:space="preserve"> PAGEREF _Toc176876078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2C88BBF8" w14:textId="78B4996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79" w:history="1">
        <w:r w:rsidR="007C6493" w:rsidRPr="00264424">
          <w:rPr>
            <w:rStyle w:val="Hyperlink"/>
            <w:noProof/>
          </w:rPr>
          <w:t>5.1.3.13 BL-M-13-30</w:t>
        </w:r>
        <w:r w:rsidR="007C6493">
          <w:rPr>
            <w:noProof/>
            <w:webHidden/>
          </w:rPr>
          <w:tab/>
        </w:r>
        <w:r w:rsidR="007C6493">
          <w:rPr>
            <w:noProof/>
            <w:webHidden/>
          </w:rPr>
          <w:fldChar w:fldCharType="begin"/>
        </w:r>
        <w:r w:rsidR="007C6493">
          <w:rPr>
            <w:noProof/>
            <w:webHidden/>
          </w:rPr>
          <w:instrText xml:space="preserve"> PAGEREF _Toc176876079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149FD929" w14:textId="50E170F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0" w:history="1">
        <w:r w:rsidR="007C6493" w:rsidRPr="00264424">
          <w:rPr>
            <w:rStyle w:val="Hyperlink"/>
            <w:noProof/>
          </w:rPr>
          <w:t>5.1.3.14 BL-M-14-30</w:t>
        </w:r>
        <w:r w:rsidR="007C6493">
          <w:rPr>
            <w:noProof/>
            <w:webHidden/>
          </w:rPr>
          <w:tab/>
        </w:r>
        <w:r w:rsidR="007C6493">
          <w:rPr>
            <w:noProof/>
            <w:webHidden/>
          </w:rPr>
          <w:fldChar w:fldCharType="begin"/>
        </w:r>
        <w:r w:rsidR="007C6493">
          <w:rPr>
            <w:noProof/>
            <w:webHidden/>
          </w:rPr>
          <w:instrText xml:space="preserve"> PAGEREF _Toc176876080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535AB8FC" w14:textId="1482DA0D"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1" w:history="1">
        <w:r w:rsidR="007C6493" w:rsidRPr="00264424">
          <w:rPr>
            <w:rStyle w:val="Hyperlink"/>
            <w:noProof/>
          </w:rPr>
          <w:t>5.1.3.15 BL-M-15-30</w:t>
        </w:r>
        <w:r w:rsidR="007C6493">
          <w:rPr>
            <w:noProof/>
            <w:webHidden/>
          </w:rPr>
          <w:tab/>
        </w:r>
        <w:r w:rsidR="007C6493">
          <w:rPr>
            <w:noProof/>
            <w:webHidden/>
          </w:rPr>
          <w:fldChar w:fldCharType="begin"/>
        </w:r>
        <w:r w:rsidR="007C6493">
          <w:rPr>
            <w:noProof/>
            <w:webHidden/>
          </w:rPr>
          <w:instrText xml:space="preserve"> PAGEREF _Toc176876081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5A777323" w14:textId="7A5A8FE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2" w:history="1">
        <w:r w:rsidR="007C6493" w:rsidRPr="00264424">
          <w:rPr>
            <w:rStyle w:val="Hyperlink"/>
            <w:noProof/>
          </w:rPr>
          <w:t>5.1.3.16 BL-M-16-30</w:t>
        </w:r>
        <w:r w:rsidR="007C6493">
          <w:rPr>
            <w:noProof/>
            <w:webHidden/>
          </w:rPr>
          <w:tab/>
        </w:r>
        <w:r w:rsidR="007C6493">
          <w:rPr>
            <w:noProof/>
            <w:webHidden/>
          </w:rPr>
          <w:fldChar w:fldCharType="begin"/>
        </w:r>
        <w:r w:rsidR="007C6493">
          <w:rPr>
            <w:noProof/>
            <w:webHidden/>
          </w:rPr>
          <w:instrText xml:space="preserve"> PAGEREF _Toc176876082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3388EC84" w14:textId="57A29C1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3" w:history="1">
        <w:r w:rsidR="007C6493" w:rsidRPr="00264424">
          <w:rPr>
            <w:rStyle w:val="Hyperlink"/>
            <w:noProof/>
          </w:rPr>
          <w:t>5.1.3.17 BL-M-17-30</w:t>
        </w:r>
        <w:r w:rsidR="007C6493">
          <w:rPr>
            <w:noProof/>
            <w:webHidden/>
          </w:rPr>
          <w:tab/>
        </w:r>
        <w:r w:rsidR="007C6493">
          <w:rPr>
            <w:noProof/>
            <w:webHidden/>
          </w:rPr>
          <w:fldChar w:fldCharType="begin"/>
        </w:r>
        <w:r w:rsidR="007C6493">
          <w:rPr>
            <w:noProof/>
            <w:webHidden/>
          </w:rPr>
          <w:instrText xml:space="preserve"> PAGEREF _Toc176876083 \h </w:instrText>
        </w:r>
        <w:r w:rsidR="007C6493">
          <w:rPr>
            <w:noProof/>
            <w:webHidden/>
          </w:rPr>
        </w:r>
        <w:r w:rsidR="007C6493">
          <w:rPr>
            <w:noProof/>
            <w:webHidden/>
          </w:rPr>
          <w:fldChar w:fldCharType="separate"/>
        </w:r>
        <w:r w:rsidR="00DA37E6">
          <w:rPr>
            <w:noProof/>
            <w:webHidden/>
          </w:rPr>
          <w:t>23</w:t>
        </w:r>
        <w:r w:rsidR="007C6493">
          <w:rPr>
            <w:noProof/>
            <w:webHidden/>
          </w:rPr>
          <w:fldChar w:fldCharType="end"/>
        </w:r>
      </w:hyperlink>
    </w:p>
    <w:p w14:paraId="26E665E3" w14:textId="454D0217"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4" w:history="1">
        <w:r w:rsidR="007C6493" w:rsidRPr="00264424">
          <w:rPr>
            <w:rStyle w:val="Hyperlink"/>
            <w:noProof/>
          </w:rPr>
          <w:t>5.1.3.18 BL-M-18-30</w:t>
        </w:r>
        <w:r w:rsidR="007C6493">
          <w:rPr>
            <w:noProof/>
            <w:webHidden/>
          </w:rPr>
          <w:tab/>
        </w:r>
        <w:r w:rsidR="007C6493">
          <w:rPr>
            <w:noProof/>
            <w:webHidden/>
          </w:rPr>
          <w:fldChar w:fldCharType="begin"/>
        </w:r>
        <w:r w:rsidR="007C6493">
          <w:rPr>
            <w:noProof/>
            <w:webHidden/>
          </w:rPr>
          <w:instrText xml:space="preserve"> PAGEREF _Toc176876084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6FDF7873" w14:textId="1A69DE2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5" w:history="1">
        <w:r w:rsidR="007C6493" w:rsidRPr="00264424">
          <w:rPr>
            <w:rStyle w:val="Hyperlink"/>
            <w:noProof/>
          </w:rPr>
          <w:t>5.1.3.19 BL-M-19-30</w:t>
        </w:r>
        <w:r w:rsidR="007C6493">
          <w:rPr>
            <w:noProof/>
            <w:webHidden/>
          </w:rPr>
          <w:tab/>
        </w:r>
        <w:r w:rsidR="007C6493">
          <w:rPr>
            <w:noProof/>
            <w:webHidden/>
          </w:rPr>
          <w:fldChar w:fldCharType="begin"/>
        </w:r>
        <w:r w:rsidR="007C6493">
          <w:rPr>
            <w:noProof/>
            <w:webHidden/>
          </w:rPr>
          <w:instrText xml:space="preserve"> PAGEREF _Toc176876085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6B1CBC73" w14:textId="556217E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6" w:history="1">
        <w:r w:rsidR="007C6493" w:rsidRPr="00264424">
          <w:rPr>
            <w:rStyle w:val="Hyperlink"/>
            <w:noProof/>
          </w:rPr>
          <w:t>5.1.3.20 See test-cases/kmip-v3.0/mandatory/BL-M-19-30.xml.BL-M-20-30</w:t>
        </w:r>
        <w:r w:rsidR="007C6493">
          <w:rPr>
            <w:noProof/>
            <w:webHidden/>
          </w:rPr>
          <w:tab/>
        </w:r>
        <w:r w:rsidR="007C6493">
          <w:rPr>
            <w:noProof/>
            <w:webHidden/>
          </w:rPr>
          <w:fldChar w:fldCharType="begin"/>
        </w:r>
        <w:r w:rsidR="007C6493">
          <w:rPr>
            <w:noProof/>
            <w:webHidden/>
          </w:rPr>
          <w:instrText xml:space="preserve"> PAGEREF _Toc176876086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48767E8A" w14:textId="0BAB12B0"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87" w:history="1">
        <w:r w:rsidR="007C6493" w:rsidRPr="00264424">
          <w:rPr>
            <w:rStyle w:val="Hyperlink"/>
            <w:noProof/>
          </w:rPr>
          <w:t>5.1.3.21 BL-M-21-30</w:t>
        </w:r>
        <w:r w:rsidR="007C6493">
          <w:rPr>
            <w:noProof/>
            <w:webHidden/>
          </w:rPr>
          <w:tab/>
        </w:r>
        <w:r w:rsidR="007C6493">
          <w:rPr>
            <w:noProof/>
            <w:webHidden/>
          </w:rPr>
          <w:fldChar w:fldCharType="begin"/>
        </w:r>
        <w:r w:rsidR="007C6493">
          <w:rPr>
            <w:noProof/>
            <w:webHidden/>
          </w:rPr>
          <w:instrText xml:space="preserve"> PAGEREF _Toc176876087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04E14A3B" w14:textId="28993EB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88" w:history="1">
        <w:r w:rsidR="007C6493" w:rsidRPr="00264424">
          <w:rPr>
            <w:rStyle w:val="Hyperlink"/>
            <w:noProof/>
          </w:rPr>
          <w:t>5.2 Complete Server Profile</w:t>
        </w:r>
        <w:r w:rsidR="007C6493">
          <w:rPr>
            <w:noProof/>
            <w:webHidden/>
          </w:rPr>
          <w:tab/>
        </w:r>
        <w:r w:rsidR="007C6493">
          <w:rPr>
            <w:noProof/>
            <w:webHidden/>
          </w:rPr>
          <w:fldChar w:fldCharType="begin"/>
        </w:r>
        <w:r w:rsidR="007C6493">
          <w:rPr>
            <w:noProof/>
            <w:webHidden/>
          </w:rPr>
          <w:instrText xml:space="preserve"> PAGEREF _Toc176876088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51E96198" w14:textId="50CD5C3D"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89" w:history="1">
        <w:r w:rsidR="007C6493" w:rsidRPr="00264424">
          <w:rPr>
            <w:rStyle w:val="Hyperlink"/>
            <w:noProof/>
          </w:rPr>
          <w:t>5.3 HTTPS Profiles</w:t>
        </w:r>
        <w:r w:rsidR="007C6493">
          <w:rPr>
            <w:noProof/>
            <w:webHidden/>
          </w:rPr>
          <w:tab/>
        </w:r>
        <w:r w:rsidR="007C6493">
          <w:rPr>
            <w:noProof/>
            <w:webHidden/>
          </w:rPr>
          <w:fldChar w:fldCharType="begin"/>
        </w:r>
        <w:r w:rsidR="007C6493">
          <w:rPr>
            <w:noProof/>
            <w:webHidden/>
          </w:rPr>
          <w:instrText xml:space="preserve"> PAGEREF _Toc176876089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0151EBD9" w14:textId="6660654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90" w:history="1">
        <w:r w:rsidR="007C6493" w:rsidRPr="00264424">
          <w:rPr>
            <w:rStyle w:val="Hyperlink"/>
            <w:noProof/>
          </w:rPr>
          <w:t>5.3.1 HTTPS Client</w:t>
        </w:r>
        <w:r w:rsidR="007C6493">
          <w:rPr>
            <w:noProof/>
            <w:webHidden/>
          </w:rPr>
          <w:tab/>
        </w:r>
        <w:r w:rsidR="007C6493">
          <w:rPr>
            <w:noProof/>
            <w:webHidden/>
          </w:rPr>
          <w:fldChar w:fldCharType="begin"/>
        </w:r>
        <w:r w:rsidR="007C6493">
          <w:rPr>
            <w:noProof/>
            <w:webHidden/>
          </w:rPr>
          <w:instrText xml:space="preserve"> PAGEREF _Toc176876090 \h </w:instrText>
        </w:r>
        <w:r w:rsidR="007C6493">
          <w:rPr>
            <w:noProof/>
            <w:webHidden/>
          </w:rPr>
        </w:r>
        <w:r w:rsidR="007C6493">
          <w:rPr>
            <w:noProof/>
            <w:webHidden/>
          </w:rPr>
          <w:fldChar w:fldCharType="separate"/>
        </w:r>
        <w:r w:rsidR="00DA37E6">
          <w:rPr>
            <w:noProof/>
            <w:webHidden/>
          </w:rPr>
          <w:t>24</w:t>
        </w:r>
        <w:r w:rsidR="007C6493">
          <w:rPr>
            <w:noProof/>
            <w:webHidden/>
          </w:rPr>
          <w:fldChar w:fldCharType="end"/>
        </w:r>
      </w:hyperlink>
    </w:p>
    <w:p w14:paraId="3ED19F53" w14:textId="3D2CB20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91" w:history="1">
        <w:r w:rsidR="007C6493" w:rsidRPr="00264424">
          <w:rPr>
            <w:rStyle w:val="Hyperlink"/>
            <w:noProof/>
          </w:rPr>
          <w:t>5.3.2 HTTPS Server</w:t>
        </w:r>
        <w:r w:rsidR="007C6493">
          <w:rPr>
            <w:noProof/>
            <w:webHidden/>
          </w:rPr>
          <w:tab/>
        </w:r>
        <w:r w:rsidR="007C6493">
          <w:rPr>
            <w:noProof/>
            <w:webHidden/>
          </w:rPr>
          <w:fldChar w:fldCharType="begin"/>
        </w:r>
        <w:r w:rsidR="007C6493">
          <w:rPr>
            <w:noProof/>
            <w:webHidden/>
          </w:rPr>
          <w:instrText xml:space="preserve"> PAGEREF _Toc176876091 \h </w:instrText>
        </w:r>
        <w:r w:rsidR="007C6493">
          <w:rPr>
            <w:noProof/>
            <w:webHidden/>
          </w:rPr>
        </w:r>
        <w:r w:rsidR="007C6493">
          <w:rPr>
            <w:noProof/>
            <w:webHidden/>
          </w:rPr>
          <w:fldChar w:fldCharType="separate"/>
        </w:r>
        <w:r w:rsidR="00DA37E6">
          <w:rPr>
            <w:noProof/>
            <w:webHidden/>
          </w:rPr>
          <w:t>25</w:t>
        </w:r>
        <w:r w:rsidR="007C6493">
          <w:rPr>
            <w:noProof/>
            <w:webHidden/>
          </w:rPr>
          <w:fldChar w:fldCharType="end"/>
        </w:r>
      </w:hyperlink>
    </w:p>
    <w:p w14:paraId="0ADA158A" w14:textId="4FBA8BB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92" w:history="1">
        <w:r w:rsidR="007C6493" w:rsidRPr="00264424">
          <w:rPr>
            <w:rStyle w:val="Hyperlink"/>
            <w:noProof/>
          </w:rPr>
          <w:t>5.3.3 HTTPS Mandatory Test Cases KMIP v3.0</w:t>
        </w:r>
        <w:r w:rsidR="007C6493">
          <w:rPr>
            <w:noProof/>
            <w:webHidden/>
          </w:rPr>
          <w:tab/>
        </w:r>
        <w:r w:rsidR="007C6493">
          <w:rPr>
            <w:noProof/>
            <w:webHidden/>
          </w:rPr>
          <w:fldChar w:fldCharType="begin"/>
        </w:r>
        <w:r w:rsidR="007C6493">
          <w:rPr>
            <w:noProof/>
            <w:webHidden/>
          </w:rPr>
          <w:instrText xml:space="preserve"> PAGEREF _Toc176876092 \h </w:instrText>
        </w:r>
        <w:r w:rsidR="007C6493">
          <w:rPr>
            <w:noProof/>
            <w:webHidden/>
          </w:rPr>
        </w:r>
        <w:r w:rsidR="007C6493">
          <w:rPr>
            <w:noProof/>
            <w:webHidden/>
          </w:rPr>
          <w:fldChar w:fldCharType="separate"/>
        </w:r>
        <w:r w:rsidR="00DA37E6">
          <w:rPr>
            <w:noProof/>
            <w:webHidden/>
          </w:rPr>
          <w:t>25</w:t>
        </w:r>
        <w:r w:rsidR="007C6493">
          <w:rPr>
            <w:noProof/>
            <w:webHidden/>
          </w:rPr>
          <w:fldChar w:fldCharType="end"/>
        </w:r>
      </w:hyperlink>
    </w:p>
    <w:p w14:paraId="6B78FAAA" w14:textId="0E9301D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93" w:history="1">
        <w:r w:rsidR="007C6493" w:rsidRPr="00264424">
          <w:rPr>
            <w:rStyle w:val="Hyperlink"/>
            <w:noProof/>
          </w:rPr>
          <w:t>5.3.3.1 MSGENC-HTTPS-M-1-30</w:t>
        </w:r>
        <w:r w:rsidR="007C6493">
          <w:rPr>
            <w:noProof/>
            <w:webHidden/>
          </w:rPr>
          <w:tab/>
        </w:r>
        <w:r w:rsidR="007C6493">
          <w:rPr>
            <w:noProof/>
            <w:webHidden/>
          </w:rPr>
          <w:fldChar w:fldCharType="begin"/>
        </w:r>
        <w:r w:rsidR="007C6493">
          <w:rPr>
            <w:noProof/>
            <w:webHidden/>
          </w:rPr>
          <w:instrText xml:space="preserve"> PAGEREF _Toc176876093 \h </w:instrText>
        </w:r>
        <w:r w:rsidR="007C6493">
          <w:rPr>
            <w:noProof/>
            <w:webHidden/>
          </w:rPr>
        </w:r>
        <w:r w:rsidR="007C6493">
          <w:rPr>
            <w:noProof/>
            <w:webHidden/>
          </w:rPr>
          <w:fldChar w:fldCharType="separate"/>
        </w:r>
        <w:r w:rsidR="00DA37E6">
          <w:rPr>
            <w:noProof/>
            <w:webHidden/>
          </w:rPr>
          <w:t>25</w:t>
        </w:r>
        <w:r w:rsidR="007C6493">
          <w:rPr>
            <w:noProof/>
            <w:webHidden/>
          </w:rPr>
          <w:fldChar w:fldCharType="end"/>
        </w:r>
      </w:hyperlink>
    </w:p>
    <w:p w14:paraId="1B353A0E" w14:textId="06757606"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94" w:history="1">
        <w:r w:rsidR="007C6493" w:rsidRPr="00264424">
          <w:rPr>
            <w:rStyle w:val="Hyperlink"/>
            <w:noProof/>
          </w:rPr>
          <w:t>5.4 XML Profiles</w:t>
        </w:r>
        <w:r w:rsidR="007C6493">
          <w:rPr>
            <w:noProof/>
            <w:webHidden/>
          </w:rPr>
          <w:tab/>
        </w:r>
        <w:r w:rsidR="007C6493">
          <w:rPr>
            <w:noProof/>
            <w:webHidden/>
          </w:rPr>
          <w:fldChar w:fldCharType="begin"/>
        </w:r>
        <w:r w:rsidR="007C6493">
          <w:rPr>
            <w:noProof/>
            <w:webHidden/>
          </w:rPr>
          <w:instrText xml:space="preserve"> PAGEREF _Toc176876094 \h </w:instrText>
        </w:r>
        <w:r w:rsidR="007C6493">
          <w:rPr>
            <w:noProof/>
            <w:webHidden/>
          </w:rPr>
        </w:r>
        <w:r w:rsidR="007C6493">
          <w:rPr>
            <w:noProof/>
            <w:webHidden/>
          </w:rPr>
          <w:fldChar w:fldCharType="separate"/>
        </w:r>
        <w:r w:rsidR="00DA37E6">
          <w:rPr>
            <w:noProof/>
            <w:webHidden/>
          </w:rPr>
          <w:t>27</w:t>
        </w:r>
        <w:r w:rsidR="007C6493">
          <w:rPr>
            <w:noProof/>
            <w:webHidden/>
          </w:rPr>
          <w:fldChar w:fldCharType="end"/>
        </w:r>
      </w:hyperlink>
    </w:p>
    <w:p w14:paraId="6400ECF2" w14:textId="48CAF23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095" w:history="1">
        <w:r w:rsidR="007C6493" w:rsidRPr="00264424">
          <w:rPr>
            <w:rStyle w:val="Hyperlink"/>
            <w:noProof/>
          </w:rPr>
          <w:t>5.4.1 XML Encoding</w:t>
        </w:r>
        <w:r w:rsidR="007C6493">
          <w:rPr>
            <w:noProof/>
            <w:webHidden/>
          </w:rPr>
          <w:tab/>
        </w:r>
        <w:r w:rsidR="007C6493">
          <w:rPr>
            <w:noProof/>
            <w:webHidden/>
          </w:rPr>
          <w:fldChar w:fldCharType="begin"/>
        </w:r>
        <w:r w:rsidR="007C6493">
          <w:rPr>
            <w:noProof/>
            <w:webHidden/>
          </w:rPr>
          <w:instrText xml:space="preserve"> PAGEREF _Toc176876095 \h </w:instrText>
        </w:r>
        <w:r w:rsidR="007C6493">
          <w:rPr>
            <w:noProof/>
            <w:webHidden/>
          </w:rPr>
        </w:r>
        <w:r w:rsidR="007C6493">
          <w:rPr>
            <w:noProof/>
            <w:webHidden/>
          </w:rPr>
          <w:fldChar w:fldCharType="separate"/>
        </w:r>
        <w:r w:rsidR="00DA37E6">
          <w:rPr>
            <w:noProof/>
            <w:webHidden/>
          </w:rPr>
          <w:t>27</w:t>
        </w:r>
        <w:r w:rsidR="007C6493">
          <w:rPr>
            <w:noProof/>
            <w:webHidden/>
          </w:rPr>
          <w:fldChar w:fldCharType="end"/>
        </w:r>
      </w:hyperlink>
    </w:p>
    <w:p w14:paraId="128EF328" w14:textId="0A9DFDA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96" w:history="1">
        <w:r w:rsidR="007C6493" w:rsidRPr="00264424">
          <w:rPr>
            <w:rStyle w:val="Hyperlink"/>
            <w:noProof/>
            <w:lang w:val="en-AU"/>
          </w:rPr>
          <w:t>5.4.1.1 Normalizing Names</w:t>
        </w:r>
        <w:r w:rsidR="007C6493">
          <w:rPr>
            <w:noProof/>
            <w:webHidden/>
          </w:rPr>
          <w:tab/>
        </w:r>
        <w:r w:rsidR="007C6493">
          <w:rPr>
            <w:noProof/>
            <w:webHidden/>
          </w:rPr>
          <w:fldChar w:fldCharType="begin"/>
        </w:r>
        <w:r w:rsidR="007C6493">
          <w:rPr>
            <w:noProof/>
            <w:webHidden/>
          </w:rPr>
          <w:instrText xml:space="preserve"> PAGEREF _Toc176876096 \h </w:instrText>
        </w:r>
        <w:r w:rsidR="007C6493">
          <w:rPr>
            <w:noProof/>
            <w:webHidden/>
          </w:rPr>
        </w:r>
        <w:r w:rsidR="007C6493">
          <w:rPr>
            <w:noProof/>
            <w:webHidden/>
          </w:rPr>
          <w:fldChar w:fldCharType="separate"/>
        </w:r>
        <w:r w:rsidR="00DA37E6">
          <w:rPr>
            <w:noProof/>
            <w:webHidden/>
          </w:rPr>
          <w:t>27</w:t>
        </w:r>
        <w:r w:rsidR="007C6493">
          <w:rPr>
            <w:noProof/>
            <w:webHidden/>
          </w:rPr>
          <w:fldChar w:fldCharType="end"/>
        </w:r>
      </w:hyperlink>
    </w:p>
    <w:p w14:paraId="111306F2" w14:textId="447E441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97" w:history="1">
        <w:r w:rsidR="007C6493" w:rsidRPr="00264424">
          <w:rPr>
            <w:rStyle w:val="Hyperlink"/>
            <w:noProof/>
            <w:lang w:val="en-AU"/>
          </w:rPr>
          <w:t>5.4.1.2 Hex representations</w:t>
        </w:r>
        <w:r w:rsidR="007C6493">
          <w:rPr>
            <w:noProof/>
            <w:webHidden/>
          </w:rPr>
          <w:tab/>
        </w:r>
        <w:r w:rsidR="007C6493">
          <w:rPr>
            <w:noProof/>
            <w:webHidden/>
          </w:rPr>
          <w:fldChar w:fldCharType="begin"/>
        </w:r>
        <w:r w:rsidR="007C6493">
          <w:rPr>
            <w:noProof/>
            <w:webHidden/>
          </w:rPr>
          <w:instrText xml:space="preserve"> PAGEREF _Toc176876097 \h </w:instrText>
        </w:r>
        <w:r w:rsidR="007C6493">
          <w:rPr>
            <w:noProof/>
            <w:webHidden/>
          </w:rPr>
        </w:r>
        <w:r w:rsidR="007C6493">
          <w:rPr>
            <w:noProof/>
            <w:webHidden/>
          </w:rPr>
          <w:fldChar w:fldCharType="separate"/>
        </w:r>
        <w:r w:rsidR="00DA37E6">
          <w:rPr>
            <w:noProof/>
            <w:webHidden/>
          </w:rPr>
          <w:t>28</w:t>
        </w:r>
        <w:r w:rsidR="007C6493">
          <w:rPr>
            <w:noProof/>
            <w:webHidden/>
          </w:rPr>
          <w:fldChar w:fldCharType="end"/>
        </w:r>
      </w:hyperlink>
    </w:p>
    <w:p w14:paraId="21FE3B59" w14:textId="337503B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98" w:history="1">
        <w:r w:rsidR="007C6493" w:rsidRPr="00264424">
          <w:rPr>
            <w:rStyle w:val="Hyperlink"/>
            <w:noProof/>
            <w:lang w:val="en-AU"/>
          </w:rPr>
          <w:t>5.4.1.3 Tags</w:t>
        </w:r>
        <w:r w:rsidR="007C6493">
          <w:rPr>
            <w:noProof/>
            <w:webHidden/>
          </w:rPr>
          <w:tab/>
        </w:r>
        <w:r w:rsidR="007C6493">
          <w:rPr>
            <w:noProof/>
            <w:webHidden/>
          </w:rPr>
          <w:fldChar w:fldCharType="begin"/>
        </w:r>
        <w:r w:rsidR="007C6493">
          <w:rPr>
            <w:noProof/>
            <w:webHidden/>
          </w:rPr>
          <w:instrText xml:space="preserve"> PAGEREF _Toc176876098 \h </w:instrText>
        </w:r>
        <w:r w:rsidR="007C6493">
          <w:rPr>
            <w:noProof/>
            <w:webHidden/>
          </w:rPr>
        </w:r>
        <w:r w:rsidR="007C6493">
          <w:rPr>
            <w:noProof/>
            <w:webHidden/>
          </w:rPr>
          <w:fldChar w:fldCharType="separate"/>
        </w:r>
        <w:r w:rsidR="00DA37E6">
          <w:rPr>
            <w:noProof/>
            <w:webHidden/>
          </w:rPr>
          <w:t>28</w:t>
        </w:r>
        <w:r w:rsidR="007C6493">
          <w:rPr>
            <w:noProof/>
            <w:webHidden/>
          </w:rPr>
          <w:fldChar w:fldCharType="end"/>
        </w:r>
      </w:hyperlink>
    </w:p>
    <w:p w14:paraId="3137791C" w14:textId="0C31D54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099" w:history="1">
        <w:r w:rsidR="007C6493" w:rsidRPr="00264424">
          <w:rPr>
            <w:rStyle w:val="Hyperlink"/>
            <w:noProof/>
            <w:lang w:val="en-AU"/>
          </w:rPr>
          <w:t>5.4.1.4 Type</w:t>
        </w:r>
        <w:r w:rsidR="007C6493">
          <w:rPr>
            <w:noProof/>
            <w:webHidden/>
          </w:rPr>
          <w:tab/>
        </w:r>
        <w:r w:rsidR="007C6493">
          <w:rPr>
            <w:noProof/>
            <w:webHidden/>
          </w:rPr>
          <w:fldChar w:fldCharType="begin"/>
        </w:r>
        <w:r w:rsidR="007C6493">
          <w:rPr>
            <w:noProof/>
            <w:webHidden/>
          </w:rPr>
          <w:instrText xml:space="preserve"> PAGEREF _Toc176876099 \h </w:instrText>
        </w:r>
        <w:r w:rsidR="007C6493">
          <w:rPr>
            <w:noProof/>
            <w:webHidden/>
          </w:rPr>
        </w:r>
        <w:r w:rsidR="007C6493">
          <w:rPr>
            <w:noProof/>
            <w:webHidden/>
          </w:rPr>
          <w:fldChar w:fldCharType="separate"/>
        </w:r>
        <w:r w:rsidR="00DA37E6">
          <w:rPr>
            <w:noProof/>
            <w:webHidden/>
          </w:rPr>
          <w:t>28</w:t>
        </w:r>
        <w:r w:rsidR="007C6493">
          <w:rPr>
            <w:noProof/>
            <w:webHidden/>
          </w:rPr>
          <w:fldChar w:fldCharType="end"/>
        </w:r>
      </w:hyperlink>
    </w:p>
    <w:p w14:paraId="382DEE5B" w14:textId="3CC7030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00" w:history="1">
        <w:r w:rsidR="007C6493" w:rsidRPr="00264424">
          <w:rPr>
            <w:rStyle w:val="Hyperlink"/>
            <w:noProof/>
            <w:lang w:val="en-AU"/>
          </w:rPr>
          <w:t>5.4.1.5 Value</w:t>
        </w:r>
        <w:r w:rsidR="007C6493">
          <w:rPr>
            <w:noProof/>
            <w:webHidden/>
          </w:rPr>
          <w:tab/>
        </w:r>
        <w:r w:rsidR="007C6493">
          <w:rPr>
            <w:noProof/>
            <w:webHidden/>
          </w:rPr>
          <w:fldChar w:fldCharType="begin"/>
        </w:r>
        <w:r w:rsidR="007C6493">
          <w:rPr>
            <w:noProof/>
            <w:webHidden/>
          </w:rPr>
          <w:instrText xml:space="preserve"> PAGEREF _Toc176876100 \h </w:instrText>
        </w:r>
        <w:r w:rsidR="007C6493">
          <w:rPr>
            <w:noProof/>
            <w:webHidden/>
          </w:rPr>
        </w:r>
        <w:r w:rsidR="007C6493">
          <w:rPr>
            <w:noProof/>
            <w:webHidden/>
          </w:rPr>
          <w:fldChar w:fldCharType="separate"/>
        </w:r>
        <w:r w:rsidR="00DA37E6">
          <w:rPr>
            <w:noProof/>
            <w:webHidden/>
          </w:rPr>
          <w:t>28</w:t>
        </w:r>
        <w:r w:rsidR="007C6493">
          <w:rPr>
            <w:noProof/>
            <w:webHidden/>
          </w:rPr>
          <w:fldChar w:fldCharType="end"/>
        </w:r>
      </w:hyperlink>
    </w:p>
    <w:p w14:paraId="551DE1F6" w14:textId="6AD1420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01" w:history="1">
        <w:r w:rsidR="007C6493" w:rsidRPr="00264424">
          <w:rPr>
            <w:rStyle w:val="Hyperlink"/>
            <w:noProof/>
          </w:rPr>
          <w:t>5.4.1.6 XML Element Encoding</w:t>
        </w:r>
        <w:r w:rsidR="007C6493">
          <w:rPr>
            <w:noProof/>
            <w:webHidden/>
          </w:rPr>
          <w:tab/>
        </w:r>
        <w:r w:rsidR="007C6493">
          <w:rPr>
            <w:noProof/>
            <w:webHidden/>
          </w:rPr>
          <w:fldChar w:fldCharType="begin"/>
        </w:r>
        <w:r w:rsidR="007C6493">
          <w:rPr>
            <w:noProof/>
            <w:webHidden/>
          </w:rPr>
          <w:instrText xml:space="preserve"> PAGEREF _Toc176876101 \h </w:instrText>
        </w:r>
        <w:r w:rsidR="007C6493">
          <w:rPr>
            <w:noProof/>
            <w:webHidden/>
          </w:rPr>
        </w:r>
        <w:r w:rsidR="007C6493">
          <w:rPr>
            <w:noProof/>
            <w:webHidden/>
          </w:rPr>
          <w:fldChar w:fldCharType="separate"/>
        </w:r>
        <w:r w:rsidR="00DA37E6">
          <w:rPr>
            <w:noProof/>
            <w:webHidden/>
          </w:rPr>
          <w:t>28</w:t>
        </w:r>
        <w:r w:rsidR="007C6493">
          <w:rPr>
            <w:noProof/>
            <w:webHidden/>
          </w:rPr>
          <w:fldChar w:fldCharType="end"/>
        </w:r>
      </w:hyperlink>
    </w:p>
    <w:p w14:paraId="76729074" w14:textId="2728420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2" w:history="1">
        <w:r w:rsidR="007C6493" w:rsidRPr="00264424">
          <w:rPr>
            <w:rStyle w:val="Hyperlink"/>
            <w:noProof/>
            <w:lang w:val="en-AU"/>
          </w:rPr>
          <w:t>5.4.1.6.1 Tags</w:t>
        </w:r>
        <w:r w:rsidR="007C6493">
          <w:rPr>
            <w:noProof/>
            <w:webHidden/>
          </w:rPr>
          <w:tab/>
        </w:r>
        <w:r w:rsidR="007C6493">
          <w:rPr>
            <w:noProof/>
            <w:webHidden/>
          </w:rPr>
          <w:fldChar w:fldCharType="begin"/>
        </w:r>
        <w:r w:rsidR="007C6493">
          <w:rPr>
            <w:noProof/>
            <w:webHidden/>
          </w:rPr>
          <w:instrText xml:space="preserve"> PAGEREF _Toc176876102 \h </w:instrText>
        </w:r>
        <w:r w:rsidR="007C6493">
          <w:rPr>
            <w:noProof/>
            <w:webHidden/>
          </w:rPr>
        </w:r>
        <w:r w:rsidR="007C6493">
          <w:rPr>
            <w:noProof/>
            <w:webHidden/>
          </w:rPr>
          <w:fldChar w:fldCharType="separate"/>
        </w:r>
        <w:r w:rsidR="00DA37E6">
          <w:rPr>
            <w:noProof/>
            <w:webHidden/>
          </w:rPr>
          <w:t>29</w:t>
        </w:r>
        <w:r w:rsidR="007C6493">
          <w:rPr>
            <w:noProof/>
            <w:webHidden/>
          </w:rPr>
          <w:fldChar w:fldCharType="end"/>
        </w:r>
      </w:hyperlink>
    </w:p>
    <w:p w14:paraId="241C962C" w14:textId="28257116"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3" w:history="1">
        <w:r w:rsidR="007C6493" w:rsidRPr="00264424">
          <w:rPr>
            <w:rStyle w:val="Hyperlink"/>
            <w:noProof/>
            <w:lang w:val="en-AU"/>
          </w:rPr>
          <w:t>5.4.1.6.2 Structure</w:t>
        </w:r>
        <w:r w:rsidR="007C6493">
          <w:rPr>
            <w:noProof/>
            <w:webHidden/>
          </w:rPr>
          <w:tab/>
        </w:r>
        <w:r w:rsidR="007C6493">
          <w:rPr>
            <w:noProof/>
            <w:webHidden/>
          </w:rPr>
          <w:fldChar w:fldCharType="begin"/>
        </w:r>
        <w:r w:rsidR="007C6493">
          <w:rPr>
            <w:noProof/>
            <w:webHidden/>
          </w:rPr>
          <w:instrText xml:space="preserve"> PAGEREF _Toc176876103 \h </w:instrText>
        </w:r>
        <w:r w:rsidR="007C6493">
          <w:rPr>
            <w:noProof/>
            <w:webHidden/>
          </w:rPr>
        </w:r>
        <w:r w:rsidR="007C6493">
          <w:rPr>
            <w:noProof/>
            <w:webHidden/>
          </w:rPr>
          <w:fldChar w:fldCharType="separate"/>
        </w:r>
        <w:r w:rsidR="00DA37E6">
          <w:rPr>
            <w:noProof/>
            <w:webHidden/>
          </w:rPr>
          <w:t>29</w:t>
        </w:r>
        <w:r w:rsidR="007C6493">
          <w:rPr>
            <w:noProof/>
            <w:webHidden/>
          </w:rPr>
          <w:fldChar w:fldCharType="end"/>
        </w:r>
      </w:hyperlink>
    </w:p>
    <w:p w14:paraId="77B9DC57" w14:textId="4B24CC0A"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4" w:history="1">
        <w:r w:rsidR="007C6493" w:rsidRPr="00264424">
          <w:rPr>
            <w:rStyle w:val="Hyperlink"/>
            <w:noProof/>
            <w:lang w:val="en-AU"/>
          </w:rPr>
          <w:t>5.4.1.6.3 Integer</w:t>
        </w:r>
        <w:r w:rsidR="007C6493">
          <w:rPr>
            <w:noProof/>
            <w:webHidden/>
          </w:rPr>
          <w:tab/>
        </w:r>
        <w:r w:rsidR="007C6493">
          <w:rPr>
            <w:noProof/>
            <w:webHidden/>
          </w:rPr>
          <w:fldChar w:fldCharType="begin"/>
        </w:r>
        <w:r w:rsidR="007C6493">
          <w:rPr>
            <w:noProof/>
            <w:webHidden/>
          </w:rPr>
          <w:instrText xml:space="preserve"> PAGEREF _Toc176876104 \h </w:instrText>
        </w:r>
        <w:r w:rsidR="007C6493">
          <w:rPr>
            <w:noProof/>
            <w:webHidden/>
          </w:rPr>
        </w:r>
        <w:r w:rsidR="007C6493">
          <w:rPr>
            <w:noProof/>
            <w:webHidden/>
          </w:rPr>
          <w:fldChar w:fldCharType="separate"/>
        </w:r>
        <w:r w:rsidR="00DA37E6">
          <w:rPr>
            <w:noProof/>
            <w:webHidden/>
          </w:rPr>
          <w:t>29</w:t>
        </w:r>
        <w:r w:rsidR="007C6493">
          <w:rPr>
            <w:noProof/>
            <w:webHidden/>
          </w:rPr>
          <w:fldChar w:fldCharType="end"/>
        </w:r>
      </w:hyperlink>
    </w:p>
    <w:p w14:paraId="3046E4F3" w14:textId="6D6207C4"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5" w:history="1">
        <w:r w:rsidR="007C6493" w:rsidRPr="00264424">
          <w:rPr>
            <w:rStyle w:val="Hyperlink"/>
            <w:noProof/>
            <w:lang w:val="en-AU"/>
          </w:rPr>
          <w:t>5.4.1.6.4 Integer - Special case for Masks</w:t>
        </w:r>
        <w:r w:rsidR="007C6493">
          <w:rPr>
            <w:noProof/>
            <w:webHidden/>
          </w:rPr>
          <w:tab/>
        </w:r>
        <w:r w:rsidR="007C6493">
          <w:rPr>
            <w:noProof/>
            <w:webHidden/>
          </w:rPr>
          <w:fldChar w:fldCharType="begin"/>
        </w:r>
        <w:r w:rsidR="007C6493">
          <w:rPr>
            <w:noProof/>
            <w:webHidden/>
          </w:rPr>
          <w:instrText xml:space="preserve"> PAGEREF _Toc176876105 \h </w:instrText>
        </w:r>
        <w:r w:rsidR="007C6493">
          <w:rPr>
            <w:noProof/>
            <w:webHidden/>
          </w:rPr>
        </w:r>
        <w:r w:rsidR="007C6493">
          <w:rPr>
            <w:noProof/>
            <w:webHidden/>
          </w:rPr>
          <w:fldChar w:fldCharType="separate"/>
        </w:r>
        <w:r w:rsidR="00DA37E6">
          <w:rPr>
            <w:noProof/>
            <w:webHidden/>
          </w:rPr>
          <w:t>29</w:t>
        </w:r>
        <w:r w:rsidR="007C6493">
          <w:rPr>
            <w:noProof/>
            <w:webHidden/>
          </w:rPr>
          <w:fldChar w:fldCharType="end"/>
        </w:r>
      </w:hyperlink>
    </w:p>
    <w:p w14:paraId="2ACA151F" w14:textId="3D16B108"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6" w:history="1">
        <w:r w:rsidR="007C6493" w:rsidRPr="00264424">
          <w:rPr>
            <w:rStyle w:val="Hyperlink"/>
            <w:noProof/>
            <w:lang w:val="en-AU"/>
          </w:rPr>
          <w:t>5.4.1.6.5 Long Integer</w:t>
        </w:r>
        <w:r w:rsidR="007C6493">
          <w:rPr>
            <w:noProof/>
            <w:webHidden/>
          </w:rPr>
          <w:tab/>
        </w:r>
        <w:r w:rsidR="007C6493">
          <w:rPr>
            <w:noProof/>
            <w:webHidden/>
          </w:rPr>
          <w:fldChar w:fldCharType="begin"/>
        </w:r>
        <w:r w:rsidR="007C6493">
          <w:rPr>
            <w:noProof/>
            <w:webHidden/>
          </w:rPr>
          <w:instrText xml:space="preserve"> PAGEREF _Toc176876106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25990DBF" w14:textId="48174DC3"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7" w:history="1">
        <w:r w:rsidR="007C6493" w:rsidRPr="00264424">
          <w:rPr>
            <w:rStyle w:val="Hyperlink"/>
            <w:noProof/>
            <w:lang w:val="en-AU"/>
          </w:rPr>
          <w:t>5.4.1.6.6 Big Integer</w:t>
        </w:r>
        <w:r w:rsidR="007C6493">
          <w:rPr>
            <w:noProof/>
            <w:webHidden/>
          </w:rPr>
          <w:tab/>
        </w:r>
        <w:r w:rsidR="007C6493">
          <w:rPr>
            <w:noProof/>
            <w:webHidden/>
          </w:rPr>
          <w:fldChar w:fldCharType="begin"/>
        </w:r>
        <w:r w:rsidR="007C6493">
          <w:rPr>
            <w:noProof/>
            <w:webHidden/>
          </w:rPr>
          <w:instrText xml:space="preserve"> PAGEREF _Toc176876107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7BB116CC" w14:textId="790F0614"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8" w:history="1">
        <w:r w:rsidR="007C6493" w:rsidRPr="00264424">
          <w:rPr>
            <w:rStyle w:val="Hyperlink"/>
            <w:noProof/>
            <w:lang w:val="en-AU"/>
          </w:rPr>
          <w:t>5.4.1.6.7 Enumeration</w:t>
        </w:r>
        <w:r w:rsidR="007C6493">
          <w:rPr>
            <w:noProof/>
            <w:webHidden/>
          </w:rPr>
          <w:tab/>
        </w:r>
        <w:r w:rsidR="007C6493">
          <w:rPr>
            <w:noProof/>
            <w:webHidden/>
          </w:rPr>
          <w:fldChar w:fldCharType="begin"/>
        </w:r>
        <w:r w:rsidR="007C6493">
          <w:rPr>
            <w:noProof/>
            <w:webHidden/>
          </w:rPr>
          <w:instrText xml:space="preserve"> PAGEREF _Toc176876108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53C49C13" w14:textId="6CF1128D"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09" w:history="1">
        <w:r w:rsidR="007C6493" w:rsidRPr="00264424">
          <w:rPr>
            <w:rStyle w:val="Hyperlink"/>
            <w:noProof/>
            <w:lang w:val="en-AU"/>
          </w:rPr>
          <w:t>5.4.1.6.8 Boolean</w:t>
        </w:r>
        <w:r w:rsidR="007C6493">
          <w:rPr>
            <w:noProof/>
            <w:webHidden/>
          </w:rPr>
          <w:tab/>
        </w:r>
        <w:r w:rsidR="007C6493">
          <w:rPr>
            <w:noProof/>
            <w:webHidden/>
          </w:rPr>
          <w:fldChar w:fldCharType="begin"/>
        </w:r>
        <w:r w:rsidR="007C6493">
          <w:rPr>
            <w:noProof/>
            <w:webHidden/>
          </w:rPr>
          <w:instrText xml:space="preserve"> PAGEREF _Toc176876109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38A46A6E" w14:textId="74571BAE"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0" w:history="1">
        <w:r w:rsidR="007C6493" w:rsidRPr="00264424">
          <w:rPr>
            <w:rStyle w:val="Hyperlink"/>
            <w:noProof/>
            <w:lang w:val="en-AU"/>
          </w:rPr>
          <w:t>5.4.1.6.9 Text String</w:t>
        </w:r>
        <w:r w:rsidR="007C6493">
          <w:rPr>
            <w:noProof/>
            <w:webHidden/>
          </w:rPr>
          <w:tab/>
        </w:r>
        <w:r w:rsidR="007C6493">
          <w:rPr>
            <w:noProof/>
            <w:webHidden/>
          </w:rPr>
          <w:fldChar w:fldCharType="begin"/>
        </w:r>
        <w:r w:rsidR="007C6493">
          <w:rPr>
            <w:noProof/>
            <w:webHidden/>
          </w:rPr>
          <w:instrText xml:space="preserve"> PAGEREF _Toc176876110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1693DC86" w14:textId="0DBF38EF"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1" w:history="1">
        <w:r w:rsidR="007C6493" w:rsidRPr="00264424">
          <w:rPr>
            <w:rStyle w:val="Hyperlink"/>
            <w:noProof/>
            <w:lang w:val="en-AU"/>
          </w:rPr>
          <w:t>5.4.1.6.10 Byte String</w:t>
        </w:r>
        <w:r w:rsidR="007C6493">
          <w:rPr>
            <w:noProof/>
            <w:webHidden/>
          </w:rPr>
          <w:tab/>
        </w:r>
        <w:r w:rsidR="007C6493">
          <w:rPr>
            <w:noProof/>
            <w:webHidden/>
          </w:rPr>
          <w:fldChar w:fldCharType="begin"/>
        </w:r>
        <w:r w:rsidR="007C6493">
          <w:rPr>
            <w:noProof/>
            <w:webHidden/>
          </w:rPr>
          <w:instrText xml:space="preserve"> PAGEREF _Toc176876111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417FBCFF" w14:textId="725A7EA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2" w:history="1">
        <w:r w:rsidR="007C6493" w:rsidRPr="00264424">
          <w:rPr>
            <w:rStyle w:val="Hyperlink"/>
            <w:noProof/>
            <w:lang w:val="en-AU"/>
          </w:rPr>
          <w:t>5.4.1.6.11 Date-Time</w:t>
        </w:r>
        <w:r w:rsidR="007C6493">
          <w:rPr>
            <w:noProof/>
            <w:webHidden/>
          </w:rPr>
          <w:tab/>
        </w:r>
        <w:r w:rsidR="007C6493">
          <w:rPr>
            <w:noProof/>
            <w:webHidden/>
          </w:rPr>
          <w:fldChar w:fldCharType="begin"/>
        </w:r>
        <w:r w:rsidR="007C6493">
          <w:rPr>
            <w:noProof/>
            <w:webHidden/>
          </w:rPr>
          <w:instrText xml:space="preserve"> PAGEREF _Toc176876112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5C8264F1" w14:textId="2B19E154"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3" w:history="1">
        <w:r w:rsidR="007C6493" w:rsidRPr="00264424">
          <w:rPr>
            <w:rStyle w:val="Hyperlink"/>
            <w:noProof/>
            <w:lang w:val="en-AU"/>
          </w:rPr>
          <w:t>5.4.1.6.12 Interval</w:t>
        </w:r>
        <w:r w:rsidR="007C6493">
          <w:rPr>
            <w:noProof/>
            <w:webHidden/>
          </w:rPr>
          <w:tab/>
        </w:r>
        <w:r w:rsidR="007C6493">
          <w:rPr>
            <w:noProof/>
            <w:webHidden/>
          </w:rPr>
          <w:fldChar w:fldCharType="begin"/>
        </w:r>
        <w:r w:rsidR="007C6493">
          <w:rPr>
            <w:noProof/>
            <w:webHidden/>
          </w:rPr>
          <w:instrText xml:space="preserve"> PAGEREF _Toc176876113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11675762" w14:textId="092507BB"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4" w:history="1">
        <w:r w:rsidR="007C6493" w:rsidRPr="00264424">
          <w:rPr>
            <w:rStyle w:val="Hyperlink"/>
            <w:noProof/>
            <w:lang w:val="en-AU"/>
          </w:rPr>
          <w:t>5.4.1.6.13 Date-Time Extended</w:t>
        </w:r>
        <w:r w:rsidR="007C6493">
          <w:rPr>
            <w:noProof/>
            <w:webHidden/>
          </w:rPr>
          <w:tab/>
        </w:r>
        <w:r w:rsidR="007C6493">
          <w:rPr>
            <w:noProof/>
            <w:webHidden/>
          </w:rPr>
          <w:fldChar w:fldCharType="begin"/>
        </w:r>
        <w:r w:rsidR="007C6493">
          <w:rPr>
            <w:noProof/>
            <w:webHidden/>
          </w:rPr>
          <w:instrText xml:space="preserve"> PAGEREF _Toc176876114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448FF84F" w14:textId="3F313D9F"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5" w:history="1">
        <w:r w:rsidR="007C6493" w:rsidRPr="00264424">
          <w:rPr>
            <w:rStyle w:val="Hyperlink"/>
            <w:noProof/>
            <w:lang w:val="en-AU"/>
          </w:rPr>
          <w:t>5.4.1.6.14 Identifier</w:t>
        </w:r>
        <w:r w:rsidR="007C6493">
          <w:rPr>
            <w:noProof/>
            <w:webHidden/>
          </w:rPr>
          <w:tab/>
        </w:r>
        <w:r w:rsidR="007C6493">
          <w:rPr>
            <w:noProof/>
            <w:webHidden/>
          </w:rPr>
          <w:fldChar w:fldCharType="begin"/>
        </w:r>
        <w:r w:rsidR="007C6493">
          <w:rPr>
            <w:noProof/>
            <w:webHidden/>
          </w:rPr>
          <w:instrText xml:space="preserve"> PAGEREF _Toc176876115 \h </w:instrText>
        </w:r>
        <w:r w:rsidR="007C6493">
          <w:rPr>
            <w:noProof/>
            <w:webHidden/>
          </w:rPr>
        </w:r>
        <w:r w:rsidR="007C6493">
          <w:rPr>
            <w:noProof/>
            <w:webHidden/>
          </w:rPr>
          <w:fldChar w:fldCharType="separate"/>
        </w:r>
        <w:r w:rsidR="00DA37E6">
          <w:rPr>
            <w:noProof/>
            <w:webHidden/>
          </w:rPr>
          <w:t>30</w:t>
        </w:r>
        <w:r w:rsidR="007C6493">
          <w:rPr>
            <w:noProof/>
            <w:webHidden/>
          </w:rPr>
          <w:fldChar w:fldCharType="end"/>
        </w:r>
      </w:hyperlink>
    </w:p>
    <w:p w14:paraId="6235C0E5" w14:textId="64551DED"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6" w:history="1">
        <w:r w:rsidR="007C6493" w:rsidRPr="00264424">
          <w:rPr>
            <w:rStyle w:val="Hyperlink"/>
            <w:noProof/>
            <w:lang w:val="en-AU"/>
          </w:rPr>
          <w:t>5.4.1.6.15 Reference</w:t>
        </w:r>
        <w:r w:rsidR="007C6493">
          <w:rPr>
            <w:noProof/>
            <w:webHidden/>
          </w:rPr>
          <w:tab/>
        </w:r>
        <w:r w:rsidR="007C6493">
          <w:rPr>
            <w:noProof/>
            <w:webHidden/>
          </w:rPr>
          <w:fldChar w:fldCharType="begin"/>
        </w:r>
        <w:r w:rsidR="007C6493">
          <w:rPr>
            <w:noProof/>
            <w:webHidden/>
          </w:rPr>
          <w:instrText xml:space="preserve"> PAGEREF _Toc176876116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4335F4FF" w14:textId="6B4E8587"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17" w:history="1">
        <w:r w:rsidR="007C6493" w:rsidRPr="00264424">
          <w:rPr>
            <w:rStyle w:val="Hyperlink"/>
            <w:noProof/>
            <w:lang w:val="en-AU"/>
          </w:rPr>
          <w:t>5.4.1.6.16 Name Reference</w:t>
        </w:r>
        <w:r w:rsidR="007C6493">
          <w:rPr>
            <w:noProof/>
            <w:webHidden/>
          </w:rPr>
          <w:tab/>
        </w:r>
        <w:r w:rsidR="007C6493">
          <w:rPr>
            <w:noProof/>
            <w:webHidden/>
          </w:rPr>
          <w:fldChar w:fldCharType="begin"/>
        </w:r>
        <w:r w:rsidR="007C6493">
          <w:rPr>
            <w:noProof/>
            <w:webHidden/>
          </w:rPr>
          <w:instrText xml:space="preserve"> PAGEREF _Toc176876117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0804B262" w14:textId="566C3988"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18" w:history="1">
        <w:r w:rsidR="007C6493" w:rsidRPr="00264424">
          <w:rPr>
            <w:rStyle w:val="Hyperlink"/>
            <w:noProof/>
          </w:rPr>
          <w:t>5.4.2 XML Client</w:t>
        </w:r>
        <w:r w:rsidR="007C6493">
          <w:rPr>
            <w:noProof/>
            <w:webHidden/>
          </w:rPr>
          <w:tab/>
        </w:r>
        <w:r w:rsidR="007C6493">
          <w:rPr>
            <w:noProof/>
            <w:webHidden/>
          </w:rPr>
          <w:fldChar w:fldCharType="begin"/>
        </w:r>
        <w:r w:rsidR="007C6493">
          <w:rPr>
            <w:noProof/>
            <w:webHidden/>
          </w:rPr>
          <w:instrText xml:space="preserve"> PAGEREF _Toc176876118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373C019D" w14:textId="2FEC708C"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19" w:history="1">
        <w:r w:rsidR="007C6493" w:rsidRPr="00264424">
          <w:rPr>
            <w:rStyle w:val="Hyperlink"/>
            <w:noProof/>
          </w:rPr>
          <w:t>5.4.3 XML Server</w:t>
        </w:r>
        <w:r w:rsidR="007C6493">
          <w:rPr>
            <w:noProof/>
            <w:webHidden/>
          </w:rPr>
          <w:tab/>
        </w:r>
        <w:r w:rsidR="007C6493">
          <w:rPr>
            <w:noProof/>
            <w:webHidden/>
          </w:rPr>
          <w:fldChar w:fldCharType="begin"/>
        </w:r>
        <w:r w:rsidR="007C6493">
          <w:rPr>
            <w:noProof/>
            <w:webHidden/>
          </w:rPr>
          <w:instrText xml:space="preserve"> PAGEREF _Toc176876119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1416BDBA" w14:textId="39B98A29"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20" w:history="1">
        <w:r w:rsidR="007C6493" w:rsidRPr="00264424">
          <w:rPr>
            <w:rStyle w:val="Hyperlink"/>
            <w:noProof/>
          </w:rPr>
          <w:t>5.4.4 XML Mandatory Test Cases KMIP v3.0</w:t>
        </w:r>
        <w:r w:rsidR="007C6493">
          <w:rPr>
            <w:noProof/>
            <w:webHidden/>
          </w:rPr>
          <w:tab/>
        </w:r>
        <w:r w:rsidR="007C6493">
          <w:rPr>
            <w:noProof/>
            <w:webHidden/>
          </w:rPr>
          <w:fldChar w:fldCharType="begin"/>
        </w:r>
        <w:r w:rsidR="007C6493">
          <w:rPr>
            <w:noProof/>
            <w:webHidden/>
          </w:rPr>
          <w:instrText xml:space="preserve"> PAGEREF _Toc176876120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47794C4E" w14:textId="03645FB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1" w:history="1">
        <w:r w:rsidR="007C6493" w:rsidRPr="00264424">
          <w:rPr>
            <w:rStyle w:val="Hyperlink"/>
            <w:noProof/>
          </w:rPr>
          <w:t>5.4.4.1 MSGENC-XML-M-1-30</w:t>
        </w:r>
        <w:r w:rsidR="007C6493">
          <w:rPr>
            <w:noProof/>
            <w:webHidden/>
          </w:rPr>
          <w:tab/>
        </w:r>
        <w:r w:rsidR="007C6493">
          <w:rPr>
            <w:noProof/>
            <w:webHidden/>
          </w:rPr>
          <w:fldChar w:fldCharType="begin"/>
        </w:r>
        <w:r w:rsidR="007C6493">
          <w:rPr>
            <w:noProof/>
            <w:webHidden/>
          </w:rPr>
          <w:instrText xml:space="preserve"> PAGEREF _Toc176876121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13712DF8" w14:textId="23B4FA5A"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122" w:history="1">
        <w:r w:rsidR="007C6493" w:rsidRPr="00264424">
          <w:rPr>
            <w:rStyle w:val="Hyperlink"/>
            <w:noProof/>
          </w:rPr>
          <w:t>5.5 JSON Profiles</w:t>
        </w:r>
        <w:r w:rsidR="007C6493">
          <w:rPr>
            <w:noProof/>
            <w:webHidden/>
          </w:rPr>
          <w:tab/>
        </w:r>
        <w:r w:rsidR="007C6493">
          <w:rPr>
            <w:noProof/>
            <w:webHidden/>
          </w:rPr>
          <w:fldChar w:fldCharType="begin"/>
        </w:r>
        <w:r w:rsidR="007C6493">
          <w:rPr>
            <w:noProof/>
            <w:webHidden/>
          </w:rPr>
          <w:instrText xml:space="preserve"> PAGEREF _Toc176876122 \h </w:instrText>
        </w:r>
        <w:r w:rsidR="007C6493">
          <w:rPr>
            <w:noProof/>
            <w:webHidden/>
          </w:rPr>
        </w:r>
        <w:r w:rsidR="007C6493">
          <w:rPr>
            <w:noProof/>
            <w:webHidden/>
          </w:rPr>
          <w:fldChar w:fldCharType="separate"/>
        </w:r>
        <w:r w:rsidR="00DA37E6">
          <w:rPr>
            <w:noProof/>
            <w:webHidden/>
          </w:rPr>
          <w:t>31</w:t>
        </w:r>
        <w:r w:rsidR="007C6493">
          <w:rPr>
            <w:noProof/>
            <w:webHidden/>
          </w:rPr>
          <w:fldChar w:fldCharType="end"/>
        </w:r>
      </w:hyperlink>
    </w:p>
    <w:p w14:paraId="77FD5091" w14:textId="05C81C79"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23" w:history="1">
        <w:r w:rsidR="007C6493" w:rsidRPr="00264424">
          <w:rPr>
            <w:rStyle w:val="Hyperlink"/>
            <w:noProof/>
          </w:rPr>
          <w:t>5.5.1 JSON Encoding</w:t>
        </w:r>
        <w:r w:rsidR="007C6493">
          <w:rPr>
            <w:noProof/>
            <w:webHidden/>
          </w:rPr>
          <w:tab/>
        </w:r>
        <w:r w:rsidR="007C6493">
          <w:rPr>
            <w:noProof/>
            <w:webHidden/>
          </w:rPr>
          <w:fldChar w:fldCharType="begin"/>
        </w:r>
        <w:r w:rsidR="007C6493">
          <w:rPr>
            <w:noProof/>
            <w:webHidden/>
          </w:rPr>
          <w:instrText xml:space="preserve"> PAGEREF _Toc176876123 \h </w:instrText>
        </w:r>
        <w:r w:rsidR="007C6493">
          <w:rPr>
            <w:noProof/>
            <w:webHidden/>
          </w:rPr>
        </w:r>
        <w:r w:rsidR="007C6493">
          <w:rPr>
            <w:noProof/>
            <w:webHidden/>
          </w:rPr>
          <w:fldChar w:fldCharType="separate"/>
        </w:r>
        <w:r w:rsidR="00DA37E6">
          <w:rPr>
            <w:noProof/>
            <w:webHidden/>
          </w:rPr>
          <w:t>32</w:t>
        </w:r>
        <w:r w:rsidR="007C6493">
          <w:rPr>
            <w:noProof/>
            <w:webHidden/>
          </w:rPr>
          <w:fldChar w:fldCharType="end"/>
        </w:r>
      </w:hyperlink>
    </w:p>
    <w:p w14:paraId="4C08C3D6" w14:textId="364273C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4" w:history="1">
        <w:r w:rsidR="007C6493" w:rsidRPr="00264424">
          <w:rPr>
            <w:rStyle w:val="Hyperlink"/>
            <w:noProof/>
            <w:lang w:val="en-AU"/>
          </w:rPr>
          <w:t>5.5.1.1 Normalizing Names</w:t>
        </w:r>
        <w:r w:rsidR="007C6493">
          <w:rPr>
            <w:noProof/>
            <w:webHidden/>
          </w:rPr>
          <w:tab/>
        </w:r>
        <w:r w:rsidR="007C6493">
          <w:rPr>
            <w:noProof/>
            <w:webHidden/>
          </w:rPr>
          <w:fldChar w:fldCharType="begin"/>
        </w:r>
        <w:r w:rsidR="007C6493">
          <w:rPr>
            <w:noProof/>
            <w:webHidden/>
          </w:rPr>
          <w:instrText xml:space="preserve"> PAGEREF _Toc176876124 \h </w:instrText>
        </w:r>
        <w:r w:rsidR="007C6493">
          <w:rPr>
            <w:noProof/>
            <w:webHidden/>
          </w:rPr>
        </w:r>
        <w:r w:rsidR="007C6493">
          <w:rPr>
            <w:noProof/>
            <w:webHidden/>
          </w:rPr>
          <w:fldChar w:fldCharType="separate"/>
        </w:r>
        <w:r w:rsidR="00DA37E6">
          <w:rPr>
            <w:noProof/>
            <w:webHidden/>
          </w:rPr>
          <w:t>32</w:t>
        </w:r>
        <w:r w:rsidR="007C6493">
          <w:rPr>
            <w:noProof/>
            <w:webHidden/>
          </w:rPr>
          <w:fldChar w:fldCharType="end"/>
        </w:r>
      </w:hyperlink>
    </w:p>
    <w:p w14:paraId="074DB7A5" w14:textId="3804C89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5" w:history="1">
        <w:r w:rsidR="007C6493" w:rsidRPr="00264424">
          <w:rPr>
            <w:rStyle w:val="Hyperlink"/>
            <w:noProof/>
            <w:lang w:val="en-AU"/>
          </w:rPr>
          <w:t>5.5.1.2 Hex representations</w:t>
        </w:r>
        <w:r w:rsidR="007C6493">
          <w:rPr>
            <w:noProof/>
            <w:webHidden/>
          </w:rPr>
          <w:tab/>
        </w:r>
        <w:r w:rsidR="007C6493">
          <w:rPr>
            <w:noProof/>
            <w:webHidden/>
          </w:rPr>
          <w:fldChar w:fldCharType="begin"/>
        </w:r>
        <w:r w:rsidR="007C6493">
          <w:rPr>
            <w:noProof/>
            <w:webHidden/>
          </w:rPr>
          <w:instrText xml:space="preserve"> PAGEREF _Toc176876125 \h </w:instrText>
        </w:r>
        <w:r w:rsidR="007C6493">
          <w:rPr>
            <w:noProof/>
            <w:webHidden/>
          </w:rPr>
        </w:r>
        <w:r w:rsidR="007C6493">
          <w:rPr>
            <w:noProof/>
            <w:webHidden/>
          </w:rPr>
          <w:fldChar w:fldCharType="separate"/>
        </w:r>
        <w:r w:rsidR="00DA37E6">
          <w:rPr>
            <w:noProof/>
            <w:webHidden/>
          </w:rPr>
          <w:t>32</w:t>
        </w:r>
        <w:r w:rsidR="007C6493">
          <w:rPr>
            <w:noProof/>
            <w:webHidden/>
          </w:rPr>
          <w:fldChar w:fldCharType="end"/>
        </w:r>
      </w:hyperlink>
    </w:p>
    <w:p w14:paraId="4B8AF2AF" w14:textId="7BA8DD9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6" w:history="1">
        <w:r w:rsidR="007C6493" w:rsidRPr="00264424">
          <w:rPr>
            <w:rStyle w:val="Hyperlink"/>
            <w:noProof/>
            <w:lang w:val="en-AU"/>
          </w:rPr>
          <w:t>5.5.1.3 Tags</w:t>
        </w:r>
        <w:r w:rsidR="007C6493">
          <w:rPr>
            <w:noProof/>
            <w:webHidden/>
          </w:rPr>
          <w:tab/>
        </w:r>
        <w:r w:rsidR="007C6493">
          <w:rPr>
            <w:noProof/>
            <w:webHidden/>
          </w:rPr>
          <w:fldChar w:fldCharType="begin"/>
        </w:r>
        <w:r w:rsidR="007C6493">
          <w:rPr>
            <w:noProof/>
            <w:webHidden/>
          </w:rPr>
          <w:instrText xml:space="preserve"> PAGEREF _Toc176876126 \h </w:instrText>
        </w:r>
        <w:r w:rsidR="007C6493">
          <w:rPr>
            <w:noProof/>
            <w:webHidden/>
          </w:rPr>
        </w:r>
        <w:r w:rsidR="007C6493">
          <w:rPr>
            <w:noProof/>
            <w:webHidden/>
          </w:rPr>
          <w:fldChar w:fldCharType="separate"/>
        </w:r>
        <w:r w:rsidR="00DA37E6">
          <w:rPr>
            <w:noProof/>
            <w:webHidden/>
          </w:rPr>
          <w:t>32</w:t>
        </w:r>
        <w:r w:rsidR="007C6493">
          <w:rPr>
            <w:noProof/>
            <w:webHidden/>
          </w:rPr>
          <w:fldChar w:fldCharType="end"/>
        </w:r>
      </w:hyperlink>
    </w:p>
    <w:p w14:paraId="2C8CF0D4" w14:textId="1025353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7" w:history="1">
        <w:r w:rsidR="007C6493" w:rsidRPr="00264424">
          <w:rPr>
            <w:rStyle w:val="Hyperlink"/>
            <w:noProof/>
            <w:lang w:val="en-AU"/>
          </w:rPr>
          <w:t>5.5.1.4 Type</w:t>
        </w:r>
        <w:r w:rsidR="007C6493">
          <w:rPr>
            <w:noProof/>
            <w:webHidden/>
          </w:rPr>
          <w:tab/>
        </w:r>
        <w:r w:rsidR="007C6493">
          <w:rPr>
            <w:noProof/>
            <w:webHidden/>
          </w:rPr>
          <w:fldChar w:fldCharType="begin"/>
        </w:r>
        <w:r w:rsidR="007C6493">
          <w:rPr>
            <w:noProof/>
            <w:webHidden/>
          </w:rPr>
          <w:instrText xml:space="preserve"> PAGEREF _Toc176876127 \h </w:instrText>
        </w:r>
        <w:r w:rsidR="007C6493">
          <w:rPr>
            <w:noProof/>
            <w:webHidden/>
          </w:rPr>
        </w:r>
        <w:r w:rsidR="007C6493">
          <w:rPr>
            <w:noProof/>
            <w:webHidden/>
          </w:rPr>
          <w:fldChar w:fldCharType="separate"/>
        </w:r>
        <w:r w:rsidR="00DA37E6">
          <w:rPr>
            <w:noProof/>
            <w:webHidden/>
          </w:rPr>
          <w:t>32</w:t>
        </w:r>
        <w:r w:rsidR="007C6493">
          <w:rPr>
            <w:noProof/>
            <w:webHidden/>
          </w:rPr>
          <w:fldChar w:fldCharType="end"/>
        </w:r>
      </w:hyperlink>
    </w:p>
    <w:p w14:paraId="35FFB2E8" w14:textId="38E3DD3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8" w:history="1">
        <w:r w:rsidR="007C6493" w:rsidRPr="00264424">
          <w:rPr>
            <w:rStyle w:val="Hyperlink"/>
            <w:noProof/>
            <w:lang w:val="en-AU"/>
          </w:rPr>
          <w:t>5.5.1.5 Value</w:t>
        </w:r>
        <w:r w:rsidR="007C6493">
          <w:rPr>
            <w:noProof/>
            <w:webHidden/>
          </w:rPr>
          <w:tab/>
        </w:r>
        <w:r w:rsidR="007C6493">
          <w:rPr>
            <w:noProof/>
            <w:webHidden/>
          </w:rPr>
          <w:fldChar w:fldCharType="begin"/>
        </w:r>
        <w:r w:rsidR="007C6493">
          <w:rPr>
            <w:noProof/>
            <w:webHidden/>
          </w:rPr>
          <w:instrText xml:space="preserve"> PAGEREF _Toc176876128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2D7F4978" w14:textId="51E8565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29" w:history="1">
        <w:r w:rsidR="007C6493" w:rsidRPr="00264424">
          <w:rPr>
            <w:rStyle w:val="Hyperlink"/>
            <w:noProof/>
            <w:lang w:val="en-AU"/>
          </w:rPr>
          <w:t>5.5.1.6 JSON Object</w:t>
        </w:r>
        <w:r w:rsidR="007C6493">
          <w:rPr>
            <w:noProof/>
            <w:webHidden/>
          </w:rPr>
          <w:tab/>
        </w:r>
        <w:r w:rsidR="007C6493">
          <w:rPr>
            <w:noProof/>
            <w:webHidden/>
          </w:rPr>
          <w:fldChar w:fldCharType="begin"/>
        </w:r>
        <w:r w:rsidR="007C6493">
          <w:rPr>
            <w:noProof/>
            <w:webHidden/>
          </w:rPr>
          <w:instrText xml:space="preserve"> PAGEREF _Toc176876129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07325C9C" w14:textId="466CA5C9"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0" w:history="1">
        <w:r w:rsidR="007C6493" w:rsidRPr="00264424">
          <w:rPr>
            <w:rStyle w:val="Hyperlink"/>
            <w:noProof/>
            <w:lang w:val="en-AU"/>
          </w:rPr>
          <w:t>5.5.1.6.1 Tags</w:t>
        </w:r>
        <w:r w:rsidR="007C6493">
          <w:rPr>
            <w:noProof/>
            <w:webHidden/>
          </w:rPr>
          <w:tab/>
        </w:r>
        <w:r w:rsidR="007C6493">
          <w:rPr>
            <w:noProof/>
            <w:webHidden/>
          </w:rPr>
          <w:fldChar w:fldCharType="begin"/>
        </w:r>
        <w:r w:rsidR="007C6493">
          <w:rPr>
            <w:noProof/>
            <w:webHidden/>
          </w:rPr>
          <w:instrText xml:space="preserve"> PAGEREF _Toc176876130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3217823F" w14:textId="742ECBD2"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1" w:history="1">
        <w:r w:rsidR="007C6493" w:rsidRPr="00264424">
          <w:rPr>
            <w:rStyle w:val="Hyperlink"/>
            <w:noProof/>
            <w:lang w:val="en-AU"/>
          </w:rPr>
          <w:t>5.5.1.6.2 Structure</w:t>
        </w:r>
        <w:r w:rsidR="007C6493">
          <w:rPr>
            <w:noProof/>
            <w:webHidden/>
          </w:rPr>
          <w:tab/>
        </w:r>
        <w:r w:rsidR="007C6493">
          <w:rPr>
            <w:noProof/>
            <w:webHidden/>
          </w:rPr>
          <w:fldChar w:fldCharType="begin"/>
        </w:r>
        <w:r w:rsidR="007C6493">
          <w:rPr>
            <w:noProof/>
            <w:webHidden/>
          </w:rPr>
          <w:instrText xml:space="preserve"> PAGEREF _Toc176876131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4AEC7FDB" w14:textId="497ADF2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2" w:history="1">
        <w:r w:rsidR="007C6493" w:rsidRPr="00264424">
          <w:rPr>
            <w:rStyle w:val="Hyperlink"/>
            <w:noProof/>
            <w:lang w:val="en-AU"/>
          </w:rPr>
          <w:t>5.5.1.6.3 Integer</w:t>
        </w:r>
        <w:r w:rsidR="007C6493">
          <w:rPr>
            <w:noProof/>
            <w:webHidden/>
          </w:rPr>
          <w:tab/>
        </w:r>
        <w:r w:rsidR="007C6493">
          <w:rPr>
            <w:noProof/>
            <w:webHidden/>
          </w:rPr>
          <w:fldChar w:fldCharType="begin"/>
        </w:r>
        <w:r w:rsidR="007C6493">
          <w:rPr>
            <w:noProof/>
            <w:webHidden/>
          </w:rPr>
          <w:instrText xml:space="preserve"> PAGEREF _Toc176876132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6DF1CDA5" w14:textId="78195EB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3" w:history="1">
        <w:r w:rsidR="007C6493" w:rsidRPr="00264424">
          <w:rPr>
            <w:rStyle w:val="Hyperlink"/>
            <w:noProof/>
            <w:lang w:val="en-AU"/>
          </w:rPr>
          <w:t>5.5.1.6.4 Integer - Special case for Masks</w:t>
        </w:r>
        <w:r w:rsidR="007C6493">
          <w:rPr>
            <w:noProof/>
            <w:webHidden/>
          </w:rPr>
          <w:tab/>
        </w:r>
        <w:r w:rsidR="007C6493">
          <w:rPr>
            <w:noProof/>
            <w:webHidden/>
          </w:rPr>
          <w:fldChar w:fldCharType="begin"/>
        </w:r>
        <w:r w:rsidR="007C6493">
          <w:rPr>
            <w:noProof/>
            <w:webHidden/>
          </w:rPr>
          <w:instrText xml:space="preserve"> PAGEREF _Toc176876133 \h </w:instrText>
        </w:r>
        <w:r w:rsidR="007C6493">
          <w:rPr>
            <w:noProof/>
            <w:webHidden/>
          </w:rPr>
        </w:r>
        <w:r w:rsidR="007C6493">
          <w:rPr>
            <w:noProof/>
            <w:webHidden/>
          </w:rPr>
          <w:fldChar w:fldCharType="separate"/>
        </w:r>
        <w:r w:rsidR="00DA37E6">
          <w:rPr>
            <w:noProof/>
            <w:webHidden/>
          </w:rPr>
          <w:t>33</w:t>
        </w:r>
        <w:r w:rsidR="007C6493">
          <w:rPr>
            <w:noProof/>
            <w:webHidden/>
          </w:rPr>
          <w:fldChar w:fldCharType="end"/>
        </w:r>
      </w:hyperlink>
    </w:p>
    <w:p w14:paraId="706B3204" w14:textId="16986F34"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4" w:history="1">
        <w:r w:rsidR="007C6493" w:rsidRPr="00264424">
          <w:rPr>
            <w:rStyle w:val="Hyperlink"/>
            <w:noProof/>
            <w:lang w:val="en-AU"/>
          </w:rPr>
          <w:t>5.5.1.6.5 Long Integer</w:t>
        </w:r>
        <w:r w:rsidR="007C6493">
          <w:rPr>
            <w:noProof/>
            <w:webHidden/>
          </w:rPr>
          <w:tab/>
        </w:r>
        <w:r w:rsidR="007C6493">
          <w:rPr>
            <w:noProof/>
            <w:webHidden/>
          </w:rPr>
          <w:fldChar w:fldCharType="begin"/>
        </w:r>
        <w:r w:rsidR="007C6493">
          <w:rPr>
            <w:noProof/>
            <w:webHidden/>
          </w:rPr>
          <w:instrText xml:space="preserve"> PAGEREF _Toc176876134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5B6AC60D" w14:textId="1689702E"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5" w:history="1">
        <w:r w:rsidR="007C6493" w:rsidRPr="00264424">
          <w:rPr>
            <w:rStyle w:val="Hyperlink"/>
            <w:noProof/>
            <w:lang w:val="en-AU"/>
          </w:rPr>
          <w:t>5.5.1.6.6 Big Integer</w:t>
        </w:r>
        <w:r w:rsidR="007C6493">
          <w:rPr>
            <w:noProof/>
            <w:webHidden/>
          </w:rPr>
          <w:tab/>
        </w:r>
        <w:r w:rsidR="007C6493">
          <w:rPr>
            <w:noProof/>
            <w:webHidden/>
          </w:rPr>
          <w:fldChar w:fldCharType="begin"/>
        </w:r>
        <w:r w:rsidR="007C6493">
          <w:rPr>
            <w:noProof/>
            <w:webHidden/>
          </w:rPr>
          <w:instrText xml:space="preserve"> PAGEREF _Toc176876135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2A3CD1A4" w14:textId="14F358BF"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6" w:history="1">
        <w:r w:rsidR="007C6493" w:rsidRPr="00264424">
          <w:rPr>
            <w:rStyle w:val="Hyperlink"/>
            <w:noProof/>
            <w:lang w:val="en-AU"/>
          </w:rPr>
          <w:t>5.5.1.6.7 Enumeration</w:t>
        </w:r>
        <w:r w:rsidR="007C6493">
          <w:rPr>
            <w:noProof/>
            <w:webHidden/>
          </w:rPr>
          <w:tab/>
        </w:r>
        <w:r w:rsidR="007C6493">
          <w:rPr>
            <w:noProof/>
            <w:webHidden/>
          </w:rPr>
          <w:fldChar w:fldCharType="begin"/>
        </w:r>
        <w:r w:rsidR="007C6493">
          <w:rPr>
            <w:noProof/>
            <w:webHidden/>
          </w:rPr>
          <w:instrText xml:space="preserve"> PAGEREF _Toc176876136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7A435026" w14:textId="629DA154"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7" w:history="1">
        <w:r w:rsidR="007C6493" w:rsidRPr="00264424">
          <w:rPr>
            <w:rStyle w:val="Hyperlink"/>
            <w:noProof/>
            <w:lang w:val="en-AU"/>
          </w:rPr>
          <w:t>5.5.1.6.8 Boolean</w:t>
        </w:r>
        <w:r w:rsidR="007C6493">
          <w:rPr>
            <w:noProof/>
            <w:webHidden/>
          </w:rPr>
          <w:tab/>
        </w:r>
        <w:r w:rsidR="007C6493">
          <w:rPr>
            <w:noProof/>
            <w:webHidden/>
          </w:rPr>
          <w:fldChar w:fldCharType="begin"/>
        </w:r>
        <w:r w:rsidR="007C6493">
          <w:rPr>
            <w:noProof/>
            <w:webHidden/>
          </w:rPr>
          <w:instrText xml:space="preserve"> PAGEREF _Toc176876137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0366BE44" w14:textId="2A082629"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8" w:history="1">
        <w:r w:rsidR="007C6493" w:rsidRPr="00264424">
          <w:rPr>
            <w:rStyle w:val="Hyperlink"/>
            <w:noProof/>
            <w:lang w:val="en-AU"/>
          </w:rPr>
          <w:t>5.5.1.6.9 Text String</w:t>
        </w:r>
        <w:r w:rsidR="007C6493">
          <w:rPr>
            <w:noProof/>
            <w:webHidden/>
          </w:rPr>
          <w:tab/>
        </w:r>
        <w:r w:rsidR="007C6493">
          <w:rPr>
            <w:noProof/>
            <w:webHidden/>
          </w:rPr>
          <w:fldChar w:fldCharType="begin"/>
        </w:r>
        <w:r w:rsidR="007C6493">
          <w:rPr>
            <w:noProof/>
            <w:webHidden/>
          </w:rPr>
          <w:instrText xml:space="preserve"> PAGEREF _Toc176876138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179DDEF1" w14:textId="1C23D46D"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39" w:history="1">
        <w:r w:rsidR="007C6493" w:rsidRPr="00264424">
          <w:rPr>
            <w:rStyle w:val="Hyperlink"/>
            <w:noProof/>
            <w:lang w:val="en-AU"/>
          </w:rPr>
          <w:t>5.5.1.6.10 Byte String</w:t>
        </w:r>
        <w:r w:rsidR="007C6493">
          <w:rPr>
            <w:noProof/>
            <w:webHidden/>
          </w:rPr>
          <w:tab/>
        </w:r>
        <w:r w:rsidR="007C6493">
          <w:rPr>
            <w:noProof/>
            <w:webHidden/>
          </w:rPr>
          <w:fldChar w:fldCharType="begin"/>
        </w:r>
        <w:r w:rsidR="007C6493">
          <w:rPr>
            <w:noProof/>
            <w:webHidden/>
          </w:rPr>
          <w:instrText xml:space="preserve"> PAGEREF _Toc176876139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1E7E8BC9" w14:textId="7EB67F9E"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0" w:history="1">
        <w:r w:rsidR="007C6493" w:rsidRPr="00264424">
          <w:rPr>
            <w:rStyle w:val="Hyperlink"/>
            <w:noProof/>
            <w:lang w:val="en-AU"/>
          </w:rPr>
          <w:t>5.5.1.6.11 Date-Time</w:t>
        </w:r>
        <w:r w:rsidR="007C6493">
          <w:rPr>
            <w:noProof/>
            <w:webHidden/>
          </w:rPr>
          <w:tab/>
        </w:r>
        <w:r w:rsidR="007C6493">
          <w:rPr>
            <w:noProof/>
            <w:webHidden/>
          </w:rPr>
          <w:fldChar w:fldCharType="begin"/>
        </w:r>
        <w:r w:rsidR="007C6493">
          <w:rPr>
            <w:noProof/>
            <w:webHidden/>
          </w:rPr>
          <w:instrText xml:space="preserve"> PAGEREF _Toc176876140 \h </w:instrText>
        </w:r>
        <w:r w:rsidR="007C6493">
          <w:rPr>
            <w:noProof/>
            <w:webHidden/>
          </w:rPr>
        </w:r>
        <w:r w:rsidR="007C6493">
          <w:rPr>
            <w:noProof/>
            <w:webHidden/>
          </w:rPr>
          <w:fldChar w:fldCharType="separate"/>
        </w:r>
        <w:r w:rsidR="00DA37E6">
          <w:rPr>
            <w:noProof/>
            <w:webHidden/>
          </w:rPr>
          <w:t>34</w:t>
        </w:r>
        <w:r w:rsidR="007C6493">
          <w:rPr>
            <w:noProof/>
            <w:webHidden/>
          </w:rPr>
          <w:fldChar w:fldCharType="end"/>
        </w:r>
      </w:hyperlink>
    </w:p>
    <w:p w14:paraId="77C55563" w14:textId="63E96D6A"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1" w:history="1">
        <w:r w:rsidR="007C6493" w:rsidRPr="00264424">
          <w:rPr>
            <w:rStyle w:val="Hyperlink"/>
            <w:noProof/>
            <w:lang w:val="en-AU"/>
          </w:rPr>
          <w:t>5.5.1.6.12 Interval</w:t>
        </w:r>
        <w:r w:rsidR="007C6493">
          <w:rPr>
            <w:noProof/>
            <w:webHidden/>
          </w:rPr>
          <w:tab/>
        </w:r>
        <w:r w:rsidR="007C6493">
          <w:rPr>
            <w:noProof/>
            <w:webHidden/>
          </w:rPr>
          <w:fldChar w:fldCharType="begin"/>
        </w:r>
        <w:r w:rsidR="007C6493">
          <w:rPr>
            <w:noProof/>
            <w:webHidden/>
          </w:rPr>
          <w:instrText xml:space="preserve"> PAGEREF _Toc176876141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6869C015" w14:textId="54E4157A"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2" w:history="1">
        <w:r w:rsidR="007C6493" w:rsidRPr="00264424">
          <w:rPr>
            <w:rStyle w:val="Hyperlink"/>
            <w:noProof/>
            <w:lang w:val="en-AU"/>
          </w:rPr>
          <w:t>5.5.1.6.13 Date Time Extended</w:t>
        </w:r>
        <w:r w:rsidR="007C6493">
          <w:rPr>
            <w:noProof/>
            <w:webHidden/>
          </w:rPr>
          <w:tab/>
        </w:r>
        <w:r w:rsidR="007C6493">
          <w:rPr>
            <w:noProof/>
            <w:webHidden/>
          </w:rPr>
          <w:fldChar w:fldCharType="begin"/>
        </w:r>
        <w:r w:rsidR="007C6493">
          <w:rPr>
            <w:noProof/>
            <w:webHidden/>
          </w:rPr>
          <w:instrText xml:space="preserve"> PAGEREF _Toc176876142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3BFACF0E" w14:textId="48ADBCF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3" w:history="1">
        <w:r w:rsidR="007C6493" w:rsidRPr="00264424">
          <w:rPr>
            <w:rStyle w:val="Hyperlink"/>
            <w:noProof/>
            <w:lang w:val="en-AU"/>
          </w:rPr>
          <w:t>5.5.1.6.14 Identifier</w:t>
        </w:r>
        <w:r w:rsidR="007C6493">
          <w:rPr>
            <w:noProof/>
            <w:webHidden/>
          </w:rPr>
          <w:tab/>
        </w:r>
        <w:r w:rsidR="007C6493">
          <w:rPr>
            <w:noProof/>
            <w:webHidden/>
          </w:rPr>
          <w:fldChar w:fldCharType="begin"/>
        </w:r>
        <w:r w:rsidR="007C6493">
          <w:rPr>
            <w:noProof/>
            <w:webHidden/>
          </w:rPr>
          <w:instrText xml:space="preserve"> PAGEREF _Toc176876143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1FE6155E" w14:textId="6E72CB45"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4" w:history="1">
        <w:r w:rsidR="007C6493" w:rsidRPr="00264424">
          <w:rPr>
            <w:rStyle w:val="Hyperlink"/>
            <w:noProof/>
            <w:lang w:val="en-AU"/>
          </w:rPr>
          <w:t>5.5.1.6.15 Reference</w:t>
        </w:r>
        <w:r w:rsidR="007C6493">
          <w:rPr>
            <w:noProof/>
            <w:webHidden/>
          </w:rPr>
          <w:tab/>
        </w:r>
        <w:r w:rsidR="007C6493">
          <w:rPr>
            <w:noProof/>
            <w:webHidden/>
          </w:rPr>
          <w:fldChar w:fldCharType="begin"/>
        </w:r>
        <w:r w:rsidR="007C6493">
          <w:rPr>
            <w:noProof/>
            <w:webHidden/>
          </w:rPr>
          <w:instrText xml:space="preserve"> PAGEREF _Toc176876144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58CE8359" w14:textId="53EFA418" w:rsidR="007C6493" w:rsidRDefault="00000000">
      <w:pPr>
        <w:pStyle w:val="TOC5"/>
        <w:rPr>
          <w:rFonts w:asciiTheme="minorHAnsi" w:eastAsiaTheme="minorEastAsia" w:hAnsiTheme="minorHAnsi" w:cstheme="minorBidi"/>
          <w:noProof/>
          <w:kern w:val="2"/>
          <w:sz w:val="22"/>
          <w:szCs w:val="22"/>
          <w:lang w:eastAsia="zh-CN"/>
          <w14:ligatures w14:val="standardContextual"/>
        </w:rPr>
      </w:pPr>
      <w:hyperlink w:anchor="_Toc176876145" w:history="1">
        <w:r w:rsidR="007C6493" w:rsidRPr="00264424">
          <w:rPr>
            <w:rStyle w:val="Hyperlink"/>
            <w:noProof/>
            <w:lang w:val="en-AU"/>
          </w:rPr>
          <w:t>5.5.1.6.16 Name Reference</w:t>
        </w:r>
        <w:r w:rsidR="007C6493">
          <w:rPr>
            <w:noProof/>
            <w:webHidden/>
          </w:rPr>
          <w:tab/>
        </w:r>
        <w:r w:rsidR="007C6493">
          <w:rPr>
            <w:noProof/>
            <w:webHidden/>
          </w:rPr>
          <w:fldChar w:fldCharType="begin"/>
        </w:r>
        <w:r w:rsidR="007C6493">
          <w:rPr>
            <w:noProof/>
            <w:webHidden/>
          </w:rPr>
          <w:instrText xml:space="preserve"> PAGEREF _Toc176876145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0591E320" w14:textId="126874EC"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46" w:history="1">
        <w:r w:rsidR="007C6493" w:rsidRPr="00264424">
          <w:rPr>
            <w:rStyle w:val="Hyperlink"/>
            <w:noProof/>
          </w:rPr>
          <w:t>5.5.2 JSON Client</w:t>
        </w:r>
        <w:r w:rsidR="007C6493">
          <w:rPr>
            <w:noProof/>
            <w:webHidden/>
          </w:rPr>
          <w:tab/>
        </w:r>
        <w:r w:rsidR="007C6493">
          <w:rPr>
            <w:noProof/>
            <w:webHidden/>
          </w:rPr>
          <w:fldChar w:fldCharType="begin"/>
        </w:r>
        <w:r w:rsidR="007C6493">
          <w:rPr>
            <w:noProof/>
            <w:webHidden/>
          </w:rPr>
          <w:instrText xml:space="preserve"> PAGEREF _Toc176876146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48C2E46B" w14:textId="3E6CEB1F"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47" w:history="1">
        <w:r w:rsidR="007C6493" w:rsidRPr="00264424">
          <w:rPr>
            <w:rStyle w:val="Hyperlink"/>
            <w:noProof/>
          </w:rPr>
          <w:t>5.5.3 JSON Server</w:t>
        </w:r>
        <w:r w:rsidR="007C6493">
          <w:rPr>
            <w:noProof/>
            <w:webHidden/>
          </w:rPr>
          <w:tab/>
        </w:r>
        <w:r w:rsidR="007C6493">
          <w:rPr>
            <w:noProof/>
            <w:webHidden/>
          </w:rPr>
          <w:fldChar w:fldCharType="begin"/>
        </w:r>
        <w:r w:rsidR="007C6493">
          <w:rPr>
            <w:noProof/>
            <w:webHidden/>
          </w:rPr>
          <w:instrText xml:space="preserve"> PAGEREF _Toc176876147 \h </w:instrText>
        </w:r>
        <w:r w:rsidR="007C6493">
          <w:rPr>
            <w:noProof/>
            <w:webHidden/>
          </w:rPr>
        </w:r>
        <w:r w:rsidR="007C6493">
          <w:rPr>
            <w:noProof/>
            <w:webHidden/>
          </w:rPr>
          <w:fldChar w:fldCharType="separate"/>
        </w:r>
        <w:r w:rsidR="00DA37E6">
          <w:rPr>
            <w:noProof/>
            <w:webHidden/>
          </w:rPr>
          <w:t>35</w:t>
        </w:r>
        <w:r w:rsidR="007C6493">
          <w:rPr>
            <w:noProof/>
            <w:webHidden/>
          </w:rPr>
          <w:fldChar w:fldCharType="end"/>
        </w:r>
      </w:hyperlink>
    </w:p>
    <w:p w14:paraId="77C1B3A3" w14:textId="4BDBF685"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48" w:history="1">
        <w:r w:rsidR="007C6493" w:rsidRPr="00264424">
          <w:rPr>
            <w:rStyle w:val="Hyperlink"/>
            <w:noProof/>
          </w:rPr>
          <w:t>5.5.4 JSON Mandatory Test Cases KMIP v3.0</w:t>
        </w:r>
        <w:r w:rsidR="007C6493">
          <w:rPr>
            <w:noProof/>
            <w:webHidden/>
          </w:rPr>
          <w:tab/>
        </w:r>
        <w:r w:rsidR="007C6493">
          <w:rPr>
            <w:noProof/>
            <w:webHidden/>
          </w:rPr>
          <w:fldChar w:fldCharType="begin"/>
        </w:r>
        <w:r w:rsidR="007C6493">
          <w:rPr>
            <w:noProof/>
            <w:webHidden/>
          </w:rPr>
          <w:instrText xml:space="preserve"> PAGEREF _Toc176876148 \h </w:instrText>
        </w:r>
        <w:r w:rsidR="007C6493">
          <w:rPr>
            <w:noProof/>
            <w:webHidden/>
          </w:rPr>
        </w:r>
        <w:r w:rsidR="007C6493">
          <w:rPr>
            <w:noProof/>
            <w:webHidden/>
          </w:rPr>
          <w:fldChar w:fldCharType="separate"/>
        </w:r>
        <w:r w:rsidR="00DA37E6">
          <w:rPr>
            <w:noProof/>
            <w:webHidden/>
          </w:rPr>
          <w:t>36</w:t>
        </w:r>
        <w:r w:rsidR="007C6493">
          <w:rPr>
            <w:noProof/>
            <w:webHidden/>
          </w:rPr>
          <w:fldChar w:fldCharType="end"/>
        </w:r>
      </w:hyperlink>
    </w:p>
    <w:p w14:paraId="5D155B17" w14:textId="54EEBC5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49" w:history="1">
        <w:r w:rsidR="007C6493" w:rsidRPr="00264424">
          <w:rPr>
            <w:rStyle w:val="Hyperlink"/>
            <w:noProof/>
          </w:rPr>
          <w:t>5.5.4.1 MSGENC-JSON-M-1-30</w:t>
        </w:r>
        <w:r w:rsidR="007C6493">
          <w:rPr>
            <w:noProof/>
            <w:webHidden/>
          </w:rPr>
          <w:tab/>
        </w:r>
        <w:r w:rsidR="007C6493">
          <w:rPr>
            <w:noProof/>
            <w:webHidden/>
          </w:rPr>
          <w:fldChar w:fldCharType="begin"/>
        </w:r>
        <w:r w:rsidR="007C6493">
          <w:rPr>
            <w:noProof/>
            <w:webHidden/>
          </w:rPr>
          <w:instrText xml:space="preserve"> PAGEREF _Toc176876149 \h </w:instrText>
        </w:r>
        <w:r w:rsidR="007C6493">
          <w:rPr>
            <w:noProof/>
            <w:webHidden/>
          </w:rPr>
        </w:r>
        <w:r w:rsidR="007C6493">
          <w:rPr>
            <w:noProof/>
            <w:webHidden/>
          </w:rPr>
          <w:fldChar w:fldCharType="separate"/>
        </w:r>
        <w:r w:rsidR="00DA37E6">
          <w:rPr>
            <w:noProof/>
            <w:webHidden/>
          </w:rPr>
          <w:t>36</w:t>
        </w:r>
        <w:r w:rsidR="007C6493">
          <w:rPr>
            <w:noProof/>
            <w:webHidden/>
          </w:rPr>
          <w:fldChar w:fldCharType="end"/>
        </w:r>
      </w:hyperlink>
    </w:p>
    <w:p w14:paraId="17546A55" w14:textId="61D04F81"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150" w:history="1">
        <w:r w:rsidR="007C6493" w:rsidRPr="00264424">
          <w:rPr>
            <w:rStyle w:val="Hyperlink"/>
            <w:noProof/>
          </w:rPr>
          <w:t>5.6 Symmetric Key Lifecycle Profiles</w:t>
        </w:r>
        <w:r w:rsidR="007C6493">
          <w:rPr>
            <w:noProof/>
            <w:webHidden/>
          </w:rPr>
          <w:tab/>
        </w:r>
        <w:r w:rsidR="007C6493">
          <w:rPr>
            <w:noProof/>
            <w:webHidden/>
          </w:rPr>
          <w:fldChar w:fldCharType="begin"/>
        </w:r>
        <w:r w:rsidR="007C6493">
          <w:rPr>
            <w:noProof/>
            <w:webHidden/>
          </w:rPr>
          <w:instrText xml:space="preserve"> PAGEREF _Toc176876150 \h </w:instrText>
        </w:r>
        <w:r w:rsidR="007C6493">
          <w:rPr>
            <w:noProof/>
            <w:webHidden/>
          </w:rPr>
        </w:r>
        <w:r w:rsidR="007C6493">
          <w:rPr>
            <w:noProof/>
            <w:webHidden/>
          </w:rPr>
          <w:fldChar w:fldCharType="separate"/>
        </w:r>
        <w:r w:rsidR="00DA37E6">
          <w:rPr>
            <w:noProof/>
            <w:webHidden/>
          </w:rPr>
          <w:t>38</w:t>
        </w:r>
        <w:r w:rsidR="007C6493">
          <w:rPr>
            <w:noProof/>
            <w:webHidden/>
          </w:rPr>
          <w:fldChar w:fldCharType="end"/>
        </w:r>
      </w:hyperlink>
    </w:p>
    <w:p w14:paraId="1C8004B7" w14:textId="47E6218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51" w:history="1">
        <w:r w:rsidR="007C6493" w:rsidRPr="00264424">
          <w:rPr>
            <w:rStyle w:val="Hyperlink"/>
            <w:noProof/>
          </w:rPr>
          <w:t>5.6.1 Symmetric Key Lifecycle Client</w:t>
        </w:r>
        <w:r w:rsidR="007C6493">
          <w:rPr>
            <w:noProof/>
            <w:webHidden/>
          </w:rPr>
          <w:tab/>
        </w:r>
        <w:r w:rsidR="007C6493">
          <w:rPr>
            <w:noProof/>
            <w:webHidden/>
          </w:rPr>
          <w:fldChar w:fldCharType="begin"/>
        </w:r>
        <w:r w:rsidR="007C6493">
          <w:rPr>
            <w:noProof/>
            <w:webHidden/>
          </w:rPr>
          <w:instrText xml:space="preserve"> PAGEREF _Toc176876151 \h </w:instrText>
        </w:r>
        <w:r w:rsidR="007C6493">
          <w:rPr>
            <w:noProof/>
            <w:webHidden/>
          </w:rPr>
        </w:r>
        <w:r w:rsidR="007C6493">
          <w:rPr>
            <w:noProof/>
            <w:webHidden/>
          </w:rPr>
          <w:fldChar w:fldCharType="separate"/>
        </w:r>
        <w:r w:rsidR="00DA37E6">
          <w:rPr>
            <w:noProof/>
            <w:webHidden/>
          </w:rPr>
          <w:t>38</w:t>
        </w:r>
        <w:r w:rsidR="007C6493">
          <w:rPr>
            <w:noProof/>
            <w:webHidden/>
          </w:rPr>
          <w:fldChar w:fldCharType="end"/>
        </w:r>
      </w:hyperlink>
    </w:p>
    <w:p w14:paraId="76419F0B" w14:textId="5255A08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52" w:history="1">
        <w:r w:rsidR="007C6493" w:rsidRPr="00264424">
          <w:rPr>
            <w:rStyle w:val="Hyperlink"/>
            <w:noProof/>
          </w:rPr>
          <w:t>5.6.2 Symmetric Key Lifecycle Server</w:t>
        </w:r>
        <w:r w:rsidR="007C6493">
          <w:rPr>
            <w:noProof/>
            <w:webHidden/>
          </w:rPr>
          <w:tab/>
        </w:r>
        <w:r w:rsidR="007C6493">
          <w:rPr>
            <w:noProof/>
            <w:webHidden/>
          </w:rPr>
          <w:fldChar w:fldCharType="begin"/>
        </w:r>
        <w:r w:rsidR="007C6493">
          <w:rPr>
            <w:noProof/>
            <w:webHidden/>
          </w:rPr>
          <w:instrText xml:space="preserve"> PAGEREF _Toc176876152 \h </w:instrText>
        </w:r>
        <w:r w:rsidR="007C6493">
          <w:rPr>
            <w:noProof/>
            <w:webHidden/>
          </w:rPr>
        </w:r>
        <w:r w:rsidR="007C6493">
          <w:rPr>
            <w:noProof/>
            <w:webHidden/>
          </w:rPr>
          <w:fldChar w:fldCharType="separate"/>
        </w:r>
        <w:r w:rsidR="00DA37E6">
          <w:rPr>
            <w:noProof/>
            <w:webHidden/>
          </w:rPr>
          <w:t>38</w:t>
        </w:r>
        <w:r w:rsidR="007C6493">
          <w:rPr>
            <w:noProof/>
            <w:webHidden/>
          </w:rPr>
          <w:fldChar w:fldCharType="end"/>
        </w:r>
      </w:hyperlink>
    </w:p>
    <w:p w14:paraId="4E7F5C89" w14:textId="2E5CFAC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53" w:history="1">
        <w:r w:rsidR="007C6493" w:rsidRPr="00264424">
          <w:rPr>
            <w:rStyle w:val="Hyperlink"/>
            <w:noProof/>
          </w:rPr>
          <w:t>5.6.3 Symmetric Key Lifecycle Mandatory Test Cases KMIP v3.0</w:t>
        </w:r>
        <w:r w:rsidR="007C6493">
          <w:rPr>
            <w:noProof/>
            <w:webHidden/>
          </w:rPr>
          <w:tab/>
        </w:r>
        <w:r w:rsidR="007C6493">
          <w:rPr>
            <w:noProof/>
            <w:webHidden/>
          </w:rPr>
          <w:fldChar w:fldCharType="begin"/>
        </w:r>
        <w:r w:rsidR="007C6493">
          <w:rPr>
            <w:noProof/>
            <w:webHidden/>
          </w:rPr>
          <w:instrText xml:space="preserve"> PAGEREF _Toc176876153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070DD135" w14:textId="4DE6884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54" w:history="1">
        <w:r w:rsidR="007C6493" w:rsidRPr="00264424">
          <w:rPr>
            <w:rStyle w:val="Hyperlink"/>
            <w:noProof/>
          </w:rPr>
          <w:t>5.6.3.1 SKLC-M-1-30</w:t>
        </w:r>
        <w:r w:rsidR="007C6493">
          <w:rPr>
            <w:noProof/>
            <w:webHidden/>
          </w:rPr>
          <w:tab/>
        </w:r>
        <w:r w:rsidR="007C6493">
          <w:rPr>
            <w:noProof/>
            <w:webHidden/>
          </w:rPr>
          <w:fldChar w:fldCharType="begin"/>
        </w:r>
        <w:r w:rsidR="007C6493">
          <w:rPr>
            <w:noProof/>
            <w:webHidden/>
          </w:rPr>
          <w:instrText xml:space="preserve"> PAGEREF _Toc176876154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381FA523" w14:textId="24956F3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55" w:history="1">
        <w:r w:rsidR="007C6493" w:rsidRPr="00264424">
          <w:rPr>
            <w:rStyle w:val="Hyperlink"/>
            <w:noProof/>
          </w:rPr>
          <w:t>5.6.3.2 SKLC-M-2-30</w:t>
        </w:r>
        <w:r w:rsidR="007C6493">
          <w:rPr>
            <w:noProof/>
            <w:webHidden/>
          </w:rPr>
          <w:tab/>
        </w:r>
        <w:r w:rsidR="007C6493">
          <w:rPr>
            <w:noProof/>
            <w:webHidden/>
          </w:rPr>
          <w:fldChar w:fldCharType="begin"/>
        </w:r>
        <w:r w:rsidR="007C6493">
          <w:rPr>
            <w:noProof/>
            <w:webHidden/>
          </w:rPr>
          <w:instrText xml:space="preserve"> PAGEREF _Toc176876155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310F031C" w14:textId="13B1B6E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56" w:history="1">
        <w:r w:rsidR="007C6493" w:rsidRPr="00264424">
          <w:rPr>
            <w:rStyle w:val="Hyperlink"/>
            <w:noProof/>
          </w:rPr>
          <w:t>5.6.3.3 SKLC-M-3-30</w:t>
        </w:r>
        <w:r w:rsidR="007C6493">
          <w:rPr>
            <w:noProof/>
            <w:webHidden/>
          </w:rPr>
          <w:tab/>
        </w:r>
        <w:r w:rsidR="007C6493">
          <w:rPr>
            <w:noProof/>
            <w:webHidden/>
          </w:rPr>
          <w:fldChar w:fldCharType="begin"/>
        </w:r>
        <w:r w:rsidR="007C6493">
          <w:rPr>
            <w:noProof/>
            <w:webHidden/>
          </w:rPr>
          <w:instrText xml:space="preserve"> PAGEREF _Toc176876156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27F72962" w14:textId="09969CC5"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57" w:history="1">
        <w:r w:rsidR="007C6493" w:rsidRPr="00264424">
          <w:rPr>
            <w:rStyle w:val="Hyperlink"/>
            <w:noProof/>
          </w:rPr>
          <w:t>5.6.4 Symmetric Key Lifecycle Optional Test Cases KMIP v3.0</w:t>
        </w:r>
        <w:r w:rsidR="007C6493">
          <w:rPr>
            <w:noProof/>
            <w:webHidden/>
          </w:rPr>
          <w:tab/>
        </w:r>
        <w:r w:rsidR="007C6493">
          <w:rPr>
            <w:noProof/>
            <w:webHidden/>
          </w:rPr>
          <w:fldChar w:fldCharType="begin"/>
        </w:r>
        <w:r w:rsidR="007C6493">
          <w:rPr>
            <w:noProof/>
            <w:webHidden/>
          </w:rPr>
          <w:instrText xml:space="preserve"> PAGEREF _Toc176876157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4FFB50C5" w14:textId="5AFFA06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58" w:history="1">
        <w:r w:rsidR="007C6493" w:rsidRPr="00264424">
          <w:rPr>
            <w:rStyle w:val="Hyperlink"/>
            <w:noProof/>
          </w:rPr>
          <w:t>5.6.4.1 SKLC-O-1-30</w:t>
        </w:r>
        <w:r w:rsidR="007C6493">
          <w:rPr>
            <w:noProof/>
            <w:webHidden/>
          </w:rPr>
          <w:tab/>
        </w:r>
        <w:r w:rsidR="007C6493">
          <w:rPr>
            <w:noProof/>
            <w:webHidden/>
          </w:rPr>
          <w:fldChar w:fldCharType="begin"/>
        </w:r>
        <w:r w:rsidR="007C6493">
          <w:rPr>
            <w:noProof/>
            <w:webHidden/>
          </w:rPr>
          <w:instrText xml:space="preserve"> PAGEREF _Toc176876158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775669EF" w14:textId="226F59CB"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159" w:history="1">
        <w:r w:rsidR="007C6493" w:rsidRPr="00264424">
          <w:rPr>
            <w:rStyle w:val="Hyperlink"/>
            <w:noProof/>
          </w:rPr>
          <w:t>5.7 Symmetric Key Foundry for FIPS 140 Profiles</w:t>
        </w:r>
        <w:r w:rsidR="007C6493">
          <w:rPr>
            <w:noProof/>
            <w:webHidden/>
          </w:rPr>
          <w:tab/>
        </w:r>
        <w:r w:rsidR="007C6493">
          <w:rPr>
            <w:noProof/>
            <w:webHidden/>
          </w:rPr>
          <w:fldChar w:fldCharType="begin"/>
        </w:r>
        <w:r w:rsidR="007C6493">
          <w:rPr>
            <w:noProof/>
            <w:webHidden/>
          </w:rPr>
          <w:instrText xml:space="preserve"> PAGEREF _Toc176876159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492AE3E5" w14:textId="09D6CE3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0" w:history="1">
        <w:r w:rsidR="007C6493" w:rsidRPr="00264424">
          <w:rPr>
            <w:rStyle w:val="Hyperlink"/>
            <w:noProof/>
          </w:rPr>
          <w:t>5.7.1 Basic Symmetric Key Foundry Client</w:t>
        </w:r>
        <w:r w:rsidR="007C6493">
          <w:rPr>
            <w:noProof/>
            <w:webHidden/>
          </w:rPr>
          <w:tab/>
        </w:r>
        <w:r w:rsidR="007C6493">
          <w:rPr>
            <w:noProof/>
            <w:webHidden/>
          </w:rPr>
          <w:fldChar w:fldCharType="begin"/>
        </w:r>
        <w:r w:rsidR="007C6493">
          <w:rPr>
            <w:noProof/>
            <w:webHidden/>
          </w:rPr>
          <w:instrText xml:space="preserve"> PAGEREF _Toc176876160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0D759B97" w14:textId="7FC4976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1" w:history="1">
        <w:r w:rsidR="007C6493" w:rsidRPr="00264424">
          <w:rPr>
            <w:rStyle w:val="Hyperlink"/>
            <w:noProof/>
          </w:rPr>
          <w:t>5.7.2 Intermediate Symmetric Key Foundry Client</w:t>
        </w:r>
        <w:r w:rsidR="007C6493">
          <w:rPr>
            <w:noProof/>
            <w:webHidden/>
          </w:rPr>
          <w:tab/>
        </w:r>
        <w:r w:rsidR="007C6493">
          <w:rPr>
            <w:noProof/>
            <w:webHidden/>
          </w:rPr>
          <w:fldChar w:fldCharType="begin"/>
        </w:r>
        <w:r w:rsidR="007C6493">
          <w:rPr>
            <w:noProof/>
            <w:webHidden/>
          </w:rPr>
          <w:instrText xml:space="preserve"> PAGEREF _Toc176876161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73DEA9B3" w14:textId="2E20D18D"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2" w:history="1">
        <w:r w:rsidR="007C6493" w:rsidRPr="00264424">
          <w:rPr>
            <w:rStyle w:val="Hyperlink"/>
            <w:noProof/>
          </w:rPr>
          <w:t>5.7.3 Advanced Symmetric Key Foundry Client</w:t>
        </w:r>
        <w:r w:rsidR="007C6493">
          <w:rPr>
            <w:noProof/>
            <w:webHidden/>
          </w:rPr>
          <w:tab/>
        </w:r>
        <w:r w:rsidR="007C6493">
          <w:rPr>
            <w:noProof/>
            <w:webHidden/>
          </w:rPr>
          <w:fldChar w:fldCharType="begin"/>
        </w:r>
        <w:r w:rsidR="007C6493">
          <w:rPr>
            <w:noProof/>
            <w:webHidden/>
          </w:rPr>
          <w:instrText xml:space="preserve"> PAGEREF _Toc176876162 \h </w:instrText>
        </w:r>
        <w:r w:rsidR="007C6493">
          <w:rPr>
            <w:noProof/>
            <w:webHidden/>
          </w:rPr>
        </w:r>
        <w:r w:rsidR="007C6493">
          <w:rPr>
            <w:noProof/>
            <w:webHidden/>
          </w:rPr>
          <w:fldChar w:fldCharType="separate"/>
        </w:r>
        <w:r w:rsidR="00DA37E6">
          <w:rPr>
            <w:noProof/>
            <w:webHidden/>
          </w:rPr>
          <w:t>39</w:t>
        </w:r>
        <w:r w:rsidR="007C6493">
          <w:rPr>
            <w:noProof/>
            <w:webHidden/>
          </w:rPr>
          <w:fldChar w:fldCharType="end"/>
        </w:r>
      </w:hyperlink>
    </w:p>
    <w:p w14:paraId="40211A8F" w14:textId="5EC3CD23"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3" w:history="1">
        <w:r w:rsidR="007C6493" w:rsidRPr="00264424">
          <w:rPr>
            <w:rStyle w:val="Hyperlink"/>
            <w:noProof/>
          </w:rPr>
          <w:t>5.7.4 Symmetric Key Foundry Server</w:t>
        </w:r>
        <w:r w:rsidR="007C6493">
          <w:rPr>
            <w:noProof/>
            <w:webHidden/>
          </w:rPr>
          <w:tab/>
        </w:r>
        <w:r w:rsidR="007C6493">
          <w:rPr>
            <w:noProof/>
            <w:webHidden/>
          </w:rPr>
          <w:fldChar w:fldCharType="begin"/>
        </w:r>
        <w:r w:rsidR="007C6493">
          <w:rPr>
            <w:noProof/>
            <w:webHidden/>
          </w:rPr>
          <w:instrText xml:space="preserve"> PAGEREF _Toc176876163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5104B465" w14:textId="08D2AC57"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4" w:history="1">
        <w:r w:rsidR="007C6493" w:rsidRPr="00264424">
          <w:rPr>
            <w:rStyle w:val="Hyperlink"/>
            <w:noProof/>
          </w:rPr>
          <w:t>5.7.5 Basic Symmetric Key Foundry Mandatory Test Cases KMIP v3.0</w:t>
        </w:r>
        <w:r w:rsidR="007C6493">
          <w:rPr>
            <w:noProof/>
            <w:webHidden/>
          </w:rPr>
          <w:tab/>
        </w:r>
        <w:r w:rsidR="007C6493">
          <w:rPr>
            <w:noProof/>
            <w:webHidden/>
          </w:rPr>
          <w:fldChar w:fldCharType="begin"/>
        </w:r>
        <w:r w:rsidR="007C6493">
          <w:rPr>
            <w:noProof/>
            <w:webHidden/>
          </w:rPr>
          <w:instrText xml:space="preserve"> PAGEREF _Toc176876164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3C89555E" w14:textId="101349D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65" w:history="1">
        <w:r w:rsidR="007C6493" w:rsidRPr="00264424">
          <w:rPr>
            <w:rStyle w:val="Hyperlink"/>
            <w:noProof/>
          </w:rPr>
          <w:t>5.7.5.1 SKFF-M-1-30</w:t>
        </w:r>
        <w:r w:rsidR="007C6493">
          <w:rPr>
            <w:noProof/>
            <w:webHidden/>
          </w:rPr>
          <w:tab/>
        </w:r>
        <w:r w:rsidR="007C6493">
          <w:rPr>
            <w:noProof/>
            <w:webHidden/>
          </w:rPr>
          <w:fldChar w:fldCharType="begin"/>
        </w:r>
        <w:r w:rsidR="007C6493">
          <w:rPr>
            <w:noProof/>
            <w:webHidden/>
          </w:rPr>
          <w:instrText xml:space="preserve"> PAGEREF _Toc176876165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7B9CC658" w14:textId="0391B4D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66" w:history="1">
        <w:r w:rsidR="007C6493" w:rsidRPr="00264424">
          <w:rPr>
            <w:rStyle w:val="Hyperlink"/>
            <w:noProof/>
          </w:rPr>
          <w:t>5.7.5.2 SKFF-M-2-30</w:t>
        </w:r>
        <w:r w:rsidR="007C6493">
          <w:rPr>
            <w:noProof/>
            <w:webHidden/>
          </w:rPr>
          <w:tab/>
        </w:r>
        <w:r w:rsidR="007C6493">
          <w:rPr>
            <w:noProof/>
            <w:webHidden/>
          </w:rPr>
          <w:fldChar w:fldCharType="begin"/>
        </w:r>
        <w:r w:rsidR="007C6493">
          <w:rPr>
            <w:noProof/>
            <w:webHidden/>
          </w:rPr>
          <w:instrText xml:space="preserve"> PAGEREF _Toc176876166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48721DF2" w14:textId="783B30A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67" w:history="1">
        <w:r w:rsidR="007C6493" w:rsidRPr="00264424">
          <w:rPr>
            <w:rStyle w:val="Hyperlink"/>
            <w:noProof/>
          </w:rPr>
          <w:t>5.7.5.3 SKFF-M-3-30</w:t>
        </w:r>
        <w:r w:rsidR="007C6493">
          <w:rPr>
            <w:noProof/>
            <w:webHidden/>
          </w:rPr>
          <w:tab/>
        </w:r>
        <w:r w:rsidR="007C6493">
          <w:rPr>
            <w:noProof/>
            <w:webHidden/>
          </w:rPr>
          <w:fldChar w:fldCharType="begin"/>
        </w:r>
        <w:r w:rsidR="007C6493">
          <w:rPr>
            <w:noProof/>
            <w:webHidden/>
          </w:rPr>
          <w:instrText xml:space="preserve"> PAGEREF _Toc176876167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5CF3B00B" w14:textId="17AE2CA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68" w:history="1">
        <w:r w:rsidR="007C6493" w:rsidRPr="00264424">
          <w:rPr>
            <w:rStyle w:val="Hyperlink"/>
            <w:noProof/>
          </w:rPr>
          <w:t>5.7.5.4 SKFF-M-4-30</w:t>
        </w:r>
        <w:r w:rsidR="007C6493">
          <w:rPr>
            <w:noProof/>
            <w:webHidden/>
          </w:rPr>
          <w:tab/>
        </w:r>
        <w:r w:rsidR="007C6493">
          <w:rPr>
            <w:noProof/>
            <w:webHidden/>
          </w:rPr>
          <w:fldChar w:fldCharType="begin"/>
        </w:r>
        <w:r w:rsidR="007C6493">
          <w:rPr>
            <w:noProof/>
            <w:webHidden/>
          </w:rPr>
          <w:instrText xml:space="preserve"> PAGEREF _Toc176876168 \h </w:instrText>
        </w:r>
        <w:r w:rsidR="007C6493">
          <w:rPr>
            <w:noProof/>
            <w:webHidden/>
          </w:rPr>
        </w:r>
        <w:r w:rsidR="007C6493">
          <w:rPr>
            <w:noProof/>
            <w:webHidden/>
          </w:rPr>
          <w:fldChar w:fldCharType="separate"/>
        </w:r>
        <w:r w:rsidR="00DA37E6">
          <w:rPr>
            <w:noProof/>
            <w:webHidden/>
          </w:rPr>
          <w:t>40</w:t>
        </w:r>
        <w:r w:rsidR="007C6493">
          <w:rPr>
            <w:noProof/>
            <w:webHidden/>
          </w:rPr>
          <w:fldChar w:fldCharType="end"/>
        </w:r>
      </w:hyperlink>
    </w:p>
    <w:p w14:paraId="0BB57BC1" w14:textId="2F97D8F7"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69" w:history="1">
        <w:r w:rsidR="007C6493" w:rsidRPr="00264424">
          <w:rPr>
            <w:rStyle w:val="Hyperlink"/>
            <w:noProof/>
          </w:rPr>
          <w:t>5.7.6 Intermediate Symmetric Key Foundry Mandatory Test Cases KMIP v3.0</w:t>
        </w:r>
        <w:r w:rsidR="007C6493">
          <w:rPr>
            <w:noProof/>
            <w:webHidden/>
          </w:rPr>
          <w:tab/>
        </w:r>
        <w:r w:rsidR="007C6493">
          <w:rPr>
            <w:noProof/>
            <w:webHidden/>
          </w:rPr>
          <w:fldChar w:fldCharType="begin"/>
        </w:r>
        <w:r w:rsidR="007C6493">
          <w:rPr>
            <w:noProof/>
            <w:webHidden/>
          </w:rPr>
          <w:instrText xml:space="preserve"> PAGEREF _Toc176876169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C5941DA" w14:textId="004C1B6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0" w:history="1">
        <w:r w:rsidR="007C6493" w:rsidRPr="00264424">
          <w:rPr>
            <w:rStyle w:val="Hyperlink"/>
            <w:noProof/>
          </w:rPr>
          <w:t>5.7.6.1 SKFF-M-5-30</w:t>
        </w:r>
        <w:r w:rsidR="007C6493">
          <w:rPr>
            <w:noProof/>
            <w:webHidden/>
          </w:rPr>
          <w:tab/>
        </w:r>
        <w:r w:rsidR="007C6493">
          <w:rPr>
            <w:noProof/>
            <w:webHidden/>
          </w:rPr>
          <w:fldChar w:fldCharType="begin"/>
        </w:r>
        <w:r w:rsidR="007C6493">
          <w:rPr>
            <w:noProof/>
            <w:webHidden/>
          </w:rPr>
          <w:instrText xml:space="preserve"> PAGEREF _Toc176876170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17401E84" w14:textId="48F4A91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1" w:history="1">
        <w:r w:rsidR="007C6493" w:rsidRPr="00264424">
          <w:rPr>
            <w:rStyle w:val="Hyperlink"/>
            <w:noProof/>
          </w:rPr>
          <w:t>5.7.6.2 SKFF-M-6-30</w:t>
        </w:r>
        <w:r w:rsidR="007C6493">
          <w:rPr>
            <w:noProof/>
            <w:webHidden/>
          </w:rPr>
          <w:tab/>
        </w:r>
        <w:r w:rsidR="007C6493">
          <w:rPr>
            <w:noProof/>
            <w:webHidden/>
          </w:rPr>
          <w:fldChar w:fldCharType="begin"/>
        </w:r>
        <w:r w:rsidR="007C6493">
          <w:rPr>
            <w:noProof/>
            <w:webHidden/>
          </w:rPr>
          <w:instrText xml:space="preserve"> PAGEREF _Toc176876171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11DF6B06" w14:textId="449EED40"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2" w:history="1">
        <w:r w:rsidR="007C6493" w:rsidRPr="00264424">
          <w:rPr>
            <w:rStyle w:val="Hyperlink"/>
            <w:noProof/>
          </w:rPr>
          <w:t>5.7.6.3 SKFF-M-7-30</w:t>
        </w:r>
        <w:r w:rsidR="007C6493">
          <w:rPr>
            <w:noProof/>
            <w:webHidden/>
          </w:rPr>
          <w:tab/>
        </w:r>
        <w:r w:rsidR="007C6493">
          <w:rPr>
            <w:noProof/>
            <w:webHidden/>
          </w:rPr>
          <w:fldChar w:fldCharType="begin"/>
        </w:r>
        <w:r w:rsidR="007C6493">
          <w:rPr>
            <w:noProof/>
            <w:webHidden/>
          </w:rPr>
          <w:instrText xml:space="preserve"> PAGEREF _Toc176876172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3197A14" w14:textId="4DCA3C8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3" w:history="1">
        <w:r w:rsidR="007C6493" w:rsidRPr="00264424">
          <w:rPr>
            <w:rStyle w:val="Hyperlink"/>
            <w:noProof/>
          </w:rPr>
          <w:t>5.7.6.4 SKFF-M-8-30</w:t>
        </w:r>
        <w:r w:rsidR="007C6493">
          <w:rPr>
            <w:noProof/>
            <w:webHidden/>
          </w:rPr>
          <w:tab/>
        </w:r>
        <w:r w:rsidR="007C6493">
          <w:rPr>
            <w:noProof/>
            <w:webHidden/>
          </w:rPr>
          <w:fldChar w:fldCharType="begin"/>
        </w:r>
        <w:r w:rsidR="007C6493">
          <w:rPr>
            <w:noProof/>
            <w:webHidden/>
          </w:rPr>
          <w:instrText xml:space="preserve"> PAGEREF _Toc176876173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36D343F" w14:textId="092862C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74" w:history="1">
        <w:r w:rsidR="007C6493" w:rsidRPr="00264424">
          <w:rPr>
            <w:rStyle w:val="Hyperlink"/>
            <w:noProof/>
          </w:rPr>
          <w:t>5.7.7 Advanced Symmetric Key Foundry Mandatory Test Cases KMIP v3.0</w:t>
        </w:r>
        <w:r w:rsidR="007C6493">
          <w:rPr>
            <w:noProof/>
            <w:webHidden/>
          </w:rPr>
          <w:tab/>
        </w:r>
        <w:r w:rsidR="007C6493">
          <w:rPr>
            <w:noProof/>
            <w:webHidden/>
          </w:rPr>
          <w:fldChar w:fldCharType="begin"/>
        </w:r>
        <w:r w:rsidR="007C6493">
          <w:rPr>
            <w:noProof/>
            <w:webHidden/>
          </w:rPr>
          <w:instrText xml:space="preserve"> PAGEREF _Toc176876174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F7A2CB4" w14:textId="6065369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5" w:history="1">
        <w:r w:rsidR="007C6493" w:rsidRPr="00264424">
          <w:rPr>
            <w:rStyle w:val="Hyperlink"/>
            <w:noProof/>
          </w:rPr>
          <w:t>5.7.7.1 SKFF-M-9-30</w:t>
        </w:r>
        <w:r w:rsidR="007C6493">
          <w:rPr>
            <w:noProof/>
            <w:webHidden/>
          </w:rPr>
          <w:tab/>
        </w:r>
        <w:r w:rsidR="007C6493">
          <w:rPr>
            <w:noProof/>
            <w:webHidden/>
          </w:rPr>
          <w:fldChar w:fldCharType="begin"/>
        </w:r>
        <w:r w:rsidR="007C6493">
          <w:rPr>
            <w:noProof/>
            <w:webHidden/>
          </w:rPr>
          <w:instrText xml:space="preserve"> PAGEREF _Toc176876175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1D11CABD" w14:textId="5A7111A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6" w:history="1">
        <w:r w:rsidR="007C6493" w:rsidRPr="00264424">
          <w:rPr>
            <w:rStyle w:val="Hyperlink"/>
            <w:noProof/>
          </w:rPr>
          <w:t>5.7.7.2 SKFF-M-10-30</w:t>
        </w:r>
        <w:r w:rsidR="007C6493">
          <w:rPr>
            <w:noProof/>
            <w:webHidden/>
          </w:rPr>
          <w:tab/>
        </w:r>
        <w:r w:rsidR="007C6493">
          <w:rPr>
            <w:noProof/>
            <w:webHidden/>
          </w:rPr>
          <w:fldChar w:fldCharType="begin"/>
        </w:r>
        <w:r w:rsidR="007C6493">
          <w:rPr>
            <w:noProof/>
            <w:webHidden/>
          </w:rPr>
          <w:instrText xml:space="preserve"> PAGEREF _Toc176876176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E9B63DD" w14:textId="60376F2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7" w:history="1">
        <w:r w:rsidR="007C6493" w:rsidRPr="00264424">
          <w:rPr>
            <w:rStyle w:val="Hyperlink"/>
            <w:noProof/>
          </w:rPr>
          <w:t>5.7.7.3 SKFF-M-11-30</w:t>
        </w:r>
        <w:r w:rsidR="007C6493">
          <w:rPr>
            <w:noProof/>
            <w:webHidden/>
          </w:rPr>
          <w:tab/>
        </w:r>
        <w:r w:rsidR="007C6493">
          <w:rPr>
            <w:noProof/>
            <w:webHidden/>
          </w:rPr>
          <w:fldChar w:fldCharType="begin"/>
        </w:r>
        <w:r w:rsidR="007C6493">
          <w:rPr>
            <w:noProof/>
            <w:webHidden/>
          </w:rPr>
          <w:instrText xml:space="preserve"> PAGEREF _Toc176876177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3A52FFC2" w14:textId="3092487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78" w:history="1">
        <w:r w:rsidR="007C6493" w:rsidRPr="00264424">
          <w:rPr>
            <w:rStyle w:val="Hyperlink"/>
            <w:noProof/>
          </w:rPr>
          <w:t>5.7.7.4 SKFF-M-12-30</w:t>
        </w:r>
        <w:r w:rsidR="007C6493">
          <w:rPr>
            <w:noProof/>
            <w:webHidden/>
          </w:rPr>
          <w:tab/>
        </w:r>
        <w:r w:rsidR="007C6493">
          <w:rPr>
            <w:noProof/>
            <w:webHidden/>
          </w:rPr>
          <w:fldChar w:fldCharType="begin"/>
        </w:r>
        <w:r w:rsidR="007C6493">
          <w:rPr>
            <w:noProof/>
            <w:webHidden/>
          </w:rPr>
          <w:instrText xml:space="preserve"> PAGEREF _Toc176876178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1D2A9397" w14:textId="6513846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179" w:history="1">
        <w:r w:rsidR="007C6493" w:rsidRPr="00264424">
          <w:rPr>
            <w:rStyle w:val="Hyperlink"/>
            <w:noProof/>
          </w:rPr>
          <w:t>5.8 Asymmetric Key Lifecycle Profiles</w:t>
        </w:r>
        <w:r w:rsidR="007C6493">
          <w:rPr>
            <w:noProof/>
            <w:webHidden/>
          </w:rPr>
          <w:tab/>
        </w:r>
        <w:r w:rsidR="007C6493">
          <w:rPr>
            <w:noProof/>
            <w:webHidden/>
          </w:rPr>
          <w:fldChar w:fldCharType="begin"/>
        </w:r>
        <w:r w:rsidR="007C6493">
          <w:rPr>
            <w:noProof/>
            <w:webHidden/>
          </w:rPr>
          <w:instrText xml:space="preserve"> PAGEREF _Toc176876179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056CC0BB" w14:textId="080B6D4C"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80" w:history="1">
        <w:r w:rsidR="007C6493" w:rsidRPr="00264424">
          <w:rPr>
            <w:rStyle w:val="Hyperlink"/>
            <w:noProof/>
          </w:rPr>
          <w:t>5.8.1 Asymmetric Key Lifecycle Client</w:t>
        </w:r>
        <w:r w:rsidR="007C6493">
          <w:rPr>
            <w:noProof/>
            <w:webHidden/>
          </w:rPr>
          <w:tab/>
        </w:r>
        <w:r w:rsidR="007C6493">
          <w:rPr>
            <w:noProof/>
            <w:webHidden/>
          </w:rPr>
          <w:fldChar w:fldCharType="begin"/>
        </w:r>
        <w:r w:rsidR="007C6493">
          <w:rPr>
            <w:noProof/>
            <w:webHidden/>
          </w:rPr>
          <w:instrText xml:space="preserve"> PAGEREF _Toc176876180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382A743D" w14:textId="1AC5C0FE"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81" w:history="1">
        <w:r w:rsidR="007C6493" w:rsidRPr="00264424">
          <w:rPr>
            <w:rStyle w:val="Hyperlink"/>
            <w:noProof/>
          </w:rPr>
          <w:t>5.8.2 Asymmetric Key Lifecycle Server</w:t>
        </w:r>
        <w:r w:rsidR="007C6493">
          <w:rPr>
            <w:noProof/>
            <w:webHidden/>
          </w:rPr>
          <w:tab/>
        </w:r>
        <w:r w:rsidR="007C6493">
          <w:rPr>
            <w:noProof/>
            <w:webHidden/>
          </w:rPr>
          <w:fldChar w:fldCharType="begin"/>
        </w:r>
        <w:r w:rsidR="007C6493">
          <w:rPr>
            <w:noProof/>
            <w:webHidden/>
          </w:rPr>
          <w:instrText xml:space="preserve"> PAGEREF _Toc176876181 \h </w:instrText>
        </w:r>
        <w:r w:rsidR="007C6493">
          <w:rPr>
            <w:noProof/>
            <w:webHidden/>
          </w:rPr>
        </w:r>
        <w:r w:rsidR="007C6493">
          <w:rPr>
            <w:noProof/>
            <w:webHidden/>
          </w:rPr>
          <w:fldChar w:fldCharType="separate"/>
        </w:r>
        <w:r w:rsidR="00DA37E6">
          <w:rPr>
            <w:noProof/>
            <w:webHidden/>
          </w:rPr>
          <w:t>41</w:t>
        </w:r>
        <w:r w:rsidR="007C6493">
          <w:rPr>
            <w:noProof/>
            <w:webHidden/>
          </w:rPr>
          <w:fldChar w:fldCharType="end"/>
        </w:r>
      </w:hyperlink>
    </w:p>
    <w:p w14:paraId="4FBA2BBD" w14:textId="4C368FE7"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82" w:history="1">
        <w:r w:rsidR="007C6493" w:rsidRPr="00264424">
          <w:rPr>
            <w:rStyle w:val="Hyperlink"/>
            <w:noProof/>
          </w:rPr>
          <w:t>5.8.3 Asymmetric Key Lifecycle Mandatory Test Cases KMIP v3.0</w:t>
        </w:r>
        <w:r w:rsidR="007C6493">
          <w:rPr>
            <w:noProof/>
            <w:webHidden/>
          </w:rPr>
          <w:tab/>
        </w:r>
        <w:r w:rsidR="007C6493">
          <w:rPr>
            <w:noProof/>
            <w:webHidden/>
          </w:rPr>
          <w:fldChar w:fldCharType="begin"/>
        </w:r>
        <w:r w:rsidR="007C6493">
          <w:rPr>
            <w:noProof/>
            <w:webHidden/>
          </w:rPr>
          <w:instrText xml:space="preserve"> PAGEREF _Toc176876182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342CDADC" w14:textId="5464BE3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83" w:history="1">
        <w:r w:rsidR="007C6493" w:rsidRPr="00264424">
          <w:rPr>
            <w:rStyle w:val="Hyperlink"/>
            <w:noProof/>
          </w:rPr>
          <w:t>5.8.3.1 AKLC-M-1-30</w:t>
        </w:r>
        <w:r w:rsidR="007C6493">
          <w:rPr>
            <w:noProof/>
            <w:webHidden/>
          </w:rPr>
          <w:tab/>
        </w:r>
        <w:r w:rsidR="007C6493">
          <w:rPr>
            <w:noProof/>
            <w:webHidden/>
          </w:rPr>
          <w:fldChar w:fldCharType="begin"/>
        </w:r>
        <w:r w:rsidR="007C6493">
          <w:rPr>
            <w:noProof/>
            <w:webHidden/>
          </w:rPr>
          <w:instrText xml:space="preserve"> PAGEREF _Toc176876183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37D504A9" w14:textId="67319BA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84" w:history="1">
        <w:r w:rsidR="007C6493" w:rsidRPr="00264424">
          <w:rPr>
            <w:rStyle w:val="Hyperlink"/>
            <w:noProof/>
          </w:rPr>
          <w:t>5.8.3.2 AKLC-M-2-30</w:t>
        </w:r>
        <w:r w:rsidR="007C6493">
          <w:rPr>
            <w:noProof/>
            <w:webHidden/>
          </w:rPr>
          <w:tab/>
        </w:r>
        <w:r w:rsidR="007C6493">
          <w:rPr>
            <w:noProof/>
            <w:webHidden/>
          </w:rPr>
          <w:fldChar w:fldCharType="begin"/>
        </w:r>
        <w:r w:rsidR="007C6493">
          <w:rPr>
            <w:noProof/>
            <w:webHidden/>
          </w:rPr>
          <w:instrText xml:space="preserve"> PAGEREF _Toc176876184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02209FF7" w14:textId="0253A60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85" w:history="1">
        <w:r w:rsidR="007C6493" w:rsidRPr="00264424">
          <w:rPr>
            <w:rStyle w:val="Hyperlink"/>
            <w:noProof/>
          </w:rPr>
          <w:t>5.8.3.3 AKLC-M-3-30</w:t>
        </w:r>
        <w:r w:rsidR="007C6493">
          <w:rPr>
            <w:noProof/>
            <w:webHidden/>
          </w:rPr>
          <w:tab/>
        </w:r>
        <w:r w:rsidR="007C6493">
          <w:rPr>
            <w:noProof/>
            <w:webHidden/>
          </w:rPr>
          <w:fldChar w:fldCharType="begin"/>
        </w:r>
        <w:r w:rsidR="007C6493">
          <w:rPr>
            <w:noProof/>
            <w:webHidden/>
          </w:rPr>
          <w:instrText xml:space="preserve"> PAGEREF _Toc176876185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38A56EAB" w14:textId="525E29A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86" w:history="1">
        <w:r w:rsidR="007C6493" w:rsidRPr="00264424">
          <w:rPr>
            <w:rStyle w:val="Hyperlink"/>
            <w:noProof/>
          </w:rPr>
          <w:t>5.8.4 Asymmetric Key Lifecycle Optional Test Cases KMIP v3.0</w:t>
        </w:r>
        <w:r w:rsidR="007C6493">
          <w:rPr>
            <w:noProof/>
            <w:webHidden/>
          </w:rPr>
          <w:tab/>
        </w:r>
        <w:r w:rsidR="007C6493">
          <w:rPr>
            <w:noProof/>
            <w:webHidden/>
          </w:rPr>
          <w:fldChar w:fldCharType="begin"/>
        </w:r>
        <w:r w:rsidR="007C6493">
          <w:rPr>
            <w:noProof/>
            <w:webHidden/>
          </w:rPr>
          <w:instrText xml:space="preserve"> PAGEREF _Toc176876186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3D9368D8" w14:textId="361A8D4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87" w:history="1">
        <w:r w:rsidR="007C6493" w:rsidRPr="00264424">
          <w:rPr>
            <w:rStyle w:val="Hyperlink"/>
            <w:noProof/>
          </w:rPr>
          <w:t>5.8.4.1 AKLC-O-1-30</w:t>
        </w:r>
        <w:r w:rsidR="007C6493">
          <w:rPr>
            <w:noProof/>
            <w:webHidden/>
          </w:rPr>
          <w:tab/>
        </w:r>
        <w:r w:rsidR="007C6493">
          <w:rPr>
            <w:noProof/>
            <w:webHidden/>
          </w:rPr>
          <w:fldChar w:fldCharType="begin"/>
        </w:r>
        <w:r w:rsidR="007C6493">
          <w:rPr>
            <w:noProof/>
            <w:webHidden/>
          </w:rPr>
          <w:instrText xml:space="preserve"> PAGEREF _Toc176876187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5B2A0554" w14:textId="30BE2C18"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188" w:history="1">
        <w:r w:rsidR="007C6493" w:rsidRPr="00264424">
          <w:rPr>
            <w:rStyle w:val="Hyperlink"/>
            <w:noProof/>
          </w:rPr>
          <w:t>5.9 Cryptographic Profiles</w:t>
        </w:r>
        <w:r w:rsidR="007C6493">
          <w:rPr>
            <w:noProof/>
            <w:webHidden/>
          </w:rPr>
          <w:tab/>
        </w:r>
        <w:r w:rsidR="007C6493">
          <w:rPr>
            <w:noProof/>
            <w:webHidden/>
          </w:rPr>
          <w:fldChar w:fldCharType="begin"/>
        </w:r>
        <w:r w:rsidR="007C6493">
          <w:rPr>
            <w:noProof/>
            <w:webHidden/>
          </w:rPr>
          <w:instrText xml:space="preserve"> PAGEREF _Toc176876188 \h </w:instrText>
        </w:r>
        <w:r w:rsidR="007C6493">
          <w:rPr>
            <w:noProof/>
            <w:webHidden/>
          </w:rPr>
        </w:r>
        <w:r w:rsidR="007C6493">
          <w:rPr>
            <w:noProof/>
            <w:webHidden/>
          </w:rPr>
          <w:fldChar w:fldCharType="separate"/>
        </w:r>
        <w:r w:rsidR="00DA37E6">
          <w:rPr>
            <w:noProof/>
            <w:webHidden/>
          </w:rPr>
          <w:t>42</w:t>
        </w:r>
        <w:r w:rsidR="007C6493">
          <w:rPr>
            <w:noProof/>
            <w:webHidden/>
          </w:rPr>
          <w:fldChar w:fldCharType="end"/>
        </w:r>
      </w:hyperlink>
    </w:p>
    <w:p w14:paraId="761B3FB4" w14:textId="5CFD21D9"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89" w:history="1">
        <w:r w:rsidR="007C6493" w:rsidRPr="00264424">
          <w:rPr>
            <w:rStyle w:val="Hyperlink"/>
            <w:noProof/>
          </w:rPr>
          <w:t>5.9.1 Basic Cryptographic Client</w:t>
        </w:r>
        <w:r w:rsidR="007C6493">
          <w:rPr>
            <w:noProof/>
            <w:webHidden/>
          </w:rPr>
          <w:tab/>
        </w:r>
        <w:r w:rsidR="007C6493">
          <w:rPr>
            <w:noProof/>
            <w:webHidden/>
          </w:rPr>
          <w:fldChar w:fldCharType="begin"/>
        </w:r>
        <w:r w:rsidR="007C6493">
          <w:rPr>
            <w:noProof/>
            <w:webHidden/>
          </w:rPr>
          <w:instrText xml:space="preserve"> PAGEREF _Toc176876189 \h </w:instrText>
        </w:r>
        <w:r w:rsidR="007C6493">
          <w:rPr>
            <w:noProof/>
            <w:webHidden/>
          </w:rPr>
        </w:r>
        <w:r w:rsidR="007C6493">
          <w:rPr>
            <w:noProof/>
            <w:webHidden/>
          </w:rPr>
          <w:fldChar w:fldCharType="separate"/>
        </w:r>
        <w:r w:rsidR="00DA37E6">
          <w:rPr>
            <w:noProof/>
            <w:webHidden/>
          </w:rPr>
          <w:t>43</w:t>
        </w:r>
        <w:r w:rsidR="007C6493">
          <w:rPr>
            <w:noProof/>
            <w:webHidden/>
          </w:rPr>
          <w:fldChar w:fldCharType="end"/>
        </w:r>
      </w:hyperlink>
    </w:p>
    <w:p w14:paraId="0E67D494" w14:textId="3DDEF70C"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0" w:history="1">
        <w:r w:rsidR="007C6493" w:rsidRPr="00264424">
          <w:rPr>
            <w:rStyle w:val="Hyperlink"/>
            <w:noProof/>
          </w:rPr>
          <w:t>5.9.2 Advanced Cryptographic Client</w:t>
        </w:r>
        <w:r w:rsidR="007C6493">
          <w:rPr>
            <w:noProof/>
            <w:webHidden/>
          </w:rPr>
          <w:tab/>
        </w:r>
        <w:r w:rsidR="007C6493">
          <w:rPr>
            <w:noProof/>
            <w:webHidden/>
          </w:rPr>
          <w:fldChar w:fldCharType="begin"/>
        </w:r>
        <w:r w:rsidR="007C6493">
          <w:rPr>
            <w:noProof/>
            <w:webHidden/>
          </w:rPr>
          <w:instrText xml:space="preserve"> PAGEREF _Toc176876190 \h </w:instrText>
        </w:r>
        <w:r w:rsidR="007C6493">
          <w:rPr>
            <w:noProof/>
            <w:webHidden/>
          </w:rPr>
        </w:r>
        <w:r w:rsidR="007C6493">
          <w:rPr>
            <w:noProof/>
            <w:webHidden/>
          </w:rPr>
          <w:fldChar w:fldCharType="separate"/>
        </w:r>
        <w:r w:rsidR="00DA37E6">
          <w:rPr>
            <w:noProof/>
            <w:webHidden/>
          </w:rPr>
          <w:t>43</w:t>
        </w:r>
        <w:r w:rsidR="007C6493">
          <w:rPr>
            <w:noProof/>
            <w:webHidden/>
          </w:rPr>
          <w:fldChar w:fldCharType="end"/>
        </w:r>
      </w:hyperlink>
    </w:p>
    <w:p w14:paraId="4052F2BB" w14:textId="159DF16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1" w:history="1">
        <w:r w:rsidR="007C6493" w:rsidRPr="00264424">
          <w:rPr>
            <w:rStyle w:val="Hyperlink"/>
            <w:noProof/>
          </w:rPr>
          <w:t>5.9.3 RNG Cryptographic Client</w:t>
        </w:r>
        <w:r w:rsidR="007C6493">
          <w:rPr>
            <w:noProof/>
            <w:webHidden/>
          </w:rPr>
          <w:tab/>
        </w:r>
        <w:r w:rsidR="007C6493">
          <w:rPr>
            <w:noProof/>
            <w:webHidden/>
          </w:rPr>
          <w:fldChar w:fldCharType="begin"/>
        </w:r>
        <w:r w:rsidR="007C6493">
          <w:rPr>
            <w:noProof/>
            <w:webHidden/>
          </w:rPr>
          <w:instrText xml:space="preserve"> PAGEREF _Toc176876191 \h </w:instrText>
        </w:r>
        <w:r w:rsidR="007C6493">
          <w:rPr>
            <w:noProof/>
            <w:webHidden/>
          </w:rPr>
        </w:r>
        <w:r w:rsidR="007C6493">
          <w:rPr>
            <w:noProof/>
            <w:webHidden/>
          </w:rPr>
          <w:fldChar w:fldCharType="separate"/>
        </w:r>
        <w:r w:rsidR="00DA37E6">
          <w:rPr>
            <w:noProof/>
            <w:webHidden/>
          </w:rPr>
          <w:t>43</w:t>
        </w:r>
        <w:r w:rsidR="007C6493">
          <w:rPr>
            <w:noProof/>
            <w:webHidden/>
          </w:rPr>
          <w:fldChar w:fldCharType="end"/>
        </w:r>
      </w:hyperlink>
    </w:p>
    <w:p w14:paraId="4936B5EB" w14:textId="75EC5C6F"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2" w:history="1">
        <w:r w:rsidR="007C6493" w:rsidRPr="00264424">
          <w:rPr>
            <w:rStyle w:val="Hyperlink"/>
            <w:noProof/>
          </w:rPr>
          <w:t>5.9.4 Basic Cryptographic Server</w:t>
        </w:r>
        <w:r w:rsidR="007C6493">
          <w:rPr>
            <w:noProof/>
            <w:webHidden/>
          </w:rPr>
          <w:tab/>
        </w:r>
        <w:r w:rsidR="007C6493">
          <w:rPr>
            <w:noProof/>
            <w:webHidden/>
          </w:rPr>
          <w:fldChar w:fldCharType="begin"/>
        </w:r>
        <w:r w:rsidR="007C6493">
          <w:rPr>
            <w:noProof/>
            <w:webHidden/>
          </w:rPr>
          <w:instrText xml:space="preserve"> PAGEREF _Toc176876192 \h </w:instrText>
        </w:r>
        <w:r w:rsidR="007C6493">
          <w:rPr>
            <w:noProof/>
            <w:webHidden/>
          </w:rPr>
        </w:r>
        <w:r w:rsidR="007C6493">
          <w:rPr>
            <w:noProof/>
            <w:webHidden/>
          </w:rPr>
          <w:fldChar w:fldCharType="separate"/>
        </w:r>
        <w:r w:rsidR="00DA37E6">
          <w:rPr>
            <w:noProof/>
            <w:webHidden/>
          </w:rPr>
          <w:t>43</w:t>
        </w:r>
        <w:r w:rsidR="007C6493">
          <w:rPr>
            <w:noProof/>
            <w:webHidden/>
          </w:rPr>
          <w:fldChar w:fldCharType="end"/>
        </w:r>
      </w:hyperlink>
    </w:p>
    <w:p w14:paraId="52EDC4DF" w14:textId="11B10DFD"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3" w:history="1">
        <w:r w:rsidR="007C6493" w:rsidRPr="00264424">
          <w:rPr>
            <w:rStyle w:val="Hyperlink"/>
            <w:noProof/>
          </w:rPr>
          <w:t>5.9.5 Advanced Cryptographic Server</w:t>
        </w:r>
        <w:r w:rsidR="007C6493">
          <w:rPr>
            <w:noProof/>
            <w:webHidden/>
          </w:rPr>
          <w:tab/>
        </w:r>
        <w:r w:rsidR="007C6493">
          <w:rPr>
            <w:noProof/>
            <w:webHidden/>
          </w:rPr>
          <w:fldChar w:fldCharType="begin"/>
        </w:r>
        <w:r w:rsidR="007C6493">
          <w:rPr>
            <w:noProof/>
            <w:webHidden/>
          </w:rPr>
          <w:instrText xml:space="preserve"> PAGEREF _Toc176876193 \h </w:instrText>
        </w:r>
        <w:r w:rsidR="007C6493">
          <w:rPr>
            <w:noProof/>
            <w:webHidden/>
          </w:rPr>
        </w:r>
        <w:r w:rsidR="007C6493">
          <w:rPr>
            <w:noProof/>
            <w:webHidden/>
          </w:rPr>
          <w:fldChar w:fldCharType="separate"/>
        </w:r>
        <w:r w:rsidR="00DA37E6">
          <w:rPr>
            <w:noProof/>
            <w:webHidden/>
          </w:rPr>
          <w:t>44</w:t>
        </w:r>
        <w:r w:rsidR="007C6493">
          <w:rPr>
            <w:noProof/>
            <w:webHidden/>
          </w:rPr>
          <w:fldChar w:fldCharType="end"/>
        </w:r>
      </w:hyperlink>
    </w:p>
    <w:p w14:paraId="06A68A50" w14:textId="4DB0C267"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4" w:history="1">
        <w:r w:rsidR="007C6493" w:rsidRPr="00264424">
          <w:rPr>
            <w:rStyle w:val="Hyperlink"/>
            <w:noProof/>
          </w:rPr>
          <w:t>5.9.6 RNG Cryptographic Server</w:t>
        </w:r>
        <w:r w:rsidR="007C6493">
          <w:rPr>
            <w:noProof/>
            <w:webHidden/>
          </w:rPr>
          <w:tab/>
        </w:r>
        <w:r w:rsidR="007C6493">
          <w:rPr>
            <w:noProof/>
            <w:webHidden/>
          </w:rPr>
          <w:fldChar w:fldCharType="begin"/>
        </w:r>
        <w:r w:rsidR="007C6493">
          <w:rPr>
            <w:noProof/>
            <w:webHidden/>
          </w:rPr>
          <w:instrText xml:space="preserve"> PAGEREF _Toc176876194 \h </w:instrText>
        </w:r>
        <w:r w:rsidR="007C6493">
          <w:rPr>
            <w:noProof/>
            <w:webHidden/>
          </w:rPr>
        </w:r>
        <w:r w:rsidR="007C6493">
          <w:rPr>
            <w:noProof/>
            <w:webHidden/>
          </w:rPr>
          <w:fldChar w:fldCharType="separate"/>
        </w:r>
        <w:r w:rsidR="00DA37E6">
          <w:rPr>
            <w:noProof/>
            <w:webHidden/>
          </w:rPr>
          <w:t>44</w:t>
        </w:r>
        <w:r w:rsidR="007C6493">
          <w:rPr>
            <w:noProof/>
            <w:webHidden/>
          </w:rPr>
          <w:fldChar w:fldCharType="end"/>
        </w:r>
      </w:hyperlink>
    </w:p>
    <w:p w14:paraId="3E14D6BC" w14:textId="65F3189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195" w:history="1">
        <w:r w:rsidR="007C6493" w:rsidRPr="00264424">
          <w:rPr>
            <w:rStyle w:val="Hyperlink"/>
            <w:noProof/>
          </w:rPr>
          <w:t>5.9.7 Basic Cryptographic Mandatory Test Cases KMIP v3.0</w:t>
        </w:r>
        <w:r w:rsidR="007C6493">
          <w:rPr>
            <w:noProof/>
            <w:webHidden/>
          </w:rPr>
          <w:tab/>
        </w:r>
        <w:r w:rsidR="007C6493">
          <w:rPr>
            <w:noProof/>
            <w:webHidden/>
          </w:rPr>
          <w:fldChar w:fldCharType="begin"/>
        </w:r>
        <w:r w:rsidR="007C6493">
          <w:rPr>
            <w:noProof/>
            <w:webHidden/>
          </w:rPr>
          <w:instrText xml:space="preserve"> PAGEREF _Toc176876195 \h </w:instrText>
        </w:r>
        <w:r w:rsidR="007C6493">
          <w:rPr>
            <w:noProof/>
            <w:webHidden/>
          </w:rPr>
        </w:r>
        <w:r w:rsidR="007C6493">
          <w:rPr>
            <w:noProof/>
            <w:webHidden/>
          </w:rPr>
          <w:fldChar w:fldCharType="separate"/>
        </w:r>
        <w:r w:rsidR="00DA37E6">
          <w:rPr>
            <w:noProof/>
            <w:webHidden/>
          </w:rPr>
          <w:t>44</w:t>
        </w:r>
        <w:r w:rsidR="007C6493">
          <w:rPr>
            <w:noProof/>
            <w:webHidden/>
          </w:rPr>
          <w:fldChar w:fldCharType="end"/>
        </w:r>
      </w:hyperlink>
    </w:p>
    <w:p w14:paraId="407EC290" w14:textId="3AED2B5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96" w:history="1">
        <w:r w:rsidR="007C6493" w:rsidRPr="00264424">
          <w:rPr>
            <w:rStyle w:val="Hyperlink"/>
            <w:noProof/>
          </w:rPr>
          <w:t>5.9.7.1 CS-BC-M-1-30</w:t>
        </w:r>
        <w:r w:rsidR="007C6493">
          <w:rPr>
            <w:noProof/>
            <w:webHidden/>
          </w:rPr>
          <w:tab/>
        </w:r>
        <w:r w:rsidR="007C6493">
          <w:rPr>
            <w:noProof/>
            <w:webHidden/>
          </w:rPr>
          <w:fldChar w:fldCharType="begin"/>
        </w:r>
        <w:r w:rsidR="007C6493">
          <w:rPr>
            <w:noProof/>
            <w:webHidden/>
          </w:rPr>
          <w:instrText xml:space="preserve"> PAGEREF _Toc176876196 \h </w:instrText>
        </w:r>
        <w:r w:rsidR="007C6493">
          <w:rPr>
            <w:noProof/>
            <w:webHidden/>
          </w:rPr>
        </w:r>
        <w:r w:rsidR="007C6493">
          <w:rPr>
            <w:noProof/>
            <w:webHidden/>
          </w:rPr>
          <w:fldChar w:fldCharType="separate"/>
        </w:r>
        <w:r w:rsidR="00DA37E6">
          <w:rPr>
            <w:noProof/>
            <w:webHidden/>
          </w:rPr>
          <w:t>44</w:t>
        </w:r>
        <w:r w:rsidR="007C6493">
          <w:rPr>
            <w:noProof/>
            <w:webHidden/>
          </w:rPr>
          <w:fldChar w:fldCharType="end"/>
        </w:r>
      </w:hyperlink>
    </w:p>
    <w:p w14:paraId="59FAE71A" w14:textId="1D01B39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97" w:history="1">
        <w:r w:rsidR="007C6493" w:rsidRPr="00264424">
          <w:rPr>
            <w:rStyle w:val="Hyperlink"/>
            <w:noProof/>
          </w:rPr>
          <w:t>5.9.7.2 CS-BC-M-2-30</w:t>
        </w:r>
        <w:r w:rsidR="007C6493">
          <w:rPr>
            <w:noProof/>
            <w:webHidden/>
          </w:rPr>
          <w:tab/>
        </w:r>
        <w:r w:rsidR="007C6493">
          <w:rPr>
            <w:noProof/>
            <w:webHidden/>
          </w:rPr>
          <w:fldChar w:fldCharType="begin"/>
        </w:r>
        <w:r w:rsidR="007C6493">
          <w:rPr>
            <w:noProof/>
            <w:webHidden/>
          </w:rPr>
          <w:instrText xml:space="preserve"> PAGEREF _Toc176876197 \h </w:instrText>
        </w:r>
        <w:r w:rsidR="007C6493">
          <w:rPr>
            <w:noProof/>
            <w:webHidden/>
          </w:rPr>
        </w:r>
        <w:r w:rsidR="007C6493">
          <w:rPr>
            <w:noProof/>
            <w:webHidden/>
          </w:rPr>
          <w:fldChar w:fldCharType="separate"/>
        </w:r>
        <w:r w:rsidR="00DA37E6">
          <w:rPr>
            <w:noProof/>
            <w:webHidden/>
          </w:rPr>
          <w:t>44</w:t>
        </w:r>
        <w:r w:rsidR="007C6493">
          <w:rPr>
            <w:noProof/>
            <w:webHidden/>
          </w:rPr>
          <w:fldChar w:fldCharType="end"/>
        </w:r>
      </w:hyperlink>
    </w:p>
    <w:p w14:paraId="0980B3A7" w14:textId="653542E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98" w:history="1">
        <w:r w:rsidR="007C6493" w:rsidRPr="00264424">
          <w:rPr>
            <w:rStyle w:val="Hyperlink"/>
            <w:noProof/>
          </w:rPr>
          <w:t>5.9.7.3 CS-BC-M-3-30</w:t>
        </w:r>
        <w:r w:rsidR="007C6493">
          <w:rPr>
            <w:noProof/>
            <w:webHidden/>
          </w:rPr>
          <w:tab/>
        </w:r>
        <w:r w:rsidR="007C6493">
          <w:rPr>
            <w:noProof/>
            <w:webHidden/>
          </w:rPr>
          <w:fldChar w:fldCharType="begin"/>
        </w:r>
        <w:r w:rsidR="007C6493">
          <w:rPr>
            <w:noProof/>
            <w:webHidden/>
          </w:rPr>
          <w:instrText xml:space="preserve"> PAGEREF _Toc176876198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2978D407" w14:textId="0B7DA99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199" w:history="1">
        <w:r w:rsidR="007C6493" w:rsidRPr="00264424">
          <w:rPr>
            <w:rStyle w:val="Hyperlink"/>
            <w:noProof/>
          </w:rPr>
          <w:t>5.9.7.4 CS-BC-M-4-30</w:t>
        </w:r>
        <w:r w:rsidR="007C6493">
          <w:rPr>
            <w:noProof/>
            <w:webHidden/>
          </w:rPr>
          <w:tab/>
        </w:r>
        <w:r w:rsidR="007C6493">
          <w:rPr>
            <w:noProof/>
            <w:webHidden/>
          </w:rPr>
          <w:fldChar w:fldCharType="begin"/>
        </w:r>
        <w:r w:rsidR="007C6493">
          <w:rPr>
            <w:noProof/>
            <w:webHidden/>
          </w:rPr>
          <w:instrText xml:space="preserve"> PAGEREF _Toc176876199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1B6AD987" w14:textId="1F41CE1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0" w:history="1">
        <w:r w:rsidR="007C6493" w:rsidRPr="00264424">
          <w:rPr>
            <w:rStyle w:val="Hyperlink"/>
            <w:noProof/>
          </w:rPr>
          <w:t>5.9.7.5 CS-BC-M-5-30</w:t>
        </w:r>
        <w:r w:rsidR="007C6493">
          <w:rPr>
            <w:noProof/>
            <w:webHidden/>
          </w:rPr>
          <w:tab/>
        </w:r>
        <w:r w:rsidR="007C6493">
          <w:rPr>
            <w:noProof/>
            <w:webHidden/>
          </w:rPr>
          <w:fldChar w:fldCharType="begin"/>
        </w:r>
        <w:r w:rsidR="007C6493">
          <w:rPr>
            <w:noProof/>
            <w:webHidden/>
          </w:rPr>
          <w:instrText xml:space="preserve"> PAGEREF _Toc176876200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6D27C05F" w14:textId="0A73382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1" w:history="1">
        <w:r w:rsidR="007C6493" w:rsidRPr="00264424">
          <w:rPr>
            <w:rStyle w:val="Hyperlink"/>
            <w:noProof/>
          </w:rPr>
          <w:t>5.9.7.6 CS-BC-M-6-30</w:t>
        </w:r>
        <w:r w:rsidR="007C6493">
          <w:rPr>
            <w:noProof/>
            <w:webHidden/>
          </w:rPr>
          <w:tab/>
        </w:r>
        <w:r w:rsidR="007C6493">
          <w:rPr>
            <w:noProof/>
            <w:webHidden/>
          </w:rPr>
          <w:fldChar w:fldCharType="begin"/>
        </w:r>
        <w:r w:rsidR="007C6493">
          <w:rPr>
            <w:noProof/>
            <w:webHidden/>
          </w:rPr>
          <w:instrText xml:space="preserve"> PAGEREF _Toc176876201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290BDC6C" w14:textId="4EB2060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2" w:history="1">
        <w:r w:rsidR="007C6493" w:rsidRPr="00264424">
          <w:rPr>
            <w:rStyle w:val="Hyperlink"/>
            <w:noProof/>
          </w:rPr>
          <w:t>5.9.7.7 CS-BC-M-7-30</w:t>
        </w:r>
        <w:r w:rsidR="007C6493">
          <w:rPr>
            <w:noProof/>
            <w:webHidden/>
          </w:rPr>
          <w:tab/>
        </w:r>
        <w:r w:rsidR="007C6493">
          <w:rPr>
            <w:noProof/>
            <w:webHidden/>
          </w:rPr>
          <w:fldChar w:fldCharType="begin"/>
        </w:r>
        <w:r w:rsidR="007C6493">
          <w:rPr>
            <w:noProof/>
            <w:webHidden/>
          </w:rPr>
          <w:instrText xml:space="preserve"> PAGEREF _Toc176876202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4713E1E4" w14:textId="5BDB68E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3" w:history="1">
        <w:r w:rsidR="007C6493" w:rsidRPr="00264424">
          <w:rPr>
            <w:rStyle w:val="Hyperlink"/>
            <w:noProof/>
          </w:rPr>
          <w:t>5.9.7.8 CS-BC-M-8-30</w:t>
        </w:r>
        <w:r w:rsidR="007C6493">
          <w:rPr>
            <w:noProof/>
            <w:webHidden/>
          </w:rPr>
          <w:tab/>
        </w:r>
        <w:r w:rsidR="007C6493">
          <w:rPr>
            <w:noProof/>
            <w:webHidden/>
          </w:rPr>
          <w:fldChar w:fldCharType="begin"/>
        </w:r>
        <w:r w:rsidR="007C6493">
          <w:rPr>
            <w:noProof/>
            <w:webHidden/>
          </w:rPr>
          <w:instrText xml:space="preserve"> PAGEREF _Toc176876203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60CDCCAE" w14:textId="5479379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4" w:history="1">
        <w:r w:rsidR="007C6493" w:rsidRPr="00264424">
          <w:rPr>
            <w:rStyle w:val="Hyperlink"/>
            <w:noProof/>
          </w:rPr>
          <w:t>5.9.7.9 CS-BC-M-9-30</w:t>
        </w:r>
        <w:r w:rsidR="007C6493">
          <w:rPr>
            <w:noProof/>
            <w:webHidden/>
          </w:rPr>
          <w:tab/>
        </w:r>
        <w:r w:rsidR="007C6493">
          <w:rPr>
            <w:noProof/>
            <w:webHidden/>
          </w:rPr>
          <w:fldChar w:fldCharType="begin"/>
        </w:r>
        <w:r w:rsidR="007C6493">
          <w:rPr>
            <w:noProof/>
            <w:webHidden/>
          </w:rPr>
          <w:instrText xml:space="preserve"> PAGEREF _Toc176876204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52321BC8" w14:textId="422B564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5" w:history="1">
        <w:r w:rsidR="007C6493" w:rsidRPr="00264424">
          <w:rPr>
            <w:rStyle w:val="Hyperlink"/>
            <w:noProof/>
          </w:rPr>
          <w:t>5.9.7.10 CS-BC-M-10-30</w:t>
        </w:r>
        <w:r w:rsidR="007C6493">
          <w:rPr>
            <w:noProof/>
            <w:webHidden/>
          </w:rPr>
          <w:tab/>
        </w:r>
        <w:r w:rsidR="007C6493">
          <w:rPr>
            <w:noProof/>
            <w:webHidden/>
          </w:rPr>
          <w:fldChar w:fldCharType="begin"/>
        </w:r>
        <w:r w:rsidR="007C6493">
          <w:rPr>
            <w:noProof/>
            <w:webHidden/>
          </w:rPr>
          <w:instrText xml:space="preserve"> PAGEREF _Toc176876205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6760A910" w14:textId="1290D907"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6" w:history="1">
        <w:r w:rsidR="007C6493" w:rsidRPr="00264424">
          <w:rPr>
            <w:rStyle w:val="Hyperlink"/>
            <w:noProof/>
          </w:rPr>
          <w:t>5.9.7.11 CS-BC-M-11-30</w:t>
        </w:r>
        <w:r w:rsidR="007C6493">
          <w:rPr>
            <w:noProof/>
            <w:webHidden/>
          </w:rPr>
          <w:tab/>
        </w:r>
        <w:r w:rsidR="007C6493">
          <w:rPr>
            <w:noProof/>
            <w:webHidden/>
          </w:rPr>
          <w:fldChar w:fldCharType="begin"/>
        </w:r>
        <w:r w:rsidR="007C6493">
          <w:rPr>
            <w:noProof/>
            <w:webHidden/>
          </w:rPr>
          <w:instrText xml:space="preserve"> PAGEREF _Toc176876206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0242A9C0" w14:textId="633CA0D7"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7" w:history="1">
        <w:r w:rsidR="007C6493" w:rsidRPr="00264424">
          <w:rPr>
            <w:rStyle w:val="Hyperlink"/>
            <w:noProof/>
          </w:rPr>
          <w:t>5.9.7.12 CS-BC-M-12-30</w:t>
        </w:r>
        <w:r w:rsidR="007C6493">
          <w:rPr>
            <w:noProof/>
            <w:webHidden/>
          </w:rPr>
          <w:tab/>
        </w:r>
        <w:r w:rsidR="007C6493">
          <w:rPr>
            <w:noProof/>
            <w:webHidden/>
          </w:rPr>
          <w:fldChar w:fldCharType="begin"/>
        </w:r>
        <w:r w:rsidR="007C6493">
          <w:rPr>
            <w:noProof/>
            <w:webHidden/>
          </w:rPr>
          <w:instrText xml:space="preserve"> PAGEREF _Toc176876207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5276E38B" w14:textId="3D0E463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8" w:history="1">
        <w:r w:rsidR="007C6493" w:rsidRPr="00264424">
          <w:rPr>
            <w:rStyle w:val="Hyperlink"/>
            <w:noProof/>
          </w:rPr>
          <w:t>5.9.7.13 CS-BC-M-13-30</w:t>
        </w:r>
        <w:r w:rsidR="007C6493">
          <w:rPr>
            <w:noProof/>
            <w:webHidden/>
          </w:rPr>
          <w:tab/>
        </w:r>
        <w:r w:rsidR="007C6493">
          <w:rPr>
            <w:noProof/>
            <w:webHidden/>
          </w:rPr>
          <w:fldChar w:fldCharType="begin"/>
        </w:r>
        <w:r w:rsidR="007C6493">
          <w:rPr>
            <w:noProof/>
            <w:webHidden/>
          </w:rPr>
          <w:instrText xml:space="preserve"> PAGEREF _Toc176876208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36043F90" w14:textId="239E940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09" w:history="1">
        <w:r w:rsidR="007C6493" w:rsidRPr="00264424">
          <w:rPr>
            <w:rStyle w:val="Hyperlink"/>
            <w:noProof/>
          </w:rPr>
          <w:t>5.9.7.14 CS-BC-M-14-30</w:t>
        </w:r>
        <w:r w:rsidR="007C6493">
          <w:rPr>
            <w:noProof/>
            <w:webHidden/>
          </w:rPr>
          <w:tab/>
        </w:r>
        <w:r w:rsidR="007C6493">
          <w:rPr>
            <w:noProof/>
            <w:webHidden/>
          </w:rPr>
          <w:fldChar w:fldCharType="begin"/>
        </w:r>
        <w:r w:rsidR="007C6493">
          <w:rPr>
            <w:noProof/>
            <w:webHidden/>
          </w:rPr>
          <w:instrText xml:space="preserve"> PAGEREF _Toc176876209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5C074FA7" w14:textId="6936F75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0" w:history="1">
        <w:r w:rsidR="007C6493" w:rsidRPr="00264424">
          <w:rPr>
            <w:rStyle w:val="Hyperlink"/>
            <w:noProof/>
          </w:rPr>
          <w:t>5.9.7.15 CS-BC-M-GCM-1-30</w:t>
        </w:r>
        <w:r w:rsidR="007C6493">
          <w:rPr>
            <w:noProof/>
            <w:webHidden/>
          </w:rPr>
          <w:tab/>
        </w:r>
        <w:r w:rsidR="007C6493">
          <w:rPr>
            <w:noProof/>
            <w:webHidden/>
          </w:rPr>
          <w:fldChar w:fldCharType="begin"/>
        </w:r>
        <w:r w:rsidR="007C6493">
          <w:rPr>
            <w:noProof/>
            <w:webHidden/>
          </w:rPr>
          <w:instrText xml:space="preserve"> PAGEREF _Toc176876210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1F87996E" w14:textId="55E5675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1" w:history="1">
        <w:r w:rsidR="007C6493" w:rsidRPr="00264424">
          <w:rPr>
            <w:rStyle w:val="Hyperlink"/>
            <w:noProof/>
          </w:rPr>
          <w:t>5.9.7.16 CS-BC-M-GCM-2-30</w:t>
        </w:r>
        <w:r w:rsidR="007C6493">
          <w:rPr>
            <w:noProof/>
            <w:webHidden/>
          </w:rPr>
          <w:tab/>
        </w:r>
        <w:r w:rsidR="007C6493">
          <w:rPr>
            <w:noProof/>
            <w:webHidden/>
          </w:rPr>
          <w:fldChar w:fldCharType="begin"/>
        </w:r>
        <w:r w:rsidR="007C6493">
          <w:rPr>
            <w:noProof/>
            <w:webHidden/>
          </w:rPr>
          <w:instrText xml:space="preserve"> PAGEREF _Toc176876211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3015C9AF" w14:textId="7C6449B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2" w:history="1">
        <w:r w:rsidR="007C6493" w:rsidRPr="00264424">
          <w:rPr>
            <w:rStyle w:val="Hyperlink"/>
            <w:noProof/>
          </w:rPr>
          <w:t>5.9.7.17 CS-BC-M-GCM-3-30</w:t>
        </w:r>
        <w:r w:rsidR="007C6493">
          <w:rPr>
            <w:noProof/>
            <w:webHidden/>
          </w:rPr>
          <w:tab/>
        </w:r>
        <w:r w:rsidR="007C6493">
          <w:rPr>
            <w:noProof/>
            <w:webHidden/>
          </w:rPr>
          <w:fldChar w:fldCharType="begin"/>
        </w:r>
        <w:r w:rsidR="007C6493">
          <w:rPr>
            <w:noProof/>
            <w:webHidden/>
          </w:rPr>
          <w:instrText xml:space="preserve"> PAGEREF _Toc176876212 \h </w:instrText>
        </w:r>
        <w:r w:rsidR="007C6493">
          <w:rPr>
            <w:noProof/>
            <w:webHidden/>
          </w:rPr>
        </w:r>
        <w:r w:rsidR="007C6493">
          <w:rPr>
            <w:noProof/>
            <w:webHidden/>
          </w:rPr>
          <w:fldChar w:fldCharType="separate"/>
        </w:r>
        <w:r w:rsidR="00DA37E6">
          <w:rPr>
            <w:noProof/>
            <w:webHidden/>
          </w:rPr>
          <w:t>45</w:t>
        </w:r>
        <w:r w:rsidR="007C6493">
          <w:rPr>
            <w:noProof/>
            <w:webHidden/>
          </w:rPr>
          <w:fldChar w:fldCharType="end"/>
        </w:r>
      </w:hyperlink>
    </w:p>
    <w:p w14:paraId="4EE7054E" w14:textId="30F748C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3" w:history="1">
        <w:r w:rsidR="007C6493" w:rsidRPr="00264424">
          <w:rPr>
            <w:rStyle w:val="Hyperlink"/>
            <w:noProof/>
          </w:rPr>
          <w:t>5.9.7.18 CS-BC-M-CHACHA20-1-30</w:t>
        </w:r>
        <w:r w:rsidR="007C6493">
          <w:rPr>
            <w:noProof/>
            <w:webHidden/>
          </w:rPr>
          <w:tab/>
        </w:r>
        <w:r w:rsidR="007C6493">
          <w:rPr>
            <w:noProof/>
            <w:webHidden/>
          </w:rPr>
          <w:fldChar w:fldCharType="begin"/>
        </w:r>
        <w:r w:rsidR="007C6493">
          <w:rPr>
            <w:noProof/>
            <w:webHidden/>
          </w:rPr>
          <w:instrText xml:space="preserve"> PAGEREF _Toc176876213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0FC36D29" w14:textId="7D85D6F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4" w:history="1">
        <w:r w:rsidR="007C6493" w:rsidRPr="00264424">
          <w:rPr>
            <w:rStyle w:val="Hyperlink"/>
            <w:noProof/>
          </w:rPr>
          <w:t>5.9.7.19 CS-BC-M-CHACHA20-2-30</w:t>
        </w:r>
        <w:r w:rsidR="007C6493">
          <w:rPr>
            <w:noProof/>
            <w:webHidden/>
          </w:rPr>
          <w:tab/>
        </w:r>
        <w:r w:rsidR="007C6493">
          <w:rPr>
            <w:noProof/>
            <w:webHidden/>
          </w:rPr>
          <w:fldChar w:fldCharType="begin"/>
        </w:r>
        <w:r w:rsidR="007C6493">
          <w:rPr>
            <w:noProof/>
            <w:webHidden/>
          </w:rPr>
          <w:instrText xml:space="preserve"> PAGEREF _Toc176876214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573F7FFB" w14:textId="7FAD298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5" w:history="1">
        <w:r w:rsidR="007C6493" w:rsidRPr="00264424">
          <w:rPr>
            <w:rStyle w:val="Hyperlink"/>
            <w:noProof/>
          </w:rPr>
          <w:t>5.9.7.20 CS-BC-M-CHACHA20-3-30</w:t>
        </w:r>
        <w:r w:rsidR="007C6493">
          <w:rPr>
            <w:noProof/>
            <w:webHidden/>
          </w:rPr>
          <w:tab/>
        </w:r>
        <w:r w:rsidR="007C6493">
          <w:rPr>
            <w:noProof/>
            <w:webHidden/>
          </w:rPr>
          <w:fldChar w:fldCharType="begin"/>
        </w:r>
        <w:r w:rsidR="007C6493">
          <w:rPr>
            <w:noProof/>
            <w:webHidden/>
          </w:rPr>
          <w:instrText xml:space="preserve"> PAGEREF _Toc176876215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3A1DA1F7" w14:textId="17018A90"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6" w:history="1">
        <w:r w:rsidR="007C6493" w:rsidRPr="00264424">
          <w:rPr>
            <w:rStyle w:val="Hyperlink"/>
            <w:noProof/>
          </w:rPr>
          <w:t>5.9.7.21 CS-BC-M-CHACHA20-4-30</w:t>
        </w:r>
        <w:r w:rsidR="007C6493">
          <w:rPr>
            <w:noProof/>
            <w:webHidden/>
          </w:rPr>
          <w:tab/>
        </w:r>
        <w:r w:rsidR="007C6493">
          <w:rPr>
            <w:noProof/>
            <w:webHidden/>
          </w:rPr>
          <w:fldChar w:fldCharType="begin"/>
        </w:r>
        <w:r w:rsidR="007C6493">
          <w:rPr>
            <w:noProof/>
            <w:webHidden/>
          </w:rPr>
          <w:instrText xml:space="preserve"> PAGEREF _Toc176876216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1DDB5C25" w14:textId="38FABCA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7" w:history="1">
        <w:r w:rsidR="007C6493" w:rsidRPr="00264424">
          <w:rPr>
            <w:rStyle w:val="Hyperlink"/>
            <w:noProof/>
          </w:rPr>
          <w:t>5.9.7.22 CS-BC-M-CHACHA20POLY1305-1-30</w:t>
        </w:r>
        <w:r w:rsidR="007C6493">
          <w:rPr>
            <w:noProof/>
            <w:webHidden/>
          </w:rPr>
          <w:tab/>
        </w:r>
        <w:r w:rsidR="007C6493">
          <w:rPr>
            <w:noProof/>
            <w:webHidden/>
          </w:rPr>
          <w:fldChar w:fldCharType="begin"/>
        </w:r>
        <w:r w:rsidR="007C6493">
          <w:rPr>
            <w:noProof/>
            <w:webHidden/>
          </w:rPr>
          <w:instrText xml:space="preserve"> PAGEREF _Toc176876217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036AC200" w14:textId="11A43DD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18" w:history="1">
        <w:r w:rsidR="007C6493" w:rsidRPr="00264424">
          <w:rPr>
            <w:rStyle w:val="Hyperlink"/>
            <w:noProof/>
          </w:rPr>
          <w:t>5.9.8 Advanced Cryptographic Mandatory Test Cases KMIP v3.0</w:t>
        </w:r>
        <w:r w:rsidR="007C6493">
          <w:rPr>
            <w:noProof/>
            <w:webHidden/>
          </w:rPr>
          <w:tab/>
        </w:r>
        <w:r w:rsidR="007C6493">
          <w:rPr>
            <w:noProof/>
            <w:webHidden/>
          </w:rPr>
          <w:fldChar w:fldCharType="begin"/>
        </w:r>
        <w:r w:rsidR="007C6493">
          <w:rPr>
            <w:noProof/>
            <w:webHidden/>
          </w:rPr>
          <w:instrText xml:space="preserve"> PAGEREF _Toc176876218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31A12336" w14:textId="2874BF48"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19" w:history="1">
        <w:r w:rsidR="007C6493" w:rsidRPr="00264424">
          <w:rPr>
            <w:rStyle w:val="Hyperlink"/>
            <w:noProof/>
          </w:rPr>
          <w:t>5.9.8.1 CS-AC-M-1-30</w:t>
        </w:r>
        <w:r w:rsidR="007C6493">
          <w:rPr>
            <w:noProof/>
            <w:webHidden/>
          </w:rPr>
          <w:tab/>
        </w:r>
        <w:r w:rsidR="007C6493">
          <w:rPr>
            <w:noProof/>
            <w:webHidden/>
          </w:rPr>
          <w:fldChar w:fldCharType="begin"/>
        </w:r>
        <w:r w:rsidR="007C6493">
          <w:rPr>
            <w:noProof/>
            <w:webHidden/>
          </w:rPr>
          <w:instrText xml:space="preserve"> PAGEREF _Toc176876219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0DD0A4B7" w14:textId="6530554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0" w:history="1">
        <w:r w:rsidR="007C6493" w:rsidRPr="00264424">
          <w:rPr>
            <w:rStyle w:val="Hyperlink"/>
            <w:noProof/>
          </w:rPr>
          <w:t>5.9.8.2 CS-AC-M-2-30</w:t>
        </w:r>
        <w:r w:rsidR="007C6493">
          <w:rPr>
            <w:noProof/>
            <w:webHidden/>
          </w:rPr>
          <w:tab/>
        </w:r>
        <w:r w:rsidR="007C6493">
          <w:rPr>
            <w:noProof/>
            <w:webHidden/>
          </w:rPr>
          <w:fldChar w:fldCharType="begin"/>
        </w:r>
        <w:r w:rsidR="007C6493">
          <w:rPr>
            <w:noProof/>
            <w:webHidden/>
          </w:rPr>
          <w:instrText xml:space="preserve"> PAGEREF _Toc176876220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184BA8A5" w14:textId="0EEC03D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1" w:history="1">
        <w:r w:rsidR="007C6493" w:rsidRPr="00264424">
          <w:rPr>
            <w:rStyle w:val="Hyperlink"/>
            <w:noProof/>
          </w:rPr>
          <w:t>5.9.8.3 CS-AC-M-3-30</w:t>
        </w:r>
        <w:r w:rsidR="007C6493">
          <w:rPr>
            <w:noProof/>
            <w:webHidden/>
          </w:rPr>
          <w:tab/>
        </w:r>
        <w:r w:rsidR="007C6493">
          <w:rPr>
            <w:noProof/>
            <w:webHidden/>
          </w:rPr>
          <w:fldChar w:fldCharType="begin"/>
        </w:r>
        <w:r w:rsidR="007C6493">
          <w:rPr>
            <w:noProof/>
            <w:webHidden/>
          </w:rPr>
          <w:instrText xml:space="preserve"> PAGEREF _Toc176876221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29918335" w14:textId="540D6BA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2" w:history="1">
        <w:r w:rsidR="007C6493" w:rsidRPr="00264424">
          <w:rPr>
            <w:rStyle w:val="Hyperlink"/>
            <w:noProof/>
          </w:rPr>
          <w:t>5.9.8.4 CS-AC-M-4-30</w:t>
        </w:r>
        <w:r w:rsidR="007C6493">
          <w:rPr>
            <w:noProof/>
            <w:webHidden/>
          </w:rPr>
          <w:tab/>
        </w:r>
        <w:r w:rsidR="007C6493">
          <w:rPr>
            <w:noProof/>
            <w:webHidden/>
          </w:rPr>
          <w:fldChar w:fldCharType="begin"/>
        </w:r>
        <w:r w:rsidR="007C6493">
          <w:rPr>
            <w:noProof/>
            <w:webHidden/>
          </w:rPr>
          <w:instrText xml:space="preserve"> PAGEREF _Toc176876222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4E6343BF" w14:textId="43BE7BC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3" w:history="1">
        <w:r w:rsidR="007C6493" w:rsidRPr="00264424">
          <w:rPr>
            <w:rStyle w:val="Hyperlink"/>
            <w:noProof/>
          </w:rPr>
          <w:t>5.9.8.5 CS-AC-M-5-30</w:t>
        </w:r>
        <w:r w:rsidR="007C6493">
          <w:rPr>
            <w:noProof/>
            <w:webHidden/>
          </w:rPr>
          <w:tab/>
        </w:r>
        <w:r w:rsidR="007C6493">
          <w:rPr>
            <w:noProof/>
            <w:webHidden/>
          </w:rPr>
          <w:fldChar w:fldCharType="begin"/>
        </w:r>
        <w:r w:rsidR="007C6493">
          <w:rPr>
            <w:noProof/>
            <w:webHidden/>
          </w:rPr>
          <w:instrText xml:space="preserve"> PAGEREF _Toc176876223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512AD8C4" w14:textId="5E4B2BA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4" w:history="1">
        <w:r w:rsidR="007C6493" w:rsidRPr="00264424">
          <w:rPr>
            <w:rStyle w:val="Hyperlink"/>
            <w:noProof/>
          </w:rPr>
          <w:t>5.9.8.6 CS-AC-M-6-30</w:t>
        </w:r>
        <w:r w:rsidR="007C6493">
          <w:rPr>
            <w:noProof/>
            <w:webHidden/>
          </w:rPr>
          <w:tab/>
        </w:r>
        <w:r w:rsidR="007C6493">
          <w:rPr>
            <w:noProof/>
            <w:webHidden/>
          </w:rPr>
          <w:fldChar w:fldCharType="begin"/>
        </w:r>
        <w:r w:rsidR="007C6493">
          <w:rPr>
            <w:noProof/>
            <w:webHidden/>
          </w:rPr>
          <w:instrText xml:space="preserve"> PAGEREF _Toc176876224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73CAC3FF" w14:textId="4309419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5" w:history="1">
        <w:r w:rsidR="007C6493" w:rsidRPr="00264424">
          <w:rPr>
            <w:rStyle w:val="Hyperlink"/>
            <w:noProof/>
          </w:rPr>
          <w:t>5.9.8.7 CS-AC-M-7-30</w:t>
        </w:r>
        <w:r w:rsidR="007C6493">
          <w:rPr>
            <w:noProof/>
            <w:webHidden/>
          </w:rPr>
          <w:tab/>
        </w:r>
        <w:r w:rsidR="007C6493">
          <w:rPr>
            <w:noProof/>
            <w:webHidden/>
          </w:rPr>
          <w:fldChar w:fldCharType="begin"/>
        </w:r>
        <w:r w:rsidR="007C6493">
          <w:rPr>
            <w:noProof/>
            <w:webHidden/>
          </w:rPr>
          <w:instrText xml:space="preserve"> PAGEREF _Toc176876225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44CE03F3" w14:textId="0FF79A7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6" w:history="1">
        <w:r w:rsidR="007C6493" w:rsidRPr="00264424">
          <w:rPr>
            <w:rStyle w:val="Hyperlink"/>
            <w:noProof/>
          </w:rPr>
          <w:t>5.9.8.8 CS-AC-M-8-30</w:t>
        </w:r>
        <w:r w:rsidR="007C6493">
          <w:rPr>
            <w:noProof/>
            <w:webHidden/>
          </w:rPr>
          <w:tab/>
        </w:r>
        <w:r w:rsidR="007C6493">
          <w:rPr>
            <w:noProof/>
            <w:webHidden/>
          </w:rPr>
          <w:fldChar w:fldCharType="begin"/>
        </w:r>
        <w:r w:rsidR="007C6493">
          <w:rPr>
            <w:noProof/>
            <w:webHidden/>
          </w:rPr>
          <w:instrText xml:space="preserve"> PAGEREF _Toc176876226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2E7A53ED" w14:textId="4467C63D"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7" w:history="1">
        <w:r w:rsidR="007C6493" w:rsidRPr="00264424">
          <w:rPr>
            <w:rStyle w:val="Hyperlink"/>
            <w:noProof/>
          </w:rPr>
          <w:t>5.9.8.9 CS-AC-M-OAEP-1-30</w:t>
        </w:r>
        <w:r w:rsidR="007C6493">
          <w:rPr>
            <w:noProof/>
            <w:webHidden/>
          </w:rPr>
          <w:tab/>
        </w:r>
        <w:r w:rsidR="007C6493">
          <w:rPr>
            <w:noProof/>
            <w:webHidden/>
          </w:rPr>
          <w:fldChar w:fldCharType="begin"/>
        </w:r>
        <w:r w:rsidR="007C6493">
          <w:rPr>
            <w:noProof/>
            <w:webHidden/>
          </w:rPr>
          <w:instrText xml:space="preserve"> PAGEREF _Toc176876227 \h </w:instrText>
        </w:r>
        <w:r w:rsidR="007C6493">
          <w:rPr>
            <w:noProof/>
            <w:webHidden/>
          </w:rPr>
        </w:r>
        <w:r w:rsidR="007C6493">
          <w:rPr>
            <w:noProof/>
            <w:webHidden/>
          </w:rPr>
          <w:fldChar w:fldCharType="separate"/>
        </w:r>
        <w:r w:rsidR="00DA37E6">
          <w:rPr>
            <w:noProof/>
            <w:webHidden/>
          </w:rPr>
          <w:t>46</w:t>
        </w:r>
        <w:r w:rsidR="007C6493">
          <w:rPr>
            <w:noProof/>
            <w:webHidden/>
          </w:rPr>
          <w:fldChar w:fldCharType="end"/>
        </w:r>
      </w:hyperlink>
    </w:p>
    <w:p w14:paraId="25F26BFD" w14:textId="426C4D6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8" w:history="1">
        <w:r w:rsidR="007C6493" w:rsidRPr="00264424">
          <w:rPr>
            <w:rStyle w:val="Hyperlink"/>
            <w:noProof/>
          </w:rPr>
          <w:t>5.9.8.10 CS-AC-M-OAEP-2-30</w:t>
        </w:r>
        <w:r w:rsidR="007C6493">
          <w:rPr>
            <w:noProof/>
            <w:webHidden/>
          </w:rPr>
          <w:tab/>
        </w:r>
        <w:r w:rsidR="007C6493">
          <w:rPr>
            <w:noProof/>
            <w:webHidden/>
          </w:rPr>
          <w:fldChar w:fldCharType="begin"/>
        </w:r>
        <w:r w:rsidR="007C6493">
          <w:rPr>
            <w:noProof/>
            <w:webHidden/>
          </w:rPr>
          <w:instrText xml:space="preserve"> PAGEREF _Toc176876228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602587EC" w14:textId="4606780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29" w:history="1">
        <w:r w:rsidR="007C6493" w:rsidRPr="00264424">
          <w:rPr>
            <w:rStyle w:val="Hyperlink"/>
            <w:noProof/>
          </w:rPr>
          <w:t>5.9.8.11 CS-AC-M-OAEP-3-30</w:t>
        </w:r>
        <w:r w:rsidR="007C6493">
          <w:rPr>
            <w:noProof/>
            <w:webHidden/>
          </w:rPr>
          <w:tab/>
        </w:r>
        <w:r w:rsidR="007C6493">
          <w:rPr>
            <w:noProof/>
            <w:webHidden/>
          </w:rPr>
          <w:fldChar w:fldCharType="begin"/>
        </w:r>
        <w:r w:rsidR="007C6493">
          <w:rPr>
            <w:noProof/>
            <w:webHidden/>
          </w:rPr>
          <w:instrText xml:space="preserve"> PAGEREF _Toc176876229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1ADC5FB9" w14:textId="290EF6D2"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0" w:history="1">
        <w:r w:rsidR="007C6493" w:rsidRPr="00264424">
          <w:rPr>
            <w:rStyle w:val="Hyperlink"/>
            <w:noProof/>
          </w:rPr>
          <w:t>5.9.8.12 CS-AC-M-OAEP-4-30</w:t>
        </w:r>
        <w:r w:rsidR="007C6493">
          <w:rPr>
            <w:noProof/>
            <w:webHidden/>
          </w:rPr>
          <w:tab/>
        </w:r>
        <w:r w:rsidR="007C6493">
          <w:rPr>
            <w:noProof/>
            <w:webHidden/>
          </w:rPr>
          <w:fldChar w:fldCharType="begin"/>
        </w:r>
        <w:r w:rsidR="007C6493">
          <w:rPr>
            <w:noProof/>
            <w:webHidden/>
          </w:rPr>
          <w:instrText xml:space="preserve"> PAGEREF _Toc176876230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135100C5" w14:textId="5C92EEC1"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1" w:history="1">
        <w:r w:rsidR="007C6493" w:rsidRPr="00264424">
          <w:rPr>
            <w:rStyle w:val="Hyperlink"/>
            <w:noProof/>
          </w:rPr>
          <w:t>5.9.8.13 CS-AC-M-OAEP-5-30</w:t>
        </w:r>
        <w:r w:rsidR="007C6493">
          <w:rPr>
            <w:noProof/>
            <w:webHidden/>
          </w:rPr>
          <w:tab/>
        </w:r>
        <w:r w:rsidR="007C6493">
          <w:rPr>
            <w:noProof/>
            <w:webHidden/>
          </w:rPr>
          <w:fldChar w:fldCharType="begin"/>
        </w:r>
        <w:r w:rsidR="007C6493">
          <w:rPr>
            <w:noProof/>
            <w:webHidden/>
          </w:rPr>
          <w:instrText xml:space="preserve"> PAGEREF _Toc176876231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259740C3" w14:textId="671F17C7"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2" w:history="1">
        <w:r w:rsidR="007C6493" w:rsidRPr="00264424">
          <w:rPr>
            <w:rStyle w:val="Hyperlink"/>
            <w:noProof/>
          </w:rPr>
          <w:t>5.9.8.14 CS-AC-M-OAEP-6-30</w:t>
        </w:r>
        <w:r w:rsidR="007C6493">
          <w:rPr>
            <w:noProof/>
            <w:webHidden/>
          </w:rPr>
          <w:tab/>
        </w:r>
        <w:r w:rsidR="007C6493">
          <w:rPr>
            <w:noProof/>
            <w:webHidden/>
          </w:rPr>
          <w:fldChar w:fldCharType="begin"/>
        </w:r>
        <w:r w:rsidR="007C6493">
          <w:rPr>
            <w:noProof/>
            <w:webHidden/>
          </w:rPr>
          <w:instrText xml:space="preserve"> PAGEREF _Toc176876232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369C3F59" w14:textId="658F5D3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3" w:history="1">
        <w:r w:rsidR="007C6493" w:rsidRPr="00264424">
          <w:rPr>
            <w:rStyle w:val="Hyperlink"/>
            <w:noProof/>
          </w:rPr>
          <w:t>5.9.8.15 CS-AC-M-OAEP-7-30</w:t>
        </w:r>
        <w:r w:rsidR="007C6493">
          <w:rPr>
            <w:noProof/>
            <w:webHidden/>
          </w:rPr>
          <w:tab/>
        </w:r>
        <w:r w:rsidR="007C6493">
          <w:rPr>
            <w:noProof/>
            <w:webHidden/>
          </w:rPr>
          <w:fldChar w:fldCharType="begin"/>
        </w:r>
        <w:r w:rsidR="007C6493">
          <w:rPr>
            <w:noProof/>
            <w:webHidden/>
          </w:rPr>
          <w:instrText xml:space="preserve"> PAGEREF _Toc176876233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23371040" w14:textId="1DFF949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4" w:history="1">
        <w:r w:rsidR="007C6493" w:rsidRPr="00264424">
          <w:rPr>
            <w:rStyle w:val="Hyperlink"/>
            <w:noProof/>
          </w:rPr>
          <w:t>5.9.8.16 CS-AC-M-OAEP-8-30</w:t>
        </w:r>
        <w:r w:rsidR="007C6493">
          <w:rPr>
            <w:noProof/>
            <w:webHidden/>
          </w:rPr>
          <w:tab/>
        </w:r>
        <w:r w:rsidR="007C6493">
          <w:rPr>
            <w:noProof/>
            <w:webHidden/>
          </w:rPr>
          <w:fldChar w:fldCharType="begin"/>
        </w:r>
        <w:r w:rsidR="007C6493">
          <w:rPr>
            <w:noProof/>
            <w:webHidden/>
          </w:rPr>
          <w:instrText xml:space="preserve"> PAGEREF _Toc176876234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127735B4" w14:textId="4C9B9E4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5" w:history="1">
        <w:r w:rsidR="007C6493" w:rsidRPr="00264424">
          <w:rPr>
            <w:rStyle w:val="Hyperlink"/>
            <w:noProof/>
          </w:rPr>
          <w:t>5.9.8.17 CS-AC-M-OAEP-9-30</w:t>
        </w:r>
        <w:r w:rsidR="007C6493">
          <w:rPr>
            <w:noProof/>
            <w:webHidden/>
          </w:rPr>
          <w:tab/>
        </w:r>
        <w:r w:rsidR="007C6493">
          <w:rPr>
            <w:noProof/>
            <w:webHidden/>
          </w:rPr>
          <w:fldChar w:fldCharType="begin"/>
        </w:r>
        <w:r w:rsidR="007C6493">
          <w:rPr>
            <w:noProof/>
            <w:webHidden/>
          </w:rPr>
          <w:instrText xml:space="preserve"> PAGEREF _Toc176876235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0253F4B0" w14:textId="4AC88B0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6" w:history="1">
        <w:r w:rsidR="007C6493" w:rsidRPr="00264424">
          <w:rPr>
            <w:rStyle w:val="Hyperlink"/>
            <w:noProof/>
          </w:rPr>
          <w:t>5.9.8.18 CS-AC-M-OAEP-10-30</w:t>
        </w:r>
        <w:r w:rsidR="007C6493">
          <w:rPr>
            <w:noProof/>
            <w:webHidden/>
          </w:rPr>
          <w:tab/>
        </w:r>
        <w:r w:rsidR="007C6493">
          <w:rPr>
            <w:noProof/>
            <w:webHidden/>
          </w:rPr>
          <w:fldChar w:fldCharType="begin"/>
        </w:r>
        <w:r w:rsidR="007C6493">
          <w:rPr>
            <w:noProof/>
            <w:webHidden/>
          </w:rPr>
          <w:instrText xml:space="preserve"> PAGEREF _Toc176876236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69DEC38D" w14:textId="15AEF7C1"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37" w:history="1">
        <w:r w:rsidR="007C6493" w:rsidRPr="00264424">
          <w:rPr>
            <w:rStyle w:val="Hyperlink"/>
            <w:noProof/>
          </w:rPr>
          <w:t>5.9.9 RNG Cryptographic Mandatory Test Cases KMIP v3.0</w:t>
        </w:r>
        <w:r w:rsidR="007C6493">
          <w:rPr>
            <w:noProof/>
            <w:webHidden/>
          </w:rPr>
          <w:tab/>
        </w:r>
        <w:r w:rsidR="007C6493">
          <w:rPr>
            <w:noProof/>
            <w:webHidden/>
          </w:rPr>
          <w:fldChar w:fldCharType="begin"/>
        </w:r>
        <w:r w:rsidR="007C6493">
          <w:rPr>
            <w:noProof/>
            <w:webHidden/>
          </w:rPr>
          <w:instrText xml:space="preserve"> PAGEREF _Toc176876237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2200DA3C" w14:textId="26D5B3A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38" w:history="1">
        <w:r w:rsidR="007C6493" w:rsidRPr="00264424">
          <w:rPr>
            <w:rStyle w:val="Hyperlink"/>
            <w:noProof/>
          </w:rPr>
          <w:t>5.9.9.1 CS-RNG-M-1-30</w:t>
        </w:r>
        <w:r w:rsidR="007C6493">
          <w:rPr>
            <w:noProof/>
            <w:webHidden/>
          </w:rPr>
          <w:tab/>
        </w:r>
        <w:r w:rsidR="007C6493">
          <w:rPr>
            <w:noProof/>
            <w:webHidden/>
          </w:rPr>
          <w:fldChar w:fldCharType="begin"/>
        </w:r>
        <w:r w:rsidR="007C6493">
          <w:rPr>
            <w:noProof/>
            <w:webHidden/>
          </w:rPr>
          <w:instrText xml:space="preserve"> PAGEREF _Toc176876238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15C0EA65" w14:textId="5807653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39" w:history="1">
        <w:r w:rsidR="007C6493" w:rsidRPr="00264424">
          <w:rPr>
            <w:rStyle w:val="Hyperlink"/>
            <w:noProof/>
          </w:rPr>
          <w:t>5.9.10 RNG Cryptographic Optional Test Cases KMIP v3.0</w:t>
        </w:r>
        <w:r w:rsidR="007C6493">
          <w:rPr>
            <w:noProof/>
            <w:webHidden/>
          </w:rPr>
          <w:tab/>
        </w:r>
        <w:r w:rsidR="007C6493">
          <w:rPr>
            <w:noProof/>
            <w:webHidden/>
          </w:rPr>
          <w:fldChar w:fldCharType="begin"/>
        </w:r>
        <w:r w:rsidR="007C6493">
          <w:rPr>
            <w:noProof/>
            <w:webHidden/>
          </w:rPr>
          <w:instrText xml:space="preserve"> PAGEREF _Toc176876239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24ECD9D1" w14:textId="647E816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40" w:history="1">
        <w:r w:rsidR="007C6493" w:rsidRPr="00264424">
          <w:rPr>
            <w:rStyle w:val="Hyperlink"/>
            <w:noProof/>
          </w:rPr>
          <w:t>5.9.10.1 CS-RNG-O-1-30</w:t>
        </w:r>
        <w:r w:rsidR="007C6493">
          <w:rPr>
            <w:noProof/>
            <w:webHidden/>
          </w:rPr>
          <w:tab/>
        </w:r>
        <w:r w:rsidR="007C6493">
          <w:rPr>
            <w:noProof/>
            <w:webHidden/>
          </w:rPr>
          <w:fldChar w:fldCharType="begin"/>
        </w:r>
        <w:r w:rsidR="007C6493">
          <w:rPr>
            <w:noProof/>
            <w:webHidden/>
          </w:rPr>
          <w:instrText xml:space="preserve"> PAGEREF _Toc176876240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2D6CF873" w14:textId="5EB089B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41" w:history="1">
        <w:r w:rsidR="007C6493" w:rsidRPr="00264424">
          <w:rPr>
            <w:rStyle w:val="Hyperlink"/>
            <w:noProof/>
          </w:rPr>
          <w:t>5.9.10.2 CS-RNG-O-2-30</w:t>
        </w:r>
        <w:r w:rsidR="007C6493">
          <w:rPr>
            <w:noProof/>
            <w:webHidden/>
          </w:rPr>
          <w:tab/>
        </w:r>
        <w:r w:rsidR="007C6493">
          <w:rPr>
            <w:noProof/>
            <w:webHidden/>
          </w:rPr>
          <w:fldChar w:fldCharType="begin"/>
        </w:r>
        <w:r w:rsidR="007C6493">
          <w:rPr>
            <w:noProof/>
            <w:webHidden/>
          </w:rPr>
          <w:instrText xml:space="preserve"> PAGEREF _Toc176876241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48841F3B" w14:textId="67B4241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42" w:history="1">
        <w:r w:rsidR="007C6493" w:rsidRPr="00264424">
          <w:rPr>
            <w:rStyle w:val="Hyperlink"/>
            <w:noProof/>
          </w:rPr>
          <w:t>5.9.10.3 CS-RNG-O-3-30</w:t>
        </w:r>
        <w:r w:rsidR="007C6493">
          <w:rPr>
            <w:noProof/>
            <w:webHidden/>
          </w:rPr>
          <w:tab/>
        </w:r>
        <w:r w:rsidR="007C6493">
          <w:rPr>
            <w:noProof/>
            <w:webHidden/>
          </w:rPr>
          <w:fldChar w:fldCharType="begin"/>
        </w:r>
        <w:r w:rsidR="007C6493">
          <w:rPr>
            <w:noProof/>
            <w:webHidden/>
          </w:rPr>
          <w:instrText xml:space="preserve"> PAGEREF _Toc176876242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0FAEF0E7" w14:textId="420D421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43" w:history="1">
        <w:r w:rsidR="007C6493" w:rsidRPr="00264424">
          <w:rPr>
            <w:rStyle w:val="Hyperlink"/>
            <w:noProof/>
          </w:rPr>
          <w:t>5.9.10.4 CS-RNG-O-4-30</w:t>
        </w:r>
        <w:r w:rsidR="007C6493">
          <w:rPr>
            <w:noProof/>
            <w:webHidden/>
          </w:rPr>
          <w:tab/>
        </w:r>
        <w:r w:rsidR="007C6493">
          <w:rPr>
            <w:noProof/>
            <w:webHidden/>
          </w:rPr>
          <w:fldChar w:fldCharType="begin"/>
        </w:r>
        <w:r w:rsidR="007C6493">
          <w:rPr>
            <w:noProof/>
            <w:webHidden/>
          </w:rPr>
          <w:instrText xml:space="preserve"> PAGEREF _Toc176876243 \h </w:instrText>
        </w:r>
        <w:r w:rsidR="007C6493">
          <w:rPr>
            <w:noProof/>
            <w:webHidden/>
          </w:rPr>
        </w:r>
        <w:r w:rsidR="007C6493">
          <w:rPr>
            <w:noProof/>
            <w:webHidden/>
          </w:rPr>
          <w:fldChar w:fldCharType="separate"/>
        </w:r>
        <w:r w:rsidR="00DA37E6">
          <w:rPr>
            <w:noProof/>
            <w:webHidden/>
          </w:rPr>
          <w:t>47</w:t>
        </w:r>
        <w:r w:rsidR="007C6493">
          <w:rPr>
            <w:noProof/>
            <w:webHidden/>
          </w:rPr>
          <w:fldChar w:fldCharType="end"/>
        </w:r>
      </w:hyperlink>
    </w:p>
    <w:p w14:paraId="455C98EC" w14:textId="51CF2A00"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44" w:history="1">
        <w:r w:rsidR="007C6493" w:rsidRPr="00264424">
          <w:rPr>
            <w:rStyle w:val="Hyperlink"/>
            <w:noProof/>
          </w:rPr>
          <w:t>5.10 Opaque Managed Object Store Profiles</w:t>
        </w:r>
        <w:r w:rsidR="007C6493">
          <w:rPr>
            <w:noProof/>
            <w:webHidden/>
          </w:rPr>
          <w:tab/>
        </w:r>
        <w:r w:rsidR="007C6493">
          <w:rPr>
            <w:noProof/>
            <w:webHidden/>
          </w:rPr>
          <w:fldChar w:fldCharType="begin"/>
        </w:r>
        <w:r w:rsidR="007C6493">
          <w:rPr>
            <w:noProof/>
            <w:webHidden/>
          </w:rPr>
          <w:instrText xml:space="preserve"> PAGEREF _Toc176876244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0C6368C2" w14:textId="5AE5D6B5"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45" w:history="1">
        <w:r w:rsidR="007C6493" w:rsidRPr="00264424">
          <w:rPr>
            <w:rStyle w:val="Hyperlink"/>
            <w:noProof/>
          </w:rPr>
          <w:t>5.10.1 Opaque Managed Object Store Client</w:t>
        </w:r>
        <w:r w:rsidR="007C6493">
          <w:rPr>
            <w:noProof/>
            <w:webHidden/>
          </w:rPr>
          <w:tab/>
        </w:r>
        <w:r w:rsidR="007C6493">
          <w:rPr>
            <w:noProof/>
            <w:webHidden/>
          </w:rPr>
          <w:fldChar w:fldCharType="begin"/>
        </w:r>
        <w:r w:rsidR="007C6493">
          <w:rPr>
            <w:noProof/>
            <w:webHidden/>
          </w:rPr>
          <w:instrText xml:space="preserve"> PAGEREF _Toc176876245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5CB697D7" w14:textId="209EC20C"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46" w:history="1">
        <w:r w:rsidR="007C6493" w:rsidRPr="00264424">
          <w:rPr>
            <w:rStyle w:val="Hyperlink"/>
            <w:noProof/>
          </w:rPr>
          <w:t>5.10.2 Opaque Managed Object Store Server</w:t>
        </w:r>
        <w:r w:rsidR="007C6493">
          <w:rPr>
            <w:noProof/>
            <w:webHidden/>
          </w:rPr>
          <w:tab/>
        </w:r>
        <w:r w:rsidR="007C6493">
          <w:rPr>
            <w:noProof/>
            <w:webHidden/>
          </w:rPr>
          <w:fldChar w:fldCharType="begin"/>
        </w:r>
        <w:r w:rsidR="007C6493">
          <w:rPr>
            <w:noProof/>
            <w:webHidden/>
          </w:rPr>
          <w:instrText xml:space="preserve"> PAGEREF _Toc176876246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63EC0A3D" w14:textId="271CCD8D"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47" w:history="1">
        <w:r w:rsidR="007C6493" w:rsidRPr="00264424">
          <w:rPr>
            <w:rStyle w:val="Hyperlink"/>
            <w:noProof/>
          </w:rPr>
          <w:t>5.10.3 Opaque Managed Object Mandatory Test Cases KMIP v3.0</w:t>
        </w:r>
        <w:r w:rsidR="007C6493">
          <w:rPr>
            <w:noProof/>
            <w:webHidden/>
          </w:rPr>
          <w:tab/>
        </w:r>
        <w:r w:rsidR="007C6493">
          <w:rPr>
            <w:noProof/>
            <w:webHidden/>
          </w:rPr>
          <w:fldChar w:fldCharType="begin"/>
        </w:r>
        <w:r w:rsidR="007C6493">
          <w:rPr>
            <w:noProof/>
            <w:webHidden/>
          </w:rPr>
          <w:instrText xml:space="preserve"> PAGEREF _Toc176876247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7151BF04" w14:textId="6D6B9DC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48" w:history="1">
        <w:r w:rsidR="007C6493" w:rsidRPr="00264424">
          <w:rPr>
            <w:rStyle w:val="Hyperlink"/>
            <w:noProof/>
          </w:rPr>
          <w:t>5.10.3.1 OMOS-M-1-30</w:t>
        </w:r>
        <w:r w:rsidR="007C6493">
          <w:rPr>
            <w:noProof/>
            <w:webHidden/>
          </w:rPr>
          <w:tab/>
        </w:r>
        <w:r w:rsidR="007C6493">
          <w:rPr>
            <w:noProof/>
            <w:webHidden/>
          </w:rPr>
          <w:fldChar w:fldCharType="begin"/>
        </w:r>
        <w:r w:rsidR="007C6493">
          <w:rPr>
            <w:noProof/>
            <w:webHidden/>
          </w:rPr>
          <w:instrText xml:space="preserve"> PAGEREF _Toc176876248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6819FC21" w14:textId="01CC5C58"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49" w:history="1">
        <w:r w:rsidR="007C6493" w:rsidRPr="00264424">
          <w:rPr>
            <w:rStyle w:val="Hyperlink"/>
            <w:noProof/>
          </w:rPr>
          <w:t>5.10.4 Opaque Managed Object Optional Test Cases KMIP v3.0</w:t>
        </w:r>
        <w:r w:rsidR="007C6493">
          <w:rPr>
            <w:noProof/>
            <w:webHidden/>
          </w:rPr>
          <w:tab/>
        </w:r>
        <w:r w:rsidR="007C6493">
          <w:rPr>
            <w:noProof/>
            <w:webHidden/>
          </w:rPr>
          <w:fldChar w:fldCharType="begin"/>
        </w:r>
        <w:r w:rsidR="007C6493">
          <w:rPr>
            <w:noProof/>
            <w:webHidden/>
          </w:rPr>
          <w:instrText xml:space="preserve"> PAGEREF _Toc176876249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47EA6B9C" w14:textId="3586DD65"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50" w:history="1">
        <w:r w:rsidR="007C6493" w:rsidRPr="00264424">
          <w:rPr>
            <w:rStyle w:val="Hyperlink"/>
            <w:noProof/>
          </w:rPr>
          <w:t>5.10.4.1 OMOS-O-1-30</w:t>
        </w:r>
        <w:r w:rsidR="007C6493">
          <w:rPr>
            <w:noProof/>
            <w:webHidden/>
          </w:rPr>
          <w:tab/>
        </w:r>
        <w:r w:rsidR="007C6493">
          <w:rPr>
            <w:noProof/>
            <w:webHidden/>
          </w:rPr>
          <w:fldChar w:fldCharType="begin"/>
        </w:r>
        <w:r w:rsidR="007C6493">
          <w:rPr>
            <w:noProof/>
            <w:webHidden/>
          </w:rPr>
          <w:instrText xml:space="preserve"> PAGEREF _Toc176876250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072F0F8D" w14:textId="1641C9C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51" w:history="1">
        <w:r w:rsidR="007C6493" w:rsidRPr="00264424">
          <w:rPr>
            <w:rStyle w:val="Hyperlink"/>
            <w:noProof/>
          </w:rPr>
          <w:t>5.11 Storage Array with Self-Encrypting Drives Profiles</w:t>
        </w:r>
        <w:r w:rsidR="007C6493">
          <w:rPr>
            <w:noProof/>
            <w:webHidden/>
          </w:rPr>
          <w:tab/>
        </w:r>
        <w:r w:rsidR="007C6493">
          <w:rPr>
            <w:noProof/>
            <w:webHidden/>
          </w:rPr>
          <w:fldChar w:fldCharType="begin"/>
        </w:r>
        <w:r w:rsidR="007C6493">
          <w:rPr>
            <w:noProof/>
            <w:webHidden/>
          </w:rPr>
          <w:instrText xml:space="preserve"> PAGEREF _Toc176876251 \h </w:instrText>
        </w:r>
        <w:r w:rsidR="007C6493">
          <w:rPr>
            <w:noProof/>
            <w:webHidden/>
          </w:rPr>
        </w:r>
        <w:r w:rsidR="007C6493">
          <w:rPr>
            <w:noProof/>
            <w:webHidden/>
          </w:rPr>
          <w:fldChar w:fldCharType="separate"/>
        </w:r>
        <w:r w:rsidR="00DA37E6">
          <w:rPr>
            <w:noProof/>
            <w:webHidden/>
          </w:rPr>
          <w:t>48</w:t>
        </w:r>
        <w:r w:rsidR="007C6493">
          <w:rPr>
            <w:noProof/>
            <w:webHidden/>
          </w:rPr>
          <w:fldChar w:fldCharType="end"/>
        </w:r>
      </w:hyperlink>
    </w:p>
    <w:p w14:paraId="33743977" w14:textId="44030E5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52" w:history="1">
        <w:r w:rsidR="007C6493" w:rsidRPr="00264424">
          <w:rPr>
            <w:rStyle w:val="Hyperlink"/>
            <w:noProof/>
          </w:rPr>
          <w:t>5.11.1 Storage Array with Self-Encrypting Drives Client</w:t>
        </w:r>
        <w:r w:rsidR="007C6493">
          <w:rPr>
            <w:noProof/>
            <w:webHidden/>
          </w:rPr>
          <w:tab/>
        </w:r>
        <w:r w:rsidR="007C6493">
          <w:rPr>
            <w:noProof/>
            <w:webHidden/>
          </w:rPr>
          <w:fldChar w:fldCharType="begin"/>
        </w:r>
        <w:r w:rsidR="007C6493">
          <w:rPr>
            <w:noProof/>
            <w:webHidden/>
          </w:rPr>
          <w:instrText xml:space="preserve"> PAGEREF _Toc176876252 \h </w:instrText>
        </w:r>
        <w:r w:rsidR="007C6493">
          <w:rPr>
            <w:noProof/>
            <w:webHidden/>
          </w:rPr>
        </w:r>
        <w:r w:rsidR="007C6493">
          <w:rPr>
            <w:noProof/>
            <w:webHidden/>
          </w:rPr>
          <w:fldChar w:fldCharType="separate"/>
        </w:r>
        <w:r w:rsidR="00DA37E6">
          <w:rPr>
            <w:noProof/>
            <w:webHidden/>
          </w:rPr>
          <w:t>49</w:t>
        </w:r>
        <w:r w:rsidR="007C6493">
          <w:rPr>
            <w:noProof/>
            <w:webHidden/>
          </w:rPr>
          <w:fldChar w:fldCharType="end"/>
        </w:r>
      </w:hyperlink>
    </w:p>
    <w:p w14:paraId="0CCD4846" w14:textId="5D50B407"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53" w:history="1">
        <w:r w:rsidR="007C6493" w:rsidRPr="00264424">
          <w:rPr>
            <w:rStyle w:val="Hyperlink"/>
            <w:noProof/>
          </w:rPr>
          <w:t>5.11.2 Storage Array with Self-Encrypting Drives Server</w:t>
        </w:r>
        <w:r w:rsidR="007C6493">
          <w:rPr>
            <w:noProof/>
            <w:webHidden/>
          </w:rPr>
          <w:tab/>
        </w:r>
        <w:r w:rsidR="007C6493">
          <w:rPr>
            <w:noProof/>
            <w:webHidden/>
          </w:rPr>
          <w:fldChar w:fldCharType="begin"/>
        </w:r>
        <w:r w:rsidR="007C6493">
          <w:rPr>
            <w:noProof/>
            <w:webHidden/>
          </w:rPr>
          <w:instrText xml:space="preserve"> PAGEREF _Toc176876253 \h </w:instrText>
        </w:r>
        <w:r w:rsidR="007C6493">
          <w:rPr>
            <w:noProof/>
            <w:webHidden/>
          </w:rPr>
        </w:r>
        <w:r w:rsidR="007C6493">
          <w:rPr>
            <w:noProof/>
            <w:webHidden/>
          </w:rPr>
          <w:fldChar w:fldCharType="separate"/>
        </w:r>
        <w:r w:rsidR="00DA37E6">
          <w:rPr>
            <w:noProof/>
            <w:webHidden/>
          </w:rPr>
          <w:t>49</w:t>
        </w:r>
        <w:r w:rsidR="007C6493">
          <w:rPr>
            <w:noProof/>
            <w:webHidden/>
          </w:rPr>
          <w:fldChar w:fldCharType="end"/>
        </w:r>
      </w:hyperlink>
    </w:p>
    <w:p w14:paraId="3A5A6831" w14:textId="24C120F3"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54" w:history="1">
        <w:r w:rsidR="007C6493" w:rsidRPr="00264424">
          <w:rPr>
            <w:rStyle w:val="Hyperlink"/>
            <w:noProof/>
          </w:rPr>
          <w:t>5.11.3 Storage Array with Self-Encrypting Drives Mandatory Test Cases KMIP v3.0</w:t>
        </w:r>
        <w:r w:rsidR="007C6493">
          <w:rPr>
            <w:noProof/>
            <w:webHidden/>
          </w:rPr>
          <w:tab/>
        </w:r>
        <w:r w:rsidR="007C6493">
          <w:rPr>
            <w:noProof/>
            <w:webHidden/>
          </w:rPr>
          <w:fldChar w:fldCharType="begin"/>
        </w:r>
        <w:r w:rsidR="007C6493">
          <w:rPr>
            <w:noProof/>
            <w:webHidden/>
          </w:rPr>
          <w:instrText xml:space="preserve"> PAGEREF _Toc176876254 \h </w:instrText>
        </w:r>
        <w:r w:rsidR="007C6493">
          <w:rPr>
            <w:noProof/>
            <w:webHidden/>
          </w:rPr>
        </w:r>
        <w:r w:rsidR="007C6493">
          <w:rPr>
            <w:noProof/>
            <w:webHidden/>
          </w:rPr>
          <w:fldChar w:fldCharType="separate"/>
        </w:r>
        <w:r w:rsidR="00DA37E6">
          <w:rPr>
            <w:noProof/>
            <w:webHidden/>
          </w:rPr>
          <w:t>49</w:t>
        </w:r>
        <w:r w:rsidR="007C6493">
          <w:rPr>
            <w:noProof/>
            <w:webHidden/>
          </w:rPr>
          <w:fldChar w:fldCharType="end"/>
        </w:r>
      </w:hyperlink>
    </w:p>
    <w:p w14:paraId="395BF392" w14:textId="16E1E32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55" w:history="1">
        <w:r w:rsidR="007C6493" w:rsidRPr="00264424">
          <w:rPr>
            <w:rStyle w:val="Hyperlink"/>
            <w:noProof/>
          </w:rPr>
          <w:t>5.11.3.1 SASED-M-1-30</w:t>
        </w:r>
        <w:r w:rsidR="007C6493">
          <w:rPr>
            <w:noProof/>
            <w:webHidden/>
          </w:rPr>
          <w:tab/>
        </w:r>
        <w:r w:rsidR="007C6493">
          <w:rPr>
            <w:noProof/>
            <w:webHidden/>
          </w:rPr>
          <w:fldChar w:fldCharType="begin"/>
        </w:r>
        <w:r w:rsidR="007C6493">
          <w:rPr>
            <w:noProof/>
            <w:webHidden/>
          </w:rPr>
          <w:instrText xml:space="preserve"> PAGEREF _Toc176876255 \h </w:instrText>
        </w:r>
        <w:r w:rsidR="007C6493">
          <w:rPr>
            <w:noProof/>
            <w:webHidden/>
          </w:rPr>
        </w:r>
        <w:r w:rsidR="007C6493">
          <w:rPr>
            <w:noProof/>
            <w:webHidden/>
          </w:rPr>
          <w:fldChar w:fldCharType="separate"/>
        </w:r>
        <w:r w:rsidR="00DA37E6">
          <w:rPr>
            <w:noProof/>
            <w:webHidden/>
          </w:rPr>
          <w:t>49</w:t>
        </w:r>
        <w:r w:rsidR="007C6493">
          <w:rPr>
            <w:noProof/>
            <w:webHidden/>
          </w:rPr>
          <w:fldChar w:fldCharType="end"/>
        </w:r>
      </w:hyperlink>
    </w:p>
    <w:p w14:paraId="179C04BA" w14:textId="61587E0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56" w:history="1">
        <w:r w:rsidR="007C6493" w:rsidRPr="00264424">
          <w:rPr>
            <w:rStyle w:val="Hyperlink"/>
            <w:noProof/>
          </w:rPr>
          <w:t>5.11.3.2 SASED-M-2-30</w:t>
        </w:r>
        <w:r w:rsidR="007C6493">
          <w:rPr>
            <w:noProof/>
            <w:webHidden/>
          </w:rPr>
          <w:tab/>
        </w:r>
        <w:r w:rsidR="007C6493">
          <w:rPr>
            <w:noProof/>
            <w:webHidden/>
          </w:rPr>
          <w:fldChar w:fldCharType="begin"/>
        </w:r>
        <w:r w:rsidR="007C6493">
          <w:rPr>
            <w:noProof/>
            <w:webHidden/>
          </w:rPr>
          <w:instrText xml:space="preserve"> PAGEREF _Toc176876256 \h </w:instrText>
        </w:r>
        <w:r w:rsidR="007C6493">
          <w:rPr>
            <w:noProof/>
            <w:webHidden/>
          </w:rPr>
        </w:r>
        <w:r w:rsidR="007C6493">
          <w:rPr>
            <w:noProof/>
            <w:webHidden/>
          </w:rPr>
          <w:fldChar w:fldCharType="separate"/>
        </w:r>
        <w:r w:rsidR="00DA37E6">
          <w:rPr>
            <w:noProof/>
            <w:webHidden/>
          </w:rPr>
          <w:t>50</w:t>
        </w:r>
        <w:r w:rsidR="007C6493">
          <w:rPr>
            <w:noProof/>
            <w:webHidden/>
          </w:rPr>
          <w:fldChar w:fldCharType="end"/>
        </w:r>
      </w:hyperlink>
    </w:p>
    <w:p w14:paraId="576E217F" w14:textId="61E7AE0F"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57" w:history="1">
        <w:r w:rsidR="007C6493" w:rsidRPr="00264424">
          <w:rPr>
            <w:rStyle w:val="Hyperlink"/>
            <w:noProof/>
          </w:rPr>
          <w:t>5.11.3.3 SASED-M-3-30</w:t>
        </w:r>
        <w:r w:rsidR="007C6493">
          <w:rPr>
            <w:noProof/>
            <w:webHidden/>
          </w:rPr>
          <w:tab/>
        </w:r>
        <w:r w:rsidR="007C6493">
          <w:rPr>
            <w:noProof/>
            <w:webHidden/>
          </w:rPr>
          <w:fldChar w:fldCharType="begin"/>
        </w:r>
        <w:r w:rsidR="007C6493">
          <w:rPr>
            <w:noProof/>
            <w:webHidden/>
          </w:rPr>
          <w:instrText xml:space="preserve"> PAGEREF _Toc176876257 \h </w:instrText>
        </w:r>
        <w:r w:rsidR="007C6493">
          <w:rPr>
            <w:noProof/>
            <w:webHidden/>
          </w:rPr>
        </w:r>
        <w:r w:rsidR="007C6493">
          <w:rPr>
            <w:noProof/>
            <w:webHidden/>
          </w:rPr>
          <w:fldChar w:fldCharType="separate"/>
        </w:r>
        <w:r w:rsidR="00DA37E6">
          <w:rPr>
            <w:noProof/>
            <w:webHidden/>
          </w:rPr>
          <w:t>50</w:t>
        </w:r>
        <w:r w:rsidR="007C6493">
          <w:rPr>
            <w:noProof/>
            <w:webHidden/>
          </w:rPr>
          <w:fldChar w:fldCharType="end"/>
        </w:r>
      </w:hyperlink>
    </w:p>
    <w:p w14:paraId="3707DB61" w14:textId="6CD2371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58" w:history="1">
        <w:r w:rsidR="007C6493" w:rsidRPr="00264424">
          <w:rPr>
            <w:rStyle w:val="Hyperlink"/>
            <w:noProof/>
          </w:rPr>
          <w:t>5.12 Tape Library Profiles</w:t>
        </w:r>
        <w:r w:rsidR="007C6493">
          <w:rPr>
            <w:noProof/>
            <w:webHidden/>
          </w:rPr>
          <w:tab/>
        </w:r>
        <w:r w:rsidR="007C6493">
          <w:rPr>
            <w:noProof/>
            <w:webHidden/>
          </w:rPr>
          <w:fldChar w:fldCharType="begin"/>
        </w:r>
        <w:r w:rsidR="007C6493">
          <w:rPr>
            <w:noProof/>
            <w:webHidden/>
          </w:rPr>
          <w:instrText xml:space="preserve"> PAGEREF _Toc176876258 \h </w:instrText>
        </w:r>
        <w:r w:rsidR="007C6493">
          <w:rPr>
            <w:noProof/>
            <w:webHidden/>
          </w:rPr>
        </w:r>
        <w:r w:rsidR="007C6493">
          <w:rPr>
            <w:noProof/>
            <w:webHidden/>
          </w:rPr>
          <w:fldChar w:fldCharType="separate"/>
        </w:r>
        <w:r w:rsidR="00DA37E6">
          <w:rPr>
            <w:noProof/>
            <w:webHidden/>
          </w:rPr>
          <w:t>50</w:t>
        </w:r>
        <w:r w:rsidR="007C6493">
          <w:rPr>
            <w:noProof/>
            <w:webHidden/>
          </w:rPr>
          <w:fldChar w:fldCharType="end"/>
        </w:r>
      </w:hyperlink>
    </w:p>
    <w:p w14:paraId="4377F4B3" w14:textId="006FF14E"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59" w:history="1">
        <w:r w:rsidR="007C6493" w:rsidRPr="00264424">
          <w:rPr>
            <w:rStyle w:val="Hyperlink"/>
            <w:noProof/>
          </w:rPr>
          <w:t>5.12.1 Tape Library Profiles Terminology</w:t>
        </w:r>
        <w:r w:rsidR="007C6493">
          <w:rPr>
            <w:noProof/>
            <w:webHidden/>
          </w:rPr>
          <w:tab/>
        </w:r>
        <w:r w:rsidR="007C6493">
          <w:rPr>
            <w:noProof/>
            <w:webHidden/>
          </w:rPr>
          <w:fldChar w:fldCharType="begin"/>
        </w:r>
        <w:r w:rsidR="007C6493">
          <w:rPr>
            <w:noProof/>
            <w:webHidden/>
          </w:rPr>
          <w:instrText xml:space="preserve"> PAGEREF _Toc176876259 \h </w:instrText>
        </w:r>
        <w:r w:rsidR="007C6493">
          <w:rPr>
            <w:noProof/>
            <w:webHidden/>
          </w:rPr>
        </w:r>
        <w:r w:rsidR="007C6493">
          <w:rPr>
            <w:noProof/>
            <w:webHidden/>
          </w:rPr>
          <w:fldChar w:fldCharType="separate"/>
        </w:r>
        <w:r w:rsidR="00DA37E6">
          <w:rPr>
            <w:noProof/>
            <w:webHidden/>
          </w:rPr>
          <w:t>50</w:t>
        </w:r>
        <w:r w:rsidR="007C6493">
          <w:rPr>
            <w:noProof/>
            <w:webHidden/>
          </w:rPr>
          <w:fldChar w:fldCharType="end"/>
        </w:r>
      </w:hyperlink>
    </w:p>
    <w:p w14:paraId="6BF35669" w14:textId="5D20D205"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0" w:history="1">
        <w:r w:rsidR="007C6493" w:rsidRPr="00264424">
          <w:rPr>
            <w:rStyle w:val="Hyperlink"/>
            <w:noProof/>
          </w:rPr>
          <w:t>5.12.2 Tape Library Application Specific Information</w:t>
        </w:r>
        <w:r w:rsidR="007C6493">
          <w:rPr>
            <w:noProof/>
            <w:webHidden/>
          </w:rPr>
          <w:tab/>
        </w:r>
        <w:r w:rsidR="007C6493">
          <w:rPr>
            <w:noProof/>
            <w:webHidden/>
          </w:rPr>
          <w:fldChar w:fldCharType="begin"/>
        </w:r>
        <w:r w:rsidR="007C6493">
          <w:rPr>
            <w:noProof/>
            <w:webHidden/>
          </w:rPr>
          <w:instrText xml:space="preserve"> PAGEREF _Toc176876260 \h </w:instrText>
        </w:r>
        <w:r w:rsidR="007C6493">
          <w:rPr>
            <w:noProof/>
            <w:webHidden/>
          </w:rPr>
        </w:r>
        <w:r w:rsidR="007C6493">
          <w:rPr>
            <w:noProof/>
            <w:webHidden/>
          </w:rPr>
          <w:fldChar w:fldCharType="separate"/>
        </w:r>
        <w:r w:rsidR="00DA37E6">
          <w:rPr>
            <w:noProof/>
            <w:webHidden/>
          </w:rPr>
          <w:t>50</w:t>
        </w:r>
        <w:r w:rsidR="007C6493">
          <w:rPr>
            <w:noProof/>
            <w:webHidden/>
          </w:rPr>
          <w:fldChar w:fldCharType="end"/>
        </w:r>
      </w:hyperlink>
    </w:p>
    <w:p w14:paraId="7146DCBF" w14:textId="7D1CA45F"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1" w:history="1">
        <w:r w:rsidR="007C6493" w:rsidRPr="00264424">
          <w:rPr>
            <w:rStyle w:val="Hyperlink"/>
            <w:noProof/>
          </w:rPr>
          <w:t>5.12.3 Tape Library Alternative Name</w:t>
        </w:r>
        <w:r w:rsidR="007C6493">
          <w:rPr>
            <w:noProof/>
            <w:webHidden/>
          </w:rPr>
          <w:tab/>
        </w:r>
        <w:r w:rsidR="007C6493">
          <w:rPr>
            <w:noProof/>
            <w:webHidden/>
          </w:rPr>
          <w:fldChar w:fldCharType="begin"/>
        </w:r>
        <w:r w:rsidR="007C6493">
          <w:rPr>
            <w:noProof/>
            <w:webHidden/>
          </w:rPr>
          <w:instrText xml:space="preserve"> PAGEREF _Toc176876261 \h </w:instrText>
        </w:r>
        <w:r w:rsidR="007C6493">
          <w:rPr>
            <w:noProof/>
            <w:webHidden/>
          </w:rPr>
        </w:r>
        <w:r w:rsidR="007C6493">
          <w:rPr>
            <w:noProof/>
            <w:webHidden/>
          </w:rPr>
          <w:fldChar w:fldCharType="separate"/>
        </w:r>
        <w:r w:rsidR="00DA37E6">
          <w:rPr>
            <w:noProof/>
            <w:webHidden/>
          </w:rPr>
          <w:t>52</w:t>
        </w:r>
        <w:r w:rsidR="007C6493">
          <w:rPr>
            <w:noProof/>
            <w:webHidden/>
          </w:rPr>
          <w:fldChar w:fldCharType="end"/>
        </w:r>
      </w:hyperlink>
    </w:p>
    <w:p w14:paraId="468F8D16" w14:textId="392FE921"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2" w:history="1">
        <w:r w:rsidR="007C6493" w:rsidRPr="00264424">
          <w:rPr>
            <w:rStyle w:val="Hyperlink"/>
            <w:noProof/>
          </w:rPr>
          <w:t>5.12.4 Tape Library Client</w:t>
        </w:r>
        <w:r w:rsidR="007C6493">
          <w:rPr>
            <w:noProof/>
            <w:webHidden/>
          </w:rPr>
          <w:tab/>
        </w:r>
        <w:r w:rsidR="007C6493">
          <w:rPr>
            <w:noProof/>
            <w:webHidden/>
          </w:rPr>
          <w:fldChar w:fldCharType="begin"/>
        </w:r>
        <w:r w:rsidR="007C6493">
          <w:rPr>
            <w:noProof/>
            <w:webHidden/>
          </w:rPr>
          <w:instrText xml:space="preserve"> PAGEREF _Toc176876262 \h </w:instrText>
        </w:r>
        <w:r w:rsidR="007C6493">
          <w:rPr>
            <w:noProof/>
            <w:webHidden/>
          </w:rPr>
        </w:r>
        <w:r w:rsidR="007C6493">
          <w:rPr>
            <w:noProof/>
            <w:webHidden/>
          </w:rPr>
          <w:fldChar w:fldCharType="separate"/>
        </w:r>
        <w:r w:rsidR="00DA37E6">
          <w:rPr>
            <w:noProof/>
            <w:webHidden/>
          </w:rPr>
          <w:t>52</w:t>
        </w:r>
        <w:r w:rsidR="007C6493">
          <w:rPr>
            <w:noProof/>
            <w:webHidden/>
          </w:rPr>
          <w:fldChar w:fldCharType="end"/>
        </w:r>
      </w:hyperlink>
    </w:p>
    <w:p w14:paraId="0C246F05" w14:textId="2E9C86E4"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3" w:history="1">
        <w:r w:rsidR="007C6493" w:rsidRPr="00264424">
          <w:rPr>
            <w:rStyle w:val="Hyperlink"/>
            <w:noProof/>
          </w:rPr>
          <w:t>5.12.5 Tape Library Server</w:t>
        </w:r>
        <w:r w:rsidR="007C6493">
          <w:rPr>
            <w:noProof/>
            <w:webHidden/>
          </w:rPr>
          <w:tab/>
        </w:r>
        <w:r w:rsidR="007C6493">
          <w:rPr>
            <w:noProof/>
            <w:webHidden/>
          </w:rPr>
          <w:fldChar w:fldCharType="begin"/>
        </w:r>
        <w:r w:rsidR="007C6493">
          <w:rPr>
            <w:noProof/>
            <w:webHidden/>
          </w:rPr>
          <w:instrText xml:space="preserve"> PAGEREF _Toc176876263 \h </w:instrText>
        </w:r>
        <w:r w:rsidR="007C6493">
          <w:rPr>
            <w:noProof/>
            <w:webHidden/>
          </w:rPr>
        </w:r>
        <w:r w:rsidR="007C6493">
          <w:rPr>
            <w:noProof/>
            <w:webHidden/>
          </w:rPr>
          <w:fldChar w:fldCharType="separate"/>
        </w:r>
        <w:r w:rsidR="00DA37E6">
          <w:rPr>
            <w:noProof/>
            <w:webHidden/>
          </w:rPr>
          <w:t>52</w:t>
        </w:r>
        <w:r w:rsidR="007C6493">
          <w:rPr>
            <w:noProof/>
            <w:webHidden/>
          </w:rPr>
          <w:fldChar w:fldCharType="end"/>
        </w:r>
      </w:hyperlink>
    </w:p>
    <w:p w14:paraId="6CC3C71D" w14:textId="1624ED2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4" w:history="1">
        <w:r w:rsidR="007C6493" w:rsidRPr="00264424">
          <w:rPr>
            <w:rStyle w:val="Hyperlink"/>
            <w:noProof/>
          </w:rPr>
          <w:t>5.12.6 Tape Library Mandatory Test Cases KMIP v3.0</w:t>
        </w:r>
        <w:r w:rsidR="007C6493">
          <w:rPr>
            <w:noProof/>
            <w:webHidden/>
          </w:rPr>
          <w:tab/>
        </w:r>
        <w:r w:rsidR="007C6493">
          <w:rPr>
            <w:noProof/>
            <w:webHidden/>
          </w:rPr>
          <w:fldChar w:fldCharType="begin"/>
        </w:r>
        <w:r w:rsidR="007C6493">
          <w:rPr>
            <w:noProof/>
            <w:webHidden/>
          </w:rPr>
          <w:instrText xml:space="preserve"> PAGEREF _Toc176876264 \h </w:instrText>
        </w:r>
        <w:r w:rsidR="007C6493">
          <w:rPr>
            <w:noProof/>
            <w:webHidden/>
          </w:rPr>
        </w:r>
        <w:r w:rsidR="007C6493">
          <w:rPr>
            <w:noProof/>
            <w:webHidden/>
          </w:rPr>
          <w:fldChar w:fldCharType="separate"/>
        </w:r>
        <w:r w:rsidR="00DA37E6">
          <w:rPr>
            <w:noProof/>
            <w:webHidden/>
          </w:rPr>
          <w:t>53</w:t>
        </w:r>
        <w:r w:rsidR="007C6493">
          <w:rPr>
            <w:noProof/>
            <w:webHidden/>
          </w:rPr>
          <w:fldChar w:fldCharType="end"/>
        </w:r>
      </w:hyperlink>
    </w:p>
    <w:p w14:paraId="2DBA9B7F" w14:textId="047055C6"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65" w:history="1">
        <w:r w:rsidR="007C6493" w:rsidRPr="00264424">
          <w:rPr>
            <w:rStyle w:val="Hyperlink"/>
            <w:noProof/>
          </w:rPr>
          <w:t>5.12.6.1 TL-M-1-30</w:t>
        </w:r>
        <w:r w:rsidR="007C6493">
          <w:rPr>
            <w:noProof/>
            <w:webHidden/>
          </w:rPr>
          <w:tab/>
        </w:r>
        <w:r w:rsidR="007C6493">
          <w:rPr>
            <w:noProof/>
            <w:webHidden/>
          </w:rPr>
          <w:fldChar w:fldCharType="begin"/>
        </w:r>
        <w:r w:rsidR="007C6493">
          <w:rPr>
            <w:noProof/>
            <w:webHidden/>
          </w:rPr>
          <w:instrText xml:space="preserve"> PAGEREF _Toc176876265 \h </w:instrText>
        </w:r>
        <w:r w:rsidR="007C6493">
          <w:rPr>
            <w:noProof/>
            <w:webHidden/>
          </w:rPr>
        </w:r>
        <w:r w:rsidR="007C6493">
          <w:rPr>
            <w:noProof/>
            <w:webHidden/>
          </w:rPr>
          <w:fldChar w:fldCharType="separate"/>
        </w:r>
        <w:r w:rsidR="00DA37E6">
          <w:rPr>
            <w:noProof/>
            <w:webHidden/>
          </w:rPr>
          <w:t>53</w:t>
        </w:r>
        <w:r w:rsidR="007C6493">
          <w:rPr>
            <w:noProof/>
            <w:webHidden/>
          </w:rPr>
          <w:fldChar w:fldCharType="end"/>
        </w:r>
      </w:hyperlink>
    </w:p>
    <w:p w14:paraId="6AEC29A1" w14:textId="192CEBDA"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66" w:history="1">
        <w:r w:rsidR="007C6493" w:rsidRPr="00264424">
          <w:rPr>
            <w:rStyle w:val="Hyperlink"/>
            <w:noProof/>
          </w:rPr>
          <w:t>5.12.6.2 TL-M-2-30</w:t>
        </w:r>
        <w:r w:rsidR="007C6493">
          <w:rPr>
            <w:noProof/>
            <w:webHidden/>
          </w:rPr>
          <w:tab/>
        </w:r>
        <w:r w:rsidR="007C6493">
          <w:rPr>
            <w:noProof/>
            <w:webHidden/>
          </w:rPr>
          <w:fldChar w:fldCharType="begin"/>
        </w:r>
        <w:r w:rsidR="007C6493">
          <w:rPr>
            <w:noProof/>
            <w:webHidden/>
          </w:rPr>
          <w:instrText xml:space="preserve"> PAGEREF _Toc176876266 \h </w:instrText>
        </w:r>
        <w:r w:rsidR="007C6493">
          <w:rPr>
            <w:noProof/>
            <w:webHidden/>
          </w:rPr>
        </w:r>
        <w:r w:rsidR="007C6493">
          <w:rPr>
            <w:noProof/>
            <w:webHidden/>
          </w:rPr>
          <w:fldChar w:fldCharType="separate"/>
        </w:r>
        <w:r w:rsidR="00DA37E6">
          <w:rPr>
            <w:noProof/>
            <w:webHidden/>
          </w:rPr>
          <w:t>54</w:t>
        </w:r>
        <w:r w:rsidR="007C6493">
          <w:rPr>
            <w:noProof/>
            <w:webHidden/>
          </w:rPr>
          <w:fldChar w:fldCharType="end"/>
        </w:r>
      </w:hyperlink>
    </w:p>
    <w:p w14:paraId="0106052C" w14:textId="7D0816BC"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67" w:history="1">
        <w:r w:rsidR="007C6493" w:rsidRPr="00264424">
          <w:rPr>
            <w:rStyle w:val="Hyperlink"/>
            <w:noProof/>
          </w:rPr>
          <w:t>5.12.6.3 TL-M-3-30</w:t>
        </w:r>
        <w:r w:rsidR="007C6493">
          <w:rPr>
            <w:noProof/>
            <w:webHidden/>
          </w:rPr>
          <w:tab/>
        </w:r>
        <w:r w:rsidR="007C6493">
          <w:rPr>
            <w:noProof/>
            <w:webHidden/>
          </w:rPr>
          <w:fldChar w:fldCharType="begin"/>
        </w:r>
        <w:r w:rsidR="007C6493">
          <w:rPr>
            <w:noProof/>
            <w:webHidden/>
          </w:rPr>
          <w:instrText xml:space="preserve"> PAGEREF _Toc176876267 \h </w:instrText>
        </w:r>
        <w:r w:rsidR="007C6493">
          <w:rPr>
            <w:noProof/>
            <w:webHidden/>
          </w:rPr>
        </w:r>
        <w:r w:rsidR="007C6493">
          <w:rPr>
            <w:noProof/>
            <w:webHidden/>
          </w:rPr>
          <w:fldChar w:fldCharType="separate"/>
        </w:r>
        <w:r w:rsidR="00DA37E6">
          <w:rPr>
            <w:noProof/>
            <w:webHidden/>
          </w:rPr>
          <w:t>54</w:t>
        </w:r>
        <w:r w:rsidR="007C6493">
          <w:rPr>
            <w:noProof/>
            <w:webHidden/>
          </w:rPr>
          <w:fldChar w:fldCharType="end"/>
        </w:r>
      </w:hyperlink>
    </w:p>
    <w:p w14:paraId="5F0109E0" w14:textId="21CA128B"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68" w:history="1">
        <w:r w:rsidR="007C6493" w:rsidRPr="00264424">
          <w:rPr>
            <w:rStyle w:val="Hyperlink"/>
            <w:noProof/>
          </w:rPr>
          <w:t>5.13 AES XTS Profiles</w:t>
        </w:r>
        <w:r w:rsidR="007C6493">
          <w:rPr>
            <w:noProof/>
            <w:webHidden/>
          </w:rPr>
          <w:tab/>
        </w:r>
        <w:r w:rsidR="007C6493">
          <w:rPr>
            <w:noProof/>
            <w:webHidden/>
          </w:rPr>
          <w:fldChar w:fldCharType="begin"/>
        </w:r>
        <w:r w:rsidR="007C6493">
          <w:rPr>
            <w:noProof/>
            <w:webHidden/>
          </w:rPr>
          <w:instrText xml:space="preserve"> PAGEREF _Toc176876268 \h </w:instrText>
        </w:r>
        <w:r w:rsidR="007C6493">
          <w:rPr>
            <w:noProof/>
            <w:webHidden/>
          </w:rPr>
        </w:r>
        <w:r w:rsidR="007C6493">
          <w:rPr>
            <w:noProof/>
            <w:webHidden/>
          </w:rPr>
          <w:fldChar w:fldCharType="separate"/>
        </w:r>
        <w:r w:rsidR="00DA37E6">
          <w:rPr>
            <w:noProof/>
            <w:webHidden/>
          </w:rPr>
          <w:t>54</w:t>
        </w:r>
        <w:r w:rsidR="007C6493">
          <w:rPr>
            <w:noProof/>
            <w:webHidden/>
          </w:rPr>
          <w:fldChar w:fldCharType="end"/>
        </w:r>
      </w:hyperlink>
    </w:p>
    <w:p w14:paraId="45E4CC9D" w14:textId="196A0072"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69" w:history="1">
        <w:r w:rsidR="007C6493" w:rsidRPr="00264424">
          <w:rPr>
            <w:rStyle w:val="Hyperlink"/>
            <w:noProof/>
          </w:rPr>
          <w:t>5.13.1 AES XTS Client</w:t>
        </w:r>
        <w:r w:rsidR="007C6493">
          <w:rPr>
            <w:noProof/>
            <w:webHidden/>
          </w:rPr>
          <w:tab/>
        </w:r>
        <w:r w:rsidR="007C6493">
          <w:rPr>
            <w:noProof/>
            <w:webHidden/>
          </w:rPr>
          <w:fldChar w:fldCharType="begin"/>
        </w:r>
        <w:r w:rsidR="007C6493">
          <w:rPr>
            <w:noProof/>
            <w:webHidden/>
          </w:rPr>
          <w:instrText xml:space="preserve"> PAGEREF _Toc176876269 \h </w:instrText>
        </w:r>
        <w:r w:rsidR="007C6493">
          <w:rPr>
            <w:noProof/>
            <w:webHidden/>
          </w:rPr>
        </w:r>
        <w:r w:rsidR="007C6493">
          <w:rPr>
            <w:noProof/>
            <w:webHidden/>
          </w:rPr>
          <w:fldChar w:fldCharType="separate"/>
        </w:r>
        <w:r w:rsidR="00DA37E6">
          <w:rPr>
            <w:noProof/>
            <w:webHidden/>
          </w:rPr>
          <w:t>54</w:t>
        </w:r>
        <w:r w:rsidR="007C6493">
          <w:rPr>
            <w:noProof/>
            <w:webHidden/>
          </w:rPr>
          <w:fldChar w:fldCharType="end"/>
        </w:r>
      </w:hyperlink>
    </w:p>
    <w:p w14:paraId="758A7A19" w14:textId="181E36A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70" w:history="1">
        <w:r w:rsidR="007C6493" w:rsidRPr="00264424">
          <w:rPr>
            <w:rStyle w:val="Hyperlink"/>
            <w:noProof/>
          </w:rPr>
          <w:t>5.13.2 AES XTS Server</w:t>
        </w:r>
        <w:r w:rsidR="007C6493">
          <w:rPr>
            <w:noProof/>
            <w:webHidden/>
          </w:rPr>
          <w:tab/>
        </w:r>
        <w:r w:rsidR="007C6493">
          <w:rPr>
            <w:noProof/>
            <w:webHidden/>
          </w:rPr>
          <w:fldChar w:fldCharType="begin"/>
        </w:r>
        <w:r w:rsidR="007C6493">
          <w:rPr>
            <w:noProof/>
            <w:webHidden/>
          </w:rPr>
          <w:instrText xml:space="preserve"> PAGEREF _Toc176876270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5C7B13D5" w14:textId="2D0FCDC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71" w:history="1">
        <w:r w:rsidR="007C6493" w:rsidRPr="00264424">
          <w:rPr>
            <w:rStyle w:val="Hyperlink"/>
            <w:noProof/>
          </w:rPr>
          <w:t>5.13.3 AES XTS Mandatory Test Cases KMIP v3.0</w:t>
        </w:r>
        <w:r w:rsidR="007C6493">
          <w:rPr>
            <w:noProof/>
            <w:webHidden/>
          </w:rPr>
          <w:tab/>
        </w:r>
        <w:r w:rsidR="007C6493">
          <w:rPr>
            <w:noProof/>
            <w:webHidden/>
          </w:rPr>
          <w:fldChar w:fldCharType="begin"/>
        </w:r>
        <w:r w:rsidR="007C6493">
          <w:rPr>
            <w:noProof/>
            <w:webHidden/>
          </w:rPr>
          <w:instrText xml:space="preserve"> PAGEREF _Toc176876271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78B4AADE" w14:textId="2486571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72" w:history="1">
        <w:r w:rsidR="007C6493" w:rsidRPr="00264424">
          <w:rPr>
            <w:rStyle w:val="Hyperlink"/>
            <w:noProof/>
          </w:rPr>
          <w:t>5.13.3.1 AX-M-1-30</w:t>
        </w:r>
        <w:r w:rsidR="007C6493">
          <w:rPr>
            <w:noProof/>
            <w:webHidden/>
          </w:rPr>
          <w:tab/>
        </w:r>
        <w:r w:rsidR="007C6493">
          <w:rPr>
            <w:noProof/>
            <w:webHidden/>
          </w:rPr>
          <w:fldChar w:fldCharType="begin"/>
        </w:r>
        <w:r w:rsidR="007C6493">
          <w:rPr>
            <w:noProof/>
            <w:webHidden/>
          </w:rPr>
          <w:instrText xml:space="preserve"> PAGEREF _Toc176876272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460BF458" w14:textId="05974AE3"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73" w:history="1">
        <w:r w:rsidR="007C6493" w:rsidRPr="00264424">
          <w:rPr>
            <w:rStyle w:val="Hyperlink"/>
            <w:noProof/>
          </w:rPr>
          <w:t>5.13.3.2 AX-M-2-30</w:t>
        </w:r>
        <w:r w:rsidR="007C6493">
          <w:rPr>
            <w:noProof/>
            <w:webHidden/>
          </w:rPr>
          <w:tab/>
        </w:r>
        <w:r w:rsidR="007C6493">
          <w:rPr>
            <w:noProof/>
            <w:webHidden/>
          </w:rPr>
          <w:fldChar w:fldCharType="begin"/>
        </w:r>
        <w:r w:rsidR="007C6493">
          <w:rPr>
            <w:noProof/>
            <w:webHidden/>
          </w:rPr>
          <w:instrText xml:space="preserve"> PAGEREF _Toc176876273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53A9AACF" w14:textId="331542E0"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74" w:history="1">
        <w:r w:rsidR="007C6493" w:rsidRPr="00264424">
          <w:rPr>
            <w:rStyle w:val="Hyperlink"/>
            <w:noProof/>
          </w:rPr>
          <w:t>5.14 Quantum Safe Profiles</w:t>
        </w:r>
        <w:r w:rsidR="007C6493">
          <w:rPr>
            <w:noProof/>
            <w:webHidden/>
          </w:rPr>
          <w:tab/>
        </w:r>
        <w:r w:rsidR="007C6493">
          <w:rPr>
            <w:noProof/>
            <w:webHidden/>
          </w:rPr>
          <w:fldChar w:fldCharType="begin"/>
        </w:r>
        <w:r w:rsidR="007C6493">
          <w:rPr>
            <w:noProof/>
            <w:webHidden/>
          </w:rPr>
          <w:instrText xml:space="preserve"> PAGEREF _Toc176876274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2F0AB50C" w14:textId="6711454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75" w:history="1">
        <w:r w:rsidR="007C6493" w:rsidRPr="00264424">
          <w:rPr>
            <w:rStyle w:val="Hyperlink"/>
            <w:noProof/>
          </w:rPr>
          <w:t>5.15 Quantum Safe Client</w:t>
        </w:r>
        <w:r w:rsidR="007C6493">
          <w:rPr>
            <w:noProof/>
            <w:webHidden/>
          </w:rPr>
          <w:tab/>
        </w:r>
        <w:r w:rsidR="007C6493">
          <w:rPr>
            <w:noProof/>
            <w:webHidden/>
          </w:rPr>
          <w:fldChar w:fldCharType="begin"/>
        </w:r>
        <w:r w:rsidR="007C6493">
          <w:rPr>
            <w:noProof/>
            <w:webHidden/>
          </w:rPr>
          <w:instrText xml:space="preserve"> PAGEREF _Toc176876275 \h </w:instrText>
        </w:r>
        <w:r w:rsidR="007C6493">
          <w:rPr>
            <w:noProof/>
            <w:webHidden/>
          </w:rPr>
        </w:r>
        <w:r w:rsidR="007C6493">
          <w:rPr>
            <w:noProof/>
            <w:webHidden/>
          </w:rPr>
          <w:fldChar w:fldCharType="separate"/>
        </w:r>
        <w:r w:rsidR="00DA37E6">
          <w:rPr>
            <w:noProof/>
            <w:webHidden/>
          </w:rPr>
          <w:t>55</w:t>
        </w:r>
        <w:r w:rsidR="007C6493">
          <w:rPr>
            <w:noProof/>
            <w:webHidden/>
          </w:rPr>
          <w:fldChar w:fldCharType="end"/>
        </w:r>
      </w:hyperlink>
    </w:p>
    <w:p w14:paraId="48D04BC6" w14:textId="70B9844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76" w:history="1">
        <w:r w:rsidR="007C6493" w:rsidRPr="00264424">
          <w:rPr>
            <w:rStyle w:val="Hyperlink"/>
            <w:noProof/>
          </w:rPr>
          <w:t>5.16 Quantum Safe Server</w:t>
        </w:r>
        <w:r w:rsidR="007C6493">
          <w:rPr>
            <w:noProof/>
            <w:webHidden/>
          </w:rPr>
          <w:tab/>
        </w:r>
        <w:r w:rsidR="007C6493">
          <w:rPr>
            <w:noProof/>
            <w:webHidden/>
          </w:rPr>
          <w:fldChar w:fldCharType="begin"/>
        </w:r>
        <w:r w:rsidR="007C6493">
          <w:rPr>
            <w:noProof/>
            <w:webHidden/>
          </w:rPr>
          <w:instrText xml:space="preserve"> PAGEREF _Toc176876276 \h </w:instrText>
        </w:r>
        <w:r w:rsidR="007C6493">
          <w:rPr>
            <w:noProof/>
            <w:webHidden/>
          </w:rPr>
        </w:r>
        <w:r w:rsidR="007C6493">
          <w:rPr>
            <w:noProof/>
            <w:webHidden/>
          </w:rPr>
          <w:fldChar w:fldCharType="separate"/>
        </w:r>
        <w:r w:rsidR="00DA37E6">
          <w:rPr>
            <w:noProof/>
            <w:webHidden/>
          </w:rPr>
          <w:t>56</w:t>
        </w:r>
        <w:r w:rsidR="007C6493">
          <w:rPr>
            <w:noProof/>
            <w:webHidden/>
          </w:rPr>
          <w:fldChar w:fldCharType="end"/>
        </w:r>
      </w:hyperlink>
    </w:p>
    <w:p w14:paraId="79F7D087" w14:textId="781B166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77" w:history="1">
        <w:r w:rsidR="007C6493" w:rsidRPr="00264424">
          <w:rPr>
            <w:rStyle w:val="Hyperlink"/>
            <w:noProof/>
          </w:rPr>
          <w:t>5.17 Mandatory Quantum Safe Test Cases KMIP v3.0</w:t>
        </w:r>
        <w:r w:rsidR="007C6493">
          <w:rPr>
            <w:noProof/>
            <w:webHidden/>
          </w:rPr>
          <w:tab/>
        </w:r>
        <w:r w:rsidR="007C6493">
          <w:rPr>
            <w:noProof/>
            <w:webHidden/>
          </w:rPr>
          <w:fldChar w:fldCharType="begin"/>
        </w:r>
        <w:r w:rsidR="007C6493">
          <w:rPr>
            <w:noProof/>
            <w:webHidden/>
          </w:rPr>
          <w:instrText xml:space="preserve"> PAGEREF _Toc176876277 \h </w:instrText>
        </w:r>
        <w:r w:rsidR="007C6493">
          <w:rPr>
            <w:noProof/>
            <w:webHidden/>
          </w:rPr>
        </w:r>
        <w:r w:rsidR="007C6493">
          <w:rPr>
            <w:noProof/>
            <w:webHidden/>
          </w:rPr>
          <w:fldChar w:fldCharType="separate"/>
        </w:r>
        <w:r w:rsidR="00DA37E6">
          <w:rPr>
            <w:noProof/>
            <w:webHidden/>
          </w:rPr>
          <w:t>57</w:t>
        </w:r>
        <w:r w:rsidR="007C6493">
          <w:rPr>
            <w:noProof/>
            <w:webHidden/>
          </w:rPr>
          <w:fldChar w:fldCharType="end"/>
        </w:r>
      </w:hyperlink>
    </w:p>
    <w:p w14:paraId="3307D6EF" w14:textId="5A0F4AAE"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78" w:history="1">
        <w:r w:rsidR="007C6493" w:rsidRPr="00264424">
          <w:rPr>
            <w:rStyle w:val="Hyperlink"/>
            <w:noProof/>
          </w:rPr>
          <w:t>5.17.1 QS-M-1-12 - Query</w:t>
        </w:r>
        <w:r w:rsidR="007C6493">
          <w:rPr>
            <w:noProof/>
            <w:webHidden/>
          </w:rPr>
          <w:tab/>
        </w:r>
        <w:r w:rsidR="007C6493">
          <w:rPr>
            <w:noProof/>
            <w:webHidden/>
          </w:rPr>
          <w:fldChar w:fldCharType="begin"/>
        </w:r>
        <w:r w:rsidR="007C6493">
          <w:rPr>
            <w:noProof/>
            <w:webHidden/>
          </w:rPr>
          <w:instrText xml:space="preserve"> PAGEREF _Toc176876278 \h </w:instrText>
        </w:r>
        <w:r w:rsidR="007C6493">
          <w:rPr>
            <w:noProof/>
            <w:webHidden/>
          </w:rPr>
        </w:r>
        <w:r w:rsidR="007C6493">
          <w:rPr>
            <w:noProof/>
            <w:webHidden/>
          </w:rPr>
          <w:fldChar w:fldCharType="separate"/>
        </w:r>
        <w:r w:rsidR="00DA37E6">
          <w:rPr>
            <w:noProof/>
            <w:webHidden/>
          </w:rPr>
          <w:t>57</w:t>
        </w:r>
        <w:r w:rsidR="007C6493">
          <w:rPr>
            <w:noProof/>
            <w:webHidden/>
          </w:rPr>
          <w:fldChar w:fldCharType="end"/>
        </w:r>
      </w:hyperlink>
    </w:p>
    <w:p w14:paraId="4ECD6D75" w14:textId="74715DFD"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79" w:history="1">
        <w:r w:rsidR="007C6493" w:rsidRPr="00264424">
          <w:rPr>
            <w:rStyle w:val="Hyperlink"/>
            <w:noProof/>
          </w:rPr>
          <w:t>5.17.2 QS-M-2-21 - Create</w:t>
        </w:r>
        <w:r w:rsidR="007C6493">
          <w:rPr>
            <w:noProof/>
            <w:webHidden/>
          </w:rPr>
          <w:tab/>
        </w:r>
        <w:r w:rsidR="007C6493">
          <w:rPr>
            <w:noProof/>
            <w:webHidden/>
          </w:rPr>
          <w:fldChar w:fldCharType="begin"/>
        </w:r>
        <w:r w:rsidR="007C6493">
          <w:rPr>
            <w:noProof/>
            <w:webHidden/>
          </w:rPr>
          <w:instrText xml:space="preserve"> PAGEREF _Toc176876279 \h </w:instrText>
        </w:r>
        <w:r w:rsidR="007C6493">
          <w:rPr>
            <w:noProof/>
            <w:webHidden/>
          </w:rPr>
        </w:r>
        <w:r w:rsidR="007C6493">
          <w:rPr>
            <w:noProof/>
            <w:webHidden/>
          </w:rPr>
          <w:fldChar w:fldCharType="separate"/>
        </w:r>
        <w:r w:rsidR="00DA37E6">
          <w:rPr>
            <w:noProof/>
            <w:webHidden/>
          </w:rPr>
          <w:t>57</w:t>
        </w:r>
        <w:r w:rsidR="007C6493">
          <w:rPr>
            <w:noProof/>
            <w:webHidden/>
          </w:rPr>
          <w:fldChar w:fldCharType="end"/>
        </w:r>
      </w:hyperlink>
    </w:p>
    <w:p w14:paraId="39ED0B27" w14:textId="09E67484"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80" w:history="1">
        <w:r w:rsidR="007C6493" w:rsidRPr="00264424">
          <w:rPr>
            <w:rStyle w:val="Hyperlink"/>
            <w:noProof/>
          </w:rPr>
          <w:t>5.18 PKCS#11 Profiles</w:t>
        </w:r>
        <w:r w:rsidR="007C6493">
          <w:rPr>
            <w:noProof/>
            <w:webHidden/>
          </w:rPr>
          <w:tab/>
        </w:r>
        <w:r w:rsidR="007C6493">
          <w:rPr>
            <w:noProof/>
            <w:webHidden/>
          </w:rPr>
          <w:fldChar w:fldCharType="begin"/>
        </w:r>
        <w:r w:rsidR="007C6493">
          <w:rPr>
            <w:noProof/>
            <w:webHidden/>
          </w:rPr>
          <w:instrText xml:space="preserve"> PAGEREF _Toc176876280 \h </w:instrText>
        </w:r>
        <w:r w:rsidR="007C6493">
          <w:rPr>
            <w:noProof/>
            <w:webHidden/>
          </w:rPr>
        </w:r>
        <w:r w:rsidR="007C6493">
          <w:rPr>
            <w:noProof/>
            <w:webHidden/>
          </w:rPr>
          <w:fldChar w:fldCharType="separate"/>
        </w:r>
        <w:r w:rsidR="00DA37E6">
          <w:rPr>
            <w:noProof/>
            <w:webHidden/>
          </w:rPr>
          <w:t>57</w:t>
        </w:r>
        <w:r w:rsidR="007C6493">
          <w:rPr>
            <w:noProof/>
            <w:webHidden/>
          </w:rPr>
          <w:fldChar w:fldCharType="end"/>
        </w:r>
      </w:hyperlink>
    </w:p>
    <w:p w14:paraId="55D1B55A" w14:textId="3F8FDBD0"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1" w:history="1">
        <w:r w:rsidR="007C6493" w:rsidRPr="00264424">
          <w:rPr>
            <w:rStyle w:val="Hyperlink"/>
            <w:noProof/>
          </w:rPr>
          <w:t>5.18.1 PKCS#11 Encoding</w:t>
        </w:r>
        <w:r w:rsidR="007C6493">
          <w:rPr>
            <w:noProof/>
            <w:webHidden/>
          </w:rPr>
          <w:tab/>
        </w:r>
        <w:r w:rsidR="007C6493">
          <w:rPr>
            <w:noProof/>
            <w:webHidden/>
          </w:rPr>
          <w:fldChar w:fldCharType="begin"/>
        </w:r>
        <w:r w:rsidR="007C6493">
          <w:rPr>
            <w:noProof/>
            <w:webHidden/>
          </w:rPr>
          <w:instrText xml:space="preserve"> PAGEREF _Toc176876281 \h </w:instrText>
        </w:r>
        <w:r w:rsidR="007C6493">
          <w:rPr>
            <w:noProof/>
            <w:webHidden/>
          </w:rPr>
        </w:r>
        <w:r w:rsidR="007C6493">
          <w:rPr>
            <w:noProof/>
            <w:webHidden/>
          </w:rPr>
          <w:fldChar w:fldCharType="separate"/>
        </w:r>
        <w:r w:rsidR="00DA37E6">
          <w:rPr>
            <w:noProof/>
            <w:webHidden/>
          </w:rPr>
          <w:t>58</w:t>
        </w:r>
        <w:r w:rsidR="007C6493">
          <w:rPr>
            <w:noProof/>
            <w:webHidden/>
          </w:rPr>
          <w:fldChar w:fldCharType="end"/>
        </w:r>
      </w:hyperlink>
    </w:p>
    <w:p w14:paraId="692723E5" w14:textId="02B6B966"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2" w:history="1">
        <w:r w:rsidR="007C6493" w:rsidRPr="00264424">
          <w:rPr>
            <w:rStyle w:val="Hyperlink"/>
            <w:noProof/>
          </w:rPr>
          <w:t>5.18.2 PKCS#11 XML Encoding</w:t>
        </w:r>
        <w:r w:rsidR="007C6493">
          <w:rPr>
            <w:noProof/>
            <w:webHidden/>
          </w:rPr>
          <w:tab/>
        </w:r>
        <w:r w:rsidR="007C6493">
          <w:rPr>
            <w:noProof/>
            <w:webHidden/>
          </w:rPr>
          <w:fldChar w:fldCharType="begin"/>
        </w:r>
        <w:r w:rsidR="007C6493">
          <w:rPr>
            <w:noProof/>
            <w:webHidden/>
          </w:rPr>
          <w:instrText xml:space="preserve"> PAGEREF _Toc176876282 \h </w:instrText>
        </w:r>
        <w:r w:rsidR="007C6493">
          <w:rPr>
            <w:noProof/>
            <w:webHidden/>
          </w:rPr>
        </w:r>
        <w:r w:rsidR="007C6493">
          <w:rPr>
            <w:noProof/>
            <w:webHidden/>
          </w:rPr>
          <w:fldChar w:fldCharType="separate"/>
        </w:r>
        <w:r w:rsidR="00DA37E6">
          <w:rPr>
            <w:noProof/>
            <w:webHidden/>
          </w:rPr>
          <w:t>59</w:t>
        </w:r>
        <w:r w:rsidR="007C6493">
          <w:rPr>
            <w:noProof/>
            <w:webHidden/>
          </w:rPr>
          <w:fldChar w:fldCharType="end"/>
        </w:r>
      </w:hyperlink>
    </w:p>
    <w:p w14:paraId="1D98FF1B" w14:textId="29E869C8"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3" w:history="1">
        <w:r w:rsidR="007C6493" w:rsidRPr="00264424">
          <w:rPr>
            <w:rStyle w:val="Hyperlink"/>
            <w:noProof/>
          </w:rPr>
          <w:t>5.18.3 PKCS#11 Examples</w:t>
        </w:r>
        <w:r w:rsidR="007C6493">
          <w:rPr>
            <w:noProof/>
            <w:webHidden/>
          </w:rPr>
          <w:tab/>
        </w:r>
        <w:r w:rsidR="007C6493">
          <w:rPr>
            <w:noProof/>
            <w:webHidden/>
          </w:rPr>
          <w:fldChar w:fldCharType="begin"/>
        </w:r>
        <w:r w:rsidR="007C6493">
          <w:rPr>
            <w:noProof/>
            <w:webHidden/>
          </w:rPr>
          <w:instrText xml:space="preserve"> PAGEREF _Toc176876283 \h </w:instrText>
        </w:r>
        <w:r w:rsidR="007C6493">
          <w:rPr>
            <w:noProof/>
            <w:webHidden/>
          </w:rPr>
        </w:r>
        <w:r w:rsidR="007C6493">
          <w:rPr>
            <w:noProof/>
            <w:webHidden/>
          </w:rPr>
          <w:fldChar w:fldCharType="separate"/>
        </w:r>
        <w:r w:rsidR="00DA37E6">
          <w:rPr>
            <w:noProof/>
            <w:webHidden/>
          </w:rPr>
          <w:t>59</w:t>
        </w:r>
        <w:r w:rsidR="007C6493">
          <w:rPr>
            <w:noProof/>
            <w:webHidden/>
          </w:rPr>
          <w:fldChar w:fldCharType="end"/>
        </w:r>
      </w:hyperlink>
    </w:p>
    <w:p w14:paraId="117F6C67" w14:textId="26CE6C59"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84" w:history="1">
        <w:r w:rsidR="007C6493" w:rsidRPr="00264424">
          <w:rPr>
            <w:rStyle w:val="Hyperlink"/>
            <w:noProof/>
          </w:rPr>
          <w:t>5.18.3.1 PKCS#11 Initialization</w:t>
        </w:r>
        <w:r w:rsidR="007C6493">
          <w:rPr>
            <w:noProof/>
            <w:webHidden/>
          </w:rPr>
          <w:tab/>
        </w:r>
        <w:r w:rsidR="007C6493">
          <w:rPr>
            <w:noProof/>
            <w:webHidden/>
          </w:rPr>
          <w:fldChar w:fldCharType="begin"/>
        </w:r>
        <w:r w:rsidR="007C6493">
          <w:rPr>
            <w:noProof/>
            <w:webHidden/>
          </w:rPr>
          <w:instrText xml:space="preserve"> PAGEREF _Toc176876284 \h </w:instrText>
        </w:r>
        <w:r w:rsidR="007C6493">
          <w:rPr>
            <w:noProof/>
            <w:webHidden/>
          </w:rPr>
        </w:r>
        <w:r w:rsidR="007C6493">
          <w:rPr>
            <w:noProof/>
            <w:webHidden/>
          </w:rPr>
          <w:fldChar w:fldCharType="separate"/>
        </w:r>
        <w:r w:rsidR="00DA37E6">
          <w:rPr>
            <w:noProof/>
            <w:webHidden/>
          </w:rPr>
          <w:t>59</w:t>
        </w:r>
        <w:r w:rsidR="007C6493">
          <w:rPr>
            <w:noProof/>
            <w:webHidden/>
          </w:rPr>
          <w:fldChar w:fldCharType="end"/>
        </w:r>
      </w:hyperlink>
    </w:p>
    <w:p w14:paraId="606E6ABB" w14:textId="45DF442D"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85" w:history="1">
        <w:r w:rsidR="007C6493" w:rsidRPr="00264424">
          <w:rPr>
            <w:rStyle w:val="Hyperlink"/>
            <w:noProof/>
          </w:rPr>
          <w:t>5.18.3.2 PKCS#11 C_Encrypt</w:t>
        </w:r>
        <w:r w:rsidR="007C6493">
          <w:rPr>
            <w:noProof/>
            <w:webHidden/>
          </w:rPr>
          <w:tab/>
        </w:r>
        <w:r w:rsidR="007C6493">
          <w:rPr>
            <w:noProof/>
            <w:webHidden/>
          </w:rPr>
          <w:fldChar w:fldCharType="begin"/>
        </w:r>
        <w:r w:rsidR="007C6493">
          <w:rPr>
            <w:noProof/>
            <w:webHidden/>
          </w:rPr>
          <w:instrText xml:space="preserve"> PAGEREF _Toc176876285 \h </w:instrText>
        </w:r>
        <w:r w:rsidR="007C6493">
          <w:rPr>
            <w:noProof/>
            <w:webHidden/>
          </w:rPr>
        </w:r>
        <w:r w:rsidR="007C6493">
          <w:rPr>
            <w:noProof/>
            <w:webHidden/>
          </w:rPr>
          <w:fldChar w:fldCharType="separate"/>
        </w:r>
        <w:r w:rsidR="00DA37E6">
          <w:rPr>
            <w:noProof/>
            <w:webHidden/>
          </w:rPr>
          <w:t>62</w:t>
        </w:r>
        <w:r w:rsidR="007C6493">
          <w:rPr>
            <w:noProof/>
            <w:webHidden/>
          </w:rPr>
          <w:fldChar w:fldCharType="end"/>
        </w:r>
      </w:hyperlink>
    </w:p>
    <w:p w14:paraId="0701746F" w14:textId="4936C89B"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86" w:history="1">
        <w:r w:rsidR="007C6493" w:rsidRPr="00264424">
          <w:rPr>
            <w:rStyle w:val="Hyperlink"/>
            <w:noProof/>
          </w:rPr>
          <w:t>5.18.3.3 PKCS#11 C_GetAttributeValue</w:t>
        </w:r>
        <w:r w:rsidR="007C6493">
          <w:rPr>
            <w:noProof/>
            <w:webHidden/>
          </w:rPr>
          <w:tab/>
        </w:r>
        <w:r w:rsidR="007C6493">
          <w:rPr>
            <w:noProof/>
            <w:webHidden/>
          </w:rPr>
          <w:fldChar w:fldCharType="begin"/>
        </w:r>
        <w:r w:rsidR="007C6493">
          <w:rPr>
            <w:noProof/>
            <w:webHidden/>
          </w:rPr>
          <w:instrText xml:space="preserve"> PAGEREF _Toc176876286 \h </w:instrText>
        </w:r>
        <w:r w:rsidR="007C6493">
          <w:rPr>
            <w:noProof/>
            <w:webHidden/>
          </w:rPr>
        </w:r>
        <w:r w:rsidR="007C6493">
          <w:rPr>
            <w:noProof/>
            <w:webHidden/>
          </w:rPr>
          <w:fldChar w:fldCharType="separate"/>
        </w:r>
        <w:r w:rsidR="00DA37E6">
          <w:rPr>
            <w:noProof/>
            <w:webHidden/>
          </w:rPr>
          <w:t>64</w:t>
        </w:r>
        <w:r w:rsidR="007C6493">
          <w:rPr>
            <w:noProof/>
            <w:webHidden/>
          </w:rPr>
          <w:fldChar w:fldCharType="end"/>
        </w:r>
      </w:hyperlink>
    </w:p>
    <w:p w14:paraId="5DDC7A66" w14:textId="7985BBD1"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7" w:history="1">
        <w:r w:rsidR="007C6493" w:rsidRPr="00264424">
          <w:rPr>
            <w:rStyle w:val="Hyperlink"/>
            <w:noProof/>
          </w:rPr>
          <w:t>5.18.4 PKCS#11 Client</w:t>
        </w:r>
        <w:r w:rsidR="007C6493">
          <w:rPr>
            <w:noProof/>
            <w:webHidden/>
          </w:rPr>
          <w:tab/>
        </w:r>
        <w:r w:rsidR="007C6493">
          <w:rPr>
            <w:noProof/>
            <w:webHidden/>
          </w:rPr>
          <w:fldChar w:fldCharType="begin"/>
        </w:r>
        <w:r w:rsidR="007C6493">
          <w:rPr>
            <w:noProof/>
            <w:webHidden/>
          </w:rPr>
          <w:instrText xml:space="preserve"> PAGEREF _Toc176876287 \h </w:instrText>
        </w:r>
        <w:r w:rsidR="007C6493">
          <w:rPr>
            <w:noProof/>
            <w:webHidden/>
          </w:rPr>
        </w:r>
        <w:r w:rsidR="007C6493">
          <w:rPr>
            <w:noProof/>
            <w:webHidden/>
          </w:rPr>
          <w:fldChar w:fldCharType="separate"/>
        </w:r>
        <w:r w:rsidR="00DA37E6">
          <w:rPr>
            <w:noProof/>
            <w:webHidden/>
          </w:rPr>
          <w:t>65</w:t>
        </w:r>
        <w:r w:rsidR="007C6493">
          <w:rPr>
            <w:noProof/>
            <w:webHidden/>
          </w:rPr>
          <w:fldChar w:fldCharType="end"/>
        </w:r>
      </w:hyperlink>
    </w:p>
    <w:p w14:paraId="6E507E1B" w14:textId="3672373D"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8" w:history="1">
        <w:r w:rsidR="007C6493" w:rsidRPr="00264424">
          <w:rPr>
            <w:rStyle w:val="Hyperlink"/>
            <w:noProof/>
          </w:rPr>
          <w:t>5.18.5 PKCS#11 Server</w:t>
        </w:r>
        <w:r w:rsidR="007C6493">
          <w:rPr>
            <w:noProof/>
            <w:webHidden/>
          </w:rPr>
          <w:tab/>
        </w:r>
        <w:r w:rsidR="007C6493">
          <w:rPr>
            <w:noProof/>
            <w:webHidden/>
          </w:rPr>
          <w:fldChar w:fldCharType="begin"/>
        </w:r>
        <w:r w:rsidR="007C6493">
          <w:rPr>
            <w:noProof/>
            <w:webHidden/>
          </w:rPr>
          <w:instrText xml:space="preserve"> PAGEREF _Toc176876288 \h </w:instrText>
        </w:r>
        <w:r w:rsidR="007C6493">
          <w:rPr>
            <w:noProof/>
            <w:webHidden/>
          </w:rPr>
        </w:r>
        <w:r w:rsidR="007C6493">
          <w:rPr>
            <w:noProof/>
            <w:webHidden/>
          </w:rPr>
          <w:fldChar w:fldCharType="separate"/>
        </w:r>
        <w:r w:rsidR="00DA37E6">
          <w:rPr>
            <w:noProof/>
            <w:webHidden/>
          </w:rPr>
          <w:t>65</w:t>
        </w:r>
        <w:r w:rsidR="007C6493">
          <w:rPr>
            <w:noProof/>
            <w:webHidden/>
          </w:rPr>
          <w:fldChar w:fldCharType="end"/>
        </w:r>
      </w:hyperlink>
    </w:p>
    <w:p w14:paraId="2102D6F5" w14:textId="503A2FDA" w:rsidR="007C6493" w:rsidRDefault="00000000">
      <w:pPr>
        <w:pStyle w:val="TOC3"/>
        <w:rPr>
          <w:rFonts w:asciiTheme="minorHAnsi" w:eastAsiaTheme="minorEastAsia" w:hAnsiTheme="minorHAnsi" w:cstheme="minorBidi"/>
          <w:noProof/>
          <w:kern w:val="2"/>
          <w:sz w:val="22"/>
          <w:szCs w:val="22"/>
          <w:lang w:eastAsia="zh-CN"/>
          <w14:ligatures w14:val="standardContextual"/>
        </w:rPr>
      </w:pPr>
      <w:hyperlink w:anchor="_Toc176876289" w:history="1">
        <w:r w:rsidR="007C6493" w:rsidRPr="00264424">
          <w:rPr>
            <w:rStyle w:val="Hyperlink"/>
            <w:noProof/>
          </w:rPr>
          <w:t>5.18.6 PKCS#11 Mandatory Test Cases KMIP v3.0</w:t>
        </w:r>
        <w:r w:rsidR="007C6493">
          <w:rPr>
            <w:noProof/>
            <w:webHidden/>
          </w:rPr>
          <w:tab/>
        </w:r>
        <w:r w:rsidR="007C6493">
          <w:rPr>
            <w:noProof/>
            <w:webHidden/>
          </w:rPr>
          <w:fldChar w:fldCharType="begin"/>
        </w:r>
        <w:r w:rsidR="007C6493">
          <w:rPr>
            <w:noProof/>
            <w:webHidden/>
          </w:rPr>
          <w:instrText xml:space="preserve"> PAGEREF _Toc176876289 \h </w:instrText>
        </w:r>
        <w:r w:rsidR="007C6493">
          <w:rPr>
            <w:noProof/>
            <w:webHidden/>
          </w:rPr>
        </w:r>
        <w:r w:rsidR="007C6493">
          <w:rPr>
            <w:noProof/>
            <w:webHidden/>
          </w:rPr>
          <w:fldChar w:fldCharType="separate"/>
        </w:r>
        <w:r w:rsidR="00DA37E6">
          <w:rPr>
            <w:noProof/>
            <w:webHidden/>
          </w:rPr>
          <w:t>66</w:t>
        </w:r>
        <w:r w:rsidR="007C6493">
          <w:rPr>
            <w:noProof/>
            <w:webHidden/>
          </w:rPr>
          <w:fldChar w:fldCharType="end"/>
        </w:r>
      </w:hyperlink>
    </w:p>
    <w:p w14:paraId="04FD464E" w14:textId="4340DA34" w:rsidR="007C6493" w:rsidRDefault="00000000">
      <w:pPr>
        <w:pStyle w:val="TOC4"/>
        <w:rPr>
          <w:rFonts w:asciiTheme="minorHAnsi" w:eastAsiaTheme="minorEastAsia" w:hAnsiTheme="minorHAnsi" w:cstheme="minorBidi"/>
          <w:noProof/>
          <w:kern w:val="2"/>
          <w:sz w:val="22"/>
          <w:szCs w:val="22"/>
          <w:lang w:eastAsia="zh-CN"/>
          <w14:ligatures w14:val="standardContextual"/>
        </w:rPr>
      </w:pPr>
      <w:hyperlink w:anchor="_Toc176876290" w:history="1">
        <w:r w:rsidR="007C6493" w:rsidRPr="00264424">
          <w:rPr>
            <w:rStyle w:val="Hyperlink"/>
            <w:noProof/>
          </w:rPr>
          <w:t>5.18.6.1 PKCS11-M-1-30</w:t>
        </w:r>
        <w:r w:rsidR="007C6493">
          <w:rPr>
            <w:noProof/>
            <w:webHidden/>
          </w:rPr>
          <w:tab/>
        </w:r>
        <w:r w:rsidR="007C6493">
          <w:rPr>
            <w:noProof/>
            <w:webHidden/>
          </w:rPr>
          <w:fldChar w:fldCharType="begin"/>
        </w:r>
        <w:r w:rsidR="007C6493">
          <w:rPr>
            <w:noProof/>
            <w:webHidden/>
          </w:rPr>
          <w:instrText xml:space="preserve"> PAGEREF _Toc176876290 \h </w:instrText>
        </w:r>
        <w:r w:rsidR="007C6493">
          <w:rPr>
            <w:noProof/>
            <w:webHidden/>
          </w:rPr>
        </w:r>
        <w:r w:rsidR="007C6493">
          <w:rPr>
            <w:noProof/>
            <w:webHidden/>
          </w:rPr>
          <w:fldChar w:fldCharType="separate"/>
        </w:r>
        <w:r w:rsidR="00DA37E6">
          <w:rPr>
            <w:noProof/>
            <w:webHidden/>
          </w:rPr>
          <w:t>66</w:t>
        </w:r>
        <w:r w:rsidR="007C6493">
          <w:rPr>
            <w:noProof/>
            <w:webHidden/>
          </w:rPr>
          <w:fldChar w:fldCharType="end"/>
        </w:r>
      </w:hyperlink>
    </w:p>
    <w:p w14:paraId="037ED4E3" w14:textId="57BAEBA5" w:rsidR="007C6493"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291" w:history="1">
        <w:r w:rsidR="007C6493" w:rsidRPr="00264424">
          <w:rPr>
            <w:rStyle w:val="Hyperlink"/>
            <w:noProof/>
          </w:rPr>
          <w:t>6</w:t>
        </w:r>
        <w:r w:rsidR="007C6493">
          <w:rPr>
            <w:rFonts w:asciiTheme="minorHAnsi" w:eastAsiaTheme="minorEastAsia" w:hAnsiTheme="minorHAnsi" w:cstheme="minorBidi"/>
            <w:noProof/>
            <w:kern w:val="2"/>
            <w:sz w:val="22"/>
            <w:szCs w:val="22"/>
            <w:lang w:eastAsia="zh-CN"/>
            <w14:ligatures w14:val="standardContextual"/>
          </w:rPr>
          <w:tab/>
        </w:r>
        <w:r w:rsidR="007C6493" w:rsidRPr="00264424">
          <w:rPr>
            <w:rStyle w:val="Hyperlink"/>
            <w:noProof/>
          </w:rPr>
          <w:t>Conformance</w:t>
        </w:r>
        <w:r w:rsidR="007C6493">
          <w:rPr>
            <w:noProof/>
            <w:webHidden/>
          </w:rPr>
          <w:tab/>
        </w:r>
        <w:r w:rsidR="007C6493">
          <w:rPr>
            <w:noProof/>
            <w:webHidden/>
          </w:rPr>
          <w:fldChar w:fldCharType="begin"/>
        </w:r>
        <w:r w:rsidR="007C6493">
          <w:rPr>
            <w:noProof/>
            <w:webHidden/>
          </w:rPr>
          <w:instrText xml:space="preserve"> PAGEREF _Toc176876291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33B9C4EF" w14:textId="4603A4DE"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2" w:history="1">
        <w:r w:rsidR="007C6493" w:rsidRPr="00264424">
          <w:rPr>
            <w:rStyle w:val="Hyperlink"/>
            <w:noProof/>
          </w:rPr>
          <w:t>6.1 Baseline Client Basic KMIP v3.0 Profile Conformance</w:t>
        </w:r>
        <w:r w:rsidR="007C6493">
          <w:rPr>
            <w:noProof/>
            <w:webHidden/>
          </w:rPr>
          <w:tab/>
        </w:r>
        <w:r w:rsidR="007C6493">
          <w:rPr>
            <w:noProof/>
            <w:webHidden/>
          </w:rPr>
          <w:fldChar w:fldCharType="begin"/>
        </w:r>
        <w:r w:rsidR="007C6493">
          <w:rPr>
            <w:noProof/>
            <w:webHidden/>
          </w:rPr>
          <w:instrText xml:space="preserve"> PAGEREF _Toc176876292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78C4CEB3" w14:textId="55C333E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3" w:history="1">
        <w:r w:rsidR="007C6493" w:rsidRPr="00264424">
          <w:rPr>
            <w:rStyle w:val="Hyperlink"/>
            <w:noProof/>
          </w:rPr>
          <w:t>6.2 Baseline Server Basic KMIP v3.0 Profile Conformance</w:t>
        </w:r>
        <w:r w:rsidR="007C6493">
          <w:rPr>
            <w:noProof/>
            <w:webHidden/>
          </w:rPr>
          <w:tab/>
        </w:r>
        <w:r w:rsidR="007C6493">
          <w:rPr>
            <w:noProof/>
            <w:webHidden/>
          </w:rPr>
          <w:fldChar w:fldCharType="begin"/>
        </w:r>
        <w:r w:rsidR="007C6493">
          <w:rPr>
            <w:noProof/>
            <w:webHidden/>
          </w:rPr>
          <w:instrText xml:space="preserve"> PAGEREF _Toc176876293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313AACFA" w14:textId="236782D4"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4" w:history="1">
        <w:r w:rsidR="007C6493" w:rsidRPr="00264424">
          <w:rPr>
            <w:rStyle w:val="Hyperlink"/>
            <w:noProof/>
          </w:rPr>
          <w:t>6.3 Complete Server Basic KMIP v3.0 Profile Conformance</w:t>
        </w:r>
        <w:r w:rsidR="007C6493">
          <w:rPr>
            <w:noProof/>
            <w:webHidden/>
          </w:rPr>
          <w:tab/>
        </w:r>
        <w:r w:rsidR="007C6493">
          <w:rPr>
            <w:noProof/>
            <w:webHidden/>
          </w:rPr>
          <w:fldChar w:fldCharType="begin"/>
        </w:r>
        <w:r w:rsidR="007C6493">
          <w:rPr>
            <w:noProof/>
            <w:webHidden/>
          </w:rPr>
          <w:instrText xml:space="preserve"> PAGEREF _Toc176876294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330AC7B7" w14:textId="49EEB697"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5" w:history="1">
        <w:r w:rsidR="007C6493" w:rsidRPr="00264424">
          <w:rPr>
            <w:rStyle w:val="Hyperlink"/>
            <w:noProof/>
          </w:rPr>
          <w:t>6.4 HTTPS Client KMIP v3.0 Profile Conformance</w:t>
        </w:r>
        <w:r w:rsidR="007C6493">
          <w:rPr>
            <w:noProof/>
            <w:webHidden/>
          </w:rPr>
          <w:tab/>
        </w:r>
        <w:r w:rsidR="007C6493">
          <w:rPr>
            <w:noProof/>
            <w:webHidden/>
          </w:rPr>
          <w:fldChar w:fldCharType="begin"/>
        </w:r>
        <w:r w:rsidR="007C6493">
          <w:rPr>
            <w:noProof/>
            <w:webHidden/>
          </w:rPr>
          <w:instrText xml:space="preserve"> PAGEREF _Toc176876295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3F9C899A" w14:textId="4FA3C2CF"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6" w:history="1">
        <w:r w:rsidR="007C6493" w:rsidRPr="00264424">
          <w:rPr>
            <w:rStyle w:val="Hyperlink"/>
            <w:noProof/>
          </w:rPr>
          <w:t>6.5 HTTPS Server KMIP v3.0 Profile Conformance</w:t>
        </w:r>
        <w:r w:rsidR="007C6493">
          <w:rPr>
            <w:noProof/>
            <w:webHidden/>
          </w:rPr>
          <w:tab/>
        </w:r>
        <w:r w:rsidR="007C6493">
          <w:rPr>
            <w:noProof/>
            <w:webHidden/>
          </w:rPr>
          <w:fldChar w:fldCharType="begin"/>
        </w:r>
        <w:r w:rsidR="007C6493">
          <w:rPr>
            <w:noProof/>
            <w:webHidden/>
          </w:rPr>
          <w:instrText xml:space="preserve"> PAGEREF _Toc176876296 \h </w:instrText>
        </w:r>
        <w:r w:rsidR="007C6493">
          <w:rPr>
            <w:noProof/>
            <w:webHidden/>
          </w:rPr>
        </w:r>
        <w:r w:rsidR="007C6493">
          <w:rPr>
            <w:noProof/>
            <w:webHidden/>
          </w:rPr>
          <w:fldChar w:fldCharType="separate"/>
        </w:r>
        <w:r w:rsidR="00DA37E6">
          <w:rPr>
            <w:noProof/>
            <w:webHidden/>
          </w:rPr>
          <w:t>67</w:t>
        </w:r>
        <w:r w:rsidR="007C6493">
          <w:rPr>
            <w:noProof/>
            <w:webHidden/>
          </w:rPr>
          <w:fldChar w:fldCharType="end"/>
        </w:r>
      </w:hyperlink>
    </w:p>
    <w:p w14:paraId="7357B5C7" w14:textId="278F95B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7" w:history="1">
        <w:r w:rsidR="007C6493" w:rsidRPr="00264424">
          <w:rPr>
            <w:rStyle w:val="Hyperlink"/>
            <w:noProof/>
          </w:rPr>
          <w:t>6.6 XML Client KMIP v3.0 Profile Conformance</w:t>
        </w:r>
        <w:r w:rsidR="007C6493">
          <w:rPr>
            <w:noProof/>
            <w:webHidden/>
          </w:rPr>
          <w:tab/>
        </w:r>
        <w:r w:rsidR="007C6493">
          <w:rPr>
            <w:noProof/>
            <w:webHidden/>
          </w:rPr>
          <w:fldChar w:fldCharType="begin"/>
        </w:r>
        <w:r w:rsidR="007C6493">
          <w:rPr>
            <w:noProof/>
            <w:webHidden/>
          </w:rPr>
          <w:instrText xml:space="preserve"> PAGEREF _Toc176876297 \h </w:instrText>
        </w:r>
        <w:r w:rsidR="007C6493">
          <w:rPr>
            <w:noProof/>
            <w:webHidden/>
          </w:rPr>
        </w:r>
        <w:r w:rsidR="007C6493">
          <w:rPr>
            <w:noProof/>
            <w:webHidden/>
          </w:rPr>
          <w:fldChar w:fldCharType="separate"/>
        </w:r>
        <w:r w:rsidR="00DA37E6">
          <w:rPr>
            <w:noProof/>
            <w:webHidden/>
          </w:rPr>
          <w:t>68</w:t>
        </w:r>
        <w:r w:rsidR="007C6493">
          <w:rPr>
            <w:noProof/>
            <w:webHidden/>
          </w:rPr>
          <w:fldChar w:fldCharType="end"/>
        </w:r>
      </w:hyperlink>
    </w:p>
    <w:p w14:paraId="06E59586" w14:textId="10CC80AB"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8" w:history="1">
        <w:r w:rsidR="007C6493" w:rsidRPr="00264424">
          <w:rPr>
            <w:rStyle w:val="Hyperlink"/>
            <w:noProof/>
          </w:rPr>
          <w:t>6.7 XML Server KMIP v3.0 Profile Conformance</w:t>
        </w:r>
        <w:r w:rsidR="007C6493">
          <w:rPr>
            <w:noProof/>
            <w:webHidden/>
          </w:rPr>
          <w:tab/>
        </w:r>
        <w:r w:rsidR="007C6493">
          <w:rPr>
            <w:noProof/>
            <w:webHidden/>
          </w:rPr>
          <w:fldChar w:fldCharType="begin"/>
        </w:r>
        <w:r w:rsidR="007C6493">
          <w:rPr>
            <w:noProof/>
            <w:webHidden/>
          </w:rPr>
          <w:instrText xml:space="preserve"> PAGEREF _Toc176876298 \h </w:instrText>
        </w:r>
        <w:r w:rsidR="007C6493">
          <w:rPr>
            <w:noProof/>
            <w:webHidden/>
          </w:rPr>
        </w:r>
        <w:r w:rsidR="007C6493">
          <w:rPr>
            <w:noProof/>
            <w:webHidden/>
          </w:rPr>
          <w:fldChar w:fldCharType="separate"/>
        </w:r>
        <w:r w:rsidR="00DA37E6">
          <w:rPr>
            <w:noProof/>
            <w:webHidden/>
          </w:rPr>
          <w:t>68</w:t>
        </w:r>
        <w:r w:rsidR="007C6493">
          <w:rPr>
            <w:noProof/>
            <w:webHidden/>
          </w:rPr>
          <w:fldChar w:fldCharType="end"/>
        </w:r>
      </w:hyperlink>
    </w:p>
    <w:p w14:paraId="30A5DD78" w14:textId="56A5A16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299" w:history="1">
        <w:r w:rsidR="007C6493" w:rsidRPr="00264424">
          <w:rPr>
            <w:rStyle w:val="Hyperlink"/>
            <w:noProof/>
          </w:rPr>
          <w:t>6.8 JSON Client KMIP v3.0 Profile Conformance</w:t>
        </w:r>
        <w:r w:rsidR="007C6493">
          <w:rPr>
            <w:noProof/>
            <w:webHidden/>
          </w:rPr>
          <w:tab/>
        </w:r>
        <w:r w:rsidR="007C6493">
          <w:rPr>
            <w:noProof/>
            <w:webHidden/>
          </w:rPr>
          <w:fldChar w:fldCharType="begin"/>
        </w:r>
        <w:r w:rsidR="007C6493">
          <w:rPr>
            <w:noProof/>
            <w:webHidden/>
          </w:rPr>
          <w:instrText xml:space="preserve"> PAGEREF _Toc176876299 \h </w:instrText>
        </w:r>
        <w:r w:rsidR="007C6493">
          <w:rPr>
            <w:noProof/>
            <w:webHidden/>
          </w:rPr>
        </w:r>
        <w:r w:rsidR="007C6493">
          <w:rPr>
            <w:noProof/>
            <w:webHidden/>
          </w:rPr>
          <w:fldChar w:fldCharType="separate"/>
        </w:r>
        <w:r w:rsidR="00DA37E6">
          <w:rPr>
            <w:noProof/>
            <w:webHidden/>
          </w:rPr>
          <w:t>68</w:t>
        </w:r>
        <w:r w:rsidR="007C6493">
          <w:rPr>
            <w:noProof/>
            <w:webHidden/>
          </w:rPr>
          <w:fldChar w:fldCharType="end"/>
        </w:r>
      </w:hyperlink>
    </w:p>
    <w:p w14:paraId="662E0960" w14:textId="0CC12F61"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0" w:history="1">
        <w:r w:rsidR="007C6493" w:rsidRPr="00264424">
          <w:rPr>
            <w:rStyle w:val="Hyperlink"/>
            <w:noProof/>
          </w:rPr>
          <w:t>6.9 JSON Server KMIP v3.0 Profile Conformance</w:t>
        </w:r>
        <w:r w:rsidR="007C6493">
          <w:rPr>
            <w:noProof/>
            <w:webHidden/>
          </w:rPr>
          <w:tab/>
        </w:r>
        <w:r w:rsidR="007C6493">
          <w:rPr>
            <w:noProof/>
            <w:webHidden/>
          </w:rPr>
          <w:fldChar w:fldCharType="begin"/>
        </w:r>
        <w:r w:rsidR="007C6493">
          <w:rPr>
            <w:noProof/>
            <w:webHidden/>
          </w:rPr>
          <w:instrText xml:space="preserve"> PAGEREF _Toc176876300 \h </w:instrText>
        </w:r>
        <w:r w:rsidR="007C6493">
          <w:rPr>
            <w:noProof/>
            <w:webHidden/>
          </w:rPr>
        </w:r>
        <w:r w:rsidR="007C6493">
          <w:rPr>
            <w:noProof/>
            <w:webHidden/>
          </w:rPr>
          <w:fldChar w:fldCharType="separate"/>
        </w:r>
        <w:r w:rsidR="00DA37E6">
          <w:rPr>
            <w:noProof/>
            <w:webHidden/>
          </w:rPr>
          <w:t>68</w:t>
        </w:r>
        <w:r w:rsidR="007C6493">
          <w:rPr>
            <w:noProof/>
            <w:webHidden/>
          </w:rPr>
          <w:fldChar w:fldCharType="end"/>
        </w:r>
      </w:hyperlink>
    </w:p>
    <w:p w14:paraId="0F2A9E57" w14:textId="360AB1F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1" w:history="1">
        <w:r w:rsidR="007C6493" w:rsidRPr="00264424">
          <w:rPr>
            <w:rStyle w:val="Hyperlink"/>
            <w:noProof/>
          </w:rPr>
          <w:t>6.10 Symmetric Key Lifecycle Client KMIP v3.0 Profile Conformance</w:t>
        </w:r>
        <w:r w:rsidR="007C6493">
          <w:rPr>
            <w:noProof/>
            <w:webHidden/>
          </w:rPr>
          <w:tab/>
        </w:r>
        <w:r w:rsidR="007C6493">
          <w:rPr>
            <w:noProof/>
            <w:webHidden/>
          </w:rPr>
          <w:fldChar w:fldCharType="begin"/>
        </w:r>
        <w:r w:rsidR="007C6493">
          <w:rPr>
            <w:noProof/>
            <w:webHidden/>
          </w:rPr>
          <w:instrText xml:space="preserve"> PAGEREF _Toc176876301 \h </w:instrText>
        </w:r>
        <w:r w:rsidR="007C6493">
          <w:rPr>
            <w:noProof/>
            <w:webHidden/>
          </w:rPr>
        </w:r>
        <w:r w:rsidR="007C6493">
          <w:rPr>
            <w:noProof/>
            <w:webHidden/>
          </w:rPr>
          <w:fldChar w:fldCharType="separate"/>
        </w:r>
        <w:r w:rsidR="00DA37E6">
          <w:rPr>
            <w:noProof/>
            <w:webHidden/>
          </w:rPr>
          <w:t>68</w:t>
        </w:r>
        <w:r w:rsidR="007C6493">
          <w:rPr>
            <w:noProof/>
            <w:webHidden/>
          </w:rPr>
          <w:fldChar w:fldCharType="end"/>
        </w:r>
      </w:hyperlink>
    </w:p>
    <w:p w14:paraId="710929BF" w14:textId="6271430A"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2" w:history="1">
        <w:r w:rsidR="007C6493" w:rsidRPr="00264424">
          <w:rPr>
            <w:rStyle w:val="Hyperlink"/>
            <w:noProof/>
          </w:rPr>
          <w:t>6.11 Symmetric Key Lifecycle Server KMIP v3.0 Profile Conformance</w:t>
        </w:r>
        <w:r w:rsidR="007C6493">
          <w:rPr>
            <w:noProof/>
            <w:webHidden/>
          </w:rPr>
          <w:tab/>
        </w:r>
        <w:r w:rsidR="007C6493">
          <w:rPr>
            <w:noProof/>
            <w:webHidden/>
          </w:rPr>
          <w:fldChar w:fldCharType="begin"/>
        </w:r>
        <w:r w:rsidR="007C6493">
          <w:rPr>
            <w:noProof/>
            <w:webHidden/>
          </w:rPr>
          <w:instrText xml:space="preserve"> PAGEREF _Toc176876302 \h </w:instrText>
        </w:r>
        <w:r w:rsidR="007C6493">
          <w:rPr>
            <w:noProof/>
            <w:webHidden/>
          </w:rPr>
        </w:r>
        <w:r w:rsidR="007C6493">
          <w:rPr>
            <w:noProof/>
            <w:webHidden/>
          </w:rPr>
          <w:fldChar w:fldCharType="separate"/>
        </w:r>
        <w:r w:rsidR="00DA37E6">
          <w:rPr>
            <w:noProof/>
            <w:webHidden/>
          </w:rPr>
          <w:t>69</w:t>
        </w:r>
        <w:r w:rsidR="007C6493">
          <w:rPr>
            <w:noProof/>
            <w:webHidden/>
          </w:rPr>
          <w:fldChar w:fldCharType="end"/>
        </w:r>
      </w:hyperlink>
    </w:p>
    <w:p w14:paraId="079382CB" w14:textId="79DE21DF"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3" w:history="1">
        <w:r w:rsidR="007C6493" w:rsidRPr="00264424">
          <w:rPr>
            <w:rStyle w:val="Hyperlink"/>
            <w:noProof/>
          </w:rPr>
          <w:t>6.12 Basic Symmetric Key Foundry Client KMIP v3.0 Profile Conformance</w:t>
        </w:r>
        <w:r w:rsidR="007C6493">
          <w:rPr>
            <w:noProof/>
            <w:webHidden/>
          </w:rPr>
          <w:tab/>
        </w:r>
        <w:r w:rsidR="007C6493">
          <w:rPr>
            <w:noProof/>
            <w:webHidden/>
          </w:rPr>
          <w:fldChar w:fldCharType="begin"/>
        </w:r>
        <w:r w:rsidR="007C6493">
          <w:rPr>
            <w:noProof/>
            <w:webHidden/>
          </w:rPr>
          <w:instrText xml:space="preserve"> PAGEREF _Toc176876303 \h </w:instrText>
        </w:r>
        <w:r w:rsidR="007C6493">
          <w:rPr>
            <w:noProof/>
            <w:webHidden/>
          </w:rPr>
        </w:r>
        <w:r w:rsidR="007C6493">
          <w:rPr>
            <w:noProof/>
            <w:webHidden/>
          </w:rPr>
          <w:fldChar w:fldCharType="separate"/>
        </w:r>
        <w:r w:rsidR="00DA37E6">
          <w:rPr>
            <w:noProof/>
            <w:webHidden/>
          </w:rPr>
          <w:t>69</w:t>
        </w:r>
        <w:r w:rsidR="007C6493">
          <w:rPr>
            <w:noProof/>
            <w:webHidden/>
          </w:rPr>
          <w:fldChar w:fldCharType="end"/>
        </w:r>
      </w:hyperlink>
    </w:p>
    <w:p w14:paraId="410D69B5" w14:textId="2B50FAE3"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4" w:history="1">
        <w:r w:rsidR="007C6493" w:rsidRPr="00264424">
          <w:rPr>
            <w:rStyle w:val="Hyperlink"/>
            <w:noProof/>
          </w:rPr>
          <w:t>6.13 Intermediate Symmetric Key Foundry Client KMIP v3.0 Profile Conformance</w:t>
        </w:r>
        <w:r w:rsidR="007C6493">
          <w:rPr>
            <w:noProof/>
            <w:webHidden/>
          </w:rPr>
          <w:tab/>
        </w:r>
        <w:r w:rsidR="007C6493">
          <w:rPr>
            <w:noProof/>
            <w:webHidden/>
          </w:rPr>
          <w:fldChar w:fldCharType="begin"/>
        </w:r>
        <w:r w:rsidR="007C6493">
          <w:rPr>
            <w:noProof/>
            <w:webHidden/>
          </w:rPr>
          <w:instrText xml:space="preserve"> PAGEREF _Toc176876304 \h </w:instrText>
        </w:r>
        <w:r w:rsidR="007C6493">
          <w:rPr>
            <w:noProof/>
            <w:webHidden/>
          </w:rPr>
        </w:r>
        <w:r w:rsidR="007C6493">
          <w:rPr>
            <w:noProof/>
            <w:webHidden/>
          </w:rPr>
          <w:fldChar w:fldCharType="separate"/>
        </w:r>
        <w:r w:rsidR="00DA37E6">
          <w:rPr>
            <w:noProof/>
            <w:webHidden/>
          </w:rPr>
          <w:t>69</w:t>
        </w:r>
        <w:r w:rsidR="007C6493">
          <w:rPr>
            <w:noProof/>
            <w:webHidden/>
          </w:rPr>
          <w:fldChar w:fldCharType="end"/>
        </w:r>
      </w:hyperlink>
    </w:p>
    <w:p w14:paraId="3A9D14EE" w14:textId="3F59679B"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5" w:history="1">
        <w:r w:rsidR="007C6493" w:rsidRPr="00264424">
          <w:rPr>
            <w:rStyle w:val="Hyperlink"/>
            <w:noProof/>
          </w:rPr>
          <w:t>6.14 Advanced Symmetric Key Foundry Client KMIP v3.0 Profile Conformance</w:t>
        </w:r>
        <w:r w:rsidR="007C6493">
          <w:rPr>
            <w:noProof/>
            <w:webHidden/>
          </w:rPr>
          <w:tab/>
        </w:r>
        <w:r w:rsidR="007C6493">
          <w:rPr>
            <w:noProof/>
            <w:webHidden/>
          </w:rPr>
          <w:fldChar w:fldCharType="begin"/>
        </w:r>
        <w:r w:rsidR="007C6493">
          <w:rPr>
            <w:noProof/>
            <w:webHidden/>
          </w:rPr>
          <w:instrText xml:space="preserve"> PAGEREF _Toc176876305 \h </w:instrText>
        </w:r>
        <w:r w:rsidR="007C6493">
          <w:rPr>
            <w:noProof/>
            <w:webHidden/>
          </w:rPr>
        </w:r>
        <w:r w:rsidR="007C6493">
          <w:rPr>
            <w:noProof/>
            <w:webHidden/>
          </w:rPr>
          <w:fldChar w:fldCharType="separate"/>
        </w:r>
        <w:r w:rsidR="00DA37E6">
          <w:rPr>
            <w:noProof/>
            <w:webHidden/>
          </w:rPr>
          <w:t>69</w:t>
        </w:r>
        <w:r w:rsidR="007C6493">
          <w:rPr>
            <w:noProof/>
            <w:webHidden/>
          </w:rPr>
          <w:fldChar w:fldCharType="end"/>
        </w:r>
      </w:hyperlink>
    </w:p>
    <w:p w14:paraId="3738AF93" w14:textId="68F84B4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6" w:history="1">
        <w:r w:rsidR="007C6493" w:rsidRPr="00264424">
          <w:rPr>
            <w:rStyle w:val="Hyperlink"/>
            <w:noProof/>
          </w:rPr>
          <w:t>6.15 Symmetric Key Foundry Server KMIP v3.0 Profile Conformance</w:t>
        </w:r>
        <w:r w:rsidR="007C6493">
          <w:rPr>
            <w:noProof/>
            <w:webHidden/>
          </w:rPr>
          <w:tab/>
        </w:r>
        <w:r w:rsidR="007C6493">
          <w:rPr>
            <w:noProof/>
            <w:webHidden/>
          </w:rPr>
          <w:fldChar w:fldCharType="begin"/>
        </w:r>
        <w:r w:rsidR="007C6493">
          <w:rPr>
            <w:noProof/>
            <w:webHidden/>
          </w:rPr>
          <w:instrText xml:space="preserve"> PAGEREF _Toc176876306 \h </w:instrText>
        </w:r>
        <w:r w:rsidR="007C6493">
          <w:rPr>
            <w:noProof/>
            <w:webHidden/>
          </w:rPr>
        </w:r>
        <w:r w:rsidR="007C6493">
          <w:rPr>
            <w:noProof/>
            <w:webHidden/>
          </w:rPr>
          <w:fldChar w:fldCharType="separate"/>
        </w:r>
        <w:r w:rsidR="00DA37E6">
          <w:rPr>
            <w:noProof/>
            <w:webHidden/>
          </w:rPr>
          <w:t>69</w:t>
        </w:r>
        <w:r w:rsidR="007C6493">
          <w:rPr>
            <w:noProof/>
            <w:webHidden/>
          </w:rPr>
          <w:fldChar w:fldCharType="end"/>
        </w:r>
      </w:hyperlink>
    </w:p>
    <w:p w14:paraId="14B46E53" w14:textId="0757CFD8"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7" w:history="1">
        <w:r w:rsidR="007C6493" w:rsidRPr="00264424">
          <w:rPr>
            <w:rStyle w:val="Hyperlink"/>
            <w:noProof/>
          </w:rPr>
          <w:t>6.16 Asymmetric Key Lifecycle Client KMIP v3.0 Profile Conformance</w:t>
        </w:r>
        <w:r w:rsidR="007C6493">
          <w:rPr>
            <w:noProof/>
            <w:webHidden/>
          </w:rPr>
          <w:tab/>
        </w:r>
        <w:r w:rsidR="007C6493">
          <w:rPr>
            <w:noProof/>
            <w:webHidden/>
          </w:rPr>
          <w:fldChar w:fldCharType="begin"/>
        </w:r>
        <w:r w:rsidR="007C6493">
          <w:rPr>
            <w:noProof/>
            <w:webHidden/>
          </w:rPr>
          <w:instrText xml:space="preserve"> PAGEREF _Toc176876307 \h </w:instrText>
        </w:r>
        <w:r w:rsidR="007C6493">
          <w:rPr>
            <w:noProof/>
            <w:webHidden/>
          </w:rPr>
        </w:r>
        <w:r w:rsidR="007C6493">
          <w:rPr>
            <w:noProof/>
            <w:webHidden/>
          </w:rPr>
          <w:fldChar w:fldCharType="separate"/>
        </w:r>
        <w:r w:rsidR="00DA37E6">
          <w:rPr>
            <w:noProof/>
            <w:webHidden/>
          </w:rPr>
          <w:t>70</w:t>
        </w:r>
        <w:r w:rsidR="007C6493">
          <w:rPr>
            <w:noProof/>
            <w:webHidden/>
          </w:rPr>
          <w:fldChar w:fldCharType="end"/>
        </w:r>
      </w:hyperlink>
    </w:p>
    <w:p w14:paraId="68F92A69" w14:textId="3405E7A6"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8" w:history="1">
        <w:r w:rsidR="007C6493" w:rsidRPr="00264424">
          <w:rPr>
            <w:rStyle w:val="Hyperlink"/>
            <w:noProof/>
          </w:rPr>
          <w:t>6.17 Asymmetric Key Lifecycle Server KMIP v3.0 Profile Conformance</w:t>
        </w:r>
        <w:r w:rsidR="007C6493">
          <w:rPr>
            <w:noProof/>
            <w:webHidden/>
          </w:rPr>
          <w:tab/>
        </w:r>
        <w:r w:rsidR="007C6493">
          <w:rPr>
            <w:noProof/>
            <w:webHidden/>
          </w:rPr>
          <w:fldChar w:fldCharType="begin"/>
        </w:r>
        <w:r w:rsidR="007C6493">
          <w:rPr>
            <w:noProof/>
            <w:webHidden/>
          </w:rPr>
          <w:instrText xml:space="preserve"> PAGEREF _Toc176876308 \h </w:instrText>
        </w:r>
        <w:r w:rsidR="007C6493">
          <w:rPr>
            <w:noProof/>
            <w:webHidden/>
          </w:rPr>
        </w:r>
        <w:r w:rsidR="007C6493">
          <w:rPr>
            <w:noProof/>
            <w:webHidden/>
          </w:rPr>
          <w:fldChar w:fldCharType="separate"/>
        </w:r>
        <w:r w:rsidR="00DA37E6">
          <w:rPr>
            <w:noProof/>
            <w:webHidden/>
          </w:rPr>
          <w:t>70</w:t>
        </w:r>
        <w:r w:rsidR="007C6493">
          <w:rPr>
            <w:noProof/>
            <w:webHidden/>
          </w:rPr>
          <w:fldChar w:fldCharType="end"/>
        </w:r>
      </w:hyperlink>
    </w:p>
    <w:p w14:paraId="39DCEA31" w14:textId="1AFB575F"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09" w:history="1">
        <w:r w:rsidR="007C6493" w:rsidRPr="00264424">
          <w:rPr>
            <w:rStyle w:val="Hyperlink"/>
            <w:noProof/>
          </w:rPr>
          <w:t>6.18 Basic Cryptographic Client KMIP v3.0 Profile Conformance</w:t>
        </w:r>
        <w:r w:rsidR="007C6493">
          <w:rPr>
            <w:noProof/>
            <w:webHidden/>
          </w:rPr>
          <w:tab/>
        </w:r>
        <w:r w:rsidR="007C6493">
          <w:rPr>
            <w:noProof/>
            <w:webHidden/>
          </w:rPr>
          <w:fldChar w:fldCharType="begin"/>
        </w:r>
        <w:r w:rsidR="007C6493">
          <w:rPr>
            <w:noProof/>
            <w:webHidden/>
          </w:rPr>
          <w:instrText xml:space="preserve"> PAGEREF _Toc176876309 \h </w:instrText>
        </w:r>
        <w:r w:rsidR="007C6493">
          <w:rPr>
            <w:noProof/>
            <w:webHidden/>
          </w:rPr>
        </w:r>
        <w:r w:rsidR="007C6493">
          <w:rPr>
            <w:noProof/>
            <w:webHidden/>
          </w:rPr>
          <w:fldChar w:fldCharType="separate"/>
        </w:r>
        <w:r w:rsidR="00DA37E6">
          <w:rPr>
            <w:noProof/>
            <w:webHidden/>
          </w:rPr>
          <w:t>70</w:t>
        </w:r>
        <w:r w:rsidR="007C6493">
          <w:rPr>
            <w:noProof/>
            <w:webHidden/>
          </w:rPr>
          <w:fldChar w:fldCharType="end"/>
        </w:r>
      </w:hyperlink>
    </w:p>
    <w:p w14:paraId="6B1130CA" w14:textId="1C806CA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0" w:history="1">
        <w:r w:rsidR="007C6493" w:rsidRPr="00264424">
          <w:rPr>
            <w:rStyle w:val="Hyperlink"/>
            <w:noProof/>
          </w:rPr>
          <w:t>6.19 Advanced Cryptographic Client KMIP v3.0 Profile Conformance</w:t>
        </w:r>
        <w:r w:rsidR="007C6493">
          <w:rPr>
            <w:noProof/>
            <w:webHidden/>
          </w:rPr>
          <w:tab/>
        </w:r>
        <w:r w:rsidR="007C6493">
          <w:rPr>
            <w:noProof/>
            <w:webHidden/>
          </w:rPr>
          <w:fldChar w:fldCharType="begin"/>
        </w:r>
        <w:r w:rsidR="007C6493">
          <w:rPr>
            <w:noProof/>
            <w:webHidden/>
          </w:rPr>
          <w:instrText xml:space="preserve"> PAGEREF _Toc176876310 \h </w:instrText>
        </w:r>
        <w:r w:rsidR="007C6493">
          <w:rPr>
            <w:noProof/>
            <w:webHidden/>
          </w:rPr>
        </w:r>
        <w:r w:rsidR="007C6493">
          <w:rPr>
            <w:noProof/>
            <w:webHidden/>
          </w:rPr>
          <w:fldChar w:fldCharType="separate"/>
        </w:r>
        <w:r w:rsidR="00DA37E6">
          <w:rPr>
            <w:noProof/>
            <w:webHidden/>
          </w:rPr>
          <w:t>70</w:t>
        </w:r>
        <w:r w:rsidR="007C6493">
          <w:rPr>
            <w:noProof/>
            <w:webHidden/>
          </w:rPr>
          <w:fldChar w:fldCharType="end"/>
        </w:r>
      </w:hyperlink>
    </w:p>
    <w:p w14:paraId="0D89B12B" w14:textId="49F8A51B"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1" w:history="1">
        <w:r w:rsidR="007C6493" w:rsidRPr="00264424">
          <w:rPr>
            <w:rStyle w:val="Hyperlink"/>
            <w:noProof/>
          </w:rPr>
          <w:t>6.20 RNG Cryptographic Client KMIP v3.0 Profile Conformance</w:t>
        </w:r>
        <w:r w:rsidR="007C6493">
          <w:rPr>
            <w:noProof/>
            <w:webHidden/>
          </w:rPr>
          <w:tab/>
        </w:r>
        <w:r w:rsidR="007C6493">
          <w:rPr>
            <w:noProof/>
            <w:webHidden/>
          </w:rPr>
          <w:fldChar w:fldCharType="begin"/>
        </w:r>
        <w:r w:rsidR="007C6493">
          <w:rPr>
            <w:noProof/>
            <w:webHidden/>
          </w:rPr>
          <w:instrText xml:space="preserve"> PAGEREF _Toc176876311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765E74CB" w14:textId="310FA9F9"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2" w:history="1">
        <w:r w:rsidR="007C6493" w:rsidRPr="00264424">
          <w:rPr>
            <w:rStyle w:val="Hyperlink"/>
            <w:noProof/>
          </w:rPr>
          <w:t>6.21 Basic Cryptographic Server KMIP v3.0 Profile Conformance</w:t>
        </w:r>
        <w:r w:rsidR="007C6493">
          <w:rPr>
            <w:noProof/>
            <w:webHidden/>
          </w:rPr>
          <w:tab/>
        </w:r>
        <w:r w:rsidR="007C6493">
          <w:rPr>
            <w:noProof/>
            <w:webHidden/>
          </w:rPr>
          <w:fldChar w:fldCharType="begin"/>
        </w:r>
        <w:r w:rsidR="007C6493">
          <w:rPr>
            <w:noProof/>
            <w:webHidden/>
          </w:rPr>
          <w:instrText xml:space="preserve"> PAGEREF _Toc176876312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20B3761A" w14:textId="18342417"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3" w:history="1">
        <w:r w:rsidR="007C6493" w:rsidRPr="00264424">
          <w:rPr>
            <w:rStyle w:val="Hyperlink"/>
            <w:noProof/>
          </w:rPr>
          <w:t>6.22 Advanced Cryptographic Server KMIP v3.0 Profile Conformance</w:t>
        </w:r>
        <w:r w:rsidR="007C6493">
          <w:rPr>
            <w:noProof/>
            <w:webHidden/>
          </w:rPr>
          <w:tab/>
        </w:r>
        <w:r w:rsidR="007C6493">
          <w:rPr>
            <w:noProof/>
            <w:webHidden/>
          </w:rPr>
          <w:fldChar w:fldCharType="begin"/>
        </w:r>
        <w:r w:rsidR="007C6493">
          <w:rPr>
            <w:noProof/>
            <w:webHidden/>
          </w:rPr>
          <w:instrText xml:space="preserve"> PAGEREF _Toc176876313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1FC67BB8" w14:textId="31880C7E"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4" w:history="1">
        <w:r w:rsidR="007C6493" w:rsidRPr="00264424">
          <w:rPr>
            <w:rStyle w:val="Hyperlink"/>
            <w:noProof/>
          </w:rPr>
          <w:t>6.23 RNG Cryptographic Server KMIP v3.0 Profile Conformance</w:t>
        </w:r>
        <w:r w:rsidR="007C6493">
          <w:rPr>
            <w:noProof/>
            <w:webHidden/>
          </w:rPr>
          <w:tab/>
        </w:r>
        <w:r w:rsidR="007C6493">
          <w:rPr>
            <w:noProof/>
            <w:webHidden/>
          </w:rPr>
          <w:fldChar w:fldCharType="begin"/>
        </w:r>
        <w:r w:rsidR="007C6493">
          <w:rPr>
            <w:noProof/>
            <w:webHidden/>
          </w:rPr>
          <w:instrText xml:space="preserve"> PAGEREF _Toc176876314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1C850522" w14:textId="707A3D7A"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5" w:history="1">
        <w:r w:rsidR="007C6493" w:rsidRPr="00264424">
          <w:rPr>
            <w:rStyle w:val="Hyperlink"/>
            <w:noProof/>
          </w:rPr>
          <w:t>6.24 Opaque Managed Object Client KMIP v3.0 Profile Conformance</w:t>
        </w:r>
        <w:r w:rsidR="007C6493">
          <w:rPr>
            <w:noProof/>
            <w:webHidden/>
          </w:rPr>
          <w:tab/>
        </w:r>
        <w:r w:rsidR="007C6493">
          <w:rPr>
            <w:noProof/>
            <w:webHidden/>
          </w:rPr>
          <w:fldChar w:fldCharType="begin"/>
        </w:r>
        <w:r w:rsidR="007C6493">
          <w:rPr>
            <w:noProof/>
            <w:webHidden/>
          </w:rPr>
          <w:instrText xml:space="preserve"> PAGEREF _Toc176876315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3622A12D" w14:textId="2A62282D"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6" w:history="1">
        <w:r w:rsidR="007C6493" w:rsidRPr="00264424">
          <w:rPr>
            <w:rStyle w:val="Hyperlink"/>
            <w:noProof/>
          </w:rPr>
          <w:t>6.25 Opaque Managed Object Server KMIP v3.0 Profile Conformance</w:t>
        </w:r>
        <w:r w:rsidR="007C6493">
          <w:rPr>
            <w:noProof/>
            <w:webHidden/>
          </w:rPr>
          <w:tab/>
        </w:r>
        <w:r w:rsidR="007C6493">
          <w:rPr>
            <w:noProof/>
            <w:webHidden/>
          </w:rPr>
          <w:fldChar w:fldCharType="begin"/>
        </w:r>
        <w:r w:rsidR="007C6493">
          <w:rPr>
            <w:noProof/>
            <w:webHidden/>
          </w:rPr>
          <w:instrText xml:space="preserve"> PAGEREF _Toc176876316 \h </w:instrText>
        </w:r>
        <w:r w:rsidR="007C6493">
          <w:rPr>
            <w:noProof/>
            <w:webHidden/>
          </w:rPr>
        </w:r>
        <w:r w:rsidR="007C6493">
          <w:rPr>
            <w:noProof/>
            <w:webHidden/>
          </w:rPr>
          <w:fldChar w:fldCharType="separate"/>
        </w:r>
        <w:r w:rsidR="00DA37E6">
          <w:rPr>
            <w:noProof/>
            <w:webHidden/>
          </w:rPr>
          <w:t>71</w:t>
        </w:r>
        <w:r w:rsidR="007C6493">
          <w:rPr>
            <w:noProof/>
            <w:webHidden/>
          </w:rPr>
          <w:fldChar w:fldCharType="end"/>
        </w:r>
      </w:hyperlink>
    </w:p>
    <w:p w14:paraId="698DFB2F" w14:textId="6C3CB29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7" w:history="1">
        <w:r w:rsidR="007C6493" w:rsidRPr="00264424">
          <w:rPr>
            <w:rStyle w:val="Hyperlink"/>
            <w:noProof/>
          </w:rPr>
          <w:t>6.26 Storage Array with Self-Encrypting Drives Client KMIP v3.0 Profile Conformance</w:t>
        </w:r>
        <w:r w:rsidR="007C6493">
          <w:rPr>
            <w:noProof/>
            <w:webHidden/>
          </w:rPr>
          <w:tab/>
        </w:r>
        <w:r w:rsidR="007C6493">
          <w:rPr>
            <w:noProof/>
            <w:webHidden/>
          </w:rPr>
          <w:fldChar w:fldCharType="begin"/>
        </w:r>
        <w:r w:rsidR="007C6493">
          <w:rPr>
            <w:noProof/>
            <w:webHidden/>
          </w:rPr>
          <w:instrText xml:space="preserve"> PAGEREF _Toc176876317 \h </w:instrText>
        </w:r>
        <w:r w:rsidR="007C6493">
          <w:rPr>
            <w:noProof/>
            <w:webHidden/>
          </w:rPr>
        </w:r>
        <w:r w:rsidR="007C6493">
          <w:rPr>
            <w:noProof/>
            <w:webHidden/>
          </w:rPr>
          <w:fldChar w:fldCharType="separate"/>
        </w:r>
        <w:r w:rsidR="00DA37E6">
          <w:rPr>
            <w:noProof/>
            <w:webHidden/>
          </w:rPr>
          <w:t>72</w:t>
        </w:r>
        <w:r w:rsidR="007C6493">
          <w:rPr>
            <w:noProof/>
            <w:webHidden/>
          </w:rPr>
          <w:fldChar w:fldCharType="end"/>
        </w:r>
      </w:hyperlink>
    </w:p>
    <w:p w14:paraId="06EA30FD" w14:textId="39D86220"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8" w:history="1">
        <w:r w:rsidR="007C6493" w:rsidRPr="00264424">
          <w:rPr>
            <w:rStyle w:val="Hyperlink"/>
            <w:noProof/>
          </w:rPr>
          <w:t>6.27 Storage Array with Self-Encrypting Drives Server KMIP v3.0 Profile Conformance</w:t>
        </w:r>
        <w:r w:rsidR="007C6493">
          <w:rPr>
            <w:noProof/>
            <w:webHidden/>
          </w:rPr>
          <w:tab/>
        </w:r>
        <w:r w:rsidR="007C6493">
          <w:rPr>
            <w:noProof/>
            <w:webHidden/>
          </w:rPr>
          <w:fldChar w:fldCharType="begin"/>
        </w:r>
        <w:r w:rsidR="007C6493">
          <w:rPr>
            <w:noProof/>
            <w:webHidden/>
          </w:rPr>
          <w:instrText xml:space="preserve"> PAGEREF _Toc176876318 \h </w:instrText>
        </w:r>
        <w:r w:rsidR="007C6493">
          <w:rPr>
            <w:noProof/>
            <w:webHidden/>
          </w:rPr>
        </w:r>
        <w:r w:rsidR="007C6493">
          <w:rPr>
            <w:noProof/>
            <w:webHidden/>
          </w:rPr>
          <w:fldChar w:fldCharType="separate"/>
        </w:r>
        <w:r w:rsidR="00DA37E6">
          <w:rPr>
            <w:noProof/>
            <w:webHidden/>
          </w:rPr>
          <w:t>72</w:t>
        </w:r>
        <w:r w:rsidR="007C6493">
          <w:rPr>
            <w:noProof/>
            <w:webHidden/>
          </w:rPr>
          <w:fldChar w:fldCharType="end"/>
        </w:r>
      </w:hyperlink>
    </w:p>
    <w:p w14:paraId="61661780" w14:textId="5461F6A6"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19" w:history="1">
        <w:r w:rsidR="007C6493" w:rsidRPr="00264424">
          <w:rPr>
            <w:rStyle w:val="Hyperlink"/>
            <w:noProof/>
          </w:rPr>
          <w:t>6.28 Tape Library Client KMIP v3.0 Profile Conformance</w:t>
        </w:r>
        <w:r w:rsidR="007C6493">
          <w:rPr>
            <w:noProof/>
            <w:webHidden/>
          </w:rPr>
          <w:tab/>
        </w:r>
        <w:r w:rsidR="007C6493">
          <w:rPr>
            <w:noProof/>
            <w:webHidden/>
          </w:rPr>
          <w:fldChar w:fldCharType="begin"/>
        </w:r>
        <w:r w:rsidR="007C6493">
          <w:rPr>
            <w:noProof/>
            <w:webHidden/>
          </w:rPr>
          <w:instrText xml:space="preserve"> PAGEREF _Toc176876319 \h </w:instrText>
        </w:r>
        <w:r w:rsidR="007C6493">
          <w:rPr>
            <w:noProof/>
            <w:webHidden/>
          </w:rPr>
        </w:r>
        <w:r w:rsidR="007C6493">
          <w:rPr>
            <w:noProof/>
            <w:webHidden/>
          </w:rPr>
          <w:fldChar w:fldCharType="separate"/>
        </w:r>
        <w:r w:rsidR="00DA37E6">
          <w:rPr>
            <w:noProof/>
            <w:webHidden/>
          </w:rPr>
          <w:t>72</w:t>
        </w:r>
        <w:r w:rsidR="007C6493">
          <w:rPr>
            <w:noProof/>
            <w:webHidden/>
          </w:rPr>
          <w:fldChar w:fldCharType="end"/>
        </w:r>
      </w:hyperlink>
    </w:p>
    <w:p w14:paraId="24A06F2E" w14:textId="2FD10AC5"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0" w:history="1">
        <w:r w:rsidR="007C6493" w:rsidRPr="00264424">
          <w:rPr>
            <w:rStyle w:val="Hyperlink"/>
            <w:noProof/>
          </w:rPr>
          <w:t>6.29 Tape Library Server KMIP v3.0 Profile Conformance</w:t>
        </w:r>
        <w:r w:rsidR="007C6493">
          <w:rPr>
            <w:noProof/>
            <w:webHidden/>
          </w:rPr>
          <w:tab/>
        </w:r>
        <w:r w:rsidR="007C6493">
          <w:rPr>
            <w:noProof/>
            <w:webHidden/>
          </w:rPr>
          <w:fldChar w:fldCharType="begin"/>
        </w:r>
        <w:r w:rsidR="007C6493">
          <w:rPr>
            <w:noProof/>
            <w:webHidden/>
          </w:rPr>
          <w:instrText xml:space="preserve"> PAGEREF _Toc176876320 \h </w:instrText>
        </w:r>
        <w:r w:rsidR="007C6493">
          <w:rPr>
            <w:noProof/>
            <w:webHidden/>
          </w:rPr>
        </w:r>
        <w:r w:rsidR="007C6493">
          <w:rPr>
            <w:noProof/>
            <w:webHidden/>
          </w:rPr>
          <w:fldChar w:fldCharType="separate"/>
        </w:r>
        <w:r w:rsidR="00DA37E6">
          <w:rPr>
            <w:noProof/>
            <w:webHidden/>
          </w:rPr>
          <w:t>72</w:t>
        </w:r>
        <w:r w:rsidR="007C6493">
          <w:rPr>
            <w:noProof/>
            <w:webHidden/>
          </w:rPr>
          <w:fldChar w:fldCharType="end"/>
        </w:r>
      </w:hyperlink>
    </w:p>
    <w:p w14:paraId="39D5FDD8" w14:textId="15A2AC8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1" w:history="1">
        <w:r w:rsidR="007C6493" w:rsidRPr="00264424">
          <w:rPr>
            <w:rStyle w:val="Hyperlink"/>
            <w:noProof/>
          </w:rPr>
          <w:t>6.30 AES XTS Client KMIP v3.0 Profile Conformance</w:t>
        </w:r>
        <w:r w:rsidR="007C6493">
          <w:rPr>
            <w:noProof/>
            <w:webHidden/>
          </w:rPr>
          <w:tab/>
        </w:r>
        <w:r w:rsidR="007C6493">
          <w:rPr>
            <w:noProof/>
            <w:webHidden/>
          </w:rPr>
          <w:fldChar w:fldCharType="begin"/>
        </w:r>
        <w:r w:rsidR="007C6493">
          <w:rPr>
            <w:noProof/>
            <w:webHidden/>
          </w:rPr>
          <w:instrText xml:space="preserve"> PAGEREF _Toc176876321 \h </w:instrText>
        </w:r>
        <w:r w:rsidR="007C6493">
          <w:rPr>
            <w:noProof/>
            <w:webHidden/>
          </w:rPr>
        </w:r>
        <w:r w:rsidR="007C6493">
          <w:rPr>
            <w:noProof/>
            <w:webHidden/>
          </w:rPr>
          <w:fldChar w:fldCharType="separate"/>
        </w:r>
        <w:r w:rsidR="00DA37E6">
          <w:rPr>
            <w:noProof/>
            <w:webHidden/>
          </w:rPr>
          <w:t>73</w:t>
        </w:r>
        <w:r w:rsidR="007C6493">
          <w:rPr>
            <w:noProof/>
            <w:webHidden/>
          </w:rPr>
          <w:fldChar w:fldCharType="end"/>
        </w:r>
      </w:hyperlink>
    </w:p>
    <w:p w14:paraId="617821E8" w14:textId="61886F46"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2" w:history="1">
        <w:r w:rsidR="007C6493" w:rsidRPr="00264424">
          <w:rPr>
            <w:rStyle w:val="Hyperlink"/>
            <w:noProof/>
          </w:rPr>
          <w:t>6.31 AES XTS Server KMIP v3.0 Profile Conformance</w:t>
        </w:r>
        <w:r w:rsidR="007C6493">
          <w:rPr>
            <w:noProof/>
            <w:webHidden/>
          </w:rPr>
          <w:tab/>
        </w:r>
        <w:r w:rsidR="007C6493">
          <w:rPr>
            <w:noProof/>
            <w:webHidden/>
          </w:rPr>
          <w:fldChar w:fldCharType="begin"/>
        </w:r>
        <w:r w:rsidR="007C6493">
          <w:rPr>
            <w:noProof/>
            <w:webHidden/>
          </w:rPr>
          <w:instrText xml:space="preserve"> PAGEREF _Toc176876322 \h </w:instrText>
        </w:r>
        <w:r w:rsidR="007C6493">
          <w:rPr>
            <w:noProof/>
            <w:webHidden/>
          </w:rPr>
        </w:r>
        <w:r w:rsidR="007C6493">
          <w:rPr>
            <w:noProof/>
            <w:webHidden/>
          </w:rPr>
          <w:fldChar w:fldCharType="separate"/>
        </w:r>
        <w:r w:rsidR="00DA37E6">
          <w:rPr>
            <w:noProof/>
            <w:webHidden/>
          </w:rPr>
          <w:t>73</w:t>
        </w:r>
        <w:r w:rsidR="007C6493">
          <w:rPr>
            <w:noProof/>
            <w:webHidden/>
          </w:rPr>
          <w:fldChar w:fldCharType="end"/>
        </w:r>
      </w:hyperlink>
    </w:p>
    <w:p w14:paraId="58B9A456" w14:textId="0B441B8C"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3" w:history="1">
        <w:r w:rsidR="007C6493" w:rsidRPr="00264424">
          <w:rPr>
            <w:rStyle w:val="Hyperlink"/>
            <w:noProof/>
          </w:rPr>
          <w:t>6.32 Quantum Safe Client KMIP v3.0 Profile Conformance</w:t>
        </w:r>
        <w:r w:rsidR="007C6493">
          <w:rPr>
            <w:noProof/>
            <w:webHidden/>
          </w:rPr>
          <w:tab/>
        </w:r>
        <w:r w:rsidR="007C6493">
          <w:rPr>
            <w:noProof/>
            <w:webHidden/>
          </w:rPr>
          <w:fldChar w:fldCharType="begin"/>
        </w:r>
        <w:r w:rsidR="007C6493">
          <w:rPr>
            <w:noProof/>
            <w:webHidden/>
          </w:rPr>
          <w:instrText xml:space="preserve"> PAGEREF _Toc176876323 \h </w:instrText>
        </w:r>
        <w:r w:rsidR="007C6493">
          <w:rPr>
            <w:noProof/>
            <w:webHidden/>
          </w:rPr>
        </w:r>
        <w:r w:rsidR="007C6493">
          <w:rPr>
            <w:noProof/>
            <w:webHidden/>
          </w:rPr>
          <w:fldChar w:fldCharType="separate"/>
        </w:r>
        <w:r w:rsidR="00DA37E6">
          <w:rPr>
            <w:noProof/>
            <w:webHidden/>
          </w:rPr>
          <w:t>73</w:t>
        </w:r>
        <w:r w:rsidR="007C6493">
          <w:rPr>
            <w:noProof/>
            <w:webHidden/>
          </w:rPr>
          <w:fldChar w:fldCharType="end"/>
        </w:r>
      </w:hyperlink>
    </w:p>
    <w:p w14:paraId="64E25606" w14:textId="3C5B54DD"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4" w:history="1">
        <w:r w:rsidR="007C6493" w:rsidRPr="00264424">
          <w:rPr>
            <w:rStyle w:val="Hyperlink"/>
            <w:noProof/>
          </w:rPr>
          <w:t>6.33 Quantum Safe Server KMIP v3.0 Profile Conformance</w:t>
        </w:r>
        <w:r w:rsidR="007C6493">
          <w:rPr>
            <w:noProof/>
            <w:webHidden/>
          </w:rPr>
          <w:tab/>
        </w:r>
        <w:r w:rsidR="007C6493">
          <w:rPr>
            <w:noProof/>
            <w:webHidden/>
          </w:rPr>
          <w:fldChar w:fldCharType="begin"/>
        </w:r>
        <w:r w:rsidR="007C6493">
          <w:rPr>
            <w:noProof/>
            <w:webHidden/>
          </w:rPr>
          <w:instrText xml:space="preserve"> PAGEREF _Toc176876324 \h </w:instrText>
        </w:r>
        <w:r w:rsidR="007C6493">
          <w:rPr>
            <w:noProof/>
            <w:webHidden/>
          </w:rPr>
        </w:r>
        <w:r w:rsidR="007C6493">
          <w:rPr>
            <w:noProof/>
            <w:webHidden/>
          </w:rPr>
          <w:fldChar w:fldCharType="separate"/>
        </w:r>
        <w:r w:rsidR="00DA37E6">
          <w:rPr>
            <w:noProof/>
            <w:webHidden/>
          </w:rPr>
          <w:t>73</w:t>
        </w:r>
        <w:r w:rsidR="007C6493">
          <w:rPr>
            <w:noProof/>
            <w:webHidden/>
          </w:rPr>
          <w:fldChar w:fldCharType="end"/>
        </w:r>
      </w:hyperlink>
    </w:p>
    <w:p w14:paraId="5A0B1BC4" w14:textId="473FCC79"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5" w:history="1">
        <w:r w:rsidR="007C6493" w:rsidRPr="00264424">
          <w:rPr>
            <w:rStyle w:val="Hyperlink"/>
            <w:noProof/>
          </w:rPr>
          <w:t>6.34 PKCS#11 Client KMIP v3.0 Profile Conformance</w:t>
        </w:r>
        <w:r w:rsidR="007C6493">
          <w:rPr>
            <w:noProof/>
            <w:webHidden/>
          </w:rPr>
          <w:tab/>
        </w:r>
        <w:r w:rsidR="007C6493">
          <w:rPr>
            <w:noProof/>
            <w:webHidden/>
          </w:rPr>
          <w:fldChar w:fldCharType="begin"/>
        </w:r>
        <w:r w:rsidR="007C6493">
          <w:rPr>
            <w:noProof/>
            <w:webHidden/>
          </w:rPr>
          <w:instrText xml:space="preserve"> PAGEREF _Toc176876325 \h </w:instrText>
        </w:r>
        <w:r w:rsidR="007C6493">
          <w:rPr>
            <w:noProof/>
            <w:webHidden/>
          </w:rPr>
        </w:r>
        <w:r w:rsidR="007C6493">
          <w:rPr>
            <w:noProof/>
            <w:webHidden/>
          </w:rPr>
          <w:fldChar w:fldCharType="separate"/>
        </w:r>
        <w:r w:rsidR="00DA37E6">
          <w:rPr>
            <w:noProof/>
            <w:webHidden/>
          </w:rPr>
          <w:t>73</w:t>
        </w:r>
        <w:r w:rsidR="007C6493">
          <w:rPr>
            <w:noProof/>
            <w:webHidden/>
          </w:rPr>
          <w:fldChar w:fldCharType="end"/>
        </w:r>
      </w:hyperlink>
    </w:p>
    <w:p w14:paraId="77350425" w14:textId="4E927112" w:rsidR="007C6493"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326" w:history="1">
        <w:r w:rsidR="007C6493" w:rsidRPr="00264424">
          <w:rPr>
            <w:rStyle w:val="Hyperlink"/>
            <w:noProof/>
          </w:rPr>
          <w:t>6.35 PKCS#11 Server KMIP v3.0 Profile Conformance</w:t>
        </w:r>
        <w:r w:rsidR="007C6493">
          <w:rPr>
            <w:noProof/>
            <w:webHidden/>
          </w:rPr>
          <w:tab/>
        </w:r>
        <w:r w:rsidR="007C6493">
          <w:rPr>
            <w:noProof/>
            <w:webHidden/>
          </w:rPr>
          <w:fldChar w:fldCharType="begin"/>
        </w:r>
        <w:r w:rsidR="007C6493">
          <w:rPr>
            <w:noProof/>
            <w:webHidden/>
          </w:rPr>
          <w:instrText xml:space="preserve"> PAGEREF _Toc176876326 \h </w:instrText>
        </w:r>
        <w:r w:rsidR="007C6493">
          <w:rPr>
            <w:noProof/>
            <w:webHidden/>
          </w:rPr>
        </w:r>
        <w:r w:rsidR="007C6493">
          <w:rPr>
            <w:noProof/>
            <w:webHidden/>
          </w:rPr>
          <w:fldChar w:fldCharType="separate"/>
        </w:r>
        <w:r w:rsidR="00DA37E6">
          <w:rPr>
            <w:noProof/>
            <w:webHidden/>
          </w:rPr>
          <w:t>74</w:t>
        </w:r>
        <w:r w:rsidR="007C6493">
          <w:rPr>
            <w:noProof/>
            <w:webHidden/>
          </w:rPr>
          <w:fldChar w:fldCharType="end"/>
        </w:r>
      </w:hyperlink>
    </w:p>
    <w:p w14:paraId="47ECE665" w14:textId="5F664813" w:rsidR="007C6493"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327" w:history="1">
        <w:r w:rsidR="007C6493" w:rsidRPr="00264424">
          <w:rPr>
            <w:rStyle w:val="Hyperlink"/>
            <w:noProof/>
          </w:rPr>
          <w:t>Appendix A. Acknowledgments</w:t>
        </w:r>
        <w:r w:rsidR="007C6493">
          <w:rPr>
            <w:noProof/>
            <w:webHidden/>
          </w:rPr>
          <w:tab/>
        </w:r>
        <w:r w:rsidR="007C6493">
          <w:rPr>
            <w:noProof/>
            <w:webHidden/>
          </w:rPr>
          <w:fldChar w:fldCharType="begin"/>
        </w:r>
        <w:r w:rsidR="007C6493">
          <w:rPr>
            <w:noProof/>
            <w:webHidden/>
          </w:rPr>
          <w:instrText xml:space="preserve"> PAGEREF _Toc176876327 \h </w:instrText>
        </w:r>
        <w:r w:rsidR="007C6493">
          <w:rPr>
            <w:noProof/>
            <w:webHidden/>
          </w:rPr>
        </w:r>
        <w:r w:rsidR="007C6493">
          <w:rPr>
            <w:noProof/>
            <w:webHidden/>
          </w:rPr>
          <w:fldChar w:fldCharType="separate"/>
        </w:r>
        <w:r w:rsidR="00DA37E6">
          <w:rPr>
            <w:noProof/>
            <w:webHidden/>
          </w:rPr>
          <w:t>75</w:t>
        </w:r>
        <w:r w:rsidR="007C6493">
          <w:rPr>
            <w:noProof/>
            <w:webHidden/>
          </w:rPr>
          <w:fldChar w:fldCharType="end"/>
        </w:r>
      </w:hyperlink>
    </w:p>
    <w:p w14:paraId="664F7A58" w14:textId="6BEF80F2" w:rsidR="007C6493"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328" w:history="1">
        <w:r w:rsidR="007C6493" w:rsidRPr="00264424">
          <w:rPr>
            <w:rStyle w:val="Hyperlink"/>
            <w:noProof/>
          </w:rPr>
          <w:t>Appendix B. Revision History</w:t>
        </w:r>
        <w:r w:rsidR="007C6493">
          <w:rPr>
            <w:noProof/>
            <w:webHidden/>
          </w:rPr>
          <w:tab/>
        </w:r>
        <w:r w:rsidR="007C6493">
          <w:rPr>
            <w:noProof/>
            <w:webHidden/>
          </w:rPr>
          <w:fldChar w:fldCharType="begin"/>
        </w:r>
        <w:r w:rsidR="007C6493">
          <w:rPr>
            <w:noProof/>
            <w:webHidden/>
          </w:rPr>
          <w:instrText xml:space="preserve"> PAGEREF _Toc176876328 \h </w:instrText>
        </w:r>
        <w:r w:rsidR="007C6493">
          <w:rPr>
            <w:noProof/>
            <w:webHidden/>
          </w:rPr>
        </w:r>
        <w:r w:rsidR="007C6493">
          <w:rPr>
            <w:noProof/>
            <w:webHidden/>
          </w:rPr>
          <w:fldChar w:fldCharType="separate"/>
        </w:r>
        <w:r w:rsidR="00DA37E6">
          <w:rPr>
            <w:noProof/>
            <w:webHidden/>
          </w:rPr>
          <w:t>76</w:t>
        </w:r>
        <w:r w:rsidR="007C6493">
          <w:rPr>
            <w:noProof/>
            <w:webHidden/>
          </w:rPr>
          <w:fldChar w:fldCharType="end"/>
        </w:r>
      </w:hyperlink>
    </w:p>
    <w:p w14:paraId="12157104" w14:textId="58EBAF10" w:rsidR="007C6493"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329" w:history="1">
        <w:r w:rsidR="007C6493" w:rsidRPr="00264424">
          <w:rPr>
            <w:rStyle w:val="Hyperlink"/>
            <w:noProof/>
          </w:rPr>
          <w:t>Appendix C. Notices</w:t>
        </w:r>
        <w:r w:rsidR="007C6493">
          <w:rPr>
            <w:noProof/>
            <w:webHidden/>
          </w:rPr>
          <w:tab/>
        </w:r>
        <w:r w:rsidR="007C6493">
          <w:rPr>
            <w:noProof/>
            <w:webHidden/>
          </w:rPr>
          <w:fldChar w:fldCharType="begin"/>
        </w:r>
        <w:r w:rsidR="007C6493">
          <w:rPr>
            <w:noProof/>
            <w:webHidden/>
          </w:rPr>
          <w:instrText xml:space="preserve"> PAGEREF _Toc176876329 \h </w:instrText>
        </w:r>
        <w:r w:rsidR="007C6493">
          <w:rPr>
            <w:noProof/>
            <w:webHidden/>
          </w:rPr>
        </w:r>
        <w:r w:rsidR="007C6493">
          <w:rPr>
            <w:noProof/>
            <w:webHidden/>
          </w:rPr>
          <w:fldChar w:fldCharType="separate"/>
        </w:r>
        <w:r w:rsidR="00DA37E6">
          <w:rPr>
            <w:noProof/>
            <w:webHidden/>
          </w:rPr>
          <w:t>77</w:t>
        </w:r>
        <w:r w:rsidR="007C6493">
          <w:rPr>
            <w:noProof/>
            <w:webHidden/>
          </w:rPr>
          <w:fldChar w:fldCharType="end"/>
        </w:r>
      </w:hyperlink>
    </w:p>
    <w:p w14:paraId="324EAB05" w14:textId="5B9D6145" w:rsidR="00177DED" w:rsidRDefault="00294283" w:rsidP="008C100C">
      <w:pPr>
        <w:pStyle w:val="TextBody"/>
      </w:pPr>
      <w:r>
        <w:rPr>
          <w:szCs w:val="24"/>
        </w:rPr>
        <w:fldChar w:fldCharType="end"/>
      </w:r>
    </w:p>
    <w:p w14:paraId="0F03B6A3" w14:textId="77777777" w:rsidR="00177DED" w:rsidRDefault="00177DED" w:rsidP="008C100C">
      <w:pPr>
        <w:pStyle w:val="TextBody"/>
      </w:pPr>
    </w:p>
    <w:p w14:paraId="1C823A33" w14:textId="77777777" w:rsidR="00177DED" w:rsidRPr="00177DED" w:rsidRDefault="00177DED" w:rsidP="008C100C">
      <w:pPr>
        <w:pStyle w:val="TextBody"/>
        <w:sectPr w:rsidR="00177DED" w:rsidRPr="00177DED" w:rsidSect="003D1945">
          <w:headerReference w:type="even" r:id="rId37"/>
          <w:footerReference w:type="default" r:id="rId38"/>
          <w:footerReference w:type="first" r:id="rId39"/>
          <w:pgSz w:w="12240" w:h="15840" w:code="1"/>
          <w:pgMar w:top="1440" w:right="1440" w:bottom="720" w:left="1440" w:header="720" w:footer="720" w:gutter="0"/>
          <w:cols w:space="720"/>
          <w:docGrid w:linePitch="360"/>
        </w:sectPr>
      </w:pPr>
    </w:p>
    <w:p w14:paraId="4AFF65BB" w14:textId="77777777" w:rsidR="002F0E6A" w:rsidRPr="00C52EFC" w:rsidRDefault="002F0E6A" w:rsidP="002F0E6A">
      <w:pPr>
        <w:pStyle w:val="Heading1"/>
        <w:numPr>
          <w:ilvl w:val="0"/>
          <w:numId w:val="2"/>
        </w:numPr>
      </w:pPr>
      <w:bookmarkStart w:id="2" w:name="_Toc14773156"/>
      <w:bookmarkStart w:id="3" w:name="_Toc27473207"/>
      <w:bookmarkStart w:id="4" w:name="_Toc32324343"/>
      <w:bookmarkStart w:id="5" w:name="_Toc176876039"/>
      <w:r>
        <w:t>Introduction</w:t>
      </w:r>
      <w:bookmarkEnd w:id="2"/>
      <w:bookmarkEnd w:id="3"/>
      <w:bookmarkEnd w:id="4"/>
      <w:bookmarkEnd w:id="5"/>
    </w:p>
    <w:p w14:paraId="42EEA168" w14:textId="77777777" w:rsidR="002F0E6A" w:rsidRDefault="002F0E6A" w:rsidP="002F0E6A">
      <w:r>
        <w:t>This document specifies conformance clauses in accordance with the OASIS TC Process ([TC-PROC] section 2.2.6 for the KMIP Specification [KMIP-SPEC] for a KMIP server or KMIP client through profiles that define the use of KMIP objects, attributes, operations, message elements and authentication methods within specific contexts of KMIP server and client interaction.</w:t>
      </w:r>
    </w:p>
    <w:p w14:paraId="57B2F0E4" w14:textId="77777777" w:rsidR="002F0E6A" w:rsidRDefault="002F0E6A" w:rsidP="002F0E6A">
      <w:r>
        <w:t>These profiles define a set of normative constraints for employing KMIP within a particular environment or context of use. They may, optionally, require the use of specific KMIP functionality or in other respects define the processing rules to be followed by profile actors.</w:t>
      </w:r>
    </w:p>
    <w:p w14:paraId="06D03A11" w14:textId="77777777" w:rsidR="002F0E6A" w:rsidRDefault="002F0E6A" w:rsidP="002F0E6A">
      <w:pPr>
        <w:pStyle w:val="Heading2"/>
        <w:numPr>
          <w:ilvl w:val="1"/>
          <w:numId w:val="2"/>
        </w:numPr>
      </w:pPr>
      <w:bookmarkStart w:id="6" w:name="_Toc14773157"/>
      <w:bookmarkStart w:id="7" w:name="_Toc27473208"/>
      <w:bookmarkStart w:id="8" w:name="_Toc32324344"/>
      <w:bookmarkStart w:id="9" w:name="_Toc176876040"/>
      <w:bookmarkStart w:id="10" w:name="_Toc85472893"/>
      <w:bookmarkStart w:id="11" w:name="_Toc287332007"/>
      <w:r>
        <w:t>IPR Policy</w:t>
      </w:r>
      <w:bookmarkEnd w:id="6"/>
      <w:bookmarkEnd w:id="7"/>
      <w:bookmarkEnd w:id="8"/>
      <w:bookmarkEnd w:id="9"/>
    </w:p>
    <w:p w14:paraId="7D504C7A" w14:textId="77777777" w:rsidR="002F0E6A" w:rsidRPr="004C3207" w:rsidRDefault="002F0E6A" w:rsidP="002F0E6A">
      <w:r>
        <w:t>This</w:t>
      </w:r>
      <w:r w:rsidRPr="009D6316">
        <w:t xml:space="preserve"> </w:t>
      </w:r>
      <w:r>
        <w:t>specification</w:t>
      </w:r>
      <w:r w:rsidRPr="009D6316">
        <w:t xml:space="preserve"> is provided under </w:t>
      </w:r>
      <w:r w:rsidRPr="004C3207">
        <w:t xml:space="preserve">the </w:t>
      </w:r>
      <w:hyperlink r:id="rId40" w:anchor="RF-on-RAND-Mode" w:history="1">
        <w:r w:rsidRPr="004C3207">
          <w:rPr>
            <w:rStyle w:val="Hyperlink"/>
          </w:rPr>
          <w:t>RF on RAND Terms</w:t>
        </w:r>
      </w:hyperlink>
      <w:r w:rsidRPr="004C3207">
        <w:t xml:space="preserve"> Mode of the </w:t>
      </w:r>
      <w:hyperlink r:id="rId41"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2" w:history="1">
        <w:r>
          <w:rPr>
            <w:rStyle w:val="Hyperlink"/>
          </w:rPr>
          <w:t>https://www.oasis-open.org/committees/kmip/ipr.php</w:t>
        </w:r>
      </w:hyperlink>
      <w:r>
        <w:t>).</w:t>
      </w:r>
    </w:p>
    <w:p w14:paraId="0C92EE44" w14:textId="77777777" w:rsidR="002F0E6A" w:rsidRDefault="002F0E6A" w:rsidP="002F0E6A">
      <w:pPr>
        <w:pStyle w:val="Heading2"/>
        <w:numPr>
          <w:ilvl w:val="1"/>
          <w:numId w:val="2"/>
        </w:numPr>
      </w:pPr>
      <w:bookmarkStart w:id="12" w:name="_Toc14773158"/>
      <w:bookmarkStart w:id="13" w:name="_Toc27473209"/>
      <w:bookmarkStart w:id="14" w:name="_Toc32324345"/>
      <w:bookmarkStart w:id="15" w:name="_Toc176876041"/>
      <w:r>
        <w:t>Terminology</w:t>
      </w:r>
      <w:bookmarkEnd w:id="10"/>
      <w:bookmarkEnd w:id="11"/>
      <w:bookmarkEnd w:id="12"/>
      <w:bookmarkEnd w:id="13"/>
      <w:bookmarkEnd w:id="14"/>
      <w:bookmarkEnd w:id="15"/>
    </w:p>
    <w:p w14:paraId="7BCB699C" w14:textId="77777777" w:rsidR="002F0E6A" w:rsidRDefault="002F0E6A" w:rsidP="002F0E6A">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459F8DBE" w14:textId="77777777" w:rsidR="002F0E6A" w:rsidRDefault="002F0E6A" w:rsidP="002F0E6A">
      <w:pPr>
        <w:pStyle w:val="Heading2"/>
        <w:numPr>
          <w:ilvl w:val="1"/>
          <w:numId w:val="2"/>
        </w:numPr>
      </w:pPr>
      <w:bookmarkStart w:id="16" w:name="_Ref7502892"/>
      <w:bookmarkStart w:id="17" w:name="_Toc12011611"/>
      <w:bookmarkStart w:id="18" w:name="_Toc85472894"/>
      <w:bookmarkStart w:id="19" w:name="_Toc287332008"/>
      <w:bookmarkStart w:id="20" w:name="_Toc14773159"/>
      <w:bookmarkStart w:id="21" w:name="_Toc27473210"/>
      <w:bookmarkStart w:id="22" w:name="_Toc32324346"/>
      <w:bookmarkStart w:id="23" w:name="_Toc176876042"/>
      <w:r>
        <w:t>Normative</w:t>
      </w:r>
      <w:bookmarkEnd w:id="16"/>
      <w:bookmarkEnd w:id="17"/>
      <w:r>
        <w:t xml:space="preserve"> References</w:t>
      </w:r>
      <w:bookmarkEnd w:id="18"/>
      <w:bookmarkEnd w:id="19"/>
      <w:bookmarkEnd w:id="20"/>
      <w:bookmarkEnd w:id="21"/>
      <w:bookmarkEnd w:id="22"/>
      <w:bookmarkEnd w:id="23"/>
    </w:p>
    <w:p w14:paraId="150D8678" w14:textId="77777777" w:rsidR="002F0E6A" w:rsidRPr="00D2263D" w:rsidRDefault="002F0E6A" w:rsidP="00E115F3">
      <w:pPr>
        <w:pStyle w:val="Ref"/>
        <w:rPr>
          <w:rStyle w:val="Refterm"/>
          <w:b w:val="0"/>
          <w:bCs w:val="0"/>
          <w:color w:val="auto"/>
          <w:szCs w:val="20"/>
        </w:rPr>
      </w:pPr>
      <w:r>
        <w:rPr>
          <w:rStyle w:val="Refterm"/>
        </w:rPr>
        <w:t>[KMIP-SPEC]</w:t>
      </w:r>
      <w:r>
        <w:rPr>
          <w:rStyle w:val="Refterm"/>
        </w:rPr>
        <w:tab/>
      </w:r>
      <w:r w:rsidRPr="00BA7C0B">
        <w:rPr>
          <w:i/>
          <w:iCs/>
        </w:rPr>
        <w:t xml:space="preserve">Key Management Interoperability Protocol Specification Version </w:t>
      </w:r>
      <w:r w:rsidR="00CB201E">
        <w:rPr>
          <w:i/>
          <w:iCs/>
        </w:rPr>
        <w:t>3.0</w:t>
      </w:r>
      <w:r w:rsidRPr="00BA7C0B">
        <w:rPr>
          <w:i/>
          <w:iCs/>
        </w:rPr>
        <w:t xml:space="preserve">. </w:t>
      </w:r>
      <w:r w:rsidRPr="00BA7C0B">
        <w:t xml:space="preserve">Edited by </w:t>
      </w:r>
      <w:r w:rsidR="0099156C">
        <w:t>Greg Scott</w:t>
      </w:r>
      <w:r>
        <w:t xml:space="preserve"> and Charles White</w:t>
      </w:r>
      <w:r w:rsidRPr="00BA7C0B">
        <w:t>.</w:t>
      </w:r>
      <w:r>
        <w:t xml:space="preserve"> </w:t>
      </w:r>
      <w:r w:rsidRPr="00BA7C0B">
        <w:t xml:space="preserve">Latest version: </w:t>
      </w:r>
      <w:r>
        <w:t>&lt;</w:t>
      </w:r>
      <w:hyperlink r:id="rId43" w:history="1">
        <w:r w:rsidR="00697364">
          <w:rPr>
            <w:rStyle w:val="Hyperlink"/>
            <w:bCs w:val="0"/>
            <w:szCs w:val="20"/>
          </w:rPr>
          <w:t>-v3.0</w:t>
        </w:r>
        <w:r w:rsidR="00CB201E">
          <w:rPr>
            <w:rStyle w:val="Hyperlink"/>
            <w:bCs w:val="0"/>
            <w:szCs w:val="20"/>
          </w:rPr>
          <w:t>https://docs.oasis-open.org/kmip/kmip-spec/v3.0/kmip-spec-v3.0.html</w:t>
        </w:r>
      </w:hyperlink>
      <w:r w:rsidRPr="002F40A4">
        <w:t>&gt;</w:t>
      </w:r>
      <w:r>
        <w:t>.</w:t>
      </w:r>
    </w:p>
    <w:p w14:paraId="42EC7845" w14:textId="77777777" w:rsidR="00005B7B" w:rsidRPr="00D2263D" w:rsidRDefault="00005B7B" w:rsidP="00E115F3">
      <w:pPr>
        <w:pStyle w:val="Ref"/>
        <w:rPr>
          <w:rStyle w:val="Refterm"/>
          <w:b w:val="0"/>
          <w:bCs w:val="0"/>
          <w:color w:val="auto"/>
          <w:szCs w:val="20"/>
        </w:rPr>
      </w:pPr>
      <w:r>
        <w:rPr>
          <w:rStyle w:val="Refterm"/>
        </w:rPr>
        <w:t>[PKCS11-PROF]</w:t>
      </w:r>
      <w:r>
        <w:rPr>
          <w:rStyle w:val="Refterm"/>
        </w:rPr>
        <w:tab/>
      </w:r>
      <w:r w:rsidRPr="00353B51">
        <w:rPr>
          <w:rStyle w:val="Refterm"/>
          <w:b w:val="0"/>
          <w:bCs w:val="0"/>
          <w:i/>
          <w:iCs/>
        </w:rPr>
        <w:t>PKCS #11 Cryptographic Token Interface Profiles Version 3.</w:t>
      </w:r>
      <w:r w:rsidR="00290363">
        <w:rPr>
          <w:rStyle w:val="Refterm"/>
          <w:b w:val="0"/>
          <w:bCs w:val="0"/>
        </w:rPr>
        <w:t>1</w:t>
      </w:r>
      <w:r>
        <w:rPr>
          <w:rStyle w:val="Refterm"/>
        </w:rPr>
        <w:t xml:space="preserve">. </w:t>
      </w:r>
      <w:r w:rsidRPr="00005B7B">
        <w:rPr>
          <w:color w:val="auto"/>
          <w:szCs w:val="20"/>
        </w:rPr>
        <w:t>Edited</w:t>
      </w:r>
      <w:r w:rsidRPr="00BA7C0B">
        <w:rPr>
          <w:color w:val="auto"/>
          <w:szCs w:val="20"/>
        </w:rPr>
        <w:t xml:space="preserve"> by </w:t>
      </w:r>
      <w:r>
        <w:rPr>
          <w:color w:val="auto"/>
          <w:szCs w:val="20"/>
        </w:rPr>
        <w:t>Tim Hudson</w:t>
      </w:r>
      <w:r w:rsidRPr="00BA7C0B">
        <w:rPr>
          <w:color w:val="auto"/>
          <w:szCs w:val="20"/>
        </w:rPr>
        <w:t>.</w:t>
      </w:r>
      <w:r>
        <w:rPr>
          <w:color w:val="auto"/>
          <w:szCs w:val="20"/>
        </w:rPr>
        <w:t xml:space="preserve"> </w:t>
      </w:r>
      <w:r w:rsidRPr="00BA7C0B">
        <w:rPr>
          <w:color w:val="auto"/>
          <w:szCs w:val="20"/>
        </w:rPr>
        <w:t xml:space="preserve">Latest version: </w:t>
      </w:r>
      <w:r>
        <w:rPr>
          <w:color w:val="auto"/>
          <w:szCs w:val="20"/>
        </w:rPr>
        <w:t>&lt;</w:t>
      </w:r>
      <w:hyperlink r:id="rId44" w:history="1">
        <w:r w:rsidR="00290363" w:rsidRPr="00353B51">
          <w:rPr>
            <w:rStyle w:val="Hyperlink"/>
            <w:bCs w:val="0"/>
            <w:szCs w:val="20"/>
            <w:highlight w:val="yellow"/>
          </w:rPr>
          <w:t>https://docs.oasis-open.org/pkcs11/pkcs11-profiles/v3.</w:t>
        </w:r>
        <w:r w:rsidR="00290363" w:rsidRPr="00290363">
          <w:rPr>
            <w:rStyle w:val="Hyperlink"/>
            <w:bCs w:val="0"/>
            <w:szCs w:val="20"/>
            <w:highlight w:val="yellow"/>
          </w:rPr>
          <w:t>1</w:t>
        </w:r>
        <w:r w:rsidR="00290363" w:rsidRPr="00353B51">
          <w:rPr>
            <w:rStyle w:val="Hyperlink"/>
            <w:bCs w:val="0"/>
            <w:szCs w:val="20"/>
            <w:highlight w:val="yellow"/>
          </w:rPr>
          <w:t>/pkcs11-profiles-v3.</w:t>
        </w:r>
        <w:r w:rsidR="00290363" w:rsidRPr="00290363">
          <w:rPr>
            <w:rStyle w:val="Hyperlink"/>
            <w:bCs w:val="0"/>
            <w:szCs w:val="20"/>
            <w:highlight w:val="yellow"/>
          </w:rPr>
          <w:t>1</w:t>
        </w:r>
        <w:r w:rsidR="00290363" w:rsidRPr="00353B51">
          <w:rPr>
            <w:rStyle w:val="Hyperlink"/>
            <w:bCs w:val="0"/>
            <w:szCs w:val="20"/>
            <w:highlight w:val="yellow"/>
          </w:rPr>
          <w:t>-os.html</w:t>
        </w:r>
      </w:hyperlink>
      <w:r w:rsidRPr="002F40A4">
        <w:rPr>
          <w:color w:val="auto"/>
          <w:szCs w:val="20"/>
        </w:rPr>
        <w:t>&gt;</w:t>
      </w:r>
      <w:r>
        <w:rPr>
          <w:color w:val="auto"/>
          <w:szCs w:val="20"/>
        </w:rPr>
        <w:t>.</w:t>
      </w:r>
    </w:p>
    <w:p w14:paraId="04CEBE45" w14:textId="77777777" w:rsidR="002F0E6A" w:rsidRDefault="002F0E6A" w:rsidP="00E115F3">
      <w:pPr>
        <w:pStyle w:val="Ref"/>
      </w:pPr>
      <w:r>
        <w:rPr>
          <w:rStyle w:val="Refterm"/>
        </w:rPr>
        <w:t>[</w:t>
      </w:r>
      <w:bookmarkStart w:id="24" w:name="RFC2119"/>
      <w:r>
        <w:rPr>
          <w:rStyle w:val="Refterm"/>
        </w:rPr>
        <w:t>RFC2119</w:t>
      </w:r>
      <w:bookmarkEnd w:id="24"/>
      <w:r>
        <w:rPr>
          <w:rStyle w:val="Refterm"/>
        </w:rPr>
        <w:t>]</w:t>
      </w:r>
      <w:r>
        <w:tab/>
      </w:r>
      <w:proofErr w:type="spellStart"/>
      <w:r w:rsidRPr="00306725">
        <w:t>Bradner</w:t>
      </w:r>
      <w:proofErr w:type="spellEnd"/>
      <w:r w:rsidRPr="00306725">
        <w:t xml:space="preserve">, S., "Key words for use in RFCs to Indicate Requirement Levels", BCP 14, RFC 2119, DOI 10.17487/RFC2119, March 1997, </w:t>
      </w:r>
      <w:r>
        <w:t>&lt;</w:t>
      </w:r>
      <w:hyperlink r:id="rId45" w:history="1">
        <w:r w:rsidRPr="00800927">
          <w:rPr>
            <w:rStyle w:val="Hyperlink"/>
          </w:rPr>
          <w:t>http://www.rfc-editor.org/info/rfc2119</w:t>
        </w:r>
      </w:hyperlink>
      <w:r>
        <w:t>&gt;</w:t>
      </w:r>
      <w:r w:rsidRPr="00306725">
        <w:t>.</w:t>
      </w:r>
    </w:p>
    <w:p w14:paraId="0A661052" w14:textId="77777777" w:rsidR="002F0E6A" w:rsidRDefault="002F0E6A" w:rsidP="00E115F3">
      <w:pPr>
        <w:pStyle w:val="Ref"/>
      </w:pPr>
      <w:r>
        <w:rPr>
          <w:rStyle w:val="Refterm"/>
        </w:rPr>
        <w:t>[RFC2818]</w:t>
      </w:r>
      <w:r>
        <w:rPr>
          <w:rStyle w:val="Refterm"/>
        </w:rPr>
        <w:tab/>
      </w:r>
      <w:r w:rsidRPr="0004117B">
        <w:t xml:space="preserve">E. Rescorla, HTTP over TLS, IETF RFC 2818, May </w:t>
      </w:r>
      <w:proofErr w:type="gramStart"/>
      <w:r w:rsidRPr="0004117B">
        <w:t>2000,</w:t>
      </w:r>
      <w:r>
        <w:t>&lt;</w:t>
      </w:r>
      <w:proofErr w:type="gramEnd"/>
      <w:r>
        <w:fldChar w:fldCharType="begin"/>
      </w:r>
      <w:r>
        <w:instrText>HYPERLINK "http://www.rfc-editor.org/info/rfc2818"</w:instrText>
      </w:r>
      <w:r>
        <w:fldChar w:fldCharType="separate"/>
      </w:r>
      <w:r w:rsidRPr="00D2263D">
        <w:rPr>
          <w:rStyle w:val="Hyperlink"/>
        </w:rPr>
        <w:t>http://www.rfc-editor.org/info/rfc2818</w:t>
      </w:r>
      <w:r>
        <w:rPr>
          <w:rStyle w:val="Hyperlink"/>
        </w:rPr>
        <w:fldChar w:fldCharType="end"/>
      </w:r>
      <w:r>
        <w:t>&gt;.</w:t>
      </w:r>
    </w:p>
    <w:p w14:paraId="088CD68F" w14:textId="77777777" w:rsidR="002F0E6A" w:rsidRDefault="002F0E6A" w:rsidP="00E115F3">
      <w:pPr>
        <w:pStyle w:val="Ref"/>
      </w:pPr>
      <w:r>
        <w:rPr>
          <w:rStyle w:val="Refterm"/>
        </w:rPr>
        <w:t>[RFC5246]</w:t>
      </w:r>
      <w:r>
        <w:rPr>
          <w:rStyle w:val="Refterm"/>
        </w:rPr>
        <w:tab/>
      </w:r>
      <w:r w:rsidRPr="0004117B">
        <w:t>T. Dierks &amp; E. Rescorla, The Transport Layer Security (TLS) Protocol, Version 1.2,</w:t>
      </w:r>
      <w:r>
        <w:t xml:space="preserve"> </w:t>
      </w:r>
      <w:r w:rsidRPr="0004117B">
        <w:t>IETF RFC 5246, August 2008</w:t>
      </w:r>
      <w:r>
        <w:t>, &lt;</w:t>
      </w:r>
      <w:hyperlink r:id="rId46" w:history="1">
        <w:r w:rsidRPr="00CD0C07">
          <w:rPr>
            <w:rStyle w:val="Hyperlink"/>
          </w:rPr>
          <w:t>http://www.rfc-editor.org/info/rfc5246</w:t>
        </w:r>
      </w:hyperlink>
      <w:r>
        <w:t>&gt;.</w:t>
      </w:r>
    </w:p>
    <w:p w14:paraId="1E0FEB57" w14:textId="77777777" w:rsidR="002F0E6A" w:rsidRDefault="002F0E6A" w:rsidP="00E115F3">
      <w:pPr>
        <w:pStyle w:val="Ref"/>
      </w:pPr>
      <w:r>
        <w:rPr>
          <w:rStyle w:val="Refterm"/>
        </w:rPr>
        <w:t>[RFC7159]</w:t>
      </w:r>
      <w:r>
        <w:rPr>
          <w:rStyle w:val="Refterm"/>
        </w:rPr>
        <w:tab/>
      </w:r>
      <w:r w:rsidRPr="0004117B">
        <w:t>Bray, T., Ed., The JavaScript Object Notation (JSON) Data Interchange Format, RFC 7159, March 2014</w:t>
      </w:r>
      <w:r>
        <w:t>,</w:t>
      </w:r>
      <w:r w:rsidRPr="0004117B">
        <w:t xml:space="preserve"> </w:t>
      </w:r>
      <w:r>
        <w:t>&lt;</w:t>
      </w:r>
      <w:hyperlink r:id="rId47" w:history="1">
        <w:r w:rsidRPr="00800927">
          <w:rPr>
            <w:rStyle w:val="Hyperlink"/>
          </w:rPr>
          <w:t>http://www.rfc-editor.org/info/rfc7159</w:t>
        </w:r>
      </w:hyperlink>
      <w:r>
        <w:t>&gt;.</w:t>
      </w:r>
    </w:p>
    <w:p w14:paraId="63C435B4" w14:textId="77777777" w:rsidR="002F0E6A" w:rsidRDefault="002F0E6A" w:rsidP="00E115F3">
      <w:pPr>
        <w:pStyle w:val="Ref"/>
      </w:pPr>
      <w:r w:rsidRPr="00306725">
        <w:rPr>
          <w:b/>
        </w:rPr>
        <w:t>[RFC8174]</w:t>
      </w:r>
      <w:r>
        <w:tab/>
      </w:r>
      <w:proofErr w:type="spellStart"/>
      <w:r w:rsidRPr="00306725">
        <w:t>Leiba</w:t>
      </w:r>
      <w:proofErr w:type="spellEnd"/>
      <w:r w:rsidRPr="00306725">
        <w:t>, B., "Ambiguity of Uppercase vs Lowercase in RFC 2119 Key Words", BCP 14, RFC 8174, DOI 10.17487/RFC8174, May 2017, &lt;</w:t>
      </w:r>
      <w:hyperlink r:id="rId48" w:history="1">
        <w:r w:rsidRPr="00306725">
          <w:rPr>
            <w:rStyle w:val="Hyperlink"/>
          </w:rPr>
          <w:t>http://www.rfc-editor.org/info/rfc8174</w:t>
        </w:r>
      </w:hyperlink>
      <w:r w:rsidRPr="00306725">
        <w:t>&gt;.</w:t>
      </w:r>
    </w:p>
    <w:p w14:paraId="794D3711" w14:textId="77777777" w:rsidR="002F0E6A" w:rsidRDefault="002F0E6A" w:rsidP="00E115F3">
      <w:pPr>
        <w:pStyle w:val="Ref"/>
      </w:pPr>
      <w:r>
        <w:rPr>
          <w:rStyle w:val="Refterm"/>
        </w:rPr>
        <w:t>[RFC8446]</w:t>
      </w:r>
      <w:r>
        <w:rPr>
          <w:rStyle w:val="Refterm"/>
        </w:rPr>
        <w:tab/>
      </w:r>
      <w:r w:rsidRPr="00C63EBB">
        <w:t xml:space="preserve">E. Rescorla, </w:t>
      </w:r>
      <w:r w:rsidRPr="00C63EBB">
        <w:rPr>
          <w:i/>
        </w:rPr>
        <w:t>The Transport Layer Security (TLS) Protocol Version 1.</w:t>
      </w:r>
      <w:r>
        <w:rPr>
          <w:i/>
        </w:rPr>
        <w:t>3</w:t>
      </w:r>
      <w:r w:rsidRPr="00C63EBB">
        <w:t xml:space="preserve">, </w:t>
      </w:r>
      <w:r>
        <w:t xml:space="preserve">IETF </w:t>
      </w:r>
      <w:r w:rsidRPr="00C63EBB">
        <w:t xml:space="preserve">RFC </w:t>
      </w:r>
      <w:r>
        <w:t>84</w:t>
      </w:r>
      <w:r w:rsidRPr="00C63EBB">
        <w:t>46, August 20</w:t>
      </w:r>
      <w:r>
        <w:t>1</w:t>
      </w:r>
      <w:r w:rsidRPr="00C63EBB">
        <w:t>8</w:t>
      </w:r>
      <w:r>
        <w:t xml:space="preserve">, </w:t>
      </w:r>
      <w:r>
        <w:rPr>
          <w:rStyle w:val="Hyperlink"/>
        </w:rPr>
        <w:t>&lt;</w:t>
      </w:r>
      <w:hyperlink r:id="rId49" w:history="1">
        <w:r w:rsidRPr="009C7132">
          <w:rPr>
            <w:rStyle w:val="Hyperlink"/>
          </w:rPr>
          <w:t>http://www.rfc-editor.org/info/rfc8446</w:t>
        </w:r>
      </w:hyperlink>
      <w:r>
        <w:rPr>
          <w:rStyle w:val="Hyperlink"/>
        </w:rPr>
        <w:t>&gt;.</w:t>
      </w:r>
    </w:p>
    <w:p w14:paraId="224690F9" w14:textId="77777777" w:rsidR="002F0E6A" w:rsidRDefault="002F0E6A" w:rsidP="00E115F3">
      <w:pPr>
        <w:pStyle w:val="Ref"/>
      </w:pPr>
      <w:r w:rsidRPr="001A52C9">
        <w:rPr>
          <w:rStyle w:val="Refterm"/>
        </w:rPr>
        <w:t>[</w:t>
      </w:r>
      <w:r>
        <w:rPr>
          <w:rStyle w:val="Refterm"/>
        </w:rPr>
        <w:t>XML</w:t>
      </w:r>
      <w:r w:rsidRPr="001A52C9">
        <w:rPr>
          <w:rStyle w:val="Refterm"/>
        </w:rPr>
        <w:t>]</w:t>
      </w:r>
      <w:r w:rsidRPr="005126F2">
        <w:rPr>
          <w:rStyle w:val="Refterm"/>
        </w:rPr>
        <w:tab/>
      </w:r>
      <w:r w:rsidRPr="002F0E6A">
        <w:rPr>
          <w:rStyle w:val="Refterm"/>
          <w:b w:val="0"/>
        </w:rPr>
        <w:t xml:space="preserve">Bray, Tim, et.al. eds, Extensible Markup Language (XML) 1.0 (Fifth Edition), W3C Recommendation 26 November 2008, </w:t>
      </w:r>
      <w:r>
        <w:rPr>
          <w:rStyle w:val="Refterm"/>
          <w:bCs w:val="0"/>
        </w:rPr>
        <w:t>&lt;</w:t>
      </w:r>
      <w:hyperlink r:id="rId50" w:history="1">
        <w:r w:rsidRPr="00800927">
          <w:rPr>
            <w:rStyle w:val="Hyperlink"/>
          </w:rPr>
          <w:t>http://www.w3.org/TR/2008/REC-xml-20081126</w:t>
        </w:r>
      </w:hyperlink>
      <w:r>
        <w:t>&gt;.</w:t>
      </w:r>
    </w:p>
    <w:p w14:paraId="0834556F" w14:textId="77777777" w:rsidR="002F0E6A" w:rsidRPr="00BC7D5A" w:rsidRDefault="002F0E6A" w:rsidP="002F0E6A">
      <w:pPr>
        <w:pStyle w:val="Heading2"/>
        <w:numPr>
          <w:ilvl w:val="1"/>
          <w:numId w:val="2"/>
        </w:numPr>
      </w:pPr>
      <w:bookmarkStart w:id="25" w:name="_Toc85472895"/>
      <w:bookmarkStart w:id="26" w:name="_Toc287332009"/>
      <w:bookmarkStart w:id="27" w:name="_Toc14773160"/>
      <w:bookmarkStart w:id="28" w:name="_Toc27473211"/>
      <w:bookmarkStart w:id="29" w:name="_Toc32324347"/>
      <w:bookmarkStart w:id="30" w:name="_Toc176876043"/>
      <w:r>
        <w:t>Non-Normative References</w:t>
      </w:r>
      <w:bookmarkEnd w:id="25"/>
      <w:bookmarkEnd w:id="26"/>
      <w:bookmarkEnd w:id="27"/>
      <w:bookmarkEnd w:id="28"/>
      <w:bookmarkEnd w:id="29"/>
      <w:bookmarkEnd w:id="30"/>
    </w:p>
    <w:p w14:paraId="5ABE46E9" w14:textId="77777777" w:rsidR="002F0E6A" w:rsidRDefault="002F0E6A" w:rsidP="00E115F3">
      <w:pPr>
        <w:pStyle w:val="Ref"/>
      </w:pPr>
      <w:r>
        <w:rPr>
          <w:rStyle w:val="Strong"/>
          <w:rFonts w:cs="Arial"/>
        </w:rPr>
        <w:t>[RFC2246]</w:t>
      </w:r>
      <w:r>
        <w:rPr>
          <w:rStyle w:val="Strong"/>
          <w:rFonts w:cs="Arial"/>
        </w:rPr>
        <w:tab/>
      </w:r>
      <w:r w:rsidRPr="0004117B">
        <w:t>T. Dierks &amp; C.</w:t>
      </w:r>
      <w:r>
        <w:t xml:space="preserve"> </w:t>
      </w:r>
      <w:r w:rsidRPr="0004117B">
        <w:t>Allen, The TLS Protocol, Version 1.0, IETF RFC 2246, January 1999</w:t>
      </w:r>
      <w:r>
        <w:t>, &lt;</w:t>
      </w:r>
      <w:hyperlink r:id="rId51" w:history="1">
        <w:r w:rsidRPr="00800927">
          <w:rPr>
            <w:rStyle w:val="Hyperlink"/>
          </w:rPr>
          <w:t>http://www.rfc-editor.org/info/rfc2246</w:t>
        </w:r>
      </w:hyperlink>
      <w:r>
        <w:t>&gt;.</w:t>
      </w:r>
    </w:p>
    <w:p w14:paraId="50B32C57" w14:textId="77777777" w:rsidR="002F0E6A" w:rsidRDefault="002F0E6A" w:rsidP="00E115F3">
      <w:pPr>
        <w:pStyle w:val="Ref"/>
      </w:pPr>
      <w:r>
        <w:rPr>
          <w:rStyle w:val="Strong"/>
          <w:rFonts w:cs="Arial"/>
        </w:rPr>
        <w:t>[RFC4346]</w:t>
      </w:r>
      <w:r>
        <w:rPr>
          <w:rStyle w:val="Strong"/>
          <w:rFonts w:cs="Arial"/>
        </w:rPr>
        <w:tab/>
      </w:r>
      <w:r w:rsidRPr="0004117B">
        <w:t>T. Dierks &amp; E. Rescorla, The Transport Layer Security (TLS) Protocol, Version 1.1,</w:t>
      </w:r>
      <w:r>
        <w:rPr>
          <w:rStyle w:val="Refterm"/>
        </w:rPr>
        <w:t xml:space="preserve"> </w:t>
      </w:r>
      <w:r w:rsidRPr="0004117B">
        <w:t>IETF RFC 4346, April 2006</w:t>
      </w:r>
      <w:r>
        <w:t>, &lt;</w:t>
      </w:r>
      <w:hyperlink r:id="rId52" w:history="1">
        <w:proofErr w:type="gramStart"/>
        <w:r w:rsidRPr="00BC7D5A">
          <w:rPr>
            <w:rStyle w:val="Hyperlink"/>
          </w:rPr>
          <w:t>http:www.rfc-editor.org/info/rfc4346</w:t>
        </w:r>
        <w:proofErr w:type="gramEnd"/>
      </w:hyperlink>
      <w:r>
        <w:t>&gt;.</w:t>
      </w:r>
    </w:p>
    <w:p w14:paraId="04B8DB54" w14:textId="77777777" w:rsidR="002F0E6A" w:rsidRDefault="002F0E6A" w:rsidP="00E115F3">
      <w:pPr>
        <w:pStyle w:val="Ref"/>
        <w:rPr>
          <w:rStyle w:val="Hyperlink"/>
        </w:rPr>
      </w:pPr>
      <w:r w:rsidRPr="001A52C9">
        <w:rPr>
          <w:rStyle w:val="Refterm"/>
        </w:rPr>
        <w:t>[</w:t>
      </w:r>
      <w:r>
        <w:rPr>
          <w:rStyle w:val="Refterm"/>
        </w:rPr>
        <w:t>TC-PROC</w:t>
      </w:r>
      <w:r w:rsidRPr="001A52C9">
        <w:rPr>
          <w:rStyle w:val="Refterm"/>
        </w:rPr>
        <w:t>]</w:t>
      </w:r>
      <w:r w:rsidRPr="005126F2">
        <w:rPr>
          <w:rStyle w:val="Refterm"/>
        </w:rPr>
        <w:tab/>
      </w:r>
      <w:r w:rsidRPr="005A317E">
        <w:rPr>
          <w:i/>
        </w:rPr>
        <w:t>OASIS TC Process</w:t>
      </w:r>
      <w:r>
        <w:rPr>
          <w:i/>
        </w:rPr>
        <w:t>.</w:t>
      </w:r>
      <w:r>
        <w:t xml:space="preserve"> 1</w:t>
      </w:r>
      <w:r w:rsidRPr="00BA7C0B">
        <w:t xml:space="preserve"> </w:t>
      </w:r>
      <w:r>
        <w:t>July</w:t>
      </w:r>
      <w:r w:rsidRPr="00BA7C0B">
        <w:t xml:space="preserve"> 201</w:t>
      </w:r>
      <w:r>
        <w:t>7</w:t>
      </w:r>
      <w:r w:rsidRPr="00BA7C0B">
        <w:t>.</w:t>
      </w:r>
      <w:r w:rsidRPr="002A5CA9">
        <w:t xml:space="preserve"> OASIS </w:t>
      </w:r>
      <w:r>
        <w:t>Process, &lt;</w:t>
      </w:r>
      <w:hyperlink r:id="rId53" w:history="1">
        <w:r w:rsidRPr="00800927">
          <w:rPr>
            <w:rStyle w:val="Hyperlink"/>
          </w:rPr>
          <w:t>https://www.oasis-open.org/policies-guidelines/tc-process</w:t>
        </w:r>
      </w:hyperlink>
      <w:r>
        <w:t>&gt;</w:t>
      </w:r>
      <w:r>
        <w:rPr>
          <w:rStyle w:val="Hyperlink"/>
        </w:rPr>
        <w:t>.</w:t>
      </w:r>
    </w:p>
    <w:p w14:paraId="42C2D133" w14:textId="77777777" w:rsidR="002F0E6A" w:rsidRDefault="002F0E6A" w:rsidP="00E115F3">
      <w:pPr>
        <w:pStyle w:val="Ref"/>
      </w:pPr>
      <w:r>
        <w:rPr>
          <w:rStyle w:val="Refterm"/>
        </w:rPr>
        <w:t>[XML</w:t>
      </w:r>
      <w:r w:rsidRPr="00916722">
        <w:rPr>
          <w:b/>
        </w:rPr>
        <w:t>-SCHEMA]</w:t>
      </w:r>
      <w:r>
        <w:rPr>
          <w:b/>
        </w:rPr>
        <w:tab/>
      </w:r>
      <w:r w:rsidRPr="002F0E6A">
        <w:rPr>
          <w:rStyle w:val="Refterm"/>
          <w:b w:val="0"/>
        </w:rPr>
        <w:t xml:space="preserve">Paul V. Biron, Ashok Malhotra, XML Schema Part 2: Datatypes Second Edition, W3C Recommendation 26 November 2008, </w:t>
      </w:r>
      <w:r>
        <w:rPr>
          <w:rStyle w:val="Refterm"/>
          <w:bCs w:val="0"/>
        </w:rPr>
        <w:t>&lt;</w:t>
      </w:r>
      <w:hyperlink r:id="rId54" w:history="1">
        <w:r>
          <w:rPr>
            <w:rStyle w:val="Hyperlink"/>
          </w:rPr>
          <w:t>https://www.w3.org/TR/2004/REC-xmlschema-2-20041028</w:t>
        </w:r>
      </w:hyperlink>
      <w:r>
        <w:t>&gt;.</w:t>
      </w:r>
    </w:p>
    <w:p w14:paraId="46E06765" w14:textId="77777777" w:rsidR="002F0E6A" w:rsidRPr="00960D49" w:rsidRDefault="002F0E6A" w:rsidP="002F0E6A"/>
    <w:p w14:paraId="29EB6DAD" w14:textId="77777777" w:rsidR="002F0E6A" w:rsidRDefault="002F0E6A" w:rsidP="002F0E6A">
      <w:pPr>
        <w:pStyle w:val="Heading1"/>
        <w:numPr>
          <w:ilvl w:val="0"/>
          <w:numId w:val="2"/>
        </w:numPr>
      </w:pPr>
      <w:bookmarkStart w:id="31" w:name="_Toc14773161"/>
      <w:bookmarkStart w:id="32" w:name="_Toc27473212"/>
      <w:bookmarkStart w:id="33" w:name="_Toc32324348"/>
      <w:bookmarkStart w:id="34" w:name="_Toc176876044"/>
      <w:r>
        <w:t>Profiles</w:t>
      </w:r>
      <w:bookmarkEnd w:id="31"/>
      <w:bookmarkEnd w:id="32"/>
      <w:bookmarkEnd w:id="33"/>
      <w:bookmarkEnd w:id="34"/>
    </w:p>
    <w:p w14:paraId="47DB5379" w14:textId="77777777" w:rsidR="002F0E6A" w:rsidRPr="0012387E" w:rsidRDefault="002F0E6A" w:rsidP="002F0E6A">
      <w:r>
        <w:t>This document defines a list of KMIP Profiles. A profile may be standalone or may be specified in terms of changes relative to another profile.</w:t>
      </w:r>
    </w:p>
    <w:p w14:paraId="441E29B1" w14:textId="77777777" w:rsidR="002F0E6A" w:rsidRDefault="002F0E6A" w:rsidP="002F0E6A">
      <w:pPr>
        <w:pStyle w:val="Heading2"/>
        <w:numPr>
          <w:ilvl w:val="1"/>
          <w:numId w:val="2"/>
        </w:numPr>
      </w:pPr>
      <w:bookmarkStart w:id="35" w:name="_Toc305682172"/>
      <w:bookmarkStart w:id="36" w:name="_Toc314840065"/>
      <w:bookmarkStart w:id="37" w:name="_Toc332820672"/>
      <w:bookmarkStart w:id="38" w:name="_Toc359966790"/>
      <w:bookmarkStart w:id="39" w:name="_Toc390359528"/>
      <w:bookmarkStart w:id="40" w:name="_Toc409613160"/>
      <w:bookmarkStart w:id="41" w:name="_Ref433311510"/>
      <w:bookmarkStart w:id="42" w:name="_Toc439711209"/>
      <w:bookmarkStart w:id="43" w:name="_Toc463354502"/>
      <w:bookmarkStart w:id="44" w:name="_Toc478070416"/>
      <w:bookmarkStart w:id="45" w:name="_Toc479342036"/>
      <w:bookmarkStart w:id="46" w:name="_Toc491431395"/>
      <w:bookmarkStart w:id="47" w:name="_Toc533021296"/>
      <w:bookmarkStart w:id="48" w:name="_Toc535231539"/>
      <w:bookmarkStart w:id="49" w:name="_Toc14773162"/>
      <w:bookmarkStart w:id="50" w:name="_Toc27473213"/>
      <w:bookmarkStart w:id="51" w:name="_Toc32324349"/>
      <w:bookmarkStart w:id="52" w:name="_Toc176876045"/>
      <w:r>
        <w:t xml:space="preserve">Profile </w:t>
      </w:r>
      <w:bookmarkEnd w:id="35"/>
      <w:bookmarkEnd w:id="36"/>
      <w:bookmarkEnd w:id="37"/>
      <w:bookmarkEnd w:id="38"/>
      <w:bookmarkEnd w:id="39"/>
      <w:bookmarkEnd w:id="40"/>
      <w:r>
        <w:t>Requirements</w:t>
      </w:r>
      <w:bookmarkEnd w:id="41"/>
      <w:bookmarkEnd w:id="42"/>
      <w:bookmarkEnd w:id="43"/>
      <w:bookmarkEnd w:id="44"/>
      <w:bookmarkEnd w:id="45"/>
      <w:bookmarkEnd w:id="46"/>
      <w:bookmarkEnd w:id="47"/>
      <w:bookmarkEnd w:id="48"/>
      <w:bookmarkEnd w:id="49"/>
      <w:bookmarkEnd w:id="50"/>
      <w:bookmarkEnd w:id="51"/>
      <w:bookmarkEnd w:id="52"/>
    </w:p>
    <w:p w14:paraId="543231E2" w14:textId="77777777" w:rsidR="002F0E6A" w:rsidRDefault="002F0E6A" w:rsidP="002F0E6A">
      <w:r>
        <w:t>The following items SHALL be addressed by each profile.</w:t>
      </w:r>
    </w:p>
    <w:p w14:paraId="24B088FD" w14:textId="77777777" w:rsidR="002F0E6A" w:rsidRDefault="002F0E6A" w:rsidP="002F0E6A">
      <w:pPr>
        <w:pStyle w:val="BodyText"/>
        <w:numPr>
          <w:ilvl w:val="0"/>
          <w:numId w:val="14"/>
        </w:numPr>
      </w:pPr>
      <w:r>
        <w:t>Specify the versions of the KMIP specification (protocol versions) that SHALL be supported if versions other than [KMIP-SPEC] are supported</w:t>
      </w:r>
    </w:p>
    <w:p w14:paraId="23841C3E" w14:textId="77777777" w:rsidR="002F0E6A" w:rsidRDefault="002F0E6A" w:rsidP="002F0E6A">
      <w:pPr>
        <w:pStyle w:val="BodyText"/>
        <w:numPr>
          <w:ilvl w:val="0"/>
          <w:numId w:val="14"/>
        </w:numPr>
      </w:pPr>
      <w:r>
        <w:t xml:space="preserve">Specify the list of </w:t>
      </w:r>
      <w:r w:rsidRPr="00880525">
        <w:rPr>
          <w:i/>
        </w:rPr>
        <w:t>Objects</w:t>
      </w:r>
      <w:r>
        <w:t xml:space="preserve"> that SHALL be supported</w:t>
      </w:r>
    </w:p>
    <w:p w14:paraId="1E3C3132" w14:textId="77777777" w:rsidR="002F0E6A" w:rsidRDefault="002F0E6A" w:rsidP="002F0E6A">
      <w:pPr>
        <w:pStyle w:val="BodyText"/>
        <w:numPr>
          <w:ilvl w:val="0"/>
          <w:numId w:val="14"/>
        </w:numPr>
      </w:pPr>
      <w:r>
        <w:t xml:space="preserve">Specify the list of </w:t>
      </w:r>
      <w:r w:rsidRPr="00880525">
        <w:rPr>
          <w:i/>
        </w:rPr>
        <w:t>Authentication Suites</w:t>
      </w:r>
      <w:r>
        <w:t xml:space="preserve"> that SHALL be supported</w:t>
      </w:r>
    </w:p>
    <w:p w14:paraId="06380743" w14:textId="77777777" w:rsidR="002F0E6A" w:rsidRDefault="002F0E6A" w:rsidP="002F0E6A">
      <w:pPr>
        <w:pStyle w:val="BodyText"/>
        <w:numPr>
          <w:ilvl w:val="0"/>
          <w:numId w:val="14"/>
        </w:numPr>
      </w:pPr>
      <w:r>
        <w:t xml:space="preserve">Specify the list of </w:t>
      </w:r>
      <w:r w:rsidRPr="00880525">
        <w:rPr>
          <w:i/>
        </w:rPr>
        <w:t>Object Attributes</w:t>
      </w:r>
      <w:r>
        <w:t xml:space="preserve"> that SHALL be supported</w:t>
      </w:r>
    </w:p>
    <w:p w14:paraId="2E7B3C61" w14:textId="77777777" w:rsidR="002F0E6A" w:rsidRDefault="002F0E6A" w:rsidP="002F0E6A">
      <w:pPr>
        <w:pStyle w:val="BodyText"/>
        <w:numPr>
          <w:ilvl w:val="0"/>
          <w:numId w:val="14"/>
        </w:numPr>
      </w:pPr>
      <w:r>
        <w:t xml:space="preserve">Specify the list of </w:t>
      </w:r>
      <w:r w:rsidRPr="00880525">
        <w:rPr>
          <w:i/>
        </w:rPr>
        <w:t>Operations</w:t>
      </w:r>
      <w:r>
        <w:t xml:space="preserve"> that SHALL be supported</w:t>
      </w:r>
    </w:p>
    <w:p w14:paraId="48C82111" w14:textId="77777777" w:rsidR="002F0E6A" w:rsidRDefault="002F0E6A" w:rsidP="002F0E6A">
      <w:pPr>
        <w:pStyle w:val="BodyText"/>
        <w:numPr>
          <w:ilvl w:val="0"/>
          <w:numId w:val="14"/>
        </w:numPr>
      </w:pPr>
      <w:r>
        <w:t>Specify any other requirements that SHALL be supported</w:t>
      </w:r>
    </w:p>
    <w:p w14:paraId="40A95C1F" w14:textId="77777777" w:rsidR="002F0E6A" w:rsidRDefault="002F0E6A" w:rsidP="002F0E6A">
      <w:pPr>
        <w:pStyle w:val="BodyText"/>
        <w:numPr>
          <w:ilvl w:val="0"/>
          <w:numId w:val="14"/>
        </w:numPr>
      </w:pPr>
      <w:r>
        <w:t>Specify the mandatory test cases that SHALL be supported by conforming implementations</w:t>
      </w:r>
    </w:p>
    <w:p w14:paraId="3C3FEE06" w14:textId="77777777" w:rsidR="002F0E6A" w:rsidRPr="0012387E" w:rsidRDefault="002F0E6A" w:rsidP="002F0E6A">
      <w:r>
        <w:t>Specify the optional test cases that MAY be supported by conforming implementations</w:t>
      </w:r>
    </w:p>
    <w:p w14:paraId="7B9B3112" w14:textId="77777777" w:rsidR="002F0E6A" w:rsidRDefault="002F0E6A" w:rsidP="002F0E6A">
      <w:pPr>
        <w:pStyle w:val="Heading2"/>
        <w:numPr>
          <w:ilvl w:val="1"/>
          <w:numId w:val="2"/>
        </w:numPr>
        <w:tabs>
          <w:tab w:val="num" w:pos="0"/>
        </w:tabs>
        <w:ind w:left="720" w:hanging="720"/>
      </w:pPr>
      <w:bookmarkStart w:id="53" w:name="_Toc305682174"/>
      <w:bookmarkStart w:id="54" w:name="_Toc314840067"/>
      <w:bookmarkStart w:id="55" w:name="_Toc332820674"/>
      <w:bookmarkStart w:id="56" w:name="_Toc359966792"/>
      <w:bookmarkStart w:id="57" w:name="_Toc390359530"/>
      <w:bookmarkStart w:id="58" w:name="_Toc409613162"/>
      <w:bookmarkStart w:id="59" w:name="_Toc439711210"/>
      <w:bookmarkStart w:id="60" w:name="_Toc463354503"/>
      <w:bookmarkStart w:id="61" w:name="_Toc478070417"/>
      <w:bookmarkStart w:id="62" w:name="_Toc479342037"/>
      <w:bookmarkStart w:id="63" w:name="_Toc491431396"/>
      <w:bookmarkStart w:id="64" w:name="_Toc533021297"/>
      <w:bookmarkStart w:id="65" w:name="_Toc535231540"/>
      <w:bookmarkStart w:id="66" w:name="_Toc14773163"/>
      <w:bookmarkStart w:id="67" w:name="_Toc27473214"/>
      <w:bookmarkStart w:id="68" w:name="_Toc32324350"/>
      <w:bookmarkStart w:id="69" w:name="_Toc176876046"/>
      <w:r>
        <w:t>Guidelines for other Profiles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0BB67807" w14:textId="77777777" w:rsidR="002F0E6A" w:rsidRPr="004C42A1" w:rsidRDefault="002F0E6A" w:rsidP="002F0E6A">
      <w:r>
        <w:t>Any vendor or organization, such as other standards bodies, MAY</w:t>
      </w:r>
      <w:r w:rsidRPr="004C42A1">
        <w:t xml:space="preserve"> create a </w:t>
      </w:r>
      <w:r>
        <w:t>KMIP P</w:t>
      </w:r>
      <w:r w:rsidRPr="004C42A1">
        <w:t>rofile and publish it</w:t>
      </w:r>
      <w:r>
        <w:t>.</w:t>
      </w:r>
    </w:p>
    <w:p w14:paraId="72275B03" w14:textId="77777777" w:rsidR="002F0E6A" w:rsidRDefault="002F0E6A" w:rsidP="002F0E6A">
      <w:pPr>
        <w:pStyle w:val="BodyText"/>
        <w:numPr>
          <w:ilvl w:val="0"/>
          <w:numId w:val="16"/>
        </w:numPr>
        <w:rPr>
          <w:rFonts w:cs="Arial"/>
          <w:color w:val="000000"/>
          <w:szCs w:val="20"/>
        </w:rPr>
      </w:pPr>
      <w:r w:rsidRPr="004C42A1">
        <w:rPr>
          <w:rFonts w:cs="Arial"/>
          <w:color w:val="000000"/>
          <w:szCs w:val="20"/>
        </w:rPr>
        <w:t xml:space="preserve">The profile </w:t>
      </w:r>
      <w:r>
        <w:rPr>
          <w:rFonts w:cs="Arial"/>
          <w:color w:val="000000"/>
          <w:szCs w:val="20"/>
        </w:rPr>
        <w:t>SHALL</w:t>
      </w:r>
      <w:r w:rsidRPr="004C42A1">
        <w:rPr>
          <w:rFonts w:cs="Arial"/>
          <w:color w:val="000000"/>
          <w:szCs w:val="20"/>
        </w:rPr>
        <w:t xml:space="preserve"> be publicly available</w:t>
      </w:r>
      <w:r>
        <w:rPr>
          <w:rFonts w:cs="Arial"/>
          <w:color w:val="000000"/>
          <w:szCs w:val="20"/>
        </w:rPr>
        <w:t>.</w:t>
      </w:r>
    </w:p>
    <w:p w14:paraId="6ADB8450" w14:textId="77777777" w:rsidR="002F0E6A" w:rsidRDefault="002F0E6A" w:rsidP="002F0E6A">
      <w:pPr>
        <w:pStyle w:val="BodyText"/>
        <w:numPr>
          <w:ilvl w:val="0"/>
          <w:numId w:val="16"/>
        </w:numPr>
        <w:rPr>
          <w:rFonts w:cs="Arial"/>
          <w:color w:val="000000"/>
          <w:szCs w:val="20"/>
        </w:rPr>
      </w:pPr>
      <w:r>
        <w:rPr>
          <w:rFonts w:cs="Arial"/>
          <w:color w:val="000000"/>
          <w:szCs w:val="20"/>
        </w:rPr>
        <w:t>The KMIP Technical Committee SHALL be formally advised of the availability of the profile and the location of the published profile.</w:t>
      </w:r>
    </w:p>
    <w:p w14:paraId="026FE595" w14:textId="65E8AA9A" w:rsidR="002F0E6A" w:rsidRDefault="002F0E6A" w:rsidP="002F0E6A">
      <w:pPr>
        <w:pStyle w:val="BodyText"/>
        <w:numPr>
          <w:ilvl w:val="0"/>
          <w:numId w:val="16"/>
        </w:numPr>
        <w:rPr>
          <w:rFonts w:cs="Arial"/>
          <w:color w:val="000000"/>
          <w:szCs w:val="20"/>
        </w:rPr>
      </w:pPr>
      <w:r>
        <w:rPr>
          <w:rFonts w:cs="Arial"/>
          <w:color w:val="000000"/>
          <w:szCs w:val="20"/>
        </w:rPr>
        <w:t xml:space="preserve">The profile SHALL meet all the requirements of section </w:t>
      </w:r>
      <w:r>
        <w:rPr>
          <w:rFonts w:cs="Arial"/>
          <w:color w:val="000000"/>
          <w:szCs w:val="20"/>
        </w:rPr>
        <w:fldChar w:fldCharType="begin"/>
      </w:r>
      <w:r>
        <w:rPr>
          <w:rFonts w:cs="Arial"/>
          <w:color w:val="000000"/>
          <w:szCs w:val="20"/>
        </w:rPr>
        <w:instrText xml:space="preserve"> REF _Ref433311510 \r \h </w:instrText>
      </w:r>
      <w:r>
        <w:rPr>
          <w:rFonts w:cs="Arial"/>
          <w:color w:val="000000"/>
          <w:szCs w:val="20"/>
        </w:rPr>
      </w:r>
      <w:r>
        <w:rPr>
          <w:rFonts w:cs="Arial"/>
          <w:color w:val="000000"/>
          <w:szCs w:val="20"/>
        </w:rPr>
        <w:fldChar w:fldCharType="separate"/>
      </w:r>
      <w:r w:rsidR="00DA37E6">
        <w:rPr>
          <w:rFonts w:cs="Arial"/>
          <w:color w:val="000000"/>
          <w:szCs w:val="20"/>
        </w:rPr>
        <w:t>2.1</w:t>
      </w:r>
      <w:r>
        <w:rPr>
          <w:rFonts w:cs="Arial"/>
          <w:color w:val="000000"/>
          <w:szCs w:val="20"/>
        </w:rPr>
        <w:fldChar w:fldCharType="end"/>
      </w:r>
    </w:p>
    <w:p w14:paraId="19C723A1" w14:textId="77777777" w:rsidR="002F0E6A" w:rsidRPr="00916722" w:rsidRDefault="002F0E6A" w:rsidP="002F0E6A">
      <w:pPr>
        <w:pStyle w:val="BodyText"/>
        <w:numPr>
          <w:ilvl w:val="0"/>
          <w:numId w:val="16"/>
        </w:numPr>
        <w:rPr>
          <w:rFonts w:cs="Arial"/>
          <w:color w:val="000000"/>
          <w:szCs w:val="20"/>
        </w:rPr>
      </w:pPr>
      <w:r w:rsidRPr="00984E76">
        <w:rPr>
          <w:rFonts w:cs="Arial"/>
          <w:color w:val="000000"/>
          <w:szCs w:val="20"/>
        </w:rPr>
        <w:t xml:space="preserve">The KMIP Technical Committee </w:t>
      </w:r>
      <w:r>
        <w:rPr>
          <w:rFonts w:cs="Arial"/>
          <w:color w:val="000000"/>
          <w:szCs w:val="20"/>
        </w:rPr>
        <w:t>SHOULD</w:t>
      </w:r>
      <w:r w:rsidRPr="00984E76">
        <w:rPr>
          <w:rFonts w:cs="Arial"/>
          <w:color w:val="000000"/>
          <w:szCs w:val="20"/>
        </w:rPr>
        <w:t xml:space="preserve"> </w:t>
      </w:r>
      <w:r>
        <w:rPr>
          <w:rFonts w:cs="Arial"/>
          <w:color w:val="000000"/>
          <w:szCs w:val="20"/>
        </w:rPr>
        <w:t>review the profile prior to final publication</w:t>
      </w:r>
      <w:r w:rsidRPr="00984E76">
        <w:rPr>
          <w:rFonts w:cs="Arial"/>
          <w:color w:val="000000"/>
          <w:szCs w:val="20"/>
        </w:rPr>
        <w:t>.</w:t>
      </w:r>
      <w:bookmarkStart w:id="70" w:name="_Toc310499444"/>
      <w:bookmarkStart w:id="71" w:name="_Toc310499580"/>
      <w:bookmarkStart w:id="72" w:name="_Toc310499716"/>
      <w:bookmarkEnd w:id="70"/>
      <w:bookmarkEnd w:id="71"/>
      <w:bookmarkEnd w:id="72"/>
    </w:p>
    <w:p w14:paraId="07AE8833" w14:textId="77777777" w:rsidR="002F0E6A" w:rsidRDefault="002F0E6A" w:rsidP="002F0E6A">
      <w:pPr>
        <w:pStyle w:val="Heading1"/>
        <w:numPr>
          <w:ilvl w:val="0"/>
          <w:numId w:val="2"/>
        </w:numPr>
      </w:pPr>
      <w:bookmarkStart w:id="73" w:name="_Toc439711211"/>
      <w:bookmarkStart w:id="74" w:name="_Toc463354504"/>
      <w:bookmarkStart w:id="75" w:name="_Toc478070418"/>
      <w:bookmarkStart w:id="76" w:name="_Toc479342038"/>
      <w:bookmarkStart w:id="77" w:name="_Toc491431397"/>
      <w:bookmarkStart w:id="78" w:name="_Toc533021298"/>
      <w:bookmarkStart w:id="79" w:name="_Toc535231541"/>
      <w:bookmarkStart w:id="80" w:name="_Toc14773164"/>
      <w:bookmarkStart w:id="81" w:name="_Toc27473215"/>
      <w:bookmarkStart w:id="82" w:name="_Toc32324351"/>
      <w:bookmarkStart w:id="83" w:name="_Toc176876047"/>
      <w:bookmarkStart w:id="84" w:name="_Toc388881068"/>
      <w:bookmarkStart w:id="85" w:name="_Toc391634662"/>
      <w:r>
        <w:t>Authentication Suites</w:t>
      </w:r>
      <w:bookmarkEnd w:id="73"/>
      <w:bookmarkEnd w:id="74"/>
      <w:bookmarkEnd w:id="75"/>
      <w:bookmarkEnd w:id="76"/>
      <w:bookmarkEnd w:id="77"/>
      <w:bookmarkEnd w:id="78"/>
      <w:bookmarkEnd w:id="79"/>
      <w:bookmarkEnd w:id="80"/>
      <w:bookmarkEnd w:id="81"/>
      <w:bookmarkEnd w:id="82"/>
      <w:bookmarkEnd w:id="83"/>
    </w:p>
    <w:p w14:paraId="4DABB331" w14:textId="77777777" w:rsidR="002F0E6A" w:rsidRDefault="002F0E6A" w:rsidP="002F0E6A">
      <w:r>
        <w:t>This section contains the list of the channel security, channel options, and server and client authentication requirements for a KMIP profile. Other Authentication Suites MAY be defined for other KMIP Profiles.</w:t>
      </w:r>
    </w:p>
    <w:p w14:paraId="4F062E26" w14:textId="77777777" w:rsidR="002F0E6A" w:rsidRDefault="002F0E6A" w:rsidP="002F0E6A">
      <w:r>
        <w:t xml:space="preserve">An Authentication Suite provides at least the following: </w:t>
      </w:r>
    </w:p>
    <w:p w14:paraId="3B254F5B"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w:t>
      </w:r>
      <w:r w:rsidRPr="000723B4">
        <w:rPr>
          <w:rFonts w:cs="Arial"/>
          <w:color w:val="000000"/>
          <w:szCs w:val="20"/>
        </w:rPr>
        <w:t xml:space="preserve"> confidentiality and integrity</w:t>
      </w:r>
      <w:r>
        <w:rPr>
          <w:rFonts w:cs="Arial"/>
          <w:color w:val="000000"/>
          <w:szCs w:val="20"/>
        </w:rPr>
        <w:t xml:space="preserve"> </w:t>
      </w:r>
    </w:p>
    <w:p w14:paraId="216230F3"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 assurance of server authenticity</w:t>
      </w:r>
    </w:p>
    <w:p w14:paraId="4EFC9A6A"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 xml:space="preserve">All communication over the security channel SHALL provide assurance of client authenticity </w:t>
      </w:r>
    </w:p>
    <w:p w14:paraId="4BBCC0EE"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options such as channel protocol version and cipher suites for the secuity channel SHALL be specified</w:t>
      </w:r>
    </w:p>
    <w:p w14:paraId="23423DEF" w14:textId="77777777" w:rsidR="002F0E6A" w:rsidRPr="005F550F" w:rsidRDefault="002F0E6A" w:rsidP="002F0E6A">
      <w:pPr>
        <w:pStyle w:val="BodyText"/>
        <w:tabs>
          <w:tab w:val="left" w:pos="720"/>
        </w:tabs>
        <w:rPr>
          <w:rFonts w:cs="Arial"/>
          <w:color w:val="000000"/>
          <w:szCs w:val="20"/>
        </w:rPr>
      </w:pPr>
      <w:r>
        <w:rPr>
          <w:rFonts w:cs="Arial"/>
          <w:color w:val="000000"/>
          <w:szCs w:val="20"/>
        </w:rPr>
        <w:t>W</w:t>
      </w:r>
      <w:r w:rsidRPr="002D281D">
        <w:rPr>
          <w:rFonts w:cs="Arial"/>
          <w:szCs w:val="20"/>
        </w:rPr>
        <w:t>hen using automated client provisioning</w:t>
      </w:r>
      <w:r>
        <w:rPr>
          <w:rFonts w:cs="Arial"/>
          <w:szCs w:val="20"/>
        </w:rPr>
        <w:t>, the assurance of server authenticity and client authenticity MAY be provided via means outside of the security channel protocol.</w:t>
      </w:r>
    </w:p>
    <w:p w14:paraId="3F4EBAA3" w14:textId="77777777" w:rsidR="002F0E6A" w:rsidRDefault="002F0E6A" w:rsidP="002F0E6A">
      <w:pPr>
        <w:pStyle w:val="Heading2"/>
        <w:numPr>
          <w:ilvl w:val="1"/>
          <w:numId w:val="2"/>
        </w:numPr>
        <w:tabs>
          <w:tab w:val="num" w:pos="0"/>
        </w:tabs>
        <w:ind w:left="720" w:hanging="720"/>
      </w:pPr>
      <w:r>
        <w:t xml:space="preserve"> </w:t>
      </w:r>
      <w:bookmarkStart w:id="86" w:name="_Ref433312515"/>
      <w:bookmarkStart w:id="87" w:name="_Ref433312516"/>
      <w:bookmarkStart w:id="88" w:name="_Ref433312520"/>
      <w:bookmarkStart w:id="89" w:name="_Ref433314234"/>
      <w:bookmarkStart w:id="90" w:name="_Toc439711212"/>
      <w:bookmarkStart w:id="91" w:name="_Toc463354505"/>
      <w:bookmarkStart w:id="92" w:name="_Toc478070419"/>
      <w:bookmarkStart w:id="93" w:name="_Toc479342039"/>
      <w:bookmarkStart w:id="94" w:name="_Toc491431398"/>
      <w:bookmarkStart w:id="95" w:name="_Toc533021299"/>
      <w:bookmarkStart w:id="96" w:name="_Toc535231542"/>
      <w:bookmarkStart w:id="97" w:name="_Toc14773165"/>
      <w:bookmarkStart w:id="98" w:name="_Toc27473216"/>
      <w:bookmarkStart w:id="99" w:name="_Toc32324352"/>
      <w:bookmarkStart w:id="100" w:name="_Toc176876048"/>
      <w:r>
        <w:t>Basic Authentication</w:t>
      </w:r>
      <w:r w:rsidRPr="00A35993">
        <w:t xml:space="preserve"> </w:t>
      </w:r>
      <w:r>
        <w:t>Suite</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4A5ADDA0" w14:textId="77777777" w:rsidR="002F0E6A" w:rsidRDefault="002F0E6A" w:rsidP="002F0E6A">
      <w:r>
        <w:t xml:space="preserve">This authentication suite stipulates that </w:t>
      </w:r>
      <w:r w:rsidRPr="00453791">
        <w:t xml:space="preserve">a </w:t>
      </w:r>
      <w:r>
        <w:t>profile conforming to the Basic Authentication Suite SHALL</w:t>
      </w:r>
      <w:r w:rsidRPr="00453791">
        <w:t xml:space="preserve"> use TLS to negotiate a </w:t>
      </w:r>
      <w:r>
        <w:t>secure</w:t>
      </w:r>
      <w:r w:rsidRPr="00453791">
        <w:t xml:space="preserve"> </w:t>
      </w:r>
      <w:r>
        <w:t>channel.</w:t>
      </w:r>
    </w:p>
    <w:p w14:paraId="1AF517DF" w14:textId="77777777" w:rsidR="002F0E6A" w:rsidRDefault="002F0E6A" w:rsidP="002F0E6A">
      <w:pPr>
        <w:pStyle w:val="Heading3"/>
        <w:numPr>
          <w:ilvl w:val="2"/>
          <w:numId w:val="2"/>
        </w:numPr>
        <w:tabs>
          <w:tab w:val="num" w:pos="3870"/>
        </w:tabs>
      </w:pPr>
      <w:bookmarkStart w:id="101" w:name="_Ref439704226"/>
      <w:bookmarkStart w:id="102" w:name="_Ref439704246"/>
      <w:bookmarkStart w:id="103" w:name="_Toc439711213"/>
      <w:bookmarkStart w:id="104" w:name="_Toc463354506"/>
      <w:bookmarkStart w:id="105" w:name="_Toc478070420"/>
      <w:bookmarkStart w:id="106" w:name="_Toc479342040"/>
      <w:bookmarkStart w:id="107" w:name="_Toc491431399"/>
      <w:bookmarkStart w:id="108" w:name="_Toc533021300"/>
      <w:bookmarkStart w:id="109" w:name="_Toc535231543"/>
      <w:bookmarkStart w:id="110" w:name="_Toc14773166"/>
      <w:bookmarkStart w:id="111" w:name="_Toc27473217"/>
      <w:bookmarkStart w:id="112" w:name="_Toc32324353"/>
      <w:bookmarkStart w:id="113" w:name="_Toc176876049"/>
      <w:r>
        <w:t xml:space="preserve">Basic Authentication </w:t>
      </w:r>
      <w:r w:rsidRPr="00A35993">
        <w:t>Protocols</w:t>
      </w:r>
      <w:bookmarkEnd w:id="101"/>
      <w:bookmarkEnd w:id="102"/>
      <w:bookmarkEnd w:id="103"/>
      <w:bookmarkEnd w:id="104"/>
      <w:bookmarkEnd w:id="105"/>
      <w:bookmarkEnd w:id="106"/>
      <w:bookmarkEnd w:id="107"/>
      <w:bookmarkEnd w:id="108"/>
      <w:bookmarkEnd w:id="109"/>
      <w:bookmarkEnd w:id="110"/>
      <w:bookmarkEnd w:id="111"/>
      <w:bookmarkEnd w:id="112"/>
      <w:bookmarkEnd w:id="113"/>
    </w:p>
    <w:p w14:paraId="47A18A32" w14:textId="77777777" w:rsidR="002F0E6A" w:rsidRDefault="002F0E6A" w:rsidP="002F0E6A">
      <w:r>
        <w:t>Conformant KMIP servers SHALL support:</w:t>
      </w:r>
    </w:p>
    <w:p w14:paraId="1B3F853F" w14:textId="77777777" w:rsidR="002F0E6A" w:rsidRDefault="002F0E6A" w:rsidP="002F0E6A">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t>TLS v1.3 [RFC8446]</w:t>
      </w:r>
    </w:p>
    <w:p w14:paraId="6EE776A2" w14:textId="77777777" w:rsidR="002F0E6A" w:rsidRDefault="002F0E6A" w:rsidP="002F0E6A">
      <w:r>
        <w:t>Conformant KMIP clients SHOULD support:</w:t>
      </w:r>
    </w:p>
    <w:p w14:paraId="40BF2042"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v1.3 [RFC8446] </w:t>
      </w:r>
    </w:p>
    <w:p w14:paraId="7F45641B" w14:textId="77777777" w:rsidR="002F0E6A" w:rsidRDefault="002F0E6A" w:rsidP="002F0E6A">
      <w:r>
        <w:t>Conformant KMIP servers SHOULD support:</w:t>
      </w:r>
    </w:p>
    <w:p w14:paraId="241E61BC"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v1.2 [RFC5246] </w:t>
      </w:r>
    </w:p>
    <w:p w14:paraId="3C9841F0" w14:textId="77777777" w:rsidR="002F0E6A" w:rsidRDefault="002F0E6A" w:rsidP="002F0E6A">
      <w:r>
        <w:t>Conformant KMIP clients MAY support:</w:t>
      </w:r>
    </w:p>
    <w:p w14:paraId="38266975"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v1.2 [RFC5246] </w:t>
      </w:r>
    </w:p>
    <w:p w14:paraId="34A87C1B" w14:textId="77777777" w:rsidR="002F0E6A" w:rsidRDefault="002F0E6A" w:rsidP="002F0E6A">
      <w:r>
        <w:t>Conformant KMIP clients or servers SHALL NOT support:</w:t>
      </w:r>
    </w:p>
    <w:p w14:paraId="3EADE00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 v1.1 [RFC4346]</w:t>
      </w:r>
    </w:p>
    <w:p w14:paraId="2F78BD5F"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 v1.0 [RFC2246]</w:t>
      </w:r>
    </w:p>
    <w:p w14:paraId="4605A1E7" w14:textId="77777777" w:rsidR="002F0E6A" w:rsidRPr="00C75A47" w:rsidRDefault="002F0E6A" w:rsidP="002F0E6A">
      <w:pPr>
        <w:pStyle w:val="BodyText"/>
        <w:numPr>
          <w:ilvl w:val="0"/>
          <w:numId w:val="15"/>
        </w:numPr>
        <w:tabs>
          <w:tab w:val="left" w:pos="720"/>
          <w:tab w:val="left" w:pos="3556"/>
        </w:tabs>
        <w:suppressAutoHyphens/>
        <w:spacing w:after="0"/>
        <w:rPr>
          <w:rFonts w:ascii="Liberation Sans" w:hAnsi="Liberation Sans" w:cs="Liberation Sans"/>
          <w:noProof w:val="0"/>
          <w:szCs w:val="20"/>
          <w:lang w:eastAsia="en-US"/>
        </w:rPr>
      </w:pPr>
      <w:r w:rsidRPr="00967D1F">
        <w:rPr>
          <w:rFonts w:cs="Arial"/>
          <w:noProof w:val="0"/>
          <w:szCs w:val="20"/>
          <w:lang w:eastAsia="en-US"/>
        </w:rPr>
        <w:t>Any version of the SSL protocol</w:t>
      </w:r>
    </w:p>
    <w:p w14:paraId="61210431" w14:textId="77777777" w:rsidR="002F0E6A" w:rsidRDefault="002F0E6A" w:rsidP="002F0E6A">
      <w:pPr>
        <w:pStyle w:val="Heading3"/>
        <w:numPr>
          <w:ilvl w:val="2"/>
          <w:numId w:val="2"/>
        </w:numPr>
        <w:tabs>
          <w:tab w:val="num" w:pos="3870"/>
        </w:tabs>
      </w:pPr>
      <w:bookmarkStart w:id="114" w:name="_Ref433314249"/>
      <w:bookmarkStart w:id="115" w:name="_Ref433314275"/>
      <w:bookmarkStart w:id="116" w:name="_Toc439711214"/>
      <w:bookmarkStart w:id="117" w:name="_Toc463354507"/>
      <w:bookmarkStart w:id="118" w:name="_Toc478070421"/>
      <w:bookmarkStart w:id="119" w:name="_Toc479342041"/>
      <w:bookmarkStart w:id="120" w:name="_Toc491431400"/>
      <w:bookmarkStart w:id="121" w:name="_Toc533021301"/>
      <w:bookmarkStart w:id="122" w:name="_Toc535231544"/>
      <w:bookmarkStart w:id="123" w:name="_Toc14773167"/>
      <w:bookmarkStart w:id="124" w:name="_Toc27473218"/>
      <w:bookmarkStart w:id="125" w:name="_Toc32324354"/>
      <w:bookmarkStart w:id="126" w:name="_Toc176876050"/>
      <w:r>
        <w:t xml:space="preserve">Basic Authentication </w:t>
      </w:r>
      <w:r w:rsidRPr="009D4968">
        <w:t>Cipher Suites</w:t>
      </w:r>
      <w:bookmarkEnd w:id="114"/>
      <w:bookmarkEnd w:id="115"/>
      <w:bookmarkEnd w:id="116"/>
      <w:bookmarkEnd w:id="117"/>
      <w:bookmarkEnd w:id="118"/>
      <w:bookmarkEnd w:id="119"/>
      <w:bookmarkEnd w:id="120"/>
      <w:bookmarkEnd w:id="121"/>
      <w:bookmarkEnd w:id="122"/>
      <w:bookmarkEnd w:id="123"/>
      <w:bookmarkEnd w:id="124"/>
      <w:bookmarkEnd w:id="125"/>
      <w:bookmarkEnd w:id="126"/>
    </w:p>
    <w:p w14:paraId="4AAAAD82" w14:textId="77777777" w:rsidR="002F0E6A" w:rsidRDefault="002F0E6A" w:rsidP="002F0E6A">
      <w:r>
        <w:t>Conformant KMIP servers SHALL support all of the following cipher suites for TLSv1.3 if TLSv1.3 is supported:</w:t>
      </w:r>
    </w:p>
    <w:p w14:paraId="10CF28AD" w14:textId="77777777" w:rsidR="002F0E6A" w:rsidRPr="00FF397F" w:rsidRDefault="002F0E6A" w:rsidP="002F0E6A">
      <w:pPr>
        <w:numPr>
          <w:ilvl w:val="0"/>
          <w:numId w:val="70"/>
        </w:numPr>
      </w:pPr>
      <w:r w:rsidRPr="00FF397F">
        <w:t>TLS13-CHACHA20-POLY1305-SHA256</w:t>
      </w:r>
    </w:p>
    <w:p w14:paraId="76581D28" w14:textId="77777777" w:rsidR="002F0E6A" w:rsidRPr="00FF397F" w:rsidRDefault="002F0E6A" w:rsidP="002F0E6A">
      <w:pPr>
        <w:numPr>
          <w:ilvl w:val="0"/>
          <w:numId w:val="70"/>
        </w:numPr>
      </w:pPr>
      <w:r w:rsidRPr="00FF397F">
        <w:t>TLS13-AES-256-GCM-SHA384</w:t>
      </w:r>
    </w:p>
    <w:p w14:paraId="2D637D18" w14:textId="77777777" w:rsidR="002F0E6A" w:rsidRDefault="002F0E6A" w:rsidP="002F0E6A">
      <w:r>
        <w:t>Conformant KMIP clients SHALL support at least one of the following cipher suites for TLSv1.3 if TLSv1.3 is supported:</w:t>
      </w:r>
    </w:p>
    <w:p w14:paraId="5CC2DB68" w14:textId="77777777" w:rsidR="002F0E6A" w:rsidRPr="00FF397F" w:rsidRDefault="002F0E6A" w:rsidP="002F0E6A">
      <w:pPr>
        <w:numPr>
          <w:ilvl w:val="0"/>
          <w:numId w:val="70"/>
        </w:numPr>
      </w:pPr>
      <w:r w:rsidRPr="00FF397F">
        <w:t>TLS13-CHACHA20-POLY1305-SHA256</w:t>
      </w:r>
    </w:p>
    <w:p w14:paraId="3A680EE1" w14:textId="77777777" w:rsidR="002F0E6A" w:rsidRPr="00FF397F" w:rsidRDefault="002F0E6A" w:rsidP="002F0E6A">
      <w:pPr>
        <w:numPr>
          <w:ilvl w:val="0"/>
          <w:numId w:val="70"/>
        </w:numPr>
      </w:pPr>
      <w:r w:rsidRPr="00FF397F">
        <w:t>TLS13-AES-256-GCM-SHA384</w:t>
      </w:r>
    </w:p>
    <w:p w14:paraId="450FAF5F" w14:textId="77777777" w:rsidR="002F0E6A" w:rsidRDefault="002F0E6A" w:rsidP="002F0E6A">
      <w:r>
        <w:t>Conformant KMIP clients or servers SHALL support the following cipher suites for TLSv1.2 if TLSv1.2 is supported:</w:t>
      </w:r>
    </w:p>
    <w:p w14:paraId="05C79CFE"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rPr>
      </w:pPr>
      <w:r w:rsidRPr="00967D1F">
        <w:rPr>
          <w:rFonts w:cs="Arial"/>
          <w:noProof w:val="0"/>
          <w:szCs w:val="20"/>
          <w:lang w:eastAsia="en-US"/>
        </w:rPr>
        <w:t>TLS_RSA_WITH_AES_256_CBC_SHA256</w:t>
      </w:r>
    </w:p>
    <w:p w14:paraId="55DE68B4"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rPr>
      </w:pPr>
      <w:r w:rsidRPr="00967D1F">
        <w:rPr>
          <w:rFonts w:cs="Arial"/>
          <w:noProof w:val="0"/>
          <w:szCs w:val="20"/>
          <w:lang w:eastAsia="en-US"/>
        </w:rPr>
        <w:t>TLS_RSA_WITH_AES_128_CBC_SHA256</w:t>
      </w:r>
    </w:p>
    <w:p w14:paraId="5063B694" w14:textId="77777777" w:rsidR="002F0E6A" w:rsidRDefault="002F0E6A" w:rsidP="002F0E6A">
      <w:pPr>
        <w:ind w:left="360"/>
      </w:pPr>
      <w:r>
        <w:t>Conformant KMIP clients or servers MAY support the following cipher suites for TLSv1.2 if TLSv1.2 is supported:</w:t>
      </w:r>
    </w:p>
    <w:p w14:paraId="1C6028E7"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TLS_RSA_WITH_AES_128_CBC_SHA</w:t>
      </w:r>
    </w:p>
    <w:p w14:paraId="300DF74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TLS_RSA_WITH_AES_256_CBC_SHA</w:t>
      </w:r>
    </w:p>
    <w:p w14:paraId="22D4B5C4"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TLS_ECDH_ECDSA_WITH_AES_128_CBC_SHA</w:t>
      </w:r>
    </w:p>
    <w:p w14:paraId="554DD88C"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TLS_ECDH_ECDSA_WITH_AES_128_CBC_SHA256</w:t>
      </w:r>
    </w:p>
    <w:p w14:paraId="2679637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TLS_ECDH_ECDSA_WITH_AES_256_CBC_SHA384</w:t>
      </w:r>
    </w:p>
    <w:p w14:paraId="19EA196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w:t>
      </w:r>
    </w:p>
    <w:p w14:paraId="44DCAB2E"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TLS_ECDHE_ECDSA_WITH_AES_128_CBC_SHA256</w:t>
      </w:r>
    </w:p>
    <w:p w14:paraId="609FD0BC"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TLS_ECDHE_ECDSA_WITH_AES_256_CBC_SHA384</w:t>
      </w:r>
    </w:p>
    <w:p w14:paraId="6E17B202"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TLS_ECDH_RSA_WITH_AES_128_CBC_SHA256</w:t>
      </w:r>
    </w:p>
    <w:p w14:paraId="1E14DE48"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TLS_ECDH_RSA_WITH_AES_256_CBC_SHA384</w:t>
      </w:r>
    </w:p>
    <w:p w14:paraId="21A024D5"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TLS_ECDHE_RSA_WITH_AES_128_CBC_SHA</w:t>
      </w:r>
    </w:p>
    <w:p w14:paraId="17B1CD75"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TLS_ECDHE_RSA_WITH_AES_128_CBC_SHA256</w:t>
      </w:r>
    </w:p>
    <w:p w14:paraId="1B23BF5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TLS_ECDHE_RSA_WITH_AES_256_CBC_SHA384</w:t>
      </w:r>
    </w:p>
    <w:p w14:paraId="456F8102"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TLS_PSK_WITH_AES_128_CBC_SHA</w:t>
      </w:r>
    </w:p>
    <w:p w14:paraId="61B509DC"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TLS_PSK_WITH_AES_256_CBC_SHA</w:t>
      </w:r>
    </w:p>
    <w:p w14:paraId="7948187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TLS_ECDHE_ECDSA_WITH_AES_128_GCM_SHA256</w:t>
      </w:r>
    </w:p>
    <w:p w14:paraId="5DE02589"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TLS_ECDHE_ECDSA_WITH_AES_256_GCM_SHA384</w:t>
      </w:r>
    </w:p>
    <w:p w14:paraId="7B0CE689"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TLS_ECDHE_ECDSA_WITH_AES_128_CBC_SHA256</w:t>
      </w:r>
    </w:p>
    <w:p w14:paraId="38F519F2" w14:textId="77777777" w:rsidR="002F0E6A" w:rsidRPr="005A317E" w:rsidRDefault="002F0E6A" w:rsidP="002F0E6A">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967D1F">
        <w:rPr>
          <w:rFonts w:cs="Arial"/>
          <w:noProof w:val="0"/>
          <w:szCs w:val="20"/>
          <w:lang w:eastAsia="en-US"/>
        </w:rPr>
        <w:t>TLS_ECDHE_ECDSA_WITH_AES_256_CBC_SHA384</w:t>
      </w:r>
    </w:p>
    <w:p w14:paraId="2DF11C47" w14:textId="77777777" w:rsidR="002F0E6A" w:rsidRDefault="002F0E6A" w:rsidP="002F0E6A">
      <w:r>
        <w:t>Conformant KMIP clients or servers SHALL NOT support any cipher suite not listed above.</w:t>
      </w:r>
    </w:p>
    <w:p w14:paraId="15D68E96" w14:textId="77777777" w:rsidR="002F0E6A" w:rsidRDefault="002F0E6A" w:rsidP="002F0E6A">
      <w:pPr>
        <w:pStyle w:val="Heading3"/>
        <w:numPr>
          <w:ilvl w:val="2"/>
          <w:numId w:val="2"/>
        </w:numPr>
        <w:tabs>
          <w:tab w:val="num" w:pos="3780"/>
        </w:tabs>
      </w:pPr>
      <w:bookmarkStart w:id="127" w:name="_Ref433314332"/>
      <w:bookmarkStart w:id="128" w:name="_Ref433314342"/>
      <w:bookmarkStart w:id="129" w:name="_Toc439711215"/>
      <w:bookmarkStart w:id="130" w:name="_Toc463354508"/>
      <w:bookmarkStart w:id="131" w:name="_Toc478070422"/>
      <w:bookmarkStart w:id="132" w:name="_Toc479342042"/>
      <w:bookmarkStart w:id="133" w:name="_Toc491431401"/>
      <w:bookmarkStart w:id="134" w:name="_Toc533021302"/>
      <w:bookmarkStart w:id="135" w:name="_Toc535231545"/>
      <w:bookmarkStart w:id="136" w:name="_Toc14773168"/>
      <w:bookmarkStart w:id="137" w:name="_Toc27473219"/>
      <w:bookmarkStart w:id="138" w:name="_Toc32324355"/>
      <w:bookmarkStart w:id="139" w:name="_Toc176876051"/>
      <w:r>
        <w:t xml:space="preserve">Basic Authentication </w:t>
      </w:r>
      <w:r w:rsidRPr="009D4968">
        <w:t>Client Au</w:t>
      </w:r>
      <w:r>
        <w:t>t</w:t>
      </w:r>
      <w:r w:rsidRPr="009D4968">
        <w:t>henticity</w:t>
      </w:r>
      <w:bookmarkEnd w:id="127"/>
      <w:bookmarkEnd w:id="128"/>
      <w:bookmarkEnd w:id="129"/>
      <w:bookmarkEnd w:id="130"/>
      <w:bookmarkEnd w:id="131"/>
      <w:bookmarkEnd w:id="132"/>
      <w:bookmarkEnd w:id="133"/>
      <w:bookmarkEnd w:id="134"/>
      <w:bookmarkEnd w:id="135"/>
      <w:bookmarkEnd w:id="136"/>
      <w:bookmarkEnd w:id="137"/>
      <w:bookmarkEnd w:id="138"/>
      <w:bookmarkEnd w:id="139"/>
    </w:p>
    <w:p w14:paraId="6328CC35" w14:textId="77777777" w:rsidR="002F0E6A" w:rsidRDefault="002F0E6A" w:rsidP="002F0E6A">
      <w:pPr>
        <w:rPr>
          <w:rFonts w:cs="Arial"/>
          <w:szCs w:val="20"/>
        </w:rPr>
      </w:pPr>
      <w:r>
        <w:rPr>
          <w:rFonts w:cs="Arial"/>
          <w:szCs w:val="20"/>
        </w:rPr>
        <w:t xml:space="preserve">Conformant KMIP servers </w:t>
      </w:r>
      <w:r w:rsidR="00C104CE">
        <w:rPr>
          <w:rFonts w:cs="Arial"/>
          <w:szCs w:val="20"/>
        </w:rPr>
        <w:t xml:space="preserve">SHOULD </w:t>
      </w:r>
      <w:r>
        <w:rPr>
          <w:rFonts w:cs="Arial"/>
          <w:szCs w:val="20"/>
        </w:rPr>
        <w:t>require the use of channel (TLS) mutual authentication to provide assurance of client authenticity for all operations</w:t>
      </w:r>
      <w:r w:rsidRPr="002D281D">
        <w:rPr>
          <w:rFonts w:cs="Arial"/>
          <w:szCs w:val="20"/>
        </w:rPr>
        <w:t>.</w:t>
      </w:r>
    </w:p>
    <w:p w14:paraId="2F2F048B" w14:textId="77777777" w:rsidR="002F0E6A" w:rsidRDefault="002F0E6A" w:rsidP="002F0E6A">
      <w:pPr>
        <w:rPr>
          <w:rFonts w:cs="Arial"/>
          <w:szCs w:val="20"/>
        </w:rPr>
      </w:pPr>
      <w:r>
        <w:rPr>
          <w:rFonts w:cs="Arial"/>
          <w:szCs w:val="20"/>
        </w:rPr>
        <w:t xml:space="preserve">Conformant KMIP servers </w:t>
      </w:r>
      <w:r w:rsidR="00C104CE">
        <w:rPr>
          <w:rFonts w:cs="Arial"/>
          <w:szCs w:val="20"/>
        </w:rPr>
        <w:t xml:space="preserve">SHOULD </w:t>
      </w:r>
      <w:r>
        <w:rPr>
          <w:rFonts w:cs="Arial"/>
          <w:szCs w:val="20"/>
        </w:rPr>
        <w:t xml:space="preserve">use the identity derived from the channel mutual authentication to determine the client identity if the KMIP client requests do not contain an </w:t>
      </w:r>
      <w:proofErr w:type="gramStart"/>
      <w:r>
        <w:rPr>
          <w:rFonts w:cs="Arial"/>
          <w:szCs w:val="20"/>
        </w:rPr>
        <w:t>Authentication</w:t>
      </w:r>
      <w:proofErr w:type="gramEnd"/>
      <w:r>
        <w:rPr>
          <w:rFonts w:cs="Arial"/>
          <w:szCs w:val="20"/>
        </w:rPr>
        <w:t xml:space="preserve"> </w:t>
      </w:r>
      <w:r w:rsidR="001951F3">
        <w:rPr>
          <w:rFonts w:cs="Arial"/>
          <w:szCs w:val="20"/>
        </w:rPr>
        <w:t>message data structure</w:t>
      </w:r>
      <w:r>
        <w:rPr>
          <w:rFonts w:cs="Arial"/>
          <w:szCs w:val="20"/>
        </w:rPr>
        <w:t>.</w:t>
      </w:r>
    </w:p>
    <w:p w14:paraId="39CE0291" w14:textId="77777777" w:rsidR="002F0E6A" w:rsidRDefault="00C104CE" w:rsidP="002F0E6A">
      <w:pPr>
        <w:rPr>
          <w:rFonts w:cs="Arial"/>
          <w:szCs w:val="20"/>
        </w:rPr>
      </w:pPr>
      <w:r>
        <w:rPr>
          <w:rFonts w:cs="Arial"/>
          <w:szCs w:val="20"/>
        </w:rPr>
        <w:t xml:space="preserve">If a KMIP client requests contain an Authentication message data structure (i.e. </w:t>
      </w:r>
      <w:r w:rsidR="001951F3">
        <w:rPr>
          <w:rFonts w:cs="Arial"/>
          <w:szCs w:val="20"/>
        </w:rPr>
        <w:t>c</w:t>
      </w:r>
      <w:r>
        <w:rPr>
          <w:rFonts w:cs="Arial"/>
          <w:szCs w:val="20"/>
        </w:rPr>
        <w:t xml:space="preserve">redentials), then </w:t>
      </w:r>
      <w:r w:rsidR="002F0E6A">
        <w:rPr>
          <w:rFonts w:cs="Arial"/>
          <w:szCs w:val="20"/>
        </w:rPr>
        <w:t xml:space="preserve">Conformant KMIP servers SHALL use the identity derived from the </w:t>
      </w:r>
      <w:r w:rsidR="001951F3">
        <w:rPr>
          <w:rFonts w:cs="Arial"/>
          <w:szCs w:val="20"/>
        </w:rPr>
        <w:t xml:space="preserve">credentials </w:t>
      </w:r>
      <w:r w:rsidR="002F0E6A">
        <w:rPr>
          <w:rFonts w:cs="Arial"/>
          <w:szCs w:val="20"/>
        </w:rPr>
        <w:t>to determine the client identity.</w:t>
      </w:r>
    </w:p>
    <w:p w14:paraId="2F4545C0" w14:textId="77777777" w:rsidR="00C104CE" w:rsidRDefault="00C104CE" w:rsidP="002F0E6A">
      <w:pPr>
        <w:rPr>
          <w:rFonts w:cs="Arial"/>
          <w:szCs w:val="20"/>
        </w:rPr>
      </w:pPr>
      <w:r>
        <w:rPr>
          <w:rFonts w:cs="Arial"/>
          <w:szCs w:val="20"/>
        </w:rPr>
        <w:t xml:space="preserve">If a KMIP server omits requiring the use of channel mutual authentication, then the KMIP client SHALL contain an Authentication message data structure and the KMIP server SHALL use the </w:t>
      </w:r>
      <w:r w:rsidR="001951F3">
        <w:rPr>
          <w:rFonts w:cs="Arial"/>
          <w:szCs w:val="20"/>
        </w:rPr>
        <w:t>c</w:t>
      </w:r>
      <w:r>
        <w:rPr>
          <w:rFonts w:cs="Arial"/>
          <w:szCs w:val="20"/>
        </w:rPr>
        <w:t>redentials information to determine the client identity</w:t>
      </w:r>
      <w:r w:rsidR="00AA2431">
        <w:rPr>
          <w:rFonts w:cs="Arial"/>
          <w:szCs w:val="20"/>
        </w:rPr>
        <w:t xml:space="preserve"> and the Authentication message data structure SHALL include some form of authentication (i.e. password or other form of authentication is required and cannot be omitted)</w:t>
      </w:r>
      <w:r>
        <w:rPr>
          <w:rFonts w:cs="Arial"/>
          <w:szCs w:val="20"/>
        </w:rPr>
        <w:t xml:space="preserve">. </w:t>
      </w:r>
    </w:p>
    <w:p w14:paraId="0F919EC2" w14:textId="77777777" w:rsidR="00C104CE" w:rsidRDefault="00C104CE" w:rsidP="002F0E6A">
      <w:pPr>
        <w:rPr>
          <w:rFonts w:cs="Arial"/>
          <w:szCs w:val="20"/>
        </w:rPr>
      </w:pPr>
      <w:r>
        <w:rPr>
          <w:rFonts w:cs="Arial"/>
          <w:szCs w:val="20"/>
        </w:rPr>
        <w:t xml:space="preserve">A KMIP server MAY treat the identity determined from the channel mutual authentication as independent from the identity determined from the </w:t>
      </w:r>
      <w:r w:rsidR="001951F3">
        <w:rPr>
          <w:rFonts w:cs="Arial"/>
          <w:szCs w:val="20"/>
        </w:rPr>
        <w:t>c</w:t>
      </w:r>
      <w:r>
        <w:rPr>
          <w:rFonts w:cs="Arial"/>
          <w:szCs w:val="20"/>
        </w:rPr>
        <w:t xml:space="preserve">redentials. </w:t>
      </w:r>
    </w:p>
    <w:p w14:paraId="6084414E" w14:textId="77777777" w:rsidR="005F6837" w:rsidRPr="00135B49" w:rsidRDefault="00C104CE" w:rsidP="00353B51">
      <w:pPr>
        <w:rPr>
          <w:szCs w:val="20"/>
        </w:rPr>
      </w:pPr>
      <w:r w:rsidRPr="005F6837">
        <w:rPr>
          <w:rFonts w:cs="Arial"/>
          <w:szCs w:val="20"/>
        </w:rPr>
        <w:t xml:space="preserve">A KMIP server MAY require the identity determined from the channel mutual authentication to be bound to the identity determined from the </w:t>
      </w:r>
      <w:r w:rsidR="001951F3" w:rsidRPr="00135B49">
        <w:rPr>
          <w:rFonts w:cs="Arial"/>
          <w:szCs w:val="20"/>
        </w:rPr>
        <w:t>c</w:t>
      </w:r>
      <w:r w:rsidRPr="00135B49">
        <w:rPr>
          <w:rFonts w:cs="Arial"/>
          <w:szCs w:val="20"/>
        </w:rPr>
        <w:t xml:space="preserve">redentials. </w:t>
      </w:r>
      <w:bookmarkStart w:id="140" w:name="_Ref433314373"/>
      <w:bookmarkStart w:id="141" w:name="_Ref433314384"/>
      <w:bookmarkStart w:id="142" w:name="_Toc439711216"/>
      <w:bookmarkStart w:id="143" w:name="_Toc463354509"/>
      <w:bookmarkStart w:id="144" w:name="_Toc478070423"/>
      <w:bookmarkStart w:id="145" w:name="_Toc479342043"/>
      <w:bookmarkStart w:id="146" w:name="_Toc491431402"/>
      <w:bookmarkStart w:id="147" w:name="_Toc533021303"/>
      <w:bookmarkStart w:id="148" w:name="_Toc535231546"/>
      <w:bookmarkStart w:id="149" w:name="_Toc14773169"/>
      <w:bookmarkStart w:id="150" w:name="_Toc27473220"/>
    </w:p>
    <w:p w14:paraId="4CCA3C74" w14:textId="77777777" w:rsidR="002F0E6A" w:rsidRDefault="002F0E6A" w:rsidP="002F0E6A">
      <w:pPr>
        <w:pStyle w:val="Heading3"/>
        <w:numPr>
          <w:ilvl w:val="2"/>
          <w:numId w:val="2"/>
        </w:numPr>
      </w:pPr>
      <w:bookmarkStart w:id="151" w:name="_Toc32324356"/>
      <w:bookmarkStart w:id="152" w:name="_Toc176876052"/>
      <w:r>
        <w:t>Basic Authentication KMIP Port Number</w:t>
      </w:r>
      <w:bookmarkEnd w:id="140"/>
      <w:bookmarkEnd w:id="141"/>
      <w:bookmarkEnd w:id="142"/>
      <w:bookmarkEnd w:id="143"/>
      <w:bookmarkEnd w:id="144"/>
      <w:bookmarkEnd w:id="145"/>
      <w:bookmarkEnd w:id="146"/>
      <w:bookmarkEnd w:id="147"/>
      <w:bookmarkEnd w:id="148"/>
      <w:bookmarkEnd w:id="149"/>
      <w:bookmarkEnd w:id="150"/>
      <w:bookmarkEnd w:id="151"/>
      <w:bookmarkEnd w:id="152"/>
    </w:p>
    <w:p w14:paraId="057E164B" w14:textId="77777777" w:rsidR="002F0E6A" w:rsidRDefault="002F0E6A" w:rsidP="002F0E6A">
      <w:r>
        <w:rPr>
          <w:rFonts w:cs="Arial"/>
          <w:szCs w:val="20"/>
        </w:rPr>
        <w:t xml:space="preserve">Conformant KMIP servers </w:t>
      </w:r>
      <w:r>
        <w:t>SHALL use TCP port number 5696, as assigned by IANA.</w:t>
      </w:r>
    </w:p>
    <w:p w14:paraId="512A0127" w14:textId="77777777" w:rsidR="002F0E6A" w:rsidRDefault="002F0E6A" w:rsidP="002F0E6A">
      <w:pPr>
        <w:pStyle w:val="Heading2"/>
        <w:numPr>
          <w:ilvl w:val="1"/>
          <w:numId w:val="2"/>
        </w:numPr>
      </w:pPr>
      <w:bookmarkStart w:id="153" w:name="_Toc439708879"/>
      <w:bookmarkStart w:id="154" w:name="_Toc439710369"/>
      <w:bookmarkStart w:id="155" w:name="_Ref439708181"/>
      <w:bookmarkStart w:id="156" w:name="_Ref439708188"/>
      <w:bookmarkStart w:id="157" w:name="_Toc439711232"/>
      <w:bookmarkStart w:id="158" w:name="_Toc463354525"/>
      <w:bookmarkStart w:id="159" w:name="_Toc478070439"/>
      <w:bookmarkStart w:id="160" w:name="_Toc479342059"/>
      <w:bookmarkStart w:id="161" w:name="_Toc491431418"/>
      <w:bookmarkStart w:id="162" w:name="_Toc533021304"/>
      <w:bookmarkStart w:id="163" w:name="_Toc535231547"/>
      <w:bookmarkStart w:id="164" w:name="_Toc14773170"/>
      <w:bookmarkStart w:id="165" w:name="_Toc27473221"/>
      <w:bookmarkStart w:id="166" w:name="_Toc32324357"/>
      <w:bookmarkStart w:id="167" w:name="_Toc176876053"/>
      <w:bookmarkEnd w:id="153"/>
      <w:bookmarkEnd w:id="154"/>
      <w:r>
        <w:t>HTTPS Authentication Suite</w:t>
      </w:r>
      <w:bookmarkEnd w:id="155"/>
      <w:bookmarkEnd w:id="156"/>
      <w:bookmarkEnd w:id="157"/>
      <w:bookmarkEnd w:id="158"/>
      <w:bookmarkEnd w:id="159"/>
      <w:bookmarkEnd w:id="160"/>
      <w:bookmarkEnd w:id="161"/>
      <w:bookmarkEnd w:id="162"/>
      <w:bookmarkEnd w:id="163"/>
      <w:bookmarkEnd w:id="164"/>
      <w:bookmarkEnd w:id="165"/>
      <w:bookmarkEnd w:id="166"/>
      <w:bookmarkEnd w:id="167"/>
    </w:p>
    <w:p w14:paraId="537B2110" w14:textId="77777777" w:rsidR="002F0E6A" w:rsidRDefault="002F0E6A" w:rsidP="002F0E6A">
      <w:r>
        <w:t xml:space="preserve">This authentication suite stipulates that </w:t>
      </w:r>
      <w:r w:rsidRPr="00453791">
        <w:t xml:space="preserve">a </w:t>
      </w:r>
      <w:r>
        <w:t>profile conforming to the HTTPS Authentication Suite SHALL</w:t>
      </w:r>
      <w:r w:rsidRPr="00453791">
        <w:t xml:space="preserve"> use </w:t>
      </w:r>
      <w:r>
        <w:t xml:space="preserve">HTTP over </w:t>
      </w:r>
      <w:r w:rsidRPr="00453791">
        <w:t xml:space="preserve">TLS </w:t>
      </w:r>
      <w:r>
        <w:t xml:space="preserve">[RFC2818] </w:t>
      </w:r>
      <w:r w:rsidRPr="00453791">
        <w:t xml:space="preserve">to negotiate a </w:t>
      </w:r>
      <w:r>
        <w:t>secure</w:t>
      </w:r>
      <w:r w:rsidRPr="00453791">
        <w:t xml:space="preserve"> </w:t>
      </w:r>
      <w:r>
        <w:t>channel.</w:t>
      </w:r>
    </w:p>
    <w:p w14:paraId="35B0523B" w14:textId="77777777" w:rsidR="002F0E6A" w:rsidRDefault="002F0E6A" w:rsidP="002F0E6A">
      <w:pPr>
        <w:pStyle w:val="Heading3"/>
        <w:numPr>
          <w:ilvl w:val="2"/>
          <w:numId w:val="2"/>
        </w:numPr>
      </w:pPr>
      <w:bookmarkStart w:id="168" w:name="_Toc439711233"/>
      <w:bookmarkStart w:id="169" w:name="_Toc463354526"/>
      <w:bookmarkStart w:id="170" w:name="_Toc478070440"/>
      <w:bookmarkStart w:id="171" w:name="_Toc479342060"/>
      <w:bookmarkStart w:id="172" w:name="_Toc491431419"/>
      <w:bookmarkStart w:id="173" w:name="_Toc533021305"/>
      <w:bookmarkStart w:id="174" w:name="_Toc535231548"/>
      <w:bookmarkStart w:id="175" w:name="_Toc14773171"/>
      <w:bookmarkStart w:id="176" w:name="_Toc27473222"/>
      <w:bookmarkStart w:id="177" w:name="_Toc32324358"/>
      <w:bookmarkStart w:id="178" w:name="_Toc176876054"/>
      <w:r>
        <w:t>HTTPS Protocols</w:t>
      </w:r>
      <w:bookmarkEnd w:id="168"/>
      <w:bookmarkEnd w:id="169"/>
      <w:bookmarkEnd w:id="170"/>
      <w:bookmarkEnd w:id="171"/>
      <w:bookmarkEnd w:id="172"/>
      <w:bookmarkEnd w:id="173"/>
      <w:bookmarkEnd w:id="174"/>
      <w:bookmarkEnd w:id="175"/>
      <w:bookmarkEnd w:id="176"/>
      <w:bookmarkEnd w:id="177"/>
      <w:bookmarkEnd w:id="178"/>
    </w:p>
    <w:p w14:paraId="484F7F18" w14:textId="64E0FE11" w:rsidR="002F0E6A" w:rsidRDefault="002F0E6A" w:rsidP="002F0E6A">
      <w:r>
        <w:t xml:space="preserve">Conformant KMIP servers and clients SHALL handle client authenticity in accordance with </w:t>
      </w:r>
      <w:r>
        <w:fldChar w:fldCharType="begin"/>
      </w:r>
      <w:r>
        <w:instrText xml:space="preserve"> REF _Ref439704226 \h </w:instrText>
      </w:r>
      <w:r>
        <w:fldChar w:fldCharType="separate"/>
      </w:r>
      <w:r w:rsidR="00DA37E6">
        <w:t xml:space="preserve">Basic Authentication </w:t>
      </w:r>
      <w:r w:rsidR="00DA37E6" w:rsidRPr="00A35993">
        <w:t>Protocols</w:t>
      </w:r>
      <w:r>
        <w:fldChar w:fldCharType="end"/>
      </w:r>
      <w:r>
        <w:t xml:space="preserve"> (</w:t>
      </w:r>
      <w:r>
        <w:fldChar w:fldCharType="begin"/>
      </w:r>
      <w:r>
        <w:instrText xml:space="preserve"> REF _Ref439704246 \r \h </w:instrText>
      </w:r>
      <w:r>
        <w:fldChar w:fldCharType="separate"/>
      </w:r>
      <w:r w:rsidR="00DA37E6">
        <w:t>3.1.1</w:t>
      </w:r>
      <w:r>
        <w:fldChar w:fldCharType="end"/>
      </w:r>
      <w:r>
        <w:t>).</w:t>
      </w:r>
    </w:p>
    <w:p w14:paraId="2CCB9782" w14:textId="77777777" w:rsidR="002F0E6A" w:rsidRDefault="002F0E6A" w:rsidP="002F0E6A">
      <w:pPr>
        <w:pStyle w:val="Heading3"/>
        <w:numPr>
          <w:ilvl w:val="2"/>
          <w:numId w:val="2"/>
        </w:numPr>
      </w:pPr>
      <w:bookmarkStart w:id="179" w:name="_Toc439711234"/>
      <w:bookmarkStart w:id="180" w:name="_Toc463354527"/>
      <w:bookmarkStart w:id="181" w:name="_Toc478070441"/>
      <w:bookmarkStart w:id="182" w:name="_Toc479342061"/>
      <w:bookmarkStart w:id="183" w:name="_Toc491431420"/>
      <w:bookmarkStart w:id="184" w:name="_Toc533021306"/>
      <w:bookmarkStart w:id="185" w:name="_Toc535231549"/>
      <w:bookmarkStart w:id="186" w:name="_Toc14773172"/>
      <w:bookmarkStart w:id="187" w:name="_Toc27473223"/>
      <w:bookmarkStart w:id="188" w:name="_Toc32324359"/>
      <w:bookmarkStart w:id="189" w:name="_Toc176876055"/>
      <w:r>
        <w:t>HTTPS Cipher Suites</w:t>
      </w:r>
      <w:bookmarkEnd w:id="179"/>
      <w:bookmarkEnd w:id="180"/>
      <w:bookmarkEnd w:id="181"/>
      <w:bookmarkEnd w:id="182"/>
      <w:bookmarkEnd w:id="183"/>
      <w:bookmarkEnd w:id="184"/>
      <w:bookmarkEnd w:id="185"/>
      <w:bookmarkEnd w:id="186"/>
      <w:bookmarkEnd w:id="187"/>
      <w:bookmarkEnd w:id="188"/>
      <w:bookmarkEnd w:id="189"/>
    </w:p>
    <w:p w14:paraId="19801D43" w14:textId="3A751862" w:rsidR="002F0E6A" w:rsidRDefault="002F0E6A" w:rsidP="002F0E6A">
      <w:r>
        <w:t xml:space="preserve">Conformant KMIP servers and clients SHALL handle client authenticity in accordance with </w:t>
      </w:r>
      <w:r>
        <w:fldChar w:fldCharType="begin"/>
      </w:r>
      <w:r>
        <w:instrText xml:space="preserve"> REF _Ref433314249 \h </w:instrText>
      </w:r>
      <w:r>
        <w:fldChar w:fldCharType="separate"/>
      </w:r>
      <w:r w:rsidR="00DA37E6">
        <w:t xml:space="preserve">Basic Authentication </w:t>
      </w:r>
      <w:r w:rsidR="00DA37E6" w:rsidRPr="009D4968">
        <w:t>Cipher Suites</w:t>
      </w:r>
      <w:r>
        <w:fldChar w:fldCharType="end"/>
      </w:r>
      <w:r>
        <w:t xml:space="preserve"> (</w:t>
      </w:r>
      <w:r>
        <w:fldChar w:fldCharType="begin"/>
      </w:r>
      <w:r>
        <w:instrText xml:space="preserve"> REF _Ref433314249 \r \h </w:instrText>
      </w:r>
      <w:r>
        <w:fldChar w:fldCharType="separate"/>
      </w:r>
      <w:r w:rsidR="00DA37E6">
        <w:t>3.1.2</w:t>
      </w:r>
      <w:r>
        <w:fldChar w:fldCharType="end"/>
      </w:r>
      <w:r>
        <w:t>).</w:t>
      </w:r>
    </w:p>
    <w:p w14:paraId="62EF4E4E" w14:textId="77777777" w:rsidR="002F0E6A" w:rsidRDefault="002F0E6A" w:rsidP="002F0E6A">
      <w:pPr>
        <w:pStyle w:val="Heading3"/>
        <w:numPr>
          <w:ilvl w:val="2"/>
          <w:numId w:val="2"/>
        </w:numPr>
      </w:pPr>
      <w:bookmarkStart w:id="190" w:name="_Toc439711235"/>
      <w:bookmarkStart w:id="191" w:name="_Toc463354528"/>
      <w:bookmarkStart w:id="192" w:name="_Toc478070442"/>
      <w:bookmarkStart w:id="193" w:name="_Toc479342062"/>
      <w:bookmarkStart w:id="194" w:name="_Toc491431421"/>
      <w:bookmarkStart w:id="195" w:name="_Toc533021307"/>
      <w:bookmarkStart w:id="196" w:name="_Toc535231550"/>
      <w:bookmarkStart w:id="197" w:name="_Toc14773173"/>
      <w:bookmarkStart w:id="198" w:name="_Toc27473224"/>
      <w:bookmarkStart w:id="199" w:name="_Toc32324360"/>
      <w:bookmarkStart w:id="200" w:name="_Toc176876056"/>
      <w:r>
        <w:t>HTTPS Authenticity</w:t>
      </w:r>
      <w:bookmarkEnd w:id="190"/>
      <w:bookmarkEnd w:id="191"/>
      <w:bookmarkEnd w:id="192"/>
      <w:bookmarkEnd w:id="193"/>
      <w:bookmarkEnd w:id="194"/>
      <w:bookmarkEnd w:id="195"/>
      <w:bookmarkEnd w:id="196"/>
      <w:bookmarkEnd w:id="197"/>
      <w:bookmarkEnd w:id="198"/>
      <w:bookmarkEnd w:id="199"/>
      <w:bookmarkEnd w:id="200"/>
    </w:p>
    <w:p w14:paraId="119C04AB" w14:textId="12C2527F" w:rsidR="002F0E6A" w:rsidRDefault="002F0E6A" w:rsidP="002F0E6A">
      <w:r>
        <w:t xml:space="preserve">Conformant KMIP servers and clients SHALL handle client authenticity in accordance with </w:t>
      </w:r>
      <w:r>
        <w:fldChar w:fldCharType="begin"/>
      </w:r>
      <w:r>
        <w:instrText xml:space="preserve"> REF _Ref433314332 \h </w:instrText>
      </w:r>
      <w:r>
        <w:fldChar w:fldCharType="separate"/>
      </w:r>
      <w:r w:rsidR="00DA37E6">
        <w:t xml:space="preserve">Basic Authentication </w:t>
      </w:r>
      <w:r w:rsidR="00DA37E6" w:rsidRPr="009D4968">
        <w:t>Client Au</w:t>
      </w:r>
      <w:r w:rsidR="00DA37E6">
        <w:t>t</w:t>
      </w:r>
      <w:r w:rsidR="00DA37E6" w:rsidRPr="009D4968">
        <w:t>henticity</w:t>
      </w:r>
      <w:r>
        <w:fldChar w:fldCharType="end"/>
      </w:r>
      <w:r>
        <w:t xml:space="preserve"> (</w:t>
      </w:r>
      <w:r>
        <w:fldChar w:fldCharType="begin"/>
      </w:r>
      <w:r>
        <w:instrText xml:space="preserve"> REF _Ref433314332 \r \h </w:instrText>
      </w:r>
      <w:r>
        <w:fldChar w:fldCharType="separate"/>
      </w:r>
      <w:r w:rsidR="00DA37E6">
        <w:t>3.1.3</w:t>
      </w:r>
      <w:r>
        <w:fldChar w:fldCharType="end"/>
      </w:r>
      <w:r>
        <w:t>).</w:t>
      </w:r>
    </w:p>
    <w:p w14:paraId="296BD10A" w14:textId="77777777" w:rsidR="002F0E6A" w:rsidRDefault="002F0E6A" w:rsidP="002F0E6A">
      <w:pPr>
        <w:pStyle w:val="Heading3"/>
        <w:numPr>
          <w:ilvl w:val="2"/>
          <w:numId w:val="2"/>
        </w:numPr>
      </w:pPr>
      <w:bookmarkStart w:id="201" w:name="_Toc439711236"/>
      <w:bookmarkStart w:id="202" w:name="_Toc463354529"/>
      <w:bookmarkStart w:id="203" w:name="_Toc478070443"/>
      <w:bookmarkStart w:id="204" w:name="_Toc479342063"/>
      <w:bookmarkStart w:id="205" w:name="_Toc491431422"/>
      <w:bookmarkStart w:id="206" w:name="_Toc533021308"/>
      <w:bookmarkStart w:id="207" w:name="_Toc535231551"/>
      <w:bookmarkStart w:id="208" w:name="_Toc14773174"/>
      <w:bookmarkStart w:id="209" w:name="_Toc27473225"/>
      <w:bookmarkStart w:id="210" w:name="_Toc32324361"/>
      <w:bookmarkStart w:id="211" w:name="_Toc176876057"/>
      <w:r>
        <w:t>HTTPS KMIP Port Number</w:t>
      </w:r>
      <w:bookmarkEnd w:id="201"/>
      <w:bookmarkEnd w:id="202"/>
      <w:bookmarkEnd w:id="203"/>
      <w:bookmarkEnd w:id="204"/>
      <w:bookmarkEnd w:id="205"/>
      <w:bookmarkEnd w:id="206"/>
      <w:bookmarkEnd w:id="207"/>
      <w:bookmarkEnd w:id="208"/>
      <w:bookmarkEnd w:id="209"/>
      <w:bookmarkEnd w:id="210"/>
      <w:bookmarkEnd w:id="211"/>
    </w:p>
    <w:p w14:paraId="283F39F6" w14:textId="77777777" w:rsidR="002F0E6A" w:rsidRDefault="002F0E6A" w:rsidP="002F0E6A">
      <w:r>
        <w:t>KMIP servers conformant to this profile SHOULD use TCP port number 5696, as assigned by IANA, to receive and send KMIP messages provided that both HTTPS and non-HTTPS encoded messages are supported.</w:t>
      </w:r>
    </w:p>
    <w:p w14:paraId="1C9F573B" w14:textId="77777777" w:rsidR="002F0E6A" w:rsidRDefault="002F0E6A" w:rsidP="002F0E6A">
      <w:r>
        <w:t>KMIP clients SHALL enable end user configuration of the TCP port number used, as a KMIP server MAY specify a different TCP port number for HTTPS usage.</w:t>
      </w:r>
    </w:p>
    <w:p w14:paraId="27E22324" w14:textId="77777777" w:rsidR="002F0E6A" w:rsidRDefault="002F0E6A" w:rsidP="002F0E6A">
      <w:pPr>
        <w:pStyle w:val="Heading1"/>
        <w:numPr>
          <w:ilvl w:val="0"/>
          <w:numId w:val="2"/>
        </w:numPr>
      </w:pPr>
      <w:bookmarkStart w:id="212" w:name="_Toc439711237"/>
      <w:bookmarkStart w:id="213" w:name="_Toc463354530"/>
      <w:bookmarkStart w:id="214" w:name="_Toc478070444"/>
      <w:bookmarkStart w:id="215" w:name="_Toc479342064"/>
      <w:bookmarkStart w:id="216" w:name="_Toc491431423"/>
      <w:bookmarkStart w:id="217" w:name="_Toc533021309"/>
      <w:bookmarkStart w:id="218" w:name="_Toc535231552"/>
      <w:bookmarkStart w:id="219" w:name="_Toc14773175"/>
      <w:bookmarkStart w:id="220" w:name="_Toc27473226"/>
      <w:bookmarkStart w:id="221" w:name="_Toc32324362"/>
      <w:bookmarkStart w:id="222" w:name="_Toc176876058"/>
      <w:r>
        <w:t>Conformance Test Cases</w:t>
      </w:r>
      <w:bookmarkEnd w:id="212"/>
      <w:bookmarkEnd w:id="213"/>
      <w:bookmarkEnd w:id="214"/>
      <w:bookmarkEnd w:id="215"/>
      <w:bookmarkEnd w:id="216"/>
      <w:bookmarkEnd w:id="217"/>
      <w:bookmarkEnd w:id="218"/>
      <w:bookmarkEnd w:id="219"/>
      <w:bookmarkEnd w:id="220"/>
      <w:bookmarkEnd w:id="221"/>
      <w:bookmarkEnd w:id="222"/>
    </w:p>
    <w:p w14:paraId="296AD21A" w14:textId="67EF2A2A" w:rsidR="002F0E6A" w:rsidRDefault="002F0E6A" w:rsidP="002F0E6A">
      <w:r>
        <w:t xml:space="preserve">The test cases define a number of request-response pairs for KMIP operations. Each test case is provided in the XML format specified in </w:t>
      </w:r>
      <w:r>
        <w:fldChar w:fldCharType="begin"/>
      </w:r>
      <w:r>
        <w:instrText xml:space="preserve"> REF _Ref439709928 \h </w:instrText>
      </w:r>
      <w:r>
        <w:fldChar w:fldCharType="separate"/>
      </w:r>
      <w:r w:rsidR="00DA37E6">
        <w:t>XML Encoding</w:t>
      </w:r>
      <w:r>
        <w:fldChar w:fldCharType="end"/>
      </w:r>
      <w:r>
        <w:t xml:space="preserve"> (</w:t>
      </w:r>
      <w:r>
        <w:fldChar w:fldCharType="begin"/>
      </w:r>
      <w:r>
        <w:instrText xml:space="preserve"> REF _Ref439709928 \r \h </w:instrText>
      </w:r>
      <w:r>
        <w:fldChar w:fldCharType="separate"/>
      </w:r>
      <w:r w:rsidR="00DA37E6">
        <w:t>5.4.1</w:t>
      </w:r>
      <w:r>
        <w:fldChar w:fldCharType="end"/>
      </w:r>
      <w:r>
        <w:t>) intended to be both human-readable and usable by automated tools.</w:t>
      </w:r>
    </w:p>
    <w:p w14:paraId="020B07DD" w14:textId="77777777" w:rsidR="002F0E6A" w:rsidRDefault="002F0E6A" w:rsidP="002F0E6A">
      <w:r>
        <w:t>Each test case has a unique label (the section name) which includes indication of mandatory (-M-) or optional (-O-) status and the protocol version major and minor numbers as part of the identifier.</w:t>
      </w:r>
    </w:p>
    <w:p w14:paraId="7C3969A5" w14:textId="77777777" w:rsidR="002F0E6A" w:rsidRDefault="002F0E6A" w:rsidP="002F0E6A">
      <w:r>
        <w:t>The test cases may depend on a specific configuration of a KMIP client and server being configured in a manner consistent with the test case assumptions.</w:t>
      </w:r>
    </w:p>
    <w:p w14:paraId="4196E045" w14:textId="77777777" w:rsidR="002F0E6A" w:rsidRDefault="002F0E6A" w:rsidP="002F0E6A">
      <w:r>
        <w:t>Where possible the flow of unique identifiers between tests, the date-time values, and other dynamic items are indicated using symbolic identifiers – in actual request and response messages these dynamic values will be filled in with valid values.</w:t>
      </w:r>
    </w:p>
    <w:p w14:paraId="54269540" w14:textId="77777777" w:rsidR="002F0E6A" w:rsidRDefault="002F0E6A" w:rsidP="002F0E6A">
      <w:r>
        <w:t>Symbolic identifiers are of the form $UPPERCASE_NAME followed by optional unique index value. Wherever a symbolic identifier occurs in a test cases the implementation must replace it with a reasonable appearing datum of the expected type. Time values can be specified in terms of an offset from the current time in seconds of the form $NOW or $NOW-n or $</w:t>
      </w:r>
      <w:proofErr w:type="spellStart"/>
      <w:r>
        <w:t>NOW+n</w:t>
      </w:r>
      <w:proofErr w:type="spellEnd"/>
      <w:r>
        <w:t>.</w:t>
      </w:r>
    </w:p>
    <w:p w14:paraId="67389E73" w14:textId="4EED71FB" w:rsidR="002F0E6A" w:rsidRDefault="002F0E6A" w:rsidP="002F0E6A">
      <w:r>
        <w:t xml:space="preserve">Note: the values for the returned items and the custom attributes are illustrative. </w:t>
      </w:r>
      <w:r w:rsidRPr="00D1622D">
        <w:t>Actual values from a real client</w:t>
      </w:r>
      <w:r>
        <w:t xml:space="preserve"> </w:t>
      </w:r>
      <w:r w:rsidRPr="000276A3">
        <w:t>or server</w:t>
      </w:r>
      <w:r w:rsidRPr="00D1622D">
        <w:t xml:space="preserve"> system </w:t>
      </w:r>
      <w:r>
        <w:t xml:space="preserve">may </w:t>
      </w:r>
      <w:r w:rsidRPr="00D1622D">
        <w:t>vary</w:t>
      </w:r>
      <w:r>
        <w:t xml:space="preserve"> as specified in section </w:t>
      </w:r>
      <w:r>
        <w:fldChar w:fldCharType="begin"/>
      </w:r>
      <w:r>
        <w:instrText xml:space="preserve"> REF _Ref433313415 \r \h </w:instrText>
      </w:r>
      <w:r>
        <w:fldChar w:fldCharType="separate"/>
      </w:r>
      <w:r w:rsidR="00DA37E6">
        <w:t>4.1</w:t>
      </w:r>
      <w:r>
        <w:fldChar w:fldCharType="end"/>
      </w:r>
      <w:r>
        <w:t>.</w:t>
      </w:r>
    </w:p>
    <w:p w14:paraId="022398B1" w14:textId="77777777" w:rsidR="002F0E6A" w:rsidRDefault="002F0E6A" w:rsidP="002F0E6A">
      <w:pPr>
        <w:pStyle w:val="Heading2"/>
        <w:numPr>
          <w:ilvl w:val="1"/>
          <w:numId w:val="2"/>
        </w:numPr>
      </w:pPr>
      <w:bookmarkStart w:id="223" w:name="_Toc433314480"/>
      <w:bookmarkStart w:id="224" w:name="_Toc433315222"/>
      <w:bookmarkStart w:id="225" w:name="_Toc434522296"/>
      <w:bookmarkStart w:id="226" w:name="_Toc434524533"/>
      <w:bookmarkStart w:id="227" w:name="_Ref433313415"/>
      <w:bookmarkStart w:id="228" w:name="_Toc439711238"/>
      <w:bookmarkStart w:id="229" w:name="_Toc463354531"/>
      <w:bookmarkStart w:id="230" w:name="_Toc478070445"/>
      <w:bookmarkStart w:id="231" w:name="_Toc479342065"/>
      <w:bookmarkStart w:id="232" w:name="_Toc491431424"/>
      <w:bookmarkStart w:id="233" w:name="_Toc533021310"/>
      <w:bookmarkStart w:id="234" w:name="_Toc535231553"/>
      <w:bookmarkStart w:id="235" w:name="_Toc14773176"/>
      <w:bookmarkStart w:id="236" w:name="_Toc27473227"/>
      <w:bookmarkStart w:id="237" w:name="_Toc32324363"/>
      <w:bookmarkStart w:id="238" w:name="_Toc176876059"/>
      <w:bookmarkEnd w:id="223"/>
      <w:bookmarkEnd w:id="224"/>
      <w:bookmarkEnd w:id="225"/>
      <w:bookmarkEnd w:id="226"/>
      <w:r>
        <w:t>Permitted Test Case Variations</w:t>
      </w:r>
      <w:bookmarkEnd w:id="227"/>
      <w:bookmarkEnd w:id="228"/>
      <w:bookmarkEnd w:id="229"/>
      <w:bookmarkEnd w:id="230"/>
      <w:bookmarkEnd w:id="231"/>
      <w:bookmarkEnd w:id="232"/>
      <w:bookmarkEnd w:id="233"/>
      <w:bookmarkEnd w:id="234"/>
      <w:bookmarkEnd w:id="235"/>
      <w:bookmarkEnd w:id="236"/>
      <w:bookmarkEnd w:id="237"/>
      <w:bookmarkEnd w:id="238"/>
    </w:p>
    <w:p w14:paraId="2AA57BE5" w14:textId="77777777" w:rsidR="002F0E6A" w:rsidRDefault="002F0E6A" w:rsidP="002F0E6A">
      <w:r>
        <w:t>Whilst the test cases provided in a Profile define the allowed request and response content, some inherent variations MAY occur and are permitted within a successfully completed test case.</w:t>
      </w:r>
    </w:p>
    <w:p w14:paraId="298EBF83" w14:textId="77777777" w:rsidR="002F0E6A" w:rsidRDefault="002F0E6A" w:rsidP="002F0E6A">
      <w:r>
        <w:t>Each test case MAY include allowed variations in the description of the test case in addition to the variations noted in this section.</w:t>
      </w:r>
    </w:p>
    <w:p w14:paraId="6455BB5C" w14:textId="77777777" w:rsidR="002F0E6A" w:rsidRDefault="002F0E6A" w:rsidP="002F0E6A">
      <w:r>
        <w:t>Other variations not explicitly noted in this section SHALL be deemed non-conformant.</w:t>
      </w:r>
    </w:p>
    <w:p w14:paraId="4801B028" w14:textId="77777777" w:rsidR="002F0E6A" w:rsidRDefault="002F0E6A" w:rsidP="002F0E6A">
      <w:pPr>
        <w:pStyle w:val="Heading3"/>
        <w:numPr>
          <w:ilvl w:val="2"/>
          <w:numId w:val="2"/>
        </w:numPr>
      </w:pPr>
      <w:bookmarkStart w:id="239" w:name="_Toc363667831"/>
      <w:bookmarkStart w:id="240" w:name="_Toc364101236"/>
      <w:bookmarkStart w:id="241" w:name="_Toc390246116"/>
      <w:bookmarkStart w:id="242" w:name="_Toc409613815"/>
      <w:bookmarkStart w:id="243" w:name="_Toc439711239"/>
      <w:bookmarkStart w:id="244" w:name="_Toc463354532"/>
      <w:bookmarkStart w:id="245" w:name="_Toc478070446"/>
      <w:bookmarkStart w:id="246" w:name="_Toc479342066"/>
      <w:bookmarkStart w:id="247" w:name="_Toc491431425"/>
      <w:bookmarkStart w:id="248" w:name="_Toc533021311"/>
      <w:bookmarkStart w:id="249" w:name="_Toc535231554"/>
      <w:bookmarkStart w:id="250" w:name="_Toc14773177"/>
      <w:bookmarkStart w:id="251" w:name="_Toc27473228"/>
      <w:bookmarkStart w:id="252" w:name="_Toc32324364"/>
      <w:bookmarkStart w:id="253" w:name="_Toc176876060"/>
      <w:r>
        <w:t>Variable Items</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3CFD26A" w14:textId="77777777" w:rsidR="002F0E6A" w:rsidRDefault="002F0E6A" w:rsidP="002F0E6A">
      <w:r w:rsidRPr="00332A21">
        <w:t xml:space="preserve">An implementation </w:t>
      </w:r>
      <w:r>
        <w:t>conformant to a Profile MAY vary the following values:</w:t>
      </w:r>
    </w:p>
    <w:p w14:paraId="56C7E4DA" w14:textId="77777777" w:rsidR="006E1D0D" w:rsidRDefault="002F0E6A" w:rsidP="002F0E6A">
      <w:pPr>
        <w:numPr>
          <w:ilvl w:val="0"/>
          <w:numId w:val="20"/>
        </w:numPr>
      </w:pPr>
      <w:r>
        <w:t>Unique Identifier</w:t>
      </w:r>
    </w:p>
    <w:p w14:paraId="4DA36FD0" w14:textId="77777777" w:rsidR="002F0E6A" w:rsidRDefault="006E1D0D" w:rsidP="002F0E6A">
      <w:pPr>
        <w:numPr>
          <w:ilvl w:val="0"/>
          <w:numId w:val="20"/>
        </w:numPr>
      </w:pPr>
      <w:r>
        <w:t>Short Unique Identifier</w:t>
      </w:r>
      <w:r w:rsidR="002F0E6A">
        <w:t xml:space="preserve"> </w:t>
      </w:r>
    </w:p>
    <w:p w14:paraId="120558A1" w14:textId="77777777" w:rsidR="002F0E6A" w:rsidRDefault="002F0E6A" w:rsidP="002F0E6A">
      <w:pPr>
        <w:numPr>
          <w:ilvl w:val="0"/>
          <w:numId w:val="20"/>
        </w:numPr>
      </w:pPr>
      <w:r>
        <w:t>Private Key Unique Identifier</w:t>
      </w:r>
    </w:p>
    <w:p w14:paraId="7225D8B3" w14:textId="77777777" w:rsidR="002F0E6A" w:rsidRDefault="002F0E6A" w:rsidP="002F0E6A">
      <w:pPr>
        <w:numPr>
          <w:ilvl w:val="0"/>
          <w:numId w:val="20"/>
        </w:numPr>
      </w:pPr>
      <w:r>
        <w:t>Public Key Unique Identifier</w:t>
      </w:r>
    </w:p>
    <w:p w14:paraId="30F73E6B" w14:textId="77777777" w:rsidR="002F0E6A" w:rsidRDefault="002F0E6A" w:rsidP="002F0E6A">
      <w:pPr>
        <w:numPr>
          <w:ilvl w:val="0"/>
          <w:numId w:val="20"/>
        </w:numPr>
      </w:pPr>
      <w:r>
        <w:t>Asynchronous Correlation Value</w:t>
      </w:r>
    </w:p>
    <w:p w14:paraId="18225E39" w14:textId="77777777" w:rsidR="002F0E6A" w:rsidRDefault="002F0E6A" w:rsidP="002F0E6A">
      <w:pPr>
        <w:numPr>
          <w:ilvl w:val="0"/>
          <w:numId w:val="20"/>
        </w:numPr>
      </w:pPr>
      <w:r>
        <w:t>Time Stamp</w:t>
      </w:r>
    </w:p>
    <w:p w14:paraId="798571E4" w14:textId="77777777" w:rsidR="002F0E6A" w:rsidRDefault="002F0E6A" w:rsidP="002F0E6A">
      <w:pPr>
        <w:numPr>
          <w:ilvl w:val="0"/>
          <w:numId w:val="20"/>
        </w:numPr>
      </w:pPr>
      <w:r>
        <w:t>Key Value / Key Material including:</w:t>
      </w:r>
    </w:p>
    <w:p w14:paraId="0F6F3915" w14:textId="77777777" w:rsidR="002F0E6A" w:rsidRDefault="002F0E6A" w:rsidP="002F0E6A">
      <w:pPr>
        <w:numPr>
          <w:ilvl w:val="1"/>
          <w:numId w:val="20"/>
        </w:numPr>
      </w:pPr>
      <w:r>
        <w:t>key material content returned for managed cryptographic objects which are generated by the server</w:t>
      </w:r>
    </w:p>
    <w:p w14:paraId="38ED9AD8" w14:textId="77777777" w:rsidR="002F0E6A" w:rsidRDefault="002F0E6A" w:rsidP="002F0E6A">
      <w:pPr>
        <w:numPr>
          <w:ilvl w:val="1"/>
          <w:numId w:val="20"/>
        </w:numPr>
      </w:pPr>
      <w:r>
        <w:t>wrapped versions of keys where the wrapping key is dynamic, or the wrapping contains variable output for each wrap operation</w:t>
      </w:r>
    </w:p>
    <w:p w14:paraId="0E5A1D80" w14:textId="77777777" w:rsidR="002F0E6A" w:rsidRDefault="002F0E6A" w:rsidP="002F0E6A">
      <w:pPr>
        <w:numPr>
          <w:ilvl w:val="0"/>
          <w:numId w:val="20"/>
        </w:numPr>
      </w:pPr>
      <w:r>
        <w:t>For response containing the output of cryptographic operation in Data / Signature Data/ MAC Data / IV Counter Nonce where:</w:t>
      </w:r>
    </w:p>
    <w:p w14:paraId="322A607D" w14:textId="77777777" w:rsidR="002F0E6A" w:rsidRDefault="002F0E6A" w:rsidP="002F0E6A">
      <w:pPr>
        <w:numPr>
          <w:ilvl w:val="1"/>
          <w:numId w:val="20"/>
        </w:numPr>
      </w:pPr>
      <w:r>
        <w:t>the managed object is generated by the server; or</w:t>
      </w:r>
    </w:p>
    <w:p w14:paraId="1EC45C9A" w14:textId="77777777" w:rsidR="002F0E6A" w:rsidRDefault="002F0E6A" w:rsidP="002F0E6A">
      <w:pPr>
        <w:numPr>
          <w:ilvl w:val="1"/>
          <w:numId w:val="20"/>
        </w:numPr>
      </w:pPr>
      <w:r>
        <w:t xml:space="preserve">the operation inherently contains variable output </w:t>
      </w:r>
    </w:p>
    <w:p w14:paraId="6E213478" w14:textId="77777777" w:rsidR="002F0E6A" w:rsidRDefault="002F0E6A" w:rsidP="002F0E6A">
      <w:pPr>
        <w:numPr>
          <w:ilvl w:val="0"/>
          <w:numId w:val="20"/>
        </w:numPr>
      </w:pPr>
      <w:r>
        <w:t xml:space="preserve">For the following </w:t>
      </w:r>
      <w:proofErr w:type="spellStart"/>
      <w:r>
        <w:t>DateTime</w:t>
      </w:r>
      <w:proofErr w:type="spellEnd"/>
      <w:r>
        <w:t xml:space="preserve"> attributes where the value is not specified in the request as a fixed </w:t>
      </w:r>
      <w:proofErr w:type="spellStart"/>
      <w:r>
        <w:t>DateTime</w:t>
      </w:r>
      <w:proofErr w:type="spellEnd"/>
      <w:r>
        <w:t xml:space="preserve"> value:</w:t>
      </w:r>
    </w:p>
    <w:p w14:paraId="0AE6C619" w14:textId="77777777" w:rsidR="002F0E6A" w:rsidRDefault="002F0E6A" w:rsidP="002F0E6A">
      <w:pPr>
        <w:numPr>
          <w:ilvl w:val="1"/>
          <w:numId w:val="20"/>
        </w:numPr>
      </w:pPr>
      <w:r>
        <w:t>Activation Date</w:t>
      </w:r>
    </w:p>
    <w:p w14:paraId="524A7324" w14:textId="77777777" w:rsidR="002F0E6A" w:rsidRDefault="002F0E6A" w:rsidP="002F0E6A">
      <w:pPr>
        <w:numPr>
          <w:ilvl w:val="1"/>
          <w:numId w:val="20"/>
        </w:numPr>
      </w:pPr>
      <w:r>
        <w:t>Archive Date</w:t>
      </w:r>
    </w:p>
    <w:p w14:paraId="0D2FFF8D" w14:textId="77777777" w:rsidR="00AA2431" w:rsidRDefault="00AA2431" w:rsidP="002F0E6A">
      <w:pPr>
        <w:numPr>
          <w:ilvl w:val="1"/>
          <w:numId w:val="20"/>
        </w:numPr>
      </w:pPr>
      <w:r>
        <w:t>Build Date</w:t>
      </w:r>
    </w:p>
    <w:p w14:paraId="056B850A" w14:textId="77777777" w:rsidR="002F0E6A" w:rsidRDefault="002F0E6A" w:rsidP="002F0E6A">
      <w:pPr>
        <w:numPr>
          <w:ilvl w:val="1"/>
          <w:numId w:val="20"/>
        </w:numPr>
      </w:pPr>
      <w:r>
        <w:t>Compromise Date</w:t>
      </w:r>
    </w:p>
    <w:p w14:paraId="08DB88AF" w14:textId="77777777" w:rsidR="002F0E6A" w:rsidRDefault="002F0E6A" w:rsidP="002F0E6A">
      <w:pPr>
        <w:numPr>
          <w:ilvl w:val="1"/>
          <w:numId w:val="20"/>
        </w:numPr>
      </w:pPr>
      <w:r>
        <w:t>Compromise Occurrence Date</w:t>
      </w:r>
    </w:p>
    <w:p w14:paraId="69174FF4" w14:textId="77777777" w:rsidR="002F0E6A" w:rsidRDefault="002F0E6A" w:rsidP="002F0E6A">
      <w:pPr>
        <w:numPr>
          <w:ilvl w:val="1"/>
          <w:numId w:val="20"/>
        </w:numPr>
      </w:pPr>
      <w:r>
        <w:t>Deactivation Date</w:t>
      </w:r>
    </w:p>
    <w:p w14:paraId="3E632E30" w14:textId="77777777" w:rsidR="002F0E6A" w:rsidRDefault="002F0E6A" w:rsidP="002F0E6A">
      <w:pPr>
        <w:numPr>
          <w:ilvl w:val="1"/>
          <w:numId w:val="20"/>
        </w:numPr>
      </w:pPr>
      <w:r>
        <w:t>Destroy Date</w:t>
      </w:r>
    </w:p>
    <w:p w14:paraId="7DEFCC83" w14:textId="77777777" w:rsidR="002F0E6A" w:rsidRDefault="002F0E6A" w:rsidP="002F0E6A">
      <w:pPr>
        <w:numPr>
          <w:ilvl w:val="1"/>
          <w:numId w:val="20"/>
        </w:numPr>
      </w:pPr>
      <w:r>
        <w:t>Initial Date</w:t>
      </w:r>
    </w:p>
    <w:p w14:paraId="7385BF10" w14:textId="77777777" w:rsidR="002F0E6A" w:rsidRDefault="002F0E6A" w:rsidP="002F0E6A">
      <w:pPr>
        <w:numPr>
          <w:ilvl w:val="1"/>
          <w:numId w:val="20"/>
        </w:numPr>
      </w:pPr>
      <w:r>
        <w:t>Last Change Date</w:t>
      </w:r>
    </w:p>
    <w:p w14:paraId="6CFFC438" w14:textId="77777777" w:rsidR="002F0E6A" w:rsidRDefault="002F0E6A" w:rsidP="002F0E6A">
      <w:pPr>
        <w:numPr>
          <w:ilvl w:val="1"/>
          <w:numId w:val="20"/>
        </w:numPr>
      </w:pPr>
      <w:r>
        <w:t xml:space="preserve">Protect </w:t>
      </w:r>
      <w:proofErr w:type="spellStart"/>
      <w:r w:rsidR="006E1D0D">
        <w:t>Stop</w:t>
      </w:r>
      <w:r>
        <w:t>Date</w:t>
      </w:r>
      <w:proofErr w:type="spellEnd"/>
    </w:p>
    <w:p w14:paraId="2B17787A" w14:textId="77777777" w:rsidR="002F0E6A" w:rsidRDefault="002F0E6A" w:rsidP="002F0E6A">
      <w:pPr>
        <w:numPr>
          <w:ilvl w:val="1"/>
          <w:numId w:val="20"/>
        </w:numPr>
      </w:pPr>
      <w:r>
        <w:t xml:space="preserve">Process </w:t>
      </w:r>
      <w:r w:rsidR="006E1D0D">
        <w:t xml:space="preserve">Start </w:t>
      </w:r>
      <w:r>
        <w:t>Date</w:t>
      </w:r>
    </w:p>
    <w:p w14:paraId="3E75BBF5" w14:textId="77777777" w:rsidR="00AA2431" w:rsidRDefault="00AA2431" w:rsidP="002F0E6A">
      <w:pPr>
        <w:numPr>
          <w:ilvl w:val="1"/>
          <w:numId w:val="20"/>
        </w:numPr>
      </w:pPr>
      <w:r>
        <w:t>Rotate Date</w:t>
      </w:r>
    </w:p>
    <w:p w14:paraId="45B88576" w14:textId="77777777" w:rsidR="00AA2431" w:rsidRDefault="00AA2431" w:rsidP="002F0E6A">
      <w:pPr>
        <w:numPr>
          <w:ilvl w:val="1"/>
          <w:numId w:val="20"/>
        </w:numPr>
      </w:pPr>
      <w:r>
        <w:t>Submission Date</w:t>
      </w:r>
    </w:p>
    <w:p w14:paraId="52E4E971" w14:textId="77777777" w:rsidR="002F0E6A" w:rsidRDefault="002F0E6A" w:rsidP="002F0E6A">
      <w:pPr>
        <w:numPr>
          <w:ilvl w:val="1"/>
          <w:numId w:val="20"/>
        </w:numPr>
      </w:pPr>
      <w:r>
        <w:t>Validity Date</w:t>
      </w:r>
    </w:p>
    <w:p w14:paraId="32DC6B45" w14:textId="77777777" w:rsidR="002F0E6A" w:rsidRDefault="002F0E6A" w:rsidP="002F0E6A">
      <w:pPr>
        <w:numPr>
          <w:ilvl w:val="1"/>
          <w:numId w:val="20"/>
        </w:numPr>
      </w:pPr>
      <w:r>
        <w:t>Original Creation Date</w:t>
      </w:r>
    </w:p>
    <w:p w14:paraId="4D0BFA07" w14:textId="77777777" w:rsidR="002F0E6A" w:rsidRDefault="002F0E6A" w:rsidP="002F0E6A">
      <w:pPr>
        <w:numPr>
          <w:ilvl w:val="0"/>
          <w:numId w:val="20"/>
        </w:numPr>
      </w:pPr>
      <w:r>
        <w:t>Digest Value</w:t>
      </w:r>
    </w:p>
    <w:p w14:paraId="5F83AEB7" w14:textId="77777777" w:rsidR="002F0E6A" w:rsidRDefault="002F0E6A" w:rsidP="002F0E6A">
      <w:pPr>
        <w:numPr>
          <w:ilvl w:val="1"/>
          <w:numId w:val="20"/>
        </w:numPr>
      </w:pPr>
      <w:r>
        <w:t>For those managed cryptographic objects which are dynamically generated</w:t>
      </w:r>
    </w:p>
    <w:p w14:paraId="59D289F5" w14:textId="77777777" w:rsidR="002F0E6A" w:rsidRDefault="002F0E6A" w:rsidP="002F0E6A">
      <w:pPr>
        <w:numPr>
          <w:ilvl w:val="0"/>
          <w:numId w:val="20"/>
        </w:numPr>
      </w:pPr>
      <w:r>
        <w:t xml:space="preserve">Key Format Type </w:t>
      </w:r>
    </w:p>
    <w:p w14:paraId="7D034FEC" w14:textId="77777777" w:rsidR="002F0E6A" w:rsidRDefault="002F0E6A" w:rsidP="002F0E6A">
      <w:pPr>
        <w:numPr>
          <w:ilvl w:val="1"/>
          <w:numId w:val="21"/>
        </w:numPr>
      </w:pPr>
      <w:r>
        <w:t>The key format type selected by the server when it creates managed objects except when the key format type is specified in the request or there is a default value required in the specification and in which case the value must match.</w:t>
      </w:r>
    </w:p>
    <w:p w14:paraId="031DFB5D" w14:textId="77777777" w:rsidR="002F0E6A" w:rsidRDefault="002F0E6A" w:rsidP="002F0E6A">
      <w:pPr>
        <w:numPr>
          <w:ilvl w:val="0"/>
          <w:numId w:val="20"/>
        </w:numPr>
      </w:pPr>
      <w:r>
        <w:t>Digest</w:t>
      </w:r>
    </w:p>
    <w:p w14:paraId="3040BE2E" w14:textId="77777777" w:rsidR="002F0E6A" w:rsidRDefault="002F0E6A" w:rsidP="002F0E6A">
      <w:pPr>
        <w:numPr>
          <w:ilvl w:val="0"/>
          <w:numId w:val="23"/>
        </w:numPr>
      </w:pPr>
      <w:r>
        <w:t>The Hashing Algorithm selected by the server when it calculates the digest for a managed object for which it has access to the key material provided that a Digest is always available with the Hashing Algorithm of SHA256 (the default)</w:t>
      </w:r>
    </w:p>
    <w:p w14:paraId="3ECCC8AC" w14:textId="77777777" w:rsidR="002F0E6A" w:rsidRDefault="002F0E6A" w:rsidP="002F0E6A">
      <w:pPr>
        <w:numPr>
          <w:ilvl w:val="0"/>
          <w:numId w:val="23"/>
        </w:numPr>
      </w:pPr>
      <w:r>
        <w:t xml:space="preserve">The Digest Value </w:t>
      </w:r>
    </w:p>
    <w:p w14:paraId="513B56C9" w14:textId="77777777" w:rsidR="002F0E6A" w:rsidRDefault="002F0E6A" w:rsidP="002F0E6A">
      <w:pPr>
        <w:numPr>
          <w:ilvl w:val="0"/>
          <w:numId w:val="20"/>
        </w:numPr>
      </w:pPr>
      <w:r>
        <w:t>Extensions reported in Query for function Query Extension List and Query Extension Map</w:t>
      </w:r>
    </w:p>
    <w:p w14:paraId="6C7D30DD" w14:textId="77777777" w:rsidR="002F0E6A" w:rsidRDefault="002F0E6A" w:rsidP="002F0E6A">
      <w:pPr>
        <w:numPr>
          <w:ilvl w:val="0"/>
          <w:numId w:val="20"/>
        </w:numPr>
      </w:pPr>
      <w:r>
        <w:t>Application Namespaces reported in Query for function Query Application Namespaces</w:t>
      </w:r>
    </w:p>
    <w:p w14:paraId="19C871F1" w14:textId="77777777" w:rsidR="002F0E6A" w:rsidRDefault="002F0E6A" w:rsidP="002F0E6A">
      <w:pPr>
        <w:numPr>
          <w:ilvl w:val="0"/>
          <w:numId w:val="20"/>
        </w:numPr>
      </w:pPr>
      <w:r>
        <w:t>Object Types reported in Query other than those noted as required in the profile</w:t>
      </w:r>
    </w:p>
    <w:p w14:paraId="39C7F481" w14:textId="77777777" w:rsidR="002F0E6A" w:rsidRDefault="002F0E6A" w:rsidP="002F0E6A">
      <w:pPr>
        <w:numPr>
          <w:ilvl w:val="0"/>
          <w:numId w:val="20"/>
        </w:numPr>
      </w:pPr>
      <w:r>
        <w:t xml:space="preserve">Operation Types reported in Query other than those noted as required in the profile </w:t>
      </w:r>
    </w:p>
    <w:p w14:paraId="46FBDD6B" w14:textId="77777777" w:rsidR="002F0E6A" w:rsidRDefault="002F0E6A" w:rsidP="002F0E6A">
      <w:pPr>
        <w:numPr>
          <w:ilvl w:val="0"/>
          <w:numId w:val="20"/>
        </w:numPr>
      </w:pPr>
      <w:r>
        <w:t xml:space="preserve">For </w:t>
      </w:r>
      <w:proofErr w:type="spellStart"/>
      <w:r>
        <w:t>TextString</w:t>
      </w:r>
      <w:proofErr w:type="spellEnd"/>
      <w:r>
        <w:t xml:space="preserve"> attribute values containing test identifiers:</w:t>
      </w:r>
    </w:p>
    <w:p w14:paraId="476A2292" w14:textId="77777777" w:rsidR="002F0E6A" w:rsidRDefault="002F0E6A" w:rsidP="002F0E6A">
      <w:pPr>
        <w:numPr>
          <w:ilvl w:val="0"/>
          <w:numId w:val="24"/>
        </w:numPr>
      </w:pPr>
      <w:r>
        <w:t xml:space="preserve"> Additional vendor or application prefixes</w:t>
      </w:r>
    </w:p>
    <w:p w14:paraId="4DBD0691" w14:textId="77777777" w:rsidR="002F0E6A" w:rsidRDefault="002F0E6A" w:rsidP="002F0E6A">
      <w:pPr>
        <w:numPr>
          <w:ilvl w:val="0"/>
          <w:numId w:val="20"/>
        </w:numPr>
      </w:pPr>
      <w:r>
        <w:t>Server Correlation Value</w:t>
      </w:r>
    </w:p>
    <w:p w14:paraId="67B1C61C" w14:textId="77777777" w:rsidR="002F0E6A" w:rsidRDefault="002F0E6A" w:rsidP="002F0E6A">
      <w:pPr>
        <w:numPr>
          <w:ilvl w:val="0"/>
          <w:numId w:val="20"/>
        </w:numPr>
      </w:pPr>
      <w:r>
        <w:t>Client Correlation Value</w:t>
      </w:r>
    </w:p>
    <w:p w14:paraId="2A0A0D6B" w14:textId="77777777" w:rsidR="002F0E6A" w:rsidRDefault="002F0E6A" w:rsidP="002F0E6A">
      <w:pPr>
        <w:numPr>
          <w:ilvl w:val="0"/>
          <w:numId w:val="20"/>
        </w:numPr>
      </w:pPr>
      <w:r>
        <w:t>Additional attributes beyond those noted in the response</w:t>
      </w:r>
    </w:p>
    <w:p w14:paraId="5EB19544" w14:textId="77777777" w:rsidR="002F0E6A" w:rsidRDefault="002F0E6A" w:rsidP="002F0E6A">
      <w:pPr>
        <w:tabs>
          <w:tab w:val="left" w:pos="5359"/>
        </w:tabs>
      </w:pPr>
      <w:r>
        <w:tab/>
      </w:r>
    </w:p>
    <w:p w14:paraId="5DB831E9" w14:textId="77777777" w:rsidR="002F0E6A" w:rsidRDefault="002F0E6A" w:rsidP="002F0E6A">
      <w:r w:rsidRPr="00332A21">
        <w:t xml:space="preserve">An implementation </w:t>
      </w:r>
      <w:r>
        <w:t>conformant to a Profile MAY allow the following response variations:</w:t>
      </w:r>
    </w:p>
    <w:p w14:paraId="7E5F9A2C" w14:textId="77777777" w:rsidR="002F0E6A" w:rsidRDefault="002F0E6A" w:rsidP="002F0E6A">
      <w:pPr>
        <w:numPr>
          <w:ilvl w:val="0"/>
          <w:numId w:val="34"/>
        </w:numPr>
      </w:pPr>
      <w:r>
        <w:t>Vendor Attributes – May or may not include additional server-specific associated attributes not included in requests</w:t>
      </w:r>
    </w:p>
    <w:p w14:paraId="34AA84B8" w14:textId="77777777" w:rsidR="002F0E6A" w:rsidRDefault="002F0E6A" w:rsidP="002F0E6A">
      <w:pPr>
        <w:numPr>
          <w:ilvl w:val="0"/>
          <w:numId w:val="34"/>
        </w:numPr>
      </w:pPr>
      <w:r>
        <w:t>Message Extensions – May or may not include additional (non-critical) vendor extensions</w:t>
      </w:r>
    </w:p>
    <w:p w14:paraId="0CB24EB4" w14:textId="77777777" w:rsidR="002F0E6A" w:rsidRDefault="002F0E6A" w:rsidP="002F0E6A">
      <w:pPr>
        <w:numPr>
          <w:ilvl w:val="0"/>
          <w:numId w:val="34"/>
        </w:numPr>
      </w:pPr>
      <w:r>
        <w:t>Result Message – May or may not be included in responses and the value (if included) may vary from the text contained within the test case.</w:t>
      </w:r>
    </w:p>
    <w:p w14:paraId="2F820A49" w14:textId="77777777" w:rsidR="002F0E6A" w:rsidRDefault="002F0E6A" w:rsidP="002F0E6A">
      <w:pPr>
        <w:numPr>
          <w:ilvl w:val="0"/>
          <w:numId w:val="34"/>
        </w:numPr>
      </w:pPr>
      <w:r>
        <w:t xml:space="preserve">The list of Protocol Versions returned in a Discover Version response may include additional protocol versions if the request has not specified a list of </w:t>
      </w:r>
      <w:proofErr w:type="gramStart"/>
      <w:r>
        <w:t>client</w:t>
      </w:r>
      <w:proofErr w:type="gramEnd"/>
      <w:r>
        <w:t xml:space="preserve"> supported Protocol Versions.</w:t>
      </w:r>
    </w:p>
    <w:p w14:paraId="2AD16385" w14:textId="77777777" w:rsidR="002F0E6A" w:rsidRDefault="002F0E6A" w:rsidP="002F0E6A">
      <w:pPr>
        <w:numPr>
          <w:ilvl w:val="0"/>
          <w:numId w:val="34"/>
        </w:numPr>
      </w:pPr>
      <w:r w:rsidRPr="00CC3517">
        <w:t>Vendor</w:t>
      </w:r>
      <w:r>
        <w:t xml:space="preserve"> </w:t>
      </w:r>
      <w:r w:rsidRPr="00CC3517">
        <w:t>Identification - The value (if included) may vary from the text contained within the test case.</w:t>
      </w:r>
    </w:p>
    <w:p w14:paraId="3DE3A65B" w14:textId="77777777" w:rsidR="002F0E6A" w:rsidRDefault="002F0E6A" w:rsidP="002F0E6A">
      <w:pPr>
        <w:numPr>
          <w:ilvl w:val="0"/>
          <w:numId w:val="34"/>
        </w:numPr>
      </w:pPr>
      <w:r>
        <w:t>Random Number Generator – The value returned may vary from the value returned including any of the defined values for the RNG Algorithm field within the Random Number Generator attribute including Unspecified.  The other fields within the Random Number Generator (all of which are defined as optional) may be present or omitted and their value each field may be set to any value that is permitted for such a field.</w:t>
      </w:r>
    </w:p>
    <w:p w14:paraId="6171BE02" w14:textId="77777777" w:rsidR="002F0E6A" w:rsidRDefault="002F0E6A" w:rsidP="002F0E6A">
      <w:pPr>
        <w:numPr>
          <w:ilvl w:val="0"/>
          <w:numId w:val="34"/>
        </w:numPr>
      </w:pPr>
      <w:r>
        <w:t>Located Items – The field MAY be present in responses to Locate even if an Offset Items field is not present in the request.</w:t>
      </w:r>
    </w:p>
    <w:p w14:paraId="63934178" w14:textId="77777777" w:rsidR="002F0E6A" w:rsidRDefault="002F0E6A" w:rsidP="002F0E6A">
      <w:pPr>
        <w:numPr>
          <w:ilvl w:val="0"/>
          <w:numId w:val="34"/>
        </w:numPr>
      </w:pPr>
      <w:r>
        <w:t>Server Information – the contents of the structure returned MAY vary although the structure itself SHALL be present if specified in the response.</w:t>
      </w:r>
    </w:p>
    <w:p w14:paraId="23438445" w14:textId="77777777" w:rsidR="002F0E6A" w:rsidRDefault="002F0E6A" w:rsidP="002F0E6A">
      <w:pPr>
        <w:pStyle w:val="Heading3"/>
        <w:numPr>
          <w:ilvl w:val="2"/>
          <w:numId w:val="2"/>
        </w:numPr>
      </w:pPr>
      <w:bookmarkStart w:id="254" w:name="_Toc363667832"/>
      <w:bookmarkStart w:id="255" w:name="_Toc364101237"/>
      <w:bookmarkStart w:id="256" w:name="_Toc390246117"/>
      <w:bookmarkStart w:id="257" w:name="_Toc409613816"/>
      <w:bookmarkStart w:id="258" w:name="_Toc439711240"/>
      <w:bookmarkStart w:id="259" w:name="_Toc463354533"/>
      <w:bookmarkStart w:id="260" w:name="_Toc478070447"/>
      <w:bookmarkStart w:id="261" w:name="_Toc479342067"/>
      <w:bookmarkStart w:id="262" w:name="_Toc491431426"/>
      <w:bookmarkStart w:id="263" w:name="_Toc533021312"/>
      <w:bookmarkStart w:id="264" w:name="_Toc535231555"/>
      <w:bookmarkStart w:id="265" w:name="_Toc14773178"/>
      <w:bookmarkStart w:id="266" w:name="_Toc27473229"/>
      <w:bookmarkStart w:id="267" w:name="_Toc32324365"/>
      <w:bookmarkStart w:id="268" w:name="_Toc176876061"/>
      <w:r>
        <w:t>Variable behavior</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7035FF37" w14:textId="77777777" w:rsidR="002F0E6A" w:rsidRDefault="002F0E6A" w:rsidP="002F0E6A">
      <w:r w:rsidRPr="00332A21">
        <w:t xml:space="preserve">An implementation </w:t>
      </w:r>
      <w:r>
        <w:t>conformant to a Profile SHALL allow variation of the following behavior:</w:t>
      </w:r>
    </w:p>
    <w:p w14:paraId="628CCB01" w14:textId="77777777" w:rsidR="002F0E6A" w:rsidRDefault="002F0E6A" w:rsidP="002F0E6A">
      <w:pPr>
        <w:numPr>
          <w:ilvl w:val="0"/>
          <w:numId w:val="22"/>
        </w:numPr>
      </w:pPr>
      <w:r>
        <w:t xml:space="preserve">A test may omit the clean-up requests and responses (containing Revoke and/or </w:t>
      </w:r>
      <w:proofErr w:type="gramStart"/>
      <w:r>
        <w:t>Destroy</w:t>
      </w:r>
      <w:proofErr w:type="gramEnd"/>
      <w:r>
        <w:t>) at the end of the test provided there is a separate mechanism to remove the created objects during testing.</w:t>
      </w:r>
    </w:p>
    <w:p w14:paraId="4E54C01A" w14:textId="77777777" w:rsidR="002F0E6A" w:rsidRDefault="002F0E6A" w:rsidP="002F0E6A">
      <w:pPr>
        <w:numPr>
          <w:ilvl w:val="0"/>
          <w:numId w:val="22"/>
        </w:numPr>
      </w:pPr>
      <w:r>
        <w:t>A test may omit the test identifiers if the client is unable to include them in requests. This includes the following attributes:</w:t>
      </w:r>
    </w:p>
    <w:p w14:paraId="245A7E03" w14:textId="77777777" w:rsidR="002F0E6A" w:rsidRDefault="002F0E6A" w:rsidP="002F0E6A">
      <w:pPr>
        <w:numPr>
          <w:ilvl w:val="1"/>
          <w:numId w:val="22"/>
        </w:numPr>
      </w:pPr>
      <w:r w:rsidRPr="008576A0">
        <w:rPr>
          <w:i/>
        </w:rPr>
        <w:t>Name</w:t>
      </w:r>
      <w:r>
        <w:t xml:space="preserve"> (where the name includes the test identifier); and</w:t>
      </w:r>
    </w:p>
    <w:p w14:paraId="3EA10764" w14:textId="77777777" w:rsidR="002F0E6A" w:rsidRPr="00A40B0F" w:rsidRDefault="002F0E6A" w:rsidP="002F0E6A">
      <w:pPr>
        <w:numPr>
          <w:ilvl w:val="1"/>
          <w:numId w:val="22"/>
        </w:numPr>
      </w:pPr>
      <w:r w:rsidRPr="008576A0">
        <w:rPr>
          <w:i/>
        </w:rPr>
        <w:t>Interop</w:t>
      </w:r>
      <w:r w:rsidR="00AA2431">
        <w:rPr>
          <w:i/>
        </w:rPr>
        <w:t xml:space="preserve"> </w:t>
      </w:r>
      <w:r w:rsidRPr="008576A0">
        <w:rPr>
          <w:i/>
        </w:rPr>
        <w:t>Identifier</w:t>
      </w:r>
    </w:p>
    <w:p w14:paraId="42A55A0D" w14:textId="77777777" w:rsidR="002F0E6A" w:rsidRDefault="002F0E6A" w:rsidP="002F0E6A">
      <w:pPr>
        <w:numPr>
          <w:ilvl w:val="0"/>
          <w:numId w:val="22"/>
        </w:numPr>
      </w:pPr>
      <w:r>
        <w:t xml:space="preserve">A test MAY perform requests with multiple batch items or as multiple requests with a single batch item </w:t>
      </w:r>
      <w:r w:rsidR="006E1D0D">
        <w:t xml:space="preserve">in each request </w:t>
      </w:r>
      <w:r>
        <w:t xml:space="preserve">provided </w:t>
      </w:r>
      <w:r w:rsidR="006E1D0D">
        <w:t xml:space="preserve">that </w:t>
      </w:r>
      <w:r>
        <w:t xml:space="preserve">the sequence of operations </w:t>
      </w:r>
      <w:proofErr w:type="gramStart"/>
      <w:r>
        <w:t>are</w:t>
      </w:r>
      <w:proofErr w:type="gramEnd"/>
      <w:r>
        <w:t xml:space="preserve"> logically equivalent</w:t>
      </w:r>
      <w:r w:rsidR="006E1D0D">
        <w:t xml:space="preserve"> and performed in the same order</w:t>
      </w:r>
    </w:p>
    <w:p w14:paraId="5C7C6C94" w14:textId="77777777" w:rsidR="002F0E6A" w:rsidRDefault="002F0E6A" w:rsidP="002F0E6A">
      <w:pPr>
        <w:numPr>
          <w:ilvl w:val="0"/>
          <w:numId w:val="22"/>
        </w:numPr>
      </w:pPr>
      <w:r>
        <w:t xml:space="preserve">A request MAY contain an optional </w:t>
      </w:r>
      <w:r w:rsidRPr="005F550F">
        <w:rPr>
          <w:i/>
        </w:rPr>
        <w:t>Authentication</w:t>
      </w:r>
      <w:r>
        <w:t xml:space="preserve"> [KMIP_SPEC] structure within each request</w:t>
      </w:r>
    </w:p>
    <w:p w14:paraId="2C5E4B06" w14:textId="77777777" w:rsidR="002F0E6A" w:rsidRDefault="002F0E6A" w:rsidP="002F0E6A">
      <w:pPr>
        <w:numPr>
          <w:ilvl w:val="0"/>
          <w:numId w:val="22"/>
        </w:numPr>
      </w:pPr>
      <w:r>
        <w:t xml:space="preserve">The order of Attributes returned in a </w:t>
      </w:r>
      <w:r w:rsidRPr="008576A0">
        <w:rPr>
          <w:i/>
        </w:rPr>
        <w:t>Get Attributes</w:t>
      </w:r>
      <w:r>
        <w:t xml:space="preserve"> operation is not specified in [KMIP-SPEC] and an implementation MAY return the list of items in any order provided all noted items are present. Any permutation of the order of the required entries is allowed.</w:t>
      </w:r>
    </w:p>
    <w:p w14:paraId="3870F62E" w14:textId="77777777" w:rsidR="002F0E6A" w:rsidRPr="0065756A" w:rsidRDefault="002F0E6A" w:rsidP="002F0E6A">
      <w:pPr>
        <w:numPr>
          <w:ilvl w:val="0"/>
          <w:numId w:val="22"/>
        </w:numPr>
      </w:pPr>
      <w:r>
        <w:t xml:space="preserve">A test MAY be preceded by a request containing the Operation </w:t>
      </w:r>
      <w:r w:rsidRPr="0065756A">
        <w:rPr>
          <w:i/>
        </w:rPr>
        <w:t>Interop</w:t>
      </w:r>
      <w:r>
        <w:t xml:space="preserve"> with the Interop Function set to </w:t>
      </w:r>
      <w:r w:rsidRPr="0065756A">
        <w:rPr>
          <w:i/>
        </w:rPr>
        <w:t>Begin</w:t>
      </w:r>
    </w:p>
    <w:p w14:paraId="60A103BF" w14:textId="77777777" w:rsidR="002F0E6A" w:rsidRPr="00446F19" w:rsidRDefault="002F0E6A" w:rsidP="002F0E6A">
      <w:pPr>
        <w:numPr>
          <w:ilvl w:val="0"/>
          <w:numId w:val="22"/>
        </w:numPr>
      </w:pPr>
      <w:r>
        <w:t xml:space="preserve">A test MAY be followed by a request containing the Operation </w:t>
      </w:r>
      <w:r w:rsidRPr="0009105C">
        <w:rPr>
          <w:i/>
        </w:rPr>
        <w:t>Interop</w:t>
      </w:r>
      <w:r>
        <w:t xml:space="preserve"> with the Interop Function set to </w:t>
      </w:r>
      <w:r w:rsidRPr="0009105C">
        <w:rPr>
          <w:i/>
        </w:rPr>
        <w:t>End</w:t>
      </w:r>
    </w:p>
    <w:p w14:paraId="1C19A9B4" w14:textId="77777777" w:rsidR="002F0E6A" w:rsidRPr="0065756A" w:rsidRDefault="002F0E6A" w:rsidP="002F0E6A">
      <w:pPr>
        <w:numPr>
          <w:ilvl w:val="0"/>
          <w:numId w:val="22"/>
        </w:numPr>
      </w:pPr>
      <w:r>
        <w:t xml:space="preserve">Use of the Operation </w:t>
      </w:r>
      <w:r>
        <w:rPr>
          <w:i/>
        </w:rPr>
        <w:t xml:space="preserve">Interop </w:t>
      </w:r>
      <w:r>
        <w:t xml:space="preserve">is optional (it is not expected that production KMIP clients will support the </w:t>
      </w:r>
      <w:r>
        <w:rPr>
          <w:i/>
        </w:rPr>
        <w:t xml:space="preserve">Interop </w:t>
      </w:r>
      <w:r>
        <w:t xml:space="preserve">Operation) however the use of the </w:t>
      </w:r>
      <w:r>
        <w:rPr>
          <w:i/>
        </w:rPr>
        <w:t>Interop</w:t>
      </w:r>
      <w:r>
        <w:t xml:space="preserve"> function during a formal interop test event may be mandatory (depending on the rules of the specific interop event).</w:t>
      </w:r>
    </w:p>
    <w:p w14:paraId="1F9026C6" w14:textId="77777777" w:rsidR="002F0E6A" w:rsidRDefault="002F0E6A" w:rsidP="002F0E6A">
      <w:pPr>
        <w:pStyle w:val="Heading1"/>
        <w:numPr>
          <w:ilvl w:val="0"/>
          <w:numId w:val="2"/>
        </w:numPr>
      </w:pPr>
      <w:bookmarkStart w:id="269" w:name="_Toc439711242"/>
      <w:bookmarkStart w:id="270" w:name="_Toc463354535"/>
      <w:bookmarkStart w:id="271" w:name="_Toc478070449"/>
      <w:bookmarkStart w:id="272" w:name="_Toc479342069"/>
      <w:bookmarkStart w:id="273" w:name="_Toc491431428"/>
      <w:bookmarkStart w:id="274" w:name="_Toc533021314"/>
      <w:bookmarkStart w:id="275" w:name="_Toc535231557"/>
      <w:bookmarkStart w:id="276" w:name="_Toc14773179"/>
      <w:bookmarkStart w:id="277" w:name="_Toc27473230"/>
      <w:bookmarkStart w:id="278" w:name="_Toc32324366"/>
      <w:bookmarkStart w:id="279" w:name="_Toc176876062"/>
      <w:bookmarkStart w:id="280" w:name="_Ref433314863"/>
      <w:bookmarkStart w:id="281" w:name="_Ref433314873"/>
      <w:r>
        <w:t>Base Profiles</w:t>
      </w:r>
      <w:bookmarkEnd w:id="269"/>
      <w:bookmarkEnd w:id="270"/>
      <w:bookmarkEnd w:id="271"/>
      <w:bookmarkEnd w:id="272"/>
      <w:bookmarkEnd w:id="273"/>
      <w:bookmarkEnd w:id="274"/>
      <w:bookmarkEnd w:id="275"/>
      <w:bookmarkEnd w:id="276"/>
      <w:bookmarkEnd w:id="277"/>
      <w:bookmarkEnd w:id="278"/>
      <w:bookmarkEnd w:id="279"/>
    </w:p>
    <w:p w14:paraId="782C3F3C" w14:textId="77777777" w:rsidR="002F0E6A" w:rsidRDefault="002F0E6A" w:rsidP="002F0E6A">
      <w:pPr>
        <w:pStyle w:val="Heading2"/>
        <w:numPr>
          <w:ilvl w:val="1"/>
          <w:numId w:val="2"/>
        </w:numPr>
      </w:pPr>
      <w:bookmarkStart w:id="282" w:name="_Toc14773180"/>
      <w:bookmarkStart w:id="283" w:name="_Toc27473231"/>
      <w:bookmarkStart w:id="284" w:name="_Toc32324367"/>
      <w:bookmarkStart w:id="285" w:name="_Toc176876063"/>
      <w:r>
        <w:t>Base Profiles</w:t>
      </w:r>
      <w:bookmarkEnd w:id="282"/>
      <w:bookmarkEnd w:id="283"/>
      <w:bookmarkEnd w:id="284"/>
      <w:bookmarkEnd w:id="285"/>
    </w:p>
    <w:p w14:paraId="5482E1AC" w14:textId="77777777" w:rsidR="002F0E6A" w:rsidRPr="00420B39" w:rsidRDefault="002F0E6A" w:rsidP="002F0E6A">
      <w:pPr>
        <w:pStyle w:val="Heading3"/>
        <w:numPr>
          <w:ilvl w:val="2"/>
          <w:numId w:val="2"/>
        </w:numPr>
      </w:pPr>
      <w:bookmarkStart w:id="286" w:name="_Ref433315513"/>
      <w:bookmarkStart w:id="287" w:name="_Toc439711243"/>
      <w:bookmarkStart w:id="288" w:name="_Toc463354536"/>
      <w:bookmarkStart w:id="289" w:name="_Toc478070450"/>
      <w:bookmarkStart w:id="290" w:name="_Toc479342070"/>
      <w:bookmarkStart w:id="291" w:name="_Toc491431429"/>
      <w:bookmarkStart w:id="292" w:name="_Toc533021315"/>
      <w:bookmarkStart w:id="293" w:name="_Toc535231558"/>
      <w:bookmarkStart w:id="294" w:name="_Toc14773181"/>
      <w:bookmarkStart w:id="295" w:name="_Toc27473232"/>
      <w:bookmarkStart w:id="296" w:name="_Toc32324368"/>
      <w:bookmarkStart w:id="297" w:name="_Toc176876064"/>
      <w:r>
        <w:t>Baseline</w:t>
      </w:r>
      <w:r w:rsidRPr="00332A21">
        <w:t xml:space="preserve"> </w:t>
      </w:r>
      <w:r>
        <w:t>Client</w:t>
      </w:r>
      <w:bookmarkEnd w:id="280"/>
      <w:bookmarkEnd w:id="281"/>
      <w:bookmarkEnd w:id="286"/>
      <w:bookmarkEnd w:id="287"/>
      <w:bookmarkEnd w:id="288"/>
      <w:bookmarkEnd w:id="289"/>
      <w:bookmarkEnd w:id="290"/>
      <w:bookmarkEnd w:id="291"/>
      <w:bookmarkEnd w:id="292"/>
      <w:bookmarkEnd w:id="293"/>
      <w:bookmarkEnd w:id="294"/>
      <w:bookmarkEnd w:id="295"/>
      <w:bookmarkEnd w:id="296"/>
      <w:bookmarkEnd w:id="297"/>
    </w:p>
    <w:p w14:paraId="3C186D82" w14:textId="30D32DEE" w:rsidR="002F0E6A" w:rsidRPr="00332A21" w:rsidRDefault="002F0E6A" w:rsidP="002F0E6A">
      <w:r>
        <w:t xml:space="preserve">A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w:t>
      </w:r>
      <w:r w:rsidRPr="00332A21">
        <w:t>provide</w:t>
      </w:r>
      <w:r>
        <w:t>s</w:t>
      </w:r>
      <w:r w:rsidRPr="00332A21">
        <w:t xml:space="preserve"> some of the most basic functionality that </w:t>
      </w:r>
      <w:r>
        <w:t>is</w:t>
      </w:r>
      <w:r w:rsidRPr="00332A21">
        <w:t xml:space="preserve"> expected of a conformant KMIP </w:t>
      </w:r>
      <w:r>
        <w:t>client</w:t>
      </w:r>
      <w:r w:rsidRPr="00332A21">
        <w:t xml:space="preserve"> – the ability to </w:t>
      </w:r>
      <w:r>
        <w:t>request information about the server</w:t>
      </w:r>
      <w:r w:rsidRPr="00332A21">
        <w:t>.</w:t>
      </w:r>
    </w:p>
    <w:p w14:paraId="102DEEE5" w14:textId="77777777" w:rsidR="002F0E6A" w:rsidRPr="00332A21" w:rsidRDefault="002F0E6A" w:rsidP="002F0E6A">
      <w:r w:rsidRPr="00332A21">
        <w:t xml:space="preserve">An implementation is a conforming </w:t>
      </w:r>
      <w:r>
        <w:t>Baseline Client</w:t>
      </w:r>
      <w:r w:rsidRPr="00332A21">
        <w:t xml:space="preserve"> if it meets the following conditions:</w:t>
      </w:r>
    </w:p>
    <w:p w14:paraId="4D32726D" w14:textId="77777777" w:rsidR="002F0E6A" w:rsidRDefault="002F0E6A" w:rsidP="002F0E6A">
      <w:pPr>
        <w:numPr>
          <w:ilvl w:val="0"/>
          <w:numId w:val="17"/>
        </w:numPr>
      </w:pPr>
      <w:r w:rsidRPr="00332A21">
        <w:t>Supports the condit</w:t>
      </w:r>
      <w:r>
        <w:t xml:space="preserve">ions required by the </w:t>
      </w:r>
      <w:r w:rsidRPr="00F35AF1">
        <w:rPr>
          <w:i/>
        </w:rPr>
        <w:t>KMIP Client Implementation Conformance</w:t>
      </w:r>
      <w:r>
        <w:t xml:space="preserve"> </w:t>
      </w:r>
      <w:r w:rsidRPr="00332A21">
        <w:t xml:space="preserve">clauses </w:t>
      </w:r>
      <w:r>
        <w:t>[KMIP-SPEC]</w:t>
      </w:r>
    </w:p>
    <w:p w14:paraId="235C9205" w14:textId="77777777" w:rsidR="002F0E6A" w:rsidRDefault="002F0E6A" w:rsidP="002F0E6A">
      <w:pPr>
        <w:numPr>
          <w:ilvl w:val="0"/>
          <w:numId w:val="17"/>
        </w:numPr>
      </w:pPr>
      <w:r w:rsidRPr="00332A21">
        <w:t xml:space="preserve">Supports the following </w:t>
      </w:r>
      <w:r w:rsidRPr="00F35AF1">
        <w:rPr>
          <w:i/>
        </w:rPr>
        <w:t>Attribute Data Structures</w:t>
      </w:r>
      <w:r>
        <w:t xml:space="preserve"> [KMIP-SPEC]</w:t>
      </w:r>
      <w:r w:rsidRPr="00332A21">
        <w:t>:</w:t>
      </w:r>
    </w:p>
    <w:p w14:paraId="315A9C2A"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C261B9">
        <w:rPr>
          <w:rFonts w:cs="Arial"/>
          <w:color w:val="000000"/>
          <w:szCs w:val="20"/>
        </w:rPr>
        <w:t>Attribute</w:t>
      </w:r>
      <w:r>
        <w:rPr>
          <w:rFonts w:cs="Arial"/>
          <w:color w:val="000000"/>
          <w:szCs w:val="20"/>
        </w:rPr>
        <w:t>s</w:t>
      </w:r>
    </w:p>
    <w:p w14:paraId="7C25C2A2" w14:textId="77777777" w:rsidR="002F0E6A" w:rsidRPr="002934E2" w:rsidRDefault="002F0E6A" w:rsidP="002F0E6A">
      <w:pPr>
        <w:numPr>
          <w:ilvl w:val="0"/>
          <w:numId w:val="17"/>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4FA8B6B7"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167659AF"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555B41D3"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Digest</w:t>
      </w:r>
    </w:p>
    <w:p w14:paraId="28F91EC9"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781EC468"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4F61BD3F"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73A5F047"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State</w:t>
      </w:r>
    </w:p>
    <w:p w14:paraId="3FFFBE31"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513034F1" w14:textId="77777777" w:rsidR="002F0E6A" w:rsidRPr="002934E2" w:rsidRDefault="002F0E6A" w:rsidP="002F0E6A">
      <w:pPr>
        <w:numPr>
          <w:ilvl w:val="0"/>
          <w:numId w:val="17"/>
        </w:numPr>
        <w:rPr>
          <w:rFonts w:cs="Arial"/>
          <w:szCs w:val="20"/>
        </w:rPr>
      </w:pPr>
      <w:r w:rsidRPr="002934E2">
        <w:rPr>
          <w:rFonts w:cs="Arial"/>
          <w:szCs w:val="20"/>
        </w:rPr>
        <w:t xml:space="preserve">Supports the following </w:t>
      </w:r>
      <w:r w:rsidRPr="00F35AF1">
        <w:rPr>
          <w:rFonts w:cs="Arial"/>
          <w:i/>
          <w:szCs w:val="20"/>
        </w:rPr>
        <w:t>Client-to-Server Operations</w:t>
      </w:r>
      <w:r>
        <w:rPr>
          <w:rFonts w:cs="Arial"/>
          <w:szCs w:val="20"/>
        </w:rPr>
        <w:t xml:space="preserve"> [KMIP-SPEC]:</w:t>
      </w:r>
    </w:p>
    <w:p w14:paraId="416BE4E8"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w:t>
      </w:r>
    </w:p>
    <w:p w14:paraId="63396C93"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2D072A81"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Locate</w:t>
      </w:r>
    </w:p>
    <w:p w14:paraId="06F66E4F"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Query</w:t>
      </w:r>
    </w:p>
    <w:p w14:paraId="36F27F34" w14:textId="77777777" w:rsidR="002F0E6A" w:rsidRPr="0069173A" w:rsidRDefault="002F0E6A" w:rsidP="002F0E6A">
      <w:pPr>
        <w:numPr>
          <w:ilvl w:val="0"/>
          <w:numId w:val="17"/>
        </w:numPr>
        <w:rPr>
          <w:rFonts w:cs="Arial"/>
          <w:szCs w:val="20"/>
        </w:rPr>
      </w:pPr>
      <w:r w:rsidRPr="0069173A">
        <w:rPr>
          <w:rFonts w:cs="Arial"/>
          <w:szCs w:val="20"/>
        </w:rPr>
        <w:t xml:space="preserve">Supports the following </w:t>
      </w:r>
      <w:r w:rsidRPr="00F35AF1">
        <w:rPr>
          <w:rFonts w:cs="Arial"/>
          <w:i/>
          <w:szCs w:val="20"/>
        </w:rPr>
        <w:t>Message Data Structures</w:t>
      </w:r>
      <w:r>
        <w:rPr>
          <w:rFonts w:cs="Arial"/>
          <w:szCs w:val="20"/>
        </w:rPr>
        <w:t xml:space="preserve"> [KMIP-SPEC]</w:t>
      </w:r>
      <w:r w:rsidRPr="0069173A">
        <w:rPr>
          <w:rFonts w:cs="Arial"/>
          <w:szCs w:val="20"/>
        </w:rPr>
        <w:t>:</w:t>
      </w:r>
    </w:p>
    <w:p w14:paraId="1006B1B4"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Asynchronous Indicator</w:t>
      </w:r>
    </w:p>
    <w:p w14:paraId="6BDC08A0"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Error Continuation Option</w:t>
      </w:r>
    </w:p>
    <w:p w14:paraId="7343D1D7"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Item</w:t>
      </w:r>
    </w:p>
    <w:p w14:paraId="0BD61EB8"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Maximum Response Size</w:t>
      </w:r>
    </w:p>
    <w:p w14:paraId="306524D4"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Message Extension</w:t>
      </w:r>
    </w:p>
    <w:p w14:paraId="3342A465"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Operation</w:t>
      </w:r>
    </w:p>
    <w:p w14:paraId="1EA98631"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Protocol Version</w:t>
      </w:r>
    </w:p>
    <w:p w14:paraId="688DD4EC"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Reason</w:t>
      </w:r>
    </w:p>
    <w:p w14:paraId="242E5ABF"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Status</w:t>
      </w:r>
    </w:p>
    <w:p w14:paraId="215C1247"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Server Correlation Value</w:t>
      </w:r>
      <w:r>
        <w:rPr>
          <w:rFonts w:cs="Arial"/>
          <w:color w:val="000000"/>
          <w:szCs w:val="20"/>
        </w:rPr>
        <w:t xml:space="preserve"> </w:t>
      </w:r>
    </w:p>
    <w:p w14:paraId="6435ECCE"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Time Stamp</w:t>
      </w:r>
    </w:p>
    <w:p w14:paraId="03CA91D3"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p>
    <w:p w14:paraId="0D491037" w14:textId="77777777" w:rsidR="002F0E6A" w:rsidRPr="00F35AF1" w:rsidRDefault="002F0E6A" w:rsidP="002F0E6A">
      <w:pPr>
        <w:numPr>
          <w:ilvl w:val="0"/>
          <w:numId w:val="17"/>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46FFC92C"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Authentication</w:t>
      </w:r>
    </w:p>
    <w:p w14:paraId="5DD589DB"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Transport</w:t>
      </w:r>
    </w:p>
    <w:p w14:paraId="64166D79"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TTLV</w:t>
      </w:r>
    </w:p>
    <w:p w14:paraId="4B72AFC5" w14:textId="77777777" w:rsidR="002F0E6A" w:rsidRDefault="002F0E6A" w:rsidP="002F0E6A">
      <w:pPr>
        <w:numPr>
          <w:ilvl w:val="0"/>
          <w:numId w:val="17"/>
        </w:numPr>
        <w:autoSpaceDE w:val="0"/>
        <w:autoSpaceDN w:val="0"/>
        <w:adjustRightInd w:val="0"/>
        <w:spacing w:after="0"/>
        <w:contextualSpacing/>
        <w:rPr>
          <w:rFonts w:cs="Arial"/>
          <w:color w:val="000000"/>
          <w:szCs w:val="20"/>
        </w:rPr>
      </w:pPr>
      <w:r w:rsidRPr="0069173A">
        <w:t>Optionally supports any clause within [KMIP-SPEC] that is not listed above.</w:t>
      </w:r>
    </w:p>
    <w:p w14:paraId="09CDF93A" w14:textId="77777777" w:rsidR="002F0E6A" w:rsidRPr="00FE1076" w:rsidRDefault="002F0E6A" w:rsidP="002F0E6A">
      <w:pPr>
        <w:numPr>
          <w:ilvl w:val="0"/>
          <w:numId w:val="17"/>
        </w:numPr>
        <w:autoSpaceDE w:val="0"/>
        <w:autoSpaceDN w:val="0"/>
        <w:adjustRightInd w:val="0"/>
        <w:spacing w:after="0"/>
        <w:contextualSpacing/>
        <w:rPr>
          <w:rFonts w:cs="Arial"/>
          <w:color w:val="000000"/>
          <w:szCs w:val="20"/>
        </w:rPr>
      </w:pPr>
      <w:r w:rsidRPr="0069173A">
        <w:t>Optionally supports extensions outside the scope of this standard (e.g., vendor extensions, conformance clauses) that do not contradict any KMIP requirements</w:t>
      </w:r>
    </w:p>
    <w:p w14:paraId="3DDEE5AF" w14:textId="77777777" w:rsidR="002F0E6A" w:rsidRDefault="002F0E6A" w:rsidP="002F0E6A">
      <w:pPr>
        <w:pStyle w:val="Heading3"/>
        <w:numPr>
          <w:ilvl w:val="2"/>
          <w:numId w:val="2"/>
        </w:numPr>
      </w:pPr>
      <w:bookmarkStart w:id="298" w:name="_Ref433313037"/>
      <w:bookmarkStart w:id="299" w:name="_Toc439711244"/>
      <w:bookmarkStart w:id="300" w:name="_Toc463354537"/>
      <w:bookmarkStart w:id="301" w:name="_Toc478070451"/>
      <w:bookmarkStart w:id="302" w:name="_Toc479342071"/>
      <w:bookmarkStart w:id="303" w:name="_Toc491431430"/>
      <w:bookmarkStart w:id="304" w:name="_Toc533021316"/>
      <w:bookmarkStart w:id="305" w:name="_Toc535231559"/>
      <w:bookmarkStart w:id="306" w:name="_Toc14773182"/>
      <w:bookmarkStart w:id="307" w:name="_Toc27473233"/>
      <w:bookmarkStart w:id="308" w:name="_Toc32324369"/>
      <w:bookmarkStart w:id="309" w:name="_Toc176876065"/>
      <w:r>
        <w:t>Baseline</w:t>
      </w:r>
      <w:r w:rsidRPr="00332A21">
        <w:t xml:space="preserve"> Server</w:t>
      </w:r>
      <w:bookmarkEnd w:id="298"/>
      <w:bookmarkEnd w:id="299"/>
      <w:bookmarkEnd w:id="300"/>
      <w:bookmarkEnd w:id="301"/>
      <w:bookmarkEnd w:id="302"/>
      <w:bookmarkEnd w:id="303"/>
      <w:bookmarkEnd w:id="304"/>
      <w:bookmarkEnd w:id="305"/>
      <w:bookmarkEnd w:id="306"/>
      <w:bookmarkEnd w:id="307"/>
      <w:bookmarkEnd w:id="308"/>
      <w:bookmarkEnd w:id="309"/>
    </w:p>
    <w:p w14:paraId="2B1E4C95" w14:textId="149A8172" w:rsidR="002F0E6A" w:rsidRDefault="002F0E6A" w:rsidP="002F0E6A">
      <w:r>
        <w:t xml:space="preserve">A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w:t>
      </w:r>
      <w:r w:rsidRPr="00332A21">
        <w:t>provide</w:t>
      </w:r>
      <w:r>
        <w:t xml:space="preserve">s </w:t>
      </w:r>
      <w:r w:rsidRPr="00332A21">
        <w:t xml:space="preserve">the most basic functionality that </w:t>
      </w:r>
      <w:r>
        <w:t>is</w:t>
      </w:r>
      <w:r w:rsidRPr="00332A21">
        <w:t xml:space="preserve"> expected of a conformant KMIP server – the ability to </w:t>
      </w:r>
      <w:r>
        <w:t>provide information about the server and the managed objects supported by the server</w:t>
      </w:r>
      <w:r w:rsidRPr="00332A21">
        <w:t>.</w:t>
      </w:r>
    </w:p>
    <w:p w14:paraId="446CBA15" w14:textId="77777777" w:rsidR="002F0E6A" w:rsidRPr="00332A21" w:rsidRDefault="002F0E6A" w:rsidP="002F0E6A">
      <w:r w:rsidRPr="00332A21">
        <w:t xml:space="preserve">An implementation is a conforming </w:t>
      </w:r>
      <w:r>
        <w:t>Baseline Server</w:t>
      </w:r>
      <w:r w:rsidRPr="00332A21">
        <w:t xml:space="preserve"> if it meets the following conditions:</w:t>
      </w:r>
    </w:p>
    <w:p w14:paraId="1A2B9C2F" w14:textId="77777777" w:rsidR="002F0E6A" w:rsidRDefault="002F0E6A" w:rsidP="002F0E6A">
      <w:pPr>
        <w:numPr>
          <w:ilvl w:val="0"/>
          <w:numId w:val="12"/>
        </w:numPr>
      </w:pPr>
      <w:r w:rsidRPr="00332A21">
        <w:t xml:space="preserve">Supports the conditions required by the </w:t>
      </w:r>
      <w:r w:rsidRPr="00F35AF1">
        <w:rPr>
          <w:i/>
        </w:rPr>
        <w:t>KMIP Server Implementation Conformance</w:t>
      </w:r>
      <w:r>
        <w:t xml:space="preserve"> clauses [KMIP-SPEC]</w:t>
      </w:r>
    </w:p>
    <w:p w14:paraId="161387C6" w14:textId="77777777" w:rsidR="0070385D" w:rsidRPr="00332A21" w:rsidRDefault="0070385D" w:rsidP="0070385D">
      <w:pPr>
        <w:numPr>
          <w:ilvl w:val="0"/>
          <w:numId w:val="12"/>
        </w:numPr>
      </w:pPr>
      <w:r>
        <w:t xml:space="preserve">Supports the following </w:t>
      </w:r>
      <w:r>
        <w:rPr>
          <w:i/>
        </w:rPr>
        <w:t>System Objects</w:t>
      </w:r>
      <w:r>
        <w:t xml:space="preserve"> [KMIP-SPEC]:</w:t>
      </w:r>
    </w:p>
    <w:p w14:paraId="064C8276" w14:textId="77777777" w:rsidR="0070385D" w:rsidRPr="00E119E6" w:rsidRDefault="0070385D" w:rsidP="0070385D">
      <w:pPr>
        <w:numPr>
          <w:ilvl w:val="1"/>
          <w:numId w:val="12"/>
        </w:numPr>
        <w:autoSpaceDE w:val="0"/>
        <w:autoSpaceDN w:val="0"/>
        <w:adjustRightInd w:val="0"/>
        <w:spacing w:after="0"/>
        <w:contextualSpacing/>
        <w:rPr>
          <w:rFonts w:cs="Arial"/>
          <w:color w:val="000000"/>
          <w:szCs w:val="20"/>
        </w:rPr>
      </w:pPr>
      <w:r>
        <w:rPr>
          <w:rFonts w:cs="Arial"/>
          <w:i/>
          <w:color w:val="000000"/>
          <w:szCs w:val="20"/>
        </w:rPr>
        <w:t>User</w:t>
      </w:r>
    </w:p>
    <w:p w14:paraId="40359FF1" w14:textId="77777777" w:rsidR="0070385D" w:rsidRPr="004B0F58" w:rsidRDefault="0070385D" w:rsidP="0070385D">
      <w:pPr>
        <w:numPr>
          <w:ilvl w:val="1"/>
          <w:numId w:val="12"/>
        </w:numPr>
        <w:autoSpaceDE w:val="0"/>
        <w:autoSpaceDN w:val="0"/>
        <w:adjustRightInd w:val="0"/>
        <w:spacing w:after="0"/>
        <w:contextualSpacing/>
        <w:rPr>
          <w:rFonts w:cs="Arial"/>
          <w:color w:val="000000"/>
          <w:szCs w:val="20"/>
        </w:rPr>
      </w:pPr>
      <w:r>
        <w:rPr>
          <w:rFonts w:cs="Arial"/>
          <w:i/>
          <w:color w:val="000000"/>
          <w:szCs w:val="20"/>
        </w:rPr>
        <w:t>Group</w:t>
      </w:r>
    </w:p>
    <w:p w14:paraId="6445A76E" w14:textId="77777777" w:rsidR="0070385D" w:rsidRPr="004B0F58" w:rsidRDefault="0070385D" w:rsidP="0070385D">
      <w:pPr>
        <w:numPr>
          <w:ilvl w:val="1"/>
          <w:numId w:val="12"/>
        </w:numPr>
        <w:autoSpaceDE w:val="0"/>
        <w:autoSpaceDN w:val="0"/>
        <w:adjustRightInd w:val="0"/>
        <w:spacing w:after="0"/>
        <w:contextualSpacing/>
        <w:rPr>
          <w:rFonts w:cs="Arial"/>
          <w:color w:val="000000"/>
          <w:szCs w:val="20"/>
        </w:rPr>
      </w:pPr>
      <w:r>
        <w:rPr>
          <w:rFonts w:cs="Arial"/>
          <w:i/>
          <w:color w:val="000000"/>
          <w:szCs w:val="20"/>
        </w:rPr>
        <w:t>Credentials</w:t>
      </w:r>
    </w:p>
    <w:p w14:paraId="5F3520B8" w14:textId="77777777" w:rsidR="0070385D" w:rsidRPr="004B0F58" w:rsidRDefault="0070385D" w:rsidP="004B0F58">
      <w:pPr>
        <w:numPr>
          <w:ilvl w:val="2"/>
          <w:numId w:val="12"/>
        </w:numPr>
        <w:autoSpaceDE w:val="0"/>
        <w:autoSpaceDN w:val="0"/>
        <w:adjustRightInd w:val="0"/>
        <w:spacing w:after="0"/>
        <w:contextualSpacing/>
        <w:rPr>
          <w:rFonts w:cs="Arial"/>
          <w:color w:val="000000"/>
          <w:szCs w:val="20"/>
        </w:rPr>
      </w:pPr>
      <w:r>
        <w:rPr>
          <w:rFonts w:cs="Arial"/>
          <w:i/>
          <w:color w:val="000000"/>
          <w:szCs w:val="20"/>
        </w:rPr>
        <w:t>Password Credential</w:t>
      </w:r>
    </w:p>
    <w:p w14:paraId="1435130E" w14:textId="77777777" w:rsidR="0070385D" w:rsidRPr="00332A21" w:rsidRDefault="0070385D" w:rsidP="0070385D">
      <w:pPr>
        <w:numPr>
          <w:ilvl w:val="0"/>
          <w:numId w:val="12"/>
        </w:numPr>
      </w:pPr>
      <w:r>
        <w:t xml:space="preserve">Supports the following </w:t>
      </w:r>
      <w:r>
        <w:rPr>
          <w:i/>
        </w:rPr>
        <w:t>User Objects</w:t>
      </w:r>
      <w:r>
        <w:t xml:space="preserve"> [KMIP-SPEC]:</w:t>
      </w:r>
    </w:p>
    <w:p w14:paraId="5328BC41" w14:textId="77777777" w:rsidR="0070385D" w:rsidRPr="00E119E6" w:rsidRDefault="0070385D" w:rsidP="0070385D">
      <w:pPr>
        <w:numPr>
          <w:ilvl w:val="1"/>
          <w:numId w:val="12"/>
        </w:numPr>
        <w:autoSpaceDE w:val="0"/>
        <w:autoSpaceDN w:val="0"/>
        <w:adjustRightInd w:val="0"/>
        <w:spacing w:after="0"/>
        <w:contextualSpacing/>
        <w:rPr>
          <w:rFonts w:cs="Arial"/>
          <w:color w:val="000000"/>
          <w:szCs w:val="20"/>
        </w:rPr>
      </w:pPr>
      <w:r>
        <w:rPr>
          <w:rFonts w:cs="Arial"/>
          <w:i/>
          <w:color w:val="000000"/>
          <w:szCs w:val="20"/>
        </w:rPr>
        <w:t>Certificate</w:t>
      </w:r>
    </w:p>
    <w:p w14:paraId="5CCADDFB" w14:textId="77777777" w:rsidR="0070385D" w:rsidRPr="005F4C6E" w:rsidRDefault="0070385D" w:rsidP="0070385D">
      <w:pPr>
        <w:numPr>
          <w:ilvl w:val="1"/>
          <w:numId w:val="12"/>
        </w:numPr>
        <w:autoSpaceDE w:val="0"/>
        <w:autoSpaceDN w:val="0"/>
        <w:adjustRightInd w:val="0"/>
        <w:spacing w:after="0"/>
        <w:contextualSpacing/>
        <w:rPr>
          <w:rFonts w:cs="Arial"/>
          <w:color w:val="000000"/>
          <w:szCs w:val="20"/>
        </w:rPr>
      </w:pPr>
      <w:r>
        <w:rPr>
          <w:rFonts w:cs="Arial"/>
          <w:i/>
          <w:color w:val="000000"/>
          <w:szCs w:val="20"/>
        </w:rPr>
        <w:t>Group</w:t>
      </w:r>
    </w:p>
    <w:p w14:paraId="6DB2D440" w14:textId="77777777" w:rsidR="0070385D" w:rsidRPr="0070385D" w:rsidRDefault="0070385D" w:rsidP="0070385D">
      <w:pPr>
        <w:numPr>
          <w:ilvl w:val="1"/>
          <w:numId w:val="12"/>
        </w:numPr>
        <w:autoSpaceDE w:val="0"/>
        <w:autoSpaceDN w:val="0"/>
        <w:adjustRightInd w:val="0"/>
        <w:spacing w:after="0"/>
        <w:contextualSpacing/>
        <w:rPr>
          <w:rFonts w:cs="Arial"/>
          <w:color w:val="000000"/>
          <w:szCs w:val="20"/>
        </w:rPr>
      </w:pPr>
      <w:r w:rsidRPr="0070385D">
        <w:rPr>
          <w:rFonts w:cs="Arial"/>
          <w:i/>
          <w:color w:val="000000"/>
          <w:szCs w:val="20"/>
        </w:rPr>
        <w:t>Credential</w:t>
      </w:r>
    </w:p>
    <w:p w14:paraId="008594F0" w14:textId="77777777" w:rsidR="002F0E6A" w:rsidRDefault="002F0E6A" w:rsidP="002F0E6A">
      <w:pPr>
        <w:numPr>
          <w:ilvl w:val="0"/>
          <w:numId w:val="12"/>
        </w:numPr>
      </w:pPr>
      <w:r w:rsidRPr="00332A21">
        <w:t xml:space="preserve">Supports the following </w:t>
      </w:r>
      <w:r w:rsidRPr="00F35AF1">
        <w:rPr>
          <w:i/>
        </w:rPr>
        <w:t>Attribute Data Structures</w:t>
      </w:r>
      <w:r>
        <w:t xml:space="preserve"> [KMIP-SPEC]</w:t>
      </w:r>
      <w:r w:rsidRPr="00332A21">
        <w:t>:</w:t>
      </w:r>
    </w:p>
    <w:p w14:paraId="1FAF6E11" w14:textId="77777777" w:rsidR="002F0E6A" w:rsidRPr="002934E2"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Attributes</w:t>
      </w:r>
    </w:p>
    <w:p w14:paraId="281E4278" w14:textId="77777777" w:rsidR="002F0E6A" w:rsidRPr="00332A21" w:rsidRDefault="002F0E6A" w:rsidP="002F0E6A">
      <w:pPr>
        <w:numPr>
          <w:ilvl w:val="0"/>
          <w:numId w:val="12"/>
        </w:numPr>
      </w:pPr>
      <w:r w:rsidRPr="00332A21">
        <w:t xml:space="preserve">Supports the following </w:t>
      </w:r>
      <w:r w:rsidRPr="00F35AF1">
        <w:rPr>
          <w:i/>
        </w:rPr>
        <w:t>Message Data Structures</w:t>
      </w:r>
      <w:r>
        <w:t xml:space="preserve"> [KMIP-SPEC]</w:t>
      </w:r>
      <w:r w:rsidRPr="00332A21">
        <w:t>:</w:t>
      </w:r>
    </w:p>
    <w:p w14:paraId="2BE8AEBA"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Credential</w:t>
      </w:r>
    </w:p>
    <w:p w14:paraId="1883EF73" w14:textId="77777777" w:rsidR="002F0E6A" w:rsidRPr="00332A21" w:rsidRDefault="002F0E6A" w:rsidP="002F0E6A">
      <w:pPr>
        <w:numPr>
          <w:ilvl w:val="0"/>
          <w:numId w:val="12"/>
        </w:numPr>
      </w:pPr>
      <w:r>
        <w:t xml:space="preserve">Supports the following </w:t>
      </w:r>
      <w:r w:rsidRPr="00F35AF1">
        <w:rPr>
          <w:i/>
        </w:rPr>
        <w:t>Object Data Structures</w:t>
      </w:r>
      <w:r>
        <w:t xml:space="preserve"> [KMIP-SPEC]:</w:t>
      </w:r>
    </w:p>
    <w:p w14:paraId="1885D0C1"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Block</w:t>
      </w:r>
    </w:p>
    <w:p w14:paraId="60A6404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w:t>
      </w:r>
    </w:p>
    <w:p w14:paraId="64FC18C0" w14:textId="77777777" w:rsidR="002F0E6A" w:rsidRPr="00332A21" w:rsidRDefault="002F0E6A" w:rsidP="002F0E6A">
      <w:pPr>
        <w:numPr>
          <w:ilvl w:val="0"/>
          <w:numId w:val="12"/>
        </w:numPr>
      </w:pPr>
      <w:r>
        <w:t xml:space="preserve">Supports the following </w:t>
      </w:r>
      <w:r>
        <w:rPr>
          <w:i/>
        </w:rPr>
        <w:t>Operations</w:t>
      </w:r>
      <w:r w:rsidRPr="00F35AF1">
        <w:rPr>
          <w:i/>
        </w:rPr>
        <w:t xml:space="preserve"> Data Structures</w:t>
      </w:r>
      <w:r>
        <w:t xml:space="preserve"> [KMIP-SPEC]:</w:t>
      </w:r>
    </w:p>
    <w:p w14:paraId="364E6E25"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Capability Information</w:t>
      </w:r>
    </w:p>
    <w:p w14:paraId="79E44699" w14:textId="77777777" w:rsidR="009379DE" w:rsidRPr="004B0F58" w:rsidRDefault="009379DE"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Credential Information</w:t>
      </w:r>
    </w:p>
    <w:p w14:paraId="45754E86"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Defaults Information</w:t>
      </w:r>
    </w:p>
    <w:p w14:paraId="405236BB"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Extension Information</w:t>
      </w:r>
    </w:p>
    <w:p w14:paraId="2D0A8BC9"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Profile Information</w:t>
      </w:r>
    </w:p>
    <w:p w14:paraId="08A16E6C"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RNG Parameters</w:t>
      </w:r>
    </w:p>
    <w:p w14:paraId="3415D4E4"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Server Information</w:t>
      </w:r>
    </w:p>
    <w:p w14:paraId="4494F66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Validation Information</w:t>
      </w:r>
    </w:p>
    <w:p w14:paraId="21BCF95A" w14:textId="77777777" w:rsidR="002F0E6A" w:rsidRPr="002934E2" w:rsidRDefault="002F0E6A" w:rsidP="002F0E6A">
      <w:pPr>
        <w:numPr>
          <w:ilvl w:val="0"/>
          <w:numId w:val="12"/>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69B6ACD0"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20108D78"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Alternative Name</w:t>
      </w:r>
    </w:p>
    <w:p w14:paraId="360FE945" w14:textId="77777777" w:rsidR="002F0E6A" w:rsidRPr="00B44A1F"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Always Sensitive</w:t>
      </w:r>
    </w:p>
    <w:p w14:paraId="1B74CA25"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Certificate Attributes</w:t>
      </w:r>
    </w:p>
    <w:p w14:paraId="6A7BAB41" w14:textId="77777777" w:rsidR="00511992" w:rsidRPr="004B0F58" w:rsidRDefault="00511992" w:rsidP="004B0F58">
      <w:pPr>
        <w:numPr>
          <w:ilvl w:val="2"/>
          <w:numId w:val="170"/>
        </w:numPr>
        <w:autoSpaceDE w:val="0"/>
        <w:autoSpaceDN w:val="0"/>
        <w:adjustRightInd w:val="0"/>
        <w:spacing w:after="0"/>
        <w:contextualSpacing/>
        <w:rPr>
          <w:rFonts w:cs="Arial"/>
          <w:color w:val="000000"/>
          <w:szCs w:val="20"/>
        </w:rPr>
      </w:pPr>
      <w:r>
        <w:rPr>
          <w:rFonts w:cs="Arial"/>
          <w:i/>
          <w:color w:val="000000"/>
          <w:szCs w:val="20"/>
        </w:rPr>
        <w:t>All defined Certificate Attributes</w:t>
      </w:r>
    </w:p>
    <w:p w14:paraId="2565D733"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Certificate Type</w:t>
      </w:r>
    </w:p>
    <w:p w14:paraId="4EFD794C"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Certificate Length</w:t>
      </w:r>
    </w:p>
    <w:p w14:paraId="6D23342B" w14:textId="77777777" w:rsidR="002F0E6A" w:rsidRPr="008447F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Comment</w:t>
      </w:r>
    </w:p>
    <w:p w14:paraId="7A955479" w14:textId="77777777" w:rsidR="002F0E6A" w:rsidRPr="005A317E"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Compromise Date</w:t>
      </w:r>
    </w:p>
    <w:p w14:paraId="4DD693BA"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Compromise Occurrence Date</w:t>
      </w:r>
    </w:p>
    <w:p w14:paraId="3BEE2475"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Contact Information</w:t>
      </w:r>
    </w:p>
    <w:p w14:paraId="39F966D5"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Counters</w:t>
      </w:r>
    </w:p>
    <w:p w14:paraId="2FEADA6A" w14:textId="77777777" w:rsidR="00511992" w:rsidRDefault="00511992" w:rsidP="004B0F58">
      <w:pPr>
        <w:numPr>
          <w:ilvl w:val="2"/>
          <w:numId w:val="170"/>
        </w:numPr>
        <w:autoSpaceDE w:val="0"/>
        <w:autoSpaceDN w:val="0"/>
        <w:adjustRightInd w:val="0"/>
        <w:spacing w:after="0"/>
        <w:contextualSpacing/>
        <w:rPr>
          <w:rFonts w:cs="Arial"/>
          <w:color w:val="000000"/>
          <w:szCs w:val="20"/>
        </w:rPr>
      </w:pPr>
      <w:r>
        <w:rPr>
          <w:rFonts w:cs="Arial"/>
          <w:i/>
          <w:color w:val="000000"/>
          <w:szCs w:val="20"/>
        </w:rPr>
        <w:t>All defined Counter Attributes</w:t>
      </w:r>
    </w:p>
    <w:p w14:paraId="5FC9D099"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Credential Type</w:t>
      </w:r>
    </w:p>
    <w:p w14:paraId="5C547158"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Cryptographic Algorithm</w:t>
      </w:r>
    </w:p>
    <w:p w14:paraId="2E8D2F29"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Cryptographic Domain Parameters</w:t>
      </w:r>
    </w:p>
    <w:p w14:paraId="79570AD6"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Cryptographic Length</w:t>
      </w:r>
    </w:p>
    <w:p w14:paraId="1B47B6DF"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Cryptographic Parameters</w:t>
      </w:r>
    </w:p>
    <w:p w14:paraId="293F37B2"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Cryptographic Usage Mask</w:t>
      </w:r>
    </w:p>
    <w:p w14:paraId="7948615B"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68CBDB04" w14:textId="77777777" w:rsidR="00393429" w:rsidRPr="00E119E6" w:rsidRDefault="00393429"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Deactivation Reason</w:t>
      </w:r>
    </w:p>
    <w:p w14:paraId="6F9E0523"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Description</w:t>
      </w:r>
    </w:p>
    <w:p w14:paraId="1C380402"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Destroy Date</w:t>
      </w:r>
    </w:p>
    <w:p w14:paraId="2BFE709B"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Digest</w:t>
      </w:r>
    </w:p>
    <w:p w14:paraId="5B32C6C5" w14:textId="77777777" w:rsidR="00393429" w:rsidRPr="00E119E6" w:rsidRDefault="00393429"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Digital Signature Algorithm</w:t>
      </w:r>
    </w:p>
    <w:p w14:paraId="460052F3"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Extractable</w:t>
      </w:r>
    </w:p>
    <w:p w14:paraId="157B16E3"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Fresh</w:t>
      </w:r>
    </w:p>
    <w:p w14:paraId="2E29B771"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116F2DA4" w14:textId="77777777" w:rsidR="00393429" w:rsidRPr="00E119E6" w:rsidRDefault="00393429"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Key Format Type</w:t>
      </w:r>
    </w:p>
    <w:p w14:paraId="713699E8"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Key Value Location</w:t>
      </w:r>
    </w:p>
    <w:p w14:paraId="56BB555D"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Key Value Present</w:t>
      </w:r>
      <w:r>
        <w:rPr>
          <w:rFonts w:cs="Arial"/>
          <w:i/>
          <w:color w:val="000000"/>
          <w:szCs w:val="20"/>
        </w:rPr>
        <w:tab/>
      </w:r>
    </w:p>
    <w:p w14:paraId="6BC6A2D4"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3E619B3F" w14:textId="77777777" w:rsidR="002F0E6A" w:rsidRPr="00A26FFE" w:rsidRDefault="002F0E6A"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Lease Time</w:t>
      </w:r>
    </w:p>
    <w:p w14:paraId="418DA005"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Link</w:t>
      </w:r>
      <w:r w:rsidR="009C4A89">
        <w:rPr>
          <w:rFonts w:cs="Arial"/>
          <w:i/>
          <w:color w:val="000000"/>
          <w:szCs w:val="20"/>
        </w:rPr>
        <w:t>s</w:t>
      </w:r>
    </w:p>
    <w:p w14:paraId="7140BB60" w14:textId="77777777" w:rsidR="009C4A89" w:rsidRDefault="009C4A89" w:rsidP="004B0F58">
      <w:pPr>
        <w:numPr>
          <w:ilvl w:val="2"/>
          <w:numId w:val="170"/>
        </w:numPr>
        <w:autoSpaceDE w:val="0"/>
        <w:autoSpaceDN w:val="0"/>
        <w:adjustRightInd w:val="0"/>
        <w:spacing w:after="0"/>
        <w:contextualSpacing/>
        <w:rPr>
          <w:rFonts w:cs="Arial"/>
          <w:color w:val="000000"/>
          <w:szCs w:val="20"/>
        </w:rPr>
      </w:pPr>
      <w:r>
        <w:rPr>
          <w:rFonts w:cs="Arial"/>
          <w:i/>
          <w:color w:val="000000"/>
          <w:szCs w:val="20"/>
        </w:rPr>
        <w:t>All defined Link Attributes</w:t>
      </w:r>
    </w:p>
    <w:p w14:paraId="5B6150BA"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Name</w:t>
      </w:r>
    </w:p>
    <w:p w14:paraId="3F62DD57"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Never Extractable</w:t>
      </w:r>
    </w:p>
    <w:p w14:paraId="4ED2306A" w14:textId="77777777" w:rsidR="00511992" w:rsidRPr="00A26FFE"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NIST Key Type</w:t>
      </w:r>
    </w:p>
    <w:p w14:paraId="70983C3B" w14:textId="77777777" w:rsidR="0070385D" w:rsidRPr="004B0F58" w:rsidRDefault="0070385D"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Object Class</w:t>
      </w:r>
    </w:p>
    <w:p w14:paraId="1B4B8897" w14:textId="77777777" w:rsidR="002F0E6A" w:rsidRPr="00E119E6"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3BC3C4B9"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Original Creation Date</w:t>
      </w:r>
    </w:p>
    <w:p w14:paraId="605ECC11"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Process Start Date</w:t>
      </w:r>
    </w:p>
    <w:p w14:paraId="2FC7805E"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Protect Stop Date</w:t>
      </w:r>
    </w:p>
    <w:p w14:paraId="139467F9" w14:textId="77777777" w:rsidR="00511992" w:rsidRPr="004B0F58"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Protection L</w:t>
      </w:r>
      <w:r w:rsidR="00463972">
        <w:rPr>
          <w:rFonts w:cs="Arial"/>
          <w:i/>
          <w:color w:val="000000"/>
          <w:szCs w:val="20"/>
        </w:rPr>
        <w:t>e</w:t>
      </w:r>
      <w:r>
        <w:rPr>
          <w:rFonts w:cs="Arial"/>
          <w:i/>
          <w:color w:val="000000"/>
          <w:szCs w:val="20"/>
        </w:rPr>
        <w:t>vel</w:t>
      </w:r>
    </w:p>
    <w:p w14:paraId="3F657C6C" w14:textId="77777777" w:rsidR="00511992" w:rsidRPr="0065756A" w:rsidRDefault="00511992"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Protection Period</w:t>
      </w:r>
    </w:p>
    <w:p w14:paraId="33630138"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Protection Storage Mask</w:t>
      </w:r>
    </w:p>
    <w:p w14:paraId="78328DD8" w14:textId="77777777" w:rsidR="00393429" w:rsidRPr="004B0F58" w:rsidRDefault="00393429"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Quantum Safe</w:t>
      </w:r>
    </w:p>
    <w:p w14:paraId="467882C4"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Random Number Generator</w:t>
      </w:r>
    </w:p>
    <w:p w14:paraId="183D773E"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Revocation Reason</w:t>
      </w:r>
    </w:p>
    <w:p w14:paraId="0914376E" w14:textId="77777777" w:rsidR="009C4A89" w:rsidRDefault="009C4A89"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Automatic</w:t>
      </w:r>
    </w:p>
    <w:p w14:paraId="679F2963" w14:textId="77777777" w:rsidR="009C4A89" w:rsidRDefault="009C4A89"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Date</w:t>
      </w:r>
    </w:p>
    <w:p w14:paraId="60039E2B" w14:textId="77777777" w:rsidR="009C4A89" w:rsidRDefault="009C4A89"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Generation</w:t>
      </w:r>
    </w:p>
    <w:p w14:paraId="05D7C459" w14:textId="77777777" w:rsidR="009C4A89" w:rsidRDefault="009C4A89"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Interval</w:t>
      </w:r>
    </w:p>
    <w:p w14:paraId="41942CF3" w14:textId="77777777" w:rsidR="00511992" w:rsidRDefault="00511992"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Latest</w:t>
      </w:r>
    </w:p>
    <w:p w14:paraId="6C8D3CF8" w14:textId="77777777" w:rsidR="00511992" w:rsidRDefault="00511992"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Name</w:t>
      </w:r>
    </w:p>
    <w:p w14:paraId="0168D602" w14:textId="77777777" w:rsidR="009C4A89" w:rsidRPr="004B0F58" w:rsidRDefault="009C4A89" w:rsidP="004B0F58">
      <w:pPr>
        <w:numPr>
          <w:ilvl w:val="1"/>
          <w:numId w:val="170"/>
        </w:numPr>
        <w:autoSpaceDE w:val="0"/>
        <w:autoSpaceDN w:val="0"/>
        <w:adjustRightInd w:val="0"/>
        <w:spacing w:after="0"/>
        <w:contextualSpacing/>
        <w:rPr>
          <w:rFonts w:cs="Arial"/>
          <w:color w:val="000000"/>
          <w:szCs w:val="20"/>
        </w:rPr>
      </w:pPr>
      <w:r>
        <w:rPr>
          <w:rFonts w:cs="Arial"/>
          <w:color w:val="000000"/>
          <w:szCs w:val="20"/>
        </w:rPr>
        <w:t>Rotate Offset</w:t>
      </w:r>
    </w:p>
    <w:p w14:paraId="2DE6AB06" w14:textId="77777777" w:rsidR="002F0E6A"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Sensitive</w:t>
      </w:r>
    </w:p>
    <w:p w14:paraId="053BC3AD" w14:textId="77777777" w:rsidR="006E1D0D" w:rsidRPr="004B0F58" w:rsidRDefault="006E1D0D"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Short Unique Identifier</w:t>
      </w:r>
    </w:p>
    <w:p w14:paraId="60CE6F31" w14:textId="77777777" w:rsidR="002F0E6A" w:rsidRPr="00A26FFE"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State</w:t>
      </w:r>
    </w:p>
    <w:p w14:paraId="6A8C9ADB" w14:textId="77777777" w:rsidR="002F0E6A" w:rsidRPr="004B0F58" w:rsidRDefault="002F0E6A" w:rsidP="004B0F58">
      <w:pPr>
        <w:numPr>
          <w:ilvl w:val="1"/>
          <w:numId w:val="170"/>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2F1DA2DE" w14:textId="77777777" w:rsidR="00BF6D27" w:rsidRPr="00A26FFE" w:rsidRDefault="00BF6D27" w:rsidP="004B0F58">
      <w:pPr>
        <w:numPr>
          <w:ilvl w:val="1"/>
          <w:numId w:val="170"/>
        </w:numPr>
        <w:autoSpaceDE w:val="0"/>
        <w:autoSpaceDN w:val="0"/>
        <w:adjustRightInd w:val="0"/>
        <w:spacing w:after="0"/>
        <w:contextualSpacing/>
        <w:rPr>
          <w:rFonts w:cs="Arial"/>
          <w:i/>
          <w:color w:val="000000"/>
          <w:szCs w:val="20"/>
        </w:rPr>
      </w:pPr>
      <w:r w:rsidRPr="00A26FFE">
        <w:rPr>
          <w:rFonts w:cs="Arial"/>
          <w:i/>
          <w:color w:val="000000"/>
          <w:szCs w:val="20"/>
        </w:rPr>
        <w:t>Usage Limits</w:t>
      </w:r>
    </w:p>
    <w:p w14:paraId="1EFDFA4A" w14:textId="77777777" w:rsidR="006E1D0D" w:rsidRPr="004B0F58" w:rsidRDefault="006E1D0D" w:rsidP="00BF6D27">
      <w:pPr>
        <w:numPr>
          <w:ilvl w:val="1"/>
          <w:numId w:val="170"/>
        </w:numPr>
        <w:autoSpaceDE w:val="0"/>
        <w:autoSpaceDN w:val="0"/>
        <w:adjustRightInd w:val="0"/>
        <w:spacing w:after="0"/>
        <w:contextualSpacing/>
        <w:rPr>
          <w:rFonts w:cs="Arial"/>
          <w:color w:val="000000"/>
          <w:szCs w:val="20"/>
        </w:rPr>
      </w:pPr>
      <w:r>
        <w:rPr>
          <w:rFonts w:cs="Arial"/>
          <w:i/>
          <w:color w:val="000000"/>
          <w:szCs w:val="20"/>
        </w:rPr>
        <w:t>Vendor Attribute</w:t>
      </w:r>
    </w:p>
    <w:p w14:paraId="1077A1FB" w14:textId="77777777" w:rsidR="00BF6D27" w:rsidRPr="004B0F58" w:rsidRDefault="00BF6D27" w:rsidP="00BF6D27">
      <w:pPr>
        <w:numPr>
          <w:ilvl w:val="1"/>
          <w:numId w:val="170"/>
        </w:numPr>
        <w:autoSpaceDE w:val="0"/>
        <w:autoSpaceDN w:val="0"/>
        <w:adjustRightInd w:val="0"/>
        <w:spacing w:after="0"/>
        <w:contextualSpacing/>
        <w:rPr>
          <w:rFonts w:cs="Arial"/>
          <w:color w:val="000000"/>
          <w:szCs w:val="20"/>
        </w:rPr>
      </w:pPr>
      <w:r>
        <w:rPr>
          <w:rFonts w:cs="Arial"/>
          <w:i/>
          <w:color w:val="000000"/>
          <w:szCs w:val="20"/>
        </w:rPr>
        <w:t>X.509 Certificate Identifier</w:t>
      </w:r>
    </w:p>
    <w:p w14:paraId="588DDD65" w14:textId="77777777" w:rsidR="00BF6D27" w:rsidRPr="004B0F58" w:rsidRDefault="00BF6D27" w:rsidP="00BF6D27">
      <w:pPr>
        <w:numPr>
          <w:ilvl w:val="1"/>
          <w:numId w:val="170"/>
        </w:numPr>
        <w:autoSpaceDE w:val="0"/>
        <w:autoSpaceDN w:val="0"/>
        <w:adjustRightInd w:val="0"/>
        <w:spacing w:after="0"/>
        <w:contextualSpacing/>
        <w:rPr>
          <w:rFonts w:cs="Arial"/>
          <w:color w:val="000000"/>
          <w:szCs w:val="20"/>
        </w:rPr>
      </w:pPr>
      <w:r>
        <w:rPr>
          <w:rFonts w:cs="Arial"/>
          <w:i/>
          <w:color w:val="000000"/>
          <w:szCs w:val="20"/>
        </w:rPr>
        <w:t>X.509 Certificate Issuer</w:t>
      </w:r>
    </w:p>
    <w:p w14:paraId="557342E8" w14:textId="77777777" w:rsidR="00BF6D27" w:rsidRPr="00E119E6" w:rsidRDefault="00BF6D27" w:rsidP="004B0F58">
      <w:pPr>
        <w:numPr>
          <w:ilvl w:val="1"/>
          <w:numId w:val="170"/>
        </w:numPr>
        <w:autoSpaceDE w:val="0"/>
        <w:autoSpaceDN w:val="0"/>
        <w:adjustRightInd w:val="0"/>
        <w:spacing w:after="0"/>
        <w:contextualSpacing/>
        <w:rPr>
          <w:rFonts w:cs="Arial"/>
          <w:color w:val="000000"/>
          <w:szCs w:val="20"/>
        </w:rPr>
      </w:pPr>
      <w:r>
        <w:rPr>
          <w:rFonts w:cs="Arial"/>
          <w:i/>
          <w:color w:val="000000"/>
          <w:szCs w:val="20"/>
        </w:rPr>
        <w:t>X.509 Certificate Subject</w:t>
      </w:r>
    </w:p>
    <w:p w14:paraId="41DAA89B" w14:textId="77777777" w:rsidR="002F0E6A" w:rsidRPr="002D281D" w:rsidRDefault="002F0E6A" w:rsidP="002F0E6A">
      <w:pPr>
        <w:numPr>
          <w:ilvl w:val="0"/>
          <w:numId w:val="12"/>
        </w:numPr>
        <w:rPr>
          <w:rFonts w:cs="Arial"/>
          <w:szCs w:val="20"/>
        </w:rPr>
      </w:pPr>
      <w:r w:rsidRPr="002D281D">
        <w:rPr>
          <w:rFonts w:cs="Arial"/>
          <w:szCs w:val="20"/>
        </w:rPr>
        <w:t xml:space="preserve">Supports the following </w:t>
      </w:r>
      <w:r w:rsidRPr="002D281D">
        <w:rPr>
          <w:rFonts w:cs="Arial"/>
          <w:i/>
          <w:szCs w:val="20"/>
        </w:rPr>
        <w:t>Client-to-Server Operations</w:t>
      </w:r>
      <w:r w:rsidRPr="002D281D">
        <w:rPr>
          <w:rFonts w:cs="Arial"/>
          <w:szCs w:val="20"/>
        </w:rPr>
        <w:t xml:space="preserve"> [KMIP-SPEC]</w:t>
      </w:r>
    </w:p>
    <w:p w14:paraId="7C83127A"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Activate</w:t>
      </w:r>
    </w:p>
    <w:p w14:paraId="4B68E029"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Add Attribute</w:t>
      </w:r>
    </w:p>
    <w:p w14:paraId="116C58E4" w14:textId="77777777" w:rsidR="002F0E6A" w:rsidRPr="00A26FFE"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Adjust Attribute</w:t>
      </w:r>
    </w:p>
    <w:p w14:paraId="049AEE0F" w14:textId="77777777" w:rsidR="009C4A89" w:rsidRPr="004B0F58" w:rsidRDefault="009C4A89"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Create Credential</w:t>
      </w:r>
    </w:p>
    <w:p w14:paraId="46AB7703" w14:textId="77777777" w:rsidR="009C4A89" w:rsidRPr="004B0F58" w:rsidRDefault="009C4A89"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Create Group</w:t>
      </w:r>
    </w:p>
    <w:p w14:paraId="3B018575" w14:textId="77777777" w:rsidR="009C4A89" w:rsidRPr="004B0F58" w:rsidRDefault="009C4A89"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Create User</w:t>
      </w:r>
    </w:p>
    <w:p w14:paraId="4469AB67"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Check</w:t>
      </w:r>
    </w:p>
    <w:p w14:paraId="24E1565A" w14:textId="77777777" w:rsidR="00393429" w:rsidRPr="004B0F58" w:rsidRDefault="00393429"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Deactivate</w:t>
      </w:r>
    </w:p>
    <w:p w14:paraId="73BA7C8E"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Delete Attribute</w:t>
      </w:r>
    </w:p>
    <w:p w14:paraId="544946D3" w14:textId="77777777" w:rsidR="002F0E6A"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Destroy</w:t>
      </w:r>
    </w:p>
    <w:p w14:paraId="1A2EF495" w14:textId="77777777" w:rsidR="002F0E6A" w:rsidRPr="00613972"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Discover Versions</w:t>
      </w:r>
    </w:p>
    <w:p w14:paraId="1669A923" w14:textId="77777777" w:rsidR="002F0E6A" w:rsidRPr="00613972" w:rsidRDefault="002F0E6A" w:rsidP="002F0E6A">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Export</w:t>
      </w:r>
    </w:p>
    <w:p w14:paraId="6E8A4F3F"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w:t>
      </w:r>
    </w:p>
    <w:p w14:paraId="4B0F122E"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 List</w:t>
      </w:r>
    </w:p>
    <w:p w14:paraId="1C3956F0" w14:textId="77777777" w:rsidR="002F0E6A" w:rsidRPr="00613972"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5EC90210" w14:textId="77777777" w:rsidR="009C4A89" w:rsidRDefault="009C4A89"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Get Constraints</w:t>
      </w:r>
    </w:p>
    <w:p w14:paraId="60610796" w14:textId="77777777" w:rsidR="009C4A89" w:rsidRDefault="009C4A89"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Get Usage Allocation</w:t>
      </w:r>
    </w:p>
    <w:p w14:paraId="056CF54A" w14:textId="77777777" w:rsidR="002F0E6A" w:rsidRPr="00613972" w:rsidRDefault="002F0E6A" w:rsidP="002F0E6A">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Import</w:t>
      </w:r>
    </w:p>
    <w:p w14:paraId="400ACBA9" w14:textId="77777777" w:rsidR="002F0E6A" w:rsidRPr="0065756A" w:rsidRDefault="002F0E6A"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Interop</w:t>
      </w:r>
    </w:p>
    <w:p w14:paraId="7933D993"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Modify Attribute</w:t>
      </w:r>
    </w:p>
    <w:p w14:paraId="552ECBAB" w14:textId="77777777" w:rsidR="002F0E6A" w:rsidRDefault="002F0E6A"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Locate</w:t>
      </w:r>
    </w:p>
    <w:p w14:paraId="7F485548" w14:textId="77777777" w:rsidR="002F0E6A"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Log</w:t>
      </w:r>
    </w:p>
    <w:p w14:paraId="14FC9628" w14:textId="77777777" w:rsidR="0099156C" w:rsidRDefault="0099156C"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 xml:space="preserve">Login </w:t>
      </w:r>
    </w:p>
    <w:p w14:paraId="39193EB2" w14:textId="77777777" w:rsidR="0099156C" w:rsidRDefault="0099156C"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Logout</w:t>
      </w:r>
    </w:p>
    <w:p w14:paraId="1886F50E" w14:textId="77777777" w:rsidR="00463972" w:rsidRPr="00A26FFE" w:rsidRDefault="00463972"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Obliterate</w:t>
      </w:r>
    </w:p>
    <w:p w14:paraId="0C73CB05" w14:textId="77777777" w:rsidR="009C4A89" w:rsidRPr="004B0F58" w:rsidRDefault="009C4A89"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Ping</w:t>
      </w:r>
    </w:p>
    <w:p w14:paraId="51402361" w14:textId="77777777" w:rsidR="002F0E6A" w:rsidRPr="002D281D"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Query</w:t>
      </w:r>
    </w:p>
    <w:p w14:paraId="249A32A8" w14:textId="77777777" w:rsidR="002F0E6A" w:rsidRPr="002D281D" w:rsidRDefault="002F0E6A" w:rsidP="002F0E6A">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Register</w:t>
      </w:r>
    </w:p>
    <w:p w14:paraId="4A961885"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Revoke</w:t>
      </w:r>
    </w:p>
    <w:p w14:paraId="7B3776B6" w14:textId="77777777" w:rsidR="002F0E6A"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Set Attribute</w:t>
      </w:r>
    </w:p>
    <w:p w14:paraId="19D22080" w14:textId="77777777" w:rsidR="00BF6D27" w:rsidRPr="00A26FFE" w:rsidRDefault="00BF6D27"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Set Defaults</w:t>
      </w:r>
    </w:p>
    <w:p w14:paraId="2D35960F" w14:textId="77777777" w:rsidR="002F0E6A" w:rsidRPr="002D281D" w:rsidRDefault="002F0E6A" w:rsidP="002F0E6A">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Set Endpoint Role</w:t>
      </w:r>
    </w:p>
    <w:p w14:paraId="7BCA82D4" w14:textId="77777777" w:rsidR="002F0E6A" w:rsidRDefault="002F0E6A" w:rsidP="002F0E6A">
      <w:pPr>
        <w:numPr>
          <w:ilvl w:val="0"/>
          <w:numId w:val="12"/>
        </w:numPr>
      </w:pPr>
      <w:r>
        <w:t xml:space="preserve">Supports </w:t>
      </w:r>
      <w:r w:rsidRPr="00F35AF1">
        <w:rPr>
          <w:i/>
        </w:rPr>
        <w:t>Server-to-Client Operations</w:t>
      </w:r>
      <w:r>
        <w:t xml:space="preserve"> [KMIP-SPEC]</w:t>
      </w:r>
    </w:p>
    <w:p w14:paraId="230A06DD"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Discover Versions</w:t>
      </w:r>
    </w:p>
    <w:p w14:paraId="52B60BE6"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 xml:space="preserve">Notify </w:t>
      </w:r>
    </w:p>
    <w:p w14:paraId="2CF35890"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Put</w:t>
      </w:r>
    </w:p>
    <w:p w14:paraId="0E995645"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Query</w:t>
      </w:r>
    </w:p>
    <w:p w14:paraId="2B8F5342"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Set Endpoint Role</w:t>
      </w:r>
    </w:p>
    <w:p w14:paraId="3479DBAD" w14:textId="77777777" w:rsidR="002F0E6A" w:rsidRPr="0069173A" w:rsidRDefault="002F0E6A" w:rsidP="002F0E6A">
      <w:pPr>
        <w:numPr>
          <w:ilvl w:val="0"/>
          <w:numId w:val="12"/>
        </w:numPr>
        <w:rPr>
          <w:rFonts w:cs="Arial"/>
          <w:szCs w:val="20"/>
        </w:rPr>
      </w:pPr>
      <w:r w:rsidRPr="0069173A">
        <w:rPr>
          <w:rFonts w:cs="Arial"/>
          <w:szCs w:val="20"/>
        </w:rPr>
        <w:t xml:space="preserve">Supports the following </w:t>
      </w:r>
      <w:r w:rsidRPr="00A26FFE">
        <w:rPr>
          <w:rFonts w:cs="Arial"/>
          <w:i/>
          <w:szCs w:val="20"/>
        </w:rPr>
        <w:t>Message Data Structures</w:t>
      </w:r>
      <w:r>
        <w:rPr>
          <w:rFonts w:cs="Arial"/>
          <w:szCs w:val="20"/>
        </w:rPr>
        <w:t xml:space="preserve"> [KMIP-SPEC]</w:t>
      </w:r>
      <w:r w:rsidRPr="0069173A">
        <w:rPr>
          <w:rFonts w:cs="Arial"/>
          <w:szCs w:val="20"/>
        </w:rPr>
        <w:t>:</w:t>
      </w:r>
    </w:p>
    <w:p w14:paraId="41ED4760"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Asynchronous Indicator</w:t>
      </w:r>
    </w:p>
    <w:p w14:paraId="46D80B4F"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Attestation Capable Indicator</w:t>
      </w:r>
    </w:p>
    <w:p w14:paraId="6936C2F1"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Error Continuation Option</w:t>
      </w:r>
    </w:p>
    <w:p w14:paraId="74E1914E"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Item</w:t>
      </w:r>
    </w:p>
    <w:p w14:paraId="0C9063E9"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Client Correlation Value</w:t>
      </w:r>
    </w:p>
    <w:p w14:paraId="1A559DD1"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Maximum Response Size</w:t>
      </w:r>
    </w:p>
    <w:p w14:paraId="619408EE"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Message Extension</w:t>
      </w:r>
    </w:p>
    <w:p w14:paraId="07278089"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Operation</w:t>
      </w:r>
    </w:p>
    <w:p w14:paraId="117AB4BB"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Protocol Version</w:t>
      </w:r>
    </w:p>
    <w:p w14:paraId="2B741CD0"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Reason</w:t>
      </w:r>
    </w:p>
    <w:p w14:paraId="208217DA"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Status</w:t>
      </w:r>
    </w:p>
    <w:p w14:paraId="39D9DA31"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Server Correlation Value</w:t>
      </w:r>
    </w:p>
    <w:p w14:paraId="75945507"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Time Stamp</w:t>
      </w:r>
    </w:p>
    <w:p w14:paraId="568ED578" w14:textId="77777777" w:rsidR="002F0E6A" w:rsidRPr="00F35AF1" w:rsidRDefault="002F0E6A" w:rsidP="002F0E6A">
      <w:pPr>
        <w:numPr>
          <w:ilvl w:val="0"/>
          <w:numId w:val="12"/>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40A03409" w14:textId="77777777" w:rsidR="002F0E6A" w:rsidRDefault="002F0E6A" w:rsidP="002F0E6A">
      <w:pPr>
        <w:numPr>
          <w:ilvl w:val="1"/>
          <w:numId w:val="18"/>
        </w:numPr>
        <w:autoSpaceDE w:val="0"/>
        <w:autoSpaceDN w:val="0"/>
        <w:adjustRightInd w:val="0"/>
        <w:spacing w:after="0"/>
        <w:contextualSpacing/>
        <w:rPr>
          <w:rFonts w:cs="Arial"/>
          <w:color w:val="000000"/>
          <w:szCs w:val="20"/>
        </w:rPr>
      </w:pPr>
      <w:r w:rsidRPr="00F35AF1">
        <w:rPr>
          <w:i/>
        </w:rPr>
        <w:t>Authentication</w:t>
      </w:r>
    </w:p>
    <w:p w14:paraId="5CF91622" w14:textId="77777777" w:rsidR="002F0E6A" w:rsidRPr="00F35AF1" w:rsidRDefault="002F0E6A" w:rsidP="002F0E6A">
      <w:pPr>
        <w:numPr>
          <w:ilvl w:val="1"/>
          <w:numId w:val="18"/>
        </w:numPr>
        <w:autoSpaceDE w:val="0"/>
        <w:autoSpaceDN w:val="0"/>
        <w:adjustRightInd w:val="0"/>
        <w:spacing w:after="0"/>
        <w:contextualSpacing/>
        <w:rPr>
          <w:rFonts w:cs="Arial"/>
          <w:color w:val="000000"/>
          <w:szCs w:val="20"/>
        </w:rPr>
      </w:pPr>
      <w:r w:rsidRPr="00F35AF1">
        <w:rPr>
          <w:i/>
        </w:rPr>
        <w:t>Transport</w:t>
      </w:r>
    </w:p>
    <w:p w14:paraId="5AD30086" w14:textId="77777777" w:rsidR="002F0E6A" w:rsidRPr="00F35AF1" w:rsidRDefault="002F0E6A" w:rsidP="002F0E6A">
      <w:pPr>
        <w:numPr>
          <w:ilvl w:val="1"/>
          <w:numId w:val="18"/>
        </w:numPr>
        <w:autoSpaceDE w:val="0"/>
        <w:autoSpaceDN w:val="0"/>
        <w:adjustRightInd w:val="0"/>
        <w:spacing w:after="0"/>
        <w:contextualSpacing/>
        <w:rPr>
          <w:rFonts w:cs="Arial"/>
          <w:i/>
          <w:color w:val="000000"/>
          <w:szCs w:val="20"/>
        </w:rPr>
      </w:pPr>
      <w:r w:rsidRPr="00F35AF1">
        <w:rPr>
          <w:i/>
        </w:rPr>
        <w:t>TTLV</w:t>
      </w:r>
    </w:p>
    <w:p w14:paraId="6BC7FD47" w14:textId="77777777" w:rsidR="002F0E6A" w:rsidRDefault="002F0E6A" w:rsidP="002F0E6A">
      <w:pPr>
        <w:numPr>
          <w:ilvl w:val="0"/>
          <w:numId w:val="12"/>
        </w:numPr>
      </w:pPr>
      <w:r w:rsidRPr="0069173A">
        <w:t>Optionally supports extensions outside the scope of this standard (e.g., vendor extensions, conformance clauses) that do not contradict any KMIP requirements</w:t>
      </w:r>
    </w:p>
    <w:p w14:paraId="724C7C82" w14:textId="77777777" w:rsidR="002F0E6A" w:rsidRDefault="002F0E6A" w:rsidP="002F0E6A">
      <w:pPr>
        <w:pStyle w:val="Heading3"/>
        <w:numPr>
          <w:ilvl w:val="2"/>
          <w:numId w:val="2"/>
        </w:numPr>
      </w:pPr>
      <w:bookmarkStart w:id="310" w:name="_Toc32324370"/>
      <w:bookmarkStart w:id="311" w:name="_Ref527637386"/>
      <w:bookmarkStart w:id="312" w:name="_Toc533021317"/>
      <w:bookmarkStart w:id="313" w:name="_Toc535231560"/>
      <w:bookmarkStart w:id="314" w:name="_Toc14773183"/>
      <w:bookmarkStart w:id="315" w:name="_Toc27473234"/>
      <w:bookmarkStart w:id="316" w:name="_Toc176876066"/>
      <w:r>
        <w:t xml:space="preserve">Baseline Mandatory Test Cases KMIP </w:t>
      </w:r>
      <w:bookmarkEnd w:id="310"/>
      <w:r>
        <w:t>v</w:t>
      </w:r>
      <w:bookmarkEnd w:id="311"/>
      <w:bookmarkEnd w:id="312"/>
      <w:bookmarkEnd w:id="313"/>
      <w:bookmarkEnd w:id="314"/>
      <w:bookmarkEnd w:id="315"/>
      <w:r w:rsidR="00697364">
        <w:t>3.0</w:t>
      </w:r>
      <w:bookmarkEnd w:id="316"/>
    </w:p>
    <w:p w14:paraId="7B5180D5" w14:textId="77777777" w:rsidR="002F0E6A" w:rsidRDefault="002F0E6A" w:rsidP="002F0E6A">
      <w:pPr>
        <w:pStyle w:val="Heading4"/>
        <w:numPr>
          <w:ilvl w:val="3"/>
          <w:numId w:val="2"/>
        </w:numPr>
      </w:pPr>
      <w:bookmarkStart w:id="317" w:name="_Toc533021318"/>
      <w:bookmarkStart w:id="318" w:name="_Toc535231561"/>
      <w:bookmarkStart w:id="319" w:name="_Toc14773184"/>
      <w:bookmarkStart w:id="320" w:name="_Toc27473235"/>
      <w:bookmarkStart w:id="321" w:name="_Toc32324371"/>
      <w:bookmarkStart w:id="322" w:name="_Toc176876067"/>
      <w:r>
        <w:t>BL-M-1-2</w:t>
      </w:r>
      <w:bookmarkEnd w:id="317"/>
      <w:bookmarkEnd w:id="318"/>
      <w:r>
        <w:t>1</w:t>
      </w:r>
      <w:bookmarkEnd w:id="319"/>
      <w:bookmarkEnd w:id="320"/>
      <w:bookmarkEnd w:id="321"/>
      <w:bookmarkEnd w:id="322"/>
    </w:p>
    <w:p w14:paraId="00C86418" w14:textId="77777777" w:rsidR="002F0E6A" w:rsidRDefault="002F0E6A" w:rsidP="002F0E6A">
      <w:r w:rsidRPr="00F24DF7">
        <w:t xml:space="preserve">See </w:t>
      </w:r>
      <w:hyperlink r:id="rId55" w:history="1">
        <w:r w:rsidRPr="00792EC7">
          <w:rPr>
            <w:rStyle w:val="Hyperlink"/>
          </w:rPr>
          <w:t>test-cases/kmip</w:t>
        </w:r>
        <w:r w:rsidR="00697364">
          <w:rPr>
            <w:rStyle w:val="Hyperlink"/>
          </w:rPr>
          <w:t>-v3.0</w:t>
        </w:r>
        <w:r w:rsidRPr="00792EC7">
          <w:rPr>
            <w:rStyle w:val="Hyperlink"/>
          </w:rPr>
          <w:t>/mandatory/BL-M-1</w:t>
        </w:r>
        <w:r>
          <w:rPr>
            <w:rStyle w:val="Hyperlink"/>
          </w:rPr>
          <w:t>-30</w:t>
        </w:r>
        <w:r w:rsidRPr="00792EC7">
          <w:rPr>
            <w:rStyle w:val="Hyperlink"/>
          </w:rPr>
          <w:t>.xml</w:t>
        </w:r>
      </w:hyperlink>
      <w:r>
        <w:t>.</w:t>
      </w:r>
    </w:p>
    <w:p w14:paraId="22B491CF" w14:textId="77777777" w:rsidR="002F0E6A" w:rsidRPr="00F24DF7" w:rsidRDefault="002F0E6A" w:rsidP="002F0E6A">
      <w:pPr>
        <w:pStyle w:val="Heading4"/>
        <w:numPr>
          <w:ilvl w:val="3"/>
          <w:numId w:val="2"/>
        </w:numPr>
      </w:pPr>
      <w:bookmarkStart w:id="323" w:name="_Toc32324372"/>
      <w:bookmarkStart w:id="324" w:name="_Toc533021319"/>
      <w:bookmarkStart w:id="325" w:name="_Toc535231562"/>
      <w:bookmarkStart w:id="326" w:name="_Toc14773185"/>
      <w:bookmarkStart w:id="327" w:name="_Toc27473236"/>
      <w:bookmarkStart w:id="328" w:name="_Toc176876068"/>
      <w:r w:rsidRPr="00F24DF7">
        <w:t>BL-M-2</w:t>
      </w:r>
      <w:r>
        <w:t>-</w:t>
      </w:r>
      <w:bookmarkEnd w:id="323"/>
      <w:r>
        <w:t>30</w:t>
      </w:r>
      <w:bookmarkEnd w:id="324"/>
      <w:bookmarkEnd w:id="325"/>
      <w:bookmarkEnd w:id="326"/>
      <w:bookmarkEnd w:id="327"/>
      <w:bookmarkEnd w:id="328"/>
    </w:p>
    <w:p w14:paraId="044A88AC" w14:textId="77777777" w:rsidR="004B2B8C" w:rsidRDefault="004B2B8C" w:rsidP="004B2B8C">
      <w:r w:rsidRPr="00F24DF7">
        <w:t xml:space="preserve">See </w:t>
      </w:r>
      <w:hyperlink r:id="rId56" w:history="1">
        <w:r>
          <w:rPr>
            <w:rStyle w:val="Hyperlink"/>
          </w:rPr>
          <w:t>test-cases/kmip-v3.0/mandatory/BL-M-2-30.xml</w:t>
        </w:r>
      </w:hyperlink>
      <w:r>
        <w:t>.</w:t>
      </w:r>
    </w:p>
    <w:p w14:paraId="3A69DEA0" w14:textId="77777777" w:rsidR="002F0E6A" w:rsidRPr="00792EC7" w:rsidRDefault="002F0E6A" w:rsidP="002F0E6A">
      <w:pPr>
        <w:pStyle w:val="Heading4"/>
        <w:numPr>
          <w:ilvl w:val="3"/>
          <w:numId w:val="2"/>
        </w:numPr>
      </w:pPr>
      <w:bookmarkStart w:id="329" w:name="_Toc32324373"/>
      <w:bookmarkStart w:id="330" w:name="_Toc533021320"/>
      <w:bookmarkStart w:id="331" w:name="_Toc535231563"/>
      <w:bookmarkStart w:id="332" w:name="_Toc14773186"/>
      <w:bookmarkStart w:id="333" w:name="_Toc27473237"/>
      <w:bookmarkStart w:id="334" w:name="_Toc176876069"/>
      <w:r w:rsidRPr="00792EC7">
        <w:t>BL-M-3</w:t>
      </w:r>
      <w:r>
        <w:t>-</w:t>
      </w:r>
      <w:bookmarkEnd w:id="329"/>
      <w:r>
        <w:t>30</w:t>
      </w:r>
      <w:bookmarkEnd w:id="330"/>
      <w:bookmarkEnd w:id="331"/>
      <w:bookmarkEnd w:id="332"/>
      <w:bookmarkEnd w:id="333"/>
      <w:bookmarkEnd w:id="334"/>
    </w:p>
    <w:p w14:paraId="0A8E81CC" w14:textId="77777777" w:rsidR="002F0E6A" w:rsidRDefault="002F0E6A" w:rsidP="002F0E6A">
      <w:r w:rsidRPr="00792EC7">
        <w:t xml:space="preserve">See </w:t>
      </w:r>
      <w:hyperlink r:id="rId57" w:history="1">
        <w:r w:rsidRPr="00792EC7">
          <w:rPr>
            <w:rStyle w:val="Hyperlink"/>
          </w:rPr>
          <w:t>test-cases/kmip</w:t>
        </w:r>
        <w:r w:rsidR="00697364">
          <w:rPr>
            <w:rStyle w:val="Hyperlink"/>
          </w:rPr>
          <w:t>-v3.0</w:t>
        </w:r>
        <w:r w:rsidRPr="00792EC7">
          <w:rPr>
            <w:rStyle w:val="Hyperlink"/>
          </w:rPr>
          <w:t>/mandatory/BL-M-3</w:t>
        </w:r>
        <w:r>
          <w:rPr>
            <w:rStyle w:val="Hyperlink"/>
          </w:rPr>
          <w:t>-30</w:t>
        </w:r>
        <w:r w:rsidRPr="00792EC7">
          <w:rPr>
            <w:rStyle w:val="Hyperlink"/>
          </w:rPr>
          <w:t>.xml</w:t>
        </w:r>
      </w:hyperlink>
      <w:r>
        <w:t>.</w:t>
      </w:r>
    </w:p>
    <w:p w14:paraId="18162CDA" w14:textId="77777777" w:rsidR="002F0E6A" w:rsidRPr="00792EC7" w:rsidRDefault="002F0E6A" w:rsidP="002F0E6A">
      <w:pPr>
        <w:pStyle w:val="Heading4"/>
        <w:numPr>
          <w:ilvl w:val="3"/>
          <w:numId w:val="2"/>
        </w:numPr>
      </w:pPr>
      <w:bookmarkStart w:id="335" w:name="_Toc32324374"/>
      <w:bookmarkStart w:id="336" w:name="_Toc533021321"/>
      <w:bookmarkStart w:id="337" w:name="_Toc535231564"/>
      <w:bookmarkStart w:id="338" w:name="_Toc14773187"/>
      <w:bookmarkStart w:id="339" w:name="_Toc27473238"/>
      <w:bookmarkStart w:id="340" w:name="_Toc176876070"/>
      <w:r w:rsidRPr="00792EC7">
        <w:t>BL-M-</w:t>
      </w:r>
      <w:r>
        <w:t>4-</w:t>
      </w:r>
      <w:bookmarkEnd w:id="335"/>
      <w:r>
        <w:t>30</w:t>
      </w:r>
      <w:bookmarkEnd w:id="336"/>
      <w:bookmarkEnd w:id="337"/>
      <w:bookmarkEnd w:id="338"/>
      <w:bookmarkEnd w:id="339"/>
      <w:bookmarkEnd w:id="340"/>
    </w:p>
    <w:p w14:paraId="25C37473" w14:textId="77777777" w:rsidR="002F0E6A" w:rsidRDefault="002F0E6A" w:rsidP="002F0E6A">
      <w:r w:rsidRPr="00792EC7">
        <w:t xml:space="preserve">See </w:t>
      </w:r>
      <w:hyperlink r:id="rId58" w:history="1">
        <w:r>
          <w:rPr>
            <w:rStyle w:val="Hyperlink"/>
          </w:rPr>
          <w:t>test-cases/kmip</w:t>
        </w:r>
        <w:r w:rsidR="00697364">
          <w:rPr>
            <w:rStyle w:val="Hyperlink"/>
          </w:rPr>
          <w:t>-v3.0</w:t>
        </w:r>
        <w:r>
          <w:rPr>
            <w:rStyle w:val="Hyperlink"/>
          </w:rPr>
          <w:t>/mandatory/BL-M-4-30.xml</w:t>
        </w:r>
      </w:hyperlink>
      <w:r>
        <w:t>.</w:t>
      </w:r>
    </w:p>
    <w:p w14:paraId="56571DAB" w14:textId="77777777" w:rsidR="002F0E6A" w:rsidRPr="00792EC7" w:rsidRDefault="002F0E6A" w:rsidP="002F0E6A">
      <w:pPr>
        <w:pStyle w:val="Heading4"/>
        <w:numPr>
          <w:ilvl w:val="3"/>
          <w:numId w:val="2"/>
        </w:numPr>
      </w:pPr>
      <w:bookmarkStart w:id="341" w:name="_Toc32324375"/>
      <w:bookmarkStart w:id="342" w:name="_Toc533021322"/>
      <w:bookmarkStart w:id="343" w:name="_Toc535231565"/>
      <w:bookmarkStart w:id="344" w:name="_Toc14773188"/>
      <w:bookmarkStart w:id="345" w:name="_Toc27473239"/>
      <w:bookmarkStart w:id="346" w:name="_Toc176876071"/>
      <w:r w:rsidRPr="00792EC7">
        <w:t>BL-M-</w:t>
      </w:r>
      <w:r>
        <w:t>5-</w:t>
      </w:r>
      <w:bookmarkEnd w:id="341"/>
      <w:r>
        <w:t>30</w:t>
      </w:r>
      <w:bookmarkEnd w:id="342"/>
      <w:bookmarkEnd w:id="343"/>
      <w:bookmarkEnd w:id="344"/>
      <w:bookmarkEnd w:id="345"/>
      <w:bookmarkEnd w:id="346"/>
    </w:p>
    <w:p w14:paraId="671A044F" w14:textId="77777777" w:rsidR="002F0E6A" w:rsidRDefault="002F0E6A" w:rsidP="002F0E6A">
      <w:r w:rsidRPr="00792EC7">
        <w:t xml:space="preserve">See </w:t>
      </w:r>
      <w:hyperlink r:id="rId59" w:history="1">
        <w:r>
          <w:rPr>
            <w:rStyle w:val="Hyperlink"/>
          </w:rPr>
          <w:t>test-cases/kmip</w:t>
        </w:r>
        <w:r w:rsidR="00697364">
          <w:rPr>
            <w:rStyle w:val="Hyperlink"/>
          </w:rPr>
          <w:t>-v3.0</w:t>
        </w:r>
        <w:r>
          <w:rPr>
            <w:rStyle w:val="Hyperlink"/>
          </w:rPr>
          <w:t>/mandatory/BL-M-5-30.xml</w:t>
        </w:r>
      </w:hyperlink>
      <w:r>
        <w:t>.</w:t>
      </w:r>
    </w:p>
    <w:p w14:paraId="6C2426B5" w14:textId="77777777" w:rsidR="002F0E6A" w:rsidRPr="00792EC7" w:rsidRDefault="002F0E6A" w:rsidP="002F0E6A">
      <w:pPr>
        <w:pStyle w:val="Heading4"/>
        <w:numPr>
          <w:ilvl w:val="3"/>
          <w:numId w:val="2"/>
        </w:numPr>
      </w:pPr>
      <w:bookmarkStart w:id="347" w:name="_Toc32324376"/>
      <w:bookmarkStart w:id="348" w:name="_Toc533021323"/>
      <w:bookmarkStart w:id="349" w:name="_Toc535231566"/>
      <w:bookmarkStart w:id="350" w:name="_Toc14773189"/>
      <w:bookmarkStart w:id="351" w:name="_Toc27473240"/>
      <w:bookmarkStart w:id="352" w:name="_Toc176876072"/>
      <w:r w:rsidRPr="00792EC7">
        <w:t>BL-M-</w:t>
      </w:r>
      <w:r>
        <w:t>6-</w:t>
      </w:r>
      <w:bookmarkEnd w:id="347"/>
      <w:r>
        <w:t>30</w:t>
      </w:r>
      <w:bookmarkEnd w:id="348"/>
      <w:bookmarkEnd w:id="349"/>
      <w:bookmarkEnd w:id="350"/>
      <w:bookmarkEnd w:id="351"/>
      <w:bookmarkEnd w:id="352"/>
    </w:p>
    <w:p w14:paraId="41EDF00E" w14:textId="77777777" w:rsidR="002F0E6A" w:rsidRDefault="002F0E6A" w:rsidP="002F0E6A">
      <w:r w:rsidRPr="00792EC7">
        <w:t xml:space="preserve">See </w:t>
      </w:r>
      <w:hyperlink r:id="rId60" w:history="1">
        <w:r>
          <w:rPr>
            <w:rStyle w:val="Hyperlink"/>
          </w:rPr>
          <w:t>test-cases/kmip</w:t>
        </w:r>
        <w:r w:rsidR="00697364">
          <w:rPr>
            <w:rStyle w:val="Hyperlink"/>
          </w:rPr>
          <w:t>-v3.0</w:t>
        </w:r>
        <w:r>
          <w:rPr>
            <w:rStyle w:val="Hyperlink"/>
          </w:rPr>
          <w:t>/mandatory/BL-M-6-30.xml</w:t>
        </w:r>
      </w:hyperlink>
      <w:r>
        <w:t>.</w:t>
      </w:r>
    </w:p>
    <w:p w14:paraId="601F1E21" w14:textId="77777777" w:rsidR="002F0E6A" w:rsidRPr="00792EC7" w:rsidRDefault="002F0E6A" w:rsidP="002F0E6A">
      <w:pPr>
        <w:pStyle w:val="Heading4"/>
        <w:numPr>
          <w:ilvl w:val="3"/>
          <w:numId w:val="2"/>
        </w:numPr>
      </w:pPr>
      <w:bookmarkStart w:id="353" w:name="_Toc32324377"/>
      <w:bookmarkStart w:id="354" w:name="_Toc533021324"/>
      <w:bookmarkStart w:id="355" w:name="_Toc535231567"/>
      <w:bookmarkStart w:id="356" w:name="_Toc14773190"/>
      <w:bookmarkStart w:id="357" w:name="_Toc27473241"/>
      <w:bookmarkStart w:id="358" w:name="_Toc176876073"/>
      <w:r w:rsidRPr="00792EC7">
        <w:t>BL-M-</w:t>
      </w:r>
      <w:r>
        <w:t>7-</w:t>
      </w:r>
      <w:bookmarkEnd w:id="353"/>
      <w:r>
        <w:t>30</w:t>
      </w:r>
      <w:bookmarkEnd w:id="354"/>
      <w:bookmarkEnd w:id="355"/>
      <w:bookmarkEnd w:id="356"/>
      <w:bookmarkEnd w:id="357"/>
      <w:bookmarkEnd w:id="358"/>
    </w:p>
    <w:p w14:paraId="24D3B80C" w14:textId="77777777" w:rsidR="002F0E6A" w:rsidRDefault="002F0E6A" w:rsidP="002F0E6A">
      <w:r w:rsidRPr="00792EC7">
        <w:t xml:space="preserve">See </w:t>
      </w:r>
      <w:hyperlink r:id="rId61" w:history="1">
        <w:r>
          <w:rPr>
            <w:rStyle w:val="Hyperlink"/>
          </w:rPr>
          <w:t>test-cases/kmip</w:t>
        </w:r>
        <w:r w:rsidR="00697364">
          <w:rPr>
            <w:rStyle w:val="Hyperlink"/>
          </w:rPr>
          <w:t>-v3.0</w:t>
        </w:r>
        <w:r>
          <w:rPr>
            <w:rStyle w:val="Hyperlink"/>
          </w:rPr>
          <w:t>/mandatory/BL-M-7-30.xml</w:t>
        </w:r>
      </w:hyperlink>
      <w:r>
        <w:t>.</w:t>
      </w:r>
    </w:p>
    <w:p w14:paraId="694878F4" w14:textId="77777777" w:rsidR="002F0E6A" w:rsidRPr="00792EC7" w:rsidRDefault="002F0E6A" w:rsidP="002F0E6A">
      <w:pPr>
        <w:pStyle w:val="Heading4"/>
        <w:numPr>
          <w:ilvl w:val="3"/>
          <w:numId w:val="2"/>
        </w:numPr>
      </w:pPr>
      <w:bookmarkStart w:id="359" w:name="_Toc32324378"/>
      <w:bookmarkStart w:id="360" w:name="_Toc533021325"/>
      <w:bookmarkStart w:id="361" w:name="_Toc535231568"/>
      <w:bookmarkStart w:id="362" w:name="_Toc14773191"/>
      <w:bookmarkStart w:id="363" w:name="_Toc27473242"/>
      <w:bookmarkStart w:id="364" w:name="_Toc176876074"/>
      <w:r w:rsidRPr="00792EC7">
        <w:t>BL-M-</w:t>
      </w:r>
      <w:r>
        <w:t>8-</w:t>
      </w:r>
      <w:bookmarkEnd w:id="359"/>
      <w:r>
        <w:t>30</w:t>
      </w:r>
      <w:bookmarkEnd w:id="360"/>
      <w:bookmarkEnd w:id="361"/>
      <w:bookmarkEnd w:id="362"/>
      <w:bookmarkEnd w:id="363"/>
      <w:bookmarkEnd w:id="364"/>
    </w:p>
    <w:p w14:paraId="1C550541" w14:textId="77777777" w:rsidR="002F0E6A" w:rsidRDefault="002F0E6A" w:rsidP="002F0E6A">
      <w:r w:rsidRPr="00792EC7">
        <w:t xml:space="preserve">See </w:t>
      </w:r>
      <w:hyperlink r:id="rId62" w:history="1">
        <w:r>
          <w:rPr>
            <w:rStyle w:val="Hyperlink"/>
          </w:rPr>
          <w:t>test-cases/kmip</w:t>
        </w:r>
        <w:r w:rsidR="00697364">
          <w:rPr>
            <w:rStyle w:val="Hyperlink"/>
          </w:rPr>
          <w:t>-v3.0</w:t>
        </w:r>
        <w:r>
          <w:rPr>
            <w:rStyle w:val="Hyperlink"/>
          </w:rPr>
          <w:t>/mandatory/BL-M-8-30.xml</w:t>
        </w:r>
      </w:hyperlink>
      <w:r>
        <w:t>.</w:t>
      </w:r>
    </w:p>
    <w:p w14:paraId="04B75593" w14:textId="77777777" w:rsidR="002F0E6A" w:rsidRPr="00792EC7" w:rsidRDefault="002F0E6A" w:rsidP="002F0E6A">
      <w:pPr>
        <w:pStyle w:val="Heading4"/>
        <w:numPr>
          <w:ilvl w:val="3"/>
          <w:numId w:val="2"/>
        </w:numPr>
      </w:pPr>
      <w:bookmarkStart w:id="365" w:name="_Toc32324379"/>
      <w:bookmarkStart w:id="366" w:name="_Toc533021326"/>
      <w:bookmarkStart w:id="367" w:name="_Toc535231569"/>
      <w:bookmarkStart w:id="368" w:name="_Toc14773192"/>
      <w:bookmarkStart w:id="369" w:name="_Toc27473243"/>
      <w:bookmarkStart w:id="370" w:name="_Toc176876075"/>
      <w:r w:rsidRPr="00792EC7">
        <w:t>BL-M-</w:t>
      </w:r>
      <w:r>
        <w:t>9-</w:t>
      </w:r>
      <w:bookmarkEnd w:id="365"/>
      <w:r>
        <w:t>30</w:t>
      </w:r>
      <w:bookmarkEnd w:id="366"/>
      <w:bookmarkEnd w:id="367"/>
      <w:bookmarkEnd w:id="368"/>
      <w:bookmarkEnd w:id="369"/>
      <w:bookmarkEnd w:id="370"/>
    </w:p>
    <w:p w14:paraId="085A9C68" w14:textId="77777777" w:rsidR="002F0E6A" w:rsidRDefault="002F0E6A" w:rsidP="002F0E6A">
      <w:r w:rsidRPr="00792EC7">
        <w:t xml:space="preserve">See </w:t>
      </w:r>
      <w:hyperlink r:id="rId63" w:history="1">
        <w:r>
          <w:rPr>
            <w:rStyle w:val="Hyperlink"/>
          </w:rPr>
          <w:t>test-cases/kmip</w:t>
        </w:r>
        <w:r w:rsidR="00697364">
          <w:rPr>
            <w:rStyle w:val="Hyperlink"/>
          </w:rPr>
          <w:t>-v3.0</w:t>
        </w:r>
        <w:r>
          <w:rPr>
            <w:rStyle w:val="Hyperlink"/>
          </w:rPr>
          <w:t>/mandatory/BL-M-9-30.xml</w:t>
        </w:r>
      </w:hyperlink>
      <w:r>
        <w:t>.</w:t>
      </w:r>
    </w:p>
    <w:p w14:paraId="172EF782" w14:textId="77777777" w:rsidR="002F0E6A" w:rsidRPr="00792EC7" w:rsidRDefault="002F0E6A" w:rsidP="002F0E6A">
      <w:pPr>
        <w:pStyle w:val="Heading4"/>
        <w:numPr>
          <w:ilvl w:val="3"/>
          <w:numId w:val="2"/>
        </w:numPr>
      </w:pPr>
      <w:bookmarkStart w:id="371" w:name="_Toc32324380"/>
      <w:bookmarkStart w:id="372" w:name="_Toc533021327"/>
      <w:bookmarkStart w:id="373" w:name="_Toc535231570"/>
      <w:bookmarkStart w:id="374" w:name="_Toc14773193"/>
      <w:bookmarkStart w:id="375" w:name="_Toc27473244"/>
      <w:bookmarkStart w:id="376" w:name="_Toc176876076"/>
      <w:r w:rsidRPr="00792EC7">
        <w:t>BL-M-</w:t>
      </w:r>
      <w:r>
        <w:t>10-</w:t>
      </w:r>
      <w:bookmarkEnd w:id="371"/>
      <w:r>
        <w:t>30</w:t>
      </w:r>
      <w:bookmarkEnd w:id="372"/>
      <w:bookmarkEnd w:id="373"/>
      <w:bookmarkEnd w:id="374"/>
      <w:bookmarkEnd w:id="375"/>
      <w:bookmarkEnd w:id="376"/>
    </w:p>
    <w:p w14:paraId="7FD9F2C4" w14:textId="77777777" w:rsidR="002F0E6A" w:rsidRDefault="002F0E6A" w:rsidP="002F0E6A">
      <w:r w:rsidRPr="00792EC7">
        <w:t xml:space="preserve">See </w:t>
      </w:r>
      <w:hyperlink r:id="rId64" w:history="1">
        <w:r>
          <w:rPr>
            <w:rStyle w:val="Hyperlink"/>
          </w:rPr>
          <w:t>test-cases/kmip</w:t>
        </w:r>
        <w:r w:rsidR="00697364">
          <w:rPr>
            <w:rStyle w:val="Hyperlink"/>
          </w:rPr>
          <w:t>-v3.0</w:t>
        </w:r>
        <w:r>
          <w:rPr>
            <w:rStyle w:val="Hyperlink"/>
          </w:rPr>
          <w:t>/mandatory/BL-M-10-30.xml</w:t>
        </w:r>
      </w:hyperlink>
      <w:r>
        <w:t>.</w:t>
      </w:r>
    </w:p>
    <w:p w14:paraId="67434069" w14:textId="77777777" w:rsidR="002F0E6A" w:rsidRPr="00792EC7" w:rsidRDefault="002F0E6A" w:rsidP="002F0E6A">
      <w:pPr>
        <w:pStyle w:val="Heading4"/>
        <w:numPr>
          <w:ilvl w:val="3"/>
          <w:numId w:val="2"/>
        </w:numPr>
      </w:pPr>
      <w:bookmarkStart w:id="377" w:name="_Toc32324381"/>
      <w:bookmarkStart w:id="378" w:name="_Toc533021328"/>
      <w:bookmarkStart w:id="379" w:name="_Toc535231571"/>
      <w:bookmarkStart w:id="380" w:name="_Toc14773194"/>
      <w:bookmarkStart w:id="381" w:name="_Toc27473245"/>
      <w:bookmarkStart w:id="382" w:name="_Toc176876077"/>
      <w:r w:rsidRPr="00792EC7">
        <w:t>BL-M-</w:t>
      </w:r>
      <w:r>
        <w:t>11-</w:t>
      </w:r>
      <w:bookmarkEnd w:id="377"/>
      <w:r>
        <w:t>30</w:t>
      </w:r>
      <w:bookmarkEnd w:id="378"/>
      <w:bookmarkEnd w:id="379"/>
      <w:bookmarkEnd w:id="380"/>
      <w:bookmarkEnd w:id="381"/>
      <w:bookmarkEnd w:id="382"/>
    </w:p>
    <w:p w14:paraId="1A0AFC0D" w14:textId="77777777" w:rsidR="002F0E6A" w:rsidRDefault="002F0E6A" w:rsidP="002F0E6A">
      <w:r w:rsidRPr="00792EC7">
        <w:t xml:space="preserve">See </w:t>
      </w:r>
      <w:hyperlink r:id="rId65" w:history="1">
        <w:r>
          <w:rPr>
            <w:rStyle w:val="Hyperlink"/>
          </w:rPr>
          <w:t>test-cases/kmip</w:t>
        </w:r>
        <w:r w:rsidR="00697364">
          <w:rPr>
            <w:rStyle w:val="Hyperlink"/>
          </w:rPr>
          <w:t>-v3.0</w:t>
        </w:r>
        <w:r>
          <w:rPr>
            <w:rStyle w:val="Hyperlink"/>
          </w:rPr>
          <w:t>/mandatory/BL-M-11-30.xml</w:t>
        </w:r>
      </w:hyperlink>
      <w:r>
        <w:t>.</w:t>
      </w:r>
    </w:p>
    <w:p w14:paraId="32743486" w14:textId="77777777" w:rsidR="002F0E6A" w:rsidRPr="00792EC7" w:rsidRDefault="002F0E6A" w:rsidP="002F0E6A">
      <w:pPr>
        <w:pStyle w:val="Heading4"/>
        <w:numPr>
          <w:ilvl w:val="3"/>
          <w:numId w:val="2"/>
        </w:numPr>
      </w:pPr>
      <w:bookmarkStart w:id="383" w:name="_Toc32324382"/>
      <w:bookmarkStart w:id="384" w:name="_Toc533021329"/>
      <w:bookmarkStart w:id="385" w:name="_Toc535231572"/>
      <w:bookmarkStart w:id="386" w:name="_Toc14773195"/>
      <w:bookmarkStart w:id="387" w:name="_Toc27473246"/>
      <w:bookmarkStart w:id="388" w:name="_Toc176876078"/>
      <w:r w:rsidRPr="00792EC7">
        <w:t>BL-M-</w:t>
      </w:r>
      <w:r>
        <w:t>12-</w:t>
      </w:r>
      <w:bookmarkEnd w:id="383"/>
      <w:r>
        <w:t>30</w:t>
      </w:r>
      <w:bookmarkEnd w:id="384"/>
      <w:bookmarkEnd w:id="385"/>
      <w:bookmarkEnd w:id="386"/>
      <w:bookmarkEnd w:id="387"/>
      <w:bookmarkEnd w:id="388"/>
    </w:p>
    <w:p w14:paraId="2F0FBC31" w14:textId="77777777" w:rsidR="002F0E6A" w:rsidRDefault="002F0E6A" w:rsidP="002F0E6A">
      <w:r w:rsidRPr="00792EC7">
        <w:t xml:space="preserve">See </w:t>
      </w:r>
      <w:hyperlink r:id="rId66" w:history="1">
        <w:r>
          <w:rPr>
            <w:rStyle w:val="Hyperlink"/>
          </w:rPr>
          <w:t>test-cases/kmip</w:t>
        </w:r>
        <w:r w:rsidR="00697364">
          <w:rPr>
            <w:rStyle w:val="Hyperlink"/>
          </w:rPr>
          <w:t>-v3.0</w:t>
        </w:r>
        <w:r>
          <w:rPr>
            <w:rStyle w:val="Hyperlink"/>
          </w:rPr>
          <w:t>/mandatory/BL-M-12-30.xml</w:t>
        </w:r>
      </w:hyperlink>
      <w:r>
        <w:t>.</w:t>
      </w:r>
    </w:p>
    <w:p w14:paraId="09B37088" w14:textId="77777777" w:rsidR="002F0E6A" w:rsidRPr="00792EC7" w:rsidRDefault="002F0E6A" w:rsidP="002F0E6A">
      <w:pPr>
        <w:pStyle w:val="Heading4"/>
        <w:numPr>
          <w:ilvl w:val="3"/>
          <w:numId w:val="2"/>
        </w:numPr>
      </w:pPr>
      <w:bookmarkStart w:id="389" w:name="_Toc32324383"/>
      <w:bookmarkStart w:id="390" w:name="_Toc533021330"/>
      <w:bookmarkStart w:id="391" w:name="_Toc535231573"/>
      <w:bookmarkStart w:id="392" w:name="_Toc14773196"/>
      <w:bookmarkStart w:id="393" w:name="_Toc27473247"/>
      <w:bookmarkStart w:id="394" w:name="_Toc176876079"/>
      <w:r w:rsidRPr="00792EC7">
        <w:t>BL-M-</w:t>
      </w:r>
      <w:r>
        <w:t>13-</w:t>
      </w:r>
      <w:bookmarkEnd w:id="389"/>
      <w:r>
        <w:t>30</w:t>
      </w:r>
      <w:bookmarkEnd w:id="390"/>
      <w:bookmarkEnd w:id="391"/>
      <w:bookmarkEnd w:id="392"/>
      <w:bookmarkEnd w:id="393"/>
      <w:bookmarkEnd w:id="394"/>
    </w:p>
    <w:p w14:paraId="43F0C4E2" w14:textId="77777777" w:rsidR="002F0E6A" w:rsidRDefault="002F0E6A" w:rsidP="002F0E6A">
      <w:r w:rsidRPr="00792EC7">
        <w:t xml:space="preserve">See </w:t>
      </w:r>
      <w:hyperlink r:id="rId67" w:history="1">
        <w:r>
          <w:rPr>
            <w:rStyle w:val="Hyperlink"/>
          </w:rPr>
          <w:t>test-cases/kmip</w:t>
        </w:r>
        <w:r w:rsidR="00697364">
          <w:rPr>
            <w:rStyle w:val="Hyperlink"/>
          </w:rPr>
          <w:t>-v3.0</w:t>
        </w:r>
        <w:r>
          <w:rPr>
            <w:rStyle w:val="Hyperlink"/>
          </w:rPr>
          <w:t>/mandatory/BL-M-13-30.xml</w:t>
        </w:r>
      </w:hyperlink>
      <w:r>
        <w:t>.</w:t>
      </w:r>
    </w:p>
    <w:p w14:paraId="06BDE3C7" w14:textId="77777777" w:rsidR="00697364" w:rsidRPr="00792EC7" w:rsidRDefault="00697364" w:rsidP="00697364">
      <w:pPr>
        <w:pStyle w:val="Heading4"/>
        <w:numPr>
          <w:ilvl w:val="3"/>
          <w:numId w:val="2"/>
        </w:numPr>
      </w:pPr>
      <w:bookmarkStart w:id="395" w:name="_Toc176876080"/>
      <w:r w:rsidRPr="00792EC7">
        <w:t>BL-M-</w:t>
      </w:r>
      <w:r>
        <w:t>14-30</w:t>
      </w:r>
      <w:bookmarkEnd w:id="395"/>
    </w:p>
    <w:p w14:paraId="3DD7FC52" w14:textId="77777777" w:rsidR="00697364" w:rsidRDefault="00697364" w:rsidP="00697364">
      <w:r w:rsidRPr="00792EC7">
        <w:t xml:space="preserve">See </w:t>
      </w:r>
      <w:hyperlink r:id="rId68" w:history="1">
        <w:r>
          <w:rPr>
            <w:rStyle w:val="Hyperlink"/>
          </w:rPr>
          <w:t>test-cases/kmip-v3.0/mandatory/BL-M-14-30.xml</w:t>
        </w:r>
      </w:hyperlink>
      <w:r>
        <w:t>.</w:t>
      </w:r>
    </w:p>
    <w:p w14:paraId="21F7A404" w14:textId="77777777" w:rsidR="00F50784" w:rsidRPr="00792EC7" w:rsidRDefault="00F50784" w:rsidP="00F50784">
      <w:pPr>
        <w:pStyle w:val="Heading4"/>
        <w:numPr>
          <w:ilvl w:val="3"/>
          <w:numId w:val="2"/>
        </w:numPr>
      </w:pPr>
      <w:bookmarkStart w:id="396" w:name="_Toc176876081"/>
      <w:r w:rsidRPr="00792EC7">
        <w:t>BL-M-</w:t>
      </w:r>
      <w:r>
        <w:t>15-30</w:t>
      </w:r>
      <w:bookmarkEnd w:id="396"/>
    </w:p>
    <w:p w14:paraId="345BF935" w14:textId="77777777" w:rsidR="00F50784" w:rsidRDefault="00F50784" w:rsidP="00F50784">
      <w:r w:rsidRPr="00792EC7">
        <w:t xml:space="preserve">See </w:t>
      </w:r>
      <w:hyperlink r:id="rId69" w:history="1">
        <w:r>
          <w:rPr>
            <w:rStyle w:val="Hyperlink"/>
          </w:rPr>
          <w:t>test-cases/kmip-v3.0/mandatory/BL-M-15-30.xml</w:t>
        </w:r>
      </w:hyperlink>
      <w:r>
        <w:t>.</w:t>
      </w:r>
    </w:p>
    <w:p w14:paraId="4774323B" w14:textId="77777777" w:rsidR="00F50784" w:rsidRPr="00792EC7" w:rsidRDefault="00F50784" w:rsidP="00F50784">
      <w:pPr>
        <w:pStyle w:val="Heading4"/>
        <w:numPr>
          <w:ilvl w:val="3"/>
          <w:numId w:val="2"/>
        </w:numPr>
      </w:pPr>
      <w:bookmarkStart w:id="397" w:name="_Toc176876082"/>
      <w:r w:rsidRPr="00792EC7">
        <w:t>BL-M-</w:t>
      </w:r>
      <w:r>
        <w:t>16-30</w:t>
      </w:r>
      <w:bookmarkEnd w:id="397"/>
    </w:p>
    <w:p w14:paraId="4FB7E251" w14:textId="77777777" w:rsidR="00F50784" w:rsidRDefault="00F50784" w:rsidP="00F50784">
      <w:r w:rsidRPr="00792EC7">
        <w:t xml:space="preserve">See </w:t>
      </w:r>
      <w:hyperlink r:id="rId70" w:history="1">
        <w:r>
          <w:rPr>
            <w:rStyle w:val="Hyperlink"/>
          </w:rPr>
          <w:t>test-cases/kmip-v3.0/mandatory/BL-M-16-30.xml</w:t>
        </w:r>
      </w:hyperlink>
      <w:r>
        <w:t>.</w:t>
      </w:r>
    </w:p>
    <w:p w14:paraId="5C7211F2" w14:textId="77777777" w:rsidR="00F50784" w:rsidRPr="00792EC7" w:rsidRDefault="00F50784" w:rsidP="00F50784">
      <w:pPr>
        <w:pStyle w:val="Heading4"/>
        <w:numPr>
          <w:ilvl w:val="3"/>
          <w:numId w:val="2"/>
        </w:numPr>
      </w:pPr>
      <w:bookmarkStart w:id="398" w:name="_Toc176876083"/>
      <w:r w:rsidRPr="00792EC7">
        <w:t>BL-M-</w:t>
      </w:r>
      <w:r>
        <w:t>17-30</w:t>
      </w:r>
      <w:bookmarkEnd w:id="398"/>
    </w:p>
    <w:p w14:paraId="1F27468F" w14:textId="77777777" w:rsidR="00F50784" w:rsidRDefault="00F50784" w:rsidP="00F50784">
      <w:r w:rsidRPr="00792EC7">
        <w:t xml:space="preserve">See </w:t>
      </w:r>
      <w:hyperlink r:id="rId71" w:history="1">
        <w:r>
          <w:rPr>
            <w:rStyle w:val="Hyperlink"/>
          </w:rPr>
          <w:t>test-cases/kmip-v3.0/mandatory/BL-M-17-30.xml</w:t>
        </w:r>
      </w:hyperlink>
      <w:r>
        <w:t>.</w:t>
      </w:r>
    </w:p>
    <w:p w14:paraId="40CAA707" w14:textId="77777777" w:rsidR="00F50784" w:rsidRPr="00792EC7" w:rsidRDefault="00F50784" w:rsidP="00F50784">
      <w:pPr>
        <w:pStyle w:val="Heading4"/>
        <w:numPr>
          <w:ilvl w:val="3"/>
          <w:numId w:val="2"/>
        </w:numPr>
      </w:pPr>
      <w:bookmarkStart w:id="399" w:name="_Toc176876084"/>
      <w:r w:rsidRPr="00792EC7">
        <w:t>BL-M-</w:t>
      </w:r>
      <w:r>
        <w:t>18-30</w:t>
      </w:r>
      <w:bookmarkEnd w:id="399"/>
    </w:p>
    <w:p w14:paraId="39769188" w14:textId="77777777" w:rsidR="00F50784" w:rsidRDefault="00F50784" w:rsidP="00F50784">
      <w:r w:rsidRPr="00792EC7">
        <w:t xml:space="preserve">See </w:t>
      </w:r>
      <w:hyperlink r:id="rId72" w:history="1">
        <w:r>
          <w:rPr>
            <w:rStyle w:val="Hyperlink"/>
          </w:rPr>
          <w:t>test-cases/kmip-v3.0/mandatory/BL-M-18-30.xml</w:t>
        </w:r>
      </w:hyperlink>
      <w:r>
        <w:t>.</w:t>
      </w:r>
    </w:p>
    <w:p w14:paraId="14B9EE05" w14:textId="77777777" w:rsidR="00F50784" w:rsidRPr="00792EC7" w:rsidRDefault="00F50784" w:rsidP="00F50784">
      <w:pPr>
        <w:pStyle w:val="Heading4"/>
        <w:numPr>
          <w:ilvl w:val="3"/>
          <w:numId w:val="2"/>
        </w:numPr>
      </w:pPr>
      <w:bookmarkStart w:id="400" w:name="_Toc176876085"/>
      <w:r w:rsidRPr="00792EC7">
        <w:t>BL-M-</w:t>
      </w:r>
      <w:r>
        <w:t>19-30</w:t>
      </w:r>
      <w:bookmarkEnd w:id="400"/>
    </w:p>
    <w:p w14:paraId="3BECE09A" w14:textId="77777777" w:rsidR="00E115F3" w:rsidRPr="00792EC7" w:rsidRDefault="00F50784" w:rsidP="00E115F3">
      <w:pPr>
        <w:pStyle w:val="Heading4"/>
        <w:numPr>
          <w:ilvl w:val="3"/>
          <w:numId w:val="2"/>
        </w:numPr>
      </w:pPr>
      <w:bookmarkStart w:id="401" w:name="_Toc176876086"/>
      <w:r w:rsidRPr="00792EC7">
        <w:t xml:space="preserve">See </w:t>
      </w:r>
      <w:hyperlink r:id="rId73" w:history="1">
        <w:r>
          <w:rPr>
            <w:rStyle w:val="Hyperlink"/>
          </w:rPr>
          <w:t>test-cases/kmip-v3.0/mandatory/BL-M-19-30.xml</w:t>
        </w:r>
      </w:hyperlink>
      <w:r>
        <w:t>.</w:t>
      </w:r>
      <w:r w:rsidR="00E115F3" w:rsidRPr="00792EC7">
        <w:t>BL-M-</w:t>
      </w:r>
      <w:r w:rsidR="00E115F3">
        <w:t>20-30</w:t>
      </w:r>
      <w:bookmarkEnd w:id="401"/>
    </w:p>
    <w:p w14:paraId="097142EC" w14:textId="77777777" w:rsidR="00E115F3" w:rsidRDefault="00E115F3" w:rsidP="00E115F3">
      <w:r w:rsidRPr="00792EC7">
        <w:t xml:space="preserve">See </w:t>
      </w:r>
      <w:hyperlink r:id="rId74" w:history="1">
        <w:r>
          <w:rPr>
            <w:rStyle w:val="Hyperlink"/>
          </w:rPr>
          <w:t>test-cases/kmip-v3.0/mandatory/BL-M-20-30.xml</w:t>
        </w:r>
      </w:hyperlink>
      <w:r>
        <w:t>.</w:t>
      </w:r>
    </w:p>
    <w:p w14:paraId="59211C71" w14:textId="77777777" w:rsidR="00E115F3" w:rsidRPr="00792EC7" w:rsidRDefault="00E115F3" w:rsidP="00E115F3">
      <w:pPr>
        <w:pStyle w:val="Heading4"/>
        <w:numPr>
          <w:ilvl w:val="3"/>
          <w:numId w:val="2"/>
        </w:numPr>
      </w:pPr>
      <w:bookmarkStart w:id="402" w:name="_Toc176876087"/>
      <w:r w:rsidRPr="00792EC7">
        <w:t>BL-M-</w:t>
      </w:r>
      <w:r>
        <w:t>21-30</w:t>
      </w:r>
      <w:bookmarkEnd w:id="402"/>
    </w:p>
    <w:p w14:paraId="664D0A8B" w14:textId="77777777" w:rsidR="00E115F3" w:rsidRDefault="00E115F3" w:rsidP="00E115F3">
      <w:r w:rsidRPr="00792EC7">
        <w:t xml:space="preserve">See </w:t>
      </w:r>
      <w:hyperlink r:id="rId75" w:history="1">
        <w:r>
          <w:rPr>
            <w:rStyle w:val="Hyperlink"/>
          </w:rPr>
          <w:t>test-cases/kmip-v3.0/mandatory/BL-M-21-30.xml</w:t>
        </w:r>
      </w:hyperlink>
      <w:r>
        <w:t>.</w:t>
      </w:r>
    </w:p>
    <w:p w14:paraId="349A5B20" w14:textId="77777777" w:rsidR="00697364" w:rsidRDefault="00697364" w:rsidP="002F0E6A"/>
    <w:p w14:paraId="20A6B24B" w14:textId="77777777" w:rsidR="002F0E6A" w:rsidRPr="00332A21" w:rsidRDefault="002F0E6A" w:rsidP="002F0E6A">
      <w:pPr>
        <w:pStyle w:val="Heading2"/>
        <w:numPr>
          <w:ilvl w:val="1"/>
          <w:numId w:val="2"/>
        </w:numPr>
      </w:pPr>
      <w:bookmarkStart w:id="403" w:name="_Toc439697630"/>
      <w:bookmarkStart w:id="404" w:name="_Toc439702126"/>
      <w:bookmarkStart w:id="405" w:name="_Ref433313170"/>
      <w:bookmarkStart w:id="406" w:name="_Ref433313179"/>
      <w:bookmarkStart w:id="407" w:name="_Ref433313185"/>
      <w:bookmarkStart w:id="408" w:name="_Toc439711245"/>
      <w:bookmarkStart w:id="409" w:name="_Toc463354538"/>
      <w:bookmarkStart w:id="410" w:name="_Toc478070452"/>
      <w:bookmarkStart w:id="411" w:name="_Toc479342072"/>
      <w:bookmarkStart w:id="412" w:name="_Toc491431431"/>
      <w:bookmarkStart w:id="413" w:name="_Toc533021331"/>
      <w:bookmarkStart w:id="414" w:name="_Toc535231574"/>
      <w:bookmarkStart w:id="415" w:name="_Toc14773197"/>
      <w:bookmarkStart w:id="416" w:name="_Toc27473248"/>
      <w:bookmarkStart w:id="417" w:name="_Toc32324384"/>
      <w:bookmarkStart w:id="418" w:name="_Toc176876088"/>
      <w:bookmarkStart w:id="419" w:name="_Toc439711246"/>
      <w:bookmarkStart w:id="420" w:name="_Toc463354539"/>
      <w:bookmarkStart w:id="421" w:name="_Toc478070453"/>
      <w:bookmarkStart w:id="422" w:name="_Toc479342073"/>
      <w:bookmarkStart w:id="423" w:name="_Toc491431432"/>
      <w:bookmarkEnd w:id="403"/>
      <w:bookmarkEnd w:id="404"/>
      <w:r>
        <w:t>Complete</w:t>
      </w:r>
      <w:r w:rsidRPr="00332A21">
        <w:t xml:space="preserve"> Server</w:t>
      </w:r>
      <w:bookmarkEnd w:id="405"/>
      <w:bookmarkEnd w:id="406"/>
      <w:bookmarkEnd w:id="407"/>
      <w:r>
        <w:t xml:space="preserve"> Profile</w:t>
      </w:r>
      <w:bookmarkEnd w:id="408"/>
      <w:bookmarkEnd w:id="409"/>
      <w:bookmarkEnd w:id="410"/>
      <w:bookmarkEnd w:id="411"/>
      <w:bookmarkEnd w:id="412"/>
      <w:bookmarkEnd w:id="413"/>
      <w:bookmarkEnd w:id="414"/>
      <w:bookmarkEnd w:id="415"/>
      <w:bookmarkEnd w:id="416"/>
      <w:bookmarkEnd w:id="417"/>
      <w:bookmarkEnd w:id="418"/>
    </w:p>
    <w:p w14:paraId="3612AEA7" w14:textId="2ADE9365" w:rsidR="002F0E6A" w:rsidRPr="00332A21" w:rsidRDefault="002F0E6A" w:rsidP="002F0E6A">
      <w:r>
        <w:t xml:space="preserve">A </w:t>
      </w:r>
      <w:r>
        <w:fldChar w:fldCharType="begin"/>
      </w:r>
      <w:r>
        <w:instrText xml:space="preserve"> REF _Ref433313170 \h </w:instrText>
      </w:r>
      <w:r>
        <w:fldChar w:fldCharType="separate"/>
      </w:r>
      <w:r w:rsidR="00DA37E6">
        <w:t>Complete</w:t>
      </w:r>
      <w:r w:rsidR="00DA37E6" w:rsidRPr="00332A21">
        <w:t xml:space="preserve"> Server</w:t>
      </w:r>
      <w:r>
        <w:fldChar w:fldCharType="end"/>
      </w:r>
      <w:r>
        <w:t xml:space="preserve"> </w:t>
      </w:r>
      <w:r w:rsidRPr="00332A21">
        <w:t>provide</w:t>
      </w:r>
      <w:r>
        <w:t>s</w:t>
      </w:r>
      <w:r w:rsidRPr="00332A21">
        <w:t xml:space="preserve"> functionality that </w:t>
      </w:r>
      <w:r>
        <w:t>is</w:t>
      </w:r>
      <w:r w:rsidRPr="00332A21">
        <w:t xml:space="preserve"> expected of a conformant KMIP server </w:t>
      </w:r>
      <w:r>
        <w:t>that implements the entire specification</w:t>
      </w:r>
      <w:r w:rsidRPr="00332A21">
        <w:t>.</w:t>
      </w:r>
    </w:p>
    <w:p w14:paraId="05C31A7B" w14:textId="59829830" w:rsidR="002F0E6A" w:rsidRDefault="002F0E6A" w:rsidP="002F0E6A">
      <w:r w:rsidRPr="00332A21">
        <w:t>An implementation is a conforming</w:t>
      </w:r>
      <w:r w:rsidRPr="00E621A4">
        <w:t xml:space="preserve"> </w:t>
      </w:r>
      <w:r>
        <w:fldChar w:fldCharType="begin"/>
      </w:r>
      <w:r>
        <w:instrText xml:space="preserve"> REF _Ref433313170 \h </w:instrText>
      </w:r>
      <w:r>
        <w:fldChar w:fldCharType="separate"/>
      </w:r>
      <w:r w:rsidR="00DA37E6">
        <w:t>Complete</w:t>
      </w:r>
      <w:r w:rsidR="00DA37E6" w:rsidRPr="00332A21">
        <w:t xml:space="preserve"> Server</w:t>
      </w:r>
      <w:r>
        <w:fldChar w:fldCharType="end"/>
      </w:r>
      <w:r w:rsidRPr="00332A21">
        <w:t xml:space="preserve"> if it meets the following conditions:</w:t>
      </w:r>
    </w:p>
    <w:p w14:paraId="28DBA40C" w14:textId="77777777" w:rsidR="002F0E6A" w:rsidRDefault="002F0E6A" w:rsidP="002F0E6A">
      <w:pPr>
        <w:numPr>
          <w:ilvl w:val="0"/>
          <w:numId w:val="18"/>
        </w:numPr>
      </w:pPr>
      <w:r w:rsidRPr="00332A21">
        <w:t xml:space="preserve">Supports </w:t>
      </w:r>
      <w:r w:rsidRPr="00EE0633">
        <w:rPr>
          <w:i/>
        </w:rPr>
        <w:t>KMIP Server Implementation Conformance</w:t>
      </w:r>
      <w:r>
        <w:t xml:space="preserve"> [KMIP-SPEC]</w:t>
      </w:r>
    </w:p>
    <w:p w14:paraId="0D311F27" w14:textId="77777777" w:rsidR="002F0E6A" w:rsidRDefault="002F0E6A" w:rsidP="002F0E6A">
      <w:pPr>
        <w:numPr>
          <w:ilvl w:val="0"/>
          <w:numId w:val="18"/>
        </w:numPr>
      </w:pPr>
      <w:r w:rsidRPr="00332A21">
        <w:t xml:space="preserve">Supports </w:t>
      </w:r>
      <w:r w:rsidRPr="00EE0633">
        <w:rPr>
          <w:i/>
        </w:rPr>
        <w:t>Objects</w:t>
      </w:r>
      <w:r>
        <w:rPr>
          <w:i/>
        </w:rPr>
        <w:t xml:space="preserve"> </w:t>
      </w:r>
      <w:r>
        <w:t>[KMIP-SPEC]</w:t>
      </w:r>
    </w:p>
    <w:p w14:paraId="3084D6E3" w14:textId="77777777" w:rsidR="002F0E6A" w:rsidRDefault="002F0E6A" w:rsidP="002F0E6A">
      <w:pPr>
        <w:numPr>
          <w:ilvl w:val="0"/>
          <w:numId w:val="18"/>
        </w:numPr>
      </w:pPr>
      <w:r w:rsidRPr="00332A21">
        <w:t xml:space="preserve">Supports </w:t>
      </w:r>
      <w:r w:rsidRPr="004827E2">
        <w:rPr>
          <w:i/>
        </w:rPr>
        <w:t>Object</w:t>
      </w:r>
      <w:r>
        <w:rPr>
          <w:i/>
        </w:rPr>
        <w:t xml:space="preserve"> Data Structures </w:t>
      </w:r>
      <w:r>
        <w:t>[KMIP-SPEC]</w:t>
      </w:r>
    </w:p>
    <w:p w14:paraId="73349362" w14:textId="77777777" w:rsidR="002F0E6A" w:rsidRDefault="002F0E6A" w:rsidP="002F0E6A">
      <w:pPr>
        <w:numPr>
          <w:ilvl w:val="0"/>
          <w:numId w:val="18"/>
        </w:numPr>
      </w:pPr>
      <w:r w:rsidRPr="00332A21">
        <w:t xml:space="preserve">Supports </w:t>
      </w:r>
      <w:r w:rsidRPr="00EE0633">
        <w:rPr>
          <w:i/>
        </w:rPr>
        <w:t xml:space="preserve">Object Attributes </w:t>
      </w:r>
      <w:r>
        <w:t>[KMIP-SPEC]</w:t>
      </w:r>
    </w:p>
    <w:p w14:paraId="43071D66" w14:textId="77777777" w:rsidR="002F0E6A" w:rsidRPr="005A317E" w:rsidRDefault="002F0E6A" w:rsidP="002F0E6A">
      <w:pPr>
        <w:numPr>
          <w:ilvl w:val="0"/>
          <w:numId w:val="18"/>
        </w:numPr>
      </w:pPr>
      <w:r w:rsidRPr="00332A21">
        <w:t xml:space="preserve">Supports </w:t>
      </w:r>
      <w:r w:rsidRPr="004827E2">
        <w:rPr>
          <w:i/>
        </w:rPr>
        <w:t>Attribute</w:t>
      </w:r>
      <w:r>
        <w:rPr>
          <w:i/>
        </w:rPr>
        <w:t xml:space="preserve"> Data Structures </w:t>
      </w:r>
      <w:r>
        <w:t>[KMIP-SPEC]</w:t>
      </w:r>
    </w:p>
    <w:p w14:paraId="02FFA335" w14:textId="77777777" w:rsidR="002F0E6A" w:rsidRDefault="002F0E6A" w:rsidP="002F0E6A">
      <w:pPr>
        <w:numPr>
          <w:ilvl w:val="0"/>
          <w:numId w:val="18"/>
        </w:numPr>
      </w:pPr>
      <w:r w:rsidRPr="00332A21">
        <w:t xml:space="preserve">Supports </w:t>
      </w:r>
      <w:r>
        <w:rPr>
          <w:i/>
        </w:rPr>
        <w:t xml:space="preserve">Operations </w:t>
      </w:r>
      <w:r>
        <w:t>[KMIP-SPEC]</w:t>
      </w:r>
    </w:p>
    <w:p w14:paraId="2424D0DE" w14:textId="77777777" w:rsidR="002F0E6A" w:rsidRPr="005A317E" w:rsidRDefault="002F0E6A" w:rsidP="002F0E6A">
      <w:pPr>
        <w:numPr>
          <w:ilvl w:val="0"/>
          <w:numId w:val="18"/>
        </w:numPr>
      </w:pPr>
      <w:r w:rsidRPr="00332A21">
        <w:t xml:space="preserve">Supports </w:t>
      </w:r>
      <w:r>
        <w:rPr>
          <w:i/>
        </w:rPr>
        <w:t xml:space="preserve">Operations Data Structures </w:t>
      </w:r>
      <w:r>
        <w:t>[KMIP-SPEC]</w:t>
      </w:r>
    </w:p>
    <w:p w14:paraId="336D995C" w14:textId="77777777" w:rsidR="002F0E6A" w:rsidRDefault="002F0E6A" w:rsidP="002F0E6A">
      <w:pPr>
        <w:numPr>
          <w:ilvl w:val="0"/>
          <w:numId w:val="18"/>
        </w:numPr>
      </w:pPr>
      <w:r>
        <w:t>Supports</w:t>
      </w:r>
      <w:r w:rsidRPr="00EE0633">
        <w:rPr>
          <w:i/>
        </w:rPr>
        <w:t xml:space="preserve"> Messages</w:t>
      </w:r>
      <w:r>
        <w:t xml:space="preserve"> [KMIP-SPEC]</w:t>
      </w:r>
    </w:p>
    <w:p w14:paraId="0EA13E8F" w14:textId="77777777" w:rsidR="002F0E6A" w:rsidRDefault="002F0E6A" w:rsidP="002F0E6A">
      <w:pPr>
        <w:numPr>
          <w:ilvl w:val="0"/>
          <w:numId w:val="18"/>
        </w:numPr>
      </w:pPr>
      <w:r>
        <w:t xml:space="preserve">Supports </w:t>
      </w:r>
      <w:r w:rsidRPr="00EE0633">
        <w:rPr>
          <w:i/>
        </w:rPr>
        <w:t>Message Data Structures</w:t>
      </w:r>
      <w:r>
        <w:t xml:space="preserve"> [KMIP-SPEC]</w:t>
      </w:r>
    </w:p>
    <w:p w14:paraId="5AE9A926" w14:textId="77777777" w:rsidR="002F0E6A" w:rsidRDefault="002F0E6A" w:rsidP="002F0E6A">
      <w:pPr>
        <w:numPr>
          <w:ilvl w:val="0"/>
          <w:numId w:val="18"/>
        </w:numPr>
      </w:pPr>
      <w:r>
        <w:t xml:space="preserve">Supports </w:t>
      </w:r>
      <w:r w:rsidRPr="004827E2">
        <w:rPr>
          <w:i/>
        </w:rPr>
        <w:t xml:space="preserve">Message </w:t>
      </w:r>
      <w:r>
        <w:rPr>
          <w:i/>
        </w:rPr>
        <w:t xml:space="preserve">Protocols </w:t>
      </w:r>
      <w:r>
        <w:t>[KMIP-SPEC]</w:t>
      </w:r>
    </w:p>
    <w:p w14:paraId="510AEF4B" w14:textId="77777777" w:rsidR="002F0E6A" w:rsidRDefault="002F0E6A" w:rsidP="002F0E6A">
      <w:pPr>
        <w:numPr>
          <w:ilvl w:val="0"/>
          <w:numId w:val="18"/>
        </w:numPr>
      </w:pPr>
      <w:r>
        <w:t xml:space="preserve">Supports </w:t>
      </w:r>
      <w:r>
        <w:rPr>
          <w:i/>
        </w:rPr>
        <w:t>Enumerations</w:t>
      </w:r>
      <w:r w:rsidRPr="004827E2">
        <w:rPr>
          <w:i/>
        </w:rPr>
        <w:t xml:space="preserve"> </w:t>
      </w:r>
      <w:r>
        <w:t>[KMIP-SPEC]</w:t>
      </w:r>
    </w:p>
    <w:p w14:paraId="2B8AFDF1" w14:textId="77777777" w:rsidR="002F0E6A" w:rsidRDefault="002F0E6A" w:rsidP="002F0E6A">
      <w:pPr>
        <w:numPr>
          <w:ilvl w:val="0"/>
          <w:numId w:val="18"/>
        </w:numPr>
      </w:pPr>
      <w:r>
        <w:t xml:space="preserve">Supports </w:t>
      </w:r>
      <w:r>
        <w:rPr>
          <w:i/>
        </w:rPr>
        <w:t xml:space="preserve">Bit Masks </w:t>
      </w:r>
      <w:r>
        <w:t>[KMIP-SPEC]</w:t>
      </w:r>
    </w:p>
    <w:p w14:paraId="0E3CDD65" w14:textId="77777777" w:rsidR="002F0E6A" w:rsidRDefault="002F0E6A" w:rsidP="002F0E6A">
      <w:pPr>
        <w:numPr>
          <w:ilvl w:val="0"/>
          <w:numId w:val="18"/>
        </w:numPr>
      </w:pPr>
      <w:r w:rsidRPr="0069173A">
        <w:t>Optionally supports extensions outside the scope of this standard (e.g., vendor extensions, conformance clauses) that do not contradict any KMIP requirements</w:t>
      </w:r>
    </w:p>
    <w:p w14:paraId="5006332C" w14:textId="77777777" w:rsidR="002F0E6A" w:rsidRDefault="002F0E6A" w:rsidP="002F0E6A">
      <w:pPr>
        <w:pStyle w:val="Heading2"/>
        <w:numPr>
          <w:ilvl w:val="1"/>
          <w:numId w:val="2"/>
        </w:numPr>
      </w:pPr>
      <w:bookmarkStart w:id="424" w:name="_Toc533021332"/>
      <w:bookmarkStart w:id="425" w:name="_Toc535231575"/>
      <w:bookmarkStart w:id="426" w:name="_Toc14773198"/>
      <w:bookmarkStart w:id="427" w:name="_Toc27473249"/>
      <w:bookmarkStart w:id="428" w:name="_Toc32324385"/>
      <w:bookmarkStart w:id="429" w:name="_Toc176876089"/>
      <w:r>
        <w:t>HTTPS Profiles</w:t>
      </w:r>
      <w:bookmarkEnd w:id="419"/>
      <w:bookmarkEnd w:id="420"/>
      <w:bookmarkEnd w:id="421"/>
      <w:bookmarkEnd w:id="422"/>
      <w:bookmarkEnd w:id="423"/>
      <w:bookmarkEnd w:id="424"/>
      <w:bookmarkEnd w:id="425"/>
      <w:bookmarkEnd w:id="426"/>
      <w:bookmarkEnd w:id="427"/>
      <w:bookmarkEnd w:id="428"/>
      <w:bookmarkEnd w:id="429"/>
    </w:p>
    <w:p w14:paraId="18E603C4" w14:textId="77777777" w:rsidR="002F0E6A" w:rsidRDefault="002F0E6A" w:rsidP="002F0E6A">
      <w:r>
        <w:t>The Hypertext Transfer Protocol over Transport Layer Security (HTTPS) is simply the use of HTTP over TLS in the same manner that HTTP is used over TCP.</w:t>
      </w:r>
    </w:p>
    <w:p w14:paraId="4B2B3571" w14:textId="77777777" w:rsidR="002F0E6A" w:rsidRDefault="002F0E6A" w:rsidP="002F0E6A">
      <w:r>
        <w:t>KMIP over HTTPS is simply the use of KMIP messages over HTTPS in the same manner that KMIP is used over TLS.</w:t>
      </w:r>
    </w:p>
    <w:p w14:paraId="53AE1594" w14:textId="77777777" w:rsidR="002F0E6A" w:rsidRPr="000C30ED" w:rsidRDefault="002F0E6A" w:rsidP="002F0E6A">
      <w:pPr>
        <w:pStyle w:val="Heading3"/>
        <w:numPr>
          <w:ilvl w:val="2"/>
          <w:numId w:val="2"/>
        </w:numPr>
      </w:pPr>
      <w:bookmarkStart w:id="430" w:name="_Ref439708214"/>
      <w:bookmarkStart w:id="431" w:name="_Ref439708225"/>
      <w:bookmarkStart w:id="432" w:name="_Toc439711247"/>
      <w:bookmarkStart w:id="433" w:name="_Toc463354540"/>
      <w:bookmarkStart w:id="434" w:name="_Toc478070454"/>
      <w:bookmarkStart w:id="435" w:name="_Toc479342074"/>
      <w:bookmarkStart w:id="436" w:name="_Toc491431433"/>
      <w:bookmarkStart w:id="437" w:name="_Toc533021333"/>
      <w:bookmarkStart w:id="438" w:name="_Toc535231576"/>
      <w:bookmarkStart w:id="439" w:name="_Toc14773199"/>
      <w:bookmarkStart w:id="440" w:name="_Toc27473250"/>
      <w:bookmarkStart w:id="441" w:name="_Toc32324386"/>
      <w:bookmarkStart w:id="442" w:name="_Toc176876090"/>
      <w:r>
        <w:t>HTTPS Client</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87EAD53" w14:textId="77777777" w:rsidR="002F0E6A" w:rsidRDefault="002F0E6A" w:rsidP="002F0E6A">
      <w:r>
        <w:t>KMIP clients conformant to this profile:</w:t>
      </w:r>
    </w:p>
    <w:p w14:paraId="0ECC2BD6" w14:textId="77777777" w:rsidR="002F0E6A" w:rsidRDefault="002F0E6A" w:rsidP="002F0E6A">
      <w:pPr>
        <w:numPr>
          <w:ilvl w:val="0"/>
          <w:numId w:val="25"/>
        </w:numPr>
      </w:pPr>
      <w:r>
        <w:t>SHALL support HTTP/1.0 and/or HTTP/1.1 over TLS conformant to [RFC2818]</w:t>
      </w:r>
    </w:p>
    <w:p w14:paraId="49BA6CAF" w14:textId="77777777" w:rsidR="002F0E6A" w:rsidRDefault="002F0E6A" w:rsidP="002F0E6A">
      <w:pPr>
        <w:numPr>
          <w:ilvl w:val="0"/>
          <w:numId w:val="25"/>
        </w:numPr>
      </w:pPr>
      <w:r>
        <w:t>SHALL use the POST request method</w:t>
      </w:r>
    </w:p>
    <w:p w14:paraId="0FE85B68" w14:textId="77777777" w:rsidR="002F0E6A" w:rsidRDefault="002F0E6A" w:rsidP="002F0E6A">
      <w:pPr>
        <w:numPr>
          <w:ilvl w:val="0"/>
          <w:numId w:val="25"/>
        </w:numPr>
      </w:pPr>
      <w:r>
        <w:t xml:space="preserve">SHOULD support the value </w:t>
      </w:r>
      <w:r w:rsidRPr="0075105D">
        <w:rPr>
          <w:i/>
        </w:rPr>
        <w:t>/</w:t>
      </w:r>
      <w:proofErr w:type="spellStart"/>
      <w:r w:rsidRPr="0075105D">
        <w:rPr>
          <w:i/>
        </w:rPr>
        <w:t>kmip</w:t>
      </w:r>
      <w:proofErr w:type="spellEnd"/>
      <w:r>
        <w:t xml:space="preserve"> as the target URI.</w:t>
      </w:r>
    </w:p>
    <w:p w14:paraId="6007527C" w14:textId="77777777" w:rsidR="002F0E6A" w:rsidRDefault="002F0E6A" w:rsidP="002F0E6A">
      <w:pPr>
        <w:numPr>
          <w:ilvl w:val="0"/>
          <w:numId w:val="25"/>
        </w:numPr>
      </w:pPr>
      <w:r>
        <w:t>SHALL enable end user configuration of the target URI used as a KMIP server MAY specify a different target URI.</w:t>
      </w:r>
    </w:p>
    <w:p w14:paraId="13F4579C" w14:textId="77777777" w:rsidR="002F0E6A" w:rsidRDefault="002F0E6A" w:rsidP="002F0E6A">
      <w:pPr>
        <w:numPr>
          <w:ilvl w:val="0"/>
          <w:numId w:val="25"/>
        </w:numPr>
      </w:pPr>
      <w:r>
        <w:t>SHALL specify a Content-Type of “application/octet-stream” if the message encoding is TTLV</w:t>
      </w:r>
    </w:p>
    <w:p w14:paraId="1FD1B91E" w14:textId="77777777" w:rsidR="002F0E6A" w:rsidRDefault="002F0E6A" w:rsidP="002F0E6A">
      <w:pPr>
        <w:numPr>
          <w:ilvl w:val="0"/>
          <w:numId w:val="25"/>
        </w:numPr>
      </w:pPr>
      <w:r>
        <w:t>SHALL specify a Content-Type of “text/xml" if the message encoding is XML</w:t>
      </w:r>
    </w:p>
    <w:p w14:paraId="4BB76547" w14:textId="77777777" w:rsidR="002F0E6A" w:rsidRDefault="002F0E6A" w:rsidP="002F0E6A">
      <w:pPr>
        <w:numPr>
          <w:ilvl w:val="0"/>
          <w:numId w:val="25"/>
        </w:numPr>
      </w:pPr>
      <w:r>
        <w:t>SHALL specify a Content-Type of “application/</w:t>
      </w:r>
      <w:proofErr w:type="spellStart"/>
      <w:r>
        <w:t>json</w:t>
      </w:r>
      <w:proofErr w:type="spellEnd"/>
      <w:r>
        <w:t>" if the message encoding is JSON</w:t>
      </w:r>
    </w:p>
    <w:p w14:paraId="55B5232B" w14:textId="77777777" w:rsidR="002F0E6A" w:rsidRDefault="002F0E6A" w:rsidP="002F0E6A">
      <w:pPr>
        <w:numPr>
          <w:ilvl w:val="0"/>
          <w:numId w:val="25"/>
        </w:numPr>
      </w:pPr>
      <w:r>
        <w:t xml:space="preserve">SHALL specify a Content-Length </w:t>
      </w:r>
    </w:p>
    <w:p w14:paraId="21130250" w14:textId="77777777" w:rsidR="002F0E6A" w:rsidRDefault="002F0E6A" w:rsidP="002F0E6A">
      <w:pPr>
        <w:numPr>
          <w:ilvl w:val="0"/>
          <w:numId w:val="25"/>
        </w:numPr>
      </w:pPr>
      <w:r>
        <w:t xml:space="preserve">SHALL specify a </w:t>
      </w:r>
      <w:r w:rsidRPr="009F1F76">
        <w:t>Cache-Control</w:t>
      </w:r>
      <w:r>
        <w:t xml:space="preserve"> of “</w:t>
      </w:r>
      <w:r w:rsidRPr="009F1F76">
        <w:t>no-cache</w:t>
      </w:r>
      <w:r>
        <w:t>”</w:t>
      </w:r>
    </w:p>
    <w:p w14:paraId="714C7ACC" w14:textId="77777777" w:rsidR="002F0E6A" w:rsidRDefault="002F0E6A" w:rsidP="002F0E6A">
      <w:pPr>
        <w:numPr>
          <w:ilvl w:val="0"/>
          <w:numId w:val="25"/>
        </w:numPr>
      </w:pPr>
      <w:r>
        <w:t>SHALL send KMIP TTLV message in binary format as the body of the HTTP request</w:t>
      </w:r>
    </w:p>
    <w:p w14:paraId="1E0FC5BE" w14:textId="77777777" w:rsidR="002F0E6A" w:rsidRDefault="002F0E6A" w:rsidP="002F0E6A">
      <w:r>
        <w:t>KMIP clients that support responding to server to client operations SHALL behave as a HTTPS server.</w:t>
      </w:r>
    </w:p>
    <w:p w14:paraId="5E21D793" w14:textId="77777777" w:rsidR="002F0E6A" w:rsidRPr="000C30ED" w:rsidRDefault="002F0E6A" w:rsidP="002F0E6A">
      <w:pPr>
        <w:pStyle w:val="Heading3"/>
        <w:numPr>
          <w:ilvl w:val="2"/>
          <w:numId w:val="2"/>
        </w:numPr>
      </w:pPr>
      <w:bookmarkStart w:id="443" w:name="_Ref439708363"/>
      <w:bookmarkStart w:id="444" w:name="_Ref439708372"/>
      <w:bookmarkStart w:id="445" w:name="_Toc439711248"/>
      <w:bookmarkStart w:id="446" w:name="_Toc463354541"/>
      <w:bookmarkStart w:id="447" w:name="_Toc478070455"/>
      <w:bookmarkStart w:id="448" w:name="_Toc479342075"/>
      <w:bookmarkStart w:id="449" w:name="_Toc491431434"/>
      <w:bookmarkStart w:id="450" w:name="_Toc533021334"/>
      <w:bookmarkStart w:id="451" w:name="_Toc535231577"/>
      <w:bookmarkStart w:id="452" w:name="_Toc14773200"/>
      <w:bookmarkStart w:id="453" w:name="_Toc27473251"/>
      <w:bookmarkStart w:id="454" w:name="_Toc32324387"/>
      <w:bookmarkStart w:id="455" w:name="_Toc176876091"/>
      <w:r>
        <w:t>HTTPS Server</w:t>
      </w:r>
      <w:bookmarkEnd w:id="443"/>
      <w:bookmarkEnd w:id="444"/>
      <w:bookmarkEnd w:id="445"/>
      <w:bookmarkEnd w:id="446"/>
      <w:bookmarkEnd w:id="447"/>
      <w:bookmarkEnd w:id="448"/>
      <w:bookmarkEnd w:id="449"/>
      <w:bookmarkEnd w:id="450"/>
      <w:bookmarkEnd w:id="451"/>
      <w:bookmarkEnd w:id="452"/>
      <w:bookmarkEnd w:id="453"/>
      <w:bookmarkEnd w:id="454"/>
      <w:bookmarkEnd w:id="455"/>
    </w:p>
    <w:p w14:paraId="5357FC2A" w14:textId="77777777" w:rsidR="002F0E6A" w:rsidRDefault="002F0E6A" w:rsidP="002F0E6A">
      <w:r>
        <w:t>KMIP servers conformant to this profile:</w:t>
      </w:r>
    </w:p>
    <w:p w14:paraId="7171C852" w14:textId="77777777" w:rsidR="002F0E6A" w:rsidRDefault="002F0E6A" w:rsidP="002F0E6A">
      <w:pPr>
        <w:numPr>
          <w:ilvl w:val="0"/>
          <w:numId w:val="106"/>
        </w:numPr>
      </w:pPr>
      <w:r>
        <w:t>SHALL support HTTP/1.0 and HTTP/1.1 over TLS conformant to [RFC2818]</w:t>
      </w:r>
    </w:p>
    <w:p w14:paraId="351EF5AA" w14:textId="77777777" w:rsidR="002F0E6A" w:rsidRDefault="002F0E6A" w:rsidP="002F0E6A">
      <w:pPr>
        <w:numPr>
          <w:ilvl w:val="0"/>
          <w:numId w:val="106"/>
        </w:numPr>
      </w:pPr>
      <w:r>
        <w:t>SHALL return HTTP response code 200 if a KMIP response is available</w:t>
      </w:r>
    </w:p>
    <w:p w14:paraId="7FC3489B" w14:textId="77777777" w:rsidR="002F0E6A" w:rsidRDefault="002F0E6A" w:rsidP="002F0E6A">
      <w:pPr>
        <w:numPr>
          <w:ilvl w:val="0"/>
          <w:numId w:val="106"/>
        </w:numPr>
      </w:pPr>
      <w:r>
        <w:t xml:space="preserve">SHOULD support the value </w:t>
      </w:r>
      <w:r w:rsidRPr="0075105D">
        <w:rPr>
          <w:i/>
        </w:rPr>
        <w:t>/</w:t>
      </w:r>
      <w:proofErr w:type="spellStart"/>
      <w:r w:rsidRPr="0075105D">
        <w:rPr>
          <w:i/>
        </w:rPr>
        <w:t>kmip</w:t>
      </w:r>
      <w:proofErr w:type="spellEnd"/>
      <w:r>
        <w:t xml:space="preserve"> as the target URI.</w:t>
      </w:r>
    </w:p>
    <w:p w14:paraId="01C557F3" w14:textId="77777777" w:rsidR="002F0E6A" w:rsidRDefault="002F0E6A" w:rsidP="002F0E6A">
      <w:pPr>
        <w:numPr>
          <w:ilvl w:val="0"/>
          <w:numId w:val="106"/>
        </w:numPr>
      </w:pPr>
      <w:r>
        <w:t>SHALL specify a Content-Type of “application/octet-stream” if the message encoding is TTLV</w:t>
      </w:r>
    </w:p>
    <w:p w14:paraId="0ACBBFA6" w14:textId="77777777" w:rsidR="002F0E6A" w:rsidRDefault="002F0E6A" w:rsidP="002F0E6A">
      <w:pPr>
        <w:numPr>
          <w:ilvl w:val="0"/>
          <w:numId w:val="106"/>
        </w:numPr>
      </w:pPr>
      <w:r>
        <w:t>SHALL specify a Content-Type of “text/xml" if the message encoding is XML</w:t>
      </w:r>
    </w:p>
    <w:p w14:paraId="458409E4" w14:textId="77777777" w:rsidR="002F0E6A" w:rsidRDefault="002F0E6A" w:rsidP="002F0E6A">
      <w:pPr>
        <w:numPr>
          <w:ilvl w:val="0"/>
          <w:numId w:val="106"/>
        </w:numPr>
      </w:pPr>
      <w:r>
        <w:t>SHALL specify a Content-Type of “application/</w:t>
      </w:r>
      <w:proofErr w:type="spellStart"/>
      <w:r>
        <w:t>json</w:t>
      </w:r>
      <w:proofErr w:type="spellEnd"/>
      <w:r>
        <w:t>" if the message encoding is JSON</w:t>
      </w:r>
    </w:p>
    <w:p w14:paraId="757C3E57" w14:textId="77777777" w:rsidR="002F0E6A" w:rsidRDefault="002F0E6A" w:rsidP="002F0E6A">
      <w:pPr>
        <w:numPr>
          <w:ilvl w:val="0"/>
          <w:numId w:val="106"/>
        </w:numPr>
      </w:pPr>
      <w:r>
        <w:t>SHALL specify a Content-Length</w:t>
      </w:r>
    </w:p>
    <w:p w14:paraId="3A708E4F" w14:textId="77777777" w:rsidR="002F0E6A" w:rsidRDefault="002F0E6A" w:rsidP="002F0E6A">
      <w:pPr>
        <w:numPr>
          <w:ilvl w:val="0"/>
          <w:numId w:val="106"/>
        </w:numPr>
      </w:pPr>
      <w:r>
        <w:t xml:space="preserve">SHALL specify a </w:t>
      </w:r>
      <w:r w:rsidRPr="009F1F76">
        <w:t>Cache-Control</w:t>
      </w:r>
      <w:r>
        <w:t xml:space="preserve"> of “</w:t>
      </w:r>
      <w:r w:rsidRPr="009F1F76">
        <w:t>no-cache</w:t>
      </w:r>
      <w:r>
        <w:t>”</w:t>
      </w:r>
    </w:p>
    <w:p w14:paraId="0B104C89" w14:textId="77777777" w:rsidR="002F0E6A" w:rsidRDefault="002F0E6A" w:rsidP="002F0E6A">
      <w:pPr>
        <w:numPr>
          <w:ilvl w:val="0"/>
          <w:numId w:val="106"/>
        </w:numPr>
      </w:pPr>
      <w:r>
        <w:t>SHALL send KMIP TTLV message in binary format as the body of the HTTP request</w:t>
      </w:r>
    </w:p>
    <w:p w14:paraId="0B54E376" w14:textId="77777777" w:rsidR="002F0E6A" w:rsidRDefault="002F0E6A" w:rsidP="002F0E6A">
      <w:r>
        <w:t>KMIP servers that support server to client operations SHALL behave as a HTTPS client.</w:t>
      </w:r>
    </w:p>
    <w:p w14:paraId="52A6E87A" w14:textId="77777777" w:rsidR="002F0E6A" w:rsidRDefault="002F0E6A" w:rsidP="002F0E6A">
      <w:pPr>
        <w:pStyle w:val="Heading3"/>
        <w:numPr>
          <w:ilvl w:val="2"/>
          <w:numId w:val="2"/>
        </w:numPr>
      </w:pPr>
      <w:bookmarkStart w:id="456" w:name="_Ref439710297"/>
      <w:bookmarkStart w:id="457" w:name="_Ref439710310"/>
      <w:bookmarkStart w:id="458" w:name="_Toc439711249"/>
      <w:bookmarkStart w:id="459" w:name="_Toc463354542"/>
      <w:bookmarkStart w:id="460" w:name="_Toc478070456"/>
      <w:bookmarkStart w:id="461" w:name="_Toc479342076"/>
      <w:bookmarkStart w:id="462" w:name="_Toc491431435"/>
      <w:bookmarkStart w:id="463" w:name="_Toc533021335"/>
      <w:bookmarkStart w:id="464" w:name="_Toc535231578"/>
      <w:bookmarkStart w:id="465" w:name="_Toc14773201"/>
      <w:bookmarkStart w:id="466" w:name="_Toc27473252"/>
      <w:bookmarkStart w:id="467" w:name="_Toc32324388"/>
      <w:bookmarkStart w:id="468" w:name="_Toc176876092"/>
      <w:r>
        <w:t xml:space="preserve">HTTPS Mandatory Test Cases KMIP </w:t>
      </w:r>
      <w:bookmarkEnd w:id="456"/>
      <w:bookmarkEnd w:id="457"/>
      <w:bookmarkEnd w:id="458"/>
      <w:bookmarkEnd w:id="459"/>
      <w:bookmarkEnd w:id="460"/>
      <w:bookmarkEnd w:id="461"/>
      <w:bookmarkEnd w:id="462"/>
      <w:bookmarkEnd w:id="463"/>
      <w:bookmarkEnd w:id="464"/>
      <w:bookmarkEnd w:id="465"/>
      <w:bookmarkEnd w:id="466"/>
      <w:bookmarkEnd w:id="467"/>
      <w:r w:rsidR="00697364">
        <w:t>v3.0</w:t>
      </w:r>
      <w:bookmarkEnd w:id="468"/>
    </w:p>
    <w:p w14:paraId="68317C84" w14:textId="77777777" w:rsidR="002F0E6A" w:rsidRDefault="002F0E6A" w:rsidP="002F0E6A">
      <w:pPr>
        <w:pStyle w:val="Heading4"/>
        <w:numPr>
          <w:ilvl w:val="3"/>
          <w:numId w:val="2"/>
        </w:numPr>
      </w:pPr>
      <w:bookmarkStart w:id="469" w:name="_Toc32324389"/>
      <w:bookmarkStart w:id="470" w:name="_Toc439711250"/>
      <w:bookmarkStart w:id="471" w:name="_Toc463354543"/>
      <w:bookmarkStart w:id="472" w:name="_Toc478070457"/>
      <w:bookmarkStart w:id="473" w:name="_Toc479342077"/>
      <w:bookmarkStart w:id="474" w:name="_Toc491431436"/>
      <w:bookmarkStart w:id="475" w:name="_Toc533021336"/>
      <w:bookmarkStart w:id="476" w:name="_Toc535231579"/>
      <w:bookmarkStart w:id="477" w:name="_Toc14773202"/>
      <w:bookmarkStart w:id="478" w:name="_Toc27473253"/>
      <w:bookmarkStart w:id="479" w:name="_Toc176876093"/>
      <w:r>
        <w:t>MSGENC-HTTPS-M-1-</w:t>
      </w:r>
      <w:bookmarkEnd w:id="469"/>
      <w:r>
        <w:t>30</w:t>
      </w:r>
      <w:bookmarkEnd w:id="470"/>
      <w:bookmarkEnd w:id="471"/>
      <w:bookmarkEnd w:id="472"/>
      <w:bookmarkEnd w:id="473"/>
      <w:bookmarkEnd w:id="474"/>
      <w:bookmarkEnd w:id="475"/>
      <w:bookmarkEnd w:id="476"/>
      <w:bookmarkEnd w:id="477"/>
      <w:bookmarkEnd w:id="478"/>
      <w:bookmarkEnd w:id="479"/>
    </w:p>
    <w:p w14:paraId="4D82B8E2"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2AFB8348" w14:textId="77777777" w:rsidR="002F0E6A" w:rsidRDefault="002F0E6A" w:rsidP="002F0E6A">
      <w:r>
        <w:t>The specific list of operations and object types returned in the response MAY vary.</w:t>
      </w:r>
    </w:p>
    <w:p w14:paraId="0DE81815" w14:textId="77777777" w:rsidR="002F0E6A" w:rsidRDefault="002F0E6A" w:rsidP="002F0E6A">
      <w:r>
        <w:t xml:space="preserve">See </w:t>
      </w:r>
      <w:hyperlink r:id="rId76" w:history="1">
        <w:r w:rsidRPr="000A291F">
          <w:rPr>
            <w:rStyle w:val="Hyperlink"/>
          </w:rPr>
          <w:t>test-cases/kmip</w:t>
        </w:r>
        <w:r w:rsidR="00697364">
          <w:rPr>
            <w:rStyle w:val="Hyperlink"/>
          </w:rPr>
          <w:t>-v3.0</w:t>
        </w:r>
        <w:r w:rsidRPr="000A291F">
          <w:rPr>
            <w:rStyle w:val="Hyperlink"/>
          </w:rPr>
          <w:t>/mandatory/MSGENC-HTTPS-M-1</w:t>
        </w:r>
        <w:r>
          <w:rPr>
            <w:rStyle w:val="Hyperlink"/>
          </w:rPr>
          <w:t>-30.xml</w:t>
        </w:r>
      </w:hyperlink>
      <w:r>
        <w:t>.</w:t>
      </w:r>
    </w:p>
    <w:p w14:paraId="1BF09694" w14:textId="77777777" w:rsidR="002F0E6A" w:rsidRDefault="002F0E6A" w:rsidP="002F0E6A">
      <w:r>
        <w:t>The informative corresponding wire encoding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2F0E6A" w14:paraId="5EE3078B" w14:textId="77777777" w:rsidTr="002F0E6A">
        <w:tc>
          <w:tcPr>
            <w:tcW w:w="5000" w:type="pct"/>
            <w:tcBorders>
              <w:bottom w:val="single" w:sz="4" w:space="0" w:color="auto"/>
            </w:tcBorders>
            <w:shd w:val="clear" w:color="auto" w:fill="auto"/>
          </w:tcPr>
          <w:p w14:paraId="77CD6109" w14:textId="77777777" w:rsidR="002F0E6A" w:rsidRPr="003A29AA" w:rsidRDefault="002F0E6A" w:rsidP="002F0E6A">
            <w:pPr>
              <w:pStyle w:val="KMIPXMLCELL"/>
              <w:rPr>
                <w:rFonts w:eastAsia="Calibri"/>
                <w:i/>
              </w:rPr>
            </w:pPr>
            <w:r w:rsidRPr="003A29AA">
              <w:rPr>
                <w:rFonts w:eastAsia="Calibri"/>
                <w:i/>
              </w:rPr>
              <w:t>Request Time 0</w:t>
            </w:r>
          </w:p>
          <w:p w14:paraId="1D109C18" w14:textId="77777777" w:rsidR="002F0E6A" w:rsidRPr="003A29AA" w:rsidRDefault="002F0E6A" w:rsidP="002F0E6A">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21410815" w14:textId="77777777" w:rsidR="002F0E6A" w:rsidRPr="003A29AA" w:rsidRDefault="002F0E6A" w:rsidP="002F0E6A">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56DFCC6B" w14:textId="77777777" w:rsidR="002F0E6A" w:rsidRPr="003A29AA" w:rsidRDefault="002F0E6A" w:rsidP="002F0E6A">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62B206F3" w14:textId="77777777" w:rsidR="002F0E6A" w:rsidRPr="003A29AA" w:rsidRDefault="002F0E6A" w:rsidP="002F0E6A">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62C18F90" w14:textId="77777777" w:rsidR="002F0E6A" w:rsidRPr="003A29AA" w:rsidRDefault="002F0E6A" w:rsidP="002F0E6A">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36AD67BF" w14:textId="77777777" w:rsidR="002F0E6A" w:rsidRPr="003A29AA" w:rsidRDefault="002F0E6A" w:rsidP="002F0E6A">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3571DB76" w14:textId="77777777" w:rsidR="002F0E6A" w:rsidRPr="003A29AA" w:rsidRDefault="002F0E6A" w:rsidP="002F0E6A">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6BFD05DF" w14:textId="77777777" w:rsidR="002F0E6A" w:rsidRPr="003A29AA" w:rsidRDefault="002F0E6A" w:rsidP="002F0E6A">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64D72B34" w14:textId="77777777" w:rsidR="002F0E6A" w:rsidRPr="003A29AA" w:rsidRDefault="002F0E6A" w:rsidP="002F0E6A">
            <w:pPr>
              <w:pStyle w:val="KMIPXMLCELL"/>
              <w:rPr>
                <w:rFonts w:eastAsia="Calibri"/>
                <w:sz w:val="18"/>
              </w:rPr>
            </w:pPr>
            <w:r w:rsidRPr="003A29AA">
              <w:rPr>
                <w:rFonts w:eastAsia="Calibri"/>
                <w:sz w:val="18"/>
              </w:rPr>
              <w:t xml:space="preserve">00000080: 43 6f 6e 74 65 6e 74 2d-4c 65 6e 67 74 68 3a 20   Content-Length: </w:t>
            </w:r>
          </w:p>
          <w:p w14:paraId="2DA15903" w14:textId="77777777" w:rsidR="002F0E6A" w:rsidRPr="003A29AA" w:rsidRDefault="002F0E6A" w:rsidP="002F0E6A">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21E089E1" w14:textId="77777777" w:rsidR="002F0E6A" w:rsidRPr="003A29AA" w:rsidRDefault="002F0E6A" w:rsidP="002F0E6A">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3E1642A6" w14:textId="77777777" w:rsidR="002F0E6A" w:rsidRPr="003A29AA" w:rsidRDefault="002F0E6A" w:rsidP="002F0E6A">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77079FD6" w14:textId="77777777" w:rsidR="002F0E6A" w:rsidRPr="003A29AA" w:rsidRDefault="002F0E6A" w:rsidP="002F0E6A">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7A8BC428" w14:textId="77777777" w:rsidR="002F0E6A" w:rsidRPr="003A29AA" w:rsidRDefault="002F0E6A" w:rsidP="002F0E6A">
            <w:pPr>
              <w:pStyle w:val="KMIPXMLCELL"/>
              <w:rPr>
                <w:rFonts w:eastAsia="Calibri"/>
                <w:sz w:val="18"/>
              </w:rPr>
            </w:pPr>
            <w:r w:rsidRPr="003A29AA">
              <w:rPr>
                <w:rFonts w:eastAsia="Calibri"/>
                <w:sz w:val="18"/>
              </w:rPr>
              <w:t>000000d0: 00 00 00 03 00 00 00 00-42 00 50 02 00 00 00 04   ........B.P.....</w:t>
            </w:r>
          </w:p>
          <w:p w14:paraId="5EF136A1" w14:textId="77777777" w:rsidR="002F0E6A" w:rsidRPr="003A29AA" w:rsidRDefault="002F0E6A" w:rsidP="002F0E6A">
            <w:pPr>
              <w:pStyle w:val="KMIPXMLCELL"/>
              <w:rPr>
                <w:rFonts w:eastAsia="Calibri"/>
                <w:sz w:val="18"/>
              </w:rPr>
            </w:pPr>
            <w:r w:rsidRPr="003A29AA">
              <w:rPr>
                <w:rFonts w:eastAsia="Calibri"/>
                <w:sz w:val="18"/>
              </w:rPr>
              <w:t>000000e0: 00 00 01 00 00 00 00 00-42 00 0d 02 00 00 00 04   ........B.......</w:t>
            </w:r>
          </w:p>
          <w:p w14:paraId="66C9A151" w14:textId="77777777" w:rsidR="002F0E6A" w:rsidRPr="003A29AA" w:rsidRDefault="002F0E6A" w:rsidP="002F0E6A">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603E90AB" w14:textId="77777777" w:rsidR="002F0E6A" w:rsidRPr="003A29AA" w:rsidRDefault="002F0E6A" w:rsidP="002F0E6A">
            <w:pPr>
              <w:pStyle w:val="KMIPXMLCELL"/>
              <w:rPr>
                <w:rFonts w:eastAsia="Calibri"/>
                <w:sz w:val="18"/>
              </w:rPr>
            </w:pPr>
            <w:r w:rsidRPr="003A29AA">
              <w:rPr>
                <w:rFonts w:eastAsia="Calibri"/>
                <w:sz w:val="18"/>
              </w:rPr>
              <w:t>00000100: 42 00 5c 05 00 00 00 04-00 00 00 18 00 00 00 00   B.\.............</w:t>
            </w:r>
          </w:p>
          <w:p w14:paraId="5B40CDB5" w14:textId="77777777" w:rsidR="002F0E6A" w:rsidRPr="003A29AA" w:rsidRDefault="002F0E6A" w:rsidP="002F0E6A">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60206D92" w14:textId="77777777" w:rsidR="002F0E6A" w:rsidRPr="003A29AA" w:rsidRDefault="002F0E6A" w:rsidP="002F0E6A">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57186B8E" w14:textId="77777777" w:rsidR="002F0E6A" w:rsidRPr="00F069A6" w:rsidRDefault="002F0E6A" w:rsidP="002F0E6A">
            <w:pPr>
              <w:pStyle w:val="KMIPXMLCELL"/>
              <w:rPr>
                <w:rFonts w:eastAsia="Calibri"/>
              </w:rPr>
            </w:pPr>
            <w:r w:rsidRPr="003A29AA">
              <w:rPr>
                <w:rFonts w:eastAsia="Calibri"/>
                <w:sz w:val="18"/>
              </w:rPr>
              <w:t>00000130: 00 00 00 02 00 00 00 00-                          ........</w:t>
            </w:r>
          </w:p>
        </w:tc>
      </w:tr>
      <w:tr w:rsidR="002F0E6A" w14:paraId="5C274305" w14:textId="77777777" w:rsidTr="002F0E6A">
        <w:tc>
          <w:tcPr>
            <w:tcW w:w="5000" w:type="pct"/>
            <w:tcBorders>
              <w:bottom w:val="single" w:sz="4" w:space="0" w:color="auto"/>
            </w:tcBorders>
            <w:shd w:val="pct10" w:color="auto" w:fill="FFFFFF"/>
          </w:tcPr>
          <w:p w14:paraId="46A53AFC" w14:textId="77777777" w:rsidR="002F0E6A" w:rsidRDefault="002F0E6A" w:rsidP="002F0E6A">
            <w:pPr>
              <w:pStyle w:val="KMIPXMLCELL"/>
              <w:rPr>
                <w:rFonts w:eastAsia="Calibri"/>
                <w:i/>
              </w:rPr>
            </w:pPr>
            <w:r w:rsidRPr="003A29AA">
              <w:rPr>
                <w:rFonts w:eastAsia="Calibri"/>
                <w:i/>
              </w:rPr>
              <w:t>Response Time 0</w:t>
            </w:r>
          </w:p>
          <w:p w14:paraId="4BD4A712" w14:textId="77777777" w:rsidR="002F0E6A" w:rsidRPr="003A29AA" w:rsidRDefault="002F0E6A" w:rsidP="002F0E6A">
            <w:pPr>
              <w:pStyle w:val="KMIPXMLCELL"/>
              <w:rPr>
                <w:rFonts w:eastAsia="Calibri"/>
                <w:sz w:val="18"/>
              </w:rPr>
            </w:pPr>
            <w:r w:rsidRPr="003A29AA">
              <w:rPr>
                <w:rFonts w:eastAsia="Calibri"/>
                <w:sz w:val="18"/>
              </w:rPr>
              <w:t>00000000: 48 54 54 50 2f 31 2e 31-20 32 30 30 20 4f 4b 0d   HTTP/1.1 200 OK.</w:t>
            </w:r>
          </w:p>
          <w:p w14:paraId="381A28FE" w14:textId="77777777" w:rsidR="002F0E6A" w:rsidRPr="003A29AA" w:rsidRDefault="002F0E6A" w:rsidP="002F0E6A">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5EA36EBD" w14:textId="77777777" w:rsidR="002F0E6A" w:rsidRPr="003A29AA" w:rsidRDefault="002F0E6A" w:rsidP="002F0E6A">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3EDC3A07" w14:textId="77777777" w:rsidR="002F0E6A" w:rsidRPr="003A29AA" w:rsidRDefault="002F0E6A" w:rsidP="002F0E6A">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21AAF191" w14:textId="77777777" w:rsidR="002F0E6A" w:rsidRPr="003A29AA" w:rsidRDefault="002F0E6A" w:rsidP="002F0E6A">
            <w:pPr>
              <w:pStyle w:val="KMIPXMLCELL"/>
              <w:rPr>
                <w:rFonts w:eastAsia="Calibri"/>
                <w:sz w:val="18"/>
              </w:rPr>
            </w:pPr>
            <w:r w:rsidRPr="003A29AA">
              <w:rPr>
                <w:rFonts w:eastAsia="Calibri"/>
                <w:sz w:val="18"/>
              </w:rPr>
              <w:t>00000040: 2d 4c 65 6e 67 74 68 3a-20 31 36 38 0d 0a 0d 0a   -Length: 168....</w:t>
            </w:r>
          </w:p>
          <w:p w14:paraId="3602050B" w14:textId="77777777" w:rsidR="002F0E6A" w:rsidRPr="003A29AA" w:rsidRDefault="002F0E6A" w:rsidP="002F0E6A">
            <w:pPr>
              <w:pStyle w:val="KMIPXMLCELL"/>
              <w:rPr>
                <w:rFonts w:eastAsia="Calibri"/>
                <w:sz w:val="18"/>
              </w:rPr>
            </w:pPr>
            <w:r w:rsidRPr="003A29AA">
              <w:rPr>
                <w:rFonts w:eastAsia="Calibri"/>
                <w:sz w:val="18"/>
              </w:rPr>
              <w:t xml:space="preserve">00000050: 42 00 7b 01 00 00 00 a0-42 00 7a 01 00 00 00 48   </w:t>
            </w:r>
            <w:proofErr w:type="gramStart"/>
            <w:r w:rsidRPr="003A29AA">
              <w:rPr>
                <w:rFonts w:eastAsia="Calibri"/>
                <w:sz w:val="18"/>
              </w:rPr>
              <w:t>B.{</w:t>
            </w:r>
            <w:proofErr w:type="gramEnd"/>
            <w:r w:rsidRPr="003A29AA">
              <w:rPr>
                <w:rFonts w:eastAsia="Calibri"/>
                <w:sz w:val="18"/>
              </w:rPr>
              <w:t xml:space="preserve">.... </w:t>
            </w:r>
            <w:proofErr w:type="spellStart"/>
            <w:r w:rsidRPr="003A29AA">
              <w:rPr>
                <w:rFonts w:eastAsia="Calibri"/>
                <w:sz w:val="18"/>
              </w:rPr>
              <w:t>B.z.</w:t>
            </w:r>
            <w:proofErr w:type="spellEnd"/>
            <w:r w:rsidRPr="003A29AA">
              <w:rPr>
                <w:rFonts w:eastAsia="Calibri"/>
                <w:sz w:val="18"/>
              </w:rPr>
              <w:t>...H</w:t>
            </w:r>
          </w:p>
          <w:p w14:paraId="068847C6" w14:textId="77777777" w:rsidR="002F0E6A" w:rsidRPr="003A29AA" w:rsidRDefault="002F0E6A" w:rsidP="002F0E6A">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35362310" w14:textId="77777777" w:rsidR="002F0E6A" w:rsidRPr="003A29AA" w:rsidRDefault="002F0E6A" w:rsidP="002F0E6A">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78EBF620" w14:textId="77777777" w:rsidR="002F0E6A" w:rsidRPr="003A29AA" w:rsidRDefault="002F0E6A" w:rsidP="002F0E6A">
            <w:pPr>
              <w:pStyle w:val="KMIPXMLCELL"/>
              <w:rPr>
                <w:rFonts w:eastAsia="Calibri"/>
                <w:sz w:val="18"/>
              </w:rPr>
            </w:pPr>
            <w:r w:rsidRPr="003A29AA">
              <w:rPr>
                <w:rFonts w:eastAsia="Calibri"/>
                <w:sz w:val="18"/>
              </w:rPr>
              <w:t>00000080: 00 00 00 03 00 00 00 00-42 00 92 09 00 00 00 08   ........B.......</w:t>
            </w:r>
          </w:p>
          <w:p w14:paraId="0F4E1740" w14:textId="77777777" w:rsidR="002F0E6A" w:rsidRPr="003A29AA" w:rsidRDefault="002F0E6A" w:rsidP="002F0E6A">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41DE9BD6" w14:textId="77777777" w:rsidR="002F0E6A" w:rsidRPr="003A29AA" w:rsidRDefault="002F0E6A" w:rsidP="002F0E6A">
            <w:pPr>
              <w:pStyle w:val="KMIPXMLCELL"/>
              <w:rPr>
                <w:rFonts w:eastAsia="Calibri"/>
                <w:sz w:val="18"/>
              </w:rPr>
            </w:pPr>
            <w:r w:rsidRPr="003A29AA">
              <w:rPr>
                <w:rFonts w:eastAsia="Calibri"/>
                <w:sz w:val="18"/>
              </w:rPr>
              <w:t>000000a0: 00 00 00 01 00 00 00 00-42 00 0f 01 00 00 00 48   ........B.</w:t>
            </w:r>
            <w:proofErr w:type="gramStart"/>
            <w:r w:rsidRPr="003A29AA">
              <w:rPr>
                <w:rFonts w:eastAsia="Calibri"/>
                <w:sz w:val="18"/>
              </w:rPr>
              <w:t>.....</w:t>
            </w:r>
            <w:proofErr w:type="gramEnd"/>
            <w:r w:rsidRPr="003A29AA">
              <w:rPr>
                <w:rFonts w:eastAsia="Calibri"/>
                <w:sz w:val="18"/>
              </w:rPr>
              <w:t>H</w:t>
            </w:r>
          </w:p>
          <w:p w14:paraId="140D3351" w14:textId="77777777" w:rsidR="002F0E6A" w:rsidRPr="003A29AA" w:rsidRDefault="002F0E6A" w:rsidP="002F0E6A">
            <w:pPr>
              <w:pStyle w:val="KMIPXMLCELL"/>
              <w:rPr>
                <w:rFonts w:eastAsia="Calibri"/>
                <w:sz w:val="18"/>
              </w:rPr>
            </w:pPr>
            <w:r w:rsidRPr="003A29AA">
              <w:rPr>
                <w:rFonts w:eastAsia="Calibri"/>
                <w:sz w:val="18"/>
              </w:rPr>
              <w:t>000000b0: 42 00 5c 05 00 00 00 04-00 00 00 18 00 00 00 00   B.\.............</w:t>
            </w:r>
          </w:p>
          <w:p w14:paraId="59766458" w14:textId="77777777" w:rsidR="002F0E6A" w:rsidRPr="003A29AA" w:rsidRDefault="002F0E6A" w:rsidP="002F0E6A">
            <w:pPr>
              <w:pStyle w:val="KMIPXMLCELL"/>
              <w:rPr>
                <w:rFonts w:eastAsia="Calibri"/>
                <w:sz w:val="18"/>
              </w:rPr>
            </w:pPr>
            <w:r w:rsidRPr="003A29AA">
              <w:rPr>
                <w:rFonts w:eastAsia="Calibri"/>
                <w:sz w:val="18"/>
              </w:rPr>
              <w:t>000000c0: 42 00 7f 05 00 00 00 04-00 00 00 01 00 00 00 00   B...............</w:t>
            </w:r>
          </w:p>
          <w:p w14:paraId="2DF46D78" w14:textId="77777777" w:rsidR="002F0E6A" w:rsidRPr="003A29AA" w:rsidRDefault="002F0E6A" w:rsidP="002F0E6A">
            <w:pPr>
              <w:pStyle w:val="KMIPXMLCELL"/>
              <w:rPr>
                <w:rFonts w:eastAsia="Calibri"/>
                <w:sz w:val="18"/>
              </w:rPr>
            </w:pPr>
            <w:r w:rsidRPr="003A29AA">
              <w:rPr>
                <w:rFonts w:eastAsia="Calibri"/>
                <w:sz w:val="18"/>
              </w:rPr>
              <w:t>000000d0: 42 00 7e 05 00 00 00 04-00 00 00 02 00 00 00 00   B.~.............</w:t>
            </w:r>
          </w:p>
          <w:p w14:paraId="151864D8" w14:textId="77777777" w:rsidR="002F0E6A" w:rsidRPr="003A29AA" w:rsidRDefault="002F0E6A" w:rsidP="002F0E6A">
            <w:pPr>
              <w:pStyle w:val="KMIPXMLCELL"/>
              <w:rPr>
                <w:rFonts w:eastAsia="Calibri"/>
                <w:sz w:val="18"/>
              </w:rPr>
            </w:pPr>
            <w:r w:rsidRPr="003A29AA">
              <w:rPr>
                <w:rFonts w:eastAsia="Calibri"/>
                <w:sz w:val="18"/>
              </w:rPr>
              <w:t xml:space="preserve">000000e0: 42 00 7d 07 00 00 00 09-54 4f </w:t>
            </w:r>
            <w:proofErr w:type="spellStart"/>
            <w:r w:rsidRPr="003A29AA">
              <w:rPr>
                <w:rFonts w:eastAsia="Calibri"/>
                <w:sz w:val="18"/>
              </w:rPr>
              <w:t>4f</w:t>
            </w:r>
            <w:proofErr w:type="spellEnd"/>
            <w:r w:rsidRPr="003A29AA">
              <w:rPr>
                <w:rFonts w:eastAsia="Calibri"/>
                <w:sz w:val="18"/>
              </w:rPr>
              <w:t xml:space="preserve"> 5f 4c 41 52 47   </w:t>
            </w:r>
            <w:proofErr w:type="gramStart"/>
            <w:r w:rsidRPr="003A29AA">
              <w:rPr>
                <w:rFonts w:eastAsia="Calibri"/>
                <w:sz w:val="18"/>
              </w:rPr>
              <w:t>B.}.....</w:t>
            </w:r>
            <w:proofErr w:type="gramEnd"/>
            <w:r w:rsidRPr="003A29AA">
              <w:rPr>
                <w:rFonts w:eastAsia="Calibri"/>
                <w:sz w:val="18"/>
              </w:rPr>
              <w:t>TOO_LARG</w:t>
            </w:r>
          </w:p>
          <w:p w14:paraId="63E17A8C" w14:textId="77777777" w:rsidR="002F0E6A" w:rsidRPr="003A29AA" w:rsidRDefault="002F0E6A" w:rsidP="002F0E6A">
            <w:pPr>
              <w:pStyle w:val="KMIPXMLCELL"/>
              <w:rPr>
                <w:rFonts w:eastAsia="Calibri"/>
              </w:rPr>
            </w:pPr>
            <w:r w:rsidRPr="003A29AA">
              <w:rPr>
                <w:rFonts w:eastAsia="Calibri"/>
                <w:sz w:val="18"/>
              </w:rPr>
              <w:t>000000f0: 45 00 00 00 00 00 00 00-                          E.......</w:t>
            </w:r>
          </w:p>
        </w:tc>
      </w:tr>
      <w:tr w:rsidR="002F0E6A" w14:paraId="72F5EC1D" w14:textId="77777777" w:rsidTr="002F0E6A">
        <w:tc>
          <w:tcPr>
            <w:tcW w:w="5000" w:type="pct"/>
            <w:tcBorders>
              <w:bottom w:val="single" w:sz="4" w:space="0" w:color="auto"/>
            </w:tcBorders>
            <w:shd w:val="clear" w:color="auto" w:fill="auto"/>
          </w:tcPr>
          <w:p w14:paraId="694301D0" w14:textId="77777777" w:rsidR="002F0E6A" w:rsidRDefault="002F0E6A" w:rsidP="002F0E6A">
            <w:pPr>
              <w:pStyle w:val="KMIPXMLCELL"/>
              <w:rPr>
                <w:rFonts w:eastAsia="Calibri"/>
                <w:i/>
              </w:rPr>
            </w:pPr>
            <w:r w:rsidRPr="003A29AA">
              <w:rPr>
                <w:rFonts w:eastAsia="Calibri"/>
                <w:i/>
              </w:rPr>
              <w:t>Request Time 1</w:t>
            </w:r>
          </w:p>
          <w:p w14:paraId="4AA97116" w14:textId="77777777" w:rsidR="002F0E6A" w:rsidRPr="003A29AA" w:rsidRDefault="002F0E6A" w:rsidP="002F0E6A">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616441BD" w14:textId="77777777" w:rsidR="002F0E6A" w:rsidRPr="003A29AA" w:rsidRDefault="002F0E6A" w:rsidP="002F0E6A">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5E3AED50" w14:textId="77777777" w:rsidR="002F0E6A" w:rsidRPr="003A29AA" w:rsidRDefault="002F0E6A" w:rsidP="002F0E6A">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15AF075B" w14:textId="77777777" w:rsidR="002F0E6A" w:rsidRPr="003A29AA" w:rsidRDefault="002F0E6A" w:rsidP="002F0E6A">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76B9FA1C" w14:textId="77777777" w:rsidR="002F0E6A" w:rsidRPr="003A29AA" w:rsidRDefault="002F0E6A" w:rsidP="002F0E6A">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57BCEC05" w14:textId="77777777" w:rsidR="002F0E6A" w:rsidRPr="003A29AA" w:rsidRDefault="002F0E6A" w:rsidP="002F0E6A">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05B772BB" w14:textId="77777777" w:rsidR="002F0E6A" w:rsidRPr="003A29AA" w:rsidRDefault="002F0E6A" w:rsidP="002F0E6A">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69B92D86" w14:textId="77777777" w:rsidR="002F0E6A" w:rsidRPr="003A29AA" w:rsidRDefault="002F0E6A" w:rsidP="002F0E6A">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0014535D" w14:textId="77777777" w:rsidR="002F0E6A" w:rsidRPr="003A29AA" w:rsidRDefault="002F0E6A" w:rsidP="002F0E6A">
            <w:pPr>
              <w:pStyle w:val="KMIPXMLCELL"/>
              <w:rPr>
                <w:rFonts w:eastAsia="Calibri"/>
                <w:sz w:val="18"/>
              </w:rPr>
            </w:pPr>
            <w:r w:rsidRPr="003A29AA">
              <w:rPr>
                <w:rFonts w:eastAsia="Calibri"/>
                <w:sz w:val="18"/>
              </w:rPr>
              <w:t xml:space="preserve">00000080: 43 6f 6e 74 65 6e 74 2d-4c 65 6e 67 74 68 3a 20   Content-Length: </w:t>
            </w:r>
          </w:p>
          <w:p w14:paraId="26CEB68E" w14:textId="77777777" w:rsidR="002F0E6A" w:rsidRPr="003A29AA" w:rsidRDefault="002F0E6A" w:rsidP="002F0E6A">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633E4006" w14:textId="77777777" w:rsidR="002F0E6A" w:rsidRPr="003A29AA" w:rsidRDefault="002F0E6A" w:rsidP="002F0E6A">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662B16DF" w14:textId="77777777" w:rsidR="002F0E6A" w:rsidRPr="003A29AA" w:rsidRDefault="002F0E6A" w:rsidP="002F0E6A">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1E194A0C" w14:textId="77777777" w:rsidR="002F0E6A" w:rsidRPr="003A29AA" w:rsidRDefault="002F0E6A" w:rsidP="002F0E6A">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4B3A6A74" w14:textId="77777777" w:rsidR="002F0E6A" w:rsidRPr="003A29AA" w:rsidRDefault="002F0E6A" w:rsidP="002F0E6A">
            <w:pPr>
              <w:pStyle w:val="KMIPXMLCELL"/>
              <w:rPr>
                <w:rFonts w:eastAsia="Calibri"/>
                <w:sz w:val="18"/>
              </w:rPr>
            </w:pPr>
            <w:r w:rsidRPr="003A29AA">
              <w:rPr>
                <w:rFonts w:eastAsia="Calibri"/>
                <w:sz w:val="18"/>
              </w:rPr>
              <w:t>000000d0: 00 00 00 03 00 00 00 00-42 00 50 02 00 00 00 04   ........B.P.....</w:t>
            </w:r>
          </w:p>
          <w:p w14:paraId="1B12B18B" w14:textId="77777777" w:rsidR="002F0E6A" w:rsidRPr="003A29AA" w:rsidRDefault="002F0E6A" w:rsidP="002F0E6A">
            <w:pPr>
              <w:pStyle w:val="KMIPXMLCELL"/>
              <w:rPr>
                <w:rFonts w:eastAsia="Calibri"/>
                <w:sz w:val="18"/>
              </w:rPr>
            </w:pPr>
            <w:r w:rsidRPr="003A29AA">
              <w:rPr>
                <w:rFonts w:eastAsia="Calibri"/>
                <w:sz w:val="18"/>
              </w:rPr>
              <w:t>000000e0: 00 00 08 00 00 00 00 00-42 00 0d 02 00 00 00 04   ........B.......</w:t>
            </w:r>
          </w:p>
          <w:p w14:paraId="3731ED53" w14:textId="77777777" w:rsidR="002F0E6A" w:rsidRPr="003A29AA" w:rsidRDefault="002F0E6A" w:rsidP="002F0E6A">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116A5C1A" w14:textId="77777777" w:rsidR="002F0E6A" w:rsidRPr="003A29AA" w:rsidRDefault="002F0E6A" w:rsidP="002F0E6A">
            <w:pPr>
              <w:pStyle w:val="KMIPXMLCELL"/>
              <w:rPr>
                <w:rFonts w:eastAsia="Calibri"/>
                <w:sz w:val="18"/>
              </w:rPr>
            </w:pPr>
            <w:r w:rsidRPr="003A29AA">
              <w:rPr>
                <w:rFonts w:eastAsia="Calibri"/>
                <w:sz w:val="18"/>
              </w:rPr>
              <w:t>00000100: 42 00 5c 05 00 00 00 04-00 00 00 18 00 00 00 00   B.\.............</w:t>
            </w:r>
          </w:p>
          <w:p w14:paraId="385C07D8" w14:textId="77777777" w:rsidR="002F0E6A" w:rsidRPr="003A29AA" w:rsidRDefault="002F0E6A" w:rsidP="002F0E6A">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3DA5BE5D" w14:textId="77777777" w:rsidR="002F0E6A" w:rsidRPr="003A29AA" w:rsidRDefault="002F0E6A" w:rsidP="002F0E6A">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1A84C7E9" w14:textId="77777777" w:rsidR="002F0E6A" w:rsidRPr="003A29AA" w:rsidRDefault="002F0E6A" w:rsidP="002F0E6A">
            <w:pPr>
              <w:pStyle w:val="KMIPXMLCELL"/>
              <w:rPr>
                <w:rFonts w:eastAsia="Calibri"/>
              </w:rPr>
            </w:pPr>
            <w:r w:rsidRPr="003A29AA">
              <w:rPr>
                <w:rFonts w:eastAsia="Calibri"/>
                <w:sz w:val="18"/>
              </w:rPr>
              <w:t>00000130: 00 00 00 02 00 00 00 00-                          ........</w:t>
            </w:r>
          </w:p>
        </w:tc>
      </w:tr>
      <w:tr w:rsidR="002F0E6A" w14:paraId="38FACD9C" w14:textId="77777777" w:rsidTr="002F0E6A">
        <w:tc>
          <w:tcPr>
            <w:tcW w:w="5000" w:type="pct"/>
            <w:shd w:val="pct10" w:color="auto" w:fill="FFFFFF"/>
          </w:tcPr>
          <w:p w14:paraId="5F7016C2" w14:textId="77777777" w:rsidR="002F0E6A" w:rsidRDefault="002F0E6A" w:rsidP="002F0E6A">
            <w:pPr>
              <w:pStyle w:val="KMIPXMLCELL"/>
              <w:rPr>
                <w:rFonts w:eastAsia="Calibri"/>
                <w:i/>
              </w:rPr>
            </w:pPr>
            <w:r w:rsidRPr="003A29AA">
              <w:rPr>
                <w:rFonts w:eastAsia="Calibri"/>
                <w:i/>
              </w:rPr>
              <w:t>Response Time 1</w:t>
            </w:r>
          </w:p>
          <w:p w14:paraId="6A2604FD" w14:textId="77777777" w:rsidR="002F0E6A" w:rsidRPr="003A29AA" w:rsidRDefault="002F0E6A" w:rsidP="002F0E6A">
            <w:pPr>
              <w:pStyle w:val="KMIPXMLCELL"/>
              <w:rPr>
                <w:rFonts w:eastAsia="Calibri"/>
                <w:sz w:val="18"/>
              </w:rPr>
            </w:pPr>
            <w:r w:rsidRPr="003A29AA">
              <w:rPr>
                <w:rFonts w:eastAsia="Calibri"/>
                <w:sz w:val="18"/>
              </w:rPr>
              <w:t>00000000: 48 54 54 50 2f 31 2e 31-20 32 30 30 20 4f 4b 0d   HTTP/1.1 200 OK.</w:t>
            </w:r>
          </w:p>
          <w:p w14:paraId="4F9A490F" w14:textId="77777777" w:rsidR="002F0E6A" w:rsidRPr="003A29AA" w:rsidRDefault="002F0E6A" w:rsidP="002F0E6A">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6CF1948C" w14:textId="77777777" w:rsidR="002F0E6A" w:rsidRPr="003A29AA" w:rsidRDefault="002F0E6A" w:rsidP="002F0E6A">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0ADC9F5F" w14:textId="77777777" w:rsidR="002F0E6A" w:rsidRPr="003A29AA" w:rsidRDefault="002F0E6A" w:rsidP="002F0E6A">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4CDAB130" w14:textId="77777777" w:rsidR="002F0E6A" w:rsidRPr="003A29AA" w:rsidRDefault="002F0E6A" w:rsidP="002F0E6A">
            <w:pPr>
              <w:pStyle w:val="KMIPXMLCELL"/>
              <w:rPr>
                <w:rFonts w:eastAsia="Calibri"/>
                <w:sz w:val="18"/>
              </w:rPr>
            </w:pPr>
            <w:r w:rsidRPr="003A29AA">
              <w:rPr>
                <w:rFonts w:eastAsia="Calibri"/>
                <w:sz w:val="18"/>
              </w:rPr>
              <w:t>00000040: 2d 4c 65 6e 67 74 68 3a-20 39 30 34 0d 0a 0d 0a   -Length: 904....</w:t>
            </w:r>
          </w:p>
          <w:p w14:paraId="7CCC68AF" w14:textId="77777777" w:rsidR="002F0E6A" w:rsidRPr="003A29AA" w:rsidRDefault="002F0E6A" w:rsidP="002F0E6A">
            <w:pPr>
              <w:pStyle w:val="KMIPXMLCELL"/>
              <w:rPr>
                <w:rFonts w:eastAsia="Calibri"/>
                <w:sz w:val="18"/>
              </w:rPr>
            </w:pPr>
            <w:r w:rsidRPr="003A29AA">
              <w:rPr>
                <w:rFonts w:eastAsia="Calibri"/>
                <w:sz w:val="18"/>
              </w:rPr>
              <w:t xml:space="preserve">00000050: 42 00 7b 01 00 00 03 80-42 00 7a 01 00 00 00 48   </w:t>
            </w:r>
            <w:proofErr w:type="gramStart"/>
            <w:r w:rsidRPr="003A29AA">
              <w:rPr>
                <w:rFonts w:eastAsia="Calibri"/>
                <w:sz w:val="18"/>
              </w:rPr>
              <w:t>B.{</w:t>
            </w:r>
            <w:proofErr w:type="gramEnd"/>
            <w:r w:rsidRPr="003A29AA">
              <w:rPr>
                <w:rFonts w:eastAsia="Calibri"/>
                <w:sz w:val="18"/>
              </w:rPr>
              <w:t>.....</w:t>
            </w:r>
            <w:proofErr w:type="spellStart"/>
            <w:r w:rsidRPr="003A29AA">
              <w:rPr>
                <w:rFonts w:eastAsia="Calibri"/>
                <w:sz w:val="18"/>
              </w:rPr>
              <w:t>B.z.</w:t>
            </w:r>
            <w:proofErr w:type="spellEnd"/>
            <w:r w:rsidRPr="003A29AA">
              <w:rPr>
                <w:rFonts w:eastAsia="Calibri"/>
                <w:sz w:val="18"/>
              </w:rPr>
              <w:t>...H</w:t>
            </w:r>
          </w:p>
          <w:p w14:paraId="48D8F124" w14:textId="77777777" w:rsidR="002F0E6A" w:rsidRPr="003A29AA" w:rsidRDefault="002F0E6A" w:rsidP="002F0E6A">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45A7DDC0" w14:textId="77777777" w:rsidR="002F0E6A" w:rsidRPr="003A29AA" w:rsidRDefault="002F0E6A" w:rsidP="002F0E6A">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53F2E943" w14:textId="77777777" w:rsidR="002F0E6A" w:rsidRPr="003A29AA" w:rsidRDefault="002F0E6A" w:rsidP="002F0E6A">
            <w:pPr>
              <w:pStyle w:val="KMIPXMLCELL"/>
              <w:rPr>
                <w:rFonts w:eastAsia="Calibri"/>
                <w:sz w:val="18"/>
              </w:rPr>
            </w:pPr>
            <w:r w:rsidRPr="003A29AA">
              <w:rPr>
                <w:rFonts w:eastAsia="Calibri"/>
                <w:sz w:val="18"/>
              </w:rPr>
              <w:t>00000080: 00 00 00 03 00 00 00 00-42 00 92 09 00 00 00 08   ........B.......</w:t>
            </w:r>
          </w:p>
          <w:p w14:paraId="28EB995D" w14:textId="77777777" w:rsidR="002F0E6A" w:rsidRPr="003A29AA" w:rsidRDefault="002F0E6A" w:rsidP="002F0E6A">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71675F72" w14:textId="77777777" w:rsidR="002F0E6A" w:rsidRPr="003A29AA" w:rsidRDefault="002F0E6A" w:rsidP="002F0E6A">
            <w:pPr>
              <w:pStyle w:val="KMIPXMLCELL"/>
              <w:rPr>
                <w:rFonts w:eastAsia="Calibri"/>
                <w:sz w:val="18"/>
              </w:rPr>
            </w:pPr>
            <w:r w:rsidRPr="003A29AA">
              <w:rPr>
                <w:rFonts w:eastAsia="Calibri"/>
                <w:sz w:val="18"/>
              </w:rPr>
              <w:t>000000a0: 00 00 00 01 00 00 00 00-42 00 0f 01 00 00 03 28   ........B.</w:t>
            </w:r>
            <w:proofErr w:type="gramStart"/>
            <w:r w:rsidRPr="003A29AA">
              <w:rPr>
                <w:rFonts w:eastAsia="Calibri"/>
                <w:sz w:val="18"/>
              </w:rPr>
              <w:t>.....</w:t>
            </w:r>
            <w:proofErr w:type="gramEnd"/>
            <w:r w:rsidRPr="003A29AA">
              <w:rPr>
                <w:rFonts w:eastAsia="Calibri"/>
                <w:sz w:val="18"/>
              </w:rPr>
              <w:t>(</w:t>
            </w:r>
          </w:p>
          <w:p w14:paraId="25C59060" w14:textId="77777777" w:rsidR="002F0E6A" w:rsidRPr="003A29AA" w:rsidRDefault="002F0E6A" w:rsidP="002F0E6A">
            <w:pPr>
              <w:pStyle w:val="KMIPXMLCELL"/>
              <w:rPr>
                <w:rFonts w:eastAsia="Calibri"/>
                <w:sz w:val="18"/>
              </w:rPr>
            </w:pPr>
            <w:r w:rsidRPr="003A29AA">
              <w:rPr>
                <w:rFonts w:eastAsia="Calibri"/>
                <w:sz w:val="18"/>
              </w:rPr>
              <w:t>000000b0: 42 00 5c 05 00 00 00 04-00 00 00 18 00 00 00 00   B.\.............</w:t>
            </w:r>
          </w:p>
          <w:p w14:paraId="2740855F" w14:textId="77777777" w:rsidR="002F0E6A" w:rsidRPr="003A29AA" w:rsidRDefault="002F0E6A" w:rsidP="002F0E6A">
            <w:pPr>
              <w:pStyle w:val="KMIPXMLCELL"/>
              <w:rPr>
                <w:rFonts w:eastAsia="Calibri"/>
                <w:sz w:val="18"/>
              </w:rPr>
            </w:pPr>
            <w:r w:rsidRPr="003A29AA">
              <w:rPr>
                <w:rFonts w:eastAsia="Calibri"/>
                <w:sz w:val="18"/>
              </w:rPr>
              <w:t>000000c0: 42 00 7f 05 00 00 00 04-00 00 00 00 00 00 00 00   B...............</w:t>
            </w:r>
          </w:p>
          <w:p w14:paraId="714966D3" w14:textId="77777777" w:rsidR="002F0E6A" w:rsidRPr="003A29AA" w:rsidRDefault="002F0E6A" w:rsidP="002F0E6A">
            <w:pPr>
              <w:pStyle w:val="KMIPXMLCELL"/>
              <w:rPr>
                <w:rFonts w:eastAsia="Calibri"/>
                <w:sz w:val="18"/>
              </w:rPr>
            </w:pPr>
            <w:r w:rsidRPr="003A29AA">
              <w:rPr>
                <w:rFonts w:eastAsia="Calibri"/>
                <w:sz w:val="18"/>
              </w:rPr>
              <w:t>000000d0: 42 00 7c 01 00 00 03 00-42 00 5c 05 00 00 00 04   B.|</w:t>
            </w:r>
            <w:proofErr w:type="gramStart"/>
            <w:r w:rsidRPr="003A29AA">
              <w:rPr>
                <w:rFonts w:eastAsia="Calibri"/>
                <w:sz w:val="18"/>
              </w:rPr>
              <w:t>.....</w:t>
            </w:r>
            <w:proofErr w:type="gramEnd"/>
            <w:r w:rsidRPr="003A29AA">
              <w:rPr>
                <w:rFonts w:eastAsia="Calibri"/>
                <w:sz w:val="18"/>
              </w:rPr>
              <w:t>B.\.....</w:t>
            </w:r>
          </w:p>
          <w:p w14:paraId="27FA9A46" w14:textId="77777777" w:rsidR="002F0E6A" w:rsidRPr="003A29AA" w:rsidRDefault="002F0E6A" w:rsidP="002F0E6A">
            <w:pPr>
              <w:pStyle w:val="KMIPXMLCELL"/>
              <w:rPr>
                <w:rFonts w:eastAsia="Calibri"/>
                <w:sz w:val="18"/>
              </w:rPr>
            </w:pPr>
            <w:r w:rsidRPr="003A29AA">
              <w:rPr>
                <w:rFonts w:eastAsia="Calibri"/>
                <w:sz w:val="18"/>
              </w:rPr>
              <w:t>000000e0: 00 00 00 18 00 00 00 00-42 00 5c 05 00 00 00 04   ........B.\</w:t>
            </w:r>
            <w:proofErr w:type="gramStart"/>
            <w:r w:rsidRPr="003A29AA">
              <w:rPr>
                <w:rFonts w:eastAsia="Calibri"/>
                <w:sz w:val="18"/>
              </w:rPr>
              <w:t>.....</w:t>
            </w:r>
            <w:proofErr w:type="gramEnd"/>
          </w:p>
          <w:p w14:paraId="53FD3F61" w14:textId="77777777" w:rsidR="002F0E6A" w:rsidRPr="003A29AA" w:rsidRDefault="002F0E6A" w:rsidP="002F0E6A">
            <w:pPr>
              <w:pStyle w:val="KMIPXMLCELL"/>
              <w:rPr>
                <w:rFonts w:eastAsia="Calibri"/>
                <w:sz w:val="18"/>
              </w:rPr>
            </w:pPr>
            <w:r w:rsidRPr="003A29AA">
              <w:rPr>
                <w:rFonts w:eastAsia="Calibri"/>
                <w:sz w:val="18"/>
              </w:rPr>
              <w:t>000000f0: 00 00 00 08 00 00 00 00-42 00 5c 05 00 00 00 04   ........B.\</w:t>
            </w:r>
            <w:proofErr w:type="gramStart"/>
            <w:r w:rsidRPr="003A29AA">
              <w:rPr>
                <w:rFonts w:eastAsia="Calibri"/>
                <w:sz w:val="18"/>
              </w:rPr>
              <w:t>.....</w:t>
            </w:r>
            <w:proofErr w:type="gramEnd"/>
          </w:p>
          <w:p w14:paraId="35753ECF" w14:textId="77777777" w:rsidR="002F0E6A" w:rsidRPr="003A29AA" w:rsidRDefault="002F0E6A" w:rsidP="002F0E6A">
            <w:pPr>
              <w:pStyle w:val="KMIPXMLCELL"/>
              <w:rPr>
                <w:rFonts w:eastAsia="Calibri"/>
                <w:sz w:val="18"/>
              </w:rPr>
            </w:pPr>
            <w:r w:rsidRPr="003A29AA">
              <w:rPr>
                <w:rFonts w:eastAsia="Calibri"/>
                <w:sz w:val="18"/>
              </w:rPr>
              <w:t>00000100: 00 00 00 14 00 00 00 00-42 00 5c 05 00 00 00 04   ........B.\</w:t>
            </w:r>
            <w:proofErr w:type="gramStart"/>
            <w:r w:rsidRPr="003A29AA">
              <w:rPr>
                <w:rFonts w:eastAsia="Calibri"/>
                <w:sz w:val="18"/>
              </w:rPr>
              <w:t>.....</w:t>
            </w:r>
            <w:proofErr w:type="gramEnd"/>
          </w:p>
          <w:p w14:paraId="6DF76B7B" w14:textId="77777777" w:rsidR="002F0E6A" w:rsidRPr="003A29AA" w:rsidRDefault="002F0E6A" w:rsidP="002F0E6A">
            <w:pPr>
              <w:pStyle w:val="KMIPXMLCELL"/>
              <w:rPr>
                <w:rFonts w:eastAsia="Calibri"/>
                <w:sz w:val="18"/>
              </w:rPr>
            </w:pPr>
            <w:r w:rsidRPr="003A29AA">
              <w:rPr>
                <w:rFonts w:eastAsia="Calibri"/>
                <w:sz w:val="18"/>
              </w:rPr>
              <w:t>00000110: 00 00 00 0a 00 00 00 00-42 00 5c 05 00 00 00 04   ........B.\</w:t>
            </w:r>
            <w:proofErr w:type="gramStart"/>
            <w:r w:rsidRPr="003A29AA">
              <w:rPr>
                <w:rFonts w:eastAsia="Calibri"/>
                <w:sz w:val="18"/>
              </w:rPr>
              <w:t>.....</w:t>
            </w:r>
            <w:proofErr w:type="gramEnd"/>
          </w:p>
          <w:p w14:paraId="47E3372F" w14:textId="77777777" w:rsidR="002F0E6A" w:rsidRPr="003A29AA" w:rsidRDefault="002F0E6A" w:rsidP="002F0E6A">
            <w:pPr>
              <w:pStyle w:val="KMIPXMLCELL"/>
              <w:rPr>
                <w:rFonts w:eastAsia="Calibri"/>
                <w:sz w:val="18"/>
              </w:rPr>
            </w:pPr>
            <w:r w:rsidRPr="003A29AA">
              <w:rPr>
                <w:rFonts w:eastAsia="Calibri"/>
                <w:sz w:val="18"/>
              </w:rPr>
              <w:t>00000120: 00 00 00 01 00 00 00 00-42 00 5c 05 00 00 00 04   ........B.\</w:t>
            </w:r>
            <w:proofErr w:type="gramStart"/>
            <w:r w:rsidRPr="003A29AA">
              <w:rPr>
                <w:rFonts w:eastAsia="Calibri"/>
                <w:sz w:val="18"/>
              </w:rPr>
              <w:t>.....</w:t>
            </w:r>
            <w:proofErr w:type="gramEnd"/>
          </w:p>
          <w:p w14:paraId="72C8D652" w14:textId="77777777" w:rsidR="002F0E6A" w:rsidRPr="003A29AA" w:rsidRDefault="002F0E6A" w:rsidP="002F0E6A">
            <w:pPr>
              <w:pStyle w:val="KMIPXMLCELL"/>
              <w:rPr>
                <w:rFonts w:eastAsia="Calibri"/>
                <w:sz w:val="18"/>
              </w:rPr>
            </w:pPr>
            <w:r w:rsidRPr="003A29AA">
              <w:rPr>
                <w:rFonts w:eastAsia="Calibri"/>
                <w:sz w:val="18"/>
              </w:rPr>
              <w:t>00000130: 00 00 00 03 00 00 00 00-42 00 5c 05 00 00 00 04   ........B.\</w:t>
            </w:r>
            <w:proofErr w:type="gramStart"/>
            <w:r w:rsidRPr="003A29AA">
              <w:rPr>
                <w:rFonts w:eastAsia="Calibri"/>
                <w:sz w:val="18"/>
              </w:rPr>
              <w:t>.....</w:t>
            </w:r>
            <w:proofErr w:type="gramEnd"/>
          </w:p>
          <w:p w14:paraId="1DD2F63C" w14:textId="77777777" w:rsidR="002F0E6A" w:rsidRPr="003A29AA" w:rsidRDefault="002F0E6A" w:rsidP="002F0E6A">
            <w:pPr>
              <w:pStyle w:val="KMIPXMLCELL"/>
              <w:rPr>
                <w:rFonts w:eastAsia="Calibri"/>
                <w:sz w:val="18"/>
              </w:rPr>
            </w:pPr>
            <w:r w:rsidRPr="003A29AA">
              <w:rPr>
                <w:rFonts w:eastAsia="Calibri"/>
                <w:sz w:val="18"/>
              </w:rPr>
              <w:t>00000140: 00 00 00 0b 00 00 00 00-42 00 5c 05 00 00 00 04   ........B.\</w:t>
            </w:r>
            <w:proofErr w:type="gramStart"/>
            <w:r w:rsidRPr="003A29AA">
              <w:rPr>
                <w:rFonts w:eastAsia="Calibri"/>
                <w:sz w:val="18"/>
              </w:rPr>
              <w:t>.....</w:t>
            </w:r>
            <w:proofErr w:type="gramEnd"/>
          </w:p>
          <w:p w14:paraId="413D2BBF" w14:textId="77777777" w:rsidR="002F0E6A" w:rsidRPr="003A29AA" w:rsidRDefault="002F0E6A" w:rsidP="002F0E6A">
            <w:pPr>
              <w:pStyle w:val="KMIPXMLCELL"/>
              <w:rPr>
                <w:rFonts w:eastAsia="Calibri"/>
                <w:sz w:val="18"/>
              </w:rPr>
            </w:pPr>
            <w:r w:rsidRPr="003A29AA">
              <w:rPr>
                <w:rFonts w:eastAsia="Calibri"/>
                <w:sz w:val="18"/>
              </w:rPr>
              <w:t>00000150: 00 00 00 0c 00 00 00 00-42 00 5c 05 00 00 00 04   ........B.\</w:t>
            </w:r>
            <w:proofErr w:type="gramStart"/>
            <w:r w:rsidRPr="003A29AA">
              <w:rPr>
                <w:rFonts w:eastAsia="Calibri"/>
                <w:sz w:val="18"/>
              </w:rPr>
              <w:t>.....</w:t>
            </w:r>
            <w:proofErr w:type="gramEnd"/>
          </w:p>
          <w:p w14:paraId="62C410F5" w14:textId="77777777" w:rsidR="002F0E6A" w:rsidRPr="003A29AA" w:rsidRDefault="002F0E6A" w:rsidP="002F0E6A">
            <w:pPr>
              <w:pStyle w:val="KMIPXMLCELL"/>
              <w:rPr>
                <w:rFonts w:eastAsia="Calibri"/>
                <w:sz w:val="18"/>
              </w:rPr>
            </w:pPr>
            <w:r w:rsidRPr="003A29AA">
              <w:rPr>
                <w:rFonts w:eastAsia="Calibri"/>
                <w:sz w:val="18"/>
              </w:rPr>
              <w:t>00000160: 00 00 00 0d 00 00 00 00-42 00 5c 05 00 00 00 04   ........B.\</w:t>
            </w:r>
            <w:proofErr w:type="gramStart"/>
            <w:r w:rsidRPr="003A29AA">
              <w:rPr>
                <w:rFonts w:eastAsia="Calibri"/>
                <w:sz w:val="18"/>
              </w:rPr>
              <w:t>.....</w:t>
            </w:r>
            <w:proofErr w:type="gramEnd"/>
          </w:p>
          <w:p w14:paraId="16CB674A" w14:textId="77777777" w:rsidR="002F0E6A" w:rsidRPr="003A29AA" w:rsidRDefault="002F0E6A" w:rsidP="002F0E6A">
            <w:pPr>
              <w:pStyle w:val="KMIPXMLCELL"/>
              <w:rPr>
                <w:rFonts w:eastAsia="Calibri"/>
                <w:sz w:val="18"/>
              </w:rPr>
            </w:pPr>
            <w:r w:rsidRPr="003A29AA">
              <w:rPr>
                <w:rFonts w:eastAsia="Calibri"/>
                <w:sz w:val="18"/>
              </w:rPr>
              <w:t>00000170: 00 00 00 0e 00 00 00 00-42 00 5c 05 00 00 00 04   ........B.\</w:t>
            </w:r>
            <w:proofErr w:type="gramStart"/>
            <w:r w:rsidRPr="003A29AA">
              <w:rPr>
                <w:rFonts w:eastAsia="Calibri"/>
                <w:sz w:val="18"/>
              </w:rPr>
              <w:t>.....</w:t>
            </w:r>
            <w:proofErr w:type="gramEnd"/>
          </w:p>
          <w:p w14:paraId="14464506" w14:textId="77777777" w:rsidR="002F0E6A" w:rsidRPr="003A29AA" w:rsidRDefault="002F0E6A" w:rsidP="002F0E6A">
            <w:pPr>
              <w:pStyle w:val="KMIPXMLCELL"/>
              <w:rPr>
                <w:rFonts w:eastAsia="Calibri"/>
                <w:sz w:val="18"/>
              </w:rPr>
            </w:pPr>
            <w:r w:rsidRPr="003A29AA">
              <w:rPr>
                <w:rFonts w:eastAsia="Calibri"/>
                <w:sz w:val="18"/>
              </w:rPr>
              <w:t>00000180: 00 00 00 0f 00 00 00 00-42 00 5c 05 00 00 00 04   ........B.\</w:t>
            </w:r>
            <w:proofErr w:type="gramStart"/>
            <w:r w:rsidRPr="003A29AA">
              <w:rPr>
                <w:rFonts w:eastAsia="Calibri"/>
                <w:sz w:val="18"/>
              </w:rPr>
              <w:t>.....</w:t>
            </w:r>
            <w:proofErr w:type="gramEnd"/>
          </w:p>
          <w:p w14:paraId="66D2A110" w14:textId="77777777" w:rsidR="002F0E6A" w:rsidRPr="003A29AA" w:rsidRDefault="002F0E6A" w:rsidP="002F0E6A">
            <w:pPr>
              <w:pStyle w:val="KMIPXMLCELL"/>
              <w:rPr>
                <w:rFonts w:eastAsia="Calibri"/>
                <w:sz w:val="18"/>
              </w:rPr>
            </w:pPr>
            <w:r w:rsidRPr="003A29AA">
              <w:rPr>
                <w:rFonts w:eastAsia="Calibri"/>
                <w:sz w:val="18"/>
              </w:rPr>
              <w:t>00000190: 00 00 00 12 00 00 00 00-42 00 5c 05 00 00 00 04   ........B.\</w:t>
            </w:r>
            <w:proofErr w:type="gramStart"/>
            <w:r w:rsidRPr="003A29AA">
              <w:rPr>
                <w:rFonts w:eastAsia="Calibri"/>
                <w:sz w:val="18"/>
              </w:rPr>
              <w:t>.....</w:t>
            </w:r>
            <w:proofErr w:type="gramEnd"/>
          </w:p>
          <w:p w14:paraId="3979D142" w14:textId="77777777" w:rsidR="002F0E6A" w:rsidRPr="003A29AA" w:rsidRDefault="002F0E6A" w:rsidP="002F0E6A">
            <w:pPr>
              <w:pStyle w:val="KMIPXMLCELL"/>
              <w:rPr>
                <w:rFonts w:eastAsia="Calibri"/>
                <w:sz w:val="18"/>
              </w:rPr>
            </w:pPr>
            <w:r w:rsidRPr="003A29AA">
              <w:rPr>
                <w:rFonts w:eastAsia="Calibri"/>
                <w:sz w:val="18"/>
              </w:rPr>
              <w:t>000001a0: 00 00 00 13 00 00 00 00-42 00 5c 05 00 00 00 04   ........B.\</w:t>
            </w:r>
            <w:proofErr w:type="gramStart"/>
            <w:r w:rsidRPr="003A29AA">
              <w:rPr>
                <w:rFonts w:eastAsia="Calibri"/>
                <w:sz w:val="18"/>
              </w:rPr>
              <w:t>.....</w:t>
            </w:r>
            <w:proofErr w:type="gramEnd"/>
          </w:p>
          <w:p w14:paraId="115DA0C7" w14:textId="77777777" w:rsidR="002F0E6A" w:rsidRPr="003A29AA" w:rsidRDefault="002F0E6A" w:rsidP="002F0E6A">
            <w:pPr>
              <w:pStyle w:val="KMIPXMLCELL"/>
              <w:rPr>
                <w:rFonts w:eastAsia="Calibri"/>
                <w:sz w:val="18"/>
              </w:rPr>
            </w:pPr>
            <w:r w:rsidRPr="003A29AA">
              <w:rPr>
                <w:rFonts w:eastAsia="Calibri"/>
                <w:sz w:val="18"/>
              </w:rPr>
              <w:t>000001b0: 00 00 00 1a 00 00 00 00-42 00 5c 05 00 00 00 04   ........B.\</w:t>
            </w:r>
            <w:proofErr w:type="gramStart"/>
            <w:r w:rsidRPr="003A29AA">
              <w:rPr>
                <w:rFonts w:eastAsia="Calibri"/>
                <w:sz w:val="18"/>
              </w:rPr>
              <w:t>.....</w:t>
            </w:r>
            <w:proofErr w:type="gramEnd"/>
          </w:p>
          <w:p w14:paraId="4FEDB6ED" w14:textId="77777777" w:rsidR="002F0E6A" w:rsidRPr="003A29AA" w:rsidRDefault="002F0E6A" w:rsidP="002F0E6A">
            <w:pPr>
              <w:pStyle w:val="KMIPXMLCELL"/>
              <w:rPr>
                <w:rFonts w:eastAsia="Calibri"/>
                <w:sz w:val="18"/>
              </w:rPr>
            </w:pPr>
            <w:r w:rsidRPr="003A29AA">
              <w:rPr>
                <w:rFonts w:eastAsia="Calibri"/>
                <w:sz w:val="18"/>
              </w:rPr>
              <w:t>000001c0: 00 00 00 19 00 00 00 00-42 00 5c 05 00 00 00 04   ........B.\</w:t>
            </w:r>
            <w:proofErr w:type="gramStart"/>
            <w:r w:rsidRPr="003A29AA">
              <w:rPr>
                <w:rFonts w:eastAsia="Calibri"/>
                <w:sz w:val="18"/>
              </w:rPr>
              <w:t>.....</w:t>
            </w:r>
            <w:proofErr w:type="gramEnd"/>
          </w:p>
          <w:p w14:paraId="6D8F8A9F" w14:textId="77777777" w:rsidR="002F0E6A" w:rsidRPr="003A29AA" w:rsidRDefault="002F0E6A" w:rsidP="002F0E6A">
            <w:pPr>
              <w:pStyle w:val="KMIPXMLCELL"/>
              <w:rPr>
                <w:rFonts w:eastAsia="Calibri"/>
                <w:sz w:val="18"/>
              </w:rPr>
            </w:pPr>
            <w:r w:rsidRPr="003A29AA">
              <w:rPr>
                <w:rFonts w:eastAsia="Calibri"/>
                <w:sz w:val="18"/>
              </w:rPr>
              <w:t>000001d0: 00 00 00 09 00 00 00 00-42 00 5c 05 00 00 00 04   ........B.\</w:t>
            </w:r>
            <w:proofErr w:type="gramStart"/>
            <w:r w:rsidRPr="003A29AA">
              <w:rPr>
                <w:rFonts w:eastAsia="Calibri"/>
                <w:sz w:val="18"/>
              </w:rPr>
              <w:t>.....</w:t>
            </w:r>
            <w:proofErr w:type="gramEnd"/>
          </w:p>
          <w:p w14:paraId="36C5DE83" w14:textId="77777777" w:rsidR="002F0E6A" w:rsidRPr="003A29AA" w:rsidRDefault="002F0E6A" w:rsidP="002F0E6A">
            <w:pPr>
              <w:pStyle w:val="KMIPXMLCELL"/>
              <w:rPr>
                <w:rFonts w:eastAsia="Calibri"/>
                <w:sz w:val="18"/>
              </w:rPr>
            </w:pPr>
            <w:r w:rsidRPr="003A29AA">
              <w:rPr>
                <w:rFonts w:eastAsia="Calibri"/>
                <w:sz w:val="18"/>
              </w:rPr>
              <w:t>000001e0: 00 00 00 11 00 00 00 00-42 00 5c 05 00 00 00 04   ........B.\</w:t>
            </w:r>
            <w:proofErr w:type="gramStart"/>
            <w:r w:rsidRPr="003A29AA">
              <w:rPr>
                <w:rFonts w:eastAsia="Calibri"/>
                <w:sz w:val="18"/>
              </w:rPr>
              <w:t>.....</w:t>
            </w:r>
            <w:proofErr w:type="gramEnd"/>
          </w:p>
          <w:p w14:paraId="5FF61F08" w14:textId="77777777" w:rsidR="002F0E6A" w:rsidRPr="003A29AA" w:rsidRDefault="002F0E6A" w:rsidP="002F0E6A">
            <w:pPr>
              <w:pStyle w:val="KMIPXMLCELL"/>
              <w:rPr>
                <w:rFonts w:eastAsia="Calibri"/>
                <w:sz w:val="18"/>
              </w:rPr>
            </w:pPr>
            <w:r w:rsidRPr="003A29AA">
              <w:rPr>
                <w:rFonts w:eastAsia="Calibri"/>
                <w:sz w:val="18"/>
              </w:rPr>
              <w:t>000001f0: 00 00 00 02 00 00 00 00-42 00 5c 05 00 00 00 04   ........B.\</w:t>
            </w:r>
            <w:proofErr w:type="gramStart"/>
            <w:r w:rsidRPr="003A29AA">
              <w:rPr>
                <w:rFonts w:eastAsia="Calibri"/>
                <w:sz w:val="18"/>
              </w:rPr>
              <w:t>.....</w:t>
            </w:r>
            <w:proofErr w:type="gramEnd"/>
          </w:p>
          <w:p w14:paraId="00114EC7" w14:textId="77777777" w:rsidR="002F0E6A" w:rsidRPr="003A29AA" w:rsidRDefault="002F0E6A" w:rsidP="002F0E6A">
            <w:pPr>
              <w:pStyle w:val="KMIPXMLCELL"/>
              <w:rPr>
                <w:rFonts w:eastAsia="Calibri"/>
                <w:sz w:val="18"/>
              </w:rPr>
            </w:pPr>
            <w:r w:rsidRPr="003A29AA">
              <w:rPr>
                <w:rFonts w:eastAsia="Calibri"/>
                <w:sz w:val="18"/>
              </w:rPr>
              <w:t>00000200: 00 00 00 04 00 00 00 00-42 00 5c 05 00 00 00 04   ........B.\</w:t>
            </w:r>
            <w:proofErr w:type="gramStart"/>
            <w:r w:rsidRPr="003A29AA">
              <w:rPr>
                <w:rFonts w:eastAsia="Calibri"/>
                <w:sz w:val="18"/>
              </w:rPr>
              <w:t>.....</w:t>
            </w:r>
            <w:proofErr w:type="gramEnd"/>
          </w:p>
          <w:p w14:paraId="3307C5BE" w14:textId="77777777" w:rsidR="002F0E6A" w:rsidRPr="003A29AA" w:rsidRDefault="002F0E6A" w:rsidP="002F0E6A">
            <w:pPr>
              <w:pStyle w:val="KMIPXMLCELL"/>
              <w:rPr>
                <w:rFonts w:eastAsia="Calibri"/>
                <w:sz w:val="18"/>
              </w:rPr>
            </w:pPr>
            <w:r w:rsidRPr="003A29AA">
              <w:rPr>
                <w:rFonts w:eastAsia="Calibri"/>
                <w:sz w:val="18"/>
              </w:rPr>
              <w:t>00000210: 00 00 00 15 00 00 00 00-42 00 5c 05 00 00 00 04   ........B.\</w:t>
            </w:r>
            <w:proofErr w:type="gramStart"/>
            <w:r w:rsidRPr="003A29AA">
              <w:rPr>
                <w:rFonts w:eastAsia="Calibri"/>
                <w:sz w:val="18"/>
              </w:rPr>
              <w:t>.....</w:t>
            </w:r>
            <w:proofErr w:type="gramEnd"/>
          </w:p>
          <w:p w14:paraId="4C39CC43" w14:textId="77777777" w:rsidR="002F0E6A" w:rsidRPr="003A29AA" w:rsidRDefault="002F0E6A" w:rsidP="002F0E6A">
            <w:pPr>
              <w:pStyle w:val="KMIPXMLCELL"/>
              <w:rPr>
                <w:rFonts w:eastAsia="Calibri"/>
                <w:sz w:val="18"/>
              </w:rPr>
            </w:pPr>
            <w:r w:rsidRPr="003A29AA">
              <w:rPr>
                <w:rFonts w:eastAsia="Calibri"/>
                <w:sz w:val="18"/>
              </w:rPr>
              <w:t>00000220: 00 00 00 16 00 00 00 00-42 00 5c 05 00 00 00 04   ........B.\</w:t>
            </w:r>
            <w:proofErr w:type="gramStart"/>
            <w:r w:rsidRPr="003A29AA">
              <w:rPr>
                <w:rFonts w:eastAsia="Calibri"/>
                <w:sz w:val="18"/>
              </w:rPr>
              <w:t>.....</w:t>
            </w:r>
            <w:proofErr w:type="gramEnd"/>
          </w:p>
          <w:p w14:paraId="605DFD54" w14:textId="77777777" w:rsidR="002F0E6A" w:rsidRPr="003A29AA" w:rsidRDefault="002F0E6A" w:rsidP="002F0E6A">
            <w:pPr>
              <w:pStyle w:val="KMIPXMLCELL"/>
              <w:rPr>
                <w:rFonts w:eastAsia="Calibri"/>
                <w:sz w:val="18"/>
              </w:rPr>
            </w:pPr>
            <w:r w:rsidRPr="003A29AA">
              <w:rPr>
                <w:rFonts w:eastAsia="Calibri"/>
                <w:sz w:val="18"/>
              </w:rPr>
              <w:t>00000230: 00 00 00 10 00 00 00 00-42 00 5c 05 00 00 00 04   ........B.\</w:t>
            </w:r>
            <w:proofErr w:type="gramStart"/>
            <w:r w:rsidRPr="003A29AA">
              <w:rPr>
                <w:rFonts w:eastAsia="Calibri"/>
                <w:sz w:val="18"/>
              </w:rPr>
              <w:t>.....</w:t>
            </w:r>
            <w:proofErr w:type="gramEnd"/>
          </w:p>
          <w:p w14:paraId="10CC7B4D" w14:textId="77777777" w:rsidR="002F0E6A" w:rsidRPr="003A29AA" w:rsidRDefault="002F0E6A" w:rsidP="002F0E6A">
            <w:pPr>
              <w:pStyle w:val="KMIPXMLCELL"/>
              <w:rPr>
                <w:rFonts w:eastAsia="Calibri"/>
                <w:sz w:val="18"/>
              </w:rPr>
            </w:pPr>
            <w:r w:rsidRPr="003A29AA">
              <w:rPr>
                <w:rFonts w:eastAsia="Calibri"/>
                <w:sz w:val="18"/>
              </w:rPr>
              <w:t>00000240: 00 00 00 1d 00 00 00 00-42 00 5c 05 00 00 00 04   ........B.\</w:t>
            </w:r>
            <w:proofErr w:type="gramStart"/>
            <w:r w:rsidRPr="003A29AA">
              <w:rPr>
                <w:rFonts w:eastAsia="Calibri"/>
                <w:sz w:val="18"/>
              </w:rPr>
              <w:t>.....</w:t>
            </w:r>
            <w:proofErr w:type="gramEnd"/>
          </w:p>
          <w:p w14:paraId="0FA2EF26" w14:textId="77777777" w:rsidR="002F0E6A" w:rsidRPr="003A29AA" w:rsidRDefault="002F0E6A" w:rsidP="002F0E6A">
            <w:pPr>
              <w:pStyle w:val="KMIPXMLCELL"/>
              <w:rPr>
                <w:rFonts w:eastAsia="Calibri"/>
                <w:sz w:val="18"/>
              </w:rPr>
            </w:pPr>
            <w:r w:rsidRPr="003A29AA">
              <w:rPr>
                <w:rFonts w:eastAsia="Calibri"/>
                <w:sz w:val="18"/>
              </w:rPr>
              <w:t>00000250: 00 00 00 06 00 00 00 00-42 00 5c 05 00 00 00 04   ........B.\</w:t>
            </w:r>
            <w:proofErr w:type="gramStart"/>
            <w:r w:rsidRPr="003A29AA">
              <w:rPr>
                <w:rFonts w:eastAsia="Calibri"/>
                <w:sz w:val="18"/>
              </w:rPr>
              <w:t>.....</w:t>
            </w:r>
            <w:proofErr w:type="gramEnd"/>
          </w:p>
          <w:p w14:paraId="78BD44CA" w14:textId="77777777" w:rsidR="002F0E6A" w:rsidRPr="003A29AA" w:rsidRDefault="002F0E6A" w:rsidP="002F0E6A">
            <w:pPr>
              <w:pStyle w:val="KMIPXMLCELL"/>
              <w:rPr>
                <w:rFonts w:eastAsia="Calibri"/>
                <w:sz w:val="18"/>
              </w:rPr>
            </w:pPr>
            <w:r w:rsidRPr="003A29AA">
              <w:rPr>
                <w:rFonts w:eastAsia="Calibri"/>
                <w:sz w:val="18"/>
              </w:rPr>
              <w:t>00000260: 00 00 00 07 00 00 00 00-42 00 5c 05 00 00 00 04   ........B.\</w:t>
            </w:r>
            <w:proofErr w:type="gramStart"/>
            <w:r w:rsidRPr="003A29AA">
              <w:rPr>
                <w:rFonts w:eastAsia="Calibri"/>
                <w:sz w:val="18"/>
              </w:rPr>
              <w:t>.....</w:t>
            </w:r>
            <w:proofErr w:type="gramEnd"/>
          </w:p>
          <w:p w14:paraId="1004FE3C" w14:textId="77777777" w:rsidR="002F0E6A" w:rsidRPr="003A29AA" w:rsidRDefault="002F0E6A" w:rsidP="002F0E6A">
            <w:pPr>
              <w:pStyle w:val="KMIPXMLCELL"/>
              <w:rPr>
                <w:rFonts w:eastAsia="Calibri"/>
                <w:sz w:val="18"/>
              </w:rPr>
            </w:pPr>
            <w:r w:rsidRPr="003A29AA">
              <w:rPr>
                <w:rFonts w:eastAsia="Calibri"/>
                <w:sz w:val="18"/>
              </w:rPr>
              <w:t>00000270: 00 00 00 1e 00 00 00 00-42 00 5c 05 00 00 00 04   ........B.\</w:t>
            </w:r>
            <w:proofErr w:type="gramStart"/>
            <w:r w:rsidRPr="003A29AA">
              <w:rPr>
                <w:rFonts w:eastAsia="Calibri"/>
                <w:sz w:val="18"/>
              </w:rPr>
              <w:t>.....</w:t>
            </w:r>
            <w:proofErr w:type="gramEnd"/>
          </w:p>
          <w:p w14:paraId="2A99F939" w14:textId="77777777" w:rsidR="002F0E6A" w:rsidRPr="003A29AA" w:rsidRDefault="002F0E6A" w:rsidP="002F0E6A">
            <w:pPr>
              <w:pStyle w:val="KMIPXMLCELL"/>
              <w:rPr>
                <w:rFonts w:eastAsia="Calibri"/>
                <w:sz w:val="18"/>
              </w:rPr>
            </w:pPr>
            <w:r w:rsidRPr="003A29AA">
              <w:rPr>
                <w:rFonts w:eastAsia="Calibri"/>
                <w:sz w:val="18"/>
              </w:rPr>
              <w:t>00000280: 00 00 00 1b 00 00 00 00-42 00 5c 05 00 00 00 04   ........B.\</w:t>
            </w:r>
            <w:proofErr w:type="gramStart"/>
            <w:r w:rsidRPr="003A29AA">
              <w:rPr>
                <w:rFonts w:eastAsia="Calibri"/>
                <w:sz w:val="18"/>
              </w:rPr>
              <w:t>.....</w:t>
            </w:r>
            <w:proofErr w:type="gramEnd"/>
          </w:p>
          <w:p w14:paraId="6FFAC6BD" w14:textId="77777777" w:rsidR="002F0E6A" w:rsidRPr="003A29AA" w:rsidRDefault="002F0E6A" w:rsidP="002F0E6A">
            <w:pPr>
              <w:pStyle w:val="KMIPXMLCELL"/>
              <w:rPr>
                <w:rFonts w:eastAsia="Calibri"/>
                <w:sz w:val="18"/>
              </w:rPr>
            </w:pPr>
            <w:r w:rsidRPr="003A29AA">
              <w:rPr>
                <w:rFonts w:eastAsia="Calibri"/>
                <w:sz w:val="18"/>
              </w:rPr>
              <w:t>00000290: 00 00 00 1c 00 00 00 00-42 00 5c 05 00 00 00 04   ........B.\</w:t>
            </w:r>
            <w:proofErr w:type="gramStart"/>
            <w:r w:rsidRPr="003A29AA">
              <w:rPr>
                <w:rFonts w:eastAsia="Calibri"/>
                <w:sz w:val="18"/>
              </w:rPr>
              <w:t>.....</w:t>
            </w:r>
            <w:proofErr w:type="gramEnd"/>
          </w:p>
          <w:p w14:paraId="02A721FF" w14:textId="77777777" w:rsidR="002F0E6A" w:rsidRPr="003A29AA" w:rsidRDefault="002F0E6A" w:rsidP="002F0E6A">
            <w:pPr>
              <w:pStyle w:val="KMIPXMLCELL"/>
              <w:rPr>
                <w:rFonts w:eastAsia="Calibri"/>
                <w:sz w:val="18"/>
              </w:rPr>
            </w:pPr>
            <w:r w:rsidRPr="003A29AA">
              <w:rPr>
                <w:rFonts w:eastAsia="Calibri"/>
                <w:sz w:val="18"/>
              </w:rPr>
              <w:t>000002a0: 00 00 00 25 00 00 00 00-42 00 5c 05 00 00 00 04   ...%</w:t>
            </w:r>
            <w:proofErr w:type="gramStart"/>
            <w:r w:rsidRPr="003A29AA">
              <w:rPr>
                <w:rFonts w:eastAsia="Calibri"/>
                <w:sz w:val="18"/>
              </w:rPr>
              <w:t>....B.</w:t>
            </w:r>
            <w:proofErr w:type="gramEnd"/>
            <w:r w:rsidRPr="003A29AA">
              <w:rPr>
                <w:rFonts w:eastAsia="Calibri"/>
                <w:sz w:val="18"/>
              </w:rPr>
              <w:t>\.....</w:t>
            </w:r>
          </w:p>
          <w:p w14:paraId="60CFE550" w14:textId="77777777" w:rsidR="002F0E6A" w:rsidRPr="003A29AA" w:rsidRDefault="002F0E6A" w:rsidP="002F0E6A">
            <w:pPr>
              <w:pStyle w:val="KMIPXMLCELL"/>
              <w:rPr>
                <w:rFonts w:eastAsia="Calibri"/>
                <w:sz w:val="18"/>
              </w:rPr>
            </w:pPr>
            <w:r w:rsidRPr="003A29AA">
              <w:rPr>
                <w:rFonts w:eastAsia="Calibri"/>
                <w:sz w:val="18"/>
              </w:rPr>
              <w:t>000002b0: 00 00 00 26 00 00 00 00-42 00 5c 05 00 00 00 04   ...&amp;</w:t>
            </w:r>
            <w:proofErr w:type="gramStart"/>
            <w:r w:rsidRPr="003A29AA">
              <w:rPr>
                <w:rFonts w:eastAsia="Calibri"/>
                <w:sz w:val="18"/>
              </w:rPr>
              <w:t>....B.</w:t>
            </w:r>
            <w:proofErr w:type="gramEnd"/>
            <w:r w:rsidRPr="003A29AA">
              <w:rPr>
                <w:rFonts w:eastAsia="Calibri"/>
                <w:sz w:val="18"/>
              </w:rPr>
              <w:t>\.....</w:t>
            </w:r>
          </w:p>
          <w:p w14:paraId="229D1851" w14:textId="77777777" w:rsidR="002F0E6A" w:rsidRPr="003A29AA" w:rsidRDefault="002F0E6A" w:rsidP="002F0E6A">
            <w:pPr>
              <w:pStyle w:val="KMIPXMLCELL"/>
              <w:rPr>
                <w:rFonts w:eastAsia="Calibri"/>
                <w:sz w:val="18"/>
              </w:rPr>
            </w:pPr>
            <w:r w:rsidRPr="003A29AA">
              <w:rPr>
                <w:rFonts w:eastAsia="Calibri"/>
                <w:sz w:val="18"/>
              </w:rPr>
              <w:t>000002c0: 00 00 00 1f 00 00 00 00-42 00 5c 05 00 00 00 04   ........B.\</w:t>
            </w:r>
            <w:proofErr w:type="gramStart"/>
            <w:r w:rsidRPr="003A29AA">
              <w:rPr>
                <w:rFonts w:eastAsia="Calibri"/>
                <w:sz w:val="18"/>
              </w:rPr>
              <w:t>.....</w:t>
            </w:r>
            <w:proofErr w:type="gramEnd"/>
          </w:p>
          <w:p w14:paraId="7FBA9544" w14:textId="77777777" w:rsidR="002F0E6A" w:rsidRPr="003A29AA" w:rsidRDefault="002F0E6A" w:rsidP="002F0E6A">
            <w:pPr>
              <w:pStyle w:val="KMIPXMLCELL"/>
              <w:rPr>
                <w:rFonts w:eastAsia="Calibri"/>
                <w:sz w:val="18"/>
              </w:rPr>
            </w:pPr>
            <w:r w:rsidRPr="003A29AA">
              <w:rPr>
                <w:rFonts w:eastAsia="Calibri"/>
                <w:sz w:val="18"/>
              </w:rPr>
              <w:t xml:space="preserve">000002d0: 00 00 00 20 00 00 00 00-42 00 5c 05 00 00 00 04   ... </w:t>
            </w:r>
            <w:proofErr w:type="gramStart"/>
            <w:r w:rsidRPr="003A29AA">
              <w:rPr>
                <w:rFonts w:eastAsia="Calibri"/>
                <w:sz w:val="18"/>
              </w:rPr>
              <w:t>....B.</w:t>
            </w:r>
            <w:proofErr w:type="gramEnd"/>
            <w:r w:rsidRPr="003A29AA">
              <w:rPr>
                <w:rFonts w:eastAsia="Calibri"/>
                <w:sz w:val="18"/>
              </w:rPr>
              <w:t>\.....</w:t>
            </w:r>
          </w:p>
          <w:p w14:paraId="33FD5A99" w14:textId="77777777" w:rsidR="002F0E6A" w:rsidRPr="003A29AA" w:rsidRDefault="002F0E6A" w:rsidP="002F0E6A">
            <w:pPr>
              <w:pStyle w:val="KMIPXMLCELL"/>
              <w:rPr>
                <w:rFonts w:eastAsia="Calibri"/>
                <w:sz w:val="18"/>
              </w:rPr>
            </w:pPr>
            <w:r w:rsidRPr="003A29AA">
              <w:rPr>
                <w:rFonts w:eastAsia="Calibri"/>
                <w:sz w:val="18"/>
              </w:rPr>
              <w:t xml:space="preserve">000002e0: 00 00 00 21 00 00 00 00-42 00 5c 05 00 00 00 04   </w:t>
            </w:r>
            <w:proofErr w:type="gramStart"/>
            <w:r w:rsidRPr="003A29AA">
              <w:rPr>
                <w:rFonts w:eastAsia="Calibri"/>
                <w:sz w:val="18"/>
              </w:rPr>
              <w:t>...!...</w:t>
            </w:r>
            <w:proofErr w:type="gramEnd"/>
            <w:r w:rsidRPr="003A29AA">
              <w:rPr>
                <w:rFonts w:eastAsia="Calibri"/>
                <w:sz w:val="18"/>
              </w:rPr>
              <w:t>.B.\.....</w:t>
            </w:r>
          </w:p>
          <w:p w14:paraId="19897407" w14:textId="77777777" w:rsidR="002F0E6A" w:rsidRPr="003A29AA" w:rsidRDefault="002F0E6A" w:rsidP="002F0E6A">
            <w:pPr>
              <w:pStyle w:val="KMIPXMLCELL"/>
              <w:rPr>
                <w:rFonts w:eastAsia="Calibri"/>
                <w:sz w:val="18"/>
              </w:rPr>
            </w:pPr>
            <w:r w:rsidRPr="003A29AA">
              <w:rPr>
                <w:rFonts w:eastAsia="Calibri"/>
                <w:sz w:val="18"/>
              </w:rPr>
              <w:t>000002f0: 00 00 00 22 00 00 00 00-42 00 5c 05 00 00 00 04   ..."</w:t>
            </w:r>
            <w:proofErr w:type="gramStart"/>
            <w:r w:rsidRPr="003A29AA">
              <w:rPr>
                <w:rFonts w:eastAsia="Calibri"/>
                <w:sz w:val="18"/>
              </w:rPr>
              <w:t>....B.</w:t>
            </w:r>
            <w:proofErr w:type="gramEnd"/>
            <w:r w:rsidRPr="003A29AA">
              <w:rPr>
                <w:rFonts w:eastAsia="Calibri"/>
                <w:sz w:val="18"/>
              </w:rPr>
              <w:t>\.....</w:t>
            </w:r>
          </w:p>
          <w:p w14:paraId="4934FF38" w14:textId="77777777" w:rsidR="002F0E6A" w:rsidRPr="003A29AA" w:rsidRDefault="002F0E6A" w:rsidP="002F0E6A">
            <w:pPr>
              <w:pStyle w:val="KMIPXMLCELL"/>
              <w:rPr>
                <w:rFonts w:eastAsia="Calibri"/>
                <w:sz w:val="18"/>
              </w:rPr>
            </w:pPr>
            <w:r w:rsidRPr="003A29AA">
              <w:rPr>
                <w:rFonts w:eastAsia="Calibri"/>
                <w:sz w:val="18"/>
              </w:rPr>
              <w:t>00000300: 00 00 00 23 00 00 00 00-42 00 5c 05 00 00 00 04   ...#</w:t>
            </w:r>
            <w:proofErr w:type="gramStart"/>
            <w:r w:rsidRPr="003A29AA">
              <w:rPr>
                <w:rFonts w:eastAsia="Calibri"/>
                <w:sz w:val="18"/>
              </w:rPr>
              <w:t>....B.</w:t>
            </w:r>
            <w:proofErr w:type="gramEnd"/>
            <w:r w:rsidRPr="003A29AA">
              <w:rPr>
                <w:rFonts w:eastAsia="Calibri"/>
                <w:sz w:val="18"/>
              </w:rPr>
              <w:t>\.....</w:t>
            </w:r>
          </w:p>
          <w:p w14:paraId="112FD68C" w14:textId="77777777" w:rsidR="002F0E6A" w:rsidRPr="003A29AA" w:rsidRDefault="002F0E6A" w:rsidP="002F0E6A">
            <w:pPr>
              <w:pStyle w:val="KMIPXMLCELL"/>
              <w:rPr>
                <w:rFonts w:eastAsia="Calibri"/>
                <w:sz w:val="18"/>
              </w:rPr>
            </w:pPr>
            <w:r w:rsidRPr="003A29AA">
              <w:rPr>
                <w:rFonts w:eastAsia="Calibri"/>
                <w:sz w:val="18"/>
              </w:rPr>
              <w:t>00000310: 00 00 00 24 00 00 00 00-42 00 5c 05 00 00 00 04   ...$</w:t>
            </w:r>
            <w:proofErr w:type="gramStart"/>
            <w:r w:rsidRPr="003A29AA">
              <w:rPr>
                <w:rFonts w:eastAsia="Calibri"/>
                <w:sz w:val="18"/>
              </w:rPr>
              <w:t>....B.</w:t>
            </w:r>
            <w:proofErr w:type="gramEnd"/>
            <w:r w:rsidRPr="003A29AA">
              <w:rPr>
                <w:rFonts w:eastAsia="Calibri"/>
                <w:sz w:val="18"/>
              </w:rPr>
              <w:t>\.....</w:t>
            </w:r>
          </w:p>
          <w:p w14:paraId="73466C1C" w14:textId="77777777" w:rsidR="002F0E6A" w:rsidRPr="003A29AA" w:rsidRDefault="002F0E6A" w:rsidP="002F0E6A">
            <w:pPr>
              <w:pStyle w:val="KMIPXMLCELL"/>
              <w:rPr>
                <w:rFonts w:eastAsia="Calibri"/>
                <w:sz w:val="18"/>
              </w:rPr>
            </w:pPr>
            <w:r w:rsidRPr="003A29AA">
              <w:rPr>
                <w:rFonts w:eastAsia="Calibri"/>
                <w:sz w:val="18"/>
              </w:rPr>
              <w:t>00000320: 00 00 00 27 00 00 00 00-42 00 5c 05 00 00 00 04   ...'</w:t>
            </w:r>
            <w:proofErr w:type="gramStart"/>
            <w:r w:rsidRPr="003A29AA">
              <w:rPr>
                <w:rFonts w:eastAsia="Calibri"/>
                <w:sz w:val="18"/>
              </w:rPr>
              <w:t>....B.</w:t>
            </w:r>
            <w:proofErr w:type="gramEnd"/>
            <w:r w:rsidRPr="003A29AA">
              <w:rPr>
                <w:rFonts w:eastAsia="Calibri"/>
                <w:sz w:val="18"/>
              </w:rPr>
              <w:t>\.....</w:t>
            </w:r>
          </w:p>
          <w:p w14:paraId="6FAE514D" w14:textId="77777777" w:rsidR="002F0E6A" w:rsidRPr="003A29AA" w:rsidRDefault="002F0E6A" w:rsidP="002F0E6A">
            <w:pPr>
              <w:pStyle w:val="KMIPXMLCELL"/>
              <w:rPr>
                <w:rFonts w:eastAsia="Calibri"/>
                <w:sz w:val="18"/>
              </w:rPr>
            </w:pPr>
            <w:r w:rsidRPr="003A29AA">
              <w:rPr>
                <w:rFonts w:eastAsia="Calibri"/>
                <w:sz w:val="18"/>
              </w:rPr>
              <w:t xml:space="preserve">00000330: 00 00 00 28 00 00 00 00-42 00 5c 05 00 00 00 04   </w:t>
            </w:r>
            <w:proofErr w:type="gramStart"/>
            <w:r w:rsidRPr="003A29AA">
              <w:rPr>
                <w:rFonts w:eastAsia="Calibri"/>
                <w:sz w:val="18"/>
              </w:rPr>
              <w:t>...(</w:t>
            </w:r>
            <w:proofErr w:type="gramEnd"/>
            <w:r w:rsidRPr="003A29AA">
              <w:rPr>
                <w:rFonts w:eastAsia="Calibri"/>
                <w:sz w:val="18"/>
              </w:rPr>
              <w:t>....B.\.....</w:t>
            </w:r>
          </w:p>
          <w:p w14:paraId="0D71DCCE" w14:textId="77777777" w:rsidR="002F0E6A" w:rsidRPr="003A29AA" w:rsidRDefault="002F0E6A" w:rsidP="002F0E6A">
            <w:pPr>
              <w:pStyle w:val="KMIPXMLCELL"/>
              <w:rPr>
                <w:rFonts w:eastAsia="Calibri"/>
                <w:sz w:val="18"/>
              </w:rPr>
            </w:pPr>
            <w:r w:rsidRPr="003A29AA">
              <w:rPr>
                <w:rFonts w:eastAsia="Calibri"/>
                <w:sz w:val="18"/>
              </w:rPr>
              <w:t xml:space="preserve">00000340: 00 00 00 29 00 00 00 00-42 00 57 05 00 00 00 04   </w:t>
            </w:r>
            <w:proofErr w:type="gramStart"/>
            <w:r w:rsidRPr="003A29AA">
              <w:rPr>
                <w:rFonts w:eastAsia="Calibri"/>
                <w:sz w:val="18"/>
              </w:rPr>
              <w:t>...)...</w:t>
            </w:r>
            <w:proofErr w:type="gramEnd"/>
            <w:r w:rsidRPr="003A29AA">
              <w:rPr>
                <w:rFonts w:eastAsia="Calibri"/>
                <w:sz w:val="18"/>
              </w:rPr>
              <w:t>.B.W.....</w:t>
            </w:r>
          </w:p>
          <w:p w14:paraId="6430789E" w14:textId="77777777" w:rsidR="002F0E6A" w:rsidRPr="003A29AA" w:rsidRDefault="002F0E6A" w:rsidP="002F0E6A">
            <w:pPr>
              <w:pStyle w:val="KMIPXMLCELL"/>
              <w:rPr>
                <w:rFonts w:eastAsia="Calibri"/>
                <w:sz w:val="18"/>
              </w:rPr>
            </w:pPr>
            <w:r w:rsidRPr="003A29AA">
              <w:rPr>
                <w:rFonts w:eastAsia="Calibri"/>
                <w:sz w:val="18"/>
              </w:rPr>
              <w:t>00000350: 00 00 00 01 00 00 00 00-42 00 57 05 00 00 00 04   ........B.W.....</w:t>
            </w:r>
          </w:p>
          <w:p w14:paraId="32901E90" w14:textId="77777777" w:rsidR="002F0E6A" w:rsidRPr="003A29AA" w:rsidRDefault="002F0E6A" w:rsidP="002F0E6A">
            <w:pPr>
              <w:pStyle w:val="KMIPXMLCELL"/>
              <w:rPr>
                <w:rFonts w:eastAsia="Calibri"/>
                <w:sz w:val="18"/>
              </w:rPr>
            </w:pPr>
            <w:r w:rsidRPr="003A29AA">
              <w:rPr>
                <w:rFonts w:eastAsia="Calibri"/>
                <w:sz w:val="18"/>
              </w:rPr>
              <w:t>00000360: 00 00 00 02 00 00 00 00-42 00 57 05 00 00 00 04   ........B.W.....</w:t>
            </w:r>
          </w:p>
          <w:p w14:paraId="5DF159FF" w14:textId="77777777" w:rsidR="002F0E6A" w:rsidRPr="003A29AA" w:rsidRDefault="002F0E6A" w:rsidP="002F0E6A">
            <w:pPr>
              <w:pStyle w:val="KMIPXMLCELL"/>
              <w:rPr>
                <w:rFonts w:eastAsia="Calibri"/>
                <w:sz w:val="18"/>
              </w:rPr>
            </w:pPr>
            <w:r w:rsidRPr="003A29AA">
              <w:rPr>
                <w:rFonts w:eastAsia="Calibri"/>
                <w:sz w:val="18"/>
              </w:rPr>
              <w:t>00000370: 00 00 00 07 00 00 00 00-42 00 57 05 00 00 00 04   ........B.W.....</w:t>
            </w:r>
          </w:p>
          <w:p w14:paraId="0F1663C1" w14:textId="77777777" w:rsidR="002F0E6A" w:rsidRPr="003A29AA" w:rsidRDefault="002F0E6A" w:rsidP="002F0E6A">
            <w:pPr>
              <w:pStyle w:val="KMIPXMLCELL"/>
              <w:rPr>
                <w:rFonts w:eastAsia="Calibri"/>
                <w:sz w:val="18"/>
              </w:rPr>
            </w:pPr>
            <w:r w:rsidRPr="003A29AA">
              <w:rPr>
                <w:rFonts w:eastAsia="Calibri"/>
                <w:sz w:val="18"/>
              </w:rPr>
              <w:t>00000380: 00 00 00 03 00 00 00 00-42 00 57 05 00 00 00 04   ........B.W.....</w:t>
            </w:r>
          </w:p>
          <w:p w14:paraId="68FDADF7" w14:textId="77777777" w:rsidR="002F0E6A" w:rsidRPr="003A29AA" w:rsidRDefault="002F0E6A" w:rsidP="002F0E6A">
            <w:pPr>
              <w:pStyle w:val="KMIPXMLCELL"/>
              <w:rPr>
                <w:rFonts w:eastAsia="Calibri"/>
                <w:sz w:val="18"/>
              </w:rPr>
            </w:pPr>
            <w:r w:rsidRPr="003A29AA">
              <w:rPr>
                <w:rFonts w:eastAsia="Calibri"/>
                <w:sz w:val="18"/>
              </w:rPr>
              <w:t>00000390: 00 00 00 04 00 00 00 00-42 00 57 05 00 00 00 04   ........B.W.....</w:t>
            </w:r>
          </w:p>
          <w:p w14:paraId="6707C82D" w14:textId="77777777" w:rsidR="002F0E6A" w:rsidRPr="003A29AA" w:rsidRDefault="002F0E6A" w:rsidP="002F0E6A">
            <w:pPr>
              <w:pStyle w:val="KMIPXMLCELL"/>
              <w:rPr>
                <w:rFonts w:eastAsia="Calibri"/>
                <w:sz w:val="18"/>
              </w:rPr>
            </w:pPr>
            <w:r w:rsidRPr="003A29AA">
              <w:rPr>
                <w:rFonts w:eastAsia="Calibri"/>
                <w:sz w:val="18"/>
              </w:rPr>
              <w:t>000003a0: 00 00 00 06 00 00 00 00-42 00 57 05 00 00 00 04   ........B.W.....</w:t>
            </w:r>
          </w:p>
          <w:p w14:paraId="30975252" w14:textId="77777777" w:rsidR="002F0E6A" w:rsidRPr="003A29AA" w:rsidRDefault="002F0E6A" w:rsidP="002F0E6A">
            <w:pPr>
              <w:pStyle w:val="KMIPXMLCELL"/>
              <w:rPr>
                <w:rFonts w:eastAsia="Calibri"/>
                <w:sz w:val="18"/>
              </w:rPr>
            </w:pPr>
            <w:r w:rsidRPr="003A29AA">
              <w:rPr>
                <w:rFonts w:eastAsia="Calibri"/>
                <w:sz w:val="18"/>
              </w:rPr>
              <w:t>000003b0: 00 00 00 08 00 00 00 00-42 00 57 05 00 00 00 04   ........B.W.....</w:t>
            </w:r>
          </w:p>
          <w:p w14:paraId="383DE3D0" w14:textId="77777777" w:rsidR="002F0E6A" w:rsidRPr="003A29AA" w:rsidRDefault="002F0E6A" w:rsidP="002F0E6A">
            <w:pPr>
              <w:pStyle w:val="KMIPXMLCELL"/>
              <w:rPr>
                <w:rFonts w:eastAsia="Calibri"/>
                <w:sz w:val="18"/>
              </w:rPr>
            </w:pPr>
            <w:r w:rsidRPr="003A29AA">
              <w:rPr>
                <w:rFonts w:eastAsia="Calibri"/>
                <w:sz w:val="18"/>
              </w:rPr>
              <w:t>000003c0: 00 00 00 05 00 00 00 00-42 00 57 05 00 00 00 04   ........B.W.....</w:t>
            </w:r>
          </w:p>
          <w:p w14:paraId="39597C1A" w14:textId="77777777" w:rsidR="002F0E6A" w:rsidRPr="003A29AA" w:rsidRDefault="002F0E6A" w:rsidP="002F0E6A">
            <w:pPr>
              <w:pStyle w:val="KMIPXMLCELL"/>
              <w:rPr>
                <w:rFonts w:eastAsia="Calibri"/>
              </w:rPr>
            </w:pPr>
            <w:r w:rsidRPr="003A29AA">
              <w:rPr>
                <w:rFonts w:eastAsia="Calibri"/>
                <w:sz w:val="18"/>
              </w:rPr>
              <w:t>000003d0: 00 00 00 09 00 00 00 00-                          ........</w:t>
            </w:r>
          </w:p>
        </w:tc>
      </w:tr>
    </w:tbl>
    <w:p w14:paraId="08AE9D30" w14:textId="77777777" w:rsidR="002F0E6A" w:rsidRDefault="002F0E6A" w:rsidP="002F0E6A">
      <w:pPr>
        <w:pStyle w:val="Heading2"/>
        <w:numPr>
          <w:ilvl w:val="1"/>
          <w:numId w:val="2"/>
        </w:numPr>
      </w:pPr>
      <w:bookmarkStart w:id="480" w:name="_Toc439704565"/>
      <w:bookmarkStart w:id="481" w:name="_Toc439705483"/>
      <w:bookmarkStart w:id="482" w:name="_Toc439705697"/>
      <w:bookmarkStart w:id="483" w:name="_Toc439711251"/>
      <w:bookmarkStart w:id="484" w:name="_Toc463354544"/>
      <w:bookmarkStart w:id="485" w:name="_Toc478070458"/>
      <w:bookmarkStart w:id="486" w:name="_Toc479342078"/>
      <w:bookmarkStart w:id="487" w:name="_Toc491431437"/>
      <w:bookmarkStart w:id="488" w:name="_Toc533021337"/>
      <w:bookmarkStart w:id="489" w:name="_Toc535231580"/>
      <w:bookmarkStart w:id="490" w:name="_Toc14773203"/>
      <w:bookmarkStart w:id="491" w:name="_Toc27473254"/>
      <w:bookmarkStart w:id="492" w:name="_Toc32324390"/>
      <w:bookmarkStart w:id="493" w:name="_Toc176876094"/>
      <w:bookmarkEnd w:id="480"/>
      <w:bookmarkEnd w:id="481"/>
      <w:bookmarkEnd w:id="482"/>
      <w:r>
        <w:t>XML Profiles</w:t>
      </w:r>
      <w:bookmarkEnd w:id="483"/>
      <w:bookmarkEnd w:id="484"/>
      <w:bookmarkEnd w:id="485"/>
      <w:bookmarkEnd w:id="486"/>
      <w:bookmarkEnd w:id="487"/>
      <w:bookmarkEnd w:id="488"/>
      <w:bookmarkEnd w:id="489"/>
      <w:bookmarkEnd w:id="490"/>
      <w:bookmarkEnd w:id="491"/>
      <w:bookmarkEnd w:id="492"/>
      <w:bookmarkEnd w:id="493"/>
    </w:p>
    <w:p w14:paraId="2DD0E0CD" w14:textId="77777777" w:rsidR="002F0E6A" w:rsidRDefault="002F0E6A" w:rsidP="002F0E6A">
      <w:r>
        <w:t xml:space="preserve">The XML profile specifies the use of KMIP replacing the TTLV message encoding with an XML message encoding. The results returned using the XML encoding SHALL be logically the same as if the message encoding was in TTLV form. All size or length values specified within tag values for KMIP items SHALL be the same in XML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XML-encoded response.</w:t>
      </w:r>
    </w:p>
    <w:p w14:paraId="414CF250" w14:textId="77777777" w:rsidR="002F0E6A" w:rsidRDefault="002F0E6A" w:rsidP="002F0E6A">
      <w:pPr>
        <w:pStyle w:val="Heading3"/>
        <w:numPr>
          <w:ilvl w:val="2"/>
          <w:numId w:val="2"/>
        </w:numPr>
      </w:pPr>
      <w:bookmarkStart w:id="494" w:name="_Ref439709928"/>
      <w:bookmarkStart w:id="495" w:name="_Toc439711252"/>
      <w:bookmarkStart w:id="496" w:name="_Toc463354545"/>
      <w:bookmarkStart w:id="497" w:name="_Toc478070459"/>
      <w:bookmarkStart w:id="498" w:name="_Toc479342079"/>
      <w:bookmarkStart w:id="499" w:name="_Toc491431438"/>
      <w:bookmarkStart w:id="500" w:name="_Toc533021338"/>
      <w:bookmarkStart w:id="501" w:name="_Toc535231581"/>
      <w:bookmarkStart w:id="502" w:name="_Toc14773204"/>
      <w:bookmarkStart w:id="503" w:name="_Toc27473255"/>
      <w:bookmarkStart w:id="504" w:name="_Toc32324391"/>
      <w:bookmarkStart w:id="505" w:name="_Toc176876095"/>
      <w:r>
        <w:t>XML Encoding</w:t>
      </w:r>
      <w:bookmarkEnd w:id="494"/>
      <w:bookmarkEnd w:id="495"/>
      <w:bookmarkEnd w:id="496"/>
      <w:bookmarkEnd w:id="497"/>
      <w:bookmarkEnd w:id="498"/>
      <w:bookmarkEnd w:id="499"/>
      <w:bookmarkEnd w:id="500"/>
      <w:bookmarkEnd w:id="501"/>
      <w:bookmarkEnd w:id="502"/>
      <w:bookmarkEnd w:id="503"/>
      <w:bookmarkEnd w:id="504"/>
      <w:bookmarkEnd w:id="505"/>
    </w:p>
    <w:p w14:paraId="3FF8B8BC" w14:textId="77777777" w:rsidR="002F0E6A" w:rsidRPr="00851608" w:rsidRDefault="002F0E6A" w:rsidP="002F0E6A">
      <w:pPr>
        <w:pStyle w:val="Heading4"/>
        <w:numPr>
          <w:ilvl w:val="3"/>
          <w:numId w:val="2"/>
        </w:numPr>
        <w:rPr>
          <w:lang w:val="en-AU"/>
        </w:rPr>
      </w:pPr>
      <w:bookmarkStart w:id="506" w:name="_Toc339487035"/>
      <w:bookmarkStart w:id="507" w:name="_Toc364100250"/>
      <w:bookmarkStart w:id="508" w:name="_Toc390267627"/>
      <w:bookmarkStart w:id="509" w:name="_Toc409610493"/>
      <w:bookmarkStart w:id="510" w:name="_Toc439711253"/>
      <w:bookmarkStart w:id="511" w:name="_Toc463354546"/>
      <w:bookmarkStart w:id="512" w:name="_Toc478070460"/>
      <w:bookmarkStart w:id="513" w:name="_Toc479342080"/>
      <w:bookmarkStart w:id="514" w:name="_Toc491431439"/>
      <w:bookmarkStart w:id="515" w:name="_Toc533021339"/>
      <w:bookmarkStart w:id="516" w:name="_Toc535231582"/>
      <w:bookmarkStart w:id="517" w:name="_Toc14773205"/>
      <w:bookmarkStart w:id="518" w:name="_Toc27473256"/>
      <w:bookmarkStart w:id="519" w:name="_Toc32324392"/>
      <w:bookmarkStart w:id="520" w:name="_Toc176876096"/>
      <w:bookmarkStart w:id="521" w:name="_Toc339487033"/>
      <w:bookmarkStart w:id="522" w:name="_Toc364100248"/>
      <w:bookmarkStart w:id="523" w:name="_Toc390267625"/>
      <w:bookmarkStart w:id="524" w:name="_Toc409610491"/>
      <w:r w:rsidRPr="00851608">
        <w:rPr>
          <w:lang w:val="en-AU"/>
        </w:rPr>
        <w:t>Normalizing Names</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43D3DDB0" w14:textId="77777777" w:rsidR="002F0E6A" w:rsidRDefault="002F0E6A" w:rsidP="002F0E6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XML element name</w:t>
      </w:r>
      <w:r>
        <w:rPr>
          <w:color w:val="000000"/>
        </w:rPr>
        <w:t>.</w:t>
      </w:r>
    </w:p>
    <w:p w14:paraId="31EC772A" w14:textId="77777777" w:rsidR="002F0E6A" w:rsidRPr="00851608" w:rsidRDefault="002F0E6A" w:rsidP="002F0E6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57A45202" w14:textId="77777777" w:rsidR="002F0E6A" w:rsidRPr="00851608" w:rsidRDefault="002F0E6A" w:rsidP="002F0E6A">
      <w:pPr>
        <w:numPr>
          <w:ilvl w:val="0"/>
          <w:numId w:val="110"/>
        </w:numPr>
        <w:spacing w:before="0" w:after="0"/>
        <w:rPr>
          <w:color w:val="000000"/>
        </w:rPr>
      </w:pPr>
      <w:r w:rsidRPr="00851608">
        <w:rPr>
          <w:color w:val="000000"/>
        </w:rPr>
        <w:t>Replace round brackets ‘(‘, ‘)’ with spaces</w:t>
      </w:r>
    </w:p>
    <w:p w14:paraId="55EB0911" w14:textId="77777777" w:rsidR="002F0E6A" w:rsidRPr="00851608" w:rsidRDefault="002F0E6A" w:rsidP="002F0E6A">
      <w:pPr>
        <w:numPr>
          <w:ilvl w:val="0"/>
          <w:numId w:val="110"/>
        </w:numPr>
        <w:spacing w:before="0" w:after="0"/>
        <w:rPr>
          <w:color w:val="000000"/>
        </w:rPr>
      </w:pPr>
      <w:r w:rsidRPr="00851608">
        <w:rPr>
          <w:color w:val="000000"/>
        </w:rPr>
        <w:t>If a non-word char (not alpha, digit or underscore) is followed by a letter (either upper or lower case) then a lower-case letter, replace the non-word char with space</w:t>
      </w:r>
    </w:p>
    <w:p w14:paraId="34C7B20F" w14:textId="77777777" w:rsidR="002F0E6A" w:rsidRPr="00851608" w:rsidRDefault="002F0E6A" w:rsidP="002F0E6A">
      <w:pPr>
        <w:numPr>
          <w:ilvl w:val="0"/>
          <w:numId w:val="110"/>
        </w:numPr>
        <w:spacing w:before="0" w:after="0"/>
        <w:rPr>
          <w:color w:val="000000"/>
        </w:rPr>
      </w:pPr>
      <w:r w:rsidRPr="00851608">
        <w:rPr>
          <w:color w:val="000000"/>
        </w:rPr>
        <w:t>Replace remaining non-word chars (except whitespace) with underscore.</w:t>
      </w:r>
    </w:p>
    <w:p w14:paraId="6C06BDF7" w14:textId="77777777" w:rsidR="002F0E6A" w:rsidRPr="00851608" w:rsidRDefault="002F0E6A" w:rsidP="002F0E6A">
      <w:pPr>
        <w:numPr>
          <w:ilvl w:val="0"/>
          <w:numId w:val="110"/>
        </w:numPr>
        <w:spacing w:before="0" w:after="0"/>
        <w:rPr>
          <w:color w:val="000000"/>
        </w:rPr>
      </w:pPr>
      <w:r w:rsidRPr="00851608">
        <w:rPr>
          <w:color w:val="000000"/>
        </w:rPr>
        <w:t>If the first word begins with a digit, move all digits at start of first word to end of first word</w:t>
      </w:r>
    </w:p>
    <w:p w14:paraId="59B2A8BC" w14:textId="77777777" w:rsidR="002F0E6A" w:rsidRPr="00851608" w:rsidRDefault="002F0E6A" w:rsidP="002F0E6A">
      <w:pPr>
        <w:numPr>
          <w:ilvl w:val="0"/>
          <w:numId w:val="110"/>
        </w:numPr>
        <w:spacing w:before="0" w:after="0"/>
        <w:rPr>
          <w:color w:val="000000"/>
        </w:rPr>
      </w:pPr>
      <w:r w:rsidRPr="00851608">
        <w:rPr>
          <w:color w:val="000000"/>
        </w:rPr>
        <w:t>Capitalize the first letter of each word</w:t>
      </w:r>
    </w:p>
    <w:p w14:paraId="360025D0" w14:textId="77777777" w:rsidR="002F0E6A" w:rsidRPr="00851608" w:rsidRDefault="002F0E6A" w:rsidP="002F0E6A">
      <w:pPr>
        <w:numPr>
          <w:ilvl w:val="0"/>
          <w:numId w:val="110"/>
        </w:numPr>
        <w:spacing w:before="0" w:after="0"/>
        <w:rPr>
          <w:i/>
        </w:rPr>
      </w:pPr>
      <w:r w:rsidRPr="00851608">
        <w:rPr>
          <w:color w:val="000000"/>
        </w:rPr>
        <w:t>Concatenate all words with spaces removed</w:t>
      </w:r>
    </w:p>
    <w:p w14:paraId="3EB77D85" w14:textId="77777777" w:rsidR="002F0E6A" w:rsidRPr="00851608" w:rsidRDefault="002F0E6A" w:rsidP="002F0E6A">
      <w:pPr>
        <w:pStyle w:val="Heading4"/>
        <w:numPr>
          <w:ilvl w:val="3"/>
          <w:numId w:val="2"/>
        </w:numPr>
        <w:rPr>
          <w:lang w:val="en-AU"/>
        </w:rPr>
      </w:pPr>
      <w:bookmarkStart w:id="525" w:name="_Toc439711254"/>
      <w:bookmarkStart w:id="526" w:name="_Toc463354547"/>
      <w:bookmarkStart w:id="527" w:name="_Toc478070461"/>
      <w:bookmarkStart w:id="528" w:name="_Toc479342081"/>
      <w:bookmarkStart w:id="529" w:name="_Toc491431440"/>
      <w:bookmarkStart w:id="530" w:name="_Toc533021340"/>
      <w:bookmarkStart w:id="531" w:name="_Toc535231583"/>
      <w:bookmarkStart w:id="532" w:name="_Toc14773206"/>
      <w:bookmarkStart w:id="533" w:name="_Toc27473257"/>
      <w:bookmarkStart w:id="534" w:name="_Toc32324393"/>
      <w:bookmarkStart w:id="535" w:name="_Toc176876097"/>
      <w:r w:rsidRPr="00851608">
        <w:rPr>
          <w:lang w:val="en-AU"/>
        </w:rPr>
        <w:t>Hex representations</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205732CE" w14:textId="77777777" w:rsidR="002F0E6A" w:rsidRPr="00851608" w:rsidRDefault="002F0E6A" w:rsidP="002F0E6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xml:space="preserve">.  Hex representation for Byte Strings </w:t>
      </w:r>
      <w:proofErr w:type="gramStart"/>
      <w:r w:rsidRPr="00851608">
        <w:rPr>
          <w:color w:val="000000"/>
        </w:rPr>
        <w:t>are</w:t>
      </w:r>
      <w:proofErr w:type="gramEnd"/>
      <w:r w:rsidRPr="00851608">
        <w:rPr>
          <w:color w:val="000000"/>
        </w:rPr>
        <w:t xml:space="preserve"> similar to numbers, but do not include the ‘0x’ prefix, and can be of any length.</w:t>
      </w:r>
    </w:p>
    <w:p w14:paraId="4C44DA5C" w14:textId="77777777" w:rsidR="002F0E6A" w:rsidRPr="00851608" w:rsidRDefault="002F0E6A" w:rsidP="002F0E6A">
      <w:pPr>
        <w:pStyle w:val="Heading4"/>
        <w:numPr>
          <w:ilvl w:val="3"/>
          <w:numId w:val="2"/>
        </w:numPr>
        <w:rPr>
          <w:lang w:val="en-AU"/>
        </w:rPr>
      </w:pPr>
      <w:bookmarkStart w:id="536" w:name="_Toc339487034"/>
      <w:bookmarkStart w:id="537" w:name="_Toc364100249"/>
      <w:bookmarkStart w:id="538" w:name="_Toc390267626"/>
      <w:bookmarkStart w:id="539" w:name="_Toc409610492"/>
      <w:bookmarkStart w:id="540" w:name="_Toc439711255"/>
      <w:bookmarkStart w:id="541" w:name="_Toc463354548"/>
      <w:bookmarkStart w:id="542" w:name="_Toc478070462"/>
      <w:bookmarkStart w:id="543" w:name="_Toc479342082"/>
      <w:bookmarkStart w:id="544" w:name="_Toc491431441"/>
      <w:bookmarkStart w:id="545" w:name="_Toc533021341"/>
      <w:bookmarkStart w:id="546" w:name="_Toc535231584"/>
      <w:bookmarkStart w:id="547" w:name="_Toc14773207"/>
      <w:bookmarkStart w:id="548" w:name="_Toc27473258"/>
      <w:bookmarkStart w:id="549" w:name="_Toc32324394"/>
      <w:bookmarkStart w:id="550" w:name="_Toc176876098"/>
      <w:r w:rsidRPr="00851608">
        <w:rPr>
          <w:lang w:val="en-AU"/>
        </w:rPr>
        <w:t>Tags</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851608">
        <w:rPr>
          <w:lang w:val="en-AU"/>
        </w:rPr>
        <w:t xml:space="preserve"> </w:t>
      </w:r>
    </w:p>
    <w:p w14:paraId="0879C6E1" w14:textId="77777777" w:rsidR="002F0E6A" w:rsidRPr="00851608" w:rsidRDefault="002F0E6A" w:rsidP="002F0E6A">
      <w:pPr>
        <w:rPr>
          <w:color w:val="000000"/>
        </w:rPr>
      </w:pPr>
      <w:r w:rsidRPr="00851608">
        <w:rPr>
          <w:color w:val="000000"/>
        </w:rPr>
        <w:t>Tags are a String that may contain either:</w:t>
      </w:r>
    </w:p>
    <w:p w14:paraId="42CF55D8"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271D0A79"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202796FB"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29D7D88D" w14:textId="77777777" w:rsidR="002F0E6A" w:rsidRPr="00851608" w:rsidRDefault="002F0E6A" w:rsidP="002F0E6A">
      <w:pPr>
        <w:pStyle w:val="Heading4"/>
        <w:numPr>
          <w:ilvl w:val="3"/>
          <w:numId w:val="2"/>
        </w:numPr>
        <w:rPr>
          <w:lang w:val="en-AU"/>
        </w:rPr>
      </w:pPr>
      <w:bookmarkStart w:id="551" w:name="_Toc339487036"/>
      <w:bookmarkStart w:id="552" w:name="_Toc364100251"/>
      <w:bookmarkStart w:id="553" w:name="_Toc390267628"/>
      <w:bookmarkStart w:id="554" w:name="_Toc409610494"/>
      <w:bookmarkStart w:id="555" w:name="_Toc439711256"/>
      <w:bookmarkStart w:id="556" w:name="_Toc463354549"/>
      <w:bookmarkStart w:id="557" w:name="_Toc478070463"/>
      <w:bookmarkStart w:id="558" w:name="_Toc479342083"/>
      <w:bookmarkStart w:id="559" w:name="_Toc491431442"/>
      <w:bookmarkStart w:id="560" w:name="_Toc533021342"/>
      <w:bookmarkStart w:id="561" w:name="_Toc535231585"/>
      <w:bookmarkStart w:id="562" w:name="_Toc14773208"/>
      <w:bookmarkStart w:id="563" w:name="_Toc27473259"/>
      <w:bookmarkStart w:id="564" w:name="_Toc32324395"/>
      <w:bookmarkStart w:id="565" w:name="_Toc176876099"/>
      <w:r w:rsidRPr="00851608">
        <w:rPr>
          <w:lang w:val="en-AU"/>
        </w:rPr>
        <w:t>Type</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851608">
        <w:rPr>
          <w:lang w:val="en-AU"/>
        </w:rPr>
        <w:t xml:space="preserve"> </w:t>
      </w:r>
    </w:p>
    <w:p w14:paraId="589B69FF" w14:textId="77777777" w:rsidR="002F0E6A" w:rsidRPr="00851608" w:rsidRDefault="002F0E6A" w:rsidP="002F0E6A">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5D3E2E22" w14:textId="77777777" w:rsidR="002F0E6A" w:rsidRPr="00851608" w:rsidRDefault="002F0E6A" w:rsidP="002F0E6A">
      <w:pPr>
        <w:numPr>
          <w:ilvl w:val="0"/>
          <w:numId w:val="109"/>
        </w:numPr>
        <w:spacing w:before="0" w:after="0"/>
        <w:rPr>
          <w:color w:val="000000"/>
        </w:rPr>
      </w:pPr>
      <w:r w:rsidRPr="00851608">
        <w:rPr>
          <w:color w:val="000000"/>
        </w:rPr>
        <w:t>Structure</w:t>
      </w:r>
    </w:p>
    <w:p w14:paraId="357CA7AB" w14:textId="77777777" w:rsidR="002F0E6A" w:rsidRPr="00851608" w:rsidRDefault="002F0E6A" w:rsidP="002F0E6A">
      <w:pPr>
        <w:numPr>
          <w:ilvl w:val="0"/>
          <w:numId w:val="109"/>
        </w:numPr>
        <w:spacing w:before="0" w:after="0"/>
        <w:rPr>
          <w:color w:val="000000"/>
        </w:rPr>
      </w:pPr>
      <w:r w:rsidRPr="00851608">
        <w:rPr>
          <w:color w:val="000000"/>
        </w:rPr>
        <w:t>Integer</w:t>
      </w:r>
    </w:p>
    <w:p w14:paraId="0A391262" w14:textId="77777777" w:rsidR="002F0E6A" w:rsidRPr="00851608" w:rsidRDefault="002F0E6A" w:rsidP="002F0E6A">
      <w:pPr>
        <w:numPr>
          <w:ilvl w:val="0"/>
          <w:numId w:val="109"/>
        </w:numPr>
        <w:spacing w:before="0" w:after="0"/>
        <w:rPr>
          <w:color w:val="000000"/>
        </w:rPr>
      </w:pPr>
      <w:proofErr w:type="spellStart"/>
      <w:r w:rsidRPr="00851608">
        <w:rPr>
          <w:color w:val="000000"/>
        </w:rPr>
        <w:t>LongInteger</w:t>
      </w:r>
      <w:proofErr w:type="spellEnd"/>
    </w:p>
    <w:p w14:paraId="4A82E31D" w14:textId="77777777" w:rsidR="002F0E6A" w:rsidRPr="00851608" w:rsidRDefault="002F0E6A" w:rsidP="002F0E6A">
      <w:pPr>
        <w:numPr>
          <w:ilvl w:val="0"/>
          <w:numId w:val="109"/>
        </w:numPr>
        <w:spacing w:before="0" w:after="0"/>
        <w:rPr>
          <w:color w:val="000000"/>
        </w:rPr>
      </w:pPr>
      <w:proofErr w:type="spellStart"/>
      <w:r w:rsidRPr="00851608">
        <w:rPr>
          <w:color w:val="000000"/>
        </w:rPr>
        <w:t>BigInteger</w:t>
      </w:r>
      <w:proofErr w:type="spellEnd"/>
    </w:p>
    <w:p w14:paraId="1A4F9B24" w14:textId="77777777" w:rsidR="002F0E6A" w:rsidRPr="00851608" w:rsidRDefault="002F0E6A" w:rsidP="002F0E6A">
      <w:pPr>
        <w:numPr>
          <w:ilvl w:val="0"/>
          <w:numId w:val="109"/>
        </w:numPr>
        <w:spacing w:before="0" w:after="0"/>
        <w:rPr>
          <w:color w:val="000000"/>
        </w:rPr>
      </w:pPr>
      <w:r w:rsidRPr="00851608">
        <w:rPr>
          <w:color w:val="000000"/>
        </w:rPr>
        <w:t>Enumeration</w:t>
      </w:r>
    </w:p>
    <w:p w14:paraId="7AFF721E" w14:textId="77777777" w:rsidR="002F0E6A" w:rsidRPr="00851608" w:rsidRDefault="002F0E6A" w:rsidP="002F0E6A">
      <w:pPr>
        <w:numPr>
          <w:ilvl w:val="0"/>
          <w:numId w:val="109"/>
        </w:numPr>
        <w:spacing w:before="0" w:after="0"/>
        <w:rPr>
          <w:color w:val="000000"/>
        </w:rPr>
      </w:pPr>
      <w:r w:rsidRPr="00851608">
        <w:rPr>
          <w:color w:val="000000"/>
        </w:rPr>
        <w:t>Boolean</w:t>
      </w:r>
    </w:p>
    <w:p w14:paraId="34C9D206" w14:textId="77777777" w:rsidR="002F0E6A" w:rsidRPr="00851608" w:rsidRDefault="002F0E6A" w:rsidP="002F0E6A">
      <w:pPr>
        <w:numPr>
          <w:ilvl w:val="0"/>
          <w:numId w:val="109"/>
        </w:numPr>
        <w:spacing w:before="0" w:after="0"/>
        <w:rPr>
          <w:color w:val="000000"/>
        </w:rPr>
      </w:pPr>
      <w:proofErr w:type="spellStart"/>
      <w:r w:rsidRPr="00851608">
        <w:rPr>
          <w:color w:val="000000"/>
        </w:rPr>
        <w:t>TextString</w:t>
      </w:r>
      <w:proofErr w:type="spellEnd"/>
    </w:p>
    <w:p w14:paraId="3D8B0406" w14:textId="77777777" w:rsidR="002F0E6A" w:rsidRPr="00851608" w:rsidRDefault="002F0E6A" w:rsidP="002F0E6A">
      <w:pPr>
        <w:numPr>
          <w:ilvl w:val="0"/>
          <w:numId w:val="109"/>
        </w:numPr>
        <w:spacing w:before="0" w:after="0"/>
        <w:rPr>
          <w:color w:val="000000"/>
        </w:rPr>
      </w:pPr>
      <w:proofErr w:type="spellStart"/>
      <w:r w:rsidRPr="00851608">
        <w:rPr>
          <w:color w:val="000000"/>
        </w:rPr>
        <w:t>ByteString</w:t>
      </w:r>
      <w:proofErr w:type="spellEnd"/>
    </w:p>
    <w:p w14:paraId="19263DD6" w14:textId="77777777" w:rsidR="002F0E6A" w:rsidRPr="00851608" w:rsidRDefault="002F0E6A" w:rsidP="002F0E6A">
      <w:pPr>
        <w:numPr>
          <w:ilvl w:val="0"/>
          <w:numId w:val="109"/>
        </w:numPr>
        <w:spacing w:before="0" w:after="0"/>
        <w:rPr>
          <w:color w:val="000000"/>
        </w:rPr>
      </w:pPr>
      <w:proofErr w:type="spellStart"/>
      <w:r w:rsidRPr="00851608">
        <w:rPr>
          <w:color w:val="000000"/>
        </w:rPr>
        <w:t>DateTime</w:t>
      </w:r>
      <w:proofErr w:type="spellEnd"/>
    </w:p>
    <w:p w14:paraId="6B1F048B" w14:textId="77777777" w:rsidR="002F0E6A" w:rsidRDefault="002F0E6A" w:rsidP="002F0E6A">
      <w:pPr>
        <w:numPr>
          <w:ilvl w:val="0"/>
          <w:numId w:val="109"/>
        </w:numPr>
        <w:spacing w:before="0" w:after="0"/>
        <w:rPr>
          <w:color w:val="000000"/>
        </w:rPr>
      </w:pPr>
      <w:r w:rsidRPr="00851608">
        <w:rPr>
          <w:color w:val="000000"/>
        </w:rPr>
        <w:t>Interval</w:t>
      </w:r>
    </w:p>
    <w:p w14:paraId="1FFE457B" w14:textId="77777777" w:rsidR="002F0E6A" w:rsidRDefault="002F0E6A" w:rsidP="002F0E6A">
      <w:pPr>
        <w:numPr>
          <w:ilvl w:val="0"/>
          <w:numId w:val="109"/>
        </w:numPr>
        <w:spacing w:before="0" w:after="0"/>
        <w:rPr>
          <w:color w:val="000000"/>
        </w:rPr>
      </w:pPr>
      <w:proofErr w:type="spellStart"/>
      <w:r>
        <w:rPr>
          <w:color w:val="000000"/>
        </w:rPr>
        <w:t>DateTimeExtended</w:t>
      </w:r>
      <w:proofErr w:type="spellEnd"/>
    </w:p>
    <w:p w14:paraId="78BC3242" w14:textId="77777777" w:rsidR="008B1509" w:rsidRDefault="008B1509" w:rsidP="002F0E6A">
      <w:pPr>
        <w:numPr>
          <w:ilvl w:val="0"/>
          <w:numId w:val="109"/>
        </w:numPr>
        <w:spacing w:before="0" w:after="0"/>
        <w:rPr>
          <w:color w:val="000000"/>
        </w:rPr>
      </w:pPr>
      <w:r>
        <w:rPr>
          <w:color w:val="000000"/>
        </w:rPr>
        <w:t>Identifier</w:t>
      </w:r>
    </w:p>
    <w:p w14:paraId="66E0FF1E" w14:textId="77777777" w:rsidR="008B1509" w:rsidRDefault="008B1509" w:rsidP="002F0E6A">
      <w:pPr>
        <w:numPr>
          <w:ilvl w:val="0"/>
          <w:numId w:val="109"/>
        </w:numPr>
        <w:spacing w:before="0" w:after="0"/>
        <w:rPr>
          <w:color w:val="000000"/>
        </w:rPr>
      </w:pPr>
      <w:r>
        <w:rPr>
          <w:color w:val="000000"/>
        </w:rPr>
        <w:t>Reference</w:t>
      </w:r>
    </w:p>
    <w:p w14:paraId="60A80687" w14:textId="77777777" w:rsidR="008B1509" w:rsidRPr="00851608" w:rsidRDefault="008B1509" w:rsidP="002F0E6A">
      <w:pPr>
        <w:numPr>
          <w:ilvl w:val="0"/>
          <w:numId w:val="109"/>
        </w:numPr>
        <w:spacing w:before="0" w:after="0"/>
        <w:rPr>
          <w:color w:val="000000"/>
        </w:rPr>
      </w:pPr>
      <w:proofErr w:type="spellStart"/>
      <w:r>
        <w:rPr>
          <w:color w:val="000000"/>
        </w:rPr>
        <w:t>NameReference</w:t>
      </w:r>
      <w:proofErr w:type="spellEnd"/>
    </w:p>
    <w:p w14:paraId="290F40B6" w14:textId="77777777" w:rsidR="002F0E6A" w:rsidRDefault="002F0E6A" w:rsidP="002F0E6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w:t>
      </w:r>
      <w:r>
        <w:rPr>
          <w:color w:val="000000"/>
        </w:rPr>
        <w:t>.</w:t>
      </w:r>
    </w:p>
    <w:p w14:paraId="49324D86" w14:textId="77777777" w:rsidR="002F0E6A" w:rsidRPr="00851608" w:rsidRDefault="002F0E6A" w:rsidP="002F0E6A">
      <w:pPr>
        <w:pStyle w:val="Heading4"/>
        <w:numPr>
          <w:ilvl w:val="3"/>
          <w:numId w:val="2"/>
        </w:numPr>
        <w:rPr>
          <w:lang w:val="en-AU"/>
        </w:rPr>
      </w:pPr>
      <w:bookmarkStart w:id="566" w:name="_Toc339487037"/>
      <w:bookmarkStart w:id="567" w:name="_Toc364100252"/>
      <w:bookmarkStart w:id="568" w:name="_Toc390267629"/>
      <w:bookmarkStart w:id="569" w:name="_Toc409610495"/>
      <w:bookmarkStart w:id="570" w:name="_Toc439711257"/>
      <w:bookmarkStart w:id="571" w:name="_Toc463354550"/>
      <w:bookmarkStart w:id="572" w:name="_Toc478070464"/>
      <w:bookmarkStart w:id="573" w:name="_Toc479342084"/>
      <w:bookmarkStart w:id="574" w:name="_Toc491431443"/>
      <w:bookmarkStart w:id="575" w:name="_Toc533021343"/>
      <w:bookmarkStart w:id="576" w:name="_Toc535231586"/>
      <w:bookmarkStart w:id="577" w:name="_Toc14773209"/>
      <w:bookmarkStart w:id="578" w:name="_Toc27473260"/>
      <w:bookmarkStart w:id="579" w:name="_Toc32324396"/>
      <w:bookmarkStart w:id="580" w:name="_Toc176876100"/>
      <w:r w:rsidRPr="00851608">
        <w:rPr>
          <w:lang w:val="en-AU"/>
        </w:rPr>
        <w:t>Value</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851608">
        <w:rPr>
          <w:lang w:val="en-AU"/>
        </w:rPr>
        <w:t xml:space="preserve"> </w:t>
      </w:r>
    </w:p>
    <w:p w14:paraId="29D4EB7E" w14:textId="77777777" w:rsidR="002F0E6A" w:rsidRPr="00851608" w:rsidRDefault="002F0E6A" w:rsidP="002F0E6A">
      <w:pPr>
        <w:rPr>
          <w:color w:val="000000"/>
        </w:rPr>
      </w:pPr>
      <w:r w:rsidRPr="00851608">
        <w:rPr>
          <w:color w:val="000000"/>
        </w:rPr>
        <w:t>The specification of a value is represented differently for each TTLV type.</w:t>
      </w:r>
    </w:p>
    <w:p w14:paraId="685B0422" w14:textId="77777777" w:rsidR="002F0E6A" w:rsidRPr="008E3AED" w:rsidRDefault="002F0E6A" w:rsidP="002F0E6A">
      <w:pPr>
        <w:pStyle w:val="Heading4"/>
        <w:numPr>
          <w:ilvl w:val="3"/>
          <w:numId w:val="2"/>
        </w:numPr>
      </w:pPr>
      <w:bookmarkStart w:id="581" w:name="_Toc337679199"/>
      <w:bookmarkStart w:id="582" w:name="_Toc339487038"/>
      <w:bookmarkStart w:id="583" w:name="_Toc364100253"/>
      <w:bookmarkStart w:id="584" w:name="_Toc390267630"/>
      <w:bookmarkStart w:id="585" w:name="_Toc409610496"/>
      <w:bookmarkStart w:id="586" w:name="_Toc439711258"/>
      <w:bookmarkStart w:id="587" w:name="_Toc463354551"/>
      <w:bookmarkStart w:id="588" w:name="_Toc478070465"/>
      <w:bookmarkStart w:id="589" w:name="_Toc479342085"/>
      <w:bookmarkStart w:id="590" w:name="_Toc491431444"/>
      <w:bookmarkStart w:id="591" w:name="_Toc533021344"/>
      <w:bookmarkStart w:id="592" w:name="_Toc535231587"/>
      <w:bookmarkStart w:id="593" w:name="_Toc14773210"/>
      <w:bookmarkStart w:id="594" w:name="_Toc27473261"/>
      <w:bookmarkStart w:id="595" w:name="_Toc32324397"/>
      <w:bookmarkStart w:id="596" w:name="_Toc176876101"/>
      <w:r w:rsidRPr="008E3AED">
        <w:t>XML</w:t>
      </w:r>
      <w:bookmarkEnd w:id="581"/>
      <w:r>
        <w:t xml:space="preserve"> Element Encoding</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06BA7182" w14:textId="77777777" w:rsidR="002F0E6A" w:rsidRPr="00851608" w:rsidRDefault="002F0E6A" w:rsidP="002F0E6A">
      <w:pPr>
        <w:rPr>
          <w:color w:val="000000"/>
        </w:rPr>
      </w:pPr>
      <w:r w:rsidRPr="00851608">
        <w:rPr>
          <w:color w:val="000000"/>
        </w:rPr>
        <w:t>For XML, each TTLV is represented as an XML element with attributes.  The general form uses a single element named ‘TTLV’ with ‘tag’, optional ‘name’ and ‘type’ attributes.  This form allows any TTLV including extensions to be encoded.  For tags defined in the KMIP Specification or other well-known extensions, a more specific form can be used where each tag is encoded as an element with the same name and includes a ‘type’ attribute.  For either form, structure values are encoded as nested xml elements, and non-structure values are encoded using the ‘value’ attribute.</w:t>
      </w:r>
    </w:p>
    <w:p w14:paraId="39A143F2" w14:textId="77777777" w:rsidR="002F0E6A" w:rsidRPr="00851608" w:rsidRDefault="002F0E6A" w:rsidP="002F0E6A">
      <w:pPr>
        <w:rPr>
          <w:color w:val="000000"/>
        </w:rPr>
      </w:pPr>
    </w:p>
    <w:p w14:paraId="7AB86BD5"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ActivationDate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100DD12E"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D1E7C7E"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159AE31D"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"0x54FFFF"</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2079464" w14:textId="77777777" w:rsidR="002F0E6A" w:rsidRPr="00851608" w:rsidRDefault="002F0E6A" w:rsidP="002F0E6A">
      <w:pPr>
        <w:rPr>
          <w:rFonts w:ascii="Courier New" w:eastAsia="Courier New" w:hAnsi="Courier New" w:cs="Courier New"/>
          <w:color w:val="000000"/>
          <w:sz w:val="16"/>
          <w:szCs w:val="16"/>
        </w:rPr>
      </w:pPr>
    </w:p>
    <w:p w14:paraId="27D4BDC3" w14:textId="77777777" w:rsidR="002F0E6A" w:rsidRPr="00851608" w:rsidRDefault="002F0E6A" w:rsidP="002F0E6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27809804" w14:textId="77777777" w:rsidR="002F0E6A" w:rsidRPr="00851608" w:rsidRDefault="002F0E6A" w:rsidP="002F0E6A">
      <w:pPr>
        <w:rPr>
          <w:color w:val="000000"/>
        </w:rPr>
      </w:pPr>
      <w:r w:rsidRPr="00851608">
        <w:rPr>
          <w:color w:val="000000"/>
        </w:rPr>
        <w:t xml:space="preserve">If namespaces are required, XML elements </w:t>
      </w:r>
      <w:r>
        <w:rPr>
          <w:color w:val="000000"/>
        </w:rPr>
        <w:t>SHALL</w:t>
      </w:r>
      <w:r w:rsidRPr="00851608">
        <w:rPr>
          <w:color w:val="000000"/>
        </w:rPr>
        <w:t xml:space="preserve"> use </w:t>
      </w:r>
      <w:r>
        <w:rPr>
          <w:color w:val="000000"/>
        </w:rPr>
        <w:t xml:space="preserve">the following </w:t>
      </w:r>
      <w:r w:rsidRPr="00851608">
        <w:rPr>
          <w:color w:val="000000"/>
        </w:rPr>
        <w:t>namespace:</w:t>
      </w:r>
    </w:p>
    <w:p w14:paraId="0B549172" w14:textId="77777777" w:rsidR="002F0E6A" w:rsidRPr="00851608" w:rsidRDefault="002F0E6A" w:rsidP="002F0E6A">
      <w:pPr>
        <w:rPr>
          <w:color w:val="000000"/>
        </w:rPr>
      </w:pPr>
      <w:r w:rsidRPr="00851608">
        <w:rPr>
          <w:color w:val="000000"/>
        </w:rPr>
        <w:t xml:space="preserve">    </w:t>
      </w:r>
      <w:proofErr w:type="spellStart"/>
      <w:proofErr w:type="gramStart"/>
      <w:r w:rsidRPr="00851608">
        <w:rPr>
          <w:color w:val="000000"/>
        </w:rPr>
        <w:t>urn:oasis</w:t>
      </w:r>
      <w:proofErr w:type="gramEnd"/>
      <w:r w:rsidRPr="00851608">
        <w:rPr>
          <w:color w:val="000000"/>
        </w:rPr>
        <w:t>:tc:kmip:xmlns</w:t>
      </w:r>
      <w:proofErr w:type="spellEnd"/>
    </w:p>
    <w:p w14:paraId="465C7A89" w14:textId="77777777" w:rsidR="002F0E6A" w:rsidRPr="00851608" w:rsidRDefault="002F0E6A" w:rsidP="002F0E6A">
      <w:pPr>
        <w:pStyle w:val="Heading5"/>
        <w:numPr>
          <w:ilvl w:val="4"/>
          <w:numId w:val="2"/>
        </w:numPr>
        <w:rPr>
          <w:lang w:val="en-AU"/>
        </w:rPr>
      </w:pPr>
      <w:bookmarkStart w:id="597" w:name="_Toc339487039"/>
      <w:bookmarkStart w:id="598" w:name="_Toc364100254"/>
      <w:bookmarkStart w:id="599" w:name="_Toc463354552"/>
      <w:bookmarkStart w:id="600" w:name="_Toc491431445"/>
      <w:bookmarkStart w:id="601" w:name="_Toc533021345"/>
      <w:bookmarkStart w:id="602" w:name="_Toc535231588"/>
      <w:bookmarkStart w:id="603" w:name="_Toc14773211"/>
      <w:bookmarkStart w:id="604" w:name="_Toc27473262"/>
      <w:bookmarkStart w:id="605" w:name="_Toc32324398"/>
      <w:bookmarkStart w:id="606" w:name="_Toc176876102"/>
      <w:bookmarkStart w:id="607" w:name="h.l6e5wtsxxb3k"/>
      <w:r w:rsidRPr="00851608">
        <w:rPr>
          <w:lang w:val="en-AU"/>
        </w:rPr>
        <w:t>Tags</w:t>
      </w:r>
      <w:bookmarkEnd w:id="597"/>
      <w:bookmarkEnd w:id="598"/>
      <w:bookmarkEnd w:id="599"/>
      <w:bookmarkEnd w:id="600"/>
      <w:bookmarkEnd w:id="601"/>
      <w:bookmarkEnd w:id="602"/>
      <w:bookmarkEnd w:id="603"/>
      <w:bookmarkEnd w:id="604"/>
      <w:bookmarkEnd w:id="605"/>
      <w:bookmarkEnd w:id="606"/>
      <w:r w:rsidRPr="00851608">
        <w:rPr>
          <w:lang w:val="en-AU"/>
        </w:rPr>
        <w:t xml:space="preserve"> </w:t>
      </w:r>
    </w:p>
    <w:p w14:paraId="64D5B57B" w14:textId="77777777" w:rsidR="002F0E6A" w:rsidRPr="00851608" w:rsidRDefault="002F0E6A" w:rsidP="002F0E6A">
      <w:pPr>
        <w:rPr>
          <w:color w:val="000000"/>
        </w:rPr>
      </w:pPr>
      <w:r w:rsidRPr="00851608">
        <w:rPr>
          <w:color w:val="000000"/>
        </w:rPr>
        <w:t>Tags are a String that may contain either:</w:t>
      </w:r>
    </w:p>
    <w:p w14:paraId="75A0161C"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197D15A1"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6EB372DD"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754A7D05"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proofErr w:type="spellStart"/>
      <w:r w:rsidRPr="00851608">
        <w:rPr>
          <w:rFonts w:ascii="Courier New" w:eastAsia="Courier New" w:hAnsi="Courier New" w:cs="Courier New"/>
          <w:color w:val="7F007F"/>
          <w:sz w:val="16"/>
          <w:szCs w:val="16"/>
        </w:rPr>
        <w:t>xmlns</w:t>
      </w:r>
      <w:proofErr w:type="spellEnd"/>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proofErr w:type="gramStart"/>
      <w:r w:rsidRPr="00851608">
        <w:rPr>
          <w:rFonts w:ascii="Courier New" w:eastAsia="Courier New" w:hAnsi="Courier New" w:cs="Courier New"/>
          <w:i/>
          <w:iCs/>
          <w:color w:val="2A00FF"/>
          <w:sz w:val="16"/>
          <w:szCs w:val="16"/>
        </w:rPr>
        <w:t>urn:oasis</w:t>
      </w:r>
      <w:proofErr w:type="gramEnd"/>
      <w:r w:rsidRPr="00851608">
        <w:rPr>
          <w:rFonts w:ascii="Courier New" w:eastAsia="Courier New" w:hAnsi="Courier New" w:cs="Courier New"/>
          <w:i/>
          <w:iCs/>
          <w:color w:val="2A00FF"/>
          <w:sz w:val="16"/>
          <w:szCs w:val="16"/>
        </w:rPr>
        <w:t>:tc:kmip:xmlns</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45AB2905"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IVCounterNonce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"a1b2c3d4"</w:t>
      </w:r>
      <w:r w:rsidRPr="00851608">
        <w:rPr>
          <w:rFonts w:ascii="Courier New" w:eastAsia="Courier New" w:hAnsi="Courier New" w:cs="Courier New"/>
          <w:sz w:val="16"/>
          <w:szCs w:val="16"/>
        </w:rPr>
        <w:t>/&gt;</w:t>
      </w:r>
    </w:p>
    <w:p w14:paraId="52517690"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PrivateKeyTemplateAttribute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1A3E52AC"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"0x545352"</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63F65A96"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WELL_KNOWN_EXTENSION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7CFE1EFB" w14:textId="77777777" w:rsidR="002F0E6A" w:rsidRPr="00851608" w:rsidRDefault="002F0E6A" w:rsidP="002F0E6A">
      <w:pPr>
        <w:pStyle w:val="Heading5"/>
        <w:numPr>
          <w:ilvl w:val="4"/>
          <w:numId w:val="2"/>
        </w:numPr>
        <w:rPr>
          <w:lang w:val="en-AU"/>
        </w:rPr>
      </w:pPr>
      <w:bookmarkStart w:id="608" w:name="_Toc339487040"/>
      <w:bookmarkStart w:id="609" w:name="_Toc364100255"/>
      <w:bookmarkStart w:id="610" w:name="_Toc463354553"/>
      <w:bookmarkStart w:id="611" w:name="_Toc491431446"/>
      <w:bookmarkStart w:id="612" w:name="_Toc533021346"/>
      <w:bookmarkStart w:id="613" w:name="_Toc535231589"/>
      <w:bookmarkStart w:id="614" w:name="_Toc14773212"/>
      <w:bookmarkStart w:id="615" w:name="_Toc27473263"/>
      <w:bookmarkStart w:id="616" w:name="_Toc32324399"/>
      <w:bookmarkStart w:id="617" w:name="_Toc176876103"/>
      <w:r w:rsidRPr="00851608">
        <w:rPr>
          <w:lang w:val="en-AU"/>
        </w:rPr>
        <w:t>Structure</w:t>
      </w:r>
      <w:bookmarkEnd w:id="607"/>
      <w:bookmarkEnd w:id="608"/>
      <w:bookmarkEnd w:id="609"/>
      <w:bookmarkEnd w:id="610"/>
      <w:bookmarkEnd w:id="611"/>
      <w:bookmarkEnd w:id="612"/>
      <w:bookmarkEnd w:id="613"/>
      <w:bookmarkEnd w:id="614"/>
      <w:bookmarkEnd w:id="615"/>
      <w:bookmarkEnd w:id="616"/>
      <w:bookmarkEnd w:id="617"/>
    </w:p>
    <w:p w14:paraId="3BF77201" w14:textId="77777777" w:rsidR="002F0E6A" w:rsidRDefault="002F0E6A" w:rsidP="002F0E6A">
      <w:pPr>
        <w:rPr>
          <w:color w:val="000000"/>
        </w:rPr>
      </w:pPr>
      <w:r w:rsidRPr="00851608">
        <w:rPr>
          <w:color w:val="000000"/>
        </w:rPr>
        <w:t>For XML, sub-items are nested elements</w:t>
      </w:r>
      <w:r>
        <w:rPr>
          <w:color w:val="000000"/>
        </w:rPr>
        <w:t>.</w:t>
      </w:r>
    </w:p>
    <w:p w14:paraId="1EDD5CB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2D3AB5D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405EDF62"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12AC8A1F"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003B80BC"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05C66BFD"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28298B86"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5CDA67E2"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41D038B5" w14:textId="77777777" w:rsidR="002F0E6A" w:rsidRPr="00851608" w:rsidRDefault="002F0E6A" w:rsidP="002F0E6A">
      <w:pPr>
        <w:rPr>
          <w:rFonts w:ascii="Courier New" w:eastAsia="Courier New" w:hAnsi="Courier New" w:cs="Courier New"/>
          <w:color w:val="000000"/>
          <w:sz w:val="16"/>
          <w:szCs w:val="16"/>
        </w:rPr>
      </w:pPr>
    </w:p>
    <w:p w14:paraId="6C1C539D" w14:textId="77777777" w:rsidR="002F0E6A" w:rsidRPr="00851608" w:rsidRDefault="002F0E6A" w:rsidP="002F0E6A">
      <w:pPr>
        <w:rPr>
          <w:color w:val="000000"/>
        </w:rPr>
      </w:pPr>
      <w:r w:rsidRPr="00851608">
        <w:rPr>
          <w:color w:val="000000"/>
        </w:rPr>
        <w:t>The ‘type’ property / attribute is optional for a Structure.</w:t>
      </w:r>
    </w:p>
    <w:p w14:paraId="15C0A267" w14:textId="77777777" w:rsidR="002F0E6A" w:rsidRPr="00851608" w:rsidRDefault="002F0E6A" w:rsidP="002F0E6A">
      <w:pPr>
        <w:pStyle w:val="Heading5"/>
        <w:numPr>
          <w:ilvl w:val="4"/>
          <w:numId w:val="2"/>
        </w:numPr>
        <w:rPr>
          <w:lang w:val="en-AU"/>
        </w:rPr>
      </w:pPr>
      <w:bookmarkStart w:id="618" w:name="h.7w6r22bzxm6f"/>
      <w:bookmarkStart w:id="619" w:name="_Toc339487041"/>
      <w:bookmarkStart w:id="620" w:name="_Toc364100256"/>
      <w:bookmarkStart w:id="621" w:name="_Toc463354554"/>
      <w:bookmarkStart w:id="622" w:name="_Toc491431447"/>
      <w:bookmarkStart w:id="623" w:name="_Toc533021347"/>
      <w:bookmarkStart w:id="624" w:name="_Toc535231590"/>
      <w:bookmarkStart w:id="625" w:name="_Toc14773213"/>
      <w:bookmarkStart w:id="626" w:name="_Toc27473264"/>
      <w:bookmarkStart w:id="627" w:name="_Toc32324400"/>
      <w:bookmarkStart w:id="628" w:name="_Toc176876104"/>
      <w:r w:rsidRPr="00851608">
        <w:rPr>
          <w:lang w:val="en-AU"/>
        </w:rPr>
        <w:t>Integer</w:t>
      </w:r>
      <w:bookmarkEnd w:id="618"/>
      <w:bookmarkEnd w:id="619"/>
      <w:bookmarkEnd w:id="620"/>
      <w:bookmarkEnd w:id="621"/>
      <w:bookmarkEnd w:id="622"/>
      <w:bookmarkEnd w:id="623"/>
      <w:bookmarkEnd w:id="624"/>
      <w:bookmarkEnd w:id="625"/>
      <w:bookmarkEnd w:id="626"/>
      <w:bookmarkEnd w:id="627"/>
      <w:bookmarkEnd w:id="628"/>
    </w:p>
    <w:p w14:paraId="1A230058" w14:textId="77777777" w:rsidR="002F0E6A" w:rsidRPr="00851608" w:rsidRDefault="002F0E6A" w:rsidP="002F0E6A">
      <w:pPr>
        <w:rPr>
          <w:color w:val="000000"/>
        </w:rPr>
      </w:pPr>
      <w:r w:rsidRPr="00851608">
        <w:rPr>
          <w:color w:val="000000"/>
        </w:rPr>
        <w:t xml:space="preserve">For XML, value is a decimal and uses </w:t>
      </w:r>
      <w:r>
        <w:rPr>
          <w:color w:val="000000"/>
        </w:rPr>
        <w:t xml:space="preserve">[XML-SCHEMA] </w:t>
      </w:r>
      <w:r w:rsidRPr="00851608">
        <w:rPr>
          <w:color w:val="000000"/>
        </w:rPr>
        <w:t xml:space="preserve">type </w:t>
      </w:r>
      <w:proofErr w:type="spellStart"/>
      <w:r w:rsidRPr="00851608">
        <w:rPr>
          <w:color w:val="000000"/>
        </w:rPr>
        <w:t>xsd:int</w:t>
      </w:r>
      <w:proofErr w:type="spellEnd"/>
    </w:p>
    <w:p w14:paraId="4BD0E8EA" w14:textId="77777777" w:rsidR="002F0E6A" w:rsidRPr="00851608" w:rsidRDefault="002F0E6A" w:rsidP="002F0E6A">
      <w:pPr>
        <w:rPr>
          <w:rFonts w:ascii="Courier New" w:eastAsia="Courier New" w:hAnsi="Courier New" w:cs="Courier New"/>
          <w:color w:val="000000"/>
          <w:sz w:val="16"/>
          <w:szCs w:val="16"/>
        </w:rPr>
      </w:pPr>
    </w:p>
    <w:p w14:paraId="288434A6"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BatchCount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"10"</w:t>
      </w:r>
      <w:r w:rsidRPr="00851608">
        <w:rPr>
          <w:rFonts w:ascii="Courier New" w:eastAsia="Courier New" w:hAnsi="Courier New" w:cs="Courier New"/>
          <w:sz w:val="16"/>
          <w:szCs w:val="16"/>
        </w:rPr>
        <w:t>/&gt;</w:t>
      </w:r>
    </w:p>
    <w:p w14:paraId="72E47D66" w14:textId="77777777" w:rsidR="002F0E6A" w:rsidRPr="00851608" w:rsidRDefault="002F0E6A" w:rsidP="002F0E6A">
      <w:pPr>
        <w:pStyle w:val="Heading5"/>
        <w:numPr>
          <w:ilvl w:val="4"/>
          <w:numId w:val="2"/>
        </w:numPr>
        <w:rPr>
          <w:lang w:val="en-AU"/>
        </w:rPr>
      </w:pPr>
      <w:bookmarkStart w:id="629" w:name="h.ljhv13yp243u"/>
      <w:bookmarkStart w:id="630" w:name="_Toc339487042"/>
      <w:bookmarkStart w:id="631" w:name="_Toc364100257"/>
      <w:bookmarkStart w:id="632" w:name="_Toc463354555"/>
      <w:bookmarkStart w:id="633" w:name="_Toc491431448"/>
      <w:bookmarkStart w:id="634" w:name="_Toc533021348"/>
      <w:bookmarkStart w:id="635" w:name="_Toc535231591"/>
      <w:bookmarkStart w:id="636" w:name="_Toc14773214"/>
      <w:bookmarkStart w:id="637" w:name="_Toc27473265"/>
      <w:bookmarkStart w:id="638" w:name="_Toc32324401"/>
      <w:bookmarkStart w:id="639" w:name="_Toc176876105"/>
      <w:r w:rsidRPr="00851608">
        <w:rPr>
          <w:lang w:val="en-AU"/>
        </w:rPr>
        <w:t>Integer</w:t>
      </w:r>
      <w:bookmarkEnd w:id="629"/>
      <w:r w:rsidRPr="00851608">
        <w:rPr>
          <w:lang w:val="en-AU"/>
        </w:rPr>
        <w:t xml:space="preserve"> - Special case for Masks</w:t>
      </w:r>
      <w:bookmarkEnd w:id="630"/>
      <w:bookmarkEnd w:id="631"/>
      <w:bookmarkEnd w:id="632"/>
      <w:bookmarkEnd w:id="633"/>
      <w:bookmarkEnd w:id="634"/>
      <w:bookmarkEnd w:id="635"/>
      <w:bookmarkEnd w:id="636"/>
      <w:bookmarkEnd w:id="637"/>
      <w:bookmarkEnd w:id="638"/>
      <w:bookmarkEnd w:id="639"/>
    </w:p>
    <w:p w14:paraId="42AB9BA1" w14:textId="77777777" w:rsidR="002F0E6A" w:rsidRPr="00851608" w:rsidRDefault="002F0E6A" w:rsidP="002F0E6A">
      <w:pPr>
        <w:rPr>
          <w:color w:val="000000"/>
        </w:rPr>
      </w:pPr>
      <w:r w:rsidRPr="00851608">
        <w:rPr>
          <w:color w:val="000000"/>
        </w:rPr>
        <w:t>(Cryptographic Usage Mask, Storage Status Mask):</w:t>
      </w:r>
    </w:p>
    <w:p w14:paraId="4C7E46C8" w14:textId="77777777" w:rsidR="002F0E6A" w:rsidRPr="00851608" w:rsidRDefault="002F0E6A" w:rsidP="002F0E6A">
      <w:pPr>
        <w:rPr>
          <w:color w:val="000000"/>
        </w:rPr>
      </w:pPr>
      <w:r w:rsidRPr="00851608">
        <w:t>Integer m</w:t>
      </w:r>
      <w:r w:rsidRPr="00851608">
        <w:rPr>
          <w:color w:val="000000"/>
        </w:rPr>
        <w:t xml:space="preserve">ask values can also be encoded as a String containing mask components.  XML uses an attribute with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xsd:list</w:t>
      </w:r>
      <w:proofErr w:type="spellEnd"/>
      <w:r w:rsidRPr="00851608">
        <w:rPr>
          <w:color w:val="000000"/>
        </w:rPr>
        <w:t xml:space="preserve"> which uses a space separator.  Components may be either the text of the enumeration value as defined in </w:t>
      </w:r>
      <w:hyperlink r:id="rId77" w:anchor="_toc11468" w:history="1">
        <w:r w:rsidRPr="00851608">
          <w:rPr>
            <w:rStyle w:val="Hyperlink"/>
          </w:rPr>
          <w:t>KMIP</w:t>
        </w:r>
      </w:hyperlink>
      <w:hyperlink r:id="rId78" w:anchor="_Toc6497477" w:history="1">
        <w:r w:rsidRPr="00851608">
          <w:rPr>
            <w:rStyle w:val="Hyperlink"/>
          </w:rPr>
          <w:t xml:space="preserve"> 9.1.3.3.1</w:t>
        </w:r>
      </w:hyperlink>
      <w:r>
        <w:rPr>
          <w:rStyle w:val="Hyperlink"/>
        </w:rPr>
        <w:t xml:space="preserve">/KMIP </w:t>
      </w:r>
      <w:hyperlink r:id="rId79" w:anchor="_Toc6497726" w:history="1">
        <w:r w:rsidRPr="00E842A3">
          <w:rPr>
            <w:rStyle w:val="Hyperlink"/>
          </w:rPr>
          <w:t>12.1</w:t>
        </w:r>
      </w:hyperlink>
      <w:r w:rsidRPr="00851608">
        <w:rPr>
          <w:color w:val="000000"/>
        </w:rPr>
        <w:t xml:space="preserve"> or a</w:t>
      </w:r>
      <w:r>
        <w:rPr>
          <w:color w:val="000000"/>
        </w:rPr>
        <w:t>s a</w:t>
      </w:r>
      <w:r w:rsidRPr="00851608">
        <w:rPr>
          <w:color w:val="000000"/>
        </w:rPr>
        <w:t xml:space="preserve"> 32-bit unsigned big-endian hex string.</w:t>
      </w:r>
    </w:p>
    <w:p w14:paraId="236E3196"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"0x0000100c"</w:t>
      </w:r>
      <w:r w:rsidRPr="00851608">
        <w:rPr>
          <w:rFonts w:ascii="Courier New" w:eastAsia="Courier New" w:hAnsi="Courier New" w:cs="Courier New"/>
          <w:sz w:val="16"/>
          <w:szCs w:val="16"/>
        </w:rPr>
        <w:t>/&gt;</w:t>
      </w:r>
    </w:p>
    <w:p w14:paraId="5571138B"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 xml:space="preserve">"Encrypt Decrypt </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6E07A35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0x00000004 0x0000008"</w:t>
      </w:r>
      <w:r w:rsidRPr="00851608">
        <w:rPr>
          <w:rFonts w:ascii="Courier New" w:eastAsia="Courier New" w:hAnsi="Courier New" w:cs="Courier New"/>
          <w:sz w:val="16"/>
          <w:szCs w:val="16"/>
        </w:rPr>
        <w:t>/&gt;</w:t>
      </w:r>
    </w:p>
    <w:p w14:paraId="36125DBB"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0x0000000c"</w:t>
      </w:r>
      <w:r w:rsidRPr="00851608">
        <w:rPr>
          <w:rFonts w:ascii="Courier New" w:eastAsia="Courier New" w:hAnsi="Courier New" w:cs="Courier New"/>
          <w:sz w:val="16"/>
          <w:szCs w:val="16"/>
        </w:rPr>
        <w:t>/&gt;</w:t>
      </w:r>
    </w:p>
    <w:p w14:paraId="79A2A506" w14:textId="77777777" w:rsidR="002F0E6A" w:rsidRPr="00851608" w:rsidRDefault="002F0E6A" w:rsidP="002F0E6A">
      <w:pPr>
        <w:pStyle w:val="Heading5"/>
        <w:numPr>
          <w:ilvl w:val="4"/>
          <w:numId w:val="2"/>
        </w:numPr>
        <w:rPr>
          <w:lang w:val="en-AU"/>
        </w:rPr>
      </w:pPr>
      <w:bookmarkStart w:id="640" w:name="h.3kd0jy79kj54"/>
      <w:bookmarkStart w:id="641" w:name="_Toc339487043"/>
      <w:bookmarkStart w:id="642" w:name="_Toc364100258"/>
      <w:bookmarkStart w:id="643" w:name="_Toc463354556"/>
      <w:bookmarkStart w:id="644" w:name="_Toc491431449"/>
      <w:bookmarkStart w:id="645" w:name="_Toc533021349"/>
      <w:bookmarkStart w:id="646" w:name="_Toc535231592"/>
      <w:bookmarkStart w:id="647" w:name="_Toc14773215"/>
      <w:bookmarkStart w:id="648" w:name="_Toc27473266"/>
      <w:bookmarkStart w:id="649" w:name="_Toc32324402"/>
      <w:bookmarkStart w:id="650" w:name="_Toc176876106"/>
      <w:r w:rsidRPr="00851608">
        <w:rPr>
          <w:lang w:val="en-AU"/>
        </w:rPr>
        <w:t>Long</w:t>
      </w:r>
      <w:bookmarkEnd w:id="640"/>
      <w:r w:rsidRPr="00851608">
        <w:rPr>
          <w:lang w:val="en-AU"/>
        </w:rPr>
        <w:t xml:space="preserve"> Integer</w:t>
      </w:r>
      <w:bookmarkEnd w:id="641"/>
      <w:bookmarkEnd w:id="642"/>
      <w:bookmarkEnd w:id="643"/>
      <w:bookmarkEnd w:id="644"/>
      <w:bookmarkEnd w:id="645"/>
      <w:bookmarkEnd w:id="646"/>
      <w:bookmarkEnd w:id="647"/>
      <w:bookmarkEnd w:id="648"/>
      <w:bookmarkEnd w:id="649"/>
      <w:bookmarkEnd w:id="650"/>
    </w:p>
    <w:p w14:paraId="6FA1CC11"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2D1E8FCE"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087F8D6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UsageLimitsCount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206091C5" w14:textId="77777777" w:rsidR="002F0E6A" w:rsidRPr="00851608" w:rsidRDefault="002F0E6A" w:rsidP="002F0E6A">
      <w:pPr>
        <w:pStyle w:val="Heading5"/>
        <w:numPr>
          <w:ilvl w:val="4"/>
          <w:numId w:val="2"/>
        </w:numPr>
        <w:rPr>
          <w:lang w:val="en-AU"/>
        </w:rPr>
      </w:pPr>
      <w:bookmarkStart w:id="651" w:name="h.v88pd43nv02"/>
      <w:bookmarkStart w:id="652" w:name="_Toc339487044"/>
      <w:bookmarkStart w:id="653" w:name="_Toc364100259"/>
      <w:bookmarkStart w:id="654" w:name="_Toc463354557"/>
      <w:bookmarkStart w:id="655" w:name="_Toc491431450"/>
      <w:bookmarkStart w:id="656" w:name="_Toc533021350"/>
      <w:bookmarkStart w:id="657" w:name="_Toc535231593"/>
      <w:bookmarkStart w:id="658" w:name="_Toc14773216"/>
      <w:bookmarkStart w:id="659" w:name="_Toc27473267"/>
      <w:bookmarkStart w:id="660" w:name="_Toc32324403"/>
      <w:bookmarkStart w:id="661" w:name="_Toc176876107"/>
      <w:r w:rsidRPr="00851608">
        <w:rPr>
          <w:lang w:val="en-AU"/>
        </w:rPr>
        <w:t>Big</w:t>
      </w:r>
      <w:bookmarkEnd w:id="651"/>
      <w:r w:rsidRPr="00851608">
        <w:rPr>
          <w:lang w:val="en-AU"/>
        </w:rPr>
        <w:t xml:space="preserve"> Integer</w:t>
      </w:r>
      <w:bookmarkEnd w:id="652"/>
      <w:bookmarkEnd w:id="653"/>
      <w:bookmarkEnd w:id="654"/>
      <w:bookmarkEnd w:id="655"/>
      <w:bookmarkEnd w:id="656"/>
      <w:bookmarkEnd w:id="657"/>
      <w:bookmarkEnd w:id="658"/>
      <w:bookmarkEnd w:id="659"/>
      <w:bookmarkEnd w:id="660"/>
      <w:bookmarkEnd w:id="661"/>
      <w:r w:rsidRPr="00851608">
        <w:rPr>
          <w:lang w:val="en-AU"/>
        </w:rPr>
        <w:t xml:space="preserve"> </w:t>
      </w:r>
    </w:p>
    <w:p w14:paraId="33C4F4E1"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xsd:hexBinary</w:t>
      </w:r>
      <w:proofErr w:type="spellEnd"/>
    </w:p>
    <w:p w14:paraId="25F32C10"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BigInteger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"0000000000000000"</w:t>
      </w:r>
      <w:r w:rsidRPr="00851608">
        <w:rPr>
          <w:rFonts w:ascii="Courier New" w:eastAsia="Courier New" w:hAnsi="Courier New" w:cs="Courier New"/>
          <w:sz w:val="16"/>
          <w:szCs w:val="16"/>
        </w:rPr>
        <w:t>/&gt;</w:t>
      </w:r>
    </w:p>
    <w:p w14:paraId="7CEE30DC" w14:textId="77777777" w:rsidR="002F0E6A" w:rsidRPr="00851608" w:rsidRDefault="002F0E6A" w:rsidP="002F0E6A">
      <w:pPr>
        <w:pStyle w:val="Heading5"/>
        <w:numPr>
          <w:ilvl w:val="4"/>
          <w:numId w:val="2"/>
        </w:numPr>
        <w:rPr>
          <w:lang w:val="en-AU"/>
        </w:rPr>
      </w:pPr>
      <w:bookmarkStart w:id="662" w:name="h.ssg4jcz80z1c"/>
      <w:bookmarkStart w:id="663" w:name="_Toc339487045"/>
      <w:bookmarkStart w:id="664" w:name="_Toc364100260"/>
      <w:bookmarkStart w:id="665" w:name="_Toc463354558"/>
      <w:bookmarkStart w:id="666" w:name="_Toc491431451"/>
      <w:bookmarkStart w:id="667" w:name="_Toc533021351"/>
      <w:bookmarkStart w:id="668" w:name="_Toc535231594"/>
      <w:bookmarkStart w:id="669" w:name="_Toc14773217"/>
      <w:bookmarkStart w:id="670" w:name="_Toc27473268"/>
      <w:bookmarkStart w:id="671" w:name="_Toc32324404"/>
      <w:bookmarkStart w:id="672" w:name="_Toc176876108"/>
      <w:r w:rsidRPr="00851608">
        <w:rPr>
          <w:lang w:val="en-AU"/>
        </w:rPr>
        <w:t>Enumeration</w:t>
      </w:r>
      <w:bookmarkEnd w:id="662"/>
      <w:bookmarkEnd w:id="663"/>
      <w:bookmarkEnd w:id="664"/>
      <w:bookmarkEnd w:id="665"/>
      <w:bookmarkEnd w:id="666"/>
      <w:bookmarkEnd w:id="667"/>
      <w:bookmarkEnd w:id="668"/>
      <w:bookmarkEnd w:id="669"/>
      <w:bookmarkEnd w:id="670"/>
      <w:bookmarkEnd w:id="671"/>
      <w:bookmarkEnd w:id="672"/>
    </w:p>
    <w:p w14:paraId="58D559F6"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xsd:string</w:t>
      </w:r>
      <w:proofErr w:type="spellEnd"/>
      <w:r w:rsidRPr="00851608">
        <w:rPr>
          <w:color w:val="000000"/>
        </w:rPr>
        <w:t xml:space="preserve"> and is either a hex string or the CamelCase </w:t>
      </w:r>
      <w:proofErr w:type="spellStart"/>
      <w:r w:rsidRPr="00851608">
        <w:rPr>
          <w:color w:val="000000"/>
        </w:rPr>
        <w:t>enum</w:t>
      </w:r>
      <w:proofErr w:type="spellEnd"/>
      <w:r w:rsidRPr="00851608">
        <w:rPr>
          <w:color w:val="000000"/>
        </w:rPr>
        <w:t xml:space="preserve"> text.  If an XSD with </w:t>
      </w:r>
      <w:proofErr w:type="spellStart"/>
      <w:proofErr w:type="gramStart"/>
      <w:r w:rsidRPr="00851608">
        <w:rPr>
          <w:color w:val="000000"/>
        </w:rPr>
        <w:t>xsd:enumeration</w:t>
      </w:r>
      <w:proofErr w:type="spellEnd"/>
      <w:proofErr w:type="gramEnd"/>
      <w:r w:rsidRPr="00851608">
        <w:rPr>
          <w:color w:val="000000"/>
        </w:rPr>
        <w:t xml:space="preserve"> restriction is used to define valid values (as is the case with the XSD included as an appendix), parsers should also accept any hex string in addition to defined </w:t>
      </w:r>
      <w:proofErr w:type="spellStart"/>
      <w:r w:rsidRPr="00851608">
        <w:rPr>
          <w:color w:val="000000"/>
        </w:rPr>
        <w:t>enum</w:t>
      </w:r>
      <w:proofErr w:type="spellEnd"/>
      <w:r w:rsidRPr="00851608">
        <w:rPr>
          <w:color w:val="000000"/>
        </w:rPr>
        <w:t xml:space="preserve"> values.</w:t>
      </w:r>
    </w:p>
    <w:p w14:paraId="0BE91DE5"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"0x00000002"</w:t>
      </w:r>
      <w:r w:rsidRPr="00851608">
        <w:rPr>
          <w:rFonts w:ascii="Courier New" w:eastAsia="Courier New" w:hAnsi="Courier New" w:cs="Courier New"/>
          <w:sz w:val="16"/>
          <w:szCs w:val="16"/>
        </w:rPr>
        <w:t>/&gt;</w:t>
      </w:r>
    </w:p>
    <w:p w14:paraId="092C8069"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SymmetricKey</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0B46E1B0" w14:textId="77777777" w:rsidR="002F0E6A" w:rsidRPr="00851608" w:rsidRDefault="002F0E6A" w:rsidP="002F0E6A">
      <w:pPr>
        <w:pStyle w:val="Heading5"/>
        <w:numPr>
          <w:ilvl w:val="4"/>
          <w:numId w:val="2"/>
        </w:numPr>
        <w:rPr>
          <w:lang w:val="en-AU"/>
        </w:rPr>
      </w:pPr>
      <w:bookmarkStart w:id="673" w:name="h.i0cmypl1l3fu"/>
      <w:bookmarkStart w:id="674" w:name="_Toc339487046"/>
      <w:bookmarkStart w:id="675" w:name="_Toc364100261"/>
      <w:bookmarkStart w:id="676" w:name="_Toc463354559"/>
      <w:bookmarkStart w:id="677" w:name="_Toc491431452"/>
      <w:bookmarkStart w:id="678" w:name="_Toc533021352"/>
      <w:bookmarkStart w:id="679" w:name="_Toc535231595"/>
      <w:bookmarkStart w:id="680" w:name="_Toc14773218"/>
      <w:bookmarkStart w:id="681" w:name="_Toc27473269"/>
      <w:bookmarkStart w:id="682" w:name="_Toc32324405"/>
      <w:bookmarkStart w:id="683" w:name="_Toc176876109"/>
      <w:r w:rsidRPr="00851608">
        <w:rPr>
          <w:lang w:val="en-AU"/>
        </w:rPr>
        <w:t>Boolean</w:t>
      </w:r>
      <w:bookmarkEnd w:id="673"/>
      <w:bookmarkEnd w:id="674"/>
      <w:bookmarkEnd w:id="675"/>
      <w:bookmarkEnd w:id="676"/>
      <w:bookmarkEnd w:id="677"/>
      <w:bookmarkEnd w:id="678"/>
      <w:bookmarkEnd w:id="679"/>
      <w:bookmarkEnd w:id="680"/>
      <w:bookmarkEnd w:id="681"/>
      <w:bookmarkEnd w:id="682"/>
      <w:bookmarkEnd w:id="683"/>
    </w:p>
    <w:p w14:paraId="394CD07D"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xsd:Boolean</w:t>
      </w:r>
      <w:proofErr w:type="spellEnd"/>
    </w:p>
    <w:p w14:paraId="52E7240D" w14:textId="77777777" w:rsidR="002F0E6A" w:rsidRPr="00851608" w:rsidRDefault="002F0E6A" w:rsidP="002F0E6A">
      <w:pPr>
        <w:rPr>
          <w:color w:val="000000"/>
        </w:rPr>
      </w:pPr>
      <w:bookmarkStart w:id="684" w:name="h.stdhvzof3h8t"/>
      <w:r w:rsidRPr="00E842A3">
        <w:rPr>
          <w:rFonts w:ascii="Courier New" w:eastAsia="Courier New" w:hAnsi="Courier New" w:cs="Courier New"/>
          <w:sz w:val="16"/>
          <w:szCs w:val="16"/>
        </w:rPr>
        <w:t>&lt;</w:t>
      </w:r>
      <w:bookmarkEnd w:id="684"/>
      <w:proofErr w:type="spellStart"/>
      <w:r w:rsidRPr="00E842A3">
        <w:rPr>
          <w:rFonts w:ascii="Courier New" w:eastAsia="Courier New" w:hAnsi="Courier New" w:cs="Courier New"/>
          <w:color w:val="3F7F7F"/>
          <w:sz w:val="16"/>
          <w:szCs w:val="16"/>
        </w:rPr>
        <w:t>BatchOrderOption</w:t>
      </w:r>
      <w:proofErr w:type="spellEnd"/>
      <w:r w:rsidRPr="00851608">
        <w:rPr>
          <w:rFonts w:ascii="Courier New" w:eastAsia="Courier New" w:hAnsi="Courier New" w:cs="Courier New"/>
          <w:b/>
          <w:bCs/>
          <w:sz w:val="16"/>
          <w:szCs w:val="16"/>
        </w:rPr>
        <w:t xml:space="preserve"> </w:t>
      </w:r>
      <w:r w:rsidRPr="00E842A3">
        <w:rPr>
          <w:rFonts w:ascii="Courier New" w:eastAsia="Courier New" w:hAnsi="Courier New" w:cs="Courier New"/>
          <w:color w:val="7F007F"/>
          <w:sz w:val="16"/>
          <w:szCs w:val="16"/>
        </w:rPr>
        <w:t>type</w:t>
      </w:r>
      <w:proofErr w:type="gramStart"/>
      <w:r w:rsidRPr="00E842A3">
        <w:rPr>
          <w:rFonts w:ascii="Courier New" w:eastAsia="Courier New" w:hAnsi="Courier New" w:cs="Courier New"/>
          <w:sz w:val="16"/>
          <w:szCs w:val="16"/>
        </w:rPr>
        <w:t>=</w:t>
      </w:r>
      <w:r>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Boolean</w:t>
      </w:r>
      <w:proofErr w:type="gramEnd"/>
      <w:r w:rsidRPr="00851608">
        <w:rPr>
          <w:rFonts w:ascii="Courier New" w:eastAsia="Courier New" w:hAnsi="Courier New" w:cs="Courier New"/>
          <w:b/>
          <w:bCs/>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"true"</w:t>
      </w:r>
      <w:r w:rsidRPr="00E842A3">
        <w:rPr>
          <w:rFonts w:ascii="Courier New" w:eastAsia="Courier New" w:hAnsi="Courier New" w:cs="Courier New"/>
          <w:sz w:val="16"/>
          <w:szCs w:val="16"/>
        </w:rPr>
        <w:t>/&gt;</w:t>
      </w:r>
    </w:p>
    <w:p w14:paraId="085EDBFF" w14:textId="77777777" w:rsidR="002F0E6A" w:rsidRPr="00851608" w:rsidRDefault="002F0E6A" w:rsidP="002F0E6A">
      <w:pPr>
        <w:pStyle w:val="Heading5"/>
        <w:numPr>
          <w:ilvl w:val="4"/>
          <w:numId w:val="2"/>
        </w:numPr>
        <w:rPr>
          <w:lang w:val="en-AU"/>
        </w:rPr>
      </w:pPr>
      <w:bookmarkStart w:id="685" w:name="h.negxlv65nw0q"/>
      <w:bookmarkStart w:id="686" w:name="_Toc339487047"/>
      <w:bookmarkStart w:id="687" w:name="_Toc364100262"/>
      <w:bookmarkStart w:id="688" w:name="_Toc463354560"/>
      <w:bookmarkStart w:id="689" w:name="_Toc491431453"/>
      <w:bookmarkStart w:id="690" w:name="_Toc533021353"/>
      <w:bookmarkStart w:id="691" w:name="_Toc535231596"/>
      <w:bookmarkStart w:id="692" w:name="_Toc14773219"/>
      <w:bookmarkStart w:id="693" w:name="_Toc27473270"/>
      <w:bookmarkStart w:id="694" w:name="_Toc32324406"/>
      <w:bookmarkStart w:id="695" w:name="_Toc176876110"/>
      <w:r w:rsidRPr="00851608">
        <w:rPr>
          <w:lang w:val="en-AU"/>
        </w:rPr>
        <w:t>Text</w:t>
      </w:r>
      <w:bookmarkEnd w:id="685"/>
      <w:r w:rsidRPr="00851608">
        <w:rPr>
          <w:lang w:val="en-AU"/>
        </w:rPr>
        <w:t xml:space="preserve"> String</w:t>
      </w:r>
      <w:bookmarkEnd w:id="686"/>
      <w:bookmarkEnd w:id="687"/>
      <w:bookmarkEnd w:id="688"/>
      <w:bookmarkEnd w:id="689"/>
      <w:bookmarkEnd w:id="690"/>
      <w:bookmarkEnd w:id="691"/>
      <w:bookmarkEnd w:id="692"/>
      <w:bookmarkEnd w:id="693"/>
      <w:bookmarkEnd w:id="694"/>
      <w:bookmarkEnd w:id="695"/>
    </w:p>
    <w:p w14:paraId="3A2A6DE0"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08C5F29C" w14:textId="77777777" w:rsidR="002F0E6A" w:rsidRPr="00E842A3" w:rsidRDefault="002F0E6A" w:rsidP="002F0E6A">
      <w:pPr>
        <w:rPr>
          <w:rFonts w:ascii="Courier New" w:eastAsia="Courier New" w:hAnsi="Courier New" w:cs="Courier New"/>
          <w:color w:val="000000"/>
          <w:sz w:val="16"/>
          <w:szCs w:val="16"/>
        </w:rPr>
      </w:pPr>
      <w:r w:rsidRPr="00E842A3">
        <w:rPr>
          <w:rFonts w:ascii="Courier New" w:eastAsia="Courier New" w:hAnsi="Courier New" w:cs="Courier New"/>
          <w:sz w:val="16"/>
          <w:szCs w:val="16"/>
        </w:rPr>
        <w:t>&lt;</w:t>
      </w:r>
      <w:proofErr w:type="spellStart"/>
      <w:r w:rsidRPr="00E842A3">
        <w:rPr>
          <w:rFonts w:ascii="Courier New" w:eastAsia="Courier New" w:hAnsi="Courier New" w:cs="Courier New"/>
          <w:color w:val="3F7F7F"/>
          <w:sz w:val="16"/>
          <w:szCs w:val="16"/>
        </w:rPr>
        <w:t>AttributeName</w:t>
      </w:r>
      <w:proofErr w:type="spellEnd"/>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type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proofErr w:type="spellStart"/>
      <w:r w:rsidRPr="00E842A3">
        <w:rPr>
          <w:rFonts w:ascii="Courier New" w:eastAsia="Courier New" w:hAnsi="Courier New" w:cs="Courier New"/>
          <w:i/>
          <w:iCs/>
          <w:color w:val="2A00FF"/>
          <w:sz w:val="16"/>
          <w:szCs w:val="16"/>
        </w:rPr>
        <w:t>TextString</w:t>
      </w:r>
      <w:proofErr w:type="spellEnd"/>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"Cryptographic Algorithm"</w:t>
      </w:r>
      <w:r w:rsidRPr="00E842A3">
        <w:rPr>
          <w:rFonts w:ascii="Courier New" w:eastAsia="Courier New" w:hAnsi="Courier New" w:cs="Courier New"/>
          <w:sz w:val="16"/>
          <w:szCs w:val="16"/>
        </w:rPr>
        <w:t>/&gt;</w:t>
      </w:r>
    </w:p>
    <w:p w14:paraId="2CF9020C" w14:textId="77777777" w:rsidR="002F0E6A" w:rsidRPr="00851608" w:rsidRDefault="002F0E6A" w:rsidP="002F0E6A">
      <w:pPr>
        <w:pStyle w:val="Heading5"/>
        <w:numPr>
          <w:ilvl w:val="4"/>
          <w:numId w:val="2"/>
        </w:numPr>
        <w:rPr>
          <w:lang w:val="en-AU"/>
        </w:rPr>
      </w:pPr>
      <w:bookmarkStart w:id="696" w:name="h.qq4yrnrvmizl"/>
      <w:bookmarkStart w:id="697" w:name="_Toc339487048"/>
      <w:bookmarkStart w:id="698" w:name="_Toc364100263"/>
      <w:bookmarkStart w:id="699" w:name="_Toc463354561"/>
      <w:bookmarkStart w:id="700" w:name="_Toc491431454"/>
      <w:bookmarkStart w:id="701" w:name="_Toc533021354"/>
      <w:bookmarkStart w:id="702" w:name="_Toc535231597"/>
      <w:bookmarkStart w:id="703" w:name="_Toc14773220"/>
      <w:bookmarkStart w:id="704" w:name="_Toc27473271"/>
      <w:bookmarkStart w:id="705" w:name="_Toc32324407"/>
      <w:bookmarkStart w:id="706" w:name="_Toc176876111"/>
      <w:r w:rsidRPr="00851608">
        <w:rPr>
          <w:lang w:val="en-AU"/>
        </w:rPr>
        <w:t>Byte</w:t>
      </w:r>
      <w:bookmarkEnd w:id="696"/>
      <w:r w:rsidRPr="00851608">
        <w:rPr>
          <w:lang w:val="en-AU"/>
        </w:rPr>
        <w:t xml:space="preserve"> String</w:t>
      </w:r>
      <w:bookmarkEnd w:id="697"/>
      <w:bookmarkEnd w:id="698"/>
      <w:bookmarkEnd w:id="699"/>
      <w:bookmarkEnd w:id="700"/>
      <w:bookmarkEnd w:id="701"/>
      <w:bookmarkEnd w:id="702"/>
      <w:bookmarkEnd w:id="703"/>
      <w:bookmarkEnd w:id="704"/>
      <w:bookmarkEnd w:id="705"/>
      <w:bookmarkEnd w:id="706"/>
    </w:p>
    <w:p w14:paraId="67D042C0"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xsd:hexBinary</w:t>
      </w:r>
      <w:proofErr w:type="spellEnd"/>
      <w:proofErr w:type="gramEnd"/>
    </w:p>
    <w:p w14:paraId="3B9DA906"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MACSignature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"C50F77"</w:t>
      </w:r>
      <w:r w:rsidRPr="00851608">
        <w:rPr>
          <w:rFonts w:ascii="Courier New" w:eastAsia="Courier New" w:hAnsi="Courier New" w:cs="Courier New"/>
          <w:sz w:val="16"/>
          <w:szCs w:val="16"/>
        </w:rPr>
        <w:t>/&gt;</w:t>
      </w:r>
    </w:p>
    <w:p w14:paraId="2A6A2CE3" w14:textId="77777777" w:rsidR="002F0E6A" w:rsidRPr="00851608" w:rsidRDefault="002F0E6A" w:rsidP="002F0E6A">
      <w:pPr>
        <w:pStyle w:val="Heading5"/>
        <w:numPr>
          <w:ilvl w:val="4"/>
          <w:numId w:val="2"/>
        </w:numPr>
        <w:rPr>
          <w:lang w:val="en-AU"/>
        </w:rPr>
      </w:pPr>
      <w:bookmarkStart w:id="707" w:name="h.dpoy37jm0wrg"/>
      <w:bookmarkStart w:id="708" w:name="_Toc339487049"/>
      <w:bookmarkStart w:id="709" w:name="_Toc364100264"/>
      <w:bookmarkStart w:id="710" w:name="_Toc463354562"/>
      <w:bookmarkStart w:id="711" w:name="_Toc491431455"/>
      <w:bookmarkStart w:id="712" w:name="_Toc533021355"/>
      <w:bookmarkStart w:id="713" w:name="_Toc535231598"/>
      <w:bookmarkStart w:id="714" w:name="_Toc14773221"/>
      <w:bookmarkStart w:id="715" w:name="_Toc27473272"/>
      <w:bookmarkStart w:id="716" w:name="_Toc32324408"/>
      <w:bookmarkStart w:id="717" w:name="_Toc176876112"/>
      <w:r w:rsidRPr="00851608">
        <w:rPr>
          <w:lang w:val="en-AU"/>
        </w:rPr>
        <w:t>Date</w:t>
      </w:r>
      <w:bookmarkEnd w:id="707"/>
      <w:r w:rsidRPr="00851608">
        <w:rPr>
          <w:lang w:val="en-AU"/>
        </w:rPr>
        <w:t>-Time</w:t>
      </w:r>
      <w:bookmarkEnd w:id="708"/>
      <w:bookmarkEnd w:id="709"/>
      <w:bookmarkEnd w:id="710"/>
      <w:bookmarkEnd w:id="711"/>
      <w:bookmarkEnd w:id="712"/>
      <w:bookmarkEnd w:id="713"/>
      <w:bookmarkEnd w:id="714"/>
      <w:bookmarkEnd w:id="715"/>
      <w:bookmarkEnd w:id="716"/>
      <w:bookmarkEnd w:id="717"/>
    </w:p>
    <w:p w14:paraId="4648D4E9"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xsd:dateTime</w:t>
      </w:r>
      <w:proofErr w:type="spellEnd"/>
      <w:proofErr w:type="gramEnd"/>
    </w:p>
    <w:p w14:paraId="731CBD51" w14:textId="77777777" w:rsidR="002F0E6A"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ArchiveDate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3097C1FD" w14:textId="77777777" w:rsidR="002F0E6A" w:rsidRPr="008576A0" w:rsidRDefault="002F0E6A" w:rsidP="002F0E6A">
      <w:pPr>
        <w:rPr>
          <w:color w:val="000000"/>
        </w:rPr>
      </w:pPr>
      <w:r w:rsidRPr="008576A0">
        <w:rPr>
          <w:color w:val="000000"/>
        </w:rPr>
        <w:t xml:space="preserve">The </w:t>
      </w:r>
      <w:r>
        <w:rPr>
          <w:color w:val="000000"/>
        </w:rPr>
        <w:t xml:space="preserve">value SHALL always be “time zoned” – i.e. a </w:t>
      </w:r>
      <w:r w:rsidRPr="008576A0">
        <w:rPr>
          <w:color w:val="000000"/>
        </w:rPr>
        <w:t>time zone specifier SHALL always be included</w:t>
      </w:r>
      <w:r>
        <w:rPr>
          <w:color w:val="000000"/>
        </w:rPr>
        <w:t>.</w:t>
      </w:r>
    </w:p>
    <w:p w14:paraId="48F9E099" w14:textId="77777777" w:rsidR="002F0E6A" w:rsidRPr="00851608" w:rsidRDefault="002F0E6A" w:rsidP="002F0E6A">
      <w:pPr>
        <w:pStyle w:val="Heading5"/>
        <w:numPr>
          <w:ilvl w:val="4"/>
          <w:numId w:val="2"/>
        </w:numPr>
        <w:rPr>
          <w:lang w:val="en-AU"/>
        </w:rPr>
      </w:pPr>
      <w:bookmarkStart w:id="718" w:name="h.n8abawr59kvn"/>
      <w:bookmarkStart w:id="719" w:name="_Toc339487050"/>
      <w:bookmarkStart w:id="720" w:name="_Toc364100265"/>
      <w:bookmarkStart w:id="721" w:name="_Toc463354563"/>
      <w:bookmarkStart w:id="722" w:name="_Toc491431456"/>
      <w:bookmarkStart w:id="723" w:name="_Toc533021356"/>
      <w:bookmarkStart w:id="724" w:name="_Toc535231599"/>
      <w:bookmarkStart w:id="725" w:name="_Toc14773222"/>
      <w:bookmarkStart w:id="726" w:name="_Toc27473273"/>
      <w:bookmarkStart w:id="727" w:name="_Toc32324409"/>
      <w:bookmarkStart w:id="728" w:name="_Toc176876113"/>
      <w:r w:rsidRPr="00851608">
        <w:rPr>
          <w:lang w:val="en-AU"/>
        </w:rPr>
        <w:t>Interval</w:t>
      </w:r>
      <w:bookmarkEnd w:id="718"/>
      <w:bookmarkEnd w:id="719"/>
      <w:bookmarkEnd w:id="720"/>
      <w:bookmarkEnd w:id="721"/>
      <w:bookmarkEnd w:id="722"/>
      <w:bookmarkEnd w:id="723"/>
      <w:bookmarkEnd w:id="724"/>
      <w:bookmarkEnd w:id="725"/>
      <w:bookmarkEnd w:id="726"/>
      <w:bookmarkEnd w:id="727"/>
      <w:bookmarkEnd w:id="728"/>
      <w:r w:rsidRPr="00851608">
        <w:rPr>
          <w:lang w:val="en-AU"/>
        </w:rPr>
        <w:t xml:space="preserve"> </w:t>
      </w:r>
    </w:p>
    <w:p w14:paraId="352A37AE"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xsd:unsignedInt</w:t>
      </w:r>
      <w:proofErr w:type="spellEnd"/>
      <w:proofErr w:type="gramEnd"/>
    </w:p>
    <w:p w14:paraId="2FA6EFD8" w14:textId="77777777" w:rsidR="002F0E6A" w:rsidRDefault="002F0E6A" w:rsidP="002F0E6A">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Offset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"Interval"</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"27"</w:t>
      </w:r>
      <w:r w:rsidRPr="00851608">
        <w:rPr>
          <w:rFonts w:ascii="Courier New" w:eastAsia="Courier New" w:hAnsi="Courier New" w:cs="Courier New"/>
          <w:sz w:val="16"/>
          <w:szCs w:val="16"/>
        </w:rPr>
        <w:t>/&gt;</w:t>
      </w:r>
      <w:r>
        <w:t xml:space="preserve"> </w:t>
      </w:r>
    </w:p>
    <w:p w14:paraId="324BFEF2" w14:textId="77777777" w:rsidR="002F0E6A" w:rsidRPr="00851608" w:rsidRDefault="002F0E6A" w:rsidP="002F0E6A">
      <w:pPr>
        <w:pStyle w:val="Heading5"/>
        <w:numPr>
          <w:ilvl w:val="4"/>
          <w:numId w:val="2"/>
        </w:numPr>
        <w:rPr>
          <w:lang w:val="en-AU"/>
        </w:rPr>
      </w:pPr>
      <w:bookmarkStart w:id="729" w:name="_Toc533021357"/>
      <w:bookmarkStart w:id="730" w:name="_Toc535231600"/>
      <w:bookmarkStart w:id="731" w:name="_Toc14773223"/>
      <w:bookmarkStart w:id="732" w:name="_Toc27473274"/>
      <w:bookmarkStart w:id="733" w:name="_Toc32324410"/>
      <w:bookmarkStart w:id="734" w:name="_Toc176876114"/>
      <w:r w:rsidRPr="00851608">
        <w:rPr>
          <w:lang w:val="en-AU"/>
        </w:rPr>
        <w:t>Date-Time</w:t>
      </w:r>
      <w:r>
        <w:rPr>
          <w:lang w:val="en-AU"/>
        </w:rPr>
        <w:t xml:space="preserve"> Extended</w:t>
      </w:r>
      <w:bookmarkEnd w:id="729"/>
      <w:bookmarkEnd w:id="730"/>
      <w:bookmarkEnd w:id="731"/>
      <w:bookmarkEnd w:id="732"/>
      <w:bookmarkEnd w:id="733"/>
      <w:bookmarkEnd w:id="734"/>
    </w:p>
    <w:p w14:paraId="28805CB6"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5F7180F1"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206C7AB0" w14:textId="77777777" w:rsidR="002F0E6A"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7CAB834E" w14:textId="77777777" w:rsidR="008B1509" w:rsidRPr="00851608" w:rsidRDefault="008B1509" w:rsidP="008B1509">
      <w:pPr>
        <w:pStyle w:val="Heading5"/>
        <w:numPr>
          <w:ilvl w:val="4"/>
          <w:numId w:val="2"/>
        </w:numPr>
        <w:rPr>
          <w:lang w:val="en-AU"/>
        </w:rPr>
      </w:pPr>
      <w:bookmarkStart w:id="735" w:name="_Toc176876115"/>
      <w:r>
        <w:rPr>
          <w:lang w:val="en-AU"/>
        </w:rPr>
        <w:t>Identifier</w:t>
      </w:r>
      <w:bookmarkEnd w:id="735"/>
    </w:p>
    <w:p w14:paraId="5AD95194" w14:textId="77777777" w:rsidR="008B1509" w:rsidRPr="00851608" w:rsidRDefault="008B1509" w:rsidP="008B1509">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5E1B798C" w14:textId="77777777" w:rsidR="008B1509" w:rsidRPr="00E842A3" w:rsidRDefault="008B1509" w:rsidP="008B1509">
      <w:pPr>
        <w:rPr>
          <w:rFonts w:ascii="Courier New" w:eastAsia="Courier New" w:hAnsi="Courier New" w:cs="Courier New"/>
          <w:color w:val="000000"/>
          <w:sz w:val="16"/>
          <w:szCs w:val="16"/>
        </w:rPr>
      </w:pPr>
      <w:r w:rsidRPr="00E842A3">
        <w:rPr>
          <w:rFonts w:ascii="Courier New" w:eastAsia="Courier New" w:hAnsi="Courier New" w:cs="Courier New"/>
          <w:sz w:val="16"/>
          <w:szCs w:val="16"/>
        </w:rPr>
        <w:t>&lt;</w:t>
      </w:r>
      <w:proofErr w:type="spellStart"/>
      <w:r>
        <w:rPr>
          <w:rFonts w:ascii="Courier New" w:eastAsia="Courier New" w:hAnsi="Courier New" w:cs="Courier New"/>
          <w:color w:val="3F7F7F"/>
          <w:sz w:val="16"/>
          <w:szCs w:val="16"/>
        </w:rPr>
        <w:t>UniqueIdentifier</w:t>
      </w:r>
      <w:proofErr w:type="spellEnd"/>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type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r>
        <w:rPr>
          <w:rFonts w:ascii="Courier New" w:eastAsia="Courier New" w:hAnsi="Courier New" w:cs="Courier New"/>
          <w:i/>
          <w:iCs/>
          <w:color w:val="2A00FF"/>
          <w:sz w:val="16"/>
          <w:szCs w:val="16"/>
        </w:rPr>
        <w:t>Identifier</w:t>
      </w:r>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r w:rsidRPr="008B1509">
        <w:rPr>
          <w:rFonts w:ascii="Courier New" w:eastAsia="Courier New" w:hAnsi="Courier New" w:cs="Courier New"/>
          <w:i/>
          <w:iCs/>
          <w:color w:val="2A00FF"/>
          <w:sz w:val="16"/>
          <w:szCs w:val="16"/>
        </w:rPr>
        <w:t>b424830c-ba5a-4d16-9d82-c53547635721</w:t>
      </w:r>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/&gt;</w:t>
      </w:r>
    </w:p>
    <w:p w14:paraId="5F12E771" w14:textId="77777777" w:rsidR="008B1509" w:rsidRPr="00851608" w:rsidRDefault="008B1509" w:rsidP="008B1509">
      <w:pPr>
        <w:pStyle w:val="Heading5"/>
        <w:numPr>
          <w:ilvl w:val="4"/>
          <w:numId w:val="2"/>
        </w:numPr>
        <w:rPr>
          <w:lang w:val="en-AU"/>
        </w:rPr>
      </w:pPr>
      <w:bookmarkStart w:id="736" w:name="_Toc176876116"/>
      <w:r>
        <w:rPr>
          <w:lang w:val="en-AU"/>
        </w:rPr>
        <w:t>Reference</w:t>
      </w:r>
      <w:bookmarkEnd w:id="736"/>
    </w:p>
    <w:p w14:paraId="7345D65B" w14:textId="77777777" w:rsidR="008B1509" w:rsidRPr="00851608" w:rsidRDefault="008B1509" w:rsidP="008B1509">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593D4802" w14:textId="77777777" w:rsidR="008B1509" w:rsidRPr="00E842A3" w:rsidRDefault="008B1509" w:rsidP="008B1509">
      <w:pPr>
        <w:rPr>
          <w:rFonts w:ascii="Courier New" w:eastAsia="Courier New" w:hAnsi="Courier New" w:cs="Courier New"/>
          <w:color w:val="000000"/>
          <w:sz w:val="16"/>
          <w:szCs w:val="16"/>
        </w:rPr>
      </w:pPr>
      <w:r w:rsidRPr="00E842A3">
        <w:rPr>
          <w:rFonts w:ascii="Courier New" w:eastAsia="Courier New" w:hAnsi="Courier New" w:cs="Courier New"/>
          <w:sz w:val="16"/>
          <w:szCs w:val="16"/>
        </w:rPr>
        <w:t>&lt;</w:t>
      </w:r>
      <w:proofErr w:type="spellStart"/>
      <w:r>
        <w:rPr>
          <w:rFonts w:ascii="Courier New" w:eastAsia="Courier New" w:hAnsi="Courier New" w:cs="Courier New"/>
          <w:color w:val="3F7F7F"/>
          <w:sz w:val="16"/>
          <w:szCs w:val="16"/>
        </w:rPr>
        <w:t>CertificateLink</w:t>
      </w:r>
      <w:proofErr w:type="spellEnd"/>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type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r>
        <w:rPr>
          <w:rFonts w:ascii="Courier New" w:eastAsia="Courier New" w:hAnsi="Courier New" w:cs="Courier New"/>
          <w:i/>
          <w:iCs/>
          <w:color w:val="2A00FF"/>
          <w:sz w:val="16"/>
          <w:szCs w:val="16"/>
        </w:rPr>
        <w:t>Reference</w:t>
      </w:r>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r w:rsidRPr="008B1509">
        <w:rPr>
          <w:rFonts w:ascii="Courier New" w:eastAsia="Courier New" w:hAnsi="Courier New" w:cs="Courier New"/>
          <w:i/>
          <w:iCs/>
          <w:color w:val="2A00FF"/>
          <w:sz w:val="16"/>
          <w:szCs w:val="16"/>
        </w:rPr>
        <w:t>b424830c-ba5a-4d16-9d82-c53547635721</w:t>
      </w:r>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/&gt;</w:t>
      </w:r>
    </w:p>
    <w:p w14:paraId="1F0064BF" w14:textId="77777777" w:rsidR="008B1509" w:rsidRPr="00851608" w:rsidRDefault="008B1509" w:rsidP="008B1509">
      <w:pPr>
        <w:pStyle w:val="Heading5"/>
        <w:numPr>
          <w:ilvl w:val="4"/>
          <w:numId w:val="2"/>
        </w:numPr>
        <w:rPr>
          <w:lang w:val="en-AU"/>
        </w:rPr>
      </w:pPr>
      <w:bookmarkStart w:id="737" w:name="_Toc176876117"/>
      <w:r>
        <w:rPr>
          <w:lang w:val="en-AU"/>
        </w:rPr>
        <w:t>Name Reference</w:t>
      </w:r>
      <w:bookmarkEnd w:id="737"/>
    </w:p>
    <w:p w14:paraId="6D25BC11" w14:textId="77777777" w:rsidR="008B1509" w:rsidRPr="00851608" w:rsidRDefault="008B1509" w:rsidP="008B1509">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5BACB95B" w14:textId="77777777" w:rsidR="008B1509" w:rsidRPr="00E842A3" w:rsidRDefault="008B1509" w:rsidP="008B1509">
      <w:pPr>
        <w:rPr>
          <w:rFonts w:ascii="Courier New" w:eastAsia="Courier New" w:hAnsi="Courier New" w:cs="Courier New"/>
          <w:color w:val="000000"/>
          <w:sz w:val="16"/>
          <w:szCs w:val="16"/>
        </w:rPr>
      </w:pPr>
      <w:r w:rsidRPr="00E842A3">
        <w:rPr>
          <w:rFonts w:ascii="Courier New" w:eastAsia="Courier New" w:hAnsi="Courier New" w:cs="Courier New"/>
          <w:sz w:val="16"/>
          <w:szCs w:val="16"/>
        </w:rPr>
        <w:t>&lt;</w:t>
      </w:r>
      <w:proofErr w:type="spellStart"/>
      <w:r>
        <w:rPr>
          <w:rFonts w:ascii="Courier New" w:eastAsia="Courier New" w:hAnsi="Courier New" w:cs="Courier New"/>
          <w:color w:val="3F7F7F"/>
          <w:sz w:val="16"/>
          <w:szCs w:val="16"/>
        </w:rPr>
        <w:t>CertificateLink</w:t>
      </w:r>
      <w:proofErr w:type="spellEnd"/>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type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NameReference</w:t>
      </w:r>
      <w:proofErr w:type="spellEnd"/>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r>
        <w:rPr>
          <w:rFonts w:ascii="Courier New" w:eastAsia="Courier New" w:hAnsi="Courier New" w:cs="Courier New"/>
          <w:i/>
          <w:iCs/>
          <w:color w:val="2A00FF"/>
          <w:sz w:val="16"/>
          <w:szCs w:val="16"/>
        </w:rPr>
        <w:t>name-of-a-certificate</w:t>
      </w:r>
      <w:r w:rsidRPr="00E842A3">
        <w:rPr>
          <w:rFonts w:ascii="Courier New" w:eastAsia="Courier New" w:hAnsi="Courier New" w:cs="Courier New"/>
          <w:i/>
          <w:iCs/>
          <w:color w:val="2A00FF"/>
          <w:sz w:val="16"/>
          <w:szCs w:val="16"/>
        </w:rPr>
        <w:t xml:space="preserve"> "</w:t>
      </w:r>
      <w:r w:rsidRPr="00E842A3">
        <w:rPr>
          <w:rFonts w:ascii="Courier New" w:eastAsia="Courier New" w:hAnsi="Courier New" w:cs="Courier New"/>
          <w:sz w:val="16"/>
          <w:szCs w:val="16"/>
        </w:rPr>
        <w:t>/&gt;</w:t>
      </w:r>
    </w:p>
    <w:p w14:paraId="0C4FC888" w14:textId="77777777" w:rsidR="008B1509" w:rsidRPr="00851608" w:rsidRDefault="008B1509" w:rsidP="002F0E6A">
      <w:pPr>
        <w:spacing w:before="0" w:after="0"/>
        <w:rPr>
          <w:rFonts w:ascii="Courier New" w:eastAsia="Courier New" w:hAnsi="Courier New" w:cs="Courier New"/>
          <w:sz w:val="16"/>
          <w:szCs w:val="16"/>
        </w:rPr>
      </w:pPr>
    </w:p>
    <w:p w14:paraId="6BCCAF2B" w14:textId="77777777" w:rsidR="002F0E6A" w:rsidRPr="000C30ED" w:rsidRDefault="002F0E6A" w:rsidP="002F0E6A">
      <w:pPr>
        <w:pStyle w:val="Heading3"/>
        <w:numPr>
          <w:ilvl w:val="2"/>
          <w:numId w:val="2"/>
        </w:numPr>
      </w:pPr>
      <w:bookmarkStart w:id="738" w:name="_Ref439710169"/>
      <w:bookmarkStart w:id="739" w:name="_Toc439711259"/>
      <w:bookmarkStart w:id="740" w:name="_Toc463354564"/>
      <w:bookmarkStart w:id="741" w:name="_Toc478070466"/>
      <w:bookmarkStart w:id="742" w:name="_Toc479342086"/>
      <w:bookmarkStart w:id="743" w:name="_Toc491431457"/>
      <w:bookmarkStart w:id="744" w:name="_Toc533021358"/>
      <w:bookmarkStart w:id="745" w:name="_Toc535231601"/>
      <w:bookmarkStart w:id="746" w:name="_Toc14773224"/>
      <w:bookmarkStart w:id="747" w:name="_Toc27473275"/>
      <w:bookmarkStart w:id="748" w:name="_Toc32324411"/>
      <w:bookmarkStart w:id="749" w:name="_Toc176876118"/>
      <w:r>
        <w:t>XML Client</w:t>
      </w:r>
      <w:bookmarkEnd w:id="738"/>
      <w:bookmarkEnd w:id="739"/>
      <w:bookmarkEnd w:id="740"/>
      <w:bookmarkEnd w:id="741"/>
      <w:bookmarkEnd w:id="742"/>
      <w:bookmarkEnd w:id="743"/>
      <w:bookmarkEnd w:id="744"/>
      <w:bookmarkEnd w:id="745"/>
      <w:bookmarkEnd w:id="746"/>
      <w:bookmarkEnd w:id="747"/>
      <w:bookmarkEnd w:id="748"/>
      <w:bookmarkEnd w:id="749"/>
    </w:p>
    <w:p w14:paraId="2668F371" w14:textId="77777777" w:rsidR="002F0E6A" w:rsidRDefault="002F0E6A" w:rsidP="002F0E6A">
      <w:r>
        <w:t>KMIP clients conformant to this profile:</w:t>
      </w:r>
    </w:p>
    <w:p w14:paraId="23500268" w14:textId="32E004F2" w:rsidR="002F0E6A" w:rsidRDefault="002F0E6A" w:rsidP="002F0E6A">
      <w:pPr>
        <w:numPr>
          <w:ilvl w:val="0"/>
          <w:numId w:val="10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4F7906C7" w14:textId="3E5BC757" w:rsidR="002F0E6A" w:rsidRPr="00D1622D" w:rsidRDefault="002F0E6A" w:rsidP="002F0E6A">
      <w:pPr>
        <w:numPr>
          <w:ilvl w:val="0"/>
          <w:numId w:val="105"/>
        </w:numPr>
      </w:pPr>
      <w:r>
        <w:t xml:space="preserve">SHALL conform with </w:t>
      </w:r>
      <w:r>
        <w:fldChar w:fldCharType="begin"/>
      </w:r>
      <w:r>
        <w:instrText xml:space="preserve"> REF _Ref439709928 \h </w:instrText>
      </w:r>
      <w:r>
        <w:fldChar w:fldCharType="separate"/>
      </w:r>
      <w:r w:rsidR="00DA37E6">
        <w:t>XML Encoding</w:t>
      </w:r>
      <w:r>
        <w:fldChar w:fldCharType="end"/>
      </w:r>
      <w:r>
        <w:t xml:space="preserve"> (</w:t>
      </w:r>
      <w:r>
        <w:fldChar w:fldCharType="begin"/>
      </w:r>
      <w:r>
        <w:instrText xml:space="preserve"> REF _Ref439709928 \r \h </w:instrText>
      </w:r>
      <w:r>
        <w:fldChar w:fldCharType="separate"/>
      </w:r>
      <w:r w:rsidR="00DA37E6">
        <w:t>5.4.1</w:t>
      </w:r>
      <w:r>
        <w:fldChar w:fldCharType="end"/>
      </w:r>
      <w:r>
        <w:t>)</w:t>
      </w:r>
    </w:p>
    <w:p w14:paraId="7105E691" w14:textId="7A7F909C" w:rsidR="002F0E6A" w:rsidRPr="006436AE" w:rsidRDefault="002F0E6A" w:rsidP="002F0E6A">
      <w:pPr>
        <w:numPr>
          <w:ilvl w:val="0"/>
          <w:numId w:val="105"/>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DA37E6">
        <w:t>5.5.2</w:t>
      </w:r>
      <w:r>
        <w:fldChar w:fldCharType="end"/>
      </w:r>
    </w:p>
    <w:p w14:paraId="0A6B468F" w14:textId="77777777" w:rsidR="002F0E6A" w:rsidRDefault="002F0E6A" w:rsidP="002F0E6A">
      <w:pPr>
        <w:numPr>
          <w:ilvl w:val="0"/>
          <w:numId w:val="105"/>
        </w:numPr>
      </w:pPr>
      <w:r w:rsidRPr="006436AE">
        <w:t>MAY support extensions outside the scope of this standard (e.g., vendor extensions, conformance clauses) that do not contradict any KMIP requirements.</w:t>
      </w:r>
    </w:p>
    <w:p w14:paraId="507E956B" w14:textId="77777777" w:rsidR="002F0E6A" w:rsidRPr="000C30ED" w:rsidRDefault="002F0E6A" w:rsidP="002F0E6A">
      <w:pPr>
        <w:pStyle w:val="Heading3"/>
        <w:numPr>
          <w:ilvl w:val="2"/>
          <w:numId w:val="2"/>
        </w:numPr>
      </w:pPr>
      <w:bookmarkStart w:id="750" w:name="_Ref439710263"/>
      <w:bookmarkStart w:id="751" w:name="_Toc439711260"/>
      <w:bookmarkStart w:id="752" w:name="_Toc463354565"/>
      <w:bookmarkStart w:id="753" w:name="_Toc478070467"/>
      <w:bookmarkStart w:id="754" w:name="_Toc479342087"/>
      <w:bookmarkStart w:id="755" w:name="_Toc491431458"/>
      <w:bookmarkStart w:id="756" w:name="_Toc533021359"/>
      <w:bookmarkStart w:id="757" w:name="_Toc535231602"/>
      <w:bookmarkStart w:id="758" w:name="_Toc14773225"/>
      <w:bookmarkStart w:id="759" w:name="_Toc27473276"/>
      <w:bookmarkStart w:id="760" w:name="_Toc32324412"/>
      <w:bookmarkStart w:id="761" w:name="_Toc176876119"/>
      <w:r>
        <w:t>XML Server</w:t>
      </w:r>
      <w:bookmarkEnd w:id="750"/>
      <w:bookmarkEnd w:id="751"/>
      <w:bookmarkEnd w:id="752"/>
      <w:bookmarkEnd w:id="753"/>
      <w:bookmarkEnd w:id="754"/>
      <w:bookmarkEnd w:id="755"/>
      <w:bookmarkEnd w:id="756"/>
      <w:bookmarkEnd w:id="757"/>
      <w:bookmarkEnd w:id="758"/>
      <w:bookmarkEnd w:id="759"/>
      <w:bookmarkEnd w:id="760"/>
      <w:bookmarkEnd w:id="761"/>
    </w:p>
    <w:p w14:paraId="23370FED" w14:textId="77777777" w:rsidR="002F0E6A" w:rsidRDefault="002F0E6A" w:rsidP="002F0E6A">
      <w:r>
        <w:t>KMIP servers conformant to this profile:</w:t>
      </w:r>
    </w:p>
    <w:p w14:paraId="126AB9B6" w14:textId="1BA40B3E" w:rsidR="002F0E6A" w:rsidRPr="00D1622D" w:rsidRDefault="002F0E6A" w:rsidP="002F0E6A">
      <w:pPr>
        <w:numPr>
          <w:ilvl w:val="0"/>
          <w:numId w:val="11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236340F4" w14:textId="7BB96D98" w:rsidR="002F0E6A" w:rsidRPr="00D1622D" w:rsidRDefault="002F0E6A" w:rsidP="002F0E6A">
      <w:pPr>
        <w:numPr>
          <w:ilvl w:val="0"/>
          <w:numId w:val="112"/>
        </w:numPr>
      </w:pPr>
      <w:r>
        <w:t xml:space="preserve">SHALL conform with </w:t>
      </w:r>
      <w:r>
        <w:fldChar w:fldCharType="begin"/>
      </w:r>
      <w:r>
        <w:instrText xml:space="preserve"> REF _Ref439709928 \h </w:instrText>
      </w:r>
      <w:r>
        <w:fldChar w:fldCharType="separate"/>
      </w:r>
      <w:r w:rsidR="00DA37E6">
        <w:t>XML Encoding</w:t>
      </w:r>
      <w:r>
        <w:fldChar w:fldCharType="end"/>
      </w:r>
      <w:r>
        <w:t xml:space="preserve"> (</w:t>
      </w:r>
      <w:r>
        <w:fldChar w:fldCharType="begin"/>
      </w:r>
      <w:r>
        <w:instrText xml:space="preserve"> REF _Ref439709928 \r \h </w:instrText>
      </w:r>
      <w:r>
        <w:fldChar w:fldCharType="separate"/>
      </w:r>
      <w:r w:rsidR="00DA37E6">
        <w:t>5.4.1</w:t>
      </w:r>
      <w:r>
        <w:fldChar w:fldCharType="end"/>
      </w:r>
      <w:r>
        <w:t>)</w:t>
      </w:r>
    </w:p>
    <w:p w14:paraId="31BF8F35" w14:textId="2200F4A4" w:rsidR="002F0E6A" w:rsidRPr="006436AE" w:rsidRDefault="002F0E6A" w:rsidP="002F0E6A">
      <w:pPr>
        <w:numPr>
          <w:ilvl w:val="0"/>
          <w:numId w:val="112"/>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DA37E6">
        <w:t>5.5.3</w:t>
      </w:r>
      <w:r>
        <w:fldChar w:fldCharType="end"/>
      </w:r>
    </w:p>
    <w:p w14:paraId="1CE5B16F" w14:textId="77777777" w:rsidR="002F0E6A" w:rsidRDefault="002F0E6A" w:rsidP="002F0E6A">
      <w:pPr>
        <w:numPr>
          <w:ilvl w:val="0"/>
          <w:numId w:val="112"/>
        </w:numPr>
      </w:pPr>
      <w:r w:rsidRPr="006436AE">
        <w:t>MAY support extensions outside the scope of this standard (e.g., vendor extensions, conformance clauses) that do not contradict any KMIP requirements.</w:t>
      </w:r>
    </w:p>
    <w:p w14:paraId="32D4A63F" w14:textId="77777777" w:rsidR="002F0E6A" w:rsidRDefault="002F0E6A" w:rsidP="002F0E6A">
      <w:pPr>
        <w:pStyle w:val="Heading3"/>
        <w:numPr>
          <w:ilvl w:val="2"/>
          <w:numId w:val="2"/>
        </w:numPr>
      </w:pPr>
      <w:bookmarkStart w:id="762" w:name="_Toc32324413"/>
      <w:bookmarkStart w:id="763" w:name="_Ref439710195"/>
      <w:bookmarkStart w:id="764" w:name="_Toc439711261"/>
      <w:bookmarkStart w:id="765" w:name="_Toc463354566"/>
      <w:bookmarkStart w:id="766" w:name="_Toc478070468"/>
      <w:bookmarkStart w:id="767" w:name="_Toc479342088"/>
      <w:bookmarkStart w:id="768" w:name="_Toc491431459"/>
      <w:bookmarkStart w:id="769" w:name="_Toc533021360"/>
      <w:bookmarkStart w:id="770" w:name="_Toc535231603"/>
      <w:bookmarkStart w:id="771" w:name="_Toc14773226"/>
      <w:bookmarkStart w:id="772" w:name="_Toc27473277"/>
      <w:bookmarkStart w:id="773" w:name="_Toc176876120"/>
      <w:r>
        <w:t xml:space="preserve">XML Mandatory Test Cases KMIP </w:t>
      </w:r>
      <w:bookmarkEnd w:id="762"/>
      <w:r>
        <w:t>v</w:t>
      </w:r>
      <w:bookmarkEnd w:id="763"/>
      <w:bookmarkEnd w:id="764"/>
      <w:bookmarkEnd w:id="765"/>
      <w:bookmarkEnd w:id="766"/>
      <w:bookmarkEnd w:id="767"/>
      <w:bookmarkEnd w:id="768"/>
      <w:bookmarkEnd w:id="769"/>
      <w:bookmarkEnd w:id="770"/>
      <w:bookmarkEnd w:id="771"/>
      <w:bookmarkEnd w:id="772"/>
      <w:r w:rsidR="00697364">
        <w:t>3.0</w:t>
      </w:r>
      <w:bookmarkEnd w:id="773"/>
    </w:p>
    <w:p w14:paraId="22FA9E33" w14:textId="77777777" w:rsidR="002F0E6A" w:rsidRDefault="002F0E6A" w:rsidP="002F0E6A">
      <w:pPr>
        <w:pStyle w:val="Heading4"/>
        <w:numPr>
          <w:ilvl w:val="3"/>
          <w:numId w:val="2"/>
        </w:numPr>
      </w:pPr>
      <w:bookmarkStart w:id="774" w:name="_Toc32324414"/>
      <w:bookmarkStart w:id="775" w:name="_Toc439711262"/>
      <w:bookmarkStart w:id="776" w:name="_Toc463354567"/>
      <w:bookmarkStart w:id="777" w:name="_Toc478070469"/>
      <w:bookmarkStart w:id="778" w:name="_Toc479342089"/>
      <w:bookmarkStart w:id="779" w:name="_Toc491431460"/>
      <w:bookmarkStart w:id="780" w:name="_Toc533021361"/>
      <w:bookmarkStart w:id="781" w:name="_Toc535231604"/>
      <w:bookmarkStart w:id="782" w:name="_Toc14773227"/>
      <w:bookmarkStart w:id="783" w:name="_Toc27473278"/>
      <w:bookmarkStart w:id="784" w:name="_Toc176876121"/>
      <w:r>
        <w:t>MSGENC-XML-M-1-</w:t>
      </w:r>
      <w:bookmarkEnd w:id="774"/>
      <w:r>
        <w:t>30</w:t>
      </w:r>
      <w:bookmarkEnd w:id="775"/>
      <w:bookmarkEnd w:id="776"/>
      <w:bookmarkEnd w:id="777"/>
      <w:bookmarkEnd w:id="778"/>
      <w:bookmarkEnd w:id="779"/>
      <w:bookmarkEnd w:id="780"/>
      <w:bookmarkEnd w:id="781"/>
      <w:bookmarkEnd w:id="782"/>
      <w:bookmarkEnd w:id="783"/>
      <w:bookmarkEnd w:id="784"/>
    </w:p>
    <w:p w14:paraId="0393BFCE"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5631FAEE" w14:textId="77777777" w:rsidR="002F0E6A" w:rsidRDefault="002F0E6A" w:rsidP="002F0E6A">
      <w:r>
        <w:t>The specific list of operations and object types returned in the response MAY vary.</w:t>
      </w:r>
    </w:p>
    <w:p w14:paraId="56746609" w14:textId="77777777" w:rsidR="002F0E6A" w:rsidRDefault="002F0E6A" w:rsidP="002F0E6A">
      <w:r w:rsidRPr="002A557E">
        <w:t xml:space="preserve">See </w:t>
      </w:r>
      <w:hyperlink r:id="rId80" w:history="1">
        <w:r w:rsidRPr="002A557E">
          <w:rPr>
            <w:rStyle w:val="Hyperlink"/>
          </w:rPr>
          <w:t>test-cases/kmip</w:t>
        </w:r>
        <w:r w:rsidR="00697364">
          <w:rPr>
            <w:rStyle w:val="Hyperlink"/>
          </w:rPr>
          <w:t>-v3.0</w:t>
        </w:r>
        <w:r w:rsidRPr="002A557E">
          <w:rPr>
            <w:rStyle w:val="Hyperlink"/>
          </w:rPr>
          <w:t>/mandatory/MSGENC-XML-M-1</w:t>
        </w:r>
        <w:r>
          <w:rPr>
            <w:rStyle w:val="Hyperlink"/>
          </w:rPr>
          <w:t>-30.xml</w:t>
        </w:r>
      </w:hyperlink>
      <w:r>
        <w:t>.</w:t>
      </w:r>
    </w:p>
    <w:p w14:paraId="4A7B3E7C" w14:textId="77777777" w:rsidR="002F0E6A" w:rsidRDefault="002F0E6A" w:rsidP="002F0E6A">
      <w:pPr>
        <w:pStyle w:val="Heading2"/>
        <w:numPr>
          <w:ilvl w:val="1"/>
          <w:numId w:val="2"/>
        </w:numPr>
      </w:pPr>
      <w:bookmarkStart w:id="785" w:name="_Toc439711263"/>
      <w:bookmarkStart w:id="786" w:name="_Toc463354568"/>
      <w:bookmarkStart w:id="787" w:name="_Toc478070470"/>
      <w:bookmarkStart w:id="788" w:name="_Toc479342090"/>
      <w:bookmarkStart w:id="789" w:name="_Toc491431461"/>
      <w:bookmarkStart w:id="790" w:name="_Toc533021362"/>
      <w:bookmarkStart w:id="791" w:name="_Toc535231605"/>
      <w:bookmarkStart w:id="792" w:name="_Toc14773228"/>
      <w:bookmarkStart w:id="793" w:name="_Toc27473279"/>
      <w:bookmarkStart w:id="794" w:name="_Toc32324415"/>
      <w:bookmarkStart w:id="795" w:name="_Toc176876122"/>
      <w:r>
        <w:t>JSON Profiles</w:t>
      </w:r>
      <w:bookmarkEnd w:id="785"/>
      <w:bookmarkEnd w:id="786"/>
      <w:bookmarkEnd w:id="787"/>
      <w:bookmarkEnd w:id="788"/>
      <w:bookmarkEnd w:id="789"/>
      <w:bookmarkEnd w:id="790"/>
      <w:bookmarkEnd w:id="791"/>
      <w:bookmarkEnd w:id="792"/>
      <w:bookmarkEnd w:id="793"/>
      <w:bookmarkEnd w:id="794"/>
      <w:bookmarkEnd w:id="795"/>
    </w:p>
    <w:p w14:paraId="7519055E" w14:textId="77777777" w:rsidR="002F0E6A" w:rsidRDefault="002F0E6A" w:rsidP="002F0E6A">
      <w:r>
        <w:t xml:space="preserve">The JSON profile specifies the use of KMIP replacing the TTLV message encoding with a JSON message encoding. The results returned using the JSON encoding SHALL be logically the same as if the message encoding was in TTLV form. All size or length values specified within tag values for KMIP items SHALL be the same in JSON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JSON-encoded response.</w:t>
      </w:r>
    </w:p>
    <w:p w14:paraId="5BEFDDAF" w14:textId="77777777" w:rsidR="002F0E6A" w:rsidRDefault="002F0E6A" w:rsidP="002F0E6A">
      <w:pPr>
        <w:pStyle w:val="Heading3"/>
        <w:numPr>
          <w:ilvl w:val="2"/>
          <w:numId w:val="2"/>
        </w:numPr>
      </w:pPr>
      <w:bookmarkStart w:id="796" w:name="_Ref339485768"/>
      <w:bookmarkStart w:id="797" w:name="_Toc339486970"/>
      <w:bookmarkStart w:id="798" w:name="_Toc364100225"/>
      <w:bookmarkStart w:id="799" w:name="_Toc390267607"/>
      <w:bookmarkStart w:id="800" w:name="_Toc409610475"/>
      <w:bookmarkStart w:id="801" w:name="_Toc439711264"/>
      <w:bookmarkStart w:id="802" w:name="_Toc463354569"/>
      <w:bookmarkStart w:id="803" w:name="_Toc478070471"/>
      <w:bookmarkStart w:id="804" w:name="_Toc479342091"/>
      <w:bookmarkStart w:id="805" w:name="_Toc491431462"/>
      <w:bookmarkStart w:id="806" w:name="_Toc533021363"/>
      <w:bookmarkStart w:id="807" w:name="_Toc535231606"/>
      <w:bookmarkStart w:id="808" w:name="_Toc14773229"/>
      <w:bookmarkStart w:id="809" w:name="_Toc27473280"/>
      <w:bookmarkStart w:id="810" w:name="_Toc32324416"/>
      <w:bookmarkStart w:id="811" w:name="_Toc176876123"/>
      <w:r>
        <w:t>JSON Encoding</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14:paraId="1C186A34" w14:textId="77777777" w:rsidR="002F0E6A" w:rsidRPr="00851608" w:rsidRDefault="002F0E6A" w:rsidP="002F0E6A">
      <w:pPr>
        <w:pStyle w:val="Heading4"/>
        <w:numPr>
          <w:ilvl w:val="3"/>
          <w:numId w:val="2"/>
        </w:numPr>
        <w:rPr>
          <w:lang w:val="en-AU"/>
        </w:rPr>
      </w:pPr>
      <w:bookmarkStart w:id="812" w:name="h.lfg0p06esrzr"/>
      <w:bookmarkStart w:id="813" w:name="_Toc339486973"/>
      <w:bookmarkStart w:id="814" w:name="_Toc364100228"/>
      <w:bookmarkStart w:id="815" w:name="_Toc390267610"/>
      <w:bookmarkStart w:id="816" w:name="_Toc409610478"/>
      <w:bookmarkStart w:id="817" w:name="_Toc439711265"/>
      <w:bookmarkStart w:id="818" w:name="_Toc463354570"/>
      <w:bookmarkStart w:id="819" w:name="_Toc478070472"/>
      <w:bookmarkStart w:id="820" w:name="_Toc479342092"/>
      <w:bookmarkStart w:id="821" w:name="_Toc491431463"/>
      <w:bookmarkStart w:id="822" w:name="_Toc533021364"/>
      <w:bookmarkStart w:id="823" w:name="_Toc535231607"/>
      <w:bookmarkStart w:id="824" w:name="_Toc14773230"/>
      <w:bookmarkStart w:id="825" w:name="_Toc27473281"/>
      <w:bookmarkStart w:id="826" w:name="_Toc32324417"/>
      <w:bookmarkStart w:id="827" w:name="_Toc176876124"/>
      <w:bookmarkStart w:id="828" w:name="_Toc339486971"/>
      <w:bookmarkStart w:id="829" w:name="_Toc364100226"/>
      <w:bookmarkStart w:id="830" w:name="_Toc390267608"/>
      <w:bookmarkStart w:id="831" w:name="_Toc409610476"/>
      <w:r w:rsidRPr="00851608">
        <w:rPr>
          <w:lang w:val="en-AU"/>
        </w:rPr>
        <w:t>Normalizing</w:t>
      </w:r>
      <w:bookmarkEnd w:id="812"/>
      <w:r w:rsidRPr="00851608">
        <w:rPr>
          <w:lang w:val="en-AU"/>
        </w:rPr>
        <w:t xml:space="preserve"> Names</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6FAF0862" w14:textId="77777777" w:rsidR="002F0E6A" w:rsidRDefault="002F0E6A" w:rsidP="002F0E6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w:t>
      </w:r>
      <w:proofErr w:type="gramStart"/>
      <w:r w:rsidRPr="00851608">
        <w:rPr>
          <w:color w:val="000000"/>
        </w:rPr>
        <w:t>an</w:t>
      </w:r>
      <w:proofErr w:type="gramEnd"/>
      <w:r w:rsidRPr="00851608">
        <w:rPr>
          <w:color w:val="000000"/>
        </w:rPr>
        <w:t xml:space="preserve"> </w:t>
      </w:r>
      <w:r>
        <w:rPr>
          <w:color w:val="000000"/>
        </w:rPr>
        <w:t>JSON</w:t>
      </w:r>
      <w:r w:rsidRPr="00851608">
        <w:rPr>
          <w:color w:val="000000"/>
        </w:rPr>
        <w:t xml:space="preserve"> name</w:t>
      </w:r>
      <w:r>
        <w:rPr>
          <w:color w:val="000000"/>
        </w:rPr>
        <w:t>.</w:t>
      </w:r>
    </w:p>
    <w:p w14:paraId="28E179FC" w14:textId="77777777" w:rsidR="002F0E6A" w:rsidRPr="00851608" w:rsidRDefault="002F0E6A" w:rsidP="002F0E6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6D117F0D" w14:textId="77777777" w:rsidR="002F0E6A" w:rsidRPr="00851608" w:rsidRDefault="002F0E6A" w:rsidP="002F0E6A">
      <w:pPr>
        <w:numPr>
          <w:ilvl w:val="0"/>
          <w:numId w:val="122"/>
        </w:numPr>
        <w:spacing w:before="0" w:after="0"/>
        <w:rPr>
          <w:color w:val="000000"/>
        </w:rPr>
      </w:pPr>
      <w:r w:rsidRPr="00851608">
        <w:rPr>
          <w:color w:val="000000"/>
        </w:rPr>
        <w:t>Replace round brackets ‘(‘, ‘)’ with spaces</w:t>
      </w:r>
    </w:p>
    <w:p w14:paraId="53441300" w14:textId="77777777" w:rsidR="002F0E6A" w:rsidRPr="00851608" w:rsidRDefault="002F0E6A" w:rsidP="002F0E6A">
      <w:pPr>
        <w:numPr>
          <w:ilvl w:val="0"/>
          <w:numId w:val="122"/>
        </w:numPr>
        <w:spacing w:before="0" w:after="0"/>
        <w:rPr>
          <w:color w:val="000000"/>
        </w:rPr>
      </w:pPr>
      <w:r w:rsidRPr="00851608">
        <w:rPr>
          <w:color w:val="000000"/>
        </w:rPr>
        <w:t>If a non-word char (not alpha, digit or underscore) is followed by a letter (either upper or lower case) then a lower-case letter, replace the non-word char with space</w:t>
      </w:r>
    </w:p>
    <w:p w14:paraId="7599DBCF" w14:textId="77777777" w:rsidR="002F0E6A" w:rsidRPr="00851608" w:rsidRDefault="002F0E6A" w:rsidP="002F0E6A">
      <w:pPr>
        <w:numPr>
          <w:ilvl w:val="0"/>
          <w:numId w:val="122"/>
        </w:numPr>
        <w:spacing w:before="0" w:after="0"/>
        <w:rPr>
          <w:color w:val="000000"/>
        </w:rPr>
      </w:pPr>
      <w:r w:rsidRPr="00851608">
        <w:rPr>
          <w:color w:val="000000"/>
        </w:rPr>
        <w:t>Replace remaining non-word chars (except whitespace) with underscore.</w:t>
      </w:r>
    </w:p>
    <w:p w14:paraId="2A929B39" w14:textId="77777777" w:rsidR="002F0E6A" w:rsidRPr="00851608" w:rsidRDefault="002F0E6A" w:rsidP="002F0E6A">
      <w:pPr>
        <w:numPr>
          <w:ilvl w:val="0"/>
          <w:numId w:val="122"/>
        </w:numPr>
        <w:spacing w:before="0" w:after="0"/>
        <w:rPr>
          <w:color w:val="000000"/>
        </w:rPr>
      </w:pPr>
      <w:r w:rsidRPr="00851608">
        <w:rPr>
          <w:color w:val="000000"/>
        </w:rPr>
        <w:t>If the first word begins with a digit, move all digits at start of first word to end of first word</w:t>
      </w:r>
    </w:p>
    <w:p w14:paraId="55599978" w14:textId="77777777" w:rsidR="002F0E6A" w:rsidRPr="00851608" w:rsidRDefault="002F0E6A" w:rsidP="002F0E6A">
      <w:pPr>
        <w:numPr>
          <w:ilvl w:val="0"/>
          <w:numId w:val="122"/>
        </w:numPr>
        <w:spacing w:before="0" w:after="0"/>
        <w:rPr>
          <w:color w:val="000000"/>
        </w:rPr>
      </w:pPr>
      <w:r w:rsidRPr="00851608">
        <w:rPr>
          <w:color w:val="000000"/>
        </w:rPr>
        <w:t>Capitalize the first letter of each word</w:t>
      </w:r>
    </w:p>
    <w:p w14:paraId="69618089" w14:textId="77777777" w:rsidR="002F0E6A" w:rsidRPr="00851608" w:rsidRDefault="002F0E6A" w:rsidP="002F0E6A">
      <w:pPr>
        <w:numPr>
          <w:ilvl w:val="0"/>
          <w:numId w:val="122"/>
        </w:numPr>
        <w:spacing w:before="0" w:after="0"/>
        <w:rPr>
          <w:i/>
        </w:rPr>
      </w:pPr>
      <w:r w:rsidRPr="00851608">
        <w:rPr>
          <w:color w:val="000000"/>
        </w:rPr>
        <w:t>Concatenate all words with spaces removed</w:t>
      </w:r>
    </w:p>
    <w:p w14:paraId="5C8CEFD8" w14:textId="77777777" w:rsidR="002F0E6A" w:rsidRPr="00851608" w:rsidRDefault="002F0E6A" w:rsidP="002F0E6A">
      <w:pPr>
        <w:pStyle w:val="Heading4"/>
        <w:numPr>
          <w:ilvl w:val="3"/>
          <w:numId w:val="2"/>
        </w:numPr>
        <w:rPr>
          <w:lang w:val="en-AU"/>
        </w:rPr>
      </w:pPr>
      <w:bookmarkStart w:id="832" w:name="_Toc439711266"/>
      <w:bookmarkStart w:id="833" w:name="_Toc463354571"/>
      <w:bookmarkStart w:id="834" w:name="_Toc478070473"/>
      <w:bookmarkStart w:id="835" w:name="_Toc479342093"/>
      <w:bookmarkStart w:id="836" w:name="_Toc491431464"/>
      <w:bookmarkStart w:id="837" w:name="_Toc533021365"/>
      <w:bookmarkStart w:id="838" w:name="_Toc535231608"/>
      <w:bookmarkStart w:id="839" w:name="_Toc14773231"/>
      <w:bookmarkStart w:id="840" w:name="_Toc27473282"/>
      <w:bookmarkStart w:id="841" w:name="_Toc32324418"/>
      <w:bookmarkStart w:id="842" w:name="_Toc176876125"/>
      <w:r w:rsidRPr="00851608">
        <w:rPr>
          <w:lang w:val="en-AU"/>
        </w:rPr>
        <w:t>Hex representations</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25DA16C6" w14:textId="77777777" w:rsidR="002F0E6A" w:rsidRPr="00851608" w:rsidRDefault="002F0E6A" w:rsidP="002F0E6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xml:space="preserve">.  Hex representation for Byte Strings </w:t>
      </w:r>
      <w:proofErr w:type="gramStart"/>
      <w:r w:rsidRPr="00851608">
        <w:rPr>
          <w:color w:val="000000"/>
        </w:rPr>
        <w:t>are</w:t>
      </w:r>
      <w:proofErr w:type="gramEnd"/>
      <w:r w:rsidRPr="00851608">
        <w:rPr>
          <w:color w:val="000000"/>
        </w:rPr>
        <w:t xml:space="preserve"> similar to numbers, but do not include the ‘0x’ prefix, and can be of any length.</w:t>
      </w:r>
    </w:p>
    <w:p w14:paraId="3AA87396" w14:textId="77777777" w:rsidR="002F0E6A" w:rsidRPr="00851608" w:rsidRDefault="002F0E6A" w:rsidP="002F0E6A">
      <w:pPr>
        <w:pStyle w:val="Heading4"/>
        <w:numPr>
          <w:ilvl w:val="3"/>
          <w:numId w:val="2"/>
        </w:numPr>
        <w:rPr>
          <w:lang w:val="en-AU"/>
        </w:rPr>
      </w:pPr>
      <w:bookmarkStart w:id="843" w:name="_Toc339486972"/>
      <w:bookmarkStart w:id="844" w:name="_Toc364100227"/>
      <w:bookmarkStart w:id="845" w:name="_Toc390267609"/>
      <w:bookmarkStart w:id="846" w:name="_Toc409610477"/>
      <w:bookmarkStart w:id="847" w:name="_Toc439711267"/>
      <w:bookmarkStart w:id="848" w:name="_Toc463354572"/>
      <w:bookmarkStart w:id="849" w:name="_Toc478070474"/>
      <w:bookmarkStart w:id="850" w:name="_Toc479342094"/>
      <w:bookmarkStart w:id="851" w:name="_Toc491431465"/>
      <w:bookmarkStart w:id="852" w:name="_Toc533021366"/>
      <w:bookmarkStart w:id="853" w:name="_Toc535231609"/>
      <w:bookmarkStart w:id="854" w:name="_Toc14773232"/>
      <w:bookmarkStart w:id="855" w:name="_Toc27473283"/>
      <w:bookmarkStart w:id="856" w:name="_Toc32324419"/>
      <w:bookmarkStart w:id="857" w:name="_Toc176876126"/>
      <w:r w:rsidRPr="00851608">
        <w:rPr>
          <w:lang w:val="en-AU"/>
        </w:rPr>
        <w:t>Tags</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r w:rsidRPr="00851608">
        <w:rPr>
          <w:lang w:val="en-AU"/>
        </w:rPr>
        <w:t xml:space="preserve"> </w:t>
      </w:r>
    </w:p>
    <w:p w14:paraId="6B670A2C" w14:textId="77777777" w:rsidR="002F0E6A" w:rsidRPr="00851608" w:rsidRDefault="002F0E6A" w:rsidP="002F0E6A">
      <w:pPr>
        <w:rPr>
          <w:color w:val="000000"/>
        </w:rPr>
      </w:pPr>
      <w:r w:rsidRPr="00851608">
        <w:rPr>
          <w:color w:val="000000"/>
        </w:rPr>
        <w:t>Tags are a String that may contain either:</w:t>
      </w:r>
    </w:p>
    <w:p w14:paraId="6AFE1B2A"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31650ABA"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0C594DC7"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5909745A" w14:textId="77777777" w:rsidR="002F0E6A" w:rsidRPr="00851608" w:rsidRDefault="002F0E6A" w:rsidP="002F0E6A">
      <w:pPr>
        <w:pStyle w:val="Heading4"/>
        <w:numPr>
          <w:ilvl w:val="3"/>
          <w:numId w:val="2"/>
        </w:numPr>
        <w:rPr>
          <w:lang w:val="en-AU"/>
        </w:rPr>
      </w:pPr>
      <w:bookmarkStart w:id="858" w:name="_Toc339486974"/>
      <w:bookmarkStart w:id="859" w:name="_Toc364100229"/>
      <w:bookmarkStart w:id="860" w:name="_Toc390267611"/>
      <w:bookmarkStart w:id="861" w:name="_Toc409610479"/>
      <w:bookmarkStart w:id="862" w:name="_Toc439711268"/>
      <w:bookmarkStart w:id="863" w:name="_Toc463354573"/>
      <w:bookmarkStart w:id="864" w:name="_Toc478070475"/>
      <w:bookmarkStart w:id="865" w:name="_Toc479342095"/>
      <w:bookmarkStart w:id="866" w:name="_Toc491431466"/>
      <w:bookmarkStart w:id="867" w:name="_Toc533021367"/>
      <w:bookmarkStart w:id="868" w:name="_Toc535231610"/>
      <w:bookmarkStart w:id="869" w:name="_Toc14773233"/>
      <w:bookmarkStart w:id="870" w:name="_Toc27473284"/>
      <w:bookmarkStart w:id="871" w:name="_Toc32324420"/>
      <w:bookmarkStart w:id="872" w:name="_Toc176876127"/>
      <w:r w:rsidRPr="00851608">
        <w:rPr>
          <w:lang w:val="en-AU"/>
        </w:rPr>
        <w:t>Type</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851608">
        <w:rPr>
          <w:lang w:val="en-AU"/>
        </w:rPr>
        <w:t xml:space="preserve"> </w:t>
      </w:r>
    </w:p>
    <w:p w14:paraId="5AC18F37" w14:textId="77777777" w:rsidR="002F0E6A" w:rsidRPr="00851608" w:rsidRDefault="002F0E6A" w:rsidP="002F0E6A">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4EA007BF" w14:textId="77777777" w:rsidR="002F0E6A" w:rsidRPr="00851608" w:rsidRDefault="002F0E6A" w:rsidP="002F0E6A">
      <w:pPr>
        <w:numPr>
          <w:ilvl w:val="0"/>
          <w:numId w:val="109"/>
        </w:numPr>
        <w:spacing w:before="0" w:after="0"/>
        <w:rPr>
          <w:color w:val="000000"/>
        </w:rPr>
      </w:pPr>
      <w:r w:rsidRPr="00851608">
        <w:rPr>
          <w:color w:val="000000"/>
        </w:rPr>
        <w:t>Structure</w:t>
      </w:r>
    </w:p>
    <w:p w14:paraId="6C561143" w14:textId="77777777" w:rsidR="002F0E6A" w:rsidRPr="00851608" w:rsidRDefault="002F0E6A" w:rsidP="002F0E6A">
      <w:pPr>
        <w:numPr>
          <w:ilvl w:val="0"/>
          <w:numId w:val="109"/>
        </w:numPr>
        <w:spacing w:before="0" w:after="0"/>
        <w:rPr>
          <w:color w:val="000000"/>
        </w:rPr>
      </w:pPr>
      <w:r w:rsidRPr="00851608">
        <w:rPr>
          <w:color w:val="000000"/>
        </w:rPr>
        <w:t>Integer</w:t>
      </w:r>
    </w:p>
    <w:p w14:paraId="3CE1203D" w14:textId="77777777" w:rsidR="002F0E6A" w:rsidRPr="00851608" w:rsidRDefault="002F0E6A" w:rsidP="002F0E6A">
      <w:pPr>
        <w:numPr>
          <w:ilvl w:val="0"/>
          <w:numId w:val="109"/>
        </w:numPr>
        <w:spacing w:before="0" w:after="0"/>
        <w:rPr>
          <w:color w:val="000000"/>
        </w:rPr>
      </w:pPr>
      <w:proofErr w:type="spellStart"/>
      <w:r w:rsidRPr="00851608">
        <w:rPr>
          <w:color w:val="000000"/>
        </w:rPr>
        <w:t>LongInteger</w:t>
      </w:r>
      <w:proofErr w:type="spellEnd"/>
    </w:p>
    <w:p w14:paraId="239EA964" w14:textId="77777777" w:rsidR="002F0E6A" w:rsidRPr="00851608" w:rsidRDefault="002F0E6A" w:rsidP="002F0E6A">
      <w:pPr>
        <w:numPr>
          <w:ilvl w:val="0"/>
          <w:numId w:val="109"/>
        </w:numPr>
        <w:spacing w:before="0" w:after="0"/>
        <w:rPr>
          <w:color w:val="000000"/>
        </w:rPr>
      </w:pPr>
      <w:proofErr w:type="spellStart"/>
      <w:r w:rsidRPr="00851608">
        <w:rPr>
          <w:color w:val="000000"/>
        </w:rPr>
        <w:t>BigInteger</w:t>
      </w:r>
      <w:proofErr w:type="spellEnd"/>
    </w:p>
    <w:p w14:paraId="18D52404" w14:textId="77777777" w:rsidR="002F0E6A" w:rsidRPr="00851608" w:rsidRDefault="002F0E6A" w:rsidP="002F0E6A">
      <w:pPr>
        <w:numPr>
          <w:ilvl w:val="0"/>
          <w:numId w:val="109"/>
        </w:numPr>
        <w:spacing w:before="0" w:after="0"/>
        <w:rPr>
          <w:color w:val="000000"/>
        </w:rPr>
      </w:pPr>
      <w:r w:rsidRPr="00851608">
        <w:rPr>
          <w:color w:val="000000"/>
        </w:rPr>
        <w:t>Enumeration</w:t>
      </w:r>
    </w:p>
    <w:p w14:paraId="43D37A41" w14:textId="77777777" w:rsidR="002F0E6A" w:rsidRPr="00851608" w:rsidRDefault="002F0E6A" w:rsidP="002F0E6A">
      <w:pPr>
        <w:numPr>
          <w:ilvl w:val="0"/>
          <w:numId w:val="109"/>
        </w:numPr>
        <w:spacing w:before="0" w:after="0"/>
        <w:rPr>
          <w:color w:val="000000"/>
        </w:rPr>
      </w:pPr>
      <w:r w:rsidRPr="00851608">
        <w:rPr>
          <w:color w:val="000000"/>
        </w:rPr>
        <w:t>Boolean</w:t>
      </w:r>
    </w:p>
    <w:p w14:paraId="2305F06C" w14:textId="77777777" w:rsidR="002F0E6A" w:rsidRPr="00851608" w:rsidRDefault="002F0E6A" w:rsidP="002F0E6A">
      <w:pPr>
        <w:numPr>
          <w:ilvl w:val="0"/>
          <w:numId w:val="109"/>
        </w:numPr>
        <w:spacing w:before="0" w:after="0"/>
        <w:rPr>
          <w:color w:val="000000"/>
        </w:rPr>
      </w:pPr>
      <w:proofErr w:type="spellStart"/>
      <w:r w:rsidRPr="00851608">
        <w:rPr>
          <w:color w:val="000000"/>
        </w:rPr>
        <w:t>TextString</w:t>
      </w:r>
      <w:proofErr w:type="spellEnd"/>
    </w:p>
    <w:p w14:paraId="35E52CC9" w14:textId="77777777" w:rsidR="002F0E6A" w:rsidRPr="00851608" w:rsidRDefault="002F0E6A" w:rsidP="002F0E6A">
      <w:pPr>
        <w:numPr>
          <w:ilvl w:val="0"/>
          <w:numId w:val="109"/>
        </w:numPr>
        <w:spacing w:before="0" w:after="0"/>
        <w:rPr>
          <w:color w:val="000000"/>
        </w:rPr>
      </w:pPr>
      <w:proofErr w:type="spellStart"/>
      <w:r w:rsidRPr="00851608">
        <w:rPr>
          <w:color w:val="000000"/>
        </w:rPr>
        <w:t>ByteString</w:t>
      </w:r>
      <w:proofErr w:type="spellEnd"/>
    </w:p>
    <w:p w14:paraId="33F3F4C9" w14:textId="77777777" w:rsidR="002F0E6A" w:rsidRPr="00851608" w:rsidRDefault="002F0E6A" w:rsidP="002F0E6A">
      <w:pPr>
        <w:numPr>
          <w:ilvl w:val="0"/>
          <w:numId w:val="109"/>
        </w:numPr>
        <w:spacing w:before="0" w:after="0"/>
        <w:rPr>
          <w:color w:val="000000"/>
        </w:rPr>
      </w:pPr>
      <w:proofErr w:type="spellStart"/>
      <w:r w:rsidRPr="00851608">
        <w:rPr>
          <w:color w:val="000000"/>
        </w:rPr>
        <w:t>DateTime</w:t>
      </w:r>
      <w:proofErr w:type="spellEnd"/>
    </w:p>
    <w:p w14:paraId="31028DB9" w14:textId="77777777" w:rsidR="002F0E6A" w:rsidRDefault="002F0E6A" w:rsidP="002F0E6A">
      <w:pPr>
        <w:numPr>
          <w:ilvl w:val="0"/>
          <w:numId w:val="109"/>
        </w:numPr>
        <w:spacing w:before="0" w:after="0"/>
        <w:rPr>
          <w:color w:val="000000"/>
        </w:rPr>
      </w:pPr>
      <w:r w:rsidRPr="00851608">
        <w:rPr>
          <w:color w:val="000000"/>
        </w:rPr>
        <w:t>Interval</w:t>
      </w:r>
    </w:p>
    <w:p w14:paraId="4A03CFB8" w14:textId="77777777" w:rsidR="002F0E6A" w:rsidRDefault="002F0E6A" w:rsidP="002F0E6A">
      <w:pPr>
        <w:numPr>
          <w:ilvl w:val="0"/>
          <w:numId w:val="109"/>
        </w:numPr>
        <w:spacing w:before="0" w:after="0"/>
        <w:rPr>
          <w:color w:val="000000"/>
        </w:rPr>
      </w:pPr>
      <w:proofErr w:type="spellStart"/>
      <w:r>
        <w:rPr>
          <w:color w:val="000000"/>
        </w:rPr>
        <w:t>DateTimeExtended</w:t>
      </w:r>
      <w:proofErr w:type="spellEnd"/>
    </w:p>
    <w:p w14:paraId="0F4493B3" w14:textId="77777777" w:rsidR="008B1509" w:rsidRDefault="008B1509" w:rsidP="002F0E6A">
      <w:pPr>
        <w:numPr>
          <w:ilvl w:val="0"/>
          <w:numId w:val="109"/>
        </w:numPr>
        <w:spacing w:before="0" w:after="0"/>
        <w:rPr>
          <w:color w:val="000000"/>
        </w:rPr>
      </w:pPr>
      <w:r>
        <w:rPr>
          <w:color w:val="000000"/>
        </w:rPr>
        <w:t>Identifier</w:t>
      </w:r>
    </w:p>
    <w:p w14:paraId="54E2E2F0" w14:textId="77777777" w:rsidR="008B1509" w:rsidRDefault="008B1509" w:rsidP="002F0E6A">
      <w:pPr>
        <w:numPr>
          <w:ilvl w:val="0"/>
          <w:numId w:val="109"/>
        </w:numPr>
        <w:spacing w:before="0" w:after="0"/>
        <w:rPr>
          <w:color w:val="000000"/>
        </w:rPr>
      </w:pPr>
      <w:r>
        <w:rPr>
          <w:color w:val="000000"/>
        </w:rPr>
        <w:t>Reference</w:t>
      </w:r>
    </w:p>
    <w:p w14:paraId="1F28F1C6" w14:textId="77777777" w:rsidR="008B1509" w:rsidRPr="00851608" w:rsidRDefault="008B1509" w:rsidP="002F0E6A">
      <w:pPr>
        <w:numPr>
          <w:ilvl w:val="0"/>
          <w:numId w:val="109"/>
        </w:numPr>
        <w:spacing w:before="0" w:after="0"/>
        <w:rPr>
          <w:color w:val="000000"/>
        </w:rPr>
      </w:pPr>
      <w:r>
        <w:rPr>
          <w:color w:val="000000"/>
        </w:rPr>
        <w:t>Name Reference</w:t>
      </w:r>
    </w:p>
    <w:p w14:paraId="00CFF194" w14:textId="77777777" w:rsidR="002F0E6A" w:rsidRDefault="002F0E6A" w:rsidP="002F0E6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w:t>
      </w:r>
      <w:r>
        <w:rPr>
          <w:color w:val="000000"/>
        </w:rPr>
        <w:t>.</w:t>
      </w:r>
    </w:p>
    <w:p w14:paraId="44737A88" w14:textId="77777777" w:rsidR="002F0E6A" w:rsidRPr="00851608" w:rsidRDefault="002F0E6A" w:rsidP="002F0E6A">
      <w:pPr>
        <w:pStyle w:val="Heading4"/>
        <w:numPr>
          <w:ilvl w:val="3"/>
          <w:numId w:val="2"/>
        </w:numPr>
        <w:rPr>
          <w:lang w:val="en-AU"/>
        </w:rPr>
      </w:pPr>
      <w:bookmarkStart w:id="873" w:name="h.aljgwwxedac8"/>
      <w:bookmarkStart w:id="874" w:name="_Toc339486975"/>
      <w:bookmarkStart w:id="875" w:name="_Toc364100230"/>
      <w:bookmarkStart w:id="876" w:name="_Toc390267612"/>
      <w:bookmarkStart w:id="877" w:name="_Toc409610480"/>
      <w:bookmarkStart w:id="878" w:name="_Toc439711269"/>
      <w:bookmarkStart w:id="879" w:name="_Toc463354574"/>
      <w:bookmarkStart w:id="880" w:name="_Toc478070476"/>
      <w:bookmarkStart w:id="881" w:name="_Toc479342096"/>
      <w:bookmarkStart w:id="882" w:name="_Toc491431467"/>
      <w:bookmarkStart w:id="883" w:name="_Toc533021368"/>
      <w:bookmarkStart w:id="884" w:name="_Toc535231611"/>
      <w:bookmarkStart w:id="885" w:name="_Toc14773234"/>
      <w:bookmarkStart w:id="886" w:name="_Toc27473285"/>
      <w:bookmarkStart w:id="887" w:name="_Toc32324421"/>
      <w:bookmarkStart w:id="888" w:name="_Toc176876128"/>
      <w:r w:rsidRPr="00851608">
        <w:rPr>
          <w:lang w:val="en-AU"/>
        </w:rPr>
        <w:t>Value</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r w:rsidRPr="00851608">
        <w:rPr>
          <w:lang w:val="en-AU"/>
        </w:rPr>
        <w:t xml:space="preserve"> </w:t>
      </w:r>
    </w:p>
    <w:p w14:paraId="1D307CFD" w14:textId="77777777" w:rsidR="002F0E6A" w:rsidRPr="00851608" w:rsidRDefault="002F0E6A" w:rsidP="002F0E6A">
      <w:pPr>
        <w:rPr>
          <w:color w:val="000000"/>
        </w:rPr>
      </w:pPr>
      <w:r w:rsidRPr="00851608">
        <w:rPr>
          <w:color w:val="000000"/>
        </w:rPr>
        <w:t>The specification of a value is represented differently for each TTLV type.</w:t>
      </w:r>
    </w:p>
    <w:p w14:paraId="6837C316" w14:textId="77777777" w:rsidR="002F0E6A" w:rsidRPr="00851608" w:rsidRDefault="002F0E6A" w:rsidP="002F0E6A">
      <w:pPr>
        <w:pStyle w:val="Heading4"/>
        <w:numPr>
          <w:ilvl w:val="3"/>
          <w:numId w:val="2"/>
        </w:numPr>
        <w:rPr>
          <w:lang w:val="en-AU"/>
        </w:rPr>
      </w:pPr>
      <w:bookmarkStart w:id="889" w:name="_Toc337679198"/>
      <w:bookmarkStart w:id="890" w:name="_Toc339486976"/>
      <w:bookmarkStart w:id="891" w:name="_Toc364100231"/>
      <w:bookmarkStart w:id="892" w:name="_Toc390267613"/>
      <w:bookmarkStart w:id="893" w:name="_Toc409610481"/>
      <w:bookmarkStart w:id="894" w:name="_Toc439711270"/>
      <w:bookmarkStart w:id="895" w:name="_Toc463354575"/>
      <w:bookmarkStart w:id="896" w:name="_Toc478070477"/>
      <w:bookmarkStart w:id="897" w:name="_Toc479342097"/>
      <w:bookmarkStart w:id="898" w:name="_Toc491431468"/>
      <w:bookmarkStart w:id="899" w:name="_Toc533021369"/>
      <w:bookmarkStart w:id="900" w:name="_Toc535231612"/>
      <w:bookmarkStart w:id="901" w:name="_Toc14773235"/>
      <w:bookmarkStart w:id="902" w:name="_Toc27473286"/>
      <w:bookmarkStart w:id="903" w:name="_Toc32324422"/>
      <w:bookmarkStart w:id="904" w:name="_Toc176876129"/>
      <w:r w:rsidRPr="00851608">
        <w:rPr>
          <w:lang w:val="en-AU"/>
        </w:rPr>
        <w:t>JSON</w:t>
      </w:r>
      <w:bookmarkEnd w:id="889"/>
      <w:r>
        <w:rPr>
          <w:lang w:val="en-AU"/>
        </w:rPr>
        <w:t xml:space="preserve"> Object</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14:paraId="3E440047" w14:textId="77777777" w:rsidR="002F0E6A" w:rsidRPr="004353C5" w:rsidRDefault="002F0E6A" w:rsidP="002F0E6A">
      <w:pPr>
        <w:pStyle w:val="western"/>
        <w:spacing w:after="0" w:line="276" w:lineRule="auto"/>
        <w:rPr>
          <w:rFonts w:ascii="Palatino Linotype" w:hAnsi="Palatino Linotype"/>
          <w:color w:val="000000"/>
          <w:sz w:val="20"/>
          <w:szCs w:val="20"/>
          <w:lang w:eastAsia="en-US"/>
        </w:rPr>
      </w:pPr>
      <w:r w:rsidRPr="004353C5">
        <w:rPr>
          <w:rFonts w:ascii="Palatino Linotype" w:hAnsi="Palatino Linotype"/>
          <w:color w:val="000000"/>
          <w:sz w:val="20"/>
          <w:szCs w:val="20"/>
          <w:lang w:eastAsia="en-US"/>
        </w:rPr>
        <w:t>For JSON encoding, each TTLV is represented as a JSON Object with properties ‘tag’, optional ‘name’, ‘type’ and ‘value’.</w:t>
      </w:r>
    </w:p>
    <w:p w14:paraId="51CB831A" w14:textId="77777777" w:rsidR="002F0E6A" w:rsidRPr="00851608" w:rsidRDefault="002F0E6A" w:rsidP="002F0E6A">
      <w:pPr>
        <w:pStyle w:val="western"/>
        <w:spacing w:before="0" w:beforeAutospacing="0" w:after="0" w:line="276" w:lineRule="auto"/>
        <w:rPr>
          <w:rFonts w:ascii="Courier New" w:hAnsi="Courier New" w:cs="Courier New"/>
          <w:sz w:val="16"/>
          <w:szCs w:val="16"/>
        </w:rPr>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07715816"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"0x54FFFF"</w:t>
      </w:r>
      <w:r w:rsidRPr="00851608">
        <w:rPr>
          <w:rFonts w:ascii="Courier New" w:hAnsi="Courier New" w:cs="Courier New"/>
          <w:sz w:val="16"/>
          <w:szCs w:val="16"/>
        </w:rPr>
        <w:t xml:space="preserve">, </w:t>
      </w:r>
      <w:r w:rsidRPr="00851608">
        <w:rPr>
          <w:rFonts w:ascii="Courier New" w:hAnsi="Courier New" w:cs="Courier New"/>
          <w:color w:val="2A00FF"/>
          <w:sz w:val="16"/>
          <w:szCs w:val="16"/>
        </w:rPr>
        <w:t>"name"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SomeExtension</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"Integer</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"0x00000001"</w:t>
      </w:r>
      <w:r w:rsidRPr="00851608">
        <w:rPr>
          <w:rFonts w:ascii="Courier New" w:hAnsi="Courier New" w:cs="Courier New"/>
          <w:sz w:val="16"/>
          <w:szCs w:val="16"/>
        </w:rPr>
        <w:t>}</w:t>
      </w:r>
    </w:p>
    <w:p w14:paraId="224CFD17" w14:textId="77777777" w:rsidR="002F0E6A" w:rsidRPr="00851608" w:rsidRDefault="002F0E6A" w:rsidP="002F0E6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7E961E90" w14:textId="77777777" w:rsidR="002F0E6A" w:rsidRPr="00851608" w:rsidRDefault="002F0E6A" w:rsidP="002F0E6A">
      <w:pPr>
        <w:pStyle w:val="Heading5"/>
        <w:numPr>
          <w:ilvl w:val="4"/>
          <w:numId w:val="2"/>
        </w:numPr>
        <w:rPr>
          <w:lang w:val="en-AU"/>
        </w:rPr>
      </w:pPr>
      <w:bookmarkStart w:id="905" w:name="_Toc339486977"/>
      <w:bookmarkStart w:id="906" w:name="_Toc364100232"/>
      <w:bookmarkStart w:id="907" w:name="_Toc463354576"/>
      <w:bookmarkStart w:id="908" w:name="_Toc491431469"/>
      <w:bookmarkStart w:id="909" w:name="_Toc533021370"/>
      <w:bookmarkStart w:id="910" w:name="_Toc535231613"/>
      <w:bookmarkStart w:id="911" w:name="_Toc14773236"/>
      <w:bookmarkStart w:id="912" w:name="_Toc27473287"/>
      <w:bookmarkStart w:id="913" w:name="_Toc32324423"/>
      <w:bookmarkStart w:id="914" w:name="_Toc176876130"/>
      <w:r w:rsidRPr="00851608">
        <w:rPr>
          <w:lang w:val="en-AU"/>
        </w:rPr>
        <w:t>Tags</w:t>
      </w:r>
      <w:bookmarkEnd w:id="905"/>
      <w:bookmarkEnd w:id="906"/>
      <w:bookmarkEnd w:id="907"/>
      <w:bookmarkEnd w:id="908"/>
      <w:bookmarkEnd w:id="909"/>
      <w:bookmarkEnd w:id="910"/>
      <w:bookmarkEnd w:id="911"/>
      <w:bookmarkEnd w:id="912"/>
      <w:bookmarkEnd w:id="913"/>
      <w:bookmarkEnd w:id="914"/>
      <w:r w:rsidRPr="00851608">
        <w:rPr>
          <w:lang w:val="en-AU"/>
        </w:rPr>
        <w:t xml:space="preserve"> </w:t>
      </w:r>
    </w:p>
    <w:p w14:paraId="601F77E4" w14:textId="77777777" w:rsidR="002F0E6A" w:rsidRPr="00851608" w:rsidRDefault="002F0E6A" w:rsidP="002F0E6A">
      <w:pPr>
        <w:rPr>
          <w:color w:val="000000"/>
        </w:rPr>
      </w:pPr>
      <w:r w:rsidRPr="00851608">
        <w:rPr>
          <w:color w:val="000000"/>
        </w:rPr>
        <w:t>Tags are a String that may contain either:</w:t>
      </w:r>
    </w:p>
    <w:p w14:paraId="32475027"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74DAB857"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05DEC916"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4ED4FE9F"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"0x420001"</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5C390B5A"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137563A0"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IVCounterNonce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ByteString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"a1b2c3d4"</w:t>
      </w:r>
      <w:r w:rsidRPr="00851608">
        <w:rPr>
          <w:rFonts w:ascii="Courier New" w:hAnsi="Courier New" w:cs="Courier New"/>
          <w:sz w:val="16"/>
          <w:szCs w:val="16"/>
        </w:rPr>
        <w:t>}</w:t>
      </w:r>
    </w:p>
    <w:p w14:paraId="197BA221"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PrivateKeyTemplateAttribute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"Structure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proofErr w:type="gramStart"/>
      <w:r w:rsidRPr="00851608">
        <w:rPr>
          <w:rFonts w:ascii="Courier New" w:hAnsi="Courier New" w:cs="Courier New"/>
          <w:color w:val="2A00FF"/>
          <w:sz w:val="16"/>
          <w:szCs w:val="16"/>
        </w:rPr>
        <w:t>"</w:t>
      </w:r>
      <w:r w:rsidRPr="00851608">
        <w:rPr>
          <w:rFonts w:ascii="Courier New" w:hAnsi="Courier New" w:cs="Courier New"/>
          <w:sz w:val="16"/>
          <w:szCs w:val="16"/>
        </w:rPr>
        <w:t>:[</w:t>
      </w:r>
      <w:proofErr w:type="gramEnd"/>
      <w:r w:rsidRPr="00851608">
        <w:rPr>
          <w:rFonts w:ascii="Courier New" w:hAnsi="Courier New" w:cs="Courier New"/>
          <w:sz w:val="16"/>
          <w:szCs w:val="16"/>
        </w:rPr>
        <w:t>]}</w:t>
      </w:r>
    </w:p>
    <w:p w14:paraId="37079DE3"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"0x545352"</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3A40D566"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"WELL_KNOWN_EXTENSION"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64476BEA" w14:textId="77777777" w:rsidR="002F0E6A" w:rsidRPr="00851608" w:rsidRDefault="002F0E6A" w:rsidP="002F0E6A">
      <w:pPr>
        <w:pStyle w:val="Heading5"/>
        <w:numPr>
          <w:ilvl w:val="4"/>
          <w:numId w:val="2"/>
        </w:numPr>
        <w:rPr>
          <w:lang w:val="en-AU"/>
        </w:rPr>
      </w:pPr>
      <w:bookmarkStart w:id="915" w:name="_Toc339486978"/>
      <w:bookmarkStart w:id="916" w:name="_Toc364100233"/>
      <w:bookmarkStart w:id="917" w:name="_Toc463354577"/>
      <w:bookmarkStart w:id="918" w:name="_Toc491431470"/>
      <w:bookmarkStart w:id="919" w:name="_Toc533021371"/>
      <w:bookmarkStart w:id="920" w:name="_Toc535231614"/>
      <w:bookmarkStart w:id="921" w:name="_Toc14773237"/>
      <w:bookmarkStart w:id="922" w:name="_Toc27473288"/>
      <w:bookmarkStart w:id="923" w:name="_Toc32324424"/>
      <w:bookmarkStart w:id="924" w:name="_Toc176876131"/>
      <w:r w:rsidRPr="00851608">
        <w:rPr>
          <w:lang w:val="en-AU"/>
        </w:rPr>
        <w:t>Structure</w:t>
      </w:r>
      <w:bookmarkEnd w:id="915"/>
      <w:bookmarkEnd w:id="916"/>
      <w:bookmarkEnd w:id="917"/>
      <w:bookmarkEnd w:id="918"/>
      <w:bookmarkEnd w:id="919"/>
      <w:bookmarkEnd w:id="920"/>
      <w:bookmarkEnd w:id="921"/>
      <w:bookmarkEnd w:id="922"/>
      <w:bookmarkEnd w:id="923"/>
      <w:bookmarkEnd w:id="924"/>
    </w:p>
    <w:p w14:paraId="2303E340" w14:textId="77777777" w:rsidR="002F0E6A" w:rsidRPr="00851608" w:rsidRDefault="002F0E6A" w:rsidP="002F0E6A">
      <w:pPr>
        <w:rPr>
          <w:color w:val="000000"/>
        </w:rPr>
      </w:pPr>
      <w:r w:rsidRPr="00851608">
        <w:rPr>
          <w:color w:val="000000"/>
        </w:rPr>
        <w:t>For JSON, value is an Array containing sub-items, or may be null.</w:t>
      </w:r>
    </w:p>
    <w:p w14:paraId="6731CFA9"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"Structure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7CF8762F"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62DAE993"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033F9A07"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p>
    <w:p w14:paraId="3A04A80E"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5FAFECB0"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7B181757"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Pr>
          <w:rFonts w:ascii="Times New Roman" w:eastAsia="Calibri" w:hAnsi="Times New Roman"/>
          <w:sz w:val="24"/>
        </w:rPr>
        <w:t xml:space="preserve"> </w:t>
      </w:r>
      <w:r w:rsidRPr="0058527A">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66446B06"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p>
    <w:p w14:paraId="69CAC049" w14:textId="77777777" w:rsidR="002F0E6A" w:rsidRPr="00851608" w:rsidRDefault="002F0E6A" w:rsidP="002F0E6A">
      <w:pPr>
        <w:rPr>
          <w:color w:val="000000"/>
        </w:rPr>
      </w:pPr>
      <w:r w:rsidRPr="00851608">
        <w:rPr>
          <w:color w:val="000000"/>
        </w:rPr>
        <w:t>The ‘type’ property / attribute is optional for a Structure.</w:t>
      </w:r>
    </w:p>
    <w:p w14:paraId="223F9B12" w14:textId="77777777" w:rsidR="002F0E6A" w:rsidRPr="00851608" w:rsidRDefault="002F0E6A" w:rsidP="002F0E6A">
      <w:pPr>
        <w:pStyle w:val="Heading5"/>
        <w:numPr>
          <w:ilvl w:val="4"/>
          <w:numId w:val="2"/>
        </w:numPr>
        <w:rPr>
          <w:lang w:val="en-AU"/>
        </w:rPr>
      </w:pPr>
      <w:bookmarkStart w:id="925" w:name="_Toc339486979"/>
      <w:bookmarkStart w:id="926" w:name="_Toc364100234"/>
      <w:bookmarkStart w:id="927" w:name="_Toc463354578"/>
      <w:bookmarkStart w:id="928" w:name="_Toc491431471"/>
      <w:bookmarkStart w:id="929" w:name="_Toc533021372"/>
      <w:bookmarkStart w:id="930" w:name="_Toc535231615"/>
      <w:bookmarkStart w:id="931" w:name="_Toc14773238"/>
      <w:bookmarkStart w:id="932" w:name="_Toc27473289"/>
      <w:bookmarkStart w:id="933" w:name="_Toc32324425"/>
      <w:bookmarkStart w:id="934" w:name="_Toc176876132"/>
      <w:r w:rsidRPr="00851608">
        <w:rPr>
          <w:lang w:val="en-AU"/>
        </w:rPr>
        <w:t>Integer</w:t>
      </w:r>
      <w:bookmarkEnd w:id="925"/>
      <w:bookmarkEnd w:id="926"/>
      <w:bookmarkEnd w:id="927"/>
      <w:bookmarkEnd w:id="928"/>
      <w:bookmarkEnd w:id="929"/>
      <w:bookmarkEnd w:id="930"/>
      <w:bookmarkEnd w:id="931"/>
      <w:bookmarkEnd w:id="932"/>
      <w:bookmarkEnd w:id="933"/>
      <w:bookmarkEnd w:id="934"/>
    </w:p>
    <w:p w14:paraId="7D2CC040" w14:textId="77777777" w:rsidR="002F0E6A" w:rsidRPr="00851608" w:rsidRDefault="002F0E6A" w:rsidP="002F0E6A">
      <w:pPr>
        <w:rPr>
          <w:color w:val="000000"/>
        </w:rPr>
      </w:pPr>
      <w:r w:rsidRPr="00851608">
        <w:rPr>
          <w:color w:val="000000"/>
        </w:rPr>
        <w:t>For JSON, value is either a Number or a hex string.</w:t>
      </w:r>
    </w:p>
    <w:p w14:paraId="38D858BA"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:10}</w:t>
      </w:r>
    </w:p>
    <w:p w14:paraId="5ED0AC9D"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"0x0000000A"</w:t>
      </w:r>
      <w:r w:rsidRPr="00851608">
        <w:rPr>
          <w:rFonts w:ascii="Courier New" w:eastAsia="Calibri" w:hAnsi="Courier New"/>
          <w:sz w:val="16"/>
        </w:rPr>
        <w:t>}</w:t>
      </w:r>
    </w:p>
    <w:p w14:paraId="067AE319" w14:textId="77777777" w:rsidR="002F0E6A" w:rsidRPr="00851608" w:rsidRDefault="002F0E6A" w:rsidP="002F0E6A">
      <w:pPr>
        <w:pStyle w:val="Heading5"/>
        <w:numPr>
          <w:ilvl w:val="4"/>
          <w:numId w:val="2"/>
        </w:numPr>
        <w:rPr>
          <w:lang w:val="en-AU"/>
        </w:rPr>
      </w:pPr>
      <w:bookmarkStart w:id="935" w:name="_Toc339486980"/>
      <w:bookmarkStart w:id="936" w:name="_Toc364100235"/>
      <w:bookmarkStart w:id="937" w:name="_Toc463354579"/>
      <w:bookmarkStart w:id="938" w:name="_Toc491431472"/>
      <w:bookmarkStart w:id="939" w:name="_Toc533021373"/>
      <w:bookmarkStart w:id="940" w:name="_Toc535231616"/>
      <w:bookmarkStart w:id="941" w:name="_Toc14773239"/>
      <w:bookmarkStart w:id="942" w:name="_Toc27473290"/>
      <w:bookmarkStart w:id="943" w:name="_Toc32324426"/>
      <w:bookmarkStart w:id="944" w:name="_Toc176876133"/>
      <w:r w:rsidRPr="00851608">
        <w:rPr>
          <w:lang w:val="en-AU"/>
        </w:rPr>
        <w:t>Integer - Special case for Masks</w:t>
      </w:r>
      <w:bookmarkEnd w:id="935"/>
      <w:bookmarkEnd w:id="936"/>
      <w:bookmarkEnd w:id="937"/>
      <w:bookmarkEnd w:id="938"/>
      <w:bookmarkEnd w:id="939"/>
      <w:bookmarkEnd w:id="940"/>
      <w:bookmarkEnd w:id="941"/>
      <w:bookmarkEnd w:id="942"/>
      <w:bookmarkEnd w:id="943"/>
      <w:bookmarkEnd w:id="944"/>
    </w:p>
    <w:p w14:paraId="3366E450" w14:textId="77777777" w:rsidR="002F0E6A" w:rsidRPr="00851608" w:rsidRDefault="002F0E6A" w:rsidP="002F0E6A">
      <w:pPr>
        <w:rPr>
          <w:color w:val="000000"/>
        </w:rPr>
      </w:pPr>
      <w:r w:rsidRPr="00851608">
        <w:rPr>
          <w:color w:val="000000"/>
        </w:rPr>
        <w:t>(Cryptographic Usage Mask, Storage Status Mask):</w:t>
      </w:r>
    </w:p>
    <w:p w14:paraId="0D51ADAD" w14:textId="77777777" w:rsidR="002F0E6A" w:rsidRPr="00851608" w:rsidRDefault="002F0E6A" w:rsidP="002F0E6A">
      <w:pPr>
        <w:rPr>
          <w:color w:val="000000"/>
        </w:rPr>
      </w:pPr>
      <w:r w:rsidRPr="00851608">
        <w:t>Integer m</w:t>
      </w:r>
      <w:r w:rsidRPr="00851608">
        <w:rPr>
          <w:color w:val="000000"/>
        </w:rPr>
        <w:t>ask values can also be encoded as a String containing mask components.  JSON uses ‘|’ as the separator. Components may be either the text of the enumeration value as defined in the KMIP Specification or a 32-bit unsigned big-endian hex string.</w:t>
      </w:r>
    </w:p>
    <w:p w14:paraId="11808CCF"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"0x0000100c"</w:t>
      </w:r>
      <w:r w:rsidRPr="00851608">
        <w:rPr>
          <w:rFonts w:ascii="Courier New" w:eastAsia="Calibri" w:hAnsi="Courier New"/>
          <w:sz w:val="16"/>
        </w:rPr>
        <w:t>}</w:t>
      </w:r>
    </w:p>
    <w:p w14:paraId="0BA69534"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Encrypt|Decrypt|CertificateSign</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10B6A19E"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"CertificateSign|0x00000004|0x0000008"</w:t>
      </w:r>
      <w:r w:rsidRPr="00851608">
        <w:rPr>
          <w:rFonts w:ascii="Courier New" w:eastAsia="Calibri" w:hAnsi="Courier New"/>
          <w:sz w:val="16"/>
        </w:rPr>
        <w:t>}</w:t>
      </w:r>
    </w:p>
    <w:p w14:paraId="4962E6F1"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"CertificateSign|0x0000000c"</w:t>
      </w:r>
      <w:r w:rsidRPr="00851608">
        <w:rPr>
          <w:rFonts w:ascii="Courier New" w:eastAsia="Calibri" w:hAnsi="Courier New"/>
          <w:sz w:val="16"/>
        </w:rPr>
        <w:t>}</w:t>
      </w:r>
    </w:p>
    <w:p w14:paraId="72427C65" w14:textId="77777777" w:rsidR="002F0E6A" w:rsidRPr="00851608" w:rsidRDefault="002F0E6A" w:rsidP="002F0E6A">
      <w:pPr>
        <w:pStyle w:val="Heading5"/>
        <w:numPr>
          <w:ilvl w:val="4"/>
          <w:numId w:val="2"/>
        </w:numPr>
        <w:rPr>
          <w:lang w:val="en-AU"/>
        </w:rPr>
      </w:pPr>
      <w:bookmarkStart w:id="945" w:name="_Toc339486981"/>
      <w:bookmarkStart w:id="946" w:name="_Toc364100236"/>
      <w:bookmarkStart w:id="947" w:name="_Toc463354580"/>
      <w:bookmarkStart w:id="948" w:name="_Toc491431473"/>
      <w:bookmarkStart w:id="949" w:name="_Toc533021374"/>
      <w:bookmarkStart w:id="950" w:name="_Toc535231617"/>
      <w:bookmarkStart w:id="951" w:name="_Toc14773240"/>
      <w:bookmarkStart w:id="952" w:name="_Toc27473291"/>
      <w:bookmarkStart w:id="953" w:name="_Toc32324427"/>
      <w:bookmarkStart w:id="954" w:name="_Toc176876134"/>
      <w:r w:rsidRPr="00851608">
        <w:rPr>
          <w:lang w:val="en-AU"/>
        </w:rPr>
        <w:t>Long Integer</w:t>
      </w:r>
      <w:bookmarkEnd w:id="945"/>
      <w:bookmarkEnd w:id="946"/>
      <w:bookmarkEnd w:id="947"/>
      <w:bookmarkEnd w:id="948"/>
      <w:bookmarkEnd w:id="949"/>
      <w:bookmarkEnd w:id="950"/>
      <w:bookmarkEnd w:id="951"/>
      <w:bookmarkEnd w:id="952"/>
      <w:bookmarkEnd w:id="953"/>
      <w:bookmarkEnd w:id="954"/>
    </w:p>
    <w:p w14:paraId="7BAB2E84" w14:textId="77777777" w:rsidR="002F0E6A" w:rsidRPr="00851608" w:rsidRDefault="002F0E6A" w:rsidP="002F0E6A">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712479A8"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1F5C1E0A"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r w:rsidRPr="00851608">
        <w:rPr>
          <w:rFonts w:ascii="Courier New" w:eastAsia="Calibri" w:hAnsi="Courier New"/>
          <w:sz w:val="16"/>
        </w:rPr>
        <w:t>2}</w:t>
      </w:r>
    </w:p>
    <w:p w14:paraId="2BF930CA"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UsageLimitsCount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"0x1000000000000000"</w:t>
      </w:r>
      <w:r w:rsidRPr="00851608">
        <w:rPr>
          <w:rFonts w:ascii="Courier New" w:eastAsia="Calibri" w:hAnsi="Courier New"/>
          <w:sz w:val="16"/>
        </w:rPr>
        <w:t>}</w:t>
      </w:r>
    </w:p>
    <w:p w14:paraId="11D16FFB" w14:textId="77777777" w:rsidR="002F0E6A" w:rsidRPr="00851608" w:rsidRDefault="002F0E6A" w:rsidP="002F0E6A">
      <w:pPr>
        <w:rPr>
          <w:color w:val="000000"/>
        </w:rPr>
      </w:pPr>
      <w:r w:rsidRPr="00851608">
        <w:rPr>
          <w:color w:val="000000"/>
        </w:rPr>
        <w:t>Note that this value (2^60) is too large to be represented as a Number in JSON.</w:t>
      </w:r>
    </w:p>
    <w:p w14:paraId="2AC1A54F" w14:textId="77777777" w:rsidR="002F0E6A" w:rsidRPr="00851608" w:rsidRDefault="002F0E6A" w:rsidP="002F0E6A">
      <w:pPr>
        <w:pStyle w:val="Heading5"/>
        <w:numPr>
          <w:ilvl w:val="4"/>
          <w:numId w:val="2"/>
        </w:numPr>
        <w:rPr>
          <w:lang w:val="en-AU"/>
        </w:rPr>
      </w:pPr>
      <w:bookmarkStart w:id="955" w:name="_Toc339486982"/>
      <w:bookmarkStart w:id="956" w:name="_Toc364100237"/>
      <w:bookmarkStart w:id="957" w:name="_Toc463354581"/>
      <w:bookmarkStart w:id="958" w:name="_Toc491431474"/>
      <w:bookmarkStart w:id="959" w:name="_Toc533021375"/>
      <w:bookmarkStart w:id="960" w:name="_Toc535231618"/>
      <w:bookmarkStart w:id="961" w:name="_Toc14773241"/>
      <w:bookmarkStart w:id="962" w:name="_Toc27473292"/>
      <w:bookmarkStart w:id="963" w:name="_Toc32324428"/>
      <w:bookmarkStart w:id="964" w:name="_Toc176876135"/>
      <w:r w:rsidRPr="00851608">
        <w:rPr>
          <w:lang w:val="en-AU"/>
        </w:rPr>
        <w:t>Big Integer</w:t>
      </w:r>
      <w:bookmarkEnd w:id="955"/>
      <w:bookmarkEnd w:id="956"/>
      <w:bookmarkEnd w:id="957"/>
      <w:bookmarkEnd w:id="958"/>
      <w:bookmarkEnd w:id="959"/>
      <w:bookmarkEnd w:id="960"/>
      <w:bookmarkEnd w:id="961"/>
      <w:bookmarkEnd w:id="962"/>
      <w:bookmarkEnd w:id="963"/>
      <w:bookmarkEnd w:id="964"/>
      <w:r w:rsidRPr="00851608">
        <w:rPr>
          <w:lang w:val="en-AU"/>
        </w:rPr>
        <w:t xml:space="preserve"> </w:t>
      </w:r>
    </w:p>
    <w:p w14:paraId="61EF9938" w14:textId="77777777" w:rsidR="002F0E6A" w:rsidRPr="00851608" w:rsidRDefault="002F0E6A" w:rsidP="002F0E6A">
      <w:pPr>
        <w:rPr>
          <w:color w:val="000000"/>
        </w:rPr>
      </w:pPr>
      <w:r w:rsidRPr="00851608">
        <w:rPr>
          <w:color w:val="000000"/>
        </w:rPr>
        <w:t xml:space="preserve">For JSON, value is either a Number or a hex string.  Note that Big Integers must be sign extended to contain a multiple of 8 bytes, and as per </w:t>
      </w:r>
      <w:proofErr w:type="spellStart"/>
      <w:r w:rsidRPr="00851608">
        <w:rPr>
          <w:color w:val="000000"/>
        </w:rPr>
        <w:t>LongInteger</w:t>
      </w:r>
      <w:proofErr w:type="spellEnd"/>
      <w:r w:rsidRPr="00851608">
        <w:rPr>
          <w:color w:val="000000"/>
        </w:rPr>
        <w:t>, JS numbers only support a limited range of values.</w:t>
      </w:r>
    </w:p>
    <w:p w14:paraId="3FD5EB29"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0CAB5A5E"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"0x0000000000000000"</w:t>
      </w:r>
      <w:r w:rsidRPr="00851608">
        <w:rPr>
          <w:rFonts w:ascii="Courier New" w:eastAsia="Calibri" w:hAnsi="Courier New"/>
          <w:sz w:val="16"/>
        </w:rPr>
        <w:t>}</w:t>
      </w:r>
    </w:p>
    <w:p w14:paraId="24B66CCA" w14:textId="77777777" w:rsidR="002F0E6A" w:rsidRPr="00851608" w:rsidRDefault="002F0E6A" w:rsidP="002F0E6A">
      <w:pPr>
        <w:pStyle w:val="Heading5"/>
        <w:numPr>
          <w:ilvl w:val="4"/>
          <w:numId w:val="2"/>
        </w:numPr>
        <w:rPr>
          <w:lang w:val="en-AU"/>
        </w:rPr>
      </w:pPr>
      <w:bookmarkStart w:id="965" w:name="_Toc339486983"/>
      <w:bookmarkStart w:id="966" w:name="_Toc364100238"/>
      <w:bookmarkStart w:id="967" w:name="_Toc463354582"/>
      <w:bookmarkStart w:id="968" w:name="_Toc491431475"/>
      <w:bookmarkStart w:id="969" w:name="_Toc533021376"/>
      <w:bookmarkStart w:id="970" w:name="_Toc535231619"/>
      <w:bookmarkStart w:id="971" w:name="_Toc14773242"/>
      <w:bookmarkStart w:id="972" w:name="_Toc27473293"/>
      <w:bookmarkStart w:id="973" w:name="_Toc32324429"/>
      <w:bookmarkStart w:id="974" w:name="_Toc176876136"/>
      <w:r w:rsidRPr="00851608">
        <w:rPr>
          <w:lang w:val="en-AU"/>
        </w:rPr>
        <w:t>Enumeration</w:t>
      </w:r>
      <w:bookmarkEnd w:id="965"/>
      <w:bookmarkEnd w:id="966"/>
      <w:bookmarkEnd w:id="967"/>
      <w:bookmarkEnd w:id="968"/>
      <w:bookmarkEnd w:id="969"/>
      <w:bookmarkEnd w:id="970"/>
      <w:bookmarkEnd w:id="971"/>
      <w:bookmarkEnd w:id="972"/>
      <w:bookmarkEnd w:id="973"/>
      <w:bookmarkEnd w:id="974"/>
    </w:p>
    <w:p w14:paraId="05785468" w14:textId="77777777" w:rsidR="002F0E6A" w:rsidRPr="00851608" w:rsidRDefault="002F0E6A" w:rsidP="002F0E6A">
      <w:pPr>
        <w:autoSpaceDE w:val="0"/>
        <w:autoSpaceDN w:val="0"/>
        <w:adjustRightInd w:val="0"/>
        <w:spacing w:before="0" w:after="0" w:line="276" w:lineRule="auto"/>
        <w:rPr>
          <w:color w:val="000000"/>
        </w:rPr>
      </w:pPr>
      <w:r w:rsidRPr="00851608">
        <w:rPr>
          <w:color w:val="000000"/>
        </w:rPr>
        <w:t>For JSON, value may contain:</w:t>
      </w:r>
    </w:p>
    <w:p w14:paraId="744AD725"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Number representing the enumeration 32-bit unsigned big-endian value</w:t>
      </w:r>
    </w:p>
    <w:p w14:paraId="762C9D93"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Hex string representation of 32-bit unsigned big-endian value</w:t>
      </w:r>
    </w:p>
    <w:p w14:paraId="28A6096A"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 xml:space="preserve">CamelCase </w:t>
      </w:r>
      <w:r>
        <w:rPr>
          <w:color w:val="000000"/>
        </w:rPr>
        <w:t xml:space="preserve">of the </w:t>
      </w:r>
      <w:proofErr w:type="spellStart"/>
      <w:r w:rsidRPr="00851608">
        <w:rPr>
          <w:color w:val="000000"/>
        </w:rPr>
        <w:t>enum</w:t>
      </w:r>
      <w:proofErr w:type="spellEnd"/>
      <w:r w:rsidRPr="00851608">
        <w:rPr>
          <w:color w:val="000000"/>
        </w:rPr>
        <w:t xml:space="preserve"> text as defined in </w:t>
      </w:r>
      <w:hyperlink r:id="rId81" w:anchor="Ref241992574" w:history="1">
        <w:r w:rsidRPr="00851608">
          <w:rPr>
            <w:color w:val="000000"/>
          </w:rPr>
          <w:t>KMIP</w:t>
        </w:r>
      </w:hyperlink>
      <w:hyperlink r:id="rId82" w:anchor="Ref241992574" w:history="1">
        <w:r w:rsidRPr="00851608">
          <w:rPr>
            <w:color w:val="000000"/>
          </w:rPr>
          <w:t xml:space="preserve"> 9.1.3.2.</w:t>
        </w:r>
      </w:hyperlink>
      <w:hyperlink r:id="rId83" w:anchor="Ref241992574" w:history="1">
        <w:r w:rsidRPr="00851608">
          <w:rPr>
            <w:color w:val="000000"/>
          </w:rPr>
          <w:t>x</w:t>
        </w:r>
      </w:hyperlink>
    </w:p>
    <w:p w14:paraId="04C3E879" w14:textId="77777777" w:rsidR="002F0E6A" w:rsidRPr="00851608" w:rsidRDefault="002F0E6A" w:rsidP="002F0E6A">
      <w:pPr>
        <w:autoSpaceDE w:val="0"/>
        <w:autoSpaceDN w:val="0"/>
        <w:adjustRightInd w:val="0"/>
        <w:spacing w:before="0" w:after="0" w:line="276" w:lineRule="auto"/>
        <w:rPr>
          <w:rFonts w:cs="Arial"/>
          <w:sz w:val="22"/>
          <w:szCs w:val="22"/>
        </w:rPr>
      </w:pPr>
    </w:p>
    <w:p w14:paraId="6ABA2FF0"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"0x420057"</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03CDFD0E"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"0x00000002"</w:t>
      </w:r>
      <w:r w:rsidRPr="00851608">
        <w:rPr>
          <w:rFonts w:ascii="Courier New" w:eastAsia="Calibri" w:hAnsi="Courier New"/>
          <w:sz w:val="16"/>
        </w:rPr>
        <w:t>}</w:t>
      </w:r>
    </w:p>
    <w:p w14:paraId="1071C706"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SymmetricKey</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77ECE8D9" w14:textId="77777777" w:rsidR="002F0E6A" w:rsidRPr="00851608" w:rsidRDefault="002F0E6A" w:rsidP="002F0E6A">
      <w:pPr>
        <w:pStyle w:val="Heading5"/>
        <w:numPr>
          <w:ilvl w:val="4"/>
          <w:numId w:val="2"/>
        </w:numPr>
        <w:rPr>
          <w:lang w:val="en-AU"/>
        </w:rPr>
      </w:pPr>
      <w:bookmarkStart w:id="975" w:name="_Toc339486984"/>
      <w:bookmarkStart w:id="976" w:name="_Toc364100239"/>
      <w:bookmarkStart w:id="977" w:name="_Toc463354583"/>
      <w:bookmarkStart w:id="978" w:name="_Toc491431476"/>
      <w:bookmarkStart w:id="979" w:name="_Toc533021377"/>
      <w:bookmarkStart w:id="980" w:name="_Toc535231620"/>
      <w:bookmarkStart w:id="981" w:name="_Toc14773243"/>
      <w:bookmarkStart w:id="982" w:name="_Toc27473294"/>
      <w:bookmarkStart w:id="983" w:name="_Toc32324430"/>
      <w:bookmarkStart w:id="984" w:name="_Toc176876137"/>
      <w:r w:rsidRPr="00851608">
        <w:rPr>
          <w:lang w:val="en-AU"/>
        </w:rPr>
        <w:t>Boolean</w:t>
      </w:r>
      <w:bookmarkEnd w:id="975"/>
      <w:bookmarkEnd w:id="976"/>
      <w:bookmarkEnd w:id="977"/>
      <w:bookmarkEnd w:id="978"/>
      <w:bookmarkEnd w:id="979"/>
      <w:bookmarkEnd w:id="980"/>
      <w:bookmarkEnd w:id="981"/>
      <w:bookmarkEnd w:id="982"/>
      <w:bookmarkEnd w:id="983"/>
      <w:bookmarkEnd w:id="984"/>
    </w:p>
    <w:p w14:paraId="56ADCB76" w14:textId="77777777" w:rsidR="002F0E6A" w:rsidRPr="00851608" w:rsidRDefault="002F0E6A" w:rsidP="002F0E6A">
      <w:pPr>
        <w:rPr>
          <w:color w:val="000000"/>
        </w:rPr>
      </w:pPr>
      <w:r w:rsidRPr="00851608">
        <w:rPr>
          <w:color w:val="000000"/>
        </w:rPr>
        <w:t>For JSON, value must be either a hex string, or a JSON Boolean ‘true’ or ‘false’.</w:t>
      </w:r>
    </w:p>
    <w:p w14:paraId="646346CE"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r w:rsidRPr="00E842A3">
        <w:rPr>
          <w:rFonts w:ascii="Courier New" w:eastAsia="Calibri" w:hAnsi="Courier New"/>
          <w:bCs/>
          <w:color w:val="7F0055"/>
          <w:sz w:val="16"/>
        </w:rPr>
        <w:t>true</w:t>
      </w:r>
      <w:proofErr w:type="spellEnd"/>
      <w:proofErr w:type="gramEnd"/>
      <w:r w:rsidRPr="00851608">
        <w:rPr>
          <w:rFonts w:ascii="Courier New" w:eastAsia="Calibri" w:hAnsi="Courier New"/>
          <w:sz w:val="16"/>
        </w:rPr>
        <w:t>}</w:t>
      </w:r>
    </w:p>
    <w:p w14:paraId="4FA03DFA"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"0x0000000000000001"</w:t>
      </w:r>
      <w:r w:rsidRPr="00851608">
        <w:rPr>
          <w:rFonts w:ascii="Courier New" w:eastAsia="Calibri" w:hAnsi="Courier New"/>
          <w:sz w:val="16"/>
        </w:rPr>
        <w:t>}</w:t>
      </w:r>
    </w:p>
    <w:p w14:paraId="5176844C" w14:textId="77777777" w:rsidR="002F0E6A" w:rsidRPr="00851608" w:rsidRDefault="002F0E6A" w:rsidP="002F0E6A">
      <w:pPr>
        <w:pStyle w:val="Heading5"/>
        <w:numPr>
          <w:ilvl w:val="4"/>
          <w:numId w:val="2"/>
        </w:numPr>
        <w:rPr>
          <w:lang w:val="en-AU"/>
        </w:rPr>
      </w:pPr>
      <w:bookmarkStart w:id="985" w:name="_Toc339486985"/>
      <w:bookmarkStart w:id="986" w:name="_Toc364100240"/>
      <w:bookmarkStart w:id="987" w:name="_Toc463354584"/>
      <w:bookmarkStart w:id="988" w:name="_Toc491431477"/>
      <w:bookmarkStart w:id="989" w:name="_Toc533021378"/>
      <w:bookmarkStart w:id="990" w:name="_Toc535231621"/>
      <w:bookmarkStart w:id="991" w:name="_Toc14773244"/>
      <w:bookmarkStart w:id="992" w:name="_Toc27473295"/>
      <w:bookmarkStart w:id="993" w:name="_Toc32324431"/>
      <w:bookmarkStart w:id="994" w:name="_Toc176876138"/>
      <w:r w:rsidRPr="00851608">
        <w:rPr>
          <w:lang w:val="en-AU"/>
        </w:rPr>
        <w:t>Text String</w:t>
      </w:r>
      <w:bookmarkEnd w:id="985"/>
      <w:bookmarkEnd w:id="986"/>
      <w:bookmarkEnd w:id="987"/>
      <w:bookmarkEnd w:id="988"/>
      <w:bookmarkEnd w:id="989"/>
      <w:bookmarkEnd w:id="990"/>
      <w:bookmarkEnd w:id="991"/>
      <w:bookmarkEnd w:id="992"/>
      <w:bookmarkEnd w:id="993"/>
      <w:bookmarkEnd w:id="994"/>
    </w:p>
    <w:p w14:paraId="4ABE47B4" w14:textId="77777777" w:rsidR="002F0E6A" w:rsidRPr="00851608" w:rsidRDefault="002F0E6A" w:rsidP="002F0E6A">
      <w:pPr>
        <w:rPr>
          <w:color w:val="000000"/>
        </w:rPr>
      </w:pPr>
      <w:r w:rsidRPr="00851608">
        <w:rPr>
          <w:color w:val="000000"/>
        </w:rPr>
        <w:t>For JSON, value must be a String</w:t>
      </w:r>
    </w:p>
    <w:p w14:paraId="00D1940B"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AttributeName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TextString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w:t>
      </w:r>
      <w:proofErr w:type="spellEnd"/>
      <w:r w:rsidRPr="00851608">
        <w:rPr>
          <w:rFonts w:ascii="Courier New" w:eastAsia="Calibri" w:hAnsi="Courier New"/>
          <w:color w:val="2A00FF"/>
          <w:sz w:val="16"/>
        </w:rPr>
        <w:t xml:space="preserve"> Algorithm"</w:t>
      </w:r>
      <w:r w:rsidRPr="00851608">
        <w:rPr>
          <w:rFonts w:ascii="Courier New" w:eastAsia="Calibri" w:hAnsi="Courier New"/>
          <w:sz w:val="16"/>
        </w:rPr>
        <w:t>}</w:t>
      </w:r>
    </w:p>
    <w:p w14:paraId="032920B3" w14:textId="77777777" w:rsidR="002F0E6A" w:rsidRPr="00851608" w:rsidRDefault="002F0E6A" w:rsidP="002F0E6A">
      <w:pPr>
        <w:pStyle w:val="Heading5"/>
        <w:numPr>
          <w:ilvl w:val="4"/>
          <w:numId w:val="2"/>
        </w:numPr>
        <w:rPr>
          <w:lang w:val="en-AU"/>
        </w:rPr>
      </w:pPr>
      <w:bookmarkStart w:id="995" w:name="_Toc339486986"/>
      <w:bookmarkStart w:id="996" w:name="_Toc364100241"/>
      <w:bookmarkStart w:id="997" w:name="_Toc463354585"/>
      <w:bookmarkStart w:id="998" w:name="_Toc491431478"/>
      <w:bookmarkStart w:id="999" w:name="_Toc533021379"/>
      <w:bookmarkStart w:id="1000" w:name="_Toc535231622"/>
      <w:bookmarkStart w:id="1001" w:name="_Toc14773245"/>
      <w:bookmarkStart w:id="1002" w:name="_Toc27473296"/>
      <w:bookmarkStart w:id="1003" w:name="_Toc32324432"/>
      <w:bookmarkStart w:id="1004" w:name="_Toc176876139"/>
      <w:r w:rsidRPr="00851608">
        <w:rPr>
          <w:lang w:val="en-AU"/>
        </w:rPr>
        <w:t>Byte String</w:t>
      </w:r>
      <w:bookmarkEnd w:id="995"/>
      <w:bookmarkEnd w:id="996"/>
      <w:bookmarkEnd w:id="997"/>
      <w:bookmarkEnd w:id="998"/>
      <w:bookmarkEnd w:id="999"/>
      <w:bookmarkEnd w:id="1000"/>
      <w:bookmarkEnd w:id="1001"/>
      <w:bookmarkEnd w:id="1002"/>
      <w:bookmarkEnd w:id="1003"/>
      <w:bookmarkEnd w:id="1004"/>
    </w:p>
    <w:p w14:paraId="5BD81711" w14:textId="77777777" w:rsidR="002F0E6A" w:rsidRPr="00851608" w:rsidRDefault="002F0E6A" w:rsidP="002F0E6A">
      <w:pPr>
        <w:rPr>
          <w:color w:val="000000"/>
        </w:rPr>
      </w:pPr>
      <w:r w:rsidRPr="00851608">
        <w:rPr>
          <w:color w:val="000000"/>
        </w:rPr>
        <w:t>For JSON, value must be a hex string.  Note Byte Strings do not include the ‘0x’ prefix, and do not have any leading bytes.</w:t>
      </w:r>
    </w:p>
    <w:p w14:paraId="0BF9DAAE"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MACSignature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ByteString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"C50F77"</w:t>
      </w:r>
      <w:r w:rsidRPr="00851608">
        <w:rPr>
          <w:rFonts w:ascii="Courier New" w:eastAsia="Calibri" w:hAnsi="Courier New"/>
          <w:sz w:val="16"/>
        </w:rPr>
        <w:t>}</w:t>
      </w:r>
    </w:p>
    <w:p w14:paraId="0B46F4DE" w14:textId="77777777" w:rsidR="002F0E6A" w:rsidRPr="00851608" w:rsidRDefault="002F0E6A" w:rsidP="002F0E6A">
      <w:pPr>
        <w:pStyle w:val="Heading5"/>
        <w:numPr>
          <w:ilvl w:val="4"/>
          <w:numId w:val="2"/>
        </w:numPr>
        <w:rPr>
          <w:lang w:val="en-AU"/>
        </w:rPr>
      </w:pPr>
      <w:bookmarkStart w:id="1005" w:name="_Toc339486987"/>
      <w:bookmarkStart w:id="1006" w:name="_Toc364100242"/>
      <w:bookmarkStart w:id="1007" w:name="_Toc463354586"/>
      <w:bookmarkStart w:id="1008" w:name="_Toc491431479"/>
      <w:bookmarkStart w:id="1009" w:name="_Toc533021380"/>
      <w:bookmarkStart w:id="1010" w:name="_Toc535231623"/>
      <w:bookmarkStart w:id="1011" w:name="_Toc14773246"/>
      <w:bookmarkStart w:id="1012" w:name="_Toc27473297"/>
      <w:bookmarkStart w:id="1013" w:name="_Toc32324433"/>
      <w:bookmarkStart w:id="1014" w:name="_Toc176876140"/>
      <w:r w:rsidRPr="00851608">
        <w:rPr>
          <w:lang w:val="en-AU"/>
        </w:rPr>
        <w:t>Date-Time</w:t>
      </w:r>
      <w:bookmarkEnd w:id="1005"/>
      <w:bookmarkEnd w:id="1006"/>
      <w:bookmarkEnd w:id="1007"/>
      <w:bookmarkEnd w:id="1008"/>
      <w:bookmarkEnd w:id="1009"/>
      <w:bookmarkEnd w:id="1010"/>
      <w:bookmarkEnd w:id="1011"/>
      <w:bookmarkEnd w:id="1012"/>
      <w:bookmarkEnd w:id="1013"/>
      <w:bookmarkEnd w:id="1014"/>
    </w:p>
    <w:p w14:paraId="3C2CB035" w14:textId="77777777" w:rsidR="002F0E6A" w:rsidRPr="00851608" w:rsidRDefault="002F0E6A" w:rsidP="002F0E6A">
      <w:pPr>
        <w:rPr>
          <w:color w:val="000000"/>
        </w:rPr>
      </w:pPr>
      <w:r w:rsidRPr="00851608">
        <w:rPr>
          <w:color w:val="000000"/>
        </w:rPr>
        <w:t xml:space="preserve">For JSON, value must be either a hex string, or an ISO8601 </w:t>
      </w:r>
      <w:proofErr w:type="spellStart"/>
      <w:r w:rsidRPr="00851608">
        <w:rPr>
          <w:color w:val="000000"/>
        </w:rPr>
        <w:t>DateTime</w:t>
      </w:r>
      <w:proofErr w:type="spellEnd"/>
      <w:r w:rsidRPr="00851608">
        <w:rPr>
          <w:color w:val="000000"/>
        </w:rPr>
        <w:t xml:space="preserve"> as used in XSD using format:</w:t>
      </w:r>
    </w:p>
    <w:p w14:paraId="1970A6A4"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 xml:space="preserve">'-'? </w:t>
      </w:r>
      <w:proofErr w:type="spellStart"/>
      <w:r w:rsidRPr="00851608">
        <w:rPr>
          <w:rFonts w:ascii="Courier New" w:eastAsia="Calibri" w:hAnsi="Courier New"/>
          <w:sz w:val="16"/>
        </w:rPr>
        <w:t>yyyy</w:t>
      </w:r>
      <w:proofErr w:type="spellEnd"/>
      <w:r w:rsidRPr="00851608">
        <w:rPr>
          <w:rFonts w:ascii="Courier New" w:eastAsia="Calibri" w:hAnsi="Courier New"/>
          <w:sz w:val="16"/>
        </w:rPr>
        <w:t xml:space="preserve"> '-' mm '-' dd 'T'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ss ('.' s+)? ((('+' | '-')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'Z')?</w:t>
      </w:r>
    </w:p>
    <w:p w14:paraId="11B59CB3" w14:textId="77777777" w:rsidR="002F0E6A" w:rsidRPr="00851608" w:rsidRDefault="002F0E6A" w:rsidP="002F0E6A">
      <w:pPr>
        <w:rPr>
          <w:color w:val="000000"/>
        </w:rPr>
      </w:pPr>
      <w:r w:rsidRPr="00851608">
        <w:rPr>
          <w:color w:val="000000"/>
        </w:rPr>
        <w:t>Fractional seconds are not used in KMIP and should not generally be shown.  If they are used, they should be ignored (truncated).</w:t>
      </w:r>
    </w:p>
    <w:p w14:paraId="7F493E90"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"0x000000003a505520"</w:t>
      </w:r>
      <w:r w:rsidRPr="00851608">
        <w:rPr>
          <w:rFonts w:ascii="Courier New" w:eastAsia="Calibri" w:hAnsi="Courier New"/>
          <w:sz w:val="16"/>
        </w:rPr>
        <w:t>}</w:t>
      </w:r>
    </w:p>
    <w:p w14:paraId="37F21BB7" w14:textId="77777777" w:rsidR="002F0E6A" w:rsidRDefault="002F0E6A" w:rsidP="002F0E6A">
      <w:pPr>
        <w:autoSpaceDE w:val="0"/>
        <w:autoSpaceDN w:val="0"/>
        <w:adjustRightInd w:val="0"/>
        <w:spacing w:before="0" w:after="0"/>
        <w:rPr>
          <w:rFonts w:ascii="Times New Roman" w:eastAsia="Calibri" w:hAnsi="Times New Roman"/>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"2001-01-01T10:00:00+10:00"</w:t>
      </w:r>
      <w:r w:rsidRPr="00851608">
        <w:rPr>
          <w:rFonts w:ascii="Courier New" w:eastAsia="Calibri" w:hAnsi="Courier New"/>
          <w:sz w:val="16"/>
        </w:rPr>
        <w:t>}</w:t>
      </w:r>
      <w:r w:rsidRPr="00851608">
        <w:rPr>
          <w:rFonts w:ascii="Times New Roman" w:eastAsia="Calibri" w:hAnsi="Times New Roman"/>
          <w:sz w:val="16"/>
        </w:rPr>
        <w:t xml:space="preserve"> </w:t>
      </w:r>
    </w:p>
    <w:p w14:paraId="5E1E09A1" w14:textId="77777777" w:rsidR="002F0E6A" w:rsidRDefault="002F0E6A" w:rsidP="002F0E6A">
      <w:pPr>
        <w:autoSpaceDE w:val="0"/>
        <w:autoSpaceDN w:val="0"/>
        <w:adjustRightInd w:val="0"/>
        <w:spacing w:before="0" w:after="0"/>
        <w:rPr>
          <w:rFonts w:ascii="Times New Roman" w:eastAsia="Calibri" w:hAnsi="Times New Roman"/>
          <w:sz w:val="16"/>
        </w:rPr>
      </w:pPr>
    </w:p>
    <w:p w14:paraId="416450A3" w14:textId="77777777" w:rsidR="002F0E6A" w:rsidRPr="00C75A47" w:rsidRDefault="002F0E6A" w:rsidP="002F0E6A">
      <w:pPr>
        <w:rPr>
          <w:color w:val="000000"/>
        </w:rPr>
      </w:pPr>
      <w:r w:rsidRPr="00E11878">
        <w:rPr>
          <w:color w:val="000000"/>
        </w:rPr>
        <w:t xml:space="preserve">The </w:t>
      </w:r>
      <w:r>
        <w:rPr>
          <w:color w:val="000000"/>
        </w:rPr>
        <w:t xml:space="preserve">value SHALL always be “time zoned” – i.e. a </w:t>
      </w:r>
      <w:r w:rsidRPr="00E11878">
        <w:rPr>
          <w:color w:val="000000"/>
        </w:rPr>
        <w:t>time</w:t>
      </w:r>
      <w:r>
        <w:rPr>
          <w:color w:val="000000"/>
        </w:rPr>
        <w:t xml:space="preserve"> </w:t>
      </w:r>
      <w:r w:rsidRPr="00E11878">
        <w:rPr>
          <w:color w:val="000000"/>
        </w:rPr>
        <w:t>zone specifier SHALL always be included</w:t>
      </w:r>
      <w:r>
        <w:rPr>
          <w:color w:val="000000"/>
        </w:rPr>
        <w:t>.</w:t>
      </w:r>
    </w:p>
    <w:p w14:paraId="40764D50" w14:textId="77777777" w:rsidR="002F0E6A" w:rsidRPr="00851608" w:rsidRDefault="002F0E6A" w:rsidP="002F0E6A">
      <w:pPr>
        <w:pStyle w:val="Heading5"/>
        <w:numPr>
          <w:ilvl w:val="4"/>
          <w:numId w:val="2"/>
        </w:numPr>
        <w:rPr>
          <w:lang w:val="en-AU"/>
        </w:rPr>
      </w:pPr>
      <w:bookmarkStart w:id="1015" w:name="_Toc339486988"/>
      <w:bookmarkStart w:id="1016" w:name="_Toc364100243"/>
      <w:bookmarkStart w:id="1017" w:name="_Toc463354587"/>
      <w:bookmarkStart w:id="1018" w:name="_Toc491431480"/>
      <w:bookmarkStart w:id="1019" w:name="_Toc533021381"/>
      <w:bookmarkStart w:id="1020" w:name="_Toc535231624"/>
      <w:bookmarkStart w:id="1021" w:name="_Toc14773247"/>
      <w:bookmarkStart w:id="1022" w:name="_Toc27473298"/>
      <w:bookmarkStart w:id="1023" w:name="_Toc32324434"/>
      <w:bookmarkStart w:id="1024" w:name="_Toc176876141"/>
      <w:r w:rsidRPr="00851608">
        <w:rPr>
          <w:lang w:val="en-AU"/>
        </w:rPr>
        <w:t>Interval</w:t>
      </w:r>
      <w:bookmarkEnd w:id="1015"/>
      <w:bookmarkEnd w:id="1016"/>
      <w:bookmarkEnd w:id="1017"/>
      <w:bookmarkEnd w:id="1018"/>
      <w:bookmarkEnd w:id="1019"/>
      <w:bookmarkEnd w:id="1020"/>
      <w:bookmarkEnd w:id="1021"/>
      <w:bookmarkEnd w:id="1022"/>
      <w:bookmarkEnd w:id="1023"/>
      <w:bookmarkEnd w:id="1024"/>
      <w:r w:rsidRPr="00851608">
        <w:rPr>
          <w:lang w:val="en-AU"/>
        </w:rPr>
        <w:t xml:space="preserve"> </w:t>
      </w:r>
    </w:p>
    <w:p w14:paraId="1580D693" w14:textId="77777777" w:rsidR="002F0E6A" w:rsidRPr="00851608" w:rsidRDefault="002F0E6A" w:rsidP="002F0E6A">
      <w:pPr>
        <w:rPr>
          <w:color w:val="000000"/>
        </w:rPr>
      </w:pPr>
      <w:r w:rsidRPr="00851608">
        <w:rPr>
          <w:color w:val="000000"/>
        </w:rPr>
        <w:t>For JSON, value is either a Number or a hex string.  Note that intervals are 32-bit unsigned big-endian values.</w:t>
      </w:r>
    </w:p>
    <w:p w14:paraId="0AB47715"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:27}</w:t>
      </w:r>
    </w:p>
    <w:p w14:paraId="48492484" w14:textId="77777777" w:rsidR="002F0E6A" w:rsidRDefault="002F0E6A" w:rsidP="002F0E6A">
      <w:pPr>
        <w:autoSpaceDE w:val="0"/>
        <w:autoSpaceDN w:val="0"/>
        <w:adjustRightInd w:val="0"/>
        <w:spacing w:before="0" w:after="0"/>
        <w:rPr>
          <w:rFonts w:ascii="Courier New" w:eastAsia="Calibri" w:hAnsi="Courier New"/>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"0x0000001b"</w:t>
      </w:r>
      <w:r w:rsidRPr="00851608">
        <w:rPr>
          <w:rFonts w:ascii="Courier New" w:eastAsia="Calibri" w:hAnsi="Courier New"/>
          <w:sz w:val="16"/>
        </w:rPr>
        <w:t>}</w:t>
      </w:r>
    </w:p>
    <w:p w14:paraId="390AA529" w14:textId="77777777" w:rsidR="002F0E6A" w:rsidRPr="00851608" w:rsidRDefault="002F0E6A" w:rsidP="002F0E6A">
      <w:pPr>
        <w:pStyle w:val="Heading5"/>
        <w:numPr>
          <w:ilvl w:val="4"/>
          <w:numId w:val="2"/>
        </w:numPr>
        <w:rPr>
          <w:lang w:val="en-AU"/>
        </w:rPr>
      </w:pPr>
      <w:bookmarkStart w:id="1025" w:name="_Toc533021382"/>
      <w:bookmarkStart w:id="1026" w:name="_Toc535231625"/>
      <w:bookmarkStart w:id="1027" w:name="_Toc14773248"/>
      <w:bookmarkStart w:id="1028" w:name="_Toc27473299"/>
      <w:bookmarkStart w:id="1029" w:name="_Toc32324435"/>
      <w:bookmarkStart w:id="1030" w:name="_Toc176876142"/>
      <w:r>
        <w:rPr>
          <w:lang w:val="en-AU"/>
        </w:rPr>
        <w:t>Date Time Extended</w:t>
      </w:r>
      <w:bookmarkEnd w:id="1025"/>
      <w:bookmarkEnd w:id="1026"/>
      <w:bookmarkEnd w:id="1027"/>
      <w:bookmarkEnd w:id="1028"/>
      <w:bookmarkEnd w:id="1029"/>
      <w:bookmarkEnd w:id="1030"/>
    </w:p>
    <w:p w14:paraId="686EDB20" w14:textId="77777777" w:rsidR="002F0E6A" w:rsidRPr="00851608" w:rsidRDefault="002F0E6A" w:rsidP="002F0E6A">
      <w:pPr>
        <w:rPr>
          <w:color w:val="000000"/>
        </w:rPr>
      </w:pPr>
      <w:r w:rsidRPr="00851608">
        <w:rPr>
          <w:color w:val="000000"/>
        </w:rPr>
        <w:t>For JSON, value is either a Number or a hex string.  Note that JS Numbers are 64-bit floating point and can only represent 53-bits of precision, so any values &gt;= 2</w:t>
      </w:r>
      <w:r w:rsidRPr="00E842A3">
        <w:rPr>
          <w:color w:val="000000"/>
          <w:vertAlign w:val="superscript"/>
        </w:rPr>
        <w:t>52</w:t>
      </w:r>
      <w:r w:rsidRPr="00851608">
        <w:rPr>
          <w:color w:val="000000"/>
        </w:rPr>
        <w:t xml:space="preserve"> must be represented as hex strings.</w:t>
      </w:r>
    </w:p>
    <w:p w14:paraId="7FD95488"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4F8CD38D"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689CA2A9" w14:textId="77777777" w:rsidR="002F0E6A" w:rsidRDefault="002F0E6A" w:rsidP="002F0E6A">
      <w:pPr>
        <w:rPr>
          <w:color w:val="000000"/>
        </w:rPr>
      </w:pPr>
      <w:r w:rsidRPr="00851608">
        <w:rPr>
          <w:color w:val="000000"/>
        </w:rPr>
        <w:t>Note that this value (2</w:t>
      </w:r>
      <w:r w:rsidRPr="00E842A3">
        <w:rPr>
          <w:color w:val="000000"/>
          <w:vertAlign w:val="superscript"/>
        </w:rPr>
        <w:t>60</w:t>
      </w:r>
      <w:r w:rsidRPr="00851608">
        <w:rPr>
          <w:color w:val="000000"/>
        </w:rPr>
        <w:t>) is too large to be represented as a Number in JSON.</w:t>
      </w:r>
    </w:p>
    <w:p w14:paraId="5C191073" w14:textId="77777777" w:rsidR="008B1509" w:rsidRPr="00851608" w:rsidRDefault="008B1509" w:rsidP="008B1509">
      <w:pPr>
        <w:pStyle w:val="Heading5"/>
        <w:numPr>
          <w:ilvl w:val="4"/>
          <w:numId w:val="2"/>
        </w:numPr>
        <w:rPr>
          <w:lang w:val="en-AU"/>
        </w:rPr>
      </w:pPr>
      <w:bookmarkStart w:id="1031" w:name="_Toc176876143"/>
      <w:r>
        <w:rPr>
          <w:lang w:val="en-AU"/>
        </w:rPr>
        <w:t>Identifier</w:t>
      </w:r>
      <w:bookmarkEnd w:id="1031"/>
    </w:p>
    <w:p w14:paraId="4898EA90" w14:textId="77777777" w:rsidR="008B1509" w:rsidRPr="00851608" w:rsidRDefault="008B1509" w:rsidP="008B1509">
      <w:pPr>
        <w:rPr>
          <w:color w:val="000000"/>
        </w:rPr>
      </w:pPr>
      <w:r w:rsidRPr="00851608">
        <w:rPr>
          <w:color w:val="000000"/>
        </w:rPr>
        <w:t>For JSON, value must be a String</w:t>
      </w:r>
    </w:p>
    <w:p w14:paraId="2D6B6789" w14:textId="77777777" w:rsidR="008B1509" w:rsidRPr="00851608" w:rsidRDefault="008B1509" w:rsidP="008B1509">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Pr>
          <w:rFonts w:ascii="Courier New" w:eastAsia="Calibri" w:hAnsi="Courier New"/>
          <w:color w:val="2A00FF"/>
          <w:sz w:val="16"/>
        </w:rPr>
        <w:t>UniqueIdentifier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TextString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w:t>
      </w:r>
      <w:r w:rsidRPr="008B1509">
        <w:rPr>
          <w:rFonts w:ascii="Courier New" w:eastAsia="Courier New" w:hAnsi="Courier New" w:cs="Courier New"/>
          <w:i/>
          <w:iCs/>
          <w:color w:val="2A00FF"/>
          <w:sz w:val="16"/>
          <w:szCs w:val="16"/>
        </w:rPr>
        <w:t>b424830c-ba5a-4d16-9d82-c53547635721</w:t>
      </w:r>
      <w:r w:rsidRPr="00851608">
        <w:rPr>
          <w:rFonts w:ascii="Courier New" w:eastAsia="Calibri" w:hAnsi="Courier New"/>
          <w:color w:val="2A00FF"/>
          <w:sz w:val="16"/>
        </w:rPr>
        <w:t>"</w:t>
      </w:r>
      <w:r w:rsidRPr="00851608">
        <w:rPr>
          <w:rFonts w:ascii="Courier New" w:eastAsia="Calibri" w:hAnsi="Courier New"/>
          <w:sz w:val="16"/>
        </w:rPr>
        <w:t>}</w:t>
      </w:r>
    </w:p>
    <w:p w14:paraId="0C6FC8B7" w14:textId="77777777" w:rsidR="008B1509" w:rsidRPr="00851608" w:rsidRDefault="008B1509" w:rsidP="008B1509">
      <w:pPr>
        <w:pStyle w:val="Heading5"/>
        <w:numPr>
          <w:ilvl w:val="4"/>
          <w:numId w:val="2"/>
        </w:numPr>
        <w:rPr>
          <w:lang w:val="en-AU"/>
        </w:rPr>
      </w:pPr>
      <w:bookmarkStart w:id="1032" w:name="_Toc176876144"/>
      <w:r>
        <w:rPr>
          <w:lang w:val="en-AU"/>
        </w:rPr>
        <w:t>Reference</w:t>
      </w:r>
      <w:bookmarkEnd w:id="1032"/>
    </w:p>
    <w:p w14:paraId="3773D512" w14:textId="77777777" w:rsidR="008B1509" w:rsidRPr="00851608" w:rsidRDefault="008B1509" w:rsidP="008B1509">
      <w:pPr>
        <w:rPr>
          <w:color w:val="000000"/>
        </w:rPr>
      </w:pPr>
      <w:r w:rsidRPr="00851608">
        <w:rPr>
          <w:color w:val="000000"/>
        </w:rPr>
        <w:t>For JSON, value must be a String</w:t>
      </w:r>
    </w:p>
    <w:p w14:paraId="71C1DD0A" w14:textId="77777777" w:rsidR="008B1509" w:rsidRPr="00851608" w:rsidRDefault="008B1509" w:rsidP="008B1509">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Pr>
          <w:rFonts w:ascii="Courier New" w:eastAsia="Calibri" w:hAnsi="Courier New"/>
          <w:color w:val="2A00FF"/>
          <w:sz w:val="16"/>
        </w:rPr>
        <w:t>CertificateLink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r>
        <w:rPr>
          <w:rFonts w:ascii="Courier New" w:eastAsia="Calibri" w:hAnsi="Courier New"/>
          <w:color w:val="2A00FF"/>
          <w:sz w:val="16"/>
        </w:rPr>
        <w:t>Reference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w:t>
      </w:r>
      <w:r w:rsidRPr="008B1509">
        <w:rPr>
          <w:rFonts w:ascii="Courier New" w:eastAsia="Courier New" w:hAnsi="Courier New" w:cs="Courier New"/>
          <w:i/>
          <w:iCs/>
          <w:color w:val="2A00FF"/>
          <w:sz w:val="16"/>
          <w:szCs w:val="16"/>
        </w:rPr>
        <w:t>b424830c-ba5a-4d16-9d82-c53547635721</w:t>
      </w:r>
      <w:r w:rsidRPr="00851608">
        <w:rPr>
          <w:rFonts w:ascii="Courier New" w:eastAsia="Calibri" w:hAnsi="Courier New"/>
          <w:color w:val="2A00FF"/>
          <w:sz w:val="16"/>
        </w:rPr>
        <w:t>"</w:t>
      </w:r>
      <w:r w:rsidRPr="00851608">
        <w:rPr>
          <w:rFonts w:ascii="Courier New" w:eastAsia="Calibri" w:hAnsi="Courier New"/>
          <w:sz w:val="16"/>
        </w:rPr>
        <w:t>}</w:t>
      </w:r>
    </w:p>
    <w:p w14:paraId="3549D01B" w14:textId="77777777" w:rsidR="008B1509" w:rsidRPr="00851608" w:rsidRDefault="008B1509" w:rsidP="008B1509">
      <w:pPr>
        <w:pStyle w:val="Heading5"/>
        <w:numPr>
          <w:ilvl w:val="4"/>
          <w:numId w:val="2"/>
        </w:numPr>
        <w:rPr>
          <w:lang w:val="en-AU"/>
        </w:rPr>
      </w:pPr>
      <w:bookmarkStart w:id="1033" w:name="_Toc176876145"/>
      <w:r>
        <w:rPr>
          <w:lang w:val="en-AU"/>
        </w:rPr>
        <w:t>Name Reference</w:t>
      </w:r>
      <w:bookmarkEnd w:id="1033"/>
    </w:p>
    <w:p w14:paraId="6BC15EDE" w14:textId="77777777" w:rsidR="008B1509" w:rsidRPr="00851608" w:rsidRDefault="008B1509" w:rsidP="008B1509">
      <w:pPr>
        <w:rPr>
          <w:color w:val="000000"/>
        </w:rPr>
      </w:pPr>
      <w:r w:rsidRPr="00851608">
        <w:rPr>
          <w:color w:val="000000"/>
        </w:rPr>
        <w:t>For JSON, value must be a String</w:t>
      </w:r>
    </w:p>
    <w:p w14:paraId="74615A4A" w14:textId="77777777" w:rsidR="008B1509" w:rsidRPr="00851608" w:rsidRDefault="008B1509" w:rsidP="008B1509">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Pr>
          <w:rFonts w:ascii="Courier New" w:eastAsia="Calibri" w:hAnsi="Courier New"/>
          <w:color w:val="2A00FF"/>
          <w:sz w:val="16"/>
        </w:rPr>
        <w:t>CertificateLink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NameReference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w:t>
      </w:r>
      <w:proofErr w:type="spellEnd"/>
      <w:r w:rsidRPr="00851608">
        <w:rPr>
          <w:rFonts w:ascii="Courier New" w:eastAsia="Calibri" w:hAnsi="Courier New"/>
          <w:color w:val="2A00FF"/>
          <w:sz w:val="16"/>
        </w:rPr>
        <w:t xml:space="preserve"> Algorithm"</w:t>
      </w:r>
      <w:r w:rsidRPr="00851608">
        <w:rPr>
          <w:rFonts w:ascii="Courier New" w:eastAsia="Calibri" w:hAnsi="Courier New"/>
          <w:sz w:val="16"/>
        </w:rPr>
        <w:t>}</w:t>
      </w:r>
    </w:p>
    <w:p w14:paraId="55D1BB99" w14:textId="77777777" w:rsidR="008B1509" w:rsidRPr="00851608" w:rsidRDefault="008B1509" w:rsidP="002F0E6A">
      <w:pPr>
        <w:rPr>
          <w:color w:val="000000"/>
        </w:rPr>
      </w:pPr>
    </w:p>
    <w:p w14:paraId="6A16BA04" w14:textId="77777777" w:rsidR="002F0E6A" w:rsidRPr="000C30ED" w:rsidRDefault="002F0E6A" w:rsidP="002F0E6A">
      <w:pPr>
        <w:pStyle w:val="Heading3"/>
        <w:numPr>
          <w:ilvl w:val="2"/>
          <w:numId w:val="2"/>
        </w:numPr>
      </w:pPr>
      <w:bookmarkStart w:id="1034" w:name="_Ref439709077"/>
      <w:bookmarkStart w:id="1035" w:name="_Ref439709804"/>
      <w:bookmarkStart w:id="1036" w:name="_Toc439711271"/>
      <w:bookmarkStart w:id="1037" w:name="_Toc463354588"/>
      <w:bookmarkStart w:id="1038" w:name="_Toc478070478"/>
      <w:bookmarkStart w:id="1039" w:name="_Toc479342098"/>
      <w:bookmarkStart w:id="1040" w:name="_Toc491431481"/>
      <w:bookmarkStart w:id="1041" w:name="_Toc533021383"/>
      <w:bookmarkStart w:id="1042" w:name="_Toc535231626"/>
      <w:bookmarkStart w:id="1043" w:name="_Toc14773249"/>
      <w:bookmarkStart w:id="1044" w:name="_Toc27473300"/>
      <w:bookmarkStart w:id="1045" w:name="_Toc32324436"/>
      <w:bookmarkStart w:id="1046" w:name="_Toc176876146"/>
      <w:r>
        <w:t>JSON Client</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04EB18B4" w14:textId="77777777" w:rsidR="002F0E6A" w:rsidRDefault="002F0E6A" w:rsidP="002F0E6A">
      <w:r>
        <w:t>KMIP clients conformant to this profile:</w:t>
      </w:r>
    </w:p>
    <w:p w14:paraId="4A1F5E6C" w14:textId="32C57E1C" w:rsidR="002F0E6A" w:rsidRDefault="002F0E6A" w:rsidP="002F0E6A">
      <w:pPr>
        <w:numPr>
          <w:ilvl w:val="0"/>
          <w:numId w:val="11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30763572" w14:textId="5CF6B647" w:rsidR="002F0E6A" w:rsidRPr="00D1622D" w:rsidRDefault="002F0E6A" w:rsidP="002F0E6A">
      <w:pPr>
        <w:numPr>
          <w:ilvl w:val="0"/>
          <w:numId w:val="113"/>
        </w:numPr>
      </w:pPr>
      <w:r>
        <w:t xml:space="preserve">SHALL conform with </w:t>
      </w:r>
      <w:r>
        <w:fldChar w:fldCharType="begin"/>
      </w:r>
      <w:r>
        <w:instrText xml:space="preserve"> REF _Ref339485768 \h </w:instrText>
      </w:r>
      <w:r>
        <w:fldChar w:fldCharType="separate"/>
      </w:r>
      <w:r w:rsidR="00DA37E6">
        <w:t>JSON Encoding</w:t>
      </w:r>
      <w:r>
        <w:fldChar w:fldCharType="end"/>
      </w:r>
      <w:r>
        <w:t xml:space="preserve"> (</w:t>
      </w:r>
      <w:r>
        <w:fldChar w:fldCharType="begin"/>
      </w:r>
      <w:r>
        <w:instrText xml:space="preserve"> REF _Ref339485768 \r \h </w:instrText>
      </w:r>
      <w:r>
        <w:fldChar w:fldCharType="separate"/>
      </w:r>
      <w:r w:rsidR="00DA37E6">
        <w:t>5.5.1</w:t>
      </w:r>
      <w:r>
        <w:fldChar w:fldCharType="end"/>
      </w:r>
      <w:r>
        <w:t>)</w:t>
      </w:r>
    </w:p>
    <w:p w14:paraId="41ED1295" w14:textId="5B9C0408" w:rsidR="002F0E6A" w:rsidRPr="006436AE" w:rsidRDefault="002F0E6A" w:rsidP="002F0E6A">
      <w:pPr>
        <w:numPr>
          <w:ilvl w:val="0"/>
          <w:numId w:val="113"/>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DA37E6">
        <w:t>5.5.2</w:t>
      </w:r>
      <w:r>
        <w:fldChar w:fldCharType="end"/>
      </w:r>
    </w:p>
    <w:p w14:paraId="3EEEB280" w14:textId="77777777" w:rsidR="002F0E6A" w:rsidRDefault="002F0E6A" w:rsidP="002F0E6A">
      <w:pPr>
        <w:numPr>
          <w:ilvl w:val="0"/>
          <w:numId w:val="113"/>
        </w:numPr>
      </w:pPr>
      <w:r w:rsidRPr="006436AE">
        <w:t>MAY support extensions outside the scope of this standard (e.g., vendor extensions, conformance clauses) that do not contradict any KMIP requirements.</w:t>
      </w:r>
    </w:p>
    <w:p w14:paraId="6642A034" w14:textId="77777777" w:rsidR="002F0E6A" w:rsidRPr="000C30ED" w:rsidRDefault="002F0E6A" w:rsidP="002F0E6A">
      <w:pPr>
        <w:pStyle w:val="Heading3"/>
        <w:numPr>
          <w:ilvl w:val="2"/>
          <w:numId w:val="2"/>
        </w:numPr>
      </w:pPr>
      <w:bookmarkStart w:id="1047" w:name="_Ref439709795"/>
      <w:bookmarkStart w:id="1048" w:name="_Toc439711272"/>
      <w:bookmarkStart w:id="1049" w:name="_Toc463354589"/>
      <w:bookmarkStart w:id="1050" w:name="_Toc478070479"/>
      <w:bookmarkStart w:id="1051" w:name="_Toc479342099"/>
      <w:bookmarkStart w:id="1052" w:name="_Toc491431482"/>
      <w:bookmarkStart w:id="1053" w:name="_Toc533021384"/>
      <w:bookmarkStart w:id="1054" w:name="_Toc535231627"/>
      <w:bookmarkStart w:id="1055" w:name="_Toc14773250"/>
      <w:bookmarkStart w:id="1056" w:name="_Toc27473301"/>
      <w:bookmarkStart w:id="1057" w:name="_Toc32324437"/>
      <w:bookmarkStart w:id="1058" w:name="_Toc176876147"/>
      <w:r>
        <w:t>JSON Server</w:t>
      </w:r>
      <w:bookmarkEnd w:id="1047"/>
      <w:bookmarkEnd w:id="1048"/>
      <w:bookmarkEnd w:id="1049"/>
      <w:bookmarkEnd w:id="1050"/>
      <w:bookmarkEnd w:id="1051"/>
      <w:bookmarkEnd w:id="1052"/>
      <w:bookmarkEnd w:id="1053"/>
      <w:bookmarkEnd w:id="1054"/>
      <w:bookmarkEnd w:id="1055"/>
      <w:bookmarkEnd w:id="1056"/>
      <w:bookmarkEnd w:id="1057"/>
      <w:bookmarkEnd w:id="1058"/>
    </w:p>
    <w:p w14:paraId="2508E493" w14:textId="77777777" w:rsidR="002F0E6A" w:rsidRDefault="002F0E6A" w:rsidP="002F0E6A">
      <w:r>
        <w:t>KMIP servers conformant to this profile:</w:t>
      </w:r>
    </w:p>
    <w:p w14:paraId="6135B4A4" w14:textId="2F686F9A" w:rsidR="002F0E6A" w:rsidRPr="00D1622D" w:rsidRDefault="002F0E6A" w:rsidP="002F0E6A">
      <w:pPr>
        <w:numPr>
          <w:ilvl w:val="0"/>
          <w:numId w:val="11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645FDE3A" w14:textId="66C188B4" w:rsidR="002F0E6A" w:rsidRPr="00D1622D" w:rsidRDefault="002F0E6A" w:rsidP="002F0E6A">
      <w:pPr>
        <w:numPr>
          <w:ilvl w:val="0"/>
          <w:numId w:val="114"/>
        </w:numPr>
      </w:pPr>
      <w:r>
        <w:t xml:space="preserve">SHALL conform with </w:t>
      </w:r>
      <w:r>
        <w:fldChar w:fldCharType="begin"/>
      </w:r>
      <w:r>
        <w:instrText xml:space="preserve"> REF _Ref339485768 \h </w:instrText>
      </w:r>
      <w:r>
        <w:fldChar w:fldCharType="separate"/>
      </w:r>
      <w:r w:rsidR="00DA37E6">
        <w:t>JSON Encoding</w:t>
      </w:r>
      <w:r>
        <w:fldChar w:fldCharType="end"/>
      </w:r>
      <w:r>
        <w:t xml:space="preserve"> (</w:t>
      </w:r>
      <w:r>
        <w:fldChar w:fldCharType="begin"/>
      </w:r>
      <w:r>
        <w:instrText xml:space="preserve"> REF _Ref339485768 \r \h </w:instrText>
      </w:r>
      <w:r>
        <w:fldChar w:fldCharType="separate"/>
      </w:r>
      <w:r w:rsidR="00DA37E6">
        <w:t>5.5.1</w:t>
      </w:r>
      <w:r>
        <w:fldChar w:fldCharType="end"/>
      </w:r>
      <w:r>
        <w:t>)</w:t>
      </w:r>
    </w:p>
    <w:p w14:paraId="4CDD516E" w14:textId="6BEA1932" w:rsidR="002F0E6A" w:rsidRPr="006436AE" w:rsidRDefault="002F0E6A" w:rsidP="002F0E6A">
      <w:pPr>
        <w:numPr>
          <w:ilvl w:val="0"/>
          <w:numId w:val="114"/>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DA37E6">
        <w:t>5.5.3</w:t>
      </w:r>
      <w:r>
        <w:fldChar w:fldCharType="end"/>
      </w:r>
    </w:p>
    <w:p w14:paraId="6189B430" w14:textId="77777777" w:rsidR="002F0E6A" w:rsidRDefault="002F0E6A" w:rsidP="002F0E6A">
      <w:pPr>
        <w:numPr>
          <w:ilvl w:val="0"/>
          <w:numId w:val="114"/>
        </w:numPr>
      </w:pPr>
      <w:r w:rsidRPr="006436AE">
        <w:t>MAY support extensions outside the scope of this standard (e.g., vendor extensions, conformance clauses) that do not contradict any KMIP requirements.</w:t>
      </w:r>
    </w:p>
    <w:p w14:paraId="7AD27D5C" w14:textId="77777777" w:rsidR="002F0E6A" w:rsidRDefault="002F0E6A" w:rsidP="002F0E6A">
      <w:pPr>
        <w:pStyle w:val="Heading3"/>
        <w:numPr>
          <w:ilvl w:val="2"/>
          <w:numId w:val="2"/>
        </w:numPr>
      </w:pPr>
      <w:bookmarkStart w:id="1059" w:name="_Ref439710586"/>
      <w:bookmarkStart w:id="1060" w:name="_Ref439710587"/>
      <w:bookmarkStart w:id="1061" w:name="_Toc439711273"/>
      <w:bookmarkStart w:id="1062" w:name="_Toc463354590"/>
      <w:bookmarkStart w:id="1063" w:name="_Toc478070480"/>
      <w:bookmarkStart w:id="1064" w:name="_Toc479342100"/>
      <w:bookmarkStart w:id="1065" w:name="_Toc491431483"/>
      <w:bookmarkStart w:id="1066" w:name="_Toc533021385"/>
      <w:bookmarkStart w:id="1067" w:name="_Toc535231628"/>
      <w:bookmarkStart w:id="1068" w:name="_Toc14773251"/>
      <w:bookmarkStart w:id="1069" w:name="_Toc27473302"/>
      <w:bookmarkStart w:id="1070" w:name="_Toc32324438"/>
      <w:bookmarkStart w:id="1071" w:name="_Toc176876148"/>
      <w:r>
        <w:t xml:space="preserve">JSON Mandatory Test Cases KMIP </w:t>
      </w:r>
      <w:bookmarkEnd w:id="1059"/>
      <w:bookmarkEnd w:id="1060"/>
      <w:bookmarkEnd w:id="1061"/>
      <w:bookmarkEnd w:id="1062"/>
      <w:bookmarkEnd w:id="1063"/>
      <w:bookmarkEnd w:id="1064"/>
      <w:bookmarkEnd w:id="1065"/>
      <w:bookmarkEnd w:id="1066"/>
      <w:bookmarkEnd w:id="1067"/>
      <w:bookmarkEnd w:id="1068"/>
      <w:bookmarkEnd w:id="1069"/>
      <w:bookmarkEnd w:id="1070"/>
      <w:r w:rsidR="00697364">
        <w:t>v3.0</w:t>
      </w:r>
      <w:bookmarkEnd w:id="1071"/>
    </w:p>
    <w:p w14:paraId="78203026" w14:textId="77777777" w:rsidR="002F0E6A" w:rsidRDefault="002F0E6A" w:rsidP="002F0E6A">
      <w:pPr>
        <w:pStyle w:val="Heading4"/>
        <w:numPr>
          <w:ilvl w:val="3"/>
          <w:numId w:val="2"/>
        </w:numPr>
      </w:pPr>
      <w:bookmarkStart w:id="1072" w:name="_Toc32324439"/>
      <w:bookmarkStart w:id="1073" w:name="_Toc439711274"/>
      <w:bookmarkStart w:id="1074" w:name="_Toc463354591"/>
      <w:bookmarkStart w:id="1075" w:name="_Toc478070481"/>
      <w:bookmarkStart w:id="1076" w:name="_Toc479342101"/>
      <w:bookmarkStart w:id="1077" w:name="_Toc491431484"/>
      <w:bookmarkStart w:id="1078" w:name="_Toc533021386"/>
      <w:bookmarkStart w:id="1079" w:name="_Toc535231629"/>
      <w:bookmarkStart w:id="1080" w:name="_Toc14773252"/>
      <w:bookmarkStart w:id="1081" w:name="_Toc27473303"/>
      <w:bookmarkStart w:id="1082" w:name="_Toc176876149"/>
      <w:r>
        <w:t>MSGENC-JSON-M-1-</w:t>
      </w:r>
      <w:bookmarkEnd w:id="1072"/>
      <w:r>
        <w:t>30</w:t>
      </w:r>
      <w:bookmarkEnd w:id="1073"/>
      <w:bookmarkEnd w:id="1074"/>
      <w:bookmarkEnd w:id="1075"/>
      <w:bookmarkEnd w:id="1076"/>
      <w:bookmarkEnd w:id="1077"/>
      <w:bookmarkEnd w:id="1078"/>
      <w:bookmarkEnd w:id="1079"/>
      <w:bookmarkEnd w:id="1080"/>
      <w:bookmarkEnd w:id="1081"/>
      <w:bookmarkEnd w:id="1082"/>
    </w:p>
    <w:p w14:paraId="05E41A38"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1ACE85ED" w14:textId="77777777" w:rsidR="002F0E6A" w:rsidRDefault="002F0E6A" w:rsidP="002F0E6A">
      <w:r>
        <w:t>The specific list of operations and object types returned in the response MAY vary.</w:t>
      </w:r>
    </w:p>
    <w:p w14:paraId="7FF495AF" w14:textId="77777777" w:rsidR="002F0E6A" w:rsidRDefault="002F0E6A" w:rsidP="002F0E6A">
      <w:r w:rsidRPr="00030AA9">
        <w:t xml:space="preserve">See </w:t>
      </w:r>
      <w:hyperlink r:id="rId84" w:history="1">
        <w:r w:rsidRPr="00030AA9">
          <w:rPr>
            <w:rStyle w:val="Hyperlink"/>
          </w:rPr>
          <w:t>test-cases/kmip</w:t>
        </w:r>
        <w:r w:rsidR="00697364">
          <w:rPr>
            <w:rStyle w:val="Hyperlink"/>
          </w:rPr>
          <w:t>-v3.0</w:t>
        </w:r>
        <w:r w:rsidRPr="00030AA9">
          <w:rPr>
            <w:rStyle w:val="Hyperlink"/>
          </w:rPr>
          <w:t>/mandatory/MSGENC-JSON-M-1</w:t>
        </w:r>
        <w:r>
          <w:rPr>
            <w:rStyle w:val="Hyperlink"/>
          </w:rPr>
          <w:t>-30.xml</w:t>
        </w:r>
      </w:hyperlink>
      <w:r>
        <w:t>.</w:t>
      </w:r>
    </w:p>
    <w:p w14:paraId="651F4A71" w14:textId="77777777" w:rsidR="002F0E6A" w:rsidRDefault="002F0E6A" w:rsidP="002F0E6A">
      <w:r>
        <w:t>The normative corresponding wire encoding in JSON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2F0E6A" w14:paraId="144FC21D" w14:textId="77777777" w:rsidTr="002F0E6A">
        <w:tc>
          <w:tcPr>
            <w:tcW w:w="5000" w:type="pct"/>
            <w:tcBorders>
              <w:bottom w:val="single" w:sz="4" w:space="0" w:color="auto"/>
            </w:tcBorders>
            <w:shd w:val="clear" w:color="auto" w:fill="auto"/>
          </w:tcPr>
          <w:p w14:paraId="7C77B23B" w14:textId="77777777" w:rsidR="002F0E6A" w:rsidRPr="00750D78" w:rsidRDefault="002F0E6A" w:rsidP="002F0E6A">
            <w:pPr>
              <w:pStyle w:val="KMIPXMLCELL"/>
              <w:rPr>
                <w:rFonts w:eastAsia="Calibri"/>
                <w:i/>
              </w:rPr>
            </w:pPr>
            <w:r w:rsidRPr="00750D78">
              <w:rPr>
                <w:rFonts w:eastAsia="Calibri"/>
                <w:i/>
              </w:rPr>
              <w:t>Request Time 0</w:t>
            </w:r>
          </w:p>
          <w:p w14:paraId="16FD71D4"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1404972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0F2865E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1BDB0101"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sidR="00115C33">
              <w:rPr>
                <w:rFonts w:eastAsia="Calibri"/>
                <w:sz w:val="18"/>
              </w:rPr>
              <w:t>3</w:t>
            </w:r>
            <w:r w:rsidRPr="00583686">
              <w:rPr>
                <w:rFonts w:eastAsia="Calibri"/>
                <w:sz w:val="18"/>
              </w:rPr>
              <w:t>"},</w:t>
            </w:r>
          </w:p>
          <w:p w14:paraId="3BC236E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w:t>
            </w:r>
            <w:r w:rsidR="00115C33" w:rsidRPr="00583686">
              <w:rPr>
                <w:rFonts w:eastAsia="Calibri"/>
                <w:sz w:val="18"/>
              </w:rPr>
              <w:t>0x0000000</w:t>
            </w:r>
            <w:r w:rsidR="00115C33">
              <w:rPr>
                <w:rFonts w:eastAsia="Calibri"/>
                <w:sz w:val="18"/>
              </w:rPr>
              <w:t>0</w:t>
            </w:r>
            <w:r w:rsidRPr="00583686">
              <w:rPr>
                <w:rFonts w:eastAsia="Calibri"/>
                <w:sz w:val="18"/>
              </w:rPr>
              <w:t>"}</w:t>
            </w:r>
          </w:p>
          <w:p w14:paraId="24C187A6" w14:textId="77777777" w:rsidR="002F0E6A" w:rsidRPr="00583686" w:rsidRDefault="002F0E6A" w:rsidP="002F0E6A">
            <w:pPr>
              <w:pStyle w:val="KMIPXMLCELL"/>
              <w:rPr>
                <w:rFonts w:eastAsia="Calibri"/>
                <w:sz w:val="18"/>
              </w:rPr>
            </w:pPr>
            <w:r w:rsidRPr="00583686">
              <w:rPr>
                <w:rFonts w:eastAsia="Calibri"/>
                <w:sz w:val="18"/>
              </w:rPr>
              <w:t xml:space="preserve">    ]},</w:t>
            </w:r>
          </w:p>
          <w:p w14:paraId="2F7DC09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"value":"0x00000100"}</w:t>
            </w:r>
          </w:p>
          <w:p w14:paraId="06519602" w14:textId="77777777" w:rsidR="002F0E6A" w:rsidRPr="00583686" w:rsidRDefault="002F0E6A" w:rsidP="002F0E6A">
            <w:pPr>
              <w:pStyle w:val="KMIPXMLCELL"/>
              <w:rPr>
                <w:rFonts w:eastAsia="Calibri"/>
                <w:sz w:val="18"/>
              </w:rPr>
            </w:pPr>
            <w:r w:rsidRPr="00583686">
              <w:rPr>
                <w:rFonts w:eastAsia="Calibri"/>
                <w:sz w:val="18"/>
              </w:rPr>
              <w:t xml:space="preserve">    </w:t>
            </w:r>
          </w:p>
          <w:p w14:paraId="02F46C99" w14:textId="77777777" w:rsidR="002F0E6A" w:rsidRPr="00583686" w:rsidRDefault="002F0E6A" w:rsidP="002F0E6A">
            <w:pPr>
              <w:pStyle w:val="KMIPXMLCELL"/>
              <w:rPr>
                <w:rFonts w:eastAsia="Calibri"/>
                <w:sz w:val="18"/>
              </w:rPr>
            </w:pPr>
            <w:r w:rsidRPr="00583686">
              <w:rPr>
                <w:rFonts w:eastAsia="Calibri"/>
                <w:sz w:val="18"/>
              </w:rPr>
              <w:t xml:space="preserve">  ]},</w:t>
            </w:r>
          </w:p>
          <w:p w14:paraId="75F6E0F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1B20D367"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555ACA0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1705E79B" w14:textId="77777777" w:rsidR="002F0E6A"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w:t>
            </w:r>
          </w:p>
          <w:p w14:paraId="5892F674" w14:textId="77777777" w:rsidR="002F0E6A" w:rsidRPr="00583686" w:rsidRDefault="002F0E6A" w:rsidP="002F0E6A">
            <w:pPr>
              <w:pStyle w:val="KMIPXMLCELL"/>
              <w:rPr>
                <w:rFonts w:eastAsia="Calibri"/>
                <w:sz w:val="18"/>
              </w:rPr>
            </w:pPr>
            <w:r w:rsidRPr="00583686">
              <w:rPr>
                <w:rFonts w:eastAsia="Calibri"/>
                <w:sz w:val="18"/>
              </w:rPr>
              <w:t>"value":"</w:t>
            </w:r>
            <w:proofErr w:type="spellStart"/>
            <w:r w:rsidRPr="00583686">
              <w:rPr>
                <w:rFonts w:eastAsia="Calibri"/>
                <w:sz w:val="18"/>
              </w:rPr>
              <w:t>QueryOperations</w:t>
            </w:r>
            <w:proofErr w:type="spellEnd"/>
            <w:r w:rsidRPr="00583686">
              <w:rPr>
                <w:rFonts w:eastAsia="Calibri"/>
                <w:sz w:val="18"/>
              </w:rPr>
              <w:t>"},</w:t>
            </w:r>
          </w:p>
          <w:p w14:paraId="1905B57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0B0FF465" w14:textId="77777777" w:rsidR="002F0E6A" w:rsidRPr="00583686" w:rsidRDefault="002F0E6A" w:rsidP="002F0E6A">
            <w:pPr>
              <w:pStyle w:val="KMIPXMLCELL"/>
              <w:rPr>
                <w:rFonts w:eastAsia="Calibri"/>
                <w:sz w:val="18"/>
              </w:rPr>
            </w:pPr>
            <w:r w:rsidRPr="00583686">
              <w:rPr>
                <w:rFonts w:eastAsia="Calibri"/>
                <w:sz w:val="18"/>
              </w:rPr>
              <w:t xml:space="preserve">    ]}</w:t>
            </w:r>
          </w:p>
          <w:p w14:paraId="7E1F8FD1" w14:textId="77777777" w:rsidR="002F0E6A" w:rsidRPr="00583686" w:rsidRDefault="002F0E6A" w:rsidP="002F0E6A">
            <w:pPr>
              <w:pStyle w:val="KMIPXMLCELL"/>
              <w:rPr>
                <w:rFonts w:eastAsia="Calibri"/>
                <w:sz w:val="18"/>
              </w:rPr>
            </w:pPr>
            <w:r w:rsidRPr="00583686">
              <w:rPr>
                <w:rFonts w:eastAsia="Calibri"/>
                <w:sz w:val="18"/>
              </w:rPr>
              <w:t xml:space="preserve">  ]}</w:t>
            </w:r>
          </w:p>
          <w:p w14:paraId="1BDD4FEC" w14:textId="77777777" w:rsidR="002F0E6A" w:rsidRPr="00F069A6" w:rsidRDefault="002F0E6A" w:rsidP="002F0E6A">
            <w:pPr>
              <w:pStyle w:val="KMIPXMLCELL"/>
              <w:rPr>
                <w:rFonts w:eastAsia="Calibri"/>
              </w:rPr>
            </w:pPr>
            <w:r w:rsidRPr="00583686">
              <w:rPr>
                <w:rFonts w:eastAsia="Calibri"/>
                <w:sz w:val="18"/>
              </w:rPr>
              <w:t>]}</w:t>
            </w:r>
          </w:p>
        </w:tc>
      </w:tr>
      <w:tr w:rsidR="002F0E6A" w14:paraId="07DB4687" w14:textId="77777777" w:rsidTr="002F0E6A">
        <w:tc>
          <w:tcPr>
            <w:tcW w:w="5000" w:type="pct"/>
            <w:tcBorders>
              <w:bottom w:val="single" w:sz="4" w:space="0" w:color="auto"/>
            </w:tcBorders>
            <w:shd w:val="pct10" w:color="auto" w:fill="FFFFFF"/>
          </w:tcPr>
          <w:p w14:paraId="52D6A0E9" w14:textId="77777777" w:rsidR="002F0E6A" w:rsidRDefault="002F0E6A" w:rsidP="002F0E6A">
            <w:pPr>
              <w:pStyle w:val="KMIPXMLCELL"/>
              <w:rPr>
                <w:rFonts w:eastAsia="Calibri"/>
                <w:i/>
              </w:rPr>
            </w:pPr>
            <w:r w:rsidRPr="00750D78">
              <w:rPr>
                <w:rFonts w:eastAsia="Calibri"/>
                <w:i/>
              </w:rPr>
              <w:t>Response Time 0</w:t>
            </w:r>
          </w:p>
          <w:p w14:paraId="0EE7E456"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712F7AF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458DAA7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66D0F1B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w:t>
            </w:r>
            <w:r w:rsidR="00115C33" w:rsidRPr="00583686">
              <w:rPr>
                <w:rFonts w:eastAsia="Calibri"/>
                <w:sz w:val="18"/>
              </w:rPr>
              <w:t>0x0000000</w:t>
            </w:r>
            <w:r w:rsidR="00115C33">
              <w:rPr>
                <w:rFonts w:eastAsia="Calibri"/>
                <w:sz w:val="18"/>
              </w:rPr>
              <w:t>3</w:t>
            </w:r>
            <w:r w:rsidRPr="00583686">
              <w:rPr>
                <w:rFonts w:eastAsia="Calibri"/>
                <w:sz w:val="18"/>
              </w:rPr>
              <w:t>"},</w:t>
            </w:r>
          </w:p>
          <w:p w14:paraId="78D4ED1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w:t>
            </w:r>
            <w:r w:rsidR="00115C33" w:rsidRPr="00583686">
              <w:rPr>
                <w:rFonts w:eastAsia="Calibri"/>
                <w:sz w:val="18"/>
              </w:rPr>
              <w:t>0x0000000</w:t>
            </w:r>
            <w:r w:rsidR="00115C33">
              <w:rPr>
                <w:rFonts w:eastAsia="Calibri"/>
                <w:sz w:val="18"/>
              </w:rPr>
              <w:t>0</w:t>
            </w:r>
            <w:r w:rsidRPr="00583686">
              <w:rPr>
                <w:rFonts w:eastAsia="Calibri"/>
                <w:sz w:val="18"/>
              </w:rPr>
              <w:t>"}</w:t>
            </w:r>
          </w:p>
          <w:p w14:paraId="1B976FE2" w14:textId="77777777" w:rsidR="002F0E6A" w:rsidRPr="00583686" w:rsidRDefault="002F0E6A" w:rsidP="002F0E6A">
            <w:pPr>
              <w:pStyle w:val="KMIPXMLCELL"/>
              <w:rPr>
                <w:rFonts w:eastAsia="Calibri"/>
                <w:sz w:val="18"/>
              </w:rPr>
            </w:pPr>
            <w:r w:rsidRPr="00583686">
              <w:rPr>
                <w:rFonts w:eastAsia="Calibri"/>
                <w:sz w:val="18"/>
              </w:rPr>
              <w:t xml:space="preserve">    ]},</w:t>
            </w:r>
          </w:p>
          <w:p w14:paraId="1BABE85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2CFC8CF9" w14:textId="77777777" w:rsidR="002F0E6A" w:rsidRPr="00583686" w:rsidRDefault="002F0E6A" w:rsidP="002F0E6A">
            <w:pPr>
              <w:pStyle w:val="KMIPXMLCELL"/>
              <w:rPr>
                <w:rFonts w:eastAsia="Calibri"/>
                <w:sz w:val="18"/>
              </w:rPr>
            </w:pPr>
            <w:r w:rsidRPr="00583686">
              <w:rPr>
                <w:rFonts w:eastAsia="Calibri"/>
                <w:sz w:val="18"/>
              </w:rPr>
              <w:t xml:space="preserve">  ]},</w:t>
            </w:r>
          </w:p>
          <w:p w14:paraId="6FB8F79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25FFFCA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688B882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OperationFailed</w:t>
            </w:r>
            <w:proofErr w:type="spellEnd"/>
            <w:r w:rsidRPr="00583686">
              <w:rPr>
                <w:rFonts w:eastAsia="Calibri"/>
                <w:sz w:val="18"/>
              </w:rPr>
              <w:t>"},</w:t>
            </w:r>
          </w:p>
          <w:p w14:paraId="4BF21315"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ResultReason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ResponseTooLarge</w:t>
            </w:r>
            <w:proofErr w:type="spellEnd"/>
            <w:r w:rsidRPr="00583686">
              <w:rPr>
                <w:rFonts w:eastAsia="Calibri"/>
                <w:sz w:val="18"/>
              </w:rPr>
              <w:t>"},</w:t>
            </w:r>
          </w:p>
          <w:p w14:paraId="20D2F635"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ResultMessage</w:t>
            </w:r>
            <w:proofErr w:type="spellEnd"/>
            <w:r w:rsidRPr="00583686">
              <w:rPr>
                <w:rFonts w:eastAsia="Calibri"/>
                <w:sz w:val="18"/>
              </w:rPr>
              <w:t>", "type":"</w:t>
            </w:r>
            <w:proofErr w:type="spellStart"/>
            <w:r w:rsidRPr="00583686">
              <w:rPr>
                <w:rFonts w:eastAsia="Calibri"/>
                <w:sz w:val="18"/>
              </w:rPr>
              <w:t>TextString</w:t>
            </w:r>
            <w:proofErr w:type="spellEnd"/>
            <w:r w:rsidRPr="00583686">
              <w:rPr>
                <w:rFonts w:eastAsia="Calibri"/>
                <w:sz w:val="18"/>
              </w:rPr>
              <w:t>", "</w:t>
            </w:r>
            <w:proofErr w:type="spellStart"/>
            <w:r w:rsidRPr="00583686">
              <w:rPr>
                <w:rFonts w:eastAsia="Calibri"/>
                <w:sz w:val="18"/>
              </w:rPr>
              <w:t>value":"TOO_LARGE</w:t>
            </w:r>
            <w:proofErr w:type="spellEnd"/>
            <w:r w:rsidRPr="00583686">
              <w:rPr>
                <w:rFonts w:eastAsia="Calibri"/>
                <w:sz w:val="18"/>
              </w:rPr>
              <w:t>"}</w:t>
            </w:r>
          </w:p>
          <w:p w14:paraId="583C001B" w14:textId="77777777" w:rsidR="002F0E6A" w:rsidRPr="00583686" w:rsidRDefault="002F0E6A" w:rsidP="002F0E6A">
            <w:pPr>
              <w:pStyle w:val="KMIPXMLCELL"/>
              <w:rPr>
                <w:rFonts w:eastAsia="Calibri"/>
                <w:sz w:val="18"/>
              </w:rPr>
            </w:pPr>
            <w:r w:rsidRPr="00583686">
              <w:rPr>
                <w:rFonts w:eastAsia="Calibri"/>
                <w:sz w:val="18"/>
              </w:rPr>
              <w:t xml:space="preserve">  ]}</w:t>
            </w:r>
          </w:p>
          <w:p w14:paraId="10DCF623" w14:textId="77777777" w:rsidR="002F0E6A" w:rsidRPr="00750D78" w:rsidRDefault="002F0E6A" w:rsidP="002F0E6A">
            <w:pPr>
              <w:pStyle w:val="KMIPXMLCELL"/>
              <w:rPr>
                <w:rFonts w:eastAsia="Calibri"/>
              </w:rPr>
            </w:pPr>
            <w:r w:rsidRPr="00583686">
              <w:rPr>
                <w:rFonts w:eastAsia="Calibri"/>
                <w:sz w:val="18"/>
              </w:rPr>
              <w:t>]}</w:t>
            </w:r>
          </w:p>
        </w:tc>
      </w:tr>
      <w:tr w:rsidR="002F0E6A" w14:paraId="4905F55E" w14:textId="77777777" w:rsidTr="002F0E6A">
        <w:tc>
          <w:tcPr>
            <w:tcW w:w="5000" w:type="pct"/>
            <w:tcBorders>
              <w:bottom w:val="single" w:sz="4" w:space="0" w:color="auto"/>
            </w:tcBorders>
            <w:shd w:val="clear" w:color="auto" w:fill="auto"/>
          </w:tcPr>
          <w:p w14:paraId="022D6A29" w14:textId="77777777" w:rsidR="002F0E6A" w:rsidRDefault="002F0E6A" w:rsidP="002F0E6A">
            <w:pPr>
              <w:pStyle w:val="KMIPXMLCELL"/>
              <w:rPr>
                <w:rFonts w:eastAsia="Calibri"/>
                <w:i/>
              </w:rPr>
            </w:pPr>
            <w:r w:rsidRPr="00750D78">
              <w:rPr>
                <w:rFonts w:eastAsia="Calibri"/>
                <w:i/>
              </w:rPr>
              <w:t>Request Time 1</w:t>
            </w:r>
          </w:p>
          <w:p w14:paraId="234E5474"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0F0AAA68"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27380E1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2C81EFB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w:t>
            </w:r>
            <w:r w:rsidR="00115C33" w:rsidRPr="00583686">
              <w:rPr>
                <w:rFonts w:eastAsia="Calibri"/>
                <w:sz w:val="18"/>
              </w:rPr>
              <w:t>0x0000000</w:t>
            </w:r>
            <w:r w:rsidR="00115C33">
              <w:rPr>
                <w:rFonts w:eastAsia="Calibri"/>
                <w:sz w:val="18"/>
              </w:rPr>
              <w:t>3</w:t>
            </w:r>
            <w:r w:rsidRPr="00583686">
              <w:rPr>
                <w:rFonts w:eastAsia="Calibri"/>
                <w:sz w:val="18"/>
              </w:rPr>
              <w:t>"},</w:t>
            </w:r>
          </w:p>
          <w:p w14:paraId="0FD6D58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w:t>
            </w:r>
            <w:r w:rsidR="00115C33" w:rsidRPr="00583686">
              <w:rPr>
                <w:rFonts w:eastAsia="Calibri"/>
                <w:sz w:val="18"/>
              </w:rPr>
              <w:t>0x0000000</w:t>
            </w:r>
            <w:r w:rsidR="00115C33">
              <w:rPr>
                <w:rFonts w:eastAsia="Calibri"/>
                <w:sz w:val="18"/>
              </w:rPr>
              <w:t>0</w:t>
            </w:r>
            <w:r w:rsidRPr="00583686">
              <w:rPr>
                <w:rFonts w:eastAsia="Calibri"/>
                <w:sz w:val="18"/>
              </w:rPr>
              <w:t>"}</w:t>
            </w:r>
          </w:p>
          <w:p w14:paraId="3FCAEB98" w14:textId="77777777" w:rsidR="002F0E6A" w:rsidRPr="00583686" w:rsidRDefault="002F0E6A" w:rsidP="002F0E6A">
            <w:pPr>
              <w:pStyle w:val="KMIPXMLCELL"/>
              <w:rPr>
                <w:rFonts w:eastAsia="Calibri"/>
                <w:sz w:val="18"/>
              </w:rPr>
            </w:pPr>
            <w:r w:rsidRPr="00583686">
              <w:rPr>
                <w:rFonts w:eastAsia="Calibri"/>
                <w:sz w:val="18"/>
              </w:rPr>
              <w:t xml:space="preserve">    ]},</w:t>
            </w:r>
          </w:p>
          <w:p w14:paraId="66BD059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"value":"0x00000800"}</w:t>
            </w:r>
          </w:p>
          <w:p w14:paraId="7C8CC78C" w14:textId="77777777" w:rsidR="002F0E6A" w:rsidRPr="00583686" w:rsidRDefault="002F0E6A" w:rsidP="002F0E6A">
            <w:pPr>
              <w:pStyle w:val="KMIPXMLCELL"/>
              <w:rPr>
                <w:rFonts w:eastAsia="Calibri"/>
                <w:sz w:val="18"/>
              </w:rPr>
            </w:pPr>
            <w:r w:rsidRPr="00583686">
              <w:rPr>
                <w:rFonts w:eastAsia="Calibri"/>
                <w:sz w:val="18"/>
              </w:rPr>
              <w:t xml:space="preserve">  ]},</w:t>
            </w:r>
          </w:p>
          <w:p w14:paraId="3FD0479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345622F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6788851E"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7B67C7D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QueryOperations</w:t>
            </w:r>
            <w:proofErr w:type="spellEnd"/>
            <w:r w:rsidRPr="00583686">
              <w:rPr>
                <w:rFonts w:eastAsia="Calibri"/>
                <w:sz w:val="18"/>
              </w:rPr>
              <w:t>"},</w:t>
            </w:r>
          </w:p>
          <w:p w14:paraId="576B1558"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421EA351" w14:textId="77777777" w:rsidR="002F0E6A" w:rsidRPr="00583686" w:rsidRDefault="002F0E6A" w:rsidP="002F0E6A">
            <w:pPr>
              <w:pStyle w:val="KMIPXMLCELL"/>
              <w:rPr>
                <w:rFonts w:eastAsia="Calibri"/>
                <w:sz w:val="18"/>
              </w:rPr>
            </w:pPr>
            <w:r w:rsidRPr="00583686">
              <w:rPr>
                <w:rFonts w:eastAsia="Calibri"/>
                <w:sz w:val="18"/>
              </w:rPr>
              <w:t xml:space="preserve">    ]}</w:t>
            </w:r>
          </w:p>
          <w:p w14:paraId="2C6C25CE" w14:textId="77777777" w:rsidR="002F0E6A" w:rsidRPr="00583686" w:rsidRDefault="002F0E6A" w:rsidP="002F0E6A">
            <w:pPr>
              <w:pStyle w:val="KMIPXMLCELL"/>
              <w:rPr>
                <w:rFonts w:eastAsia="Calibri"/>
                <w:sz w:val="18"/>
              </w:rPr>
            </w:pPr>
            <w:r w:rsidRPr="00583686">
              <w:rPr>
                <w:rFonts w:eastAsia="Calibri"/>
                <w:sz w:val="18"/>
              </w:rPr>
              <w:t xml:space="preserve">  ]}</w:t>
            </w:r>
          </w:p>
          <w:p w14:paraId="4BF31F56" w14:textId="77777777" w:rsidR="002F0E6A" w:rsidRPr="00750D78" w:rsidRDefault="002F0E6A" w:rsidP="002F0E6A">
            <w:pPr>
              <w:pStyle w:val="KMIPXMLCELL"/>
              <w:rPr>
                <w:rFonts w:eastAsia="Calibri"/>
              </w:rPr>
            </w:pPr>
            <w:r w:rsidRPr="00583686">
              <w:rPr>
                <w:rFonts w:eastAsia="Calibri"/>
                <w:sz w:val="18"/>
              </w:rPr>
              <w:t>]}</w:t>
            </w:r>
          </w:p>
        </w:tc>
      </w:tr>
      <w:tr w:rsidR="002F0E6A" w14:paraId="4F553D2E" w14:textId="77777777" w:rsidTr="002F0E6A">
        <w:tc>
          <w:tcPr>
            <w:tcW w:w="5000" w:type="pct"/>
            <w:shd w:val="pct10" w:color="auto" w:fill="FFFFFF"/>
          </w:tcPr>
          <w:p w14:paraId="04A2E9CC" w14:textId="77777777" w:rsidR="002F0E6A" w:rsidRDefault="002F0E6A" w:rsidP="002F0E6A">
            <w:pPr>
              <w:pStyle w:val="KMIPXMLCELL"/>
              <w:rPr>
                <w:rFonts w:eastAsia="Calibri"/>
                <w:i/>
              </w:rPr>
            </w:pPr>
            <w:r w:rsidRPr="00750D78">
              <w:rPr>
                <w:rFonts w:eastAsia="Calibri"/>
                <w:i/>
              </w:rPr>
              <w:t>Response Time 1</w:t>
            </w:r>
          </w:p>
          <w:p w14:paraId="78EFF7FE"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2909D70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798A8526"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5222F4B2"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sidR="00115C33">
              <w:rPr>
                <w:rFonts w:eastAsia="Calibri"/>
                <w:sz w:val="18"/>
              </w:rPr>
              <w:t>3</w:t>
            </w:r>
            <w:r w:rsidRPr="00583686">
              <w:rPr>
                <w:rFonts w:eastAsia="Calibri"/>
                <w:sz w:val="18"/>
              </w:rPr>
              <w:t>"},</w:t>
            </w:r>
          </w:p>
          <w:p w14:paraId="22122E1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sidR="00115C33">
              <w:rPr>
                <w:rFonts w:eastAsia="Calibri"/>
                <w:sz w:val="18"/>
              </w:rPr>
              <w:t>0</w:t>
            </w:r>
            <w:r w:rsidRPr="00583686">
              <w:rPr>
                <w:rFonts w:eastAsia="Calibri"/>
                <w:sz w:val="18"/>
              </w:rPr>
              <w:t>"}</w:t>
            </w:r>
          </w:p>
          <w:p w14:paraId="2E7F6254" w14:textId="77777777" w:rsidR="002F0E6A" w:rsidRPr="00583686" w:rsidRDefault="002F0E6A" w:rsidP="002F0E6A">
            <w:pPr>
              <w:pStyle w:val="KMIPXMLCELL"/>
              <w:rPr>
                <w:rFonts w:eastAsia="Calibri"/>
                <w:sz w:val="18"/>
              </w:rPr>
            </w:pPr>
            <w:r w:rsidRPr="00583686">
              <w:rPr>
                <w:rFonts w:eastAsia="Calibri"/>
                <w:sz w:val="18"/>
              </w:rPr>
              <w:t xml:space="preserve">    ]},</w:t>
            </w:r>
          </w:p>
          <w:p w14:paraId="67EC03E9"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645EE1DA" w14:textId="77777777" w:rsidR="002F0E6A" w:rsidRPr="00583686" w:rsidRDefault="002F0E6A" w:rsidP="002F0E6A">
            <w:pPr>
              <w:pStyle w:val="KMIPXMLCELL"/>
              <w:rPr>
                <w:rFonts w:eastAsia="Calibri"/>
                <w:sz w:val="18"/>
              </w:rPr>
            </w:pPr>
            <w:r w:rsidRPr="00583686">
              <w:rPr>
                <w:rFonts w:eastAsia="Calibri"/>
                <w:sz w:val="18"/>
              </w:rPr>
              <w:t xml:space="preserve">  ]},</w:t>
            </w:r>
          </w:p>
          <w:p w14:paraId="270B4AB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773E95F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370B0642"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value":"Success</w:t>
            </w:r>
            <w:proofErr w:type="spellEnd"/>
            <w:r w:rsidRPr="00583686">
              <w:rPr>
                <w:rFonts w:eastAsia="Calibri"/>
                <w:sz w:val="18"/>
              </w:rPr>
              <w:t>"},</w:t>
            </w:r>
          </w:p>
          <w:p w14:paraId="3CFBE55F"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ResponsePayload</w:t>
            </w:r>
            <w:proofErr w:type="spellEnd"/>
            <w:r w:rsidRPr="00583686">
              <w:rPr>
                <w:rFonts w:eastAsia="Calibri"/>
                <w:sz w:val="18"/>
              </w:rPr>
              <w:t>", "value</w:t>
            </w:r>
            <w:proofErr w:type="gramStart"/>
            <w:r w:rsidRPr="00583686">
              <w:rPr>
                <w:rFonts w:eastAsia="Calibri"/>
                <w:sz w:val="18"/>
              </w:rPr>
              <w:t>":[</w:t>
            </w:r>
            <w:proofErr w:type="gramEnd"/>
          </w:p>
          <w:p w14:paraId="269B4DB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2F016E6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value":"Locate</w:t>
            </w:r>
            <w:proofErr w:type="spellEnd"/>
            <w:r w:rsidRPr="00583686">
              <w:rPr>
                <w:rFonts w:eastAsia="Calibri"/>
                <w:sz w:val="18"/>
              </w:rPr>
              <w:t>"},</w:t>
            </w:r>
          </w:p>
          <w:p w14:paraId="64F42D3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value":"Destroy</w:t>
            </w:r>
            <w:proofErr w:type="spellEnd"/>
            <w:r w:rsidRPr="00583686">
              <w:rPr>
                <w:rFonts w:eastAsia="Calibri"/>
                <w:sz w:val="18"/>
              </w:rPr>
              <w:t>"},</w:t>
            </w:r>
          </w:p>
          <w:p w14:paraId="0678919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value":"Get</w:t>
            </w:r>
            <w:proofErr w:type="spellEnd"/>
            <w:r w:rsidRPr="00583686">
              <w:rPr>
                <w:rFonts w:eastAsia="Calibri"/>
                <w:sz w:val="18"/>
              </w:rPr>
              <w:t>"},</w:t>
            </w:r>
          </w:p>
          <w:p w14:paraId="5A76478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value":"Create</w:t>
            </w:r>
            <w:proofErr w:type="spellEnd"/>
            <w:r w:rsidRPr="00583686">
              <w:rPr>
                <w:rFonts w:eastAsia="Calibri"/>
                <w:sz w:val="18"/>
              </w:rPr>
              <w:t>"},</w:t>
            </w:r>
          </w:p>
          <w:p w14:paraId="06A3526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value":"Register</w:t>
            </w:r>
            <w:proofErr w:type="spellEnd"/>
            <w:r w:rsidRPr="00583686">
              <w:rPr>
                <w:rFonts w:eastAsia="Calibri"/>
                <w:sz w:val="18"/>
              </w:rPr>
              <w:t>"},</w:t>
            </w:r>
          </w:p>
          <w:p w14:paraId="429BED2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GetAttributes</w:t>
            </w:r>
            <w:proofErr w:type="spellEnd"/>
            <w:r w:rsidRPr="00583686">
              <w:rPr>
                <w:rFonts w:eastAsia="Calibri"/>
                <w:sz w:val="18"/>
              </w:rPr>
              <w:t>"},</w:t>
            </w:r>
          </w:p>
          <w:p w14:paraId="72E6384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GetAttributeList</w:t>
            </w:r>
            <w:proofErr w:type="spellEnd"/>
            <w:r w:rsidRPr="00583686">
              <w:rPr>
                <w:rFonts w:eastAsia="Calibri"/>
                <w:sz w:val="18"/>
              </w:rPr>
              <w:t>"},</w:t>
            </w:r>
          </w:p>
          <w:p w14:paraId="0508E0D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AddAttribute</w:t>
            </w:r>
            <w:proofErr w:type="spellEnd"/>
            <w:r w:rsidRPr="00583686">
              <w:rPr>
                <w:rFonts w:eastAsia="Calibri"/>
                <w:sz w:val="18"/>
              </w:rPr>
              <w:t>"},</w:t>
            </w:r>
          </w:p>
          <w:p w14:paraId="40A6800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ModifyAttribute</w:t>
            </w:r>
            <w:proofErr w:type="spellEnd"/>
            <w:r w:rsidRPr="00583686">
              <w:rPr>
                <w:rFonts w:eastAsia="Calibri"/>
                <w:sz w:val="18"/>
              </w:rPr>
              <w:t>"},</w:t>
            </w:r>
          </w:p>
          <w:p w14:paraId="4E8A8A46"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DeleteAttribute</w:t>
            </w:r>
            <w:proofErr w:type="spellEnd"/>
            <w:r w:rsidRPr="00583686">
              <w:rPr>
                <w:rFonts w:eastAsia="Calibri"/>
                <w:sz w:val="18"/>
              </w:rPr>
              <w:t>"},</w:t>
            </w:r>
          </w:p>
          <w:p w14:paraId="33E7715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value":"Activate</w:t>
            </w:r>
            <w:proofErr w:type="spellEnd"/>
            <w:r w:rsidRPr="00583686">
              <w:rPr>
                <w:rFonts w:eastAsia="Calibri"/>
                <w:sz w:val="18"/>
              </w:rPr>
              <w:t>"},</w:t>
            </w:r>
          </w:p>
          <w:p w14:paraId="50F36B7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value":"Revoke</w:t>
            </w:r>
            <w:proofErr w:type="spellEnd"/>
            <w:r w:rsidRPr="00583686">
              <w:rPr>
                <w:rFonts w:eastAsia="Calibri"/>
                <w:sz w:val="18"/>
              </w:rPr>
              <w:t>"},</w:t>
            </w:r>
          </w:p>
          <w:p w14:paraId="256DDCA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value":"Poll</w:t>
            </w:r>
            <w:proofErr w:type="spellEnd"/>
            <w:r w:rsidRPr="00583686">
              <w:rPr>
                <w:rFonts w:eastAsia="Calibri"/>
                <w:sz w:val="18"/>
              </w:rPr>
              <w:t>"},</w:t>
            </w:r>
          </w:p>
          <w:p w14:paraId="02B64C75"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value":"Cancel</w:t>
            </w:r>
            <w:proofErr w:type="spellEnd"/>
            <w:r w:rsidRPr="00583686">
              <w:rPr>
                <w:rFonts w:eastAsia="Calibri"/>
                <w:sz w:val="18"/>
              </w:rPr>
              <w:t>"},</w:t>
            </w:r>
          </w:p>
          <w:p w14:paraId="269FE5E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value":"Check</w:t>
            </w:r>
            <w:proofErr w:type="spellEnd"/>
            <w:r w:rsidRPr="00583686">
              <w:rPr>
                <w:rFonts w:eastAsia="Calibri"/>
                <w:sz w:val="18"/>
              </w:rPr>
              <w:t>"},</w:t>
            </w:r>
          </w:p>
          <w:p w14:paraId="5F4431CD"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GetUsageAllocation</w:t>
            </w:r>
            <w:proofErr w:type="spellEnd"/>
            <w:r w:rsidRPr="00583686">
              <w:rPr>
                <w:rFonts w:eastAsia="Calibri"/>
                <w:sz w:val="18"/>
              </w:rPr>
              <w:t>"},</w:t>
            </w:r>
          </w:p>
          <w:p w14:paraId="5637769D"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CreateKeyPair</w:t>
            </w:r>
            <w:proofErr w:type="spellEnd"/>
            <w:r w:rsidRPr="00583686">
              <w:rPr>
                <w:rFonts w:eastAsia="Calibri"/>
                <w:sz w:val="18"/>
              </w:rPr>
              <w:t>"},</w:t>
            </w:r>
          </w:p>
          <w:p w14:paraId="28CE498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w:t>
            </w:r>
            <w:proofErr w:type="spellEnd"/>
            <w:r w:rsidRPr="00583686">
              <w:rPr>
                <w:rFonts w:eastAsia="Calibri"/>
                <w:sz w:val="18"/>
              </w:rPr>
              <w:t>"},</w:t>
            </w:r>
          </w:p>
          <w:p w14:paraId="0CE716B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value":"Archive</w:t>
            </w:r>
            <w:proofErr w:type="spellEnd"/>
            <w:r w:rsidRPr="00583686">
              <w:rPr>
                <w:rFonts w:eastAsia="Calibri"/>
                <w:sz w:val="18"/>
              </w:rPr>
              <w:t>"},</w:t>
            </w:r>
          </w:p>
          <w:p w14:paraId="185E073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value":"Recover</w:t>
            </w:r>
            <w:proofErr w:type="spellEnd"/>
            <w:r w:rsidRPr="00583686">
              <w:rPr>
                <w:rFonts w:eastAsia="Calibri"/>
                <w:sz w:val="18"/>
              </w:rPr>
              <w:t>"},</w:t>
            </w:r>
          </w:p>
          <w:p w14:paraId="6A47F2C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ObtainLease</w:t>
            </w:r>
            <w:proofErr w:type="spellEnd"/>
            <w:r w:rsidRPr="00583686">
              <w:rPr>
                <w:rFonts w:eastAsia="Calibri"/>
                <w:sz w:val="18"/>
              </w:rPr>
              <w:t>"},</w:t>
            </w:r>
          </w:p>
          <w:p w14:paraId="653939F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ReKeyKeyPair</w:t>
            </w:r>
            <w:proofErr w:type="spellEnd"/>
            <w:r w:rsidRPr="00583686">
              <w:rPr>
                <w:rFonts w:eastAsia="Calibri"/>
                <w:sz w:val="18"/>
              </w:rPr>
              <w:t>"},</w:t>
            </w:r>
          </w:p>
          <w:p w14:paraId="5F71C71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value":"Certify</w:t>
            </w:r>
            <w:proofErr w:type="spellEnd"/>
            <w:r w:rsidRPr="00583686">
              <w:rPr>
                <w:rFonts w:eastAsia="Calibri"/>
                <w:sz w:val="18"/>
              </w:rPr>
              <w:t>"},</w:t>
            </w:r>
          </w:p>
          <w:p w14:paraId="2AEFC20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ReCertify</w:t>
            </w:r>
            <w:proofErr w:type="spellEnd"/>
            <w:r w:rsidRPr="00583686">
              <w:rPr>
                <w:rFonts w:eastAsia="Calibri"/>
                <w:sz w:val="18"/>
              </w:rPr>
              <w:t>"},</w:t>
            </w:r>
          </w:p>
          <w:p w14:paraId="4AF460DC"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DiscoverVersions</w:t>
            </w:r>
            <w:proofErr w:type="spellEnd"/>
            <w:r w:rsidRPr="00583686">
              <w:rPr>
                <w:rFonts w:eastAsia="Calibri"/>
                <w:sz w:val="18"/>
              </w:rPr>
              <w:t>"},</w:t>
            </w:r>
          </w:p>
          <w:p w14:paraId="1C34C69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value":"Notify</w:t>
            </w:r>
            <w:proofErr w:type="spellEnd"/>
            <w:r w:rsidRPr="00583686">
              <w:rPr>
                <w:rFonts w:eastAsia="Calibri"/>
                <w:sz w:val="18"/>
              </w:rPr>
              <w:t>"},</w:t>
            </w:r>
          </w:p>
          <w:p w14:paraId="2FB3738F"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value":"Put</w:t>
            </w:r>
            <w:proofErr w:type="spellEnd"/>
            <w:r w:rsidRPr="00583686">
              <w:rPr>
                <w:rFonts w:eastAsia="Calibri"/>
                <w:sz w:val="18"/>
              </w:rPr>
              <w:t>"},</w:t>
            </w:r>
          </w:p>
          <w:p w14:paraId="12651396"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RNGRetrieve</w:t>
            </w:r>
            <w:proofErr w:type="spellEnd"/>
            <w:r w:rsidRPr="00583686">
              <w:rPr>
                <w:rFonts w:eastAsia="Calibri"/>
                <w:sz w:val="18"/>
              </w:rPr>
              <w:t>"},</w:t>
            </w:r>
          </w:p>
          <w:p w14:paraId="4AAD24C7"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RNGSeed</w:t>
            </w:r>
            <w:proofErr w:type="spellEnd"/>
            <w:r w:rsidRPr="00583686">
              <w:rPr>
                <w:rFonts w:eastAsia="Calibri"/>
                <w:sz w:val="18"/>
              </w:rPr>
              <w:t>"},</w:t>
            </w:r>
          </w:p>
          <w:p w14:paraId="6F68C47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value":"Encrypt</w:t>
            </w:r>
            <w:proofErr w:type="spellEnd"/>
            <w:r w:rsidRPr="00583686">
              <w:rPr>
                <w:rFonts w:eastAsia="Calibri"/>
                <w:sz w:val="18"/>
              </w:rPr>
              <w:t>"},</w:t>
            </w:r>
          </w:p>
          <w:p w14:paraId="21466286"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value":"Decrypt</w:t>
            </w:r>
            <w:proofErr w:type="spellEnd"/>
            <w:r w:rsidRPr="00583686">
              <w:rPr>
                <w:rFonts w:eastAsia="Calibri"/>
                <w:sz w:val="18"/>
              </w:rPr>
              <w:t>"},</w:t>
            </w:r>
          </w:p>
          <w:p w14:paraId="243E7F3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value":"Sign</w:t>
            </w:r>
            <w:proofErr w:type="spellEnd"/>
            <w:r w:rsidRPr="00583686">
              <w:rPr>
                <w:rFonts w:eastAsia="Calibri"/>
                <w:sz w:val="18"/>
              </w:rPr>
              <w:t>"},</w:t>
            </w:r>
          </w:p>
          <w:p w14:paraId="0CA3B807"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SignatureVerify</w:t>
            </w:r>
            <w:proofErr w:type="spellEnd"/>
            <w:r w:rsidRPr="00583686">
              <w:rPr>
                <w:rFonts w:eastAsia="Calibri"/>
                <w:sz w:val="18"/>
              </w:rPr>
              <w:t>"},</w:t>
            </w:r>
          </w:p>
          <w:p w14:paraId="7FD7A3D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value":"MAC</w:t>
            </w:r>
            <w:proofErr w:type="spellEnd"/>
            <w:r w:rsidRPr="00583686">
              <w:rPr>
                <w:rFonts w:eastAsia="Calibri"/>
                <w:sz w:val="18"/>
              </w:rPr>
              <w:t>"},</w:t>
            </w:r>
          </w:p>
          <w:p w14:paraId="0EB5F50F"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MACVerify</w:t>
            </w:r>
            <w:proofErr w:type="spellEnd"/>
            <w:r w:rsidRPr="00583686">
              <w:rPr>
                <w:rFonts w:eastAsia="Calibri"/>
                <w:sz w:val="18"/>
              </w:rPr>
              <w:t>"},</w:t>
            </w:r>
          </w:p>
          <w:p w14:paraId="7586F485"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value":"Hash</w:t>
            </w:r>
            <w:proofErr w:type="spellEnd"/>
            <w:r w:rsidRPr="00583686">
              <w:rPr>
                <w:rFonts w:eastAsia="Calibri"/>
                <w:sz w:val="18"/>
              </w:rPr>
              <w:t>"},</w:t>
            </w:r>
          </w:p>
          <w:p w14:paraId="555F9BBC"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CreateSplitKey</w:t>
            </w:r>
            <w:proofErr w:type="spellEnd"/>
            <w:r w:rsidRPr="00583686">
              <w:rPr>
                <w:rFonts w:eastAsia="Calibri"/>
                <w:sz w:val="18"/>
              </w:rPr>
              <w:t>"},</w:t>
            </w:r>
          </w:p>
          <w:p w14:paraId="4FE65A3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JoinSplitKey</w:t>
            </w:r>
            <w:proofErr w:type="spellEnd"/>
            <w:r w:rsidRPr="00583686">
              <w:rPr>
                <w:rFonts w:eastAsia="Calibri"/>
                <w:sz w:val="18"/>
              </w:rPr>
              <w:t>"},</w:t>
            </w:r>
          </w:p>
          <w:p w14:paraId="53206897"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value":"Certificate</w:t>
            </w:r>
            <w:proofErr w:type="spellEnd"/>
            <w:r w:rsidRPr="00583686">
              <w:rPr>
                <w:rFonts w:eastAsia="Calibri"/>
                <w:sz w:val="18"/>
              </w:rPr>
              <w:t>"},</w:t>
            </w:r>
          </w:p>
          <w:p w14:paraId="1D595CE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SymmetricKey</w:t>
            </w:r>
            <w:proofErr w:type="spellEnd"/>
            <w:r w:rsidRPr="00583686">
              <w:rPr>
                <w:rFonts w:eastAsia="Calibri"/>
                <w:sz w:val="18"/>
              </w:rPr>
              <w:t>"},</w:t>
            </w:r>
          </w:p>
          <w:p w14:paraId="084E8B1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SecretData</w:t>
            </w:r>
            <w:proofErr w:type="spellEnd"/>
            <w:r w:rsidRPr="00583686">
              <w:rPr>
                <w:rFonts w:eastAsia="Calibri"/>
                <w:sz w:val="18"/>
              </w:rPr>
              <w:t>"},</w:t>
            </w:r>
          </w:p>
          <w:p w14:paraId="483A1A5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PublicKey</w:t>
            </w:r>
            <w:proofErr w:type="spellEnd"/>
            <w:r w:rsidRPr="00583686">
              <w:rPr>
                <w:rFonts w:eastAsia="Calibri"/>
                <w:sz w:val="18"/>
              </w:rPr>
              <w:t>"},</w:t>
            </w:r>
          </w:p>
          <w:p w14:paraId="7812400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PrivateKey</w:t>
            </w:r>
            <w:proofErr w:type="spellEnd"/>
            <w:r w:rsidRPr="00583686">
              <w:rPr>
                <w:rFonts w:eastAsia="Calibri"/>
                <w:sz w:val="18"/>
              </w:rPr>
              <w:t>"},</w:t>
            </w:r>
          </w:p>
          <w:p w14:paraId="6F2FD32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value":"Template</w:t>
            </w:r>
            <w:proofErr w:type="spellEnd"/>
            <w:r w:rsidRPr="00583686">
              <w:rPr>
                <w:rFonts w:eastAsia="Calibri"/>
                <w:sz w:val="18"/>
              </w:rPr>
              <w:t>"},</w:t>
            </w:r>
          </w:p>
          <w:p w14:paraId="18C4E52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OpaqueObject</w:t>
            </w:r>
            <w:proofErr w:type="spellEnd"/>
            <w:r w:rsidRPr="00583686">
              <w:rPr>
                <w:rFonts w:eastAsia="Calibri"/>
                <w:sz w:val="18"/>
              </w:rPr>
              <w:t>"},</w:t>
            </w:r>
          </w:p>
          <w:p w14:paraId="5496C1A2"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SplitKey</w:t>
            </w:r>
            <w:proofErr w:type="spellEnd"/>
            <w:r w:rsidRPr="00583686">
              <w:rPr>
                <w:rFonts w:eastAsia="Calibri"/>
                <w:sz w:val="18"/>
              </w:rPr>
              <w:t>"},</w:t>
            </w:r>
          </w:p>
          <w:p w14:paraId="368F48D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PGPKey</w:t>
            </w:r>
            <w:proofErr w:type="spellEnd"/>
            <w:r w:rsidRPr="00583686">
              <w:rPr>
                <w:rFonts w:eastAsia="Calibri"/>
                <w:sz w:val="18"/>
              </w:rPr>
              <w:t>"}</w:t>
            </w:r>
          </w:p>
          <w:p w14:paraId="31EACDB4" w14:textId="77777777" w:rsidR="002F0E6A" w:rsidRPr="00583686" w:rsidRDefault="002F0E6A" w:rsidP="002F0E6A">
            <w:pPr>
              <w:pStyle w:val="KMIPXMLCELL"/>
              <w:rPr>
                <w:rFonts w:eastAsia="Calibri"/>
                <w:sz w:val="18"/>
              </w:rPr>
            </w:pPr>
            <w:r w:rsidRPr="00583686">
              <w:rPr>
                <w:rFonts w:eastAsia="Calibri"/>
                <w:sz w:val="18"/>
              </w:rPr>
              <w:t xml:space="preserve">    ]}</w:t>
            </w:r>
          </w:p>
          <w:p w14:paraId="17E24B8F" w14:textId="77777777" w:rsidR="002F0E6A" w:rsidRPr="00583686" w:rsidRDefault="002F0E6A" w:rsidP="002F0E6A">
            <w:pPr>
              <w:pStyle w:val="KMIPXMLCELL"/>
              <w:rPr>
                <w:rFonts w:eastAsia="Calibri"/>
                <w:sz w:val="18"/>
              </w:rPr>
            </w:pPr>
            <w:r w:rsidRPr="00583686">
              <w:rPr>
                <w:rFonts w:eastAsia="Calibri"/>
                <w:sz w:val="18"/>
              </w:rPr>
              <w:t xml:space="preserve">  ]}</w:t>
            </w:r>
          </w:p>
          <w:p w14:paraId="5F796645" w14:textId="77777777" w:rsidR="002F0E6A" w:rsidRPr="00750D78" w:rsidRDefault="002F0E6A" w:rsidP="002F0E6A">
            <w:pPr>
              <w:pStyle w:val="KMIPXMLCELL"/>
              <w:rPr>
                <w:rFonts w:eastAsia="Calibri"/>
              </w:rPr>
            </w:pPr>
            <w:r w:rsidRPr="00583686">
              <w:rPr>
                <w:rFonts w:eastAsia="Calibri"/>
                <w:sz w:val="18"/>
              </w:rPr>
              <w:t>]}</w:t>
            </w:r>
          </w:p>
        </w:tc>
      </w:tr>
    </w:tbl>
    <w:p w14:paraId="1418FEEE" w14:textId="77777777" w:rsidR="002F0E6A" w:rsidRDefault="002F0E6A" w:rsidP="002F0E6A">
      <w:pPr>
        <w:pStyle w:val="Heading2"/>
        <w:numPr>
          <w:ilvl w:val="1"/>
          <w:numId w:val="2"/>
        </w:numPr>
      </w:pPr>
      <w:bookmarkStart w:id="1083" w:name="_Toc439711050"/>
      <w:bookmarkStart w:id="1084" w:name="_Toc439711275"/>
      <w:bookmarkStart w:id="1085" w:name="_Toc439708908"/>
      <w:bookmarkStart w:id="1086" w:name="_Toc439710413"/>
      <w:bookmarkStart w:id="1087" w:name="_Toc439711276"/>
      <w:bookmarkStart w:id="1088" w:name="_Toc463354592"/>
      <w:bookmarkStart w:id="1089" w:name="_Toc478070482"/>
      <w:bookmarkStart w:id="1090" w:name="_Toc479342102"/>
      <w:bookmarkStart w:id="1091" w:name="_Toc491431485"/>
      <w:bookmarkStart w:id="1092" w:name="_Toc533021387"/>
      <w:bookmarkStart w:id="1093" w:name="_Toc535231630"/>
      <w:bookmarkStart w:id="1094" w:name="_Toc14773253"/>
      <w:bookmarkStart w:id="1095" w:name="_Toc27473304"/>
      <w:bookmarkStart w:id="1096" w:name="_Toc32324440"/>
      <w:bookmarkStart w:id="1097" w:name="_Toc176876150"/>
      <w:bookmarkEnd w:id="1083"/>
      <w:bookmarkEnd w:id="1084"/>
      <w:bookmarkEnd w:id="1085"/>
      <w:bookmarkEnd w:id="1086"/>
      <w:r>
        <w:t xml:space="preserve">Symmetric </w:t>
      </w:r>
      <w:r w:rsidRPr="009038CC">
        <w:t>Key Lifecycle</w:t>
      </w:r>
      <w:r>
        <w:t xml:space="preserve"> Profiles</w:t>
      </w:r>
      <w:bookmarkEnd w:id="1087"/>
      <w:bookmarkEnd w:id="1088"/>
      <w:bookmarkEnd w:id="1089"/>
      <w:bookmarkEnd w:id="1090"/>
      <w:bookmarkEnd w:id="1091"/>
      <w:bookmarkEnd w:id="1092"/>
      <w:bookmarkEnd w:id="1093"/>
      <w:bookmarkEnd w:id="1094"/>
      <w:bookmarkEnd w:id="1095"/>
      <w:bookmarkEnd w:id="1096"/>
      <w:bookmarkEnd w:id="1097"/>
    </w:p>
    <w:p w14:paraId="1DF8B58C" w14:textId="77777777" w:rsidR="002F0E6A" w:rsidRDefault="002F0E6A" w:rsidP="002F0E6A">
      <w:r>
        <w:t xml:space="preserve">The Symmetric </w:t>
      </w:r>
      <w:r w:rsidRPr="009038CC">
        <w:t xml:space="preserve">Key Lifecycle </w:t>
      </w:r>
      <w:r>
        <w:t>Profile is a KMIP server performing symmetric key lifecycle operations based on requests received from a KMIP client.</w:t>
      </w:r>
    </w:p>
    <w:p w14:paraId="69598177" w14:textId="77777777" w:rsidR="002F0E6A" w:rsidRPr="000C30ED" w:rsidRDefault="002F0E6A" w:rsidP="002F0E6A">
      <w:pPr>
        <w:pStyle w:val="Heading3"/>
        <w:numPr>
          <w:ilvl w:val="2"/>
          <w:numId w:val="2"/>
        </w:numPr>
      </w:pPr>
      <w:bookmarkStart w:id="1098" w:name="_Toc345699105"/>
      <w:bookmarkStart w:id="1099" w:name="_Ref360031882"/>
      <w:bookmarkStart w:id="1100" w:name="_Toc364101211"/>
      <w:bookmarkStart w:id="1101" w:name="_Ref390242617"/>
      <w:bookmarkStart w:id="1102" w:name="_Toc390246085"/>
      <w:bookmarkStart w:id="1103" w:name="_Toc409613786"/>
      <w:bookmarkStart w:id="1104" w:name="_Toc439711277"/>
      <w:bookmarkStart w:id="1105" w:name="_Toc463354593"/>
      <w:bookmarkStart w:id="1106" w:name="_Toc478070483"/>
      <w:bookmarkStart w:id="1107" w:name="_Toc479342103"/>
      <w:bookmarkStart w:id="1108" w:name="_Toc491431486"/>
      <w:bookmarkStart w:id="1109" w:name="_Toc533021388"/>
      <w:bookmarkStart w:id="1110" w:name="_Toc535231631"/>
      <w:bookmarkStart w:id="1111" w:name="_Toc14773254"/>
      <w:bookmarkStart w:id="1112" w:name="_Toc27473305"/>
      <w:bookmarkStart w:id="1113" w:name="_Toc32324441"/>
      <w:bookmarkStart w:id="1114" w:name="_Toc176876151"/>
      <w:r>
        <w:t xml:space="preserve">Symmetric </w:t>
      </w:r>
      <w:r w:rsidRPr="009038CC">
        <w:t>Key Lifecycle</w:t>
      </w:r>
      <w:r>
        <w:t xml:space="preserve"> Client</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29C8A89E" w14:textId="77777777" w:rsidR="002F0E6A" w:rsidRDefault="002F0E6A" w:rsidP="002F0E6A">
      <w:r>
        <w:t>KMIP clients conformant to this profile:</w:t>
      </w:r>
    </w:p>
    <w:p w14:paraId="11F98EF1" w14:textId="34FCAEDE" w:rsidR="002F0E6A" w:rsidRPr="00D1622D" w:rsidRDefault="002F0E6A" w:rsidP="002F0E6A">
      <w:pPr>
        <w:numPr>
          <w:ilvl w:val="0"/>
          <w:numId w:val="11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2DED695A" w14:textId="4C740DFA" w:rsidR="002F0E6A" w:rsidRPr="006436AE" w:rsidRDefault="002F0E6A" w:rsidP="002F0E6A">
      <w:pPr>
        <w:numPr>
          <w:ilvl w:val="0"/>
          <w:numId w:val="111"/>
        </w:numPr>
      </w:pPr>
      <w:r w:rsidRPr="006436AE">
        <w:t xml:space="preserve">MAY support any clause within [KMIP-SPEC] provided it does not conflict with any other clause within this section </w:t>
      </w:r>
      <w:r>
        <w:fldChar w:fldCharType="begin"/>
      </w:r>
      <w:r>
        <w:instrText xml:space="preserve"> REF _Ref360031882 \w \h </w:instrText>
      </w:r>
      <w:r>
        <w:fldChar w:fldCharType="separate"/>
      </w:r>
      <w:r w:rsidR="00DA37E6">
        <w:t>5.6.1</w:t>
      </w:r>
      <w:r>
        <w:fldChar w:fldCharType="end"/>
      </w:r>
    </w:p>
    <w:p w14:paraId="07EF6536" w14:textId="77777777" w:rsidR="002F0E6A" w:rsidRDefault="002F0E6A" w:rsidP="002F0E6A">
      <w:pPr>
        <w:numPr>
          <w:ilvl w:val="0"/>
          <w:numId w:val="111"/>
        </w:numPr>
      </w:pPr>
      <w:r w:rsidRPr="006436AE">
        <w:t>MAY support extensions outside the scope of this standard (e.g., vendor extensions, conformance clauses) that do not contradict any KMIP requirements.</w:t>
      </w:r>
    </w:p>
    <w:p w14:paraId="060A6EFC" w14:textId="77777777" w:rsidR="002F0E6A" w:rsidRPr="000C30ED" w:rsidRDefault="002F0E6A" w:rsidP="002F0E6A">
      <w:pPr>
        <w:pStyle w:val="Heading3"/>
        <w:numPr>
          <w:ilvl w:val="2"/>
          <w:numId w:val="2"/>
        </w:numPr>
      </w:pPr>
      <w:bookmarkStart w:id="1115" w:name="_Ref390242784"/>
      <w:bookmarkStart w:id="1116" w:name="_Toc390246086"/>
      <w:bookmarkStart w:id="1117" w:name="_Toc409613787"/>
      <w:bookmarkStart w:id="1118" w:name="_Toc439711278"/>
      <w:bookmarkStart w:id="1119" w:name="_Toc463354594"/>
      <w:bookmarkStart w:id="1120" w:name="_Toc478070484"/>
      <w:bookmarkStart w:id="1121" w:name="_Toc479342104"/>
      <w:bookmarkStart w:id="1122" w:name="_Toc491431487"/>
      <w:bookmarkStart w:id="1123" w:name="_Toc533021389"/>
      <w:bookmarkStart w:id="1124" w:name="_Toc535231632"/>
      <w:bookmarkStart w:id="1125" w:name="_Toc14773255"/>
      <w:bookmarkStart w:id="1126" w:name="_Toc27473306"/>
      <w:bookmarkStart w:id="1127" w:name="_Toc32324442"/>
      <w:bookmarkStart w:id="1128" w:name="_Toc176876152"/>
      <w:r>
        <w:t xml:space="preserve">Symmetric </w:t>
      </w:r>
      <w:r w:rsidRPr="009038CC">
        <w:t>Key Lifecycle</w:t>
      </w:r>
      <w:r>
        <w:t xml:space="preserve"> Server</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14:paraId="59506D05" w14:textId="77777777" w:rsidR="002F0E6A" w:rsidRDefault="002F0E6A" w:rsidP="002F0E6A">
      <w:r>
        <w:t>KMIP servers conformant to this profile:</w:t>
      </w:r>
    </w:p>
    <w:p w14:paraId="7D7350D9" w14:textId="20D2E4D1" w:rsidR="002F0E6A" w:rsidRPr="00D1622D" w:rsidRDefault="002F0E6A" w:rsidP="002F0E6A">
      <w:pPr>
        <w:numPr>
          <w:ilvl w:val="0"/>
          <w:numId w:val="2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4BF19496" w14:textId="77777777" w:rsidR="002F0E6A" w:rsidRPr="0037589F" w:rsidRDefault="002F0E6A" w:rsidP="002F0E6A">
      <w:pPr>
        <w:numPr>
          <w:ilvl w:val="0"/>
          <w:numId w:val="26"/>
        </w:numPr>
      </w:pPr>
      <w:r w:rsidRPr="0037589F">
        <w:t xml:space="preserve">SHALL support the following </w:t>
      </w:r>
      <w:r w:rsidRPr="0037589F">
        <w:rPr>
          <w:i/>
        </w:rPr>
        <w:t>Objects</w:t>
      </w:r>
      <w:r w:rsidRPr="0037589F">
        <w:t xml:space="preserve"> [KMIP-SPEC]</w:t>
      </w:r>
    </w:p>
    <w:p w14:paraId="0DDE0CCC" w14:textId="77777777" w:rsidR="002F0E6A" w:rsidRPr="0037589F" w:rsidRDefault="002F0E6A" w:rsidP="002F0E6A">
      <w:pPr>
        <w:numPr>
          <w:ilvl w:val="1"/>
          <w:numId w:val="19"/>
        </w:numPr>
      </w:pPr>
      <w:r w:rsidRPr="0037589F">
        <w:rPr>
          <w:i/>
        </w:rPr>
        <w:t>Symmetric Key</w:t>
      </w:r>
    </w:p>
    <w:p w14:paraId="1A9D9A78" w14:textId="77777777" w:rsidR="002F0E6A" w:rsidRPr="0037589F" w:rsidRDefault="002F0E6A" w:rsidP="002F0E6A">
      <w:pPr>
        <w:numPr>
          <w:ilvl w:val="0"/>
          <w:numId w:val="26"/>
        </w:numPr>
      </w:pPr>
      <w:r w:rsidRPr="0037589F">
        <w:t xml:space="preserve">SHALL support the following </w:t>
      </w:r>
      <w:r>
        <w:rPr>
          <w:i/>
        </w:rPr>
        <w:t xml:space="preserve">Object </w:t>
      </w:r>
      <w:r w:rsidRPr="0037589F">
        <w:rPr>
          <w:i/>
        </w:rPr>
        <w:t>Attributes</w:t>
      </w:r>
      <w:r w:rsidRPr="0037589F">
        <w:t xml:space="preserve"> [KMIP-SPEC]</w:t>
      </w:r>
    </w:p>
    <w:p w14:paraId="2B3BB574" w14:textId="77777777" w:rsidR="002F0E6A" w:rsidRPr="0037589F" w:rsidRDefault="002F0E6A" w:rsidP="002F0E6A">
      <w:pPr>
        <w:numPr>
          <w:ilvl w:val="0"/>
          <w:numId w:val="27"/>
        </w:numPr>
      </w:pPr>
      <w:r w:rsidRPr="0037589F">
        <w:rPr>
          <w:i/>
        </w:rPr>
        <w:t>Cryptographic Algorithm</w:t>
      </w:r>
    </w:p>
    <w:p w14:paraId="2CACDE09" w14:textId="77777777" w:rsidR="002F0E6A" w:rsidRPr="0037589F" w:rsidRDefault="002F0E6A" w:rsidP="002F0E6A">
      <w:pPr>
        <w:numPr>
          <w:ilvl w:val="0"/>
          <w:numId w:val="27"/>
        </w:numPr>
        <w:rPr>
          <w:i/>
        </w:rPr>
      </w:pPr>
      <w:r w:rsidRPr="0037589F">
        <w:rPr>
          <w:i/>
        </w:rPr>
        <w:t>Object Type</w:t>
      </w:r>
    </w:p>
    <w:p w14:paraId="7ECED043" w14:textId="77777777" w:rsidR="002F0E6A" w:rsidRPr="0037589F" w:rsidRDefault="002F0E6A" w:rsidP="002F0E6A">
      <w:pPr>
        <w:numPr>
          <w:ilvl w:val="0"/>
          <w:numId w:val="27"/>
        </w:numPr>
      </w:pPr>
      <w:r w:rsidRPr="0037589F">
        <w:rPr>
          <w:i/>
        </w:rPr>
        <w:t>Process Start Date</w:t>
      </w:r>
    </w:p>
    <w:p w14:paraId="5F18A81A" w14:textId="77777777" w:rsidR="002F0E6A" w:rsidRPr="0037589F" w:rsidRDefault="002F0E6A" w:rsidP="002F0E6A">
      <w:pPr>
        <w:numPr>
          <w:ilvl w:val="0"/>
          <w:numId w:val="27"/>
        </w:numPr>
      </w:pPr>
      <w:r>
        <w:rPr>
          <w:i/>
        </w:rPr>
        <w:t>Protect</w:t>
      </w:r>
      <w:r w:rsidRPr="0037589F">
        <w:rPr>
          <w:i/>
        </w:rPr>
        <w:t xml:space="preserve"> Stop Date</w:t>
      </w:r>
    </w:p>
    <w:p w14:paraId="4FF5E0C2" w14:textId="77777777" w:rsidR="002F0E6A" w:rsidRPr="0037589F" w:rsidRDefault="002F0E6A" w:rsidP="002F0E6A">
      <w:pPr>
        <w:numPr>
          <w:ilvl w:val="0"/>
          <w:numId w:val="26"/>
        </w:numPr>
      </w:pPr>
      <w:r w:rsidRPr="0037589F">
        <w:t xml:space="preserve">SHALL support the following </w:t>
      </w:r>
      <w:r w:rsidRPr="0037589F">
        <w:rPr>
          <w:i/>
        </w:rPr>
        <w:t>Client-to-Server</w:t>
      </w:r>
      <w:r w:rsidRPr="00F35AF1">
        <w:rPr>
          <w:i/>
        </w:rPr>
        <w:t xml:space="preserve"> Operations</w:t>
      </w:r>
      <w:r>
        <w:t xml:space="preserve"> [KMIP-SPEC</w:t>
      </w:r>
      <w:r w:rsidRPr="0037589F">
        <w:t>:</w:t>
      </w:r>
    </w:p>
    <w:p w14:paraId="26BC6139" w14:textId="77777777" w:rsidR="002F0E6A" w:rsidRPr="0037589F" w:rsidRDefault="002F0E6A" w:rsidP="002F0E6A">
      <w:pPr>
        <w:numPr>
          <w:ilvl w:val="0"/>
          <w:numId w:val="28"/>
        </w:numPr>
      </w:pPr>
      <w:r w:rsidRPr="0037589F">
        <w:rPr>
          <w:i/>
        </w:rPr>
        <w:t>Create</w:t>
      </w:r>
    </w:p>
    <w:p w14:paraId="23EA8D05" w14:textId="77777777" w:rsidR="002F0E6A" w:rsidRPr="0037589F" w:rsidRDefault="002F0E6A" w:rsidP="002F0E6A">
      <w:pPr>
        <w:numPr>
          <w:ilvl w:val="0"/>
          <w:numId w:val="26"/>
        </w:numPr>
      </w:pPr>
      <w:r w:rsidRPr="0037589F">
        <w:t xml:space="preserve">SHALL support the following </w:t>
      </w:r>
      <w:r>
        <w:rPr>
          <w:i/>
        </w:rPr>
        <w:t>Enumerations</w:t>
      </w:r>
      <w:r w:rsidRPr="0037589F">
        <w:t xml:space="preserve"> [KMIP-SPEC]:</w:t>
      </w:r>
    </w:p>
    <w:p w14:paraId="7830ACF7" w14:textId="77777777" w:rsidR="002F0E6A" w:rsidRPr="0037589F" w:rsidRDefault="002F0E6A" w:rsidP="002F0E6A">
      <w:pPr>
        <w:numPr>
          <w:ilvl w:val="0"/>
          <w:numId w:val="29"/>
        </w:numPr>
      </w:pPr>
      <w:r w:rsidRPr="0037589F">
        <w:rPr>
          <w:i/>
        </w:rPr>
        <w:t>Cryptographic Algorithm</w:t>
      </w:r>
      <w:r>
        <w:t xml:space="preserve"> </w:t>
      </w:r>
      <w:r w:rsidRPr="0037589F">
        <w:t>with values:</w:t>
      </w:r>
    </w:p>
    <w:p w14:paraId="7E6869C0" w14:textId="77777777" w:rsidR="002F0E6A" w:rsidRPr="00F35AF1" w:rsidRDefault="002F0E6A" w:rsidP="002F0E6A">
      <w:pPr>
        <w:numPr>
          <w:ilvl w:val="2"/>
          <w:numId w:val="19"/>
        </w:numPr>
        <w:rPr>
          <w:i/>
        </w:rPr>
      </w:pPr>
      <w:r w:rsidRPr="00F35AF1">
        <w:rPr>
          <w:i/>
        </w:rPr>
        <w:t>3DES</w:t>
      </w:r>
    </w:p>
    <w:p w14:paraId="06ADEBDB" w14:textId="77777777" w:rsidR="002F0E6A" w:rsidRPr="00F35AF1" w:rsidRDefault="002F0E6A" w:rsidP="002F0E6A">
      <w:pPr>
        <w:numPr>
          <w:ilvl w:val="2"/>
          <w:numId w:val="19"/>
        </w:numPr>
        <w:rPr>
          <w:i/>
        </w:rPr>
      </w:pPr>
      <w:r w:rsidRPr="00F35AF1">
        <w:rPr>
          <w:i/>
        </w:rPr>
        <w:t>AES</w:t>
      </w:r>
    </w:p>
    <w:p w14:paraId="593DE2D6" w14:textId="77777777" w:rsidR="002F0E6A" w:rsidRPr="0037589F" w:rsidRDefault="002F0E6A" w:rsidP="002F0E6A">
      <w:pPr>
        <w:numPr>
          <w:ilvl w:val="0"/>
          <w:numId w:val="29"/>
        </w:numPr>
      </w:pPr>
      <w:r w:rsidRPr="0037589F">
        <w:rPr>
          <w:i/>
        </w:rPr>
        <w:t>Object Type</w:t>
      </w:r>
      <w:r>
        <w:t xml:space="preserve"> </w:t>
      </w:r>
      <w:r w:rsidRPr="0037589F">
        <w:t>with value:</w:t>
      </w:r>
    </w:p>
    <w:p w14:paraId="36340103" w14:textId="77777777" w:rsidR="002F0E6A" w:rsidRPr="00F35AF1" w:rsidRDefault="002F0E6A" w:rsidP="002F0E6A">
      <w:pPr>
        <w:numPr>
          <w:ilvl w:val="0"/>
          <w:numId w:val="123"/>
        </w:numPr>
        <w:rPr>
          <w:i/>
        </w:rPr>
      </w:pPr>
      <w:r w:rsidRPr="00F35AF1">
        <w:rPr>
          <w:i/>
        </w:rPr>
        <w:t>Symmetric Key</w:t>
      </w:r>
    </w:p>
    <w:p w14:paraId="04179EB2" w14:textId="77777777" w:rsidR="002F0E6A" w:rsidRPr="0037589F" w:rsidRDefault="002F0E6A" w:rsidP="002F0E6A">
      <w:pPr>
        <w:numPr>
          <w:ilvl w:val="0"/>
          <w:numId w:val="29"/>
        </w:numPr>
      </w:pPr>
      <w:r w:rsidRPr="0037589F">
        <w:rPr>
          <w:i/>
        </w:rPr>
        <w:t>Key Format Type</w:t>
      </w:r>
      <w:r>
        <w:t xml:space="preserve"> </w:t>
      </w:r>
      <w:r w:rsidRPr="0037589F">
        <w:t>with value:</w:t>
      </w:r>
    </w:p>
    <w:p w14:paraId="192FB489" w14:textId="77777777" w:rsidR="002F0E6A" w:rsidRPr="00F35AF1" w:rsidRDefault="002F0E6A" w:rsidP="002F0E6A">
      <w:pPr>
        <w:numPr>
          <w:ilvl w:val="0"/>
          <w:numId w:val="124"/>
        </w:numPr>
        <w:rPr>
          <w:i/>
        </w:rPr>
      </w:pPr>
      <w:r w:rsidRPr="00F35AF1">
        <w:rPr>
          <w:i/>
        </w:rPr>
        <w:t>Raw</w:t>
      </w:r>
    </w:p>
    <w:p w14:paraId="562DA324" w14:textId="77777777" w:rsidR="002F0E6A" w:rsidRPr="00F35AF1" w:rsidRDefault="002F0E6A" w:rsidP="002F0E6A">
      <w:pPr>
        <w:numPr>
          <w:ilvl w:val="0"/>
          <w:numId w:val="124"/>
        </w:numPr>
        <w:rPr>
          <w:i/>
        </w:rPr>
      </w:pPr>
      <w:r w:rsidRPr="00F35AF1">
        <w:rPr>
          <w:i/>
        </w:rPr>
        <w:t>Transparent Symmetric Key</w:t>
      </w:r>
    </w:p>
    <w:p w14:paraId="2FD87ED6" w14:textId="1944F920" w:rsidR="002F0E6A" w:rsidRPr="006436AE" w:rsidRDefault="002F0E6A" w:rsidP="002F0E6A">
      <w:pPr>
        <w:numPr>
          <w:ilvl w:val="0"/>
          <w:numId w:val="26"/>
        </w:numPr>
      </w:pPr>
      <w:r w:rsidRPr="006436AE">
        <w:t xml:space="preserve">MAY support any clause within [KMIP-SPEC] provided it does not conflict with any other clause within this section </w:t>
      </w:r>
      <w:r>
        <w:fldChar w:fldCharType="begin"/>
      </w:r>
      <w:r>
        <w:instrText xml:space="preserve"> REF _Ref390242784 \w \h </w:instrText>
      </w:r>
      <w:r>
        <w:fldChar w:fldCharType="separate"/>
      </w:r>
      <w:r w:rsidR="00DA37E6">
        <w:t>5.6.2</w:t>
      </w:r>
      <w:r>
        <w:fldChar w:fldCharType="end"/>
      </w:r>
    </w:p>
    <w:p w14:paraId="1F869AA8" w14:textId="77777777" w:rsidR="002F0E6A" w:rsidRDefault="002F0E6A" w:rsidP="002F0E6A">
      <w:pPr>
        <w:numPr>
          <w:ilvl w:val="0"/>
          <w:numId w:val="26"/>
        </w:numPr>
      </w:pPr>
      <w:r w:rsidRPr="006436AE">
        <w:t>MAY support extensions outside the scope of this standard (e.g., vendor extensions, conformance clauses) that do not contradict any KMIP requirements.</w:t>
      </w:r>
    </w:p>
    <w:p w14:paraId="09E7DA61" w14:textId="77777777" w:rsidR="002F0E6A" w:rsidRDefault="002F0E6A" w:rsidP="002F0E6A">
      <w:pPr>
        <w:pStyle w:val="Heading3"/>
        <w:numPr>
          <w:ilvl w:val="2"/>
          <w:numId w:val="2"/>
        </w:numPr>
      </w:pPr>
      <w:bookmarkStart w:id="1129" w:name="_Ref439708287"/>
      <w:bookmarkStart w:id="1130" w:name="_Ref439708294"/>
      <w:bookmarkStart w:id="1131" w:name="_Ref439708305"/>
      <w:bookmarkStart w:id="1132" w:name="_Ref439708314"/>
      <w:bookmarkStart w:id="1133" w:name="_Toc439711279"/>
      <w:bookmarkStart w:id="1134" w:name="_Toc463354595"/>
      <w:bookmarkStart w:id="1135" w:name="_Toc478070485"/>
      <w:bookmarkStart w:id="1136" w:name="_Toc479342105"/>
      <w:bookmarkStart w:id="1137" w:name="_Toc491431488"/>
      <w:bookmarkStart w:id="1138" w:name="_Toc533021390"/>
      <w:bookmarkStart w:id="1139" w:name="_Toc535231633"/>
      <w:bookmarkStart w:id="1140" w:name="_Toc14773256"/>
      <w:bookmarkStart w:id="1141" w:name="_Toc27473307"/>
      <w:bookmarkStart w:id="1142" w:name="_Toc32324443"/>
      <w:bookmarkStart w:id="1143" w:name="_Toc176876153"/>
      <w:r>
        <w:t xml:space="preserve">Symmetric </w:t>
      </w:r>
      <w:r w:rsidRPr="009038CC">
        <w:t>Key Lifecycle</w:t>
      </w:r>
      <w:r>
        <w:t xml:space="preserve"> </w:t>
      </w:r>
      <w:bookmarkStart w:id="1144" w:name="_Toc434522432"/>
      <w:bookmarkStart w:id="1145" w:name="_Toc434524669"/>
      <w:bookmarkStart w:id="1146" w:name="_Ref434522201"/>
      <w:bookmarkEnd w:id="1144"/>
      <w:bookmarkEnd w:id="1145"/>
      <w:r>
        <w:t xml:space="preserve">Mandatory Test Cases KMIP </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6"/>
      <w:r w:rsidR="00697364">
        <w:t>v3.0</w:t>
      </w:r>
      <w:bookmarkEnd w:id="1143"/>
    </w:p>
    <w:p w14:paraId="1EB16952" w14:textId="77777777" w:rsidR="002F0E6A" w:rsidRDefault="002F0E6A" w:rsidP="002F0E6A">
      <w:pPr>
        <w:pStyle w:val="Heading4"/>
        <w:numPr>
          <w:ilvl w:val="3"/>
          <w:numId w:val="2"/>
        </w:numPr>
      </w:pPr>
      <w:bookmarkStart w:id="1147" w:name="_Toc32324444"/>
      <w:bookmarkStart w:id="1148" w:name="_Toc439711280"/>
      <w:bookmarkStart w:id="1149" w:name="_Toc463354596"/>
      <w:bookmarkStart w:id="1150" w:name="_Toc478070486"/>
      <w:bookmarkStart w:id="1151" w:name="_Toc479342106"/>
      <w:bookmarkStart w:id="1152" w:name="_Toc491431489"/>
      <w:bookmarkStart w:id="1153" w:name="_Toc533021391"/>
      <w:bookmarkStart w:id="1154" w:name="_Toc535231634"/>
      <w:bookmarkStart w:id="1155" w:name="_Toc14773257"/>
      <w:bookmarkStart w:id="1156" w:name="_Toc27473308"/>
      <w:bookmarkStart w:id="1157" w:name="_Toc176876154"/>
      <w:r>
        <w:t>SKLC-M-1-</w:t>
      </w:r>
      <w:bookmarkEnd w:id="1147"/>
      <w:r>
        <w:t>30</w:t>
      </w:r>
      <w:bookmarkEnd w:id="1148"/>
      <w:bookmarkEnd w:id="1149"/>
      <w:bookmarkEnd w:id="1150"/>
      <w:bookmarkEnd w:id="1151"/>
      <w:bookmarkEnd w:id="1152"/>
      <w:bookmarkEnd w:id="1153"/>
      <w:bookmarkEnd w:id="1154"/>
      <w:bookmarkEnd w:id="1155"/>
      <w:bookmarkEnd w:id="1156"/>
      <w:bookmarkEnd w:id="1157"/>
    </w:p>
    <w:p w14:paraId="17223D77" w14:textId="77777777" w:rsidR="002F0E6A" w:rsidRDefault="002F0E6A" w:rsidP="002F0E6A">
      <w:r w:rsidRPr="00CB287F">
        <w:t xml:space="preserve">See </w:t>
      </w:r>
      <w:hyperlink r:id="rId85" w:history="1">
        <w:r w:rsidRPr="00CB287F">
          <w:rPr>
            <w:rStyle w:val="Hyperlink"/>
          </w:rPr>
          <w:t>test-cases/kmip</w:t>
        </w:r>
        <w:r w:rsidR="00697364">
          <w:rPr>
            <w:rStyle w:val="Hyperlink"/>
          </w:rPr>
          <w:t>-v3.0</w:t>
        </w:r>
        <w:r w:rsidRPr="00CB287F">
          <w:rPr>
            <w:rStyle w:val="Hyperlink"/>
          </w:rPr>
          <w:t>/mandatory/SKLC-M-1</w:t>
        </w:r>
        <w:r>
          <w:rPr>
            <w:rStyle w:val="Hyperlink"/>
          </w:rPr>
          <w:t>-30.xml</w:t>
        </w:r>
      </w:hyperlink>
      <w:r>
        <w:t>.</w:t>
      </w:r>
    </w:p>
    <w:p w14:paraId="179CCD6F" w14:textId="77777777" w:rsidR="002F0E6A" w:rsidRDefault="002F0E6A" w:rsidP="002F0E6A">
      <w:pPr>
        <w:pStyle w:val="Heading4"/>
        <w:numPr>
          <w:ilvl w:val="3"/>
          <w:numId w:val="2"/>
        </w:numPr>
      </w:pPr>
      <w:bookmarkStart w:id="1158" w:name="_Toc439711281"/>
      <w:bookmarkStart w:id="1159" w:name="_Toc463354597"/>
      <w:bookmarkStart w:id="1160" w:name="_Toc478070487"/>
      <w:bookmarkStart w:id="1161" w:name="_Toc479342107"/>
      <w:bookmarkStart w:id="1162" w:name="_Toc491431490"/>
      <w:bookmarkStart w:id="1163" w:name="_Toc533021392"/>
      <w:bookmarkStart w:id="1164" w:name="_Toc535231635"/>
      <w:bookmarkStart w:id="1165" w:name="_Toc14773258"/>
      <w:bookmarkStart w:id="1166" w:name="_Toc27473309"/>
      <w:bookmarkStart w:id="1167" w:name="_Toc176876155"/>
      <w:r>
        <w:t>SKLC-M-2-30</w:t>
      </w:r>
      <w:bookmarkEnd w:id="1158"/>
      <w:bookmarkEnd w:id="1159"/>
      <w:bookmarkEnd w:id="1160"/>
      <w:bookmarkEnd w:id="1161"/>
      <w:bookmarkEnd w:id="1162"/>
      <w:bookmarkEnd w:id="1163"/>
      <w:bookmarkEnd w:id="1164"/>
      <w:bookmarkEnd w:id="1165"/>
      <w:bookmarkEnd w:id="1166"/>
      <w:bookmarkEnd w:id="1167"/>
    </w:p>
    <w:p w14:paraId="7581CE92" w14:textId="77777777" w:rsidR="002F0E6A" w:rsidRDefault="002F0E6A" w:rsidP="002F0E6A">
      <w:r w:rsidRPr="00564FA8">
        <w:t xml:space="preserve">See </w:t>
      </w:r>
      <w:hyperlink r:id="rId86" w:history="1">
        <w:r w:rsidRPr="00564FA8">
          <w:rPr>
            <w:rStyle w:val="Hyperlink"/>
          </w:rPr>
          <w:t>test-cases/kmip</w:t>
        </w:r>
        <w:r w:rsidR="00697364">
          <w:rPr>
            <w:rStyle w:val="Hyperlink"/>
          </w:rPr>
          <w:t>-v3.0</w:t>
        </w:r>
        <w:r w:rsidRPr="00564FA8">
          <w:rPr>
            <w:rStyle w:val="Hyperlink"/>
          </w:rPr>
          <w:t>/mandatory/SKLC-M-2</w:t>
        </w:r>
        <w:r>
          <w:rPr>
            <w:rStyle w:val="Hyperlink"/>
          </w:rPr>
          <w:t>-30.xml</w:t>
        </w:r>
      </w:hyperlink>
      <w:r>
        <w:t>.</w:t>
      </w:r>
    </w:p>
    <w:p w14:paraId="0FDEC089" w14:textId="77777777" w:rsidR="002F0E6A" w:rsidRDefault="002F0E6A" w:rsidP="002F0E6A">
      <w:pPr>
        <w:pStyle w:val="Heading4"/>
        <w:numPr>
          <w:ilvl w:val="3"/>
          <w:numId w:val="2"/>
        </w:numPr>
      </w:pPr>
      <w:bookmarkStart w:id="1168" w:name="_Toc439711282"/>
      <w:bookmarkStart w:id="1169" w:name="_Toc463354598"/>
      <w:bookmarkStart w:id="1170" w:name="_Toc478070488"/>
      <w:bookmarkStart w:id="1171" w:name="_Toc479342108"/>
      <w:bookmarkStart w:id="1172" w:name="_Toc491431491"/>
      <w:bookmarkStart w:id="1173" w:name="_Toc533021393"/>
      <w:bookmarkStart w:id="1174" w:name="_Toc535231636"/>
      <w:bookmarkStart w:id="1175" w:name="_Toc14773259"/>
      <w:bookmarkStart w:id="1176" w:name="_Toc27473310"/>
      <w:bookmarkStart w:id="1177" w:name="_Toc176876156"/>
      <w:r>
        <w:t>SKLC-M-3-30</w:t>
      </w:r>
      <w:bookmarkEnd w:id="1168"/>
      <w:bookmarkEnd w:id="1169"/>
      <w:bookmarkEnd w:id="1170"/>
      <w:bookmarkEnd w:id="1171"/>
      <w:bookmarkEnd w:id="1172"/>
      <w:bookmarkEnd w:id="1173"/>
      <w:bookmarkEnd w:id="1174"/>
      <w:bookmarkEnd w:id="1175"/>
      <w:bookmarkEnd w:id="1176"/>
      <w:bookmarkEnd w:id="1177"/>
    </w:p>
    <w:p w14:paraId="6F8D073B" w14:textId="77777777" w:rsidR="002F0E6A" w:rsidRDefault="002F0E6A" w:rsidP="002F0E6A">
      <w:r w:rsidRPr="00DC0064">
        <w:t xml:space="preserve">See </w:t>
      </w:r>
      <w:hyperlink r:id="rId87" w:history="1">
        <w:r w:rsidRPr="00DC0064">
          <w:rPr>
            <w:rStyle w:val="Hyperlink"/>
          </w:rPr>
          <w:t>test-cases/kmip</w:t>
        </w:r>
        <w:r w:rsidR="00697364">
          <w:rPr>
            <w:rStyle w:val="Hyperlink"/>
          </w:rPr>
          <w:t>-v3.0</w:t>
        </w:r>
        <w:r w:rsidRPr="00DC0064">
          <w:rPr>
            <w:rStyle w:val="Hyperlink"/>
          </w:rPr>
          <w:t>/mandatory/SKLC-M-3</w:t>
        </w:r>
        <w:r>
          <w:rPr>
            <w:rStyle w:val="Hyperlink"/>
          </w:rPr>
          <w:t>-30.xml</w:t>
        </w:r>
      </w:hyperlink>
      <w:r>
        <w:t>.</w:t>
      </w:r>
    </w:p>
    <w:p w14:paraId="105B5CDF" w14:textId="77777777" w:rsidR="002F0E6A" w:rsidRDefault="002F0E6A" w:rsidP="002F0E6A">
      <w:pPr>
        <w:pStyle w:val="Heading3"/>
        <w:numPr>
          <w:ilvl w:val="2"/>
          <w:numId w:val="2"/>
        </w:numPr>
      </w:pPr>
      <w:bookmarkStart w:id="1178" w:name="_Toc439711283"/>
      <w:bookmarkStart w:id="1179" w:name="_Toc463354599"/>
      <w:bookmarkStart w:id="1180" w:name="_Toc478070489"/>
      <w:bookmarkStart w:id="1181" w:name="_Toc479342109"/>
      <w:bookmarkStart w:id="1182" w:name="_Toc491431492"/>
      <w:bookmarkStart w:id="1183" w:name="_Toc533021394"/>
      <w:bookmarkStart w:id="1184" w:name="_Toc535231637"/>
      <w:bookmarkStart w:id="1185" w:name="_Toc14773260"/>
      <w:bookmarkStart w:id="1186" w:name="_Toc27473311"/>
      <w:bookmarkStart w:id="1187" w:name="_Toc32324447"/>
      <w:bookmarkStart w:id="1188" w:name="_Toc176876157"/>
      <w:r>
        <w:t xml:space="preserve">Symmetric </w:t>
      </w:r>
      <w:r w:rsidRPr="009038CC">
        <w:t>Key Lifecycle</w:t>
      </w:r>
      <w:r>
        <w:t xml:space="preserve"> Optional Test Cases KMIP </w:t>
      </w:r>
      <w:bookmarkEnd w:id="1178"/>
      <w:bookmarkEnd w:id="1179"/>
      <w:bookmarkEnd w:id="1180"/>
      <w:bookmarkEnd w:id="1181"/>
      <w:bookmarkEnd w:id="1182"/>
      <w:bookmarkEnd w:id="1183"/>
      <w:bookmarkEnd w:id="1184"/>
      <w:bookmarkEnd w:id="1185"/>
      <w:bookmarkEnd w:id="1186"/>
      <w:bookmarkEnd w:id="1187"/>
      <w:r w:rsidR="00697364">
        <w:t>v3.0</w:t>
      </w:r>
      <w:bookmarkEnd w:id="1188"/>
    </w:p>
    <w:p w14:paraId="1C0682FF" w14:textId="77777777" w:rsidR="002F0E6A" w:rsidRDefault="002F0E6A" w:rsidP="002F0E6A">
      <w:pPr>
        <w:pStyle w:val="Heading4"/>
        <w:numPr>
          <w:ilvl w:val="3"/>
          <w:numId w:val="2"/>
        </w:numPr>
      </w:pPr>
      <w:bookmarkStart w:id="1189" w:name="_Toc32324448"/>
      <w:bookmarkStart w:id="1190" w:name="_Toc439711284"/>
      <w:bookmarkStart w:id="1191" w:name="_Toc463354600"/>
      <w:bookmarkStart w:id="1192" w:name="_Toc478070490"/>
      <w:bookmarkStart w:id="1193" w:name="_Toc479342110"/>
      <w:bookmarkStart w:id="1194" w:name="_Toc491431493"/>
      <w:bookmarkStart w:id="1195" w:name="_Toc533021395"/>
      <w:bookmarkStart w:id="1196" w:name="_Toc535231638"/>
      <w:bookmarkStart w:id="1197" w:name="_Toc14773261"/>
      <w:bookmarkStart w:id="1198" w:name="_Toc27473312"/>
      <w:bookmarkStart w:id="1199" w:name="_Toc176876158"/>
      <w:r>
        <w:t>SKLC-O-1-</w:t>
      </w:r>
      <w:bookmarkEnd w:id="1189"/>
      <w:r>
        <w:t>30</w:t>
      </w:r>
      <w:bookmarkEnd w:id="1190"/>
      <w:bookmarkEnd w:id="1191"/>
      <w:bookmarkEnd w:id="1192"/>
      <w:bookmarkEnd w:id="1193"/>
      <w:bookmarkEnd w:id="1194"/>
      <w:bookmarkEnd w:id="1195"/>
      <w:bookmarkEnd w:id="1196"/>
      <w:bookmarkEnd w:id="1197"/>
      <w:bookmarkEnd w:id="1198"/>
      <w:bookmarkEnd w:id="1199"/>
    </w:p>
    <w:p w14:paraId="40DC3C04" w14:textId="77777777" w:rsidR="002F0E6A" w:rsidRDefault="002F0E6A" w:rsidP="002F0E6A">
      <w:r w:rsidRPr="00773723">
        <w:t xml:space="preserve">See </w:t>
      </w:r>
      <w:hyperlink r:id="rId88" w:history="1">
        <w:r w:rsidRPr="00773723">
          <w:rPr>
            <w:rStyle w:val="Hyperlink"/>
          </w:rPr>
          <w:t>test-cases/kmip</w:t>
        </w:r>
        <w:r w:rsidR="00697364">
          <w:rPr>
            <w:rStyle w:val="Hyperlink"/>
          </w:rPr>
          <w:t>-v3.0</w:t>
        </w:r>
        <w:r w:rsidRPr="00773723">
          <w:rPr>
            <w:rStyle w:val="Hyperlink"/>
          </w:rPr>
          <w:t>/optional/SKLC-O-1</w:t>
        </w:r>
        <w:r>
          <w:rPr>
            <w:rStyle w:val="Hyperlink"/>
          </w:rPr>
          <w:t>-30.xml</w:t>
        </w:r>
      </w:hyperlink>
      <w:r>
        <w:t>.</w:t>
      </w:r>
    </w:p>
    <w:p w14:paraId="5BF734F3" w14:textId="77777777" w:rsidR="002F0E6A" w:rsidRDefault="002F0E6A" w:rsidP="002F0E6A">
      <w:pPr>
        <w:pStyle w:val="Heading2"/>
        <w:numPr>
          <w:ilvl w:val="1"/>
          <w:numId w:val="2"/>
        </w:numPr>
      </w:pPr>
      <w:bookmarkStart w:id="1200" w:name="_Toc439711285"/>
      <w:bookmarkStart w:id="1201" w:name="_Toc463354601"/>
      <w:bookmarkStart w:id="1202" w:name="_Toc478070491"/>
      <w:bookmarkStart w:id="1203" w:name="_Toc479342111"/>
      <w:bookmarkStart w:id="1204" w:name="_Toc491431494"/>
      <w:bookmarkStart w:id="1205" w:name="_Toc533021396"/>
      <w:bookmarkStart w:id="1206" w:name="_Toc535231639"/>
      <w:bookmarkStart w:id="1207" w:name="_Toc14773262"/>
      <w:bookmarkStart w:id="1208" w:name="_Toc27473313"/>
      <w:bookmarkStart w:id="1209" w:name="_Toc32324449"/>
      <w:bookmarkStart w:id="1210" w:name="_Toc176876159"/>
      <w:r w:rsidRPr="00EC4F2D">
        <w:t>Symmetric Key Foundry for FIPS 140</w:t>
      </w:r>
      <w:r>
        <w:t xml:space="preserve"> Profiles</w:t>
      </w:r>
      <w:bookmarkEnd w:id="1200"/>
      <w:bookmarkEnd w:id="1201"/>
      <w:bookmarkEnd w:id="1202"/>
      <w:bookmarkEnd w:id="1203"/>
      <w:bookmarkEnd w:id="1204"/>
      <w:bookmarkEnd w:id="1205"/>
      <w:bookmarkEnd w:id="1206"/>
      <w:bookmarkEnd w:id="1207"/>
      <w:bookmarkEnd w:id="1208"/>
      <w:bookmarkEnd w:id="1209"/>
      <w:bookmarkEnd w:id="1210"/>
    </w:p>
    <w:p w14:paraId="35B743C4" w14:textId="77777777" w:rsidR="002F0E6A" w:rsidRDefault="002F0E6A" w:rsidP="002F0E6A">
      <w:r>
        <w:t xml:space="preserve">The Symmetric </w:t>
      </w:r>
      <w:r w:rsidRPr="009038CC">
        <w:t xml:space="preserve">Key Lifecycle </w:t>
      </w:r>
      <w:r>
        <w:t>Profile is a KMIP server performing symmetric key lifecycle operations based on requests received from a KMIP client. The use of algorithms within this profile set has been limited to those permitted under the NIST FIPS 140 validation program.</w:t>
      </w:r>
    </w:p>
    <w:p w14:paraId="52AF88D9" w14:textId="77777777" w:rsidR="002F0E6A" w:rsidRPr="000C30ED" w:rsidRDefault="002F0E6A" w:rsidP="002F0E6A">
      <w:pPr>
        <w:pStyle w:val="Heading3"/>
        <w:numPr>
          <w:ilvl w:val="2"/>
          <w:numId w:val="2"/>
        </w:numPr>
      </w:pPr>
      <w:bookmarkStart w:id="1211" w:name="_Ref439693663"/>
      <w:bookmarkStart w:id="1212" w:name="_Toc439711286"/>
      <w:bookmarkStart w:id="1213" w:name="_Toc463354602"/>
      <w:bookmarkStart w:id="1214" w:name="_Toc478070492"/>
      <w:bookmarkStart w:id="1215" w:name="_Toc479342112"/>
      <w:bookmarkStart w:id="1216" w:name="_Toc491431495"/>
      <w:bookmarkStart w:id="1217" w:name="_Toc533021397"/>
      <w:bookmarkStart w:id="1218" w:name="_Toc535231640"/>
      <w:bookmarkStart w:id="1219" w:name="_Toc14773263"/>
      <w:bookmarkStart w:id="1220" w:name="_Toc27473314"/>
      <w:bookmarkStart w:id="1221" w:name="_Toc32324450"/>
      <w:bookmarkStart w:id="1222" w:name="_Toc176876160"/>
      <w:r>
        <w:t xml:space="preserve">Basic Symmetric </w:t>
      </w:r>
      <w:r w:rsidRPr="009038CC">
        <w:t xml:space="preserve">Key </w:t>
      </w:r>
      <w:r w:rsidRPr="00EC4F2D">
        <w:t xml:space="preserve">Foundry </w:t>
      </w:r>
      <w:r>
        <w:t>Client</w:t>
      </w:r>
      <w:bookmarkEnd w:id="1211"/>
      <w:bookmarkEnd w:id="1212"/>
      <w:bookmarkEnd w:id="1213"/>
      <w:bookmarkEnd w:id="1214"/>
      <w:bookmarkEnd w:id="1215"/>
      <w:bookmarkEnd w:id="1216"/>
      <w:bookmarkEnd w:id="1217"/>
      <w:bookmarkEnd w:id="1218"/>
      <w:bookmarkEnd w:id="1219"/>
      <w:bookmarkEnd w:id="1220"/>
      <w:bookmarkEnd w:id="1221"/>
      <w:bookmarkEnd w:id="1222"/>
    </w:p>
    <w:p w14:paraId="3321D416" w14:textId="77777777" w:rsidR="002F0E6A" w:rsidRDefault="002F0E6A" w:rsidP="002F0E6A">
      <w:r>
        <w:t>KMIP clients conformant to this profile:</w:t>
      </w:r>
    </w:p>
    <w:p w14:paraId="33D20F02" w14:textId="63701AA1" w:rsidR="002F0E6A" w:rsidRPr="00D1622D" w:rsidRDefault="002F0E6A" w:rsidP="002F0E6A">
      <w:pPr>
        <w:numPr>
          <w:ilvl w:val="0"/>
          <w:numId w:val="7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1C96905A" w14:textId="32BD8E76" w:rsidR="002F0E6A" w:rsidRPr="006436AE" w:rsidRDefault="002F0E6A" w:rsidP="002F0E6A">
      <w:pPr>
        <w:numPr>
          <w:ilvl w:val="0"/>
          <w:numId w:val="71"/>
        </w:numPr>
      </w:pPr>
      <w:r w:rsidRPr="006436AE">
        <w:t xml:space="preserve">MAY support any clause within [KMIP-SPEC] provided it does not conflict with any other clause within this section </w:t>
      </w:r>
      <w:r>
        <w:fldChar w:fldCharType="begin"/>
      </w:r>
      <w:r>
        <w:instrText xml:space="preserve"> REF _Ref439693663 \r \h </w:instrText>
      </w:r>
      <w:r>
        <w:fldChar w:fldCharType="separate"/>
      </w:r>
      <w:r w:rsidR="00DA37E6">
        <w:t>5.7.1</w:t>
      </w:r>
      <w:r>
        <w:fldChar w:fldCharType="end"/>
      </w:r>
    </w:p>
    <w:p w14:paraId="572C9141" w14:textId="77777777" w:rsidR="002F0E6A" w:rsidRDefault="002F0E6A" w:rsidP="002F0E6A">
      <w:pPr>
        <w:numPr>
          <w:ilvl w:val="0"/>
          <w:numId w:val="71"/>
        </w:numPr>
      </w:pPr>
      <w:r w:rsidRPr="006436AE">
        <w:t>MAY support extensions outside the scope of this standard (e.g., vendor extensions, conformance clauses) that do not contradict any KMIP requirements.</w:t>
      </w:r>
    </w:p>
    <w:p w14:paraId="63CD4C2B" w14:textId="77777777" w:rsidR="002F0E6A" w:rsidRPr="000C30ED" w:rsidRDefault="002F0E6A" w:rsidP="002F0E6A">
      <w:pPr>
        <w:pStyle w:val="Heading3"/>
        <w:numPr>
          <w:ilvl w:val="2"/>
          <w:numId w:val="2"/>
        </w:numPr>
      </w:pPr>
      <w:bookmarkStart w:id="1223" w:name="_Ref439693770"/>
      <w:bookmarkStart w:id="1224" w:name="_Toc439711287"/>
      <w:bookmarkStart w:id="1225" w:name="_Toc463354603"/>
      <w:bookmarkStart w:id="1226" w:name="_Toc478070493"/>
      <w:bookmarkStart w:id="1227" w:name="_Toc479342113"/>
      <w:bookmarkStart w:id="1228" w:name="_Toc491431496"/>
      <w:bookmarkStart w:id="1229" w:name="_Toc533021398"/>
      <w:bookmarkStart w:id="1230" w:name="_Toc535231641"/>
      <w:bookmarkStart w:id="1231" w:name="_Toc14773264"/>
      <w:bookmarkStart w:id="1232" w:name="_Toc27473315"/>
      <w:bookmarkStart w:id="1233" w:name="_Toc32324451"/>
      <w:bookmarkStart w:id="1234" w:name="_Toc176876161"/>
      <w:r>
        <w:t xml:space="preserve">Intermediate Symmetric </w:t>
      </w:r>
      <w:r w:rsidRPr="009038CC">
        <w:t xml:space="preserve">Key </w:t>
      </w:r>
      <w:r w:rsidRPr="00EC4F2D">
        <w:t xml:space="preserve">Foundry </w:t>
      </w:r>
      <w:r>
        <w:t>Client</w:t>
      </w:r>
      <w:bookmarkEnd w:id="1223"/>
      <w:bookmarkEnd w:id="1224"/>
      <w:bookmarkEnd w:id="1225"/>
      <w:bookmarkEnd w:id="1226"/>
      <w:bookmarkEnd w:id="1227"/>
      <w:bookmarkEnd w:id="1228"/>
      <w:bookmarkEnd w:id="1229"/>
      <w:bookmarkEnd w:id="1230"/>
      <w:bookmarkEnd w:id="1231"/>
      <w:bookmarkEnd w:id="1232"/>
      <w:bookmarkEnd w:id="1233"/>
      <w:bookmarkEnd w:id="1234"/>
    </w:p>
    <w:p w14:paraId="55EFFA7E" w14:textId="77777777" w:rsidR="002F0E6A" w:rsidRDefault="002F0E6A" w:rsidP="002F0E6A">
      <w:r>
        <w:t>KMIP clients conformant to this profile:</w:t>
      </w:r>
    </w:p>
    <w:p w14:paraId="72698AB0" w14:textId="06F27775" w:rsidR="002F0E6A" w:rsidRPr="00D1622D" w:rsidRDefault="002F0E6A" w:rsidP="002F0E6A">
      <w:pPr>
        <w:numPr>
          <w:ilvl w:val="0"/>
          <w:numId w:val="7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55FA76C0" w14:textId="3097B374" w:rsidR="002F0E6A" w:rsidRPr="006436AE" w:rsidRDefault="002F0E6A" w:rsidP="002F0E6A">
      <w:pPr>
        <w:numPr>
          <w:ilvl w:val="0"/>
          <w:numId w:val="73"/>
        </w:numPr>
      </w:pPr>
      <w:r w:rsidRPr="006436AE">
        <w:t xml:space="preserve">MAY support any clause within [KMIP-SPEC] provided it does not conflict with any other clause within this section </w:t>
      </w:r>
      <w:r>
        <w:fldChar w:fldCharType="begin"/>
      </w:r>
      <w:r>
        <w:instrText xml:space="preserve"> REF _Ref439693770 \r \h </w:instrText>
      </w:r>
      <w:r>
        <w:fldChar w:fldCharType="separate"/>
      </w:r>
      <w:r w:rsidR="00DA37E6">
        <w:t>5.7.2</w:t>
      </w:r>
      <w:r>
        <w:fldChar w:fldCharType="end"/>
      </w:r>
    </w:p>
    <w:p w14:paraId="04AA847D" w14:textId="77777777" w:rsidR="002F0E6A" w:rsidRDefault="002F0E6A" w:rsidP="002F0E6A">
      <w:pPr>
        <w:numPr>
          <w:ilvl w:val="0"/>
          <w:numId w:val="73"/>
        </w:numPr>
      </w:pPr>
      <w:r w:rsidRPr="006436AE">
        <w:t>MAY support extensions outside the scope of this standard (e.g., vendor extensions, conformance clauses) that do not contradict any KMIP requirements.</w:t>
      </w:r>
    </w:p>
    <w:p w14:paraId="1CA94FA2" w14:textId="77777777" w:rsidR="002F0E6A" w:rsidRPr="000C30ED" w:rsidRDefault="002F0E6A" w:rsidP="002F0E6A">
      <w:pPr>
        <w:pStyle w:val="Heading3"/>
        <w:numPr>
          <w:ilvl w:val="2"/>
          <w:numId w:val="2"/>
        </w:numPr>
      </w:pPr>
      <w:bookmarkStart w:id="1235" w:name="_Ref439693779"/>
      <w:bookmarkStart w:id="1236" w:name="_Toc439711288"/>
      <w:bookmarkStart w:id="1237" w:name="_Toc463354604"/>
      <w:bookmarkStart w:id="1238" w:name="_Toc478070494"/>
      <w:bookmarkStart w:id="1239" w:name="_Toc479342114"/>
      <w:bookmarkStart w:id="1240" w:name="_Toc491431497"/>
      <w:bookmarkStart w:id="1241" w:name="_Toc533021399"/>
      <w:bookmarkStart w:id="1242" w:name="_Toc535231642"/>
      <w:bookmarkStart w:id="1243" w:name="_Toc14773265"/>
      <w:bookmarkStart w:id="1244" w:name="_Toc27473316"/>
      <w:bookmarkStart w:id="1245" w:name="_Toc32324452"/>
      <w:bookmarkStart w:id="1246" w:name="_Toc176876162"/>
      <w:r>
        <w:t xml:space="preserve">Advanced Symmetric </w:t>
      </w:r>
      <w:r w:rsidRPr="009038CC">
        <w:t xml:space="preserve">Key </w:t>
      </w:r>
      <w:r w:rsidRPr="00EC4F2D">
        <w:t xml:space="preserve">Foundry </w:t>
      </w:r>
      <w:r>
        <w:t>Client</w:t>
      </w:r>
      <w:bookmarkEnd w:id="1235"/>
      <w:bookmarkEnd w:id="1236"/>
      <w:bookmarkEnd w:id="1237"/>
      <w:bookmarkEnd w:id="1238"/>
      <w:bookmarkEnd w:id="1239"/>
      <w:bookmarkEnd w:id="1240"/>
      <w:bookmarkEnd w:id="1241"/>
      <w:bookmarkEnd w:id="1242"/>
      <w:bookmarkEnd w:id="1243"/>
      <w:bookmarkEnd w:id="1244"/>
      <w:bookmarkEnd w:id="1245"/>
      <w:bookmarkEnd w:id="1246"/>
    </w:p>
    <w:p w14:paraId="2660B160" w14:textId="77777777" w:rsidR="002F0E6A" w:rsidRDefault="002F0E6A" w:rsidP="002F0E6A">
      <w:r>
        <w:t>KMIP clients conformant to this profile:</w:t>
      </w:r>
    </w:p>
    <w:p w14:paraId="66817A34" w14:textId="7632FD61" w:rsidR="002F0E6A" w:rsidRPr="00D1622D" w:rsidRDefault="002F0E6A" w:rsidP="002F0E6A">
      <w:pPr>
        <w:numPr>
          <w:ilvl w:val="0"/>
          <w:numId w:val="7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1039FDED" w14:textId="3E3B0256" w:rsidR="002F0E6A" w:rsidRPr="006436AE" w:rsidRDefault="002F0E6A" w:rsidP="002F0E6A">
      <w:pPr>
        <w:numPr>
          <w:ilvl w:val="0"/>
          <w:numId w:val="74"/>
        </w:numPr>
      </w:pPr>
      <w:r w:rsidRPr="006436AE">
        <w:t xml:space="preserve">MAY support any clause within [KMIP-SPEC] provided it does not conflict with any other clause within this section </w:t>
      </w:r>
      <w:r>
        <w:fldChar w:fldCharType="begin"/>
      </w:r>
      <w:r>
        <w:instrText xml:space="preserve"> REF _Ref439693779 \r \h </w:instrText>
      </w:r>
      <w:r>
        <w:fldChar w:fldCharType="separate"/>
      </w:r>
      <w:r w:rsidR="00DA37E6">
        <w:t>5.7.3</w:t>
      </w:r>
      <w:r>
        <w:fldChar w:fldCharType="end"/>
      </w:r>
    </w:p>
    <w:p w14:paraId="1BCF2931" w14:textId="77777777" w:rsidR="002F0E6A" w:rsidRDefault="002F0E6A" w:rsidP="002F0E6A">
      <w:pPr>
        <w:numPr>
          <w:ilvl w:val="0"/>
          <w:numId w:val="74"/>
        </w:numPr>
      </w:pPr>
      <w:r w:rsidRPr="006436AE">
        <w:t>MAY support extensions outside the scope of this standard (e.g., vendor extensions, conformance clauses) that do not contradict any KMIP requirements.</w:t>
      </w:r>
    </w:p>
    <w:p w14:paraId="756C0A33" w14:textId="77777777" w:rsidR="002F0E6A" w:rsidRPr="000C30ED" w:rsidRDefault="002F0E6A" w:rsidP="002F0E6A">
      <w:pPr>
        <w:pStyle w:val="Heading3"/>
        <w:numPr>
          <w:ilvl w:val="2"/>
          <w:numId w:val="2"/>
        </w:numPr>
      </w:pPr>
      <w:bookmarkStart w:id="1247" w:name="_Ref439693677"/>
      <w:bookmarkStart w:id="1248" w:name="_Toc439711289"/>
      <w:bookmarkStart w:id="1249" w:name="_Toc463354605"/>
      <w:bookmarkStart w:id="1250" w:name="_Toc478070495"/>
      <w:bookmarkStart w:id="1251" w:name="_Toc479342115"/>
      <w:bookmarkStart w:id="1252" w:name="_Toc491431498"/>
      <w:bookmarkStart w:id="1253" w:name="_Toc533021400"/>
      <w:bookmarkStart w:id="1254" w:name="_Toc535231643"/>
      <w:bookmarkStart w:id="1255" w:name="_Toc14773266"/>
      <w:bookmarkStart w:id="1256" w:name="_Toc27473317"/>
      <w:bookmarkStart w:id="1257" w:name="_Toc32324453"/>
      <w:bookmarkStart w:id="1258" w:name="_Toc176876163"/>
      <w:r>
        <w:t xml:space="preserve">Symmetric </w:t>
      </w:r>
      <w:r w:rsidRPr="009038CC">
        <w:t xml:space="preserve">Key </w:t>
      </w:r>
      <w:r w:rsidRPr="00EC4F2D">
        <w:t xml:space="preserve">Foundry </w:t>
      </w:r>
      <w:r>
        <w:t>Server</w:t>
      </w:r>
      <w:bookmarkEnd w:id="1247"/>
      <w:bookmarkEnd w:id="1248"/>
      <w:bookmarkEnd w:id="1249"/>
      <w:bookmarkEnd w:id="1250"/>
      <w:bookmarkEnd w:id="1251"/>
      <w:bookmarkEnd w:id="1252"/>
      <w:bookmarkEnd w:id="1253"/>
      <w:bookmarkEnd w:id="1254"/>
      <w:bookmarkEnd w:id="1255"/>
      <w:bookmarkEnd w:id="1256"/>
      <w:bookmarkEnd w:id="1257"/>
      <w:bookmarkEnd w:id="1258"/>
    </w:p>
    <w:p w14:paraId="4CD038B8" w14:textId="77777777" w:rsidR="002F0E6A" w:rsidRDefault="002F0E6A" w:rsidP="002F0E6A">
      <w:r>
        <w:t>KMIP servers conformant to this profile:</w:t>
      </w:r>
    </w:p>
    <w:p w14:paraId="6B1CBDC9" w14:textId="55E19007" w:rsidR="002F0E6A" w:rsidRPr="00D1622D" w:rsidRDefault="002F0E6A" w:rsidP="002F0E6A">
      <w:pPr>
        <w:numPr>
          <w:ilvl w:val="0"/>
          <w:numId w:val="7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48A9CB25" w14:textId="77777777" w:rsidR="002F0E6A" w:rsidRPr="0037589F" w:rsidRDefault="002F0E6A" w:rsidP="002F0E6A">
      <w:pPr>
        <w:numPr>
          <w:ilvl w:val="0"/>
          <w:numId w:val="72"/>
        </w:numPr>
      </w:pPr>
      <w:r w:rsidRPr="0037589F">
        <w:t xml:space="preserve">SHALL support the following </w:t>
      </w:r>
      <w:r w:rsidRPr="0037589F">
        <w:rPr>
          <w:i/>
        </w:rPr>
        <w:t>Objects</w:t>
      </w:r>
      <w:r w:rsidRPr="0037589F">
        <w:t xml:space="preserve"> [KMIP-SPEC]</w:t>
      </w:r>
    </w:p>
    <w:p w14:paraId="34E31F7C" w14:textId="77777777" w:rsidR="002F0E6A" w:rsidRPr="003A29AA" w:rsidRDefault="002F0E6A" w:rsidP="002F0E6A">
      <w:pPr>
        <w:numPr>
          <w:ilvl w:val="0"/>
          <w:numId w:val="75"/>
        </w:numPr>
        <w:rPr>
          <w:i/>
        </w:rPr>
      </w:pPr>
      <w:r w:rsidRPr="0037589F">
        <w:rPr>
          <w:i/>
        </w:rPr>
        <w:t>Symmetric Key</w:t>
      </w:r>
    </w:p>
    <w:p w14:paraId="083BB81C" w14:textId="77777777" w:rsidR="002F0E6A" w:rsidRPr="0037589F" w:rsidRDefault="002F0E6A" w:rsidP="002F0E6A">
      <w:pPr>
        <w:numPr>
          <w:ilvl w:val="0"/>
          <w:numId w:val="72"/>
        </w:numPr>
      </w:pPr>
      <w:r w:rsidRPr="0037589F">
        <w:t xml:space="preserve">SHALL support the following </w:t>
      </w:r>
      <w:r>
        <w:rPr>
          <w:i/>
        </w:rPr>
        <w:t xml:space="preserve">Object </w:t>
      </w:r>
      <w:r w:rsidRPr="0037589F">
        <w:rPr>
          <w:i/>
        </w:rPr>
        <w:t>Attributes</w:t>
      </w:r>
      <w:r w:rsidRPr="0037589F">
        <w:t xml:space="preserve"> [KMIP-SPEC]</w:t>
      </w:r>
    </w:p>
    <w:p w14:paraId="7612B866" w14:textId="77777777" w:rsidR="002F0E6A" w:rsidRDefault="002F0E6A" w:rsidP="002F0E6A">
      <w:pPr>
        <w:numPr>
          <w:ilvl w:val="0"/>
          <w:numId w:val="76"/>
        </w:numPr>
      </w:pPr>
      <w:r w:rsidRPr="0037589F">
        <w:rPr>
          <w:i/>
        </w:rPr>
        <w:t>Cryptographic Algorithm</w:t>
      </w:r>
    </w:p>
    <w:p w14:paraId="47392407" w14:textId="77777777" w:rsidR="002F0E6A" w:rsidRPr="004062AB" w:rsidRDefault="002F0E6A" w:rsidP="002F0E6A">
      <w:pPr>
        <w:numPr>
          <w:ilvl w:val="0"/>
          <w:numId w:val="76"/>
        </w:numPr>
        <w:rPr>
          <w:i/>
        </w:rPr>
      </w:pPr>
      <w:r w:rsidRPr="0037589F">
        <w:rPr>
          <w:i/>
        </w:rPr>
        <w:t xml:space="preserve">Cryptographic </w:t>
      </w:r>
      <w:r>
        <w:rPr>
          <w:i/>
        </w:rPr>
        <w:t>Length</w:t>
      </w:r>
      <w:r w:rsidRPr="003A29AA">
        <w:rPr>
          <w:i/>
        </w:rPr>
        <w:t xml:space="preserve"> with values:</w:t>
      </w:r>
    </w:p>
    <w:p w14:paraId="76280DDC" w14:textId="77777777" w:rsidR="002F0E6A" w:rsidRDefault="002F0E6A" w:rsidP="002F0E6A">
      <w:pPr>
        <w:numPr>
          <w:ilvl w:val="0"/>
          <w:numId w:val="77"/>
        </w:numPr>
        <w:rPr>
          <w:i/>
        </w:rPr>
      </w:pPr>
      <w:r>
        <w:rPr>
          <w:i/>
        </w:rPr>
        <w:t>168 (3DES)</w:t>
      </w:r>
    </w:p>
    <w:p w14:paraId="79A8B1A5" w14:textId="77777777" w:rsidR="002F0E6A" w:rsidRDefault="002F0E6A" w:rsidP="002F0E6A">
      <w:pPr>
        <w:numPr>
          <w:ilvl w:val="0"/>
          <w:numId w:val="77"/>
        </w:numPr>
        <w:rPr>
          <w:i/>
        </w:rPr>
      </w:pPr>
      <w:r>
        <w:rPr>
          <w:i/>
        </w:rPr>
        <w:t>128 (AES)</w:t>
      </w:r>
    </w:p>
    <w:p w14:paraId="57B4098A" w14:textId="77777777" w:rsidR="002F0E6A" w:rsidRDefault="002F0E6A" w:rsidP="002F0E6A">
      <w:pPr>
        <w:numPr>
          <w:ilvl w:val="0"/>
          <w:numId w:val="77"/>
        </w:numPr>
        <w:rPr>
          <w:i/>
        </w:rPr>
      </w:pPr>
      <w:r>
        <w:rPr>
          <w:i/>
        </w:rPr>
        <w:t>192 (AES)</w:t>
      </w:r>
    </w:p>
    <w:p w14:paraId="30DEE40D" w14:textId="77777777" w:rsidR="002F0E6A" w:rsidRPr="003A29AA" w:rsidRDefault="002F0E6A" w:rsidP="002F0E6A">
      <w:pPr>
        <w:numPr>
          <w:ilvl w:val="0"/>
          <w:numId w:val="77"/>
        </w:numPr>
        <w:rPr>
          <w:i/>
        </w:rPr>
      </w:pPr>
      <w:r w:rsidRPr="00126BE2">
        <w:rPr>
          <w:i/>
        </w:rPr>
        <w:t>256 (AES)</w:t>
      </w:r>
    </w:p>
    <w:p w14:paraId="71DF964B" w14:textId="77777777" w:rsidR="002F0E6A" w:rsidRPr="0037589F" w:rsidRDefault="002F0E6A" w:rsidP="002F0E6A">
      <w:pPr>
        <w:numPr>
          <w:ilvl w:val="0"/>
          <w:numId w:val="76"/>
        </w:numPr>
        <w:rPr>
          <w:i/>
        </w:rPr>
      </w:pPr>
      <w:r w:rsidRPr="0037589F">
        <w:rPr>
          <w:i/>
        </w:rPr>
        <w:t>Object Type</w:t>
      </w:r>
    </w:p>
    <w:p w14:paraId="2995B7B4" w14:textId="77777777" w:rsidR="002F0E6A" w:rsidRPr="0037589F" w:rsidRDefault="002F0E6A" w:rsidP="002F0E6A">
      <w:pPr>
        <w:numPr>
          <w:ilvl w:val="0"/>
          <w:numId w:val="76"/>
        </w:numPr>
      </w:pPr>
      <w:r w:rsidRPr="0037589F">
        <w:rPr>
          <w:i/>
        </w:rPr>
        <w:t>Process Start Date</w:t>
      </w:r>
    </w:p>
    <w:p w14:paraId="6FB542FD" w14:textId="77777777" w:rsidR="002F0E6A" w:rsidRPr="0037589F" w:rsidRDefault="002F0E6A" w:rsidP="002F0E6A">
      <w:pPr>
        <w:numPr>
          <w:ilvl w:val="0"/>
          <w:numId w:val="76"/>
        </w:numPr>
      </w:pPr>
      <w:r>
        <w:rPr>
          <w:i/>
        </w:rPr>
        <w:t>Protect</w:t>
      </w:r>
      <w:r w:rsidRPr="0037589F">
        <w:rPr>
          <w:i/>
        </w:rPr>
        <w:t xml:space="preserve"> Stop Date</w:t>
      </w:r>
    </w:p>
    <w:p w14:paraId="17D7D282" w14:textId="77777777" w:rsidR="002F0E6A" w:rsidRPr="0037589F" w:rsidRDefault="002F0E6A" w:rsidP="002F0E6A">
      <w:pPr>
        <w:numPr>
          <w:ilvl w:val="0"/>
          <w:numId w:val="72"/>
        </w:numPr>
      </w:pPr>
      <w:r w:rsidRPr="0037589F">
        <w:t xml:space="preserve">SHALL support the following </w:t>
      </w:r>
      <w:r w:rsidRPr="0037589F">
        <w:rPr>
          <w:i/>
        </w:rPr>
        <w:t>Client-to-Server</w:t>
      </w:r>
      <w:r>
        <w:rPr>
          <w:i/>
        </w:rPr>
        <w:t xml:space="preserve"> Operations</w:t>
      </w:r>
      <w:r>
        <w:t xml:space="preserve"> [KMIP-SPEC</w:t>
      </w:r>
      <w:r w:rsidRPr="0037589F">
        <w:t>:</w:t>
      </w:r>
    </w:p>
    <w:p w14:paraId="4DB37C99" w14:textId="77777777" w:rsidR="002F0E6A" w:rsidRPr="0037589F" w:rsidRDefault="002F0E6A" w:rsidP="002F0E6A">
      <w:pPr>
        <w:numPr>
          <w:ilvl w:val="0"/>
          <w:numId w:val="126"/>
        </w:numPr>
      </w:pPr>
      <w:r w:rsidRPr="0037589F">
        <w:rPr>
          <w:i/>
        </w:rPr>
        <w:t>Create</w:t>
      </w:r>
    </w:p>
    <w:p w14:paraId="79BFDC56" w14:textId="77777777" w:rsidR="002F0E6A" w:rsidRPr="0037589F" w:rsidRDefault="002F0E6A" w:rsidP="002F0E6A">
      <w:pPr>
        <w:numPr>
          <w:ilvl w:val="0"/>
          <w:numId w:val="72"/>
        </w:numPr>
      </w:pPr>
      <w:r w:rsidRPr="0037589F">
        <w:t xml:space="preserve">SHALL support the following </w:t>
      </w:r>
      <w:r>
        <w:rPr>
          <w:i/>
        </w:rPr>
        <w:t>Enumerations</w:t>
      </w:r>
      <w:r w:rsidRPr="0037589F">
        <w:t xml:space="preserve"> [KMIP-SPEC]:</w:t>
      </w:r>
    </w:p>
    <w:p w14:paraId="5074B884" w14:textId="77777777" w:rsidR="002F0E6A" w:rsidRPr="0037589F" w:rsidRDefault="002F0E6A" w:rsidP="002F0E6A">
      <w:pPr>
        <w:numPr>
          <w:ilvl w:val="0"/>
          <w:numId w:val="127"/>
        </w:numPr>
      </w:pPr>
      <w:r w:rsidRPr="0037589F">
        <w:rPr>
          <w:i/>
        </w:rPr>
        <w:t>Cryptographic Algorithm</w:t>
      </w:r>
      <w:r>
        <w:t xml:space="preserve"> </w:t>
      </w:r>
      <w:r w:rsidRPr="0037589F">
        <w:t>with values:</w:t>
      </w:r>
    </w:p>
    <w:p w14:paraId="28D781BC" w14:textId="77777777" w:rsidR="002F0E6A" w:rsidRPr="00F35AF1" w:rsidRDefault="002F0E6A" w:rsidP="002F0E6A">
      <w:pPr>
        <w:numPr>
          <w:ilvl w:val="0"/>
          <w:numId w:val="78"/>
        </w:numPr>
        <w:rPr>
          <w:i/>
        </w:rPr>
      </w:pPr>
      <w:r w:rsidRPr="00F35AF1">
        <w:rPr>
          <w:i/>
        </w:rPr>
        <w:t>3DES</w:t>
      </w:r>
    </w:p>
    <w:p w14:paraId="6E98E4B5" w14:textId="77777777" w:rsidR="002F0E6A" w:rsidRPr="00F35AF1" w:rsidRDefault="002F0E6A" w:rsidP="002F0E6A">
      <w:pPr>
        <w:numPr>
          <w:ilvl w:val="0"/>
          <w:numId w:val="78"/>
        </w:numPr>
        <w:rPr>
          <w:i/>
        </w:rPr>
      </w:pPr>
      <w:r w:rsidRPr="00F35AF1">
        <w:rPr>
          <w:i/>
        </w:rPr>
        <w:t>AES</w:t>
      </w:r>
    </w:p>
    <w:p w14:paraId="7A8AE4AB" w14:textId="77777777" w:rsidR="002F0E6A" w:rsidRPr="0037589F" w:rsidRDefault="002F0E6A" w:rsidP="002F0E6A">
      <w:pPr>
        <w:numPr>
          <w:ilvl w:val="0"/>
          <w:numId w:val="127"/>
        </w:numPr>
      </w:pPr>
      <w:r w:rsidRPr="0037589F">
        <w:rPr>
          <w:i/>
        </w:rPr>
        <w:t>Key Format Type</w:t>
      </w:r>
      <w:r w:rsidRPr="0037589F">
        <w:t xml:space="preserve"> with value:</w:t>
      </w:r>
    </w:p>
    <w:p w14:paraId="3D736A22" w14:textId="77777777" w:rsidR="002F0E6A" w:rsidRPr="00F35AF1" w:rsidRDefault="002F0E6A" w:rsidP="002F0E6A">
      <w:pPr>
        <w:numPr>
          <w:ilvl w:val="0"/>
          <w:numId w:val="80"/>
        </w:numPr>
        <w:rPr>
          <w:i/>
        </w:rPr>
      </w:pPr>
      <w:r w:rsidRPr="00F35AF1">
        <w:rPr>
          <w:i/>
        </w:rPr>
        <w:t>Raw</w:t>
      </w:r>
    </w:p>
    <w:p w14:paraId="0FBB777E" w14:textId="77777777" w:rsidR="002F0E6A" w:rsidRPr="00F35AF1" w:rsidRDefault="002F0E6A" w:rsidP="002F0E6A">
      <w:pPr>
        <w:numPr>
          <w:ilvl w:val="0"/>
          <w:numId w:val="80"/>
        </w:numPr>
        <w:rPr>
          <w:i/>
        </w:rPr>
      </w:pPr>
      <w:r w:rsidRPr="00F35AF1">
        <w:rPr>
          <w:i/>
        </w:rPr>
        <w:t>Transparent Symmetric Key</w:t>
      </w:r>
    </w:p>
    <w:p w14:paraId="25E3C7C9" w14:textId="77777777" w:rsidR="002F0E6A" w:rsidRPr="0037589F" w:rsidRDefault="002F0E6A" w:rsidP="002F0E6A">
      <w:pPr>
        <w:numPr>
          <w:ilvl w:val="0"/>
          <w:numId w:val="127"/>
        </w:numPr>
      </w:pPr>
      <w:r w:rsidRPr="0037589F">
        <w:rPr>
          <w:i/>
        </w:rPr>
        <w:t>Object Type</w:t>
      </w:r>
      <w:r w:rsidRPr="0037589F">
        <w:t xml:space="preserve"> with value:</w:t>
      </w:r>
    </w:p>
    <w:p w14:paraId="2E742789" w14:textId="77777777" w:rsidR="002F0E6A" w:rsidRPr="00F35AF1" w:rsidRDefault="002F0E6A" w:rsidP="002F0E6A">
      <w:pPr>
        <w:numPr>
          <w:ilvl w:val="0"/>
          <w:numId w:val="79"/>
        </w:numPr>
        <w:rPr>
          <w:i/>
        </w:rPr>
      </w:pPr>
      <w:r w:rsidRPr="00F35AF1">
        <w:rPr>
          <w:i/>
        </w:rPr>
        <w:t>Symmetric Key</w:t>
      </w:r>
    </w:p>
    <w:p w14:paraId="391D917B" w14:textId="65571807" w:rsidR="002F0E6A" w:rsidRPr="006436AE" w:rsidRDefault="002F0E6A" w:rsidP="002F0E6A">
      <w:pPr>
        <w:numPr>
          <w:ilvl w:val="0"/>
          <w:numId w:val="72"/>
        </w:numPr>
      </w:pPr>
      <w:r w:rsidRPr="006436AE">
        <w:t xml:space="preserve">MAY support any clause within [KMIP-SPEC] provided it does not conflict with any other clause within this section </w:t>
      </w:r>
      <w:r>
        <w:fldChar w:fldCharType="begin"/>
      </w:r>
      <w:r>
        <w:instrText xml:space="preserve"> REF _Ref439693677 \r \h </w:instrText>
      </w:r>
      <w:r>
        <w:fldChar w:fldCharType="separate"/>
      </w:r>
      <w:r w:rsidR="00DA37E6">
        <w:t>5.7.4</w:t>
      </w:r>
      <w:r>
        <w:fldChar w:fldCharType="end"/>
      </w:r>
    </w:p>
    <w:p w14:paraId="3E62E5F0" w14:textId="77777777" w:rsidR="002F0E6A" w:rsidRDefault="002F0E6A" w:rsidP="002F0E6A">
      <w:pPr>
        <w:numPr>
          <w:ilvl w:val="0"/>
          <w:numId w:val="72"/>
        </w:numPr>
      </w:pPr>
      <w:r w:rsidRPr="006436AE">
        <w:t>MAY support extensions outside the scope of this standard (e.g., vendor extensions, conformance clauses) that do not contradict any KMIP requirements.</w:t>
      </w:r>
    </w:p>
    <w:p w14:paraId="731C0240" w14:textId="77777777" w:rsidR="002F0E6A" w:rsidRDefault="002F0E6A" w:rsidP="002F0E6A">
      <w:pPr>
        <w:pStyle w:val="Heading3"/>
        <w:numPr>
          <w:ilvl w:val="2"/>
          <w:numId w:val="2"/>
        </w:numPr>
      </w:pPr>
      <w:bookmarkStart w:id="1259" w:name="_Ref439694361"/>
      <w:bookmarkStart w:id="1260" w:name="_Toc439711290"/>
      <w:bookmarkStart w:id="1261" w:name="_Toc463354606"/>
      <w:bookmarkStart w:id="1262" w:name="_Toc478070496"/>
      <w:bookmarkStart w:id="1263" w:name="_Toc479342116"/>
      <w:bookmarkStart w:id="1264" w:name="_Toc491431499"/>
      <w:bookmarkStart w:id="1265" w:name="_Toc533021401"/>
      <w:bookmarkStart w:id="1266" w:name="_Toc535231644"/>
      <w:bookmarkStart w:id="1267" w:name="_Toc14773267"/>
      <w:bookmarkStart w:id="1268" w:name="_Toc27473318"/>
      <w:bookmarkStart w:id="1269" w:name="_Toc32324454"/>
      <w:bookmarkStart w:id="1270" w:name="_Toc176876164"/>
      <w:r>
        <w:t xml:space="preserve">Basic Symmetric </w:t>
      </w:r>
      <w:r w:rsidRPr="009038CC">
        <w:t xml:space="preserve">Key </w:t>
      </w:r>
      <w:r w:rsidRPr="00EC4F2D">
        <w:t xml:space="preserve">Foundry </w:t>
      </w:r>
      <w:r>
        <w:t xml:space="preserve">Mandatory Test Cases KMIP </w:t>
      </w:r>
      <w:bookmarkEnd w:id="1259"/>
      <w:bookmarkEnd w:id="1260"/>
      <w:bookmarkEnd w:id="1261"/>
      <w:bookmarkEnd w:id="1262"/>
      <w:bookmarkEnd w:id="1263"/>
      <w:bookmarkEnd w:id="1264"/>
      <w:bookmarkEnd w:id="1265"/>
      <w:bookmarkEnd w:id="1266"/>
      <w:bookmarkEnd w:id="1267"/>
      <w:bookmarkEnd w:id="1268"/>
      <w:bookmarkEnd w:id="1269"/>
      <w:r w:rsidR="00697364">
        <w:t>v3.0</w:t>
      </w:r>
      <w:bookmarkEnd w:id="1270"/>
    </w:p>
    <w:p w14:paraId="148F37D4" w14:textId="77777777" w:rsidR="002F0E6A" w:rsidRDefault="002F0E6A" w:rsidP="002F0E6A">
      <w:pPr>
        <w:pStyle w:val="Heading4"/>
        <w:numPr>
          <w:ilvl w:val="3"/>
          <w:numId w:val="2"/>
        </w:numPr>
      </w:pPr>
      <w:bookmarkStart w:id="1271" w:name="_Toc32324455"/>
      <w:bookmarkStart w:id="1272" w:name="_Toc439711291"/>
      <w:bookmarkStart w:id="1273" w:name="_Toc463354607"/>
      <w:bookmarkStart w:id="1274" w:name="_Toc478070497"/>
      <w:bookmarkStart w:id="1275" w:name="_Toc479342117"/>
      <w:bookmarkStart w:id="1276" w:name="_Toc491431500"/>
      <w:bookmarkStart w:id="1277" w:name="_Toc533021402"/>
      <w:bookmarkStart w:id="1278" w:name="_Toc535231645"/>
      <w:bookmarkStart w:id="1279" w:name="_Toc14773268"/>
      <w:bookmarkStart w:id="1280" w:name="_Toc27473319"/>
      <w:bookmarkStart w:id="1281" w:name="_Toc176876165"/>
      <w:r>
        <w:t>SKFF-M-1-</w:t>
      </w:r>
      <w:bookmarkEnd w:id="1271"/>
      <w:r>
        <w:t>30</w:t>
      </w:r>
      <w:bookmarkEnd w:id="1272"/>
      <w:bookmarkEnd w:id="1273"/>
      <w:bookmarkEnd w:id="1274"/>
      <w:bookmarkEnd w:id="1275"/>
      <w:bookmarkEnd w:id="1276"/>
      <w:bookmarkEnd w:id="1277"/>
      <w:bookmarkEnd w:id="1278"/>
      <w:bookmarkEnd w:id="1279"/>
      <w:bookmarkEnd w:id="1280"/>
      <w:bookmarkEnd w:id="1281"/>
    </w:p>
    <w:p w14:paraId="555D8D1E" w14:textId="77777777" w:rsidR="002F0E6A" w:rsidRDefault="002F0E6A" w:rsidP="002F0E6A">
      <w:r w:rsidRPr="005F030B">
        <w:t xml:space="preserve">See </w:t>
      </w:r>
      <w:hyperlink r:id="rId89" w:history="1">
        <w:r w:rsidRPr="005F030B">
          <w:rPr>
            <w:rStyle w:val="Hyperlink"/>
          </w:rPr>
          <w:t>test-cases/kmip</w:t>
        </w:r>
        <w:r w:rsidR="00697364">
          <w:rPr>
            <w:rStyle w:val="Hyperlink"/>
          </w:rPr>
          <w:t>-v3.0</w:t>
        </w:r>
        <w:r w:rsidRPr="005F030B">
          <w:rPr>
            <w:rStyle w:val="Hyperlink"/>
          </w:rPr>
          <w:t>/mandatory/SKFF-M-1</w:t>
        </w:r>
        <w:r>
          <w:rPr>
            <w:rStyle w:val="Hyperlink"/>
          </w:rPr>
          <w:t>-30.xml</w:t>
        </w:r>
      </w:hyperlink>
      <w:r>
        <w:t>.</w:t>
      </w:r>
    </w:p>
    <w:p w14:paraId="00FB8E38" w14:textId="77777777" w:rsidR="002F0E6A" w:rsidRDefault="002F0E6A" w:rsidP="002F0E6A">
      <w:pPr>
        <w:pStyle w:val="Heading4"/>
        <w:numPr>
          <w:ilvl w:val="3"/>
          <w:numId w:val="2"/>
        </w:numPr>
      </w:pPr>
      <w:bookmarkStart w:id="1282" w:name="_Toc439711292"/>
      <w:bookmarkStart w:id="1283" w:name="_Toc463354608"/>
      <w:bookmarkStart w:id="1284" w:name="_Toc478070498"/>
      <w:bookmarkStart w:id="1285" w:name="_Toc479342118"/>
      <w:bookmarkStart w:id="1286" w:name="_Toc491431501"/>
      <w:bookmarkStart w:id="1287" w:name="_Toc533021403"/>
      <w:bookmarkStart w:id="1288" w:name="_Toc535231646"/>
      <w:bookmarkStart w:id="1289" w:name="_Toc14773269"/>
      <w:bookmarkStart w:id="1290" w:name="_Toc27473320"/>
      <w:bookmarkStart w:id="1291" w:name="_Toc176876166"/>
      <w:r>
        <w:t>SKFF-M-2-30</w:t>
      </w:r>
      <w:bookmarkEnd w:id="1282"/>
      <w:bookmarkEnd w:id="1283"/>
      <w:bookmarkEnd w:id="1284"/>
      <w:bookmarkEnd w:id="1285"/>
      <w:bookmarkEnd w:id="1286"/>
      <w:bookmarkEnd w:id="1287"/>
      <w:bookmarkEnd w:id="1288"/>
      <w:bookmarkEnd w:id="1289"/>
      <w:bookmarkEnd w:id="1290"/>
      <w:bookmarkEnd w:id="1291"/>
    </w:p>
    <w:p w14:paraId="4D8BB769" w14:textId="77777777" w:rsidR="002F0E6A" w:rsidRDefault="002F0E6A" w:rsidP="002F0E6A">
      <w:r w:rsidRPr="00065CEB">
        <w:t xml:space="preserve">See </w:t>
      </w:r>
      <w:hyperlink r:id="rId90" w:history="1">
        <w:r w:rsidRPr="00065CEB">
          <w:rPr>
            <w:rStyle w:val="Hyperlink"/>
          </w:rPr>
          <w:t>test-cases/kmip</w:t>
        </w:r>
        <w:r w:rsidR="00697364">
          <w:rPr>
            <w:rStyle w:val="Hyperlink"/>
          </w:rPr>
          <w:t>-v3.0</w:t>
        </w:r>
        <w:r w:rsidRPr="00065CEB">
          <w:rPr>
            <w:rStyle w:val="Hyperlink"/>
          </w:rPr>
          <w:t>/mandatory/SKFF-M-2</w:t>
        </w:r>
        <w:r>
          <w:rPr>
            <w:rStyle w:val="Hyperlink"/>
          </w:rPr>
          <w:t>-30.xml</w:t>
        </w:r>
      </w:hyperlink>
      <w:r>
        <w:t>.</w:t>
      </w:r>
    </w:p>
    <w:p w14:paraId="0408126A" w14:textId="77777777" w:rsidR="002F0E6A" w:rsidRDefault="002F0E6A" w:rsidP="002F0E6A">
      <w:pPr>
        <w:pStyle w:val="Heading4"/>
        <w:numPr>
          <w:ilvl w:val="3"/>
          <w:numId w:val="2"/>
        </w:numPr>
      </w:pPr>
      <w:bookmarkStart w:id="1292" w:name="_Toc439711293"/>
      <w:bookmarkStart w:id="1293" w:name="_Toc463354609"/>
      <w:bookmarkStart w:id="1294" w:name="_Toc478070499"/>
      <w:bookmarkStart w:id="1295" w:name="_Toc479342119"/>
      <w:bookmarkStart w:id="1296" w:name="_Toc491431502"/>
      <w:bookmarkStart w:id="1297" w:name="_Toc533021404"/>
      <w:bookmarkStart w:id="1298" w:name="_Toc535231647"/>
      <w:bookmarkStart w:id="1299" w:name="_Toc14773270"/>
      <w:bookmarkStart w:id="1300" w:name="_Toc27473321"/>
      <w:bookmarkStart w:id="1301" w:name="_Toc176876167"/>
      <w:r>
        <w:t>SKFF-M-3-30</w:t>
      </w:r>
      <w:bookmarkEnd w:id="1292"/>
      <w:bookmarkEnd w:id="1293"/>
      <w:bookmarkEnd w:id="1294"/>
      <w:bookmarkEnd w:id="1295"/>
      <w:bookmarkEnd w:id="1296"/>
      <w:bookmarkEnd w:id="1297"/>
      <w:bookmarkEnd w:id="1298"/>
      <w:bookmarkEnd w:id="1299"/>
      <w:bookmarkEnd w:id="1300"/>
      <w:bookmarkEnd w:id="1301"/>
    </w:p>
    <w:p w14:paraId="44B70E3A" w14:textId="77777777" w:rsidR="002F0E6A" w:rsidRDefault="002F0E6A" w:rsidP="002F0E6A">
      <w:r w:rsidRPr="00FE1D00">
        <w:t xml:space="preserve">See </w:t>
      </w:r>
      <w:hyperlink r:id="rId91" w:history="1">
        <w:r w:rsidRPr="00FE1D00">
          <w:rPr>
            <w:rStyle w:val="Hyperlink"/>
          </w:rPr>
          <w:t>test-cases/kmip</w:t>
        </w:r>
        <w:r w:rsidR="00697364">
          <w:rPr>
            <w:rStyle w:val="Hyperlink"/>
          </w:rPr>
          <w:t>-v3.0</w:t>
        </w:r>
        <w:r w:rsidRPr="00FE1D00">
          <w:rPr>
            <w:rStyle w:val="Hyperlink"/>
          </w:rPr>
          <w:t>/mandatory/SKFF-M-3</w:t>
        </w:r>
        <w:r>
          <w:rPr>
            <w:rStyle w:val="Hyperlink"/>
          </w:rPr>
          <w:t>-30.xml</w:t>
        </w:r>
      </w:hyperlink>
      <w:r>
        <w:t>.</w:t>
      </w:r>
    </w:p>
    <w:p w14:paraId="3DA996DF" w14:textId="77777777" w:rsidR="002F0E6A" w:rsidRDefault="002F0E6A" w:rsidP="002F0E6A">
      <w:pPr>
        <w:pStyle w:val="Heading4"/>
        <w:numPr>
          <w:ilvl w:val="3"/>
          <w:numId w:val="2"/>
        </w:numPr>
      </w:pPr>
      <w:bookmarkStart w:id="1302" w:name="_Toc32324456"/>
      <w:bookmarkStart w:id="1303" w:name="_Toc439711294"/>
      <w:bookmarkStart w:id="1304" w:name="_Toc463354610"/>
      <w:bookmarkStart w:id="1305" w:name="_Toc478070500"/>
      <w:bookmarkStart w:id="1306" w:name="_Toc479342120"/>
      <w:bookmarkStart w:id="1307" w:name="_Toc491431503"/>
      <w:bookmarkStart w:id="1308" w:name="_Toc533021405"/>
      <w:bookmarkStart w:id="1309" w:name="_Toc535231648"/>
      <w:bookmarkStart w:id="1310" w:name="_Toc14773271"/>
      <w:bookmarkStart w:id="1311" w:name="_Toc27473322"/>
      <w:bookmarkStart w:id="1312" w:name="_Toc176876168"/>
      <w:r>
        <w:t>SKFF-M-</w:t>
      </w:r>
      <w:bookmarkEnd w:id="1302"/>
      <w:r>
        <w:t>4-30</w:t>
      </w:r>
      <w:bookmarkEnd w:id="1303"/>
      <w:bookmarkEnd w:id="1304"/>
      <w:bookmarkEnd w:id="1305"/>
      <w:bookmarkEnd w:id="1306"/>
      <w:bookmarkEnd w:id="1307"/>
      <w:bookmarkEnd w:id="1308"/>
      <w:bookmarkEnd w:id="1309"/>
      <w:bookmarkEnd w:id="1310"/>
      <w:bookmarkEnd w:id="1311"/>
      <w:bookmarkEnd w:id="1312"/>
    </w:p>
    <w:p w14:paraId="2E0DADA6" w14:textId="77777777" w:rsidR="002F0E6A" w:rsidRDefault="002F0E6A" w:rsidP="002F0E6A">
      <w:r w:rsidRPr="00FE3C40">
        <w:t xml:space="preserve">See </w:t>
      </w:r>
      <w:hyperlink r:id="rId92" w:history="1">
        <w:r w:rsidRPr="00FE3C40">
          <w:rPr>
            <w:rStyle w:val="Hyperlink"/>
          </w:rPr>
          <w:t>test-cases/kmip</w:t>
        </w:r>
        <w:r w:rsidR="00697364">
          <w:rPr>
            <w:rStyle w:val="Hyperlink"/>
          </w:rPr>
          <w:t>-v3.0</w:t>
        </w:r>
        <w:r w:rsidRPr="00FE3C40">
          <w:rPr>
            <w:rStyle w:val="Hyperlink"/>
          </w:rPr>
          <w:t>/mandatory/SKFF-M-4</w:t>
        </w:r>
        <w:r>
          <w:rPr>
            <w:rStyle w:val="Hyperlink"/>
          </w:rPr>
          <w:t>-30.xml</w:t>
        </w:r>
      </w:hyperlink>
      <w:r>
        <w:t>.</w:t>
      </w:r>
    </w:p>
    <w:p w14:paraId="5DCB7B77" w14:textId="77777777" w:rsidR="002F0E6A" w:rsidRDefault="002F0E6A" w:rsidP="002F0E6A">
      <w:pPr>
        <w:pStyle w:val="Heading3"/>
        <w:numPr>
          <w:ilvl w:val="2"/>
          <w:numId w:val="2"/>
        </w:numPr>
      </w:pPr>
      <w:bookmarkStart w:id="1313" w:name="_Ref439694504"/>
      <w:bookmarkStart w:id="1314" w:name="_Toc439711295"/>
      <w:bookmarkStart w:id="1315" w:name="_Toc463354611"/>
      <w:bookmarkStart w:id="1316" w:name="_Toc478070501"/>
      <w:bookmarkStart w:id="1317" w:name="_Toc479342121"/>
      <w:bookmarkStart w:id="1318" w:name="_Toc491431504"/>
      <w:bookmarkStart w:id="1319" w:name="_Toc533021406"/>
      <w:bookmarkStart w:id="1320" w:name="_Toc535231649"/>
      <w:bookmarkStart w:id="1321" w:name="_Toc14773272"/>
      <w:bookmarkStart w:id="1322" w:name="_Toc27473323"/>
      <w:bookmarkStart w:id="1323" w:name="_Toc176876169"/>
      <w:r>
        <w:t xml:space="preserve">Intermediate Symmetric </w:t>
      </w:r>
      <w:r w:rsidRPr="009038CC">
        <w:t xml:space="preserve">Key </w:t>
      </w:r>
      <w:r w:rsidRPr="00EC4F2D">
        <w:t xml:space="preserve">Foundry </w:t>
      </w:r>
      <w:r>
        <w:t>Mandatory Test Cases KMIP</w:t>
      </w:r>
      <w:bookmarkEnd w:id="1313"/>
      <w:bookmarkEnd w:id="1314"/>
      <w:bookmarkEnd w:id="1315"/>
      <w:bookmarkEnd w:id="1316"/>
      <w:bookmarkEnd w:id="1317"/>
      <w:bookmarkEnd w:id="1318"/>
      <w:bookmarkEnd w:id="1319"/>
      <w:bookmarkEnd w:id="1320"/>
      <w:r w:rsidR="00697364">
        <w:t xml:space="preserve"> v3.0</w:t>
      </w:r>
      <w:bookmarkEnd w:id="1321"/>
      <w:bookmarkEnd w:id="1322"/>
      <w:bookmarkEnd w:id="1323"/>
    </w:p>
    <w:p w14:paraId="624C6CFA" w14:textId="77777777" w:rsidR="002F0E6A" w:rsidRDefault="002F0E6A" w:rsidP="002F0E6A">
      <w:pPr>
        <w:pStyle w:val="Heading4"/>
        <w:numPr>
          <w:ilvl w:val="3"/>
          <w:numId w:val="2"/>
        </w:numPr>
      </w:pPr>
      <w:bookmarkStart w:id="1324" w:name="_Toc32324457"/>
      <w:bookmarkStart w:id="1325" w:name="_Toc439711296"/>
      <w:bookmarkStart w:id="1326" w:name="_Toc463354612"/>
      <w:bookmarkStart w:id="1327" w:name="_Toc478070502"/>
      <w:bookmarkStart w:id="1328" w:name="_Toc479342122"/>
      <w:bookmarkStart w:id="1329" w:name="_Toc491431505"/>
      <w:bookmarkStart w:id="1330" w:name="_Toc533021407"/>
      <w:bookmarkStart w:id="1331" w:name="_Toc535231650"/>
      <w:bookmarkStart w:id="1332" w:name="_Toc14773273"/>
      <w:bookmarkStart w:id="1333" w:name="_Toc27473324"/>
      <w:bookmarkStart w:id="1334" w:name="_Toc176876170"/>
      <w:r>
        <w:t>SKFF-M-</w:t>
      </w:r>
      <w:bookmarkEnd w:id="1324"/>
      <w:r>
        <w:t>5-30</w:t>
      </w:r>
      <w:bookmarkEnd w:id="1325"/>
      <w:bookmarkEnd w:id="1326"/>
      <w:bookmarkEnd w:id="1327"/>
      <w:bookmarkEnd w:id="1328"/>
      <w:bookmarkEnd w:id="1329"/>
      <w:bookmarkEnd w:id="1330"/>
      <w:bookmarkEnd w:id="1331"/>
      <w:bookmarkEnd w:id="1332"/>
      <w:bookmarkEnd w:id="1333"/>
      <w:bookmarkEnd w:id="1334"/>
    </w:p>
    <w:p w14:paraId="28FDB07A" w14:textId="77777777" w:rsidR="002F0E6A" w:rsidRDefault="002F0E6A" w:rsidP="002F0E6A">
      <w:r w:rsidRPr="001604D9">
        <w:t xml:space="preserve">See </w:t>
      </w:r>
      <w:hyperlink r:id="rId93" w:history="1">
        <w:r w:rsidRPr="001604D9">
          <w:rPr>
            <w:rStyle w:val="Hyperlink"/>
          </w:rPr>
          <w:t>test-cases/kmip</w:t>
        </w:r>
        <w:r w:rsidR="00697364">
          <w:rPr>
            <w:rStyle w:val="Hyperlink"/>
          </w:rPr>
          <w:t>-v3.0</w:t>
        </w:r>
        <w:r w:rsidRPr="001604D9">
          <w:rPr>
            <w:rStyle w:val="Hyperlink"/>
          </w:rPr>
          <w:t>/mandatory/SKFF-M-5</w:t>
        </w:r>
        <w:r>
          <w:rPr>
            <w:rStyle w:val="Hyperlink"/>
          </w:rPr>
          <w:t>-30.xml</w:t>
        </w:r>
      </w:hyperlink>
      <w:r>
        <w:t>.</w:t>
      </w:r>
    </w:p>
    <w:p w14:paraId="27680340" w14:textId="77777777" w:rsidR="002F0E6A" w:rsidRDefault="002F0E6A" w:rsidP="002F0E6A">
      <w:pPr>
        <w:pStyle w:val="Heading4"/>
        <w:numPr>
          <w:ilvl w:val="3"/>
          <w:numId w:val="2"/>
        </w:numPr>
      </w:pPr>
      <w:bookmarkStart w:id="1335" w:name="_Toc32324458"/>
      <w:bookmarkStart w:id="1336" w:name="_Toc439711297"/>
      <w:bookmarkStart w:id="1337" w:name="_Toc463354613"/>
      <w:bookmarkStart w:id="1338" w:name="_Toc478070503"/>
      <w:bookmarkStart w:id="1339" w:name="_Toc479342123"/>
      <w:bookmarkStart w:id="1340" w:name="_Toc491431506"/>
      <w:bookmarkStart w:id="1341" w:name="_Toc533021408"/>
      <w:bookmarkStart w:id="1342" w:name="_Toc535231651"/>
      <w:bookmarkStart w:id="1343" w:name="_Toc14773274"/>
      <w:bookmarkStart w:id="1344" w:name="_Toc27473325"/>
      <w:bookmarkStart w:id="1345" w:name="_Toc176876171"/>
      <w:r>
        <w:t>SKFF-M-</w:t>
      </w:r>
      <w:bookmarkEnd w:id="1335"/>
      <w:r>
        <w:t>6-30</w:t>
      </w:r>
      <w:bookmarkEnd w:id="1336"/>
      <w:bookmarkEnd w:id="1337"/>
      <w:bookmarkEnd w:id="1338"/>
      <w:bookmarkEnd w:id="1339"/>
      <w:bookmarkEnd w:id="1340"/>
      <w:bookmarkEnd w:id="1341"/>
      <w:bookmarkEnd w:id="1342"/>
      <w:bookmarkEnd w:id="1343"/>
      <w:bookmarkEnd w:id="1344"/>
      <w:bookmarkEnd w:id="1345"/>
    </w:p>
    <w:p w14:paraId="5C517A4D" w14:textId="77777777" w:rsidR="002F0E6A" w:rsidRDefault="002F0E6A" w:rsidP="002F0E6A">
      <w:r w:rsidRPr="00D3040C">
        <w:t xml:space="preserve">See </w:t>
      </w:r>
      <w:hyperlink r:id="rId94" w:history="1">
        <w:r w:rsidRPr="00E6145C">
          <w:rPr>
            <w:rStyle w:val="Hyperlink"/>
          </w:rPr>
          <w:t>test-cases/kmip</w:t>
        </w:r>
        <w:r w:rsidR="00697364">
          <w:rPr>
            <w:rStyle w:val="Hyperlink"/>
          </w:rPr>
          <w:t>-v3.0</w:t>
        </w:r>
        <w:r w:rsidRPr="00E6145C">
          <w:rPr>
            <w:rStyle w:val="Hyperlink"/>
          </w:rPr>
          <w:t>/mandatory/SKFF-M-6</w:t>
        </w:r>
        <w:r>
          <w:rPr>
            <w:rStyle w:val="Hyperlink"/>
          </w:rPr>
          <w:t>-30.xml</w:t>
        </w:r>
      </w:hyperlink>
      <w:r>
        <w:t>.</w:t>
      </w:r>
    </w:p>
    <w:p w14:paraId="3CCDC3D3" w14:textId="77777777" w:rsidR="002F0E6A" w:rsidRDefault="002F0E6A" w:rsidP="002F0E6A">
      <w:pPr>
        <w:pStyle w:val="Heading4"/>
        <w:numPr>
          <w:ilvl w:val="3"/>
          <w:numId w:val="2"/>
        </w:numPr>
      </w:pPr>
      <w:bookmarkStart w:id="1346" w:name="_Toc32324460"/>
      <w:bookmarkStart w:id="1347" w:name="_Toc439711298"/>
      <w:bookmarkStart w:id="1348" w:name="_Toc463354614"/>
      <w:bookmarkStart w:id="1349" w:name="_Toc478070504"/>
      <w:bookmarkStart w:id="1350" w:name="_Toc479342124"/>
      <w:bookmarkStart w:id="1351" w:name="_Toc491431507"/>
      <w:bookmarkStart w:id="1352" w:name="_Toc533021409"/>
      <w:bookmarkStart w:id="1353" w:name="_Toc535231652"/>
      <w:bookmarkStart w:id="1354" w:name="_Toc14773275"/>
      <w:bookmarkStart w:id="1355" w:name="_Toc27473326"/>
      <w:bookmarkStart w:id="1356" w:name="_Toc176876172"/>
      <w:r>
        <w:t>SKFF-M-</w:t>
      </w:r>
      <w:bookmarkEnd w:id="1346"/>
      <w:r>
        <w:t>7-30</w:t>
      </w:r>
      <w:bookmarkEnd w:id="1347"/>
      <w:bookmarkEnd w:id="1348"/>
      <w:bookmarkEnd w:id="1349"/>
      <w:bookmarkEnd w:id="1350"/>
      <w:bookmarkEnd w:id="1351"/>
      <w:bookmarkEnd w:id="1352"/>
      <w:bookmarkEnd w:id="1353"/>
      <w:bookmarkEnd w:id="1354"/>
      <w:bookmarkEnd w:id="1355"/>
      <w:bookmarkEnd w:id="1356"/>
    </w:p>
    <w:p w14:paraId="3CDE460D" w14:textId="77777777" w:rsidR="002F0E6A" w:rsidRDefault="002F0E6A" w:rsidP="002F0E6A">
      <w:r w:rsidRPr="00F577BD">
        <w:t xml:space="preserve">See </w:t>
      </w:r>
      <w:hyperlink r:id="rId95" w:history="1">
        <w:r w:rsidRPr="00F577BD">
          <w:rPr>
            <w:rStyle w:val="Hyperlink"/>
          </w:rPr>
          <w:t>test-cases/kmip</w:t>
        </w:r>
        <w:r w:rsidR="00697364">
          <w:rPr>
            <w:rStyle w:val="Hyperlink"/>
          </w:rPr>
          <w:t>-v3.0</w:t>
        </w:r>
        <w:r w:rsidRPr="00F577BD">
          <w:rPr>
            <w:rStyle w:val="Hyperlink"/>
          </w:rPr>
          <w:t>/mandatory/SKFF-M-7</w:t>
        </w:r>
        <w:r>
          <w:rPr>
            <w:rStyle w:val="Hyperlink"/>
          </w:rPr>
          <w:t>-30.xml</w:t>
        </w:r>
      </w:hyperlink>
      <w:r>
        <w:t>.</w:t>
      </w:r>
    </w:p>
    <w:p w14:paraId="363236BE" w14:textId="77777777" w:rsidR="002F0E6A" w:rsidRDefault="002F0E6A" w:rsidP="002F0E6A">
      <w:pPr>
        <w:pStyle w:val="Heading4"/>
        <w:numPr>
          <w:ilvl w:val="3"/>
          <w:numId w:val="2"/>
        </w:numPr>
      </w:pPr>
      <w:bookmarkStart w:id="1357" w:name="_Toc32324461"/>
      <w:bookmarkStart w:id="1358" w:name="_Toc439711299"/>
      <w:bookmarkStart w:id="1359" w:name="_Toc463354615"/>
      <w:bookmarkStart w:id="1360" w:name="_Toc478070505"/>
      <w:bookmarkStart w:id="1361" w:name="_Toc479342125"/>
      <w:bookmarkStart w:id="1362" w:name="_Toc491431508"/>
      <w:bookmarkStart w:id="1363" w:name="_Toc533021410"/>
      <w:bookmarkStart w:id="1364" w:name="_Toc535231653"/>
      <w:bookmarkStart w:id="1365" w:name="_Toc14773276"/>
      <w:bookmarkStart w:id="1366" w:name="_Toc27473327"/>
      <w:bookmarkStart w:id="1367" w:name="_Toc176876173"/>
      <w:r>
        <w:t>SKFF-M-</w:t>
      </w:r>
      <w:bookmarkEnd w:id="1357"/>
      <w:r>
        <w:t>8-30</w:t>
      </w:r>
      <w:bookmarkEnd w:id="1358"/>
      <w:bookmarkEnd w:id="1359"/>
      <w:bookmarkEnd w:id="1360"/>
      <w:bookmarkEnd w:id="1361"/>
      <w:bookmarkEnd w:id="1362"/>
      <w:bookmarkEnd w:id="1363"/>
      <w:bookmarkEnd w:id="1364"/>
      <w:bookmarkEnd w:id="1365"/>
      <w:bookmarkEnd w:id="1366"/>
      <w:bookmarkEnd w:id="1367"/>
    </w:p>
    <w:p w14:paraId="3F6ADE95" w14:textId="77777777" w:rsidR="002F0E6A" w:rsidRDefault="002F0E6A" w:rsidP="002F0E6A">
      <w:r w:rsidRPr="005D30F1">
        <w:t xml:space="preserve">See </w:t>
      </w:r>
      <w:hyperlink r:id="rId96" w:history="1">
        <w:r w:rsidRPr="005D30F1">
          <w:rPr>
            <w:rStyle w:val="Hyperlink"/>
          </w:rPr>
          <w:t>test-cases/kmip</w:t>
        </w:r>
        <w:r w:rsidR="00697364">
          <w:rPr>
            <w:rStyle w:val="Hyperlink"/>
          </w:rPr>
          <w:t>-v3.0</w:t>
        </w:r>
        <w:r w:rsidRPr="005D30F1">
          <w:rPr>
            <w:rStyle w:val="Hyperlink"/>
          </w:rPr>
          <w:t>/mandatory/SKFF-M-8</w:t>
        </w:r>
        <w:r>
          <w:rPr>
            <w:rStyle w:val="Hyperlink"/>
          </w:rPr>
          <w:t>-30.xml</w:t>
        </w:r>
      </w:hyperlink>
      <w:r>
        <w:t>.</w:t>
      </w:r>
    </w:p>
    <w:p w14:paraId="01E9BF84" w14:textId="77777777" w:rsidR="002F0E6A" w:rsidRDefault="002F0E6A" w:rsidP="002F0E6A">
      <w:pPr>
        <w:pStyle w:val="Heading3"/>
        <w:numPr>
          <w:ilvl w:val="2"/>
          <w:numId w:val="2"/>
        </w:numPr>
      </w:pPr>
      <w:bookmarkStart w:id="1368" w:name="_Ref439694531"/>
      <w:bookmarkStart w:id="1369" w:name="_Toc439711300"/>
      <w:bookmarkStart w:id="1370" w:name="_Toc463354616"/>
      <w:bookmarkStart w:id="1371" w:name="_Toc478070506"/>
      <w:bookmarkStart w:id="1372" w:name="_Toc479342126"/>
      <w:bookmarkStart w:id="1373" w:name="_Toc491431509"/>
      <w:bookmarkStart w:id="1374" w:name="_Toc533021411"/>
      <w:bookmarkStart w:id="1375" w:name="_Toc535231654"/>
      <w:bookmarkStart w:id="1376" w:name="_Toc14773277"/>
      <w:bookmarkStart w:id="1377" w:name="_Toc27473328"/>
      <w:bookmarkStart w:id="1378" w:name="_Toc176876174"/>
      <w:r>
        <w:t xml:space="preserve">Advanced Symmetric </w:t>
      </w:r>
      <w:r w:rsidRPr="009038CC">
        <w:t xml:space="preserve">Key </w:t>
      </w:r>
      <w:r w:rsidRPr="00EC4F2D">
        <w:t xml:space="preserve">Foundry </w:t>
      </w:r>
      <w:r>
        <w:t>Mandatory Test Cases KMIP</w:t>
      </w:r>
      <w:bookmarkEnd w:id="1368"/>
      <w:bookmarkEnd w:id="1369"/>
      <w:bookmarkEnd w:id="1370"/>
      <w:bookmarkEnd w:id="1371"/>
      <w:bookmarkEnd w:id="1372"/>
      <w:bookmarkEnd w:id="1373"/>
      <w:bookmarkEnd w:id="1374"/>
      <w:bookmarkEnd w:id="1375"/>
      <w:r w:rsidR="00697364">
        <w:t xml:space="preserve"> v3.0</w:t>
      </w:r>
      <w:bookmarkEnd w:id="1376"/>
      <w:bookmarkEnd w:id="1377"/>
      <w:bookmarkEnd w:id="1378"/>
    </w:p>
    <w:p w14:paraId="7F64E611" w14:textId="77777777" w:rsidR="002F0E6A" w:rsidRDefault="002F0E6A" w:rsidP="002F0E6A">
      <w:pPr>
        <w:pStyle w:val="Heading4"/>
        <w:numPr>
          <w:ilvl w:val="3"/>
          <w:numId w:val="2"/>
        </w:numPr>
      </w:pPr>
      <w:bookmarkStart w:id="1379" w:name="_Toc32324462"/>
      <w:bookmarkStart w:id="1380" w:name="_Toc439711301"/>
      <w:bookmarkStart w:id="1381" w:name="_Toc463354617"/>
      <w:bookmarkStart w:id="1382" w:name="_Toc478070507"/>
      <w:bookmarkStart w:id="1383" w:name="_Toc479342127"/>
      <w:bookmarkStart w:id="1384" w:name="_Toc491431510"/>
      <w:bookmarkStart w:id="1385" w:name="_Toc533021412"/>
      <w:bookmarkStart w:id="1386" w:name="_Toc535231655"/>
      <w:bookmarkStart w:id="1387" w:name="_Toc14773278"/>
      <w:bookmarkStart w:id="1388" w:name="_Toc27473329"/>
      <w:bookmarkStart w:id="1389" w:name="_Toc176876175"/>
      <w:r>
        <w:t>SKFF-M-</w:t>
      </w:r>
      <w:bookmarkEnd w:id="1379"/>
      <w:r>
        <w:t>9-30</w:t>
      </w:r>
      <w:bookmarkEnd w:id="1380"/>
      <w:bookmarkEnd w:id="1381"/>
      <w:bookmarkEnd w:id="1382"/>
      <w:bookmarkEnd w:id="1383"/>
      <w:bookmarkEnd w:id="1384"/>
      <w:bookmarkEnd w:id="1385"/>
      <w:bookmarkEnd w:id="1386"/>
      <w:bookmarkEnd w:id="1387"/>
      <w:bookmarkEnd w:id="1388"/>
      <w:bookmarkEnd w:id="1389"/>
    </w:p>
    <w:p w14:paraId="5CDB2671" w14:textId="77777777" w:rsidR="002F0E6A" w:rsidRDefault="002F0E6A" w:rsidP="002F0E6A">
      <w:r w:rsidRPr="00425744">
        <w:t xml:space="preserve">See </w:t>
      </w:r>
      <w:hyperlink r:id="rId97" w:history="1">
        <w:r w:rsidRPr="00425744">
          <w:rPr>
            <w:rStyle w:val="Hyperlink"/>
          </w:rPr>
          <w:t>test-cases/kmip</w:t>
        </w:r>
        <w:r w:rsidR="00697364">
          <w:rPr>
            <w:rStyle w:val="Hyperlink"/>
          </w:rPr>
          <w:t>-v3.0</w:t>
        </w:r>
        <w:r w:rsidRPr="00425744">
          <w:rPr>
            <w:rStyle w:val="Hyperlink"/>
          </w:rPr>
          <w:t>/mandatory/SKFF-M-9</w:t>
        </w:r>
        <w:r>
          <w:rPr>
            <w:rStyle w:val="Hyperlink"/>
          </w:rPr>
          <w:t>-30.xml</w:t>
        </w:r>
      </w:hyperlink>
      <w:r>
        <w:t>.</w:t>
      </w:r>
    </w:p>
    <w:p w14:paraId="5E5EAF2A" w14:textId="77777777" w:rsidR="002F0E6A" w:rsidRDefault="002F0E6A" w:rsidP="002F0E6A">
      <w:pPr>
        <w:pStyle w:val="Heading4"/>
        <w:numPr>
          <w:ilvl w:val="3"/>
          <w:numId w:val="2"/>
        </w:numPr>
      </w:pPr>
      <w:bookmarkStart w:id="1390" w:name="_Toc32324463"/>
      <w:bookmarkStart w:id="1391" w:name="_Toc439711302"/>
      <w:bookmarkStart w:id="1392" w:name="_Toc463354618"/>
      <w:bookmarkStart w:id="1393" w:name="_Toc478070508"/>
      <w:bookmarkStart w:id="1394" w:name="_Toc479342128"/>
      <w:bookmarkStart w:id="1395" w:name="_Toc491431511"/>
      <w:bookmarkStart w:id="1396" w:name="_Toc533021413"/>
      <w:bookmarkStart w:id="1397" w:name="_Toc535231656"/>
      <w:bookmarkStart w:id="1398" w:name="_Toc14773279"/>
      <w:bookmarkStart w:id="1399" w:name="_Toc27473330"/>
      <w:bookmarkStart w:id="1400" w:name="_Toc176876176"/>
      <w:r>
        <w:t>SKFF-M-</w:t>
      </w:r>
      <w:bookmarkEnd w:id="1390"/>
      <w:r>
        <w:t>10-30</w:t>
      </w:r>
      <w:bookmarkEnd w:id="1391"/>
      <w:bookmarkEnd w:id="1392"/>
      <w:bookmarkEnd w:id="1393"/>
      <w:bookmarkEnd w:id="1394"/>
      <w:bookmarkEnd w:id="1395"/>
      <w:bookmarkEnd w:id="1396"/>
      <w:bookmarkEnd w:id="1397"/>
      <w:bookmarkEnd w:id="1398"/>
      <w:bookmarkEnd w:id="1399"/>
      <w:bookmarkEnd w:id="1400"/>
    </w:p>
    <w:p w14:paraId="7172D098" w14:textId="77777777" w:rsidR="002F0E6A" w:rsidRDefault="002F0E6A" w:rsidP="002F0E6A">
      <w:r w:rsidRPr="00B32AFB">
        <w:t xml:space="preserve">See </w:t>
      </w:r>
      <w:hyperlink r:id="rId98" w:history="1">
        <w:r w:rsidRPr="00B32AFB">
          <w:rPr>
            <w:rStyle w:val="Hyperlink"/>
          </w:rPr>
          <w:t>test-cases/kmip</w:t>
        </w:r>
        <w:r w:rsidR="00697364">
          <w:rPr>
            <w:rStyle w:val="Hyperlink"/>
          </w:rPr>
          <w:t>-v3.0</w:t>
        </w:r>
        <w:r w:rsidRPr="00B32AFB">
          <w:rPr>
            <w:rStyle w:val="Hyperlink"/>
          </w:rPr>
          <w:t>/mandatory/SKFF-M-10</w:t>
        </w:r>
        <w:r>
          <w:rPr>
            <w:rStyle w:val="Hyperlink"/>
          </w:rPr>
          <w:t>-30.xml</w:t>
        </w:r>
      </w:hyperlink>
      <w:r>
        <w:t>.</w:t>
      </w:r>
    </w:p>
    <w:p w14:paraId="5CB95E77" w14:textId="77777777" w:rsidR="002F0E6A" w:rsidRDefault="002F0E6A" w:rsidP="002F0E6A">
      <w:pPr>
        <w:pStyle w:val="Heading4"/>
        <w:numPr>
          <w:ilvl w:val="3"/>
          <w:numId w:val="2"/>
        </w:numPr>
      </w:pPr>
      <w:bookmarkStart w:id="1401" w:name="_Toc32324465"/>
      <w:bookmarkStart w:id="1402" w:name="_Toc439711303"/>
      <w:bookmarkStart w:id="1403" w:name="_Toc463354619"/>
      <w:bookmarkStart w:id="1404" w:name="_Toc478070509"/>
      <w:bookmarkStart w:id="1405" w:name="_Toc479342129"/>
      <w:bookmarkStart w:id="1406" w:name="_Toc491431512"/>
      <w:bookmarkStart w:id="1407" w:name="_Toc533021414"/>
      <w:bookmarkStart w:id="1408" w:name="_Toc535231657"/>
      <w:bookmarkStart w:id="1409" w:name="_Toc14773280"/>
      <w:bookmarkStart w:id="1410" w:name="_Toc27473331"/>
      <w:bookmarkStart w:id="1411" w:name="_Toc176876177"/>
      <w:r>
        <w:t>SKFF-M-</w:t>
      </w:r>
      <w:bookmarkEnd w:id="1401"/>
      <w:r>
        <w:t>11-30</w:t>
      </w:r>
      <w:bookmarkEnd w:id="1402"/>
      <w:bookmarkEnd w:id="1403"/>
      <w:bookmarkEnd w:id="1404"/>
      <w:bookmarkEnd w:id="1405"/>
      <w:bookmarkEnd w:id="1406"/>
      <w:bookmarkEnd w:id="1407"/>
      <w:bookmarkEnd w:id="1408"/>
      <w:bookmarkEnd w:id="1409"/>
      <w:bookmarkEnd w:id="1410"/>
      <w:bookmarkEnd w:id="1411"/>
    </w:p>
    <w:p w14:paraId="4E69CFD3" w14:textId="77777777" w:rsidR="002F0E6A" w:rsidRDefault="002F0E6A" w:rsidP="002F0E6A">
      <w:r w:rsidRPr="00886189">
        <w:t xml:space="preserve">See </w:t>
      </w:r>
      <w:hyperlink r:id="rId99" w:history="1">
        <w:r w:rsidRPr="00886189">
          <w:rPr>
            <w:rStyle w:val="Hyperlink"/>
          </w:rPr>
          <w:t>test-cases/kmip</w:t>
        </w:r>
        <w:r w:rsidR="00697364">
          <w:rPr>
            <w:rStyle w:val="Hyperlink"/>
          </w:rPr>
          <w:t>-v3.0</w:t>
        </w:r>
        <w:r w:rsidRPr="00886189">
          <w:rPr>
            <w:rStyle w:val="Hyperlink"/>
          </w:rPr>
          <w:t>/mandatory/SKFF-M-11</w:t>
        </w:r>
        <w:r>
          <w:rPr>
            <w:rStyle w:val="Hyperlink"/>
          </w:rPr>
          <w:t>-30.xml</w:t>
        </w:r>
      </w:hyperlink>
      <w:r>
        <w:t>.</w:t>
      </w:r>
    </w:p>
    <w:p w14:paraId="4C56AE43" w14:textId="77777777" w:rsidR="002F0E6A" w:rsidRDefault="002F0E6A" w:rsidP="002F0E6A">
      <w:pPr>
        <w:pStyle w:val="Heading4"/>
        <w:numPr>
          <w:ilvl w:val="3"/>
          <w:numId w:val="2"/>
        </w:numPr>
      </w:pPr>
      <w:bookmarkStart w:id="1412" w:name="_Toc32324466"/>
      <w:bookmarkStart w:id="1413" w:name="_Toc439711304"/>
      <w:bookmarkStart w:id="1414" w:name="_Toc463354620"/>
      <w:bookmarkStart w:id="1415" w:name="_Toc478070510"/>
      <w:bookmarkStart w:id="1416" w:name="_Toc479342130"/>
      <w:bookmarkStart w:id="1417" w:name="_Toc491431513"/>
      <w:bookmarkStart w:id="1418" w:name="_Toc533021415"/>
      <w:bookmarkStart w:id="1419" w:name="_Toc535231658"/>
      <w:bookmarkStart w:id="1420" w:name="_Toc14773281"/>
      <w:bookmarkStart w:id="1421" w:name="_Toc27473332"/>
      <w:bookmarkStart w:id="1422" w:name="_Toc176876178"/>
      <w:r>
        <w:t>SKFF-M-</w:t>
      </w:r>
      <w:bookmarkEnd w:id="1412"/>
      <w:r>
        <w:t>12-30</w:t>
      </w:r>
      <w:bookmarkEnd w:id="1413"/>
      <w:bookmarkEnd w:id="1414"/>
      <w:bookmarkEnd w:id="1415"/>
      <w:bookmarkEnd w:id="1416"/>
      <w:bookmarkEnd w:id="1417"/>
      <w:bookmarkEnd w:id="1418"/>
      <w:bookmarkEnd w:id="1419"/>
      <w:bookmarkEnd w:id="1420"/>
      <w:bookmarkEnd w:id="1421"/>
      <w:bookmarkEnd w:id="1422"/>
    </w:p>
    <w:p w14:paraId="34682DA9" w14:textId="77777777" w:rsidR="002F0E6A" w:rsidRDefault="002F0E6A" w:rsidP="002F0E6A">
      <w:r w:rsidRPr="00F04D0C">
        <w:t xml:space="preserve">See </w:t>
      </w:r>
      <w:hyperlink r:id="rId100" w:history="1">
        <w:r w:rsidRPr="00F04D0C">
          <w:rPr>
            <w:rStyle w:val="Hyperlink"/>
          </w:rPr>
          <w:t>test-cases/kmip</w:t>
        </w:r>
        <w:r w:rsidR="00697364">
          <w:rPr>
            <w:rStyle w:val="Hyperlink"/>
          </w:rPr>
          <w:t>-v3.0</w:t>
        </w:r>
        <w:r w:rsidRPr="00F04D0C">
          <w:rPr>
            <w:rStyle w:val="Hyperlink"/>
          </w:rPr>
          <w:t>/mandatory/SKFF-M-12</w:t>
        </w:r>
        <w:r>
          <w:rPr>
            <w:rStyle w:val="Hyperlink"/>
          </w:rPr>
          <w:t>-30.xml</w:t>
        </w:r>
      </w:hyperlink>
    </w:p>
    <w:p w14:paraId="1BAC86C3" w14:textId="77777777" w:rsidR="002F0E6A" w:rsidRDefault="002F0E6A" w:rsidP="002F0E6A">
      <w:pPr>
        <w:pStyle w:val="Heading2"/>
        <w:numPr>
          <w:ilvl w:val="1"/>
          <w:numId w:val="2"/>
        </w:numPr>
      </w:pPr>
      <w:bookmarkStart w:id="1423" w:name="_Toc439711305"/>
      <w:bookmarkStart w:id="1424" w:name="_Toc463354621"/>
      <w:bookmarkStart w:id="1425" w:name="_Toc478070511"/>
      <w:bookmarkStart w:id="1426" w:name="_Toc479342131"/>
      <w:bookmarkStart w:id="1427" w:name="_Toc491431514"/>
      <w:bookmarkStart w:id="1428" w:name="_Toc533021416"/>
      <w:bookmarkStart w:id="1429" w:name="_Toc535231659"/>
      <w:bookmarkStart w:id="1430" w:name="_Toc14773282"/>
      <w:bookmarkStart w:id="1431" w:name="_Toc27473333"/>
      <w:bookmarkStart w:id="1432" w:name="_Toc32324469"/>
      <w:bookmarkStart w:id="1433" w:name="_Toc176876179"/>
      <w:r>
        <w:t xml:space="preserve">Asymmetric </w:t>
      </w:r>
      <w:r w:rsidRPr="009038CC">
        <w:t>Key Lifecycle</w:t>
      </w:r>
      <w:r>
        <w:t xml:space="preserve"> Profiles</w:t>
      </w:r>
      <w:bookmarkEnd w:id="1423"/>
      <w:bookmarkEnd w:id="1424"/>
      <w:bookmarkEnd w:id="1425"/>
      <w:bookmarkEnd w:id="1426"/>
      <w:bookmarkEnd w:id="1427"/>
      <w:bookmarkEnd w:id="1428"/>
      <w:bookmarkEnd w:id="1429"/>
      <w:bookmarkEnd w:id="1430"/>
      <w:bookmarkEnd w:id="1431"/>
      <w:bookmarkEnd w:id="1432"/>
      <w:bookmarkEnd w:id="1433"/>
    </w:p>
    <w:p w14:paraId="44BA9C90" w14:textId="77777777" w:rsidR="002F0E6A" w:rsidRDefault="002F0E6A" w:rsidP="002F0E6A">
      <w:r>
        <w:t xml:space="preserve">The Asymmetric </w:t>
      </w:r>
      <w:r w:rsidRPr="009038CC">
        <w:t xml:space="preserve">Key Lifecycle </w:t>
      </w:r>
      <w:r>
        <w:t>Profile is a KMIP server performing symmetric key lifecycle operations based on requests received from a KMIP client.</w:t>
      </w:r>
    </w:p>
    <w:p w14:paraId="46152338" w14:textId="77777777" w:rsidR="002F0E6A" w:rsidRPr="000C30ED" w:rsidRDefault="002F0E6A" w:rsidP="002F0E6A">
      <w:pPr>
        <w:pStyle w:val="Heading3"/>
        <w:numPr>
          <w:ilvl w:val="2"/>
          <w:numId w:val="2"/>
        </w:numPr>
      </w:pPr>
      <w:bookmarkStart w:id="1434" w:name="_Ref439680877"/>
      <w:bookmarkStart w:id="1435" w:name="_Toc439711306"/>
      <w:bookmarkStart w:id="1436" w:name="_Toc463354622"/>
      <w:bookmarkStart w:id="1437" w:name="_Toc478070512"/>
      <w:bookmarkStart w:id="1438" w:name="_Toc479342132"/>
      <w:bookmarkStart w:id="1439" w:name="_Toc491431515"/>
      <w:bookmarkStart w:id="1440" w:name="_Toc533021417"/>
      <w:bookmarkStart w:id="1441" w:name="_Toc535231660"/>
      <w:bookmarkStart w:id="1442" w:name="_Toc14773283"/>
      <w:bookmarkStart w:id="1443" w:name="_Toc27473334"/>
      <w:bookmarkStart w:id="1444" w:name="_Toc32324470"/>
      <w:bookmarkStart w:id="1445" w:name="_Toc176876180"/>
      <w:r>
        <w:t xml:space="preserve">Asymmetric </w:t>
      </w:r>
      <w:r w:rsidRPr="009038CC">
        <w:t>Key Lifecycle</w:t>
      </w:r>
      <w:r>
        <w:t xml:space="preserve"> Client</w:t>
      </w:r>
      <w:bookmarkEnd w:id="1434"/>
      <w:bookmarkEnd w:id="1435"/>
      <w:bookmarkEnd w:id="1436"/>
      <w:bookmarkEnd w:id="1437"/>
      <w:bookmarkEnd w:id="1438"/>
      <w:bookmarkEnd w:id="1439"/>
      <w:bookmarkEnd w:id="1440"/>
      <w:bookmarkEnd w:id="1441"/>
      <w:bookmarkEnd w:id="1442"/>
      <w:bookmarkEnd w:id="1443"/>
      <w:bookmarkEnd w:id="1444"/>
      <w:bookmarkEnd w:id="1445"/>
    </w:p>
    <w:p w14:paraId="33F4EC31" w14:textId="77777777" w:rsidR="002F0E6A" w:rsidRDefault="002F0E6A" w:rsidP="002F0E6A">
      <w:r>
        <w:t>KMIP clients conformant to this profile:</w:t>
      </w:r>
    </w:p>
    <w:p w14:paraId="5615ED44" w14:textId="0EF5B524" w:rsidR="002F0E6A" w:rsidRPr="00D1622D" w:rsidRDefault="002F0E6A" w:rsidP="002F0E6A">
      <w:pPr>
        <w:numPr>
          <w:ilvl w:val="0"/>
          <w:numId w:val="3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223C1EE6" w14:textId="53B0CD26" w:rsidR="002F0E6A" w:rsidRPr="006436AE" w:rsidRDefault="002F0E6A" w:rsidP="002F0E6A">
      <w:pPr>
        <w:numPr>
          <w:ilvl w:val="0"/>
          <w:numId w:val="35"/>
        </w:numPr>
      </w:pPr>
      <w:r w:rsidRPr="006436AE">
        <w:t xml:space="preserve">MAY support any clause within [KMIP-SPEC] provided it does not conflict with any other clause within this section </w:t>
      </w:r>
      <w:r>
        <w:fldChar w:fldCharType="begin"/>
      </w:r>
      <w:r>
        <w:instrText xml:space="preserve"> REF _Ref439680877 \r \h </w:instrText>
      </w:r>
      <w:r>
        <w:fldChar w:fldCharType="separate"/>
      </w:r>
      <w:r w:rsidR="00DA37E6">
        <w:t>5.8.1</w:t>
      </w:r>
      <w:r>
        <w:fldChar w:fldCharType="end"/>
      </w:r>
    </w:p>
    <w:p w14:paraId="777A252F" w14:textId="77777777" w:rsidR="002F0E6A" w:rsidRDefault="002F0E6A" w:rsidP="002F0E6A">
      <w:pPr>
        <w:numPr>
          <w:ilvl w:val="0"/>
          <w:numId w:val="35"/>
        </w:numPr>
      </w:pPr>
      <w:r w:rsidRPr="006436AE">
        <w:t>MAY support extensions outside the scope of this standard (e.g., vendor extensions, conformance clauses) that do not contradict any KMIP requirements.</w:t>
      </w:r>
    </w:p>
    <w:p w14:paraId="23F16ECB" w14:textId="77777777" w:rsidR="002F0E6A" w:rsidRPr="000C30ED" w:rsidRDefault="002F0E6A" w:rsidP="002F0E6A">
      <w:pPr>
        <w:pStyle w:val="Heading3"/>
        <w:numPr>
          <w:ilvl w:val="2"/>
          <w:numId w:val="2"/>
        </w:numPr>
      </w:pPr>
      <w:bookmarkStart w:id="1446" w:name="_Ref439686262"/>
      <w:bookmarkStart w:id="1447" w:name="_Toc439711307"/>
      <w:bookmarkStart w:id="1448" w:name="_Toc463354623"/>
      <w:bookmarkStart w:id="1449" w:name="_Toc478070513"/>
      <w:bookmarkStart w:id="1450" w:name="_Toc479342133"/>
      <w:bookmarkStart w:id="1451" w:name="_Toc491431516"/>
      <w:bookmarkStart w:id="1452" w:name="_Toc533021418"/>
      <w:bookmarkStart w:id="1453" w:name="_Toc535231661"/>
      <w:bookmarkStart w:id="1454" w:name="_Toc14773284"/>
      <w:bookmarkStart w:id="1455" w:name="_Toc27473335"/>
      <w:bookmarkStart w:id="1456" w:name="_Toc32324471"/>
      <w:bookmarkStart w:id="1457" w:name="_Toc176876181"/>
      <w:r>
        <w:t xml:space="preserve">Asymmetric </w:t>
      </w:r>
      <w:r w:rsidRPr="009038CC">
        <w:t>Key Lifecycle</w:t>
      </w:r>
      <w:r>
        <w:t xml:space="preserve"> Server</w:t>
      </w:r>
      <w:bookmarkEnd w:id="1446"/>
      <w:bookmarkEnd w:id="1447"/>
      <w:bookmarkEnd w:id="1448"/>
      <w:bookmarkEnd w:id="1449"/>
      <w:bookmarkEnd w:id="1450"/>
      <w:bookmarkEnd w:id="1451"/>
      <w:bookmarkEnd w:id="1452"/>
      <w:bookmarkEnd w:id="1453"/>
      <w:bookmarkEnd w:id="1454"/>
      <w:bookmarkEnd w:id="1455"/>
      <w:bookmarkEnd w:id="1456"/>
      <w:bookmarkEnd w:id="1457"/>
    </w:p>
    <w:p w14:paraId="003418D3" w14:textId="77777777" w:rsidR="002F0E6A" w:rsidRDefault="002F0E6A" w:rsidP="002F0E6A">
      <w:r>
        <w:t>KMIP servers conformant to this profile:</w:t>
      </w:r>
    </w:p>
    <w:p w14:paraId="69A8F72B" w14:textId="55CE0AA6" w:rsidR="002F0E6A" w:rsidRPr="00D1622D" w:rsidRDefault="002F0E6A" w:rsidP="002F0E6A">
      <w:pPr>
        <w:numPr>
          <w:ilvl w:val="0"/>
          <w:numId w:val="3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121F2662" w14:textId="77777777" w:rsidR="002F0E6A" w:rsidRPr="00C25CD9" w:rsidRDefault="002F0E6A" w:rsidP="002F0E6A">
      <w:pPr>
        <w:numPr>
          <w:ilvl w:val="0"/>
          <w:numId w:val="36"/>
        </w:numPr>
      </w:pPr>
      <w:r w:rsidRPr="00C25CD9">
        <w:t xml:space="preserve">SHALL support the following </w:t>
      </w:r>
      <w:r w:rsidRPr="00C25CD9">
        <w:rPr>
          <w:i/>
        </w:rPr>
        <w:t>Objects</w:t>
      </w:r>
      <w:r w:rsidRPr="00C25CD9">
        <w:t xml:space="preserve"> [KMIP-SPEC]</w:t>
      </w:r>
    </w:p>
    <w:p w14:paraId="501045D5" w14:textId="77777777" w:rsidR="002F0E6A" w:rsidRDefault="002F0E6A" w:rsidP="002F0E6A">
      <w:pPr>
        <w:numPr>
          <w:ilvl w:val="0"/>
          <w:numId w:val="125"/>
        </w:numPr>
      </w:pPr>
      <w:r>
        <w:rPr>
          <w:i/>
        </w:rPr>
        <w:t>Public</w:t>
      </w:r>
      <w:r w:rsidRPr="00C25CD9">
        <w:rPr>
          <w:i/>
        </w:rPr>
        <w:t xml:space="preserve"> Key</w:t>
      </w:r>
      <w:r>
        <w:t xml:space="preserve"> </w:t>
      </w:r>
    </w:p>
    <w:p w14:paraId="1B53DA1E" w14:textId="77777777" w:rsidR="002F0E6A" w:rsidRDefault="002F0E6A" w:rsidP="002F0E6A">
      <w:pPr>
        <w:numPr>
          <w:ilvl w:val="0"/>
          <w:numId w:val="125"/>
        </w:numPr>
      </w:pPr>
      <w:r>
        <w:rPr>
          <w:i/>
        </w:rPr>
        <w:t>Private</w:t>
      </w:r>
      <w:r w:rsidRPr="00C25CD9">
        <w:rPr>
          <w:i/>
        </w:rPr>
        <w:t xml:space="preserve"> Key</w:t>
      </w:r>
    </w:p>
    <w:p w14:paraId="7AE36D4A" w14:textId="77777777" w:rsidR="002F0E6A" w:rsidRDefault="002F0E6A" w:rsidP="002F0E6A">
      <w:pPr>
        <w:numPr>
          <w:ilvl w:val="0"/>
          <w:numId w:val="36"/>
        </w:numPr>
      </w:pPr>
      <w:r>
        <w:t xml:space="preserve">SHALL support the following </w:t>
      </w:r>
      <w:r>
        <w:rPr>
          <w:i/>
        </w:rPr>
        <w:t xml:space="preserve">Object </w:t>
      </w:r>
      <w:r w:rsidRPr="00A7738B">
        <w:rPr>
          <w:i/>
        </w:rPr>
        <w:t>Attributes</w:t>
      </w:r>
      <w:r>
        <w:t xml:space="preserve"> </w:t>
      </w:r>
      <w:r w:rsidRPr="00047107">
        <w:t>[KMIP-</w:t>
      </w:r>
      <w:r>
        <w:t>SPEC</w:t>
      </w:r>
      <w:r w:rsidRPr="00047107">
        <w:t>]</w:t>
      </w:r>
    </w:p>
    <w:p w14:paraId="01E49929" w14:textId="77777777" w:rsidR="002F0E6A" w:rsidRDefault="002F0E6A" w:rsidP="002F0E6A">
      <w:pPr>
        <w:numPr>
          <w:ilvl w:val="0"/>
          <w:numId w:val="37"/>
        </w:numPr>
      </w:pPr>
      <w:r w:rsidRPr="00C25CD9">
        <w:rPr>
          <w:i/>
        </w:rPr>
        <w:t>Cryptographic Algorithm</w:t>
      </w:r>
      <w:r>
        <w:t xml:space="preserve"> </w:t>
      </w:r>
    </w:p>
    <w:p w14:paraId="39D47550" w14:textId="77777777" w:rsidR="002F0E6A" w:rsidRPr="00C25CD9" w:rsidRDefault="002F0E6A" w:rsidP="002F0E6A">
      <w:pPr>
        <w:numPr>
          <w:ilvl w:val="0"/>
          <w:numId w:val="37"/>
        </w:numPr>
        <w:rPr>
          <w:i/>
        </w:rPr>
      </w:pPr>
      <w:r w:rsidRPr="00C25CD9">
        <w:rPr>
          <w:i/>
        </w:rPr>
        <w:t>Object Type</w:t>
      </w:r>
      <w:r>
        <w:t xml:space="preserve"> </w:t>
      </w:r>
    </w:p>
    <w:p w14:paraId="26A5597B" w14:textId="77777777" w:rsidR="002F0E6A" w:rsidRDefault="002F0E6A" w:rsidP="002F0E6A">
      <w:pPr>
        <w:numPr>
          <w:ilvl w:val="0"/>
          <w:numId w:val="37"/>
        </w:numPr>
      </w:pPr>
      <w:r w:rsidRPr="00C25CD9">
        <w:rPr>
          <w:i/>
        </w:rPr>
        <w:t>Process Start Date</w:t>
      </w:r>
      <w:r w:rsidRPr="00C25CD9">
        <w:t xml:space="preserve"> </w:t>
      </w:r>
    </w:p>
    <w:p w14:paraId="30667EE1" w14:textId="77777777" w:rsidR="002F0E6A" w:rsidRPr="00C25CD9" w:rsidRDefault="002F0E6A" w:rsidP="002F0E6A">
      <w:pPr>
        <w:numPr>
          <w:ilvl w:val="0"/>
          <w:numId w:val="37"/>
        </w:numPr>
      </w:pPr>
      <w:r w:rsidRPr="00C25CD9">
        <w:rPr>
          <w:i/>
        </w:rPr>
        <w:t xml:space="preserve">Process </w:t>
      </w:r>
      <w:r>
        <w:rPr>
          <w:i/>
        </w:rPr>
        <w:t>Stop</w:t>
      </w:r>
      <w:r w:rsidRPr="00C25CD9">
        <w:rPr>
          <w:i/>
        </w:rPr>
        <w:t xml:space="preserve"> Date</w:t>
      </w:r>
      <w:r w:rsidRPr="00C25CD9">
        <w:t xml:space="preserve"> </w:t>
      </w:r>
    </w:p>
    <w:p w14:paraId="671E443E" w14:textId="77777777" w:rsidR="002F0E6A" w:rsidRPr="006436AE" w:rsidRDefault="002F0E6A" w:rsidP="002F0E6A">
      <w:pPr>
        <w:numPr>
          <w:ilvl w:val="0"/>
          <w:numId w:val="36"/>
        </w:numPr>
      </w:pPr>
      <w:r w:rsidRPr="006436AE">
        <w:t xml:space="preserve">SHALL support the following </w:t>
      </w:r>
      <w:r>
        <w:rPr>
          <w:i/>
        </w:rPr>
        <w:t xml:space="preserve">Enumerations </w:t>
      </w:r>
      <w:r w:rsidRPr="006436AE">
        <w:t>[KMIP-SPEC]:</w:t>
      </w:r>
    </w:p>
    <w:p w14:paraId="0F2CFBCF" w14:textId="77777777" w:rsidR="002F0E6A" w:rsidRPr="006436AE" w:rsidRDefault="002F0E6A" w:rsidP="002F0E6A">
      <w:pPr>
        <w:numPr>
          <w:ilvl w:val="0"/>
          <w:numId w:val="8"/>
        </w:numPr>
      </w:pPr>
      <w:r w:rsidRPr="006436AE">
        <w:rPr>
          <w:i/>
        </w:rPr>
        <w:t>Cryptographic Algorithm</w:t>
      </w:r>
      <w:r w:rsidRPr="006436AE">
        <w:t xml:space="preserve"> with values:</w:t>
      </w:r>
    </w:p>
    <w:p w14:paraId="4BC4DC49" w14:textId="77777777" w:rsidR="002F0E6A" w:rsidRPr="00F35AF1" w:rsidRDefault="002F0E6A" w:rsidP="002F0E6A">
      <w:pPr>
        <w:numPr>
          <w:ilvl w:val="2"/>
          <w:numId w:val="11"/>
        </w:numPr>
        <w:rPr>
          <w:i/>
        </w:rPr>
      </w:pPr>
      <w:r w:rsidRPr="00F35AF1">
        <w:rPr>
          <w:i/>
        </w:rPr>
        <w:t>RSA</w:t>
      </w:r>
    </w:p>
    <w:p w14:paraId="5A43BD2D" w14:textId="77777777" w:rsidR="002F0E6A" w:rsidRPr="006436AE" w:rsidRDefault="002F0E6A" w:rsidP="002F0E6A">
      <w:pPr>
        <w:numPr>
          <w:ilvl w:val="0"/>
          <w:numId w:val="8"/>
        </w:numPr>
      </w:pPr>
      <w:r w:rsidRPr="006436AE">
        <w:rPr>
          <w:i/>
        </w:rPr>
        <w:t>Key Format Type</w:t>
      </w:r>
      <w:r w:rsidRPr="006436AE">
        <w:t xml:space="preserve"> with value:</w:t>
      </w:r>
    </w:p>
    <w:p w14:paraId="73BD4D52" w14:textId="77777777" w:rsidR="002F0E6A" w:rsidRPr="00F35AF1" w:rsidRDefault="002F0E6A" w:rsidP="002F0E6A">
      <w:pPr>
        <w:numPr>
          <w:ilvl w:val="0"/>
          <w:numId w:val="39"/>
        </w:numPr>
        <w:rPr>
          <w:i/>
        </w:rPr>
      </w:pPr>
      <w:r w:rsidRPr="00F35AF1">
        <w:rPr>
          <w:i/>
        </w:rPr>
        <w:t>PKCS#1</w:t>
      </w:r>
    </w:p>
    <w:p w14:paraId="404C4B29" w14:textId="77777777" w:rsidR="002F0E6A" w:rsidRPr="00F35AF1" w:rsidRDefault="002F0E6A" w:rsidP="002F0E6A">
      <w:pPr>
        <w:numPr>
          <w:ilvl w:val="0"/>
          <w:numId w:val="39"/>
        </w:numPr>
        <w:rPr>
          <w:i/>
        </w:rPr>
      </w:pPr>
      <w:r w:rsidRPr="00F35AF1">
        <w:rPr>
          <w:i/>
        </w:rPr>
        <w:t>PKCS#8</w:t>
      </w:r>
    </w:p>
    <w:p w14:paraId="49EC2DD9" w14:textId="77777777" w:rsidR="002F0E6A" w:rsidRPr="00F35AF1" w:rsidRDefault="002F0E6A" w:rsidP="002F0E6A">
      <w:pPr>
        <w:numPr>
          <w:ilvl w:val="0"/>
          <w:numId w:val="39"/>
        </w:numPr>
        <w:rPr>
          <w:i/>
        </w:rPr>
      </w:pPr>
      <w:r w:rsidRPr="00F35AF1">
        <w:rPr>
          <w:i/>
        </w:rPr>
        <w:t>Transparent RSA Public Key</w:t>
      </w:r>
    </w:p>
    <w:p w14:paraId="04A7C264" w14:textId="77777777" w:rsidR="002F0E6A" w:rsidRPr="00F35AF1" w:rsidRDefault="002F0E6A" w:rsidP="002F0E6A">
      <w:pPr>
        <w:numPr>
          <w:ilvl w:val="0"/>
          <w:numId w:val="39"/>
        </w:numPr>
        <w:rPr>
          <w:i/>
        </w:rPr>
      </w:pPr>
      <w:r w:rsidRPr="00F35AF1">
        <w:rPr>
          <w:i/>
        </w:rPr>
        <w:t>Transparent RSA Private Key</w:t>
      </w:r>
    </w:p>
    <w:p w14:paraId="32D920AA" w14:textId="77777777" w:rsidR="002F0E6A" w:rsidRPr="006436AE" w:rsidRDefault="002F0E6A" w:rsidP="002F0E6A">
      <w:pPr>
        <w:numPr>
          <w:ilvl w:val="0"/>
          <w:numId w:val="8"/>
        </w:numPr>
      </w:pPr>
      <w:r w:rsidRPr="006436AE">
        <w:rPr>
          <w:i/>
        </w:rPr>
        <w:t>Object Type</w:t>
      </w:r>
      <w:r w:rsidRPr="006436AE">
        <w:t xml:space="preserve"> with value:</w:t>
      </w:r>
    </w:p>
    <w:p w14:paraId="4EC6E549" w14:textId="77777777" w:rsidR="002F0E6A" w:rsidRPr="00F35AF1" w:rsidRDefault="002F0E6A" w:rsidP="002F0E6A">
      <w:pPr>
        <w:numPr>
          <w:ilvl w:val="0"/>
          <w:numId w:val="38"/>
        </w:numPr>
        <w:rPr>
          <w:i/>
        </w:rPr>
      </w:pPr>
      <w:r w:rsidRPr="00F35AF1">
        <w:rPr>
          <w:i/>
        </w:rPr>
        <w:t>Public Key</w:t>
      </w:r>
    </w:p>
    <w:p w14:paraId="3F56FEF5" w14:textId="77777777" w:rsidR="002F0E6A" w:rsidRPr="00F35AF1" w:rsidRDefault="002F0E6A" w:rsidP="002F0E6A">
      <w:pPr>
        <w:numPr>
          <w:ilvl w:val="0"/>
          <w:numId w:val="38"/>
        </w:numPr>
        <w:rPr>
          <w:i/>
        </w:rPr>
      </w:pPr>
      <w:r w:rsidRPr="00F35AF1">
        <w:rPr>
          <w:i/>
        </w:rPr>
        <w:t>Private Key</w:t>
      </w:r>
    </w:p>
    <w:p w14:paraId="077FC3E4" w14:textId="0667C824" w:rsidR="002F0E6A" w:rsidRPr="006436AE" w:rsidRDefault="002F0E6A" w:rsidP="002F0E6A">
      <w:pPr>
        <w:numPr>
          <w:ilvl w:val="0"/>
          <w:numId w:val="36"/>
        </w:numPr>
      </w:pPr>
      <w:r w:rsidRPr="006436AE">
        <w:t xml:space="preserve">MAY support any clause within [KMIP-SPEC] provided it does not conflict with any other clause within this section </w:t>
      </w:r>
      <w:r>
        <w:fldChar w:fldCharType="begin"/>
      </w:r>
      <w:r>
        <w:instrText xml:space="preserve"> REF _Ref439686262 \r \h </w:instrText>
      </w:r>
      <w:r>
        <w:fldChar w:fldCharType="separate"/>
      </w:r>
      <w:r w:rsidR="00DA37E6">
        <w:t>5.8.2</w:t>
      </w:r>
      <w:r>
        <w:fldChar w:fldCharType="end"/>
      </w:r>
    </w:p>
    <w:p w14:paraId="4B8AAEDC" w14:textId="77777777" w:rsidR="002F0E6A" w:rsidRDefault="002F0E6A" w:rsidP="002F0E6A">
      <w:pPr>
        <w:numPr>
          <w:ilvl w:val="0"/>
          <w:numId w:val="36"/>
        </w:numPr>
      </w:pPr>
      <w:r w:rsidRPr="006436AE">
        <w:t>MAY support extensions outside the scope of this standard (e.g., vendor extensions, conformance clauses) that do not contradict any KMIP requirements.</w:t>
      </w:r>
    </w:p>
    <w:p w14:paraId="22630E22" w14:textId="77777777" w:rsidR="002F0E6A" w:rsidRDefault="002F0E6A" w:rsidP="002F0E6A">
      <w:pPr>
        <w:pStyle w:val="Heading3"/>
        <w:numPr>
          <w:ilvl w:val="2"/>
          <w:numId w:val="2"/>
        </w:numPr>
      </w:pPr>
      <w:bookmarkStart w:id="1458" w:name="_Ref439680945"/>
      <w:bookmarkStart w:id="1459" w:name="_Toc439711308"/>
      <w:bookmarkStart w:id="1460" w:name="_Toc463354624"/>
      <w:bookmarkStart w:id="1461" w:name="_Toc478070514"/>
      <w:bookmarkStart w:id="1462" w:name="_Toc479342134"/>
      <w:bookmarkStart w:id="1463" w:name="_Toc491431517"/>
      <w:bookmarkStart w:id="1464" w:name="_Toc533021419"/>
      <w:bookmarkStart w:id="1465" w:name="_Toc535231662"/>
      <w:bookmarkStart w:id="1466" w:name="_Toc32324472"/>
      <w:bookmarkStart w:id="1467" w:name="_Toc14773285"/>
      <w:bookmarkStart w:id="1468" w:name="_Toc27473336"/>
      <w:bookmarkStart w:id="1469" w:name="_Toc176876182"/>
      <w:r>
        <w:t xml:space="preserve">Asymmetric </w:t>
      </w:r>
      <w:r w:rsidRPr="009038CC">
        <w:t>Key Lifecycle</w:t>
      </w:r>
      <w:r>
        <w:t xml:space="preserve"> Mandatory Test Cases KMIP</w:t>
      </w:r>
      <w:bookmarkEnd w:id="1458"/>
      <w:bookmarkEnd w:id="1459"/>
      <w:bookmarkEnd w:id="1460"/>
      <w:bookmarkEnd w:id="1461"/>
      <w:bookmarkEnd w:id="1462"/>
      <w:bookmarkEnd w:id="1463"/>
      <w:bookmarkEnd w:id="1464"/>
      <w:bookmarkEnd w:id="1465"/>
      <w:r w:rsidR="00697364">
        <w:t xml:space="preserve"> </w:t>
      </w:r>
      <w:bookmarkEnd w:id="1466"/>
      <w:r w:rsidR="00697364">
        <w:t>v3.0</w:t>
      </w:r>
      <w:bookmarkEnd w:id="1467"/>
      <w:bookmarkEnd w:id="1468"/>
      <w:bookmarkEnd w:id="1469"/>
    </w:p>
    <w:p w14:paraId="4D21EA85" w14:textId="77777777" w:rsidR="002F0E6A" w:rsidRDefault="002F0E6A" w:rsidP="002F0E6A">
      <w:pPr>
        <w:pStyle w:val="Heading4"/>
        <w:numPr>
          <w:ilvl w:val="3"/>
          <w:numId w:val="2"/>
        </w:numPr>
      </w:pPr>
      <w:bookmarkStart w:id="1470" w:name="_Toc32324473"/>
      <w:bookmarkStart w:id="1471" w:name="_Toc439711309"/>
      <w:bookmarkStart w:id="1472" w:name="_Toc463354625"/>
      <w:bookmarkStart w:id="1473" w:name="_Toc478070515"/>
      <w:bookmarkStart w:id="1474" w:name="_Toc479342135"/>
      <w:bookmarkStart w:id="1475" w:name="_Toc491431518"/>
      <w:bookmarkStart w:id="1476" w:name="_Toc533021420"/>
      <w:bookmarkStart w:id="1477" w:name="_Toc535231663"/>
      <w:bookmarkStart w:id="1478" w:name="_Toc14773286"/>
      <w:bookmarkStart w:id="1479" w:name="_Toc27473337"/>
      <w:bookmarkStart w:id="1480" w:name="_Toc176876183"/>
      <w:r>
        <w:t>AKLC-M-1-</w:t>
      </w:r>
      <w:bookmarkEnd w:id="1470"/>
      <w:r>
        <w:t>30</w:t>
      </w:r>
      <w:bookmarkEnd w:id="1471"/>
      <w:bookmarkEnd w:id="1472"/>
      <w:bookmarkEnd w:id="1473"/>
      <w:bookmarkEnd w:id="1474"/>
      <w:bookmarkEnd w:id="1475"/>
      <w:bookmarkEnd w:id="1476"/>
      <w:bookmarkEnd w:id="1477"/>
      <w:bookmarkEnd w:id="1478"/>
      <w:bookmarkEnd w:id="1479"/>
      <w:bookmarkEnd w:id="1480"/>
    </w:p>
    <w:p w14:paraId="292EC4B0" w14:textId="77777777" w:rsidR="002F0E6A" w:rsidRDefault="002F0E6A" w:rsidP="002F0E6A">
      <w:r w:rsidRPr="00CE5998">
        <w:t xml:space="preserve">See </w:t>
      </w:r>
      <w:hyperlink r:id="rId101" w:history="1">
        <w:r w:rsidRPr="00CE5998">
          <w:rPr>
            <w:rStyle w:val="Hyperlink"/>
          </w:rPr>
          <w:t>test-cases/kmip</w:t>
        </w:r>
        <w:r w:rsidR="00697364">
          <w:rPr>
            <w:rStyle w:val="Hyperlink"/>
          </w:rPr>
          <w:t>-v3.0</w:t>
        </w:r>
        <w:r w:rsidRPr="00CE5998">
          <w:rPr>
            <w:rStyle w:val="Hyperlink"/>
          </w:rPr>
          <w:t>/mandatory/AKLC-M-1</w:t>
        </w:r>
        <w:r>
          <w:rPr>
            <w:rStyle w:val="Hyperlink"/>
          </w:rPr>
          <w:t>-30.xml</w:t>
        </w:r>
      </w:hyperlink>
      <w:r>
        <w:t>.</w:t>
      </w:r>
    </w:p>
    <w:p w14:paraId="023C5BA6" w14:textId="77777777" w:rsidR="002F0E6A" w:rsidRDefault="002F0E6A" w:rsidP="002F0E6A">
      <w:pPr>
        <w:pStyle w:val="Heading4"/>
        <w:numPr>
          <w:ilvl w:val="3"/>
          <w:numId w:val="2"/>
        </w:numPr>
      </w:pPr>
      <w:bookmarkStart w:id="1481" w:name="_Toc439711310"/>
      <w:bookmarkStart w:id="1482" w:name="_Toc463354626"/>
      <w:bookmarkStart w:id="1483" w:name="_Toc478070516"/>
      <w:bookmarkStart w:id="1484" w:name="_Toc479342136"/>
      <w:bookmarkStart w:id="1485" w:name="_Toc491431519"/>
      <w:bookmarkStart w:id="1486" w:name="_Toc533021421"/>
      <w:bookmarkStart w:id="1487" w:name="_Toc535231664"/>
      <w:bookmarkStart w:id="1488" w:name="_Toc14773287"/>
      <w:bookmarkStart w:id="1489" w:name="_Toc27473338"/>
      <w:bookmarkStart w:id="1490" w:name="_Toc176876184"/>
      <w:r>
        <w:t>AKLC-M-2-30</w:t>
      </w:r>
      <w:bookmarkEnd w:id="1481"/>
      <w:bookmarkEnd w:id="1482"/>
      <w:bookmarkEnd w:id="1483"/>
      <w:bookmarkEnd w:id="1484"/>
      <w:bookmarkEnd w:id="1485"/>
      <w:bookmarkEnd w:id="1486"/>
      <w:bookmarkEnd w:id="1487"/>
      <w:bookmarkEnd w:id="1488"/>
      <w:bookmarkEnd w:id="1489"/>
      <w:bookmarkEnd w:id="1490"/>
    </w:p>
    <w:p w14:paraId="60949C43" w14:textId="77777777" w:rsidR="002F0E6A" w:rsidRDefault="002F0E6A" w:rsidP="002F0E6A">
      <w:r w:rsidRPr="00847E4A">
        <w:t xml:space="preserve">See </w:t>
      </w:r>
      <w:hyperlink r:id="rId102" w:history="1">
        <w:r w:rsidRPr="00847E4A">
          <w:rPr>
            <w:rStyle w:val="Hyperlink"/>
          </w:rPr>
          <w:t>test-cases/kmip</w:t>
        </w:r>
        <w:r w:rsidR="00697364">
          <w:rPr>
            <w:rStyle w:val="Hyperlink"/>
          </w:rPr>
          <w:t>-v3.0</w:t>
        </w:r>
        <w:r w:rsidRPr="00847E4A">
          <w:rPr>
            <w:rStyle w:val="Hyperlink"/>
          </w:rPr>
          <w:t>/mandatory/AKLC-M-2</w:t>
        </w:r>
        <w:r>
          <w:rPr>
            <w:rStyle w:val="Hyperlink"/>
          </w:rPr>
          <w:t>-30.xml</w:t>
        </w:r>
      </w:hyperlink>
    </w:p>
    <w:p w14:paraId="403B8F95" w14:textId="77777777" w:rsidR="002F0E6A" w:rsidRDefault="002F0E6A" w:rsidP="002F0E6A">
      <w:pPr>
        <w:pStyle w:val="Heading4"/>
        <w:numPr>
          <w:ilvl w:val="3"/>
          <w:numId w:val="2"/>
        </w:numPr>
      </w:pPr>
      <w:bookmarkStart w:id="1491" w:name="_Toc439711311"/>
      <w:bookmarkStart w:id="1492" w:name="_Toc463354627"/>
      <w:bookmarkStart w:id="1493" w:name="_Toc478070517"/>
      <w:bookmarkStart w:id="1494" w:name="_Toc479342137"/>
      <w:bookmarkStart w:id="1495" w:name="_Toc491431520"/>
      <w:bookmarkStart w:id="1496" w:name="_Toc533021422"/>
      <w:bookmarkStart w:id="1497" w:name="_Toc535231665"/>
      <w:bookmarkStart w:id="1498" w:name="_Toc14773288"/>
      <w:bookmarkStart w:id="1499" w:name="_Toc27473339"/>
      <w:bookmarkStart w:id="1500" w:name="_Toc176876185"/>
      <w:r>
        <w:t>AKLC-M-3-30</w:t>
      </w:r>
      <w:bookmarkEnd w:id="1491"/>
      <w:bookmarkEnd w:id="1492"/>
      <w:bookmarkEnd w:id="1493"/>
      <w:bookmarkEnd w:id="1494"/>
      <w:bookmarkEnd w:id="1495"/>
      <w:bookmarkEnd w:id="1496"/>
      <w:bookmarkEnd w:id="1497"/>
      <w:bookmarkEnd w:id="1498"/>
      <w:bookmarkEnd w:id="1499"/>
      <w:bookmarkEnd w:id="1500"/>
    </w:p>
    <w:p w14:paraId="48001E6C" w14:textId="77777777" w:rsidR="002F0E6A" w:rsidRDefault="002F0E6A" w:rsidP="002F0E6A">
      <w:r w:rsidRPr="00D64CF7">
        <w:t xml:space="preserve">See </w:t>
      </w:r>
      <w:hyperlink r:id="rId103" w:history="1">
        <w:r w:rsidRPr="00D64CF7">
          <w:rPr>
            <w:rStyle w:val="Hyperlink"/>
          </w:rPr>
          <w:t>test-cases/kmip</w:t>
        </w:r>
        <w:r w:rsidR="00697364">
          <w:rPr>
            <w:rStyle w:val="Hyperlink"/>
          </w:rPr>
          <w:t>-v3.0</w:t>
        </w:r>
        <w:r w:rsidRPr="00D64CF7">
          <w:rPr>
            <w:rStyle w:val="Hyperlink"/>
          </w:rPr>
          <w:t>/mandatory/AKLC-M-3</w:t>
        </w:r>
        <w:r>
          <w:rPr>
            <w:rStyle w:val="Hyperlink"/>
          </w:rPr>
          <w:t>-30.xml</w:t>
        </w:r>
      </w:hyperlink>
    </w:p>
    <w:p w14:paraId="479BE02A" w14:textId="77777777" w:rsidR="002F0E6A" w:rsidRDefault="002F0E6A" w:rsidP="002F0E6A">
      <w:pPr>
        <w:pStyle w:val="Heading3"/>
        <w:numPr>
          <w:ilvl w:val="2"/>
          <w:numId w:val="2"/>
        </w:numPr>
      </w:pPr>
      <w:bookmarkStart w:id="1501" w:name="_Toc439711312"/>
      <w:bookmarkStart w:id="1502" w:name="_Toc463354628"/>
      <w:bookmarkStart w:id="1503" w:name="_Toc478070518"/>
      <w:bookmarkStart w:id="1504" w:name="_Toc479342138"/>
      <w:bookmarkStart w:id="1505" w:name="_Toc491431521"/>
      <w:bookmarkStart w:id="1506" w:name="_Toc533021423"/>
      <w:bookmarkStart w:id="1507" w:name="_Toc535231666"/>
      <w:bookmarkStart w:id="1508" w:name="_Toc14773289"/>
      <w:bookmarkStart w:id="1509" w:name="_Toc27473340"/>
      <w:bookmarkStart w:id="1510" w:name="_Toc176876186"/>
      <w:r>
        <w:t xml:space="preserve">Asymmetric </w:t>
      </w:r>
      <w:r w:rsidRPr="009038CC">
        <w:t>Key Lifecycle</w:t>
      </w:r>
      <w:r>
        <w:t xml:space="preserve"> Optional Test Cases KMIP</w:t>
      </w:r>
      <w:bookmarkEnd w:id="1501"/>
      <w:bookmarkEnd w:id="1502"/>
      <w:bookmarkEnd w:id="1503"/>
      <w:bookmarkEnd w:id="1504"/>
      <w:bookmarkEnd w:id="1505"/>
      <w:bookmarkEnd w:id="1506"/>
      <w:bookmarkEnd w:id="1507"/>
      <w:r w:rsidR="00697364">
        <w:t xml:space="preserve"> v3.0</w:t>
      </w:r>
      <w:bookmarkEnd w:id="1508"/>
      <w:bookmarkEnd w:id="1509"/>
      <w:bookmarkEnd w:id="1510"/>
    </w:p>
    <w:p w14:paraId="41F3774F" w14:textId="77777777" w:rsidR="002F0E6A" w:rsidRDefault="002F0E6A" w:rsidP="002F0E6A">
      <w:pPr>
        <w:pStyle w:val="Heading4"/>
        <w:numPr>
          <w:ilvl w:val="3"/>
          <w:numId w:val="2"/>
        </w:numPr>
      </w:pPr>
      <w:bookmarkStart w:id="1511" w:name="_Toc32324474"/>
      <w:bookmarkStart w:id="1512" w:name="_Toc439711313"/>
      <w:bookmarkStart w:id="1513" w:name="_Toc463354629"/>
      <w:bookmarkStart w:id="1514" w:name="_Toc478070519"/>
      <w:bookmarkStart w:id="1515" w:name="_Toc479342139"/>
      <w:bookmarkStart w:id="1516" w:name="_Toc491431522"/>
      <w:bookmarkStart w:id="1517" w:name="_Toc533021424"/>
      <w:bookmarkStart w:id="1518" w:name="_Toc535231667"/>
      <w:bookmarkStart w:id="1519" w:name="_Toc14773290"/>
      <w:bookmarkStart w:id="1520" w:name="_Toc27473341"/>
      <w:bookmarkStart w:id="1521" w:name="_Toc176876187"/>
      <w:r>
        <w:t>AKLC-</w:t>
      </w:r>
      <w:bookmarkEnd w:id="1511"/>
      <w:r>
        <w:t>O-1-30</w:t>
      </w:r>
      <w:bookmarkEnd w:id="1512"/>
      <w:bookmarkEnd w:id="1513"/>
      <w:bookmarkEnd w:id="1514"/>
      <w:bookmarkEnd w:id="1515"/>
      <w:bookmarkEnd w:id="1516"/>
      <w:bookmarkEnd w:id="1517"/>
      <w:bookmarkEnd w:id="1518"/>
      <w:bookmarkEnd w:id="1519"/>
      <w:bookmarkEnd w:id="1520"/>
      <w:bookmarkEnd w:id="1521"/>
    </w:p>
    <w:p w14:paraId="3434F98D" w14:textId="77777777" w:rsidR="002F0E6A" w:rsidRDefault="002F0E6A" w:rsidP="002F0E6A">
      <w:r w:rsidRPr="00FB4E02">
        <w:t xml:space="preserve">See </w:t>
      </w:r>
      <w:hyperlink r:id="rId104" w:history="1">
        <w:r w:rsidRPr="00FB4E02">
          <w:rPr>
            <w:rStyle w:val="Hyperlink"/>
          </w:rPr>
          <w:t>test-cases/kmip</w:t>
        </w:r>
        <w:r w:rsidR="00697364">
          <w:rPr>
            <w:rStyle w:val="Hyperlink"/>
          </w:rPr>
          <w:t>-v3.0</w:t>
        </w:r>
        <w:r w:rsidRPr="00FB4E02">
          <w:rPr>
            <w:rStyle w:val="Hyperlink"/>
          </w:rPr>
          <w:t>/optional/AKLC-O-1</w:t>
        </w:r>
        <w:r>
          <w:rPr>
            <w:rStyle w:val="Hyperlink"/>
          </w:rPr>
          <w:t>-30.xml</w:t>
        </w:r>
      </w:hyperlink>
      <w:r>
        <w:t>.</w:t>
      </w:r>
    </w:p>
    <w:p w14:paraId="6F56669E" w14:textId="77777777" w:rsidR="002F0E6A" w:rsidRDefault="002F0E6A" w:rsidP="002F0E6A">
      <w:pPr>
        <w:pStyle w:val="Heading2"/>
        <w:numPr>
          <w:ilvl w:val="1"/>
          <w:numId w:val="2"/>
        </w:numPr>
      </w:pPr>
      <w:bookmarkStart w:id="1522" w:name="_Toc439711089"/>
      <w:bookmarkStart w:id="1523" w:name="_Toc439711314"/>
      <w:bookmarkStart w:id="1524" w:name="_Toc390360174"/>
      <w:bookmarkStart w:id="1525" w:name="_Toc411415569"/>
      <w:bookmarkStart w:id="1526" w:name="_Toc439711315"/>
      <w:bookmarkStart w:id="1527" w:name="_Toc463354630"/>
      <w:bookmarkStart w:id="1528" w:name="_Toc478070520"/>
      <w:bookmarkStart w:id="1529" w:name="_Toc479342140"/>
      <w:bookmarkStart w:id="1530" w:name="_Toc491431523"/>
      <w:bookmarkStart w:id="1531" w:name="_Toc533021425"/>
      <w:bookmarkStart w:id="1532" w:name="_Toc535231668"/>
      <w:bookmarkStart w:id="1533" w:name="_Toc14773291"/>
      <w:bookmarkStart w:id="1534" w:name="_Toc27473342"/>
      <w:bookmarkStart w:id="1535" w:name="_Toc32324478"/>
      <w:bookmarkStart w:id="1536" w:name="_Toc176876188"/>
      <w:bookmarkEnd w:id="1522"/>
      <w:bookmarkEnd w:id="1523"/>
      <w:r>
        <w:t>Cryptographic Profiles</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14:paraId="60ABB7C7" w14:textId="77777777" w:rsidR="002F0E6A" w:rsidRDefault="002F0E6A" w:rsidP="002F0E6A">
      <w:r>
        <w:t>The Basic</w:t>
      </w:r>
      <w:r w:rsidRPr="00A17EC1">
        <w:t xml:space="preserve"> </w:t>
      </w:r>
      <w:r>
        <w:t xml:space="preserve">Cryptographic </w:t>
      </w:r>
      <w:r w:rsidRPr="00A17EC1">
        <w:t>Client</w:t>
      </w:r>
      <w:r>
        <w:t xml:space="preserve"> and Server profiles specify the use of KMIP </w:t>
      </w:r>
      <w:r w:rsidRPr="00332A21">
        <w:t xml:space="preserve">to </w:t>
      </w:r>
      <w:r>
        <w:t>request encryption and decryption operations from a KMIP server.</w:t>
      </w:r>
    </w:p>
    <w:p w14:paraId="36B63B37" w14:textId="77777777" w:rsidR="002F0E6A" w:rsidRDefault="002F0E6A" w:rsidP="002F0E6A">
      <w:r>
        <w:t>The Advanced</w:t>
      </w:r>
      <w:r w:rsidRPr="00A17EC1">
        <w:t xml:space="preserve"> </w:t>
      </w:r>
      <w:r>
        <w:t xml:space="preserve">Cryptographic Client and Server profiles specify the use of KMIP </w:t>
      </w:r>
      <w:r w:rsidRPr="00332A21">
        <w:t xml:space="preserve">to </w:t>
      </w:r>
      <w:r>
        <w:t>request encryption, decryption, signature, and verification operations from a KMIP server.</w:t>
      </w:r>
    </w:p>
    <w:p w14:paraId="080A725E" w14:textId="77777777" w:rsidR="002F0E6A" w:rsidRDefault="002F0E6A" w:rsidP="002F0E6A">
      <w:r>
        <w:t xml:space="preserve">The </w:t>
      </w:r>
      <w:r w:rsidRPr="00A84AF3">
        <w:t xml:space="preserve">RNG </w:t>
      </w:r>
      <w:r>
        <w:t xml:space="preserve">Cryptographic Client and </w:t>
      </w:r>
      <w:r w:rsidRPr="00A84AF3">
        <w:t>Server</w:t>
      </w:r>
      <w:r>
        <w:t xml:space="preserve"> profiles specify the use of KMIP </w:t>
      </w:r>
      <w:r w:rsidRPr="00332A21">
        <w:t xml:space="preserve">to </w:t>
      </w:r>
      <w:r>
        <w:t>request random number generator operations from a KMIP server.</w:t>
      </w:r>
    </w:p>
    <w:p w14:paraId="13D23B45" w14:textId="77777777" w:rsidR="002F0E6A" w:rsidRPr="000C30ED" w:rsidRDefault="002F0E6A" w:rsidP="002F0E6A">
      <w:pPr>
        <w:pStyle w:val="Heading3"/>
        <w:numPr>
          <w:ilvl w:val="2"/>
          <w:numId w:val="2"/>
        </w:numPr>
      </w:pPr>
      <w:bookmarkStart w:id="1537" w:name="_Ref439682772"/>
      <w:bookmarkStart w:id="1538" w:name="_Toc439711316"/>
      <w:bookmarkStart w:id="1539" w:name="_Toc463354631"/>
      <w:bookmarkStart w:id="1540" w:name="_Toc478070521"/>
      <w:bookmarkStart w:id="1541" w:name="_Toc479342141"/>
      <w:bookmarkStart w:id="1542" w:name="_Toc491431524"/>
      <w:bookmarkStart w:id="1543" w:name="_Toc533021426"/>
      <w:bookmarkStart w:id="1544" w:name="_Toc535231669"/>
      <w:bookmarkStart w:id="1545" w:name="_Toc14773292"/>
      <w:bookmarkStart w:id="1546" w:name="_Toc27473343"/>
      <w:bookmarkStart w:id="1547" w:name="_Toc32324479"/>
      <w:bookmarkStart w:id="1548" w:name="_Toc176876189"/>
      <w:r>
        <w:t>Basic</w:t>
      </w:r>
      <w:r w:rsidRPr="00C63718">
        <w:t xml:space="preserve"> </w:t>
      </w:r>
      <w:r>
        <w:t>Cryptographic Client</w:t>
      </w:r>
      <w:bookmarkEnd w:id="1537"/>
      <w:bookmarkEnd w:id="1538"/>
      <w:bookmarkEnd w:id="1539"/>
      <w:bookmarkEnd w:id="1540"/>
      <w:bookmarkEnd w:id="1541"/>
      <w:bookmarkEnd w:id="1542"/>
      <w:bookmarkEnd w:id="1543"/>
      <w:bookmarkEnd w:id="1544"/>
      <w:bookmarkEnd w:id="1545"/>
      <w:bookmarkEnd w:id="1546"/>
      <w:bookmarkEnd w:id="1547"/>
      <w:bookmarkEnd w:id="1548"/>
    </w:p>
    <w:p w14:paraId="0338859C" w14:textId="77777777" w:rsidR="002F0E6A" w:rsidRDefault="002F0E6A" w:rsidP="002F0E6A">
      <w:r>
        <w:t>KMIP clients conformant to this profile:</w:t>
      </w:r>
    </w:p>
    <w:p w14:paraId="2A6A6659" w14:textId="459E46B4" w:rsidR="002F0E6A" w:rsidRDefault="002F0E6A" w:rsidP="002F0E6A">
      <w:pPr>
        <w:numPr>
          <w:ilvl w:val="0"/>
          <w:numId w:val="4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4EE53269" w14:textId="77777777" w:rsidR="002F0E6A" w:rsidRDefault="002F0E6A" w:rsidP="002F0E6A">
      <w:pPr>
        <w:numPr>
          <w:ilvl w:val="0"/>
          <w:numId w:val="41"/>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49CBBAF7" w14:textId="77777777" w:rsidR="002F0E6A" w:rsidRPr="003A29AA" w:rsidRDefault="002F0E6A" w:rsidP="002F0E6A">
      <w:pPr>
        <w:numPr>
          <w:ilvl w:val="1"/>
          <w:numId w:val="41"/>
        </w:numPr>
        <w:rPr>
          <w:i/>
        </w:rPr>
      </w:pPr>
      <w:r w:rsidRPr="008727DC">
        <w:rPr>
          <w:i/>
        </w:rPr>
        <w:t>Decrypt</w:t>
      </w:r>
    </w:p>
    <w:p w14:paraId="27D060E3" w14:textId="77777777" w:rsidR="002F0E6A" w:rsidRDefault="002F0E6A" w:rsidP="002F0E6A">
      <w:pPr>
        <w:numPr>
          <w:ilvl w:val="1"/>
          <w:numId w:val="41"/>
        </w:numPr>
      </w:pPr>
      <w:r w:rsidRPr="008727DC">
        <w:rPr>
          <w:i/>
        </w:rPr>
        <w:t>Encrypt</w:t>
      </w:r>
    </w:p>
    <w:p w14:paraId="00219F10" w14:textId="1EA4482D" w:rsidR="002F0E6A" w:rsidRPr="006436AE" w:rsidRDefault="002F0E6A" w:rsidP="002F0E6A">
      <w:pPr>
        <w:numPr>
          <w:ilvl w:val="0"/>
          <w:numId w:val="41"/>
        </w:numPr>
      </w:pPr>
      <w:r w:rsidRPr="006436AE">
        <w:t xml:space="preserve">MAY support any clause within [KMIP-SPEC] provided it does not conflict with any other clause within this section </w:t>
      </w:r>
      <w:r>
        <w:fldChar w:fldCharType="begin"/>
      </w:r>
      <w:r>
        <w:instrText xml:space="preserve"> REF _Ref439682772 \r \h </w:instrText>
      </w:r>
      <w:r>
        <w:fldChar w:fldCharType="separate"/>
      </w:r>
      <w:r w:rsidR="00DA37E6">
        <w:t>5.9.1</w:t>
      </w:r>
      <w:r>
        <w:fldChar w:fldCharType="end"/>
      </w:r>
    </w:p>
    <w:p w14:paraId="24DFDDF0" w14:textId="77777777" w:rsidR="002F0E6A" w:rsidRDefault="002F0E6A" w:rsidP="002F0E6A">
      <w:pPr>
        <w:numPr>
          <w:ilvl w:val="0"/>
          <w:numId w:val="41"/>
        </w:numPr>
      </w:pPr>
      <w:r w:rsidRPr="006436AE">
        <w:t>MAY support extensions outside the scope of this standard (e.g., vendor extensions, conformance clauses) that do not contradict any KMIP requirements.</w:t>
      </w:r>
    </w:p>
    <w:p w14:paraId="3B5211B6" w14:textId="77777777" w:rsidR="002F0E6A" w:rsidRPr="000C30ED" w:rsidRDefault="002F0E6A" w:rsidP="002F0E6A">
      <w:pPr>
        <w:pStyle w:val="Heading3"/>
        <w:numPr>
          <w:ilvl w:val="2"/>
          <w:numId w:val="2"/>
        </w:numPr>
      </w:pPr>
      <w:bookmarkStart w:id="1549" w:name="_Ref439682960"/>
      <w:bookmarkStart w:id="1550" w:name="_Toc439711317"/>
      <w:bookmarkStart w:id="1551" w:name="_Toc463354632"/>
      <w:bookmarkStart w:id="1552" w:name="_Toc478070522"/>
      <w:bookmarkStart w:id="1553" w:name="_Toc479342142"/>
      <w:bookmarkStart w:id="1554" w:name="_Toc491431525"/>
      <w:bookmarkStart w:id="1555" w:name="_Toc533021427"/>
      <w:bookmarkStart w:id="1556" w:name="_Toc535231670"/>
      <w:bookmarkStart w:id="1557" w:name="_Toc14773293"/>
      <w:bookmarkStart w:id="1558" w:name="_Toc27473344"/>
      <w:bookmarkStart w:id="1559" w:name="_Toc32324480"/>
      <w:bookmarkStart w:id="1560" w:name="_Toc176876190"/>
      <w:r>
        <w:t>Advanced</w:t>
      </w:r>
      <w:r w:rsidRPr="00C63718">
        <w:t xml:space="preserve"> </w:t>
      </w:r>
      <w:r>
        <w:t>Cryptographic Client</w:t>
      </w:r>
      <w:bookmarkEnd w:id="1549"/>
      <w:bookmarkEnd w:id="1550"/>
      <w:bookmarkEnd w:id="1551"/>
      <w:bookmarkEnd w:id="1552"/>
      <w:bookmarkEnd w:id="1553"/>
      <w:bookmarkEnd w:id="1554"/>
      <w:bookmarkEnd w:id="1555"/>
      <w:bookmarkEnd w:id="1556"/>
      <w:bookmarkEnd w:id="1557"/>
      <w:bookmarkEnd w:id="1558"/>
      <w:bookmarkEnd w:id="1559"/>
      <w:bookmarkEnd w:id="1560"/>
    </w:p>
    <w:p w14:paraId="567E4CF5" w14:textId="77777777" w:rsidR="002F0E6A" w:rsidRDefault="002F0E6A" w:rsidP="002F0E6A">
      <w:r>
        <w:t>KMIP clients conformant to this profile:</w:t>
      </w:r>
    </w:p>
    <w:p w14:paraId="465B24AD" w14:textId="6782ED79" w:rsidR="002F0E6A" w:rsidRDefault="002F0E6A" w:rsidP="002F0E6A">
      <w:pPr>
        <w:numPr>
          <w:ilvl w:val="0"/>
          <w:numId w:val="42"/>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319ADA3D" w14:textId="77777777" w:rsidR="002F0E6A" w:rsidRDefault="002F0E6A" w:rsidP="002F0E6A">
      <w:pPr>
        <w:numPr>
          <w:ilvl w:val="0"/>
          <w:numId w:val="42"/>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1CB32463" w14:textId="77777777" w:rsidR="002F0E6A" w:rsidRPr="00FE2F77" w:rsidRDefault="002F0E6A" w:rsidP="002F0E6A">
      <w:pPr>
        <w:numPr>
          <w:ilvl w:val="1"/>
          <w:numId w:val="42"/>
        </w:numPr>
        <w:rPr>
          <w:i/>
        </w:rPr>
      </w:pPr>
      <w:r w:rsidRPr="008727DC">
        <w:rPr>
          <w:i/>
        </w:rPr>
        <w:t>Decrypt</w:t>
      </w:r>
    </w:p>
    <w:p w14:paraId="1F87B5B8" w14:textId="77777777" w:rsidR="002F0E6A" w:rsidRDefault="002F0E6A" w:rsidP="002F0E6A">
      <w:pPr>
        <w:numPr>
          <w:ilvl w:val="1"/>
          <w:numId w:val="42"/>
        </w:numPr>
      </w:pPr>
      <w:r w:rsidRPr="008727DC">
        <w:rPr>
          <w:i/>
        </w:rPr>
        <w:t>Encrypt</w:t>
      </w:r>
    </w:p>
    <w:p w14:paraId="34531FD2" w14:textId="77777777" w:rsidR="002F0E6A" w:rsidRDefault="002F0E6A" w:rsidP="002F0E6A">
      <w:pPr>
        <w:numPr>
          <w:ilvl w:val="1"/>
          <w:numId w:val="42"/>
        </w:numPr>
        <w:rPr>
          <w:i/>
        </w:rPr>
      </w:pPr>
      <w:r>
        <w:rPr>
          <w:i/>
        </w:rPr>
        <w:t>Hash</w:t>
      </w:r>
    </w:p>
    <w:p w14:paraId="73F89C2B" w14:textId="77777777" w:rsidR="002F0E6A" w:rsidRPr="00A17EC1" w:rsidRDefault="002F0E6A" w:rsidP="002F0E6A">
      <w:pPr>
        <w:numPr>
          <w:ilvl w:val="1"/>
          <w:numId w:val="42"/>
        </w:numPr>
        <w:rPr>
          <w:i/>
        </w:rPr>
      </w:pPr>
      <w:r>
        <w:rPr>
          <w:i/>
        </w:rPr>
        <w:t>MAC</w:t>
      </w:r>
    </w:p>
    <w:p w14:paraId="238C1881" w14:textId="77777777" w:rsidR="002F0E6A" w:rsidRPr="00A17EC1" w:rsidRDefault="002F0E6A" w:rsidP="002F0E6A">
      <w:pPr>
        <w:numPr>
          <w:ilvl w:val="1"/>
          <w:numId w:val="42"/>
        </w:numPr>
        <w:rPr>
          <w:i/>
        </w:rPr>
      </w:pPr>
      <w:r>
        <w:rPr>
          <w:i/>
        </w:rPr>
        <w:t>MAC Verify</w:t>
      </w:r>
    </w:p>
    <w:p w14:paraId="5094E281" w14:textId="77777777" w:rsidR="002F0E6A" w:rsidRPr="00A17EC1" w:rsidRDefault="002F0E6A" w:rsidP="002F0E6A">
      <w:pPr>
        <w:numPr>
          <w:ilvl w:val="1"/>
          <w:numId w:val="42"/>
        </w:numPr>
        <w:rPr>
          <w:i/>
        </w:rPr>
      </w:pPr>
      <w:r>
        <w:rPr>
          <w:i/>
        </w:rPr>
        <w:t>RNG Retrieve</w:t>
      </w:r>
    </w:p>
    <w:p w14:paraId="7AC2604D" w14:textId="77777777" w:rsidR="002F0E6A" w:rsidRPr="00A17EC1" w:rsidRDefault="002F0E6A" w:rsidP="002F0E6A">
      <w:pPr>
        <w:numPr>
          <w:ilvl w:val="1"/>
          <w:numId w:val="42"/>
        </w:numPr>
        <w:rPr>
          <w:i/>
        </w:rPr>
      </w:pPr>
      <w:r>
        <w:rPr>
          <w:i/>
        </w:rPr>
        <w:t>RNG Seed</w:t>
      </w:r>
    </w:p>
    <w:p w14:paraId="0DF56A54" w14:textId="77777777" w:rsidR="002F0E6A" w:rsidRPr="00A17EC1" w:rsidRDefault="002F0E6A" w:rsidP="002F0E6A">
      <w:pPr>
        <w:numPr>
          <w:ilvl w:val="1"/>
          <w:numId w:val="42"/>
        </w:numPr>
        <w:rPr>
          <w:i/>
        </w:rPr>
      </w:pPr>
      <w:r>
        <w:rPr>
          <w:i/>
        </w:rPr>
        <w:t>Sign</w:t>
      </w:r>
    </w:p>
    <w:p w14:paraId="1AFCD1D7" w14:textId="77777777" w:rsidR="002F0E6A" w:rsidRPr="00A17EC1" w:rsidRDefault="002F0E6A" w:rsidP="002F0E6A">
      <w:pPr>
        <w:numPr>
          <w:ilvl w:val="1"/>
          <w:numId w:val="42"/>
        </w:numPr>
        <w:rPr>
          <w:i/>
        </w:rPr>
      </w:pPr>
      <w:r>
        <w:rPr>
          <w:i/>
        </w:rPr>
        <w:t>Signature Verify</w:t>
      </w:r>
    </w:p>
    <w:p w14:paraId="700AD6DB" w14:textId="55646EE0" w:rsidR="002F0E6A" w:rsidRPr="006436AE" w:rsidRDefault="002F0E6A" w:rsidP="002F0E6A">
      <w:pPr>
        <w:numPr>
          <w:ilvl w:val="0"/>
          <w:numId w:val="42"/>
        </w:numPr>
      </w:pPr>
      <w:r w:rsidRPr="006436AE">
        <w:t xml:space="preserve">MAY support any clause within [KMIP-SPEC] provided it does not conflict with any other clause within this section </w:t>
      </w:r>
      <w:r>
        <w:fldChar w:fldCharType="begin"/>
      </w:r>
      <w:r>
        <w:instrText xml:space="preserve"> REF _Ref439682960 \r \h </w:instrText>
      </w:r>
      <w:r>
        <w:fldChar w:fldCharType="separate"/>
      </w:r>
      <w:r w:rsidR="00DA37E6">
        <w:t>5.9.2</w:t>
      </w:r>
      <w:r>
        <w:fldChar w:fldCharType="end"/>
      </w:r>
    </w:p>
    <w:p w14:paraId="6AE180C6" w14:textId="77777777" w:rsidR="002F0E6A" w:rsidRDefault="002F0E6A" w:rsidP="002F0E6A">
      <w:pPr>
        <w:numPr>
          <w:ilvl w:val="0"/>
          <w:numId w:val="42"/>
        </w:numPr>
      </w:pPr>
      <w:r w:rsidRPr="006436AE">
        <w:t>MAY support extensions outside the scope of this standard (e.g., vendor extensions, conformance clauses) that do not contradict any KMIP requirements.</w:t>
      </w:r>
    </w:p>
    <w:p w14:paraId="68161773" w14:textId="77777777" w:rsidR="002F0E6A" w:rsidRPr="000C30ED" w:rsidRDefault="002F0E6A" w:rsidP="002F0E6A">
      <w:pPr>
        <w:pStyle w:val="Heading3"/>
        <w:numPr>
          <w:ilvl w:val="2"/>
          <w:numId w:val="2"/>
        </w:numPr>
      </w:pPr>
      <w:bookmarkStart w:id="1561" w:name="_Ref439682993"/>
      <w:bookmarkStart w:id="1562" w:name="_Toc439711318"/>
      <w:bookmarkStart w:id="1563" w:name="_Toc463354633"/>
      <w:bookmarkStart w:id="1564" w:name="_Toc478070523"/>
      <w:bookmarkStart w:id="1565" w:name="_Toc479342143"/>
      <w:bookmarkStart w:id="1566" w:name="_Toc491431526"/>
      <w:bookmarkStart w:id="1567" w:name="_Toc533021428"/>
      <w:bookmarkStart w:id="1568" w:name="_Toc535231671"/>
      <w:bookmarkStart w:id="1569" w:name="_Toc14773294"/>
      <w:bookmarkStart w:id="1570" w:name="_Toc27473345"/>
      <w:bookmarkStart w:id="1571" w:name="_Toc32324481"/>
      <w:bookmarkStart w:id="1572" w:name="_Toc176876191"/>
      <w:r>
        <w:t>RNG</w:t>
      </w:r>
      <w:r w:rsidRPr="00C63718">
        <w:t xml:space="preserve"> </w:t>
      </w:r>
      <w:r>
        <w:t>Cryptographic Client</w:t>
      </w:r>
      <w:bookmarkEnd w:id="1561"/>
      <w:bookmarkEnd w:id="1562"/>
      <w:bookmarkEnd w:id="1563"/>
      <w:bookmarkEnd w:id="1564"/>
      <w:bookmarkEnd w:id="1565"/>
      <w:bookmarkEnd w:id="1566"/>
      <w:bookmarkEnd w:id="1567"/>
      <w:bookmarkEnd w:id="1568"/>
      <w:bookmarkEnd w:id="1569"/>
      <w:bookmarkEnd w:id="1570"/>
      <w:bookmarkEnd w:id="1571"/>
      <w:bookmarkEnd w:id="1572"/>
    </w:p>
    <w:p w14:paraId="328E89CB" w14:textId="77777777" w:rsidR="002F0E6A" w:rsidRDefault="002F0E6A" w:rsidP="002F0E6A">
      <w:r>
        <w:t>KMIP clients conformant to this profile:</w:t>
      </w:r>
    </w:p>
    <w:p w14:paraId="2149039E" w14:textId="2E6F0C4F" w:rsidR="002F0E6A" w:rsidRDefault="002F0E6A" w:rsidP="002F0E6A">
      <w:pPr>
        <w:numPr>
          <w:ilvl w:val="0"/>
          <w:numId w:val="4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091C9A32" w14:textId="77777777" w:rsidR="002F0E6A" w:rsidRDefault="002F0E6A" w:rsidP="002F0E6A">
      <w:pPr>
        <w:numPr>
          <w:ilvl w:val="0"/>
          <w:numId w:val="43"/>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295422D1" w14:textId="77777777" w:rsidR="002F0E6A" w:rsidRDefault="002F0E6A" w:rsidP="002F0E6A">
      <w:pPr>
        <w:numPr>
          <w:ilvl w:val="1"/>
          <w:numId w:val="43"/>
        </w:numPr>
      </w:pPr>
      <w:r w:rsidRPr="00A84AF3">
        <w:rPr>
          <w:i/>
        </w:rPr>
        <w:t>RNG Retrieve</w:t>
      </w:r>
    </w:p>
    <w:p w14:paraId="1BC87DAD" w14:textId="77777777" w:rsidR="002F0E6A" w:rsidRPr="00750D78" w:rsidRDefault="002F0E6A" w:rsidP="002F0E6A">
      <w:pPr>
        <w:numPr>
          <w:ilvl w:val="1"/>
          <w:numId w:val="43"/>
        </w:numPr>
        <w:rPr>
          <w:i/>
        </w:rPr>
      </w:pPr>
      <w:r w:rsidRPr="00A84AF3">
        <w:rPr>
          <w:i/>
        </w:rPr>
        <w:t xml:space="preserve">RNG </w:t>
      </w:r>
      <w:r>
        <w:rPr>
          <w:i/>
        </w:rPr>
        <w:t>Seed</w:t>
      </w:r>
    </w:p>
    <w:p w14:paraId="758A0FD7" w14:textId="7DF60D76" w:rsidR="002F0E6A" w:rsidRPr="006436AE" w:rsidRDefault="002F0E6A" w:rsidP="002F0E6A">
      <w:pPr>
        <w:numPr>
          <w:ilvl w:val="0"/>
          <w:numId w:val="43"/>
        </w:numPr>
      </w:pPr>
      <w:r w:rsidRPr="006436AE">
        <w:t xml:space="preserve">MAY support any clause within [KMIP-SPEC] provided it does not conflict with any other clause within this section </w:t>
      </w:r>
      <w:r>
        <w:fldChar w:fldCharType="begin"/>
      </w:r>
      <w:r>
        <w:instrText xml:space="preserve"> REF _Ref439682993 \r \h </w:instrText>
      </w:r>
      <w:r>
        <w:fldChar w:fldCharType="separate"/>
      </w:r>
      <w:r w:rsidR="00DA37E6">
        <w:t>5.9.3</w:t>
      </w:r>
      <w:r>
        <w:fldChar w:fldCharType="end"/>
      </w:r>
    </w:p>
    <w:p w14:paraId="4C8E9B93" w14:textId="77777777" w:rsidR="002F0E6A" w:rsidRDefault="002F0E6A" w:rsidP="002F0E6A">
      <w:pPr>
        <w:numPr>
          <w:ilvl w:val="0"/>
          <w:numId w:val="43"/>
        </w:numPr>
      </w:pPr>
      <w:r w:rsidRPr="006436AE">
        <w:t>MAY support extensions outside the scope of this standard (e.g., vendor extensions, conformance clauses) that do not contradict any KMIP requirements.</w:t>
      </w:r>
    </w:p>
    <w:p w14:paraId="15F3229B" w14:textId="77777777" w:rsidR="002F0E6A" w:rsidRPr="000C30ED" w:rsidRDefault="002F0E6A" w:rsidP="002F0E6A">
      <w:pPr>
        <w:pStyle w:val="Heading3"/>
        <w:numPr>
          <w:ilvl w:val="2"/>
          <w:numId w:val="2"/>
        </w:numPr>
      </w:pPr>
      <w:bookmarkStart w:id="1573" w:name="_Ref439683893"/>
      <w:bookmarkStart w:id="1574" w:name="_Toc439711319"/>
      <w:bookmarkStart w:id="1575" w:name="_Toc463354634"/>
      <w:bookmarkStart w:id="1576" w:name="_Toc478070524"/>
      <w:bookmarkStart w:id="1577" w:name="_Toc479342144"/>
      <w:bookmarkStart w:id="1578" w:name="_Toc491431527"/>
      <w:bookmarkStart w:id="1579" w:name="_Toc533021429"/>
      <w:bookmarkStart w:id="1580" w:name="_Toc535231672"/>
      <w:bookmarkStart w:id="1581" w:name="_Toc14773295"/>
      <w:bookmarkStart w:id="1582" w:name="_Toc27473346"/>
      <w:bookmarkStart w:id="1583" w:name="_Toc32324482"/>
      <w:bookmarkStart w:id="1584" w:name="_Toc176876192"/>
      <w:r>
        <w:t>Basic</w:t>
      </w:r>
      <w:r w:rsidRPr="00C63718">
        <w:t xml:space="preserve"> </w:t>
      </w:r>
      <w:r>
        <w:t>Cryptographic Server</w:t>
      </w:r>
      <w:bookmarkEnd w:id="1573"/>
      <w:bookmarkEnd w:id="1574"/>
      <w:bookmarkEnd w:id="1575"/>
      <w:bookmarkEnd w:id="1576"/>
      <w:bookmarkEnd w:id="1577"/>
      <w:bookmarkEnd w:id="1578"/>
      <w:bookmarkEnd w:id="1579"/>
      <w:bookmarkEnd w:id="1580"/>
      <w:bookmarkEnd w:id="1581"/>
      <w:bookmarkEnd w:id="1582"/>
      <w:bookmarkEnd w:id="1583"/>
      <w:bookmarkEnd w:id="1584"/>
    </w:p>
    <w:p w14:paraId="2B8363BC" w14:textId="77777777" w:rsidR="002F0E6A" w:rsidRDefault="002F0E6A" w:rsidP="002F0E6A">
      <w:r>
        <w:t>KMIP servers conformant to this profile:</w:t>
      </w:r>
    </w:p>
    <w:p w14:paraId="6A95EB73" w14:textId="11853FA0" w:rsidR="002F0E6A" w:rsidRPr="00D1622D" w:rsidRDefault="002F0E6A" w:rsidP="002F0E6A">
      <w:pPr>
        <w:numPr>
          <w:ilvl w:val="0"/>
          <w:numId w:val="4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147697E9" w14:textId="77777777" w:rsidR="002F0E6A" w:rsidRDefault="002F0E6A" w:rsidP="002F0E6A">
      <w:pPr>
        <w:numPr>
          <w:ilvl w:val="0"/>
          <w:numId w:val="44"/>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24AE8629" w14:textId="77777777" w:rsidR="002F0E6A" w:rsidRPr="00A17EC1" w:rsidRDefault="002F0E6A" w:rsidP="002F0E6A">
      <w:pPr>
        <w:numPr>
          <w:ilvl w:val="1"/>
          <w:numId w:val="44"/>
        </w:numPr>
        <w:rPr>
          <w:i/>
        </w:rPr>
      </w:pPr>
      <w:r w:rsidRPr="008727DC">
        <w:rPr>
          <w:i/>
        </w:rPr>
        <w:t>Decrypt</w:t>
      </w:r>
    </w:p>
    <w:p w14:paraId="565D956E" w14:textId="77777777" w:rsidR="002F0E6A" w:rsidRDefault="002F0E6A" w:rsidP="002F0E6A">
      <w:pPr>
        <w:numPr>
          <w:ilvl w:val="1"/>
          <w:numId w:val="44"/>
        </w:numPr>
      </w:pPr>
      <w:r w:rsidRPr="008727DC">
        <w:rPr>
          <w:i/>
        </w:rPr>
        <w:t>Encrypt</w:t>
      </w:r>
    </w:p>
    <w:p w14:paraId="5F3A8230" w14:textId="0EBE6DA9" w:rsidR="002F0E6A" w:rsidRPr="006436AE" w:rsidRDefault="002F0E6A" w:rsidP="002F0E6A">
      <w:pPr>
        <w:numPr>
          <w:ilvl w:val="0"/>
          <w:numId w:val="44"/>
        </w:numPr>
      </w:pPr>
      <w:r w:rsidRPr="006436AE">
        <w:t xml:space="preserve">MAY support any clause within [KMIP-SPEC] provided it does not conflict with any other clause within this section </w:t>
      </w:r>
      <w:r>
        <w:fldChar w:fldCharType="begin"/>
      </w:r>
      <w:r>
        <w:instrText xml:space="preserve"> REF _Ref439683893 \r \h </w:instrText>
      </w:r>
      <w:r>
        <w:fldChar w:fldCharType="separate"/>
      </w:r>
      <w:r w:rsidR="00DA37E6">
        <w:t>5.9.4</w:t>
      </w:r>
      <w:r>
        <w:fldChar w:fldCharType="end"/>
      </w:r>
    </w:p>
    <w:p w14:paraId="62A1547C" w14:textId="77777777" w:rsidR="002F0E6A" w:rsidRDefault="002F0E6A" w:rsidP="002F0E6A">
      <w:pPr>
        <w:numPr>
          <w:ilvl w:val="0"/>
          <w:numId w:val="44"/>
        </w:numPr>
      </w:pPr>
      <w:r w:rsidRPr="006436AE">
        <w:t>MAY support extensions outside the scope of this standard (e.g., vendor extensions, conformance clauses) that do not contradict any KMIP requirements.</w:t>
      </w:r>
    </w:p>
    <w:p w14:paraId="62330C36" w14:textId="77777777" w:rsidR="002F0E6A" w:rsidRPr="000C30ED" w:rsidRDefault="002F0E6A" w:rsidP="002F0E6A">
      <w:pPr>
        <w:pStyle w:val="Heading3"/>
        <w:numPr>
          <w:ilvl w:val="2"/>
          <w:numId w:val="2"/>
        </w:numPr>
      </w:pPr>
      <w:bookmarkStart w:id="1585" w:name="_Ref439683918"/>
      <w:bookmarkStart w:id="1586" w:name="_Toc439711320"/>
      <w:bookmarkStart w:id="1587" w:name="_Toc463354635"/>
      <w:bookmarkStart w:id="1588" w:name="_Toc478070525"/>
      <w:bookmarkStart w:id="1589" w:name="_Toc479342145"/>
      <w:bookmarkStart w:id="1590" w:name="_Toc491431528"/>
      <w:bookmarkStart w:id="1591" w:name="_Toc533021430"/>
      <w:bookmarkStart w:id="1592" w:name="_Toc535231673"/>
      <w:bookmarkStart w:id="1593" w:name="_Toc14773296"/>
      <w:bookmarkStart w:id="1594" w:name="_Toc27473347"/>
      <w:bookmarkStart w:id="1595" w:name="_Toc32324483"/>
      <w:bookmarkStart w:id="1596" w:name="_Toc176876193"/>
      <w:r>
        <w:t>Advanced</w:t>
      </w:r>
      <w:r w:rsidRPr="00C63718">
        <w:t xml:space="preserve"> </w:t>
      </w:r>
      <w:r>
        <w:t>Cryptographic Server</w:t>
      </w:r>
      <w:bookmarkEnd w:id="1585"/>
      <w:bookmarkEnd w:id="1586"/>
      <w:bookmarkEnd w:id="1587"/>
      <w:bookmarkEnd w:id="1588"/>
      <w:bookmarkEnd w:id="1589"/>
      <w:bookmarkEnd w:id="1590"/>
      <w:bookmarkEnd w:id="1591"/>
      <w:bookmarkEnd w:id="1592"/>
      <w:bookmarkEnd w:id="1593"/>
      <w:bookmarkEnd w:id="1594"/>
      <w:bookmarkEnd w:id="1595"/>
      <w:bookmarkEnd w:id="1596"/>
    </w:p>
    <w:p w14:paraId="5B68546C" w14:textId="77777777" w:rsidR="002F0E6A" w:rsidRDefault="002F0E6A" w:rsidP="002F0E6A">
      <w:r>
        <w:t>KMIP servers conformant to this profile:</w:t>
      </w:r>
    </w:p>
    <w:p w14:paraId="4C7BA726" w14:textId="4F654947" w:rsidR="002F0E6A" w:rsidRPr="00D1622D" w:rsidRDefault="002F0E6A" w:rsidP="002F0E6A">
      <w:pPr>
        <w:numPr>
          <w:ilvl w:val="0"/>
          <w:numId w:val="4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3EC83692" w14:textId="77777777" w:rsidR="002F0E6A" w:rsidRDefault="002F0E6A" w:rsidP="002F0E6A">
      <w:pPr>
        <w:numPr>
          <w:ilvl w:val="0"/>
          <w:numId w:val="45"/>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21E249BF" w14:textId="77777777" w:rsidR="002F0E6A" w:rsidRPr="00FE2F77" w:rsidRDefault="002F0E6A" w:rsidP="002F0E6A">
      <w:pPr>
        <w:numPr>
          <w:ilvl w:val="1"/>
          <w:numId w:val="45"/>
        </w:numPr>
        <w:rPr>
          <w:i/>
        </w:rPr>
      </w:pPr>
      <w:r w:rsidRPr="008727DC">
        <w:rPr>
          <w:i/>
        </w:rPr>
        <w:t>Decrypt</w:t>
      </w:r>
    </w:p>
    <w:p w14:paraId="0133DB8A" w14:textId="77777777" w:rsidR="002F0E6A" w:rsidRDefault="002F0E6A" w:rsidP="002F0E6A">
      <w:pPr>
        <w:numPr>
          <w:ilvl w:val="1"/>
          <w:numId w:val="45"/>
        </w:numPr>
      </w:pPr>
      <w:r w:rsidRPr="008727DC">
        <w:rPr>
          <w:i/>
        </w:rPr>
        <w:t>Encrypt</w:t>
      </w:r>
    </w:p>
    <w:p w14:paraId="3D79E49F" w14:textId="77777777" w:rsidR="002F0E6A" w:rsidRDefault="002F0E6A" w:rsidP="002F0E6A">
      <w:pPr>
        <w:numPr>
          <w:ilvl w:val="1"/>
          <w:numId w:val="45"/>
        </w:numPr>
        <w:rPr>
          <w:i/>
        </w:rPr>
      </w:pPr>
      <w:r>
        <w:rPr>
          <w:i/>
        </w:rPr>
        <w:t>Hash</w:t>
      </w:r>
    </w:p>
    <w:p w14:paraId="0844770A" w14:textId="77777777" w:rsidR="002F0E6A" w:rsidRPr="00A17EC1" w:rsidRDefault="002F0E6A" w:rsidP="002F0E6A">
      <w:pPr>
        <w:numPr>
          <w:ilvl w:val="1"/>
          <w:numId w:val="45"/>
        </w:numPr>
        <w:rPr>
          <w:i/>
        </w:rPr>
      </w:pPr>
      <w:r>
        <w:rPr>
          <w:i/>
        </w:rPr>
        <w:t>MAC</w:t>
      </w:r>
    </w:p>
    <w:p w14:paraId="45978051" w14:textId="77777777" w:rsidR="002F0E6A" w:rsidRPr="00A17EC1" w:rsidRDefault="002F0E6A" w:rsidP="002F0E6A">
      <w:pPr>
        <w:numPr>
          <w:ilvl w:val="1"/>
          <w:numId w:val="45"/>
        </w:numPr>
        <w:rPr>
          <w:i/>
        </w:rPr>
      </w:pPr>
      <w:r>
        <w:rPr>
          <w:i/>
        </w:rPr>
        <w:t>MAC Verify</w:t>
      </w:r>
    </w:p>
    <w:p w14:paraId="60227A6A" w14:textId="77777777" w:rsidR="002F0E6A" w:rsidRPr="00A17EC1" w:rsidRDefault="002F0E6A" w:rsidP="002F0E6A">
      <w:pPr>
        <w:numPr>
          <w:ilvl w:val="1"/>
          <w:numId w:val="45"/>
        </w:numPr>
        <w:rPr>
          <w:i/>
        </w:rPr>
      </w:pPr>
      <w:r>
        <w:rPr>
          <w:i/>
        </w:rPr>
        <w:t>RNG Retrieve</w:t>
      </w:r>
    </w:p>
    <w:p w14:paraId="25BF304B" w14:textId="77777777" w:rsidR="002F0E6A" w:rsidRPr="00A17EC1" w:rsidRDefault="002F0E6A" w:rsidP="002F0E6A">
      <w:pPr>
        <w:numPr>
          <w:ilvl w:val="1"/>
          <w:numId w:val="45"/>
        </w:numPr>
        <w:rPr>
          <w:i/>
        </w:rPr>
      </w:pPr>
      <w:r>
        <w:rPr>
          <w:i/>
        </w:rPr>
        <w:t>RNG Seed</w:t>
      </w:r>
    </w:p>
    <w:p w14:paraId="32AC636C" w14:textId="77777777" w:rsidR="002F0E6A" w:rsidRPr="00A17EC1" w:rsidRDefault="002F0E6A" w:rsidP="002F0E6A">
      <w:pPr>
        <w:numPr>
          <w:ilvl w:val="1"/>
          <w:numId w:val="45"/>
        </w:numPr>
        <w:rPr>
          <w:i/>
        </w:rPr>
      </w:pPr>
      <w:r>
        <w:rPr>
          <w:i/>
        </w:rPr>
        <w:t>Sign</w:t>
      </w:r>
    </w:p>
    <w:p w14:paraId="1A6EE63A" w14:textId="77777777" w:rsidR="002F0E6A" w:rsidRPr="00A17EC1" w:rsidRDefault="002F0E6A" w:rsidP="002F0E6A">
      <w:pPr>
        <w:numPr>
          <w:ilvl w:val="1"/>
          <w:numId w:val="45"/>
        </w:numPr>
        <w:rPr>
          <w:i/>
        </w:rPr>
      </w:pPr>
      <w:r>
        <w:rPr>
          <w:i/>
        </w:rPr>
        <w:t>Signature Verify</w:t>
      </w:r>
    </w:p>
    <w:p w14:paraId="2B82F731" w14:textId="03FA2EC7" w:rsidR="002F0E6A" w:rsidRPr="006436AE" w:rsidRDefault="002F0E6A" w:rsidP="002F0E6A">
      <w:pPr>
        <w:numPr>
          <w:ilvl w:val="0"/>
          <w:numId w:val="45"/>
        </w:numPr>
      </w:pPr>
      <w:r w:rsidRPr="006436AE">
        <w:t xml:space="preserve">MAY support any clause within [KMIP-SPEC] provided it does not conflict with any other clause within this section </w:t>
      </w:r>
      <w:r>
        <w:fldChar w:fldCharType="begin"/>
      </w:r>
      <w:r>
        <w:instrText xml:space="preserve"> REF _Ref439683918 \r \h </w:instrText>
      </w:r>
      <w:r>
        <w:fldChar w:fldCharType="separate"/>
      </w:r>
      <w:r w:rsidR="00DA37E6">
        <w:t>5.9.5</w:t>
      </w:r>
      <w:r>
        <w:fldChar w:fldCharType="end"/>
      </w:r>
    </w:p>
    <w:p w14:paraId="5A51EE83" w14:textId="77777777" w:rsidR="002F0E6A" w:rsidRDefault="002F0E6A" w:rsidP="002F0E6A">
      <w:pPr>
        <w:numPr>
          <w:ilvl w:val="0"/>
          <w:numId w:val="45"/>
        </w:numPr>
      </w:pPr>
      <w:r w:rsidRPr="006436AE">
        <w:t>MAY support extensions outside the scope of this standard (e.g., vendor extensions, conformance clauses) that do not contradict any KMIP requirements.</w:t>
      </w:r>
    </w:p>
    <w:p w14:paraId="1437FE05" w14:textId="77777777" w:rsidR="002F0E6A" w:rsidRPr="000C30ED" w:rsidRDefault="002F0E6A" w:rsidP="002F0E6A">
      <w:pPr>
        <w:pStyle w:val="Heading3"/>
        <w:numPr>
          <w:ilvl w:val="2"/>
          <w:numId w:val="2"/>
        </w:numPr>
      </w:pPr>
      <w:bookmarkStart w:id="1597" w:name="_Ref439683939"/>
      <w:bookmarkStart w:id="1598" w:name="_Toc439711321"/>
      <w:bookmarkStart w:id="1599" w:name="_Toc463354636"/>
      <w:bookmarkStart w:id="1600" w:name="_Toc478070526"/>
      <w:bookmarkStart w:id="1601" w:name="_Toc479342146"/>
      <w:bookmarkStart w:id="1602" w:name="_Toc491431529"/>
      <w:bookmarkStart w:id="1603" w:name="_Toc533021431"/>
      <w:bookmarkStart w:id="1604" w:name="_Toc535231674"/>
      <w:bookmarkStart w:id="1605" w:name="_Toc14773297"/>
      <w:bookmarkStart w:id="1606" w:name="_Toc27473348"/>
      <w:bookmarkStart w:id="1607" w:name="_Toc32324484"/>
      <w:bookmarkStart w:id="1608" w:name="_Toc176876194"/>
      <w:r>
        <w:t>RNG</w:t>
      </w:r>
      <w:r w:rsidRPr="00C63718">
        <w:t xml:space="preserve"> </w:t>
      </w:r>
      <w:r>
        <w:t>Cryptographic Server</w:t>
      </w:r>
      <w:bookmarkEnd w:id="1597"/>
      <w:bookmarkEnd w:id="1598"/>
      <w:bookmarkEnd w:id="1599"/>
      <w:bookmarkEnd w:id="1600"/>
      <w:bookmarkEnd w:id="1601"/>
      <w:bookmarkEnd w:id="1602"/>
      <w:bookmarkEnd w:id="1603"/>
      <w:bookmarkEnd w:id="1604"/>
      <w:bookmarkEnd w:id="1605"/>
      <w:bookmarkEnd w:id="1606"/>
      <w:bookmarkEnd w:id="1607"/>
      <w:bookmarkEnd w:id="1608"/>
    </w:p>
    <w:p w14:paraId="4318C4E8" w14:textId="77777777" w:rsidR="002F0E6A" w:rsidRDefault="002F0E6A" w:rsidP="002F0E6A">
      <w:r>
        <w:t>KMIP servers conformant to this profile:</w:t>
      </w:r>
    </w:p>
    <w:p w14:paraId="2846CFE0" w14:textId="1260A644" w:rsidR="002F0E6A" w:rsidRPr="00D1622D" w:rsidRDefault="002F0E6A" w:rsidP="002F0E6A">
      <w:pPr>
        <w:numPr>
          <w:ilvl w:val="0"/>
          <w:numId w:val="4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3FA184D0" w14:textId="77777777" w:rsidR="002F0E6A" w:rsidRDefault="002F0E6A" w:rsidP="002F0E6A">
      <w:pPr>
        <w:numPr>
          <w:ilvl w:val="0"/>
          <w:numId w:val="46"/>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3271017F" w14:textId="77777777" w:rsidR="002F0E6A" w:rsidRDefault="002F0E6A" w:rsidP="002F0E6A">
      <w:pPr>
        <w:numPr>
          <w:ilvl w:val="1"/>
          <w:numId w:val="46"/>
        </w:numPr>
      </w:pPr>
      <w:r w:rsidRPr="00A84AF3">
        <w:rPr>
          <w:i/>
        </w:rPr>
        <w:t>RNG Retrieve</w:t>
      </w:r>
    </w:p>
    <w:p w14:paraId="34532820" w14:textId="77777777" w:rsidR="002F0E6A" w:rsidRDefault="002F0E6A" w:rsidP="002F0E6A">
      <w:pPr>
        <w:numPr>
          <w:ilvl w:val="1"/>
          <w:numId w:val="46"/>
        </w:numPr>
      </w:pPr>
      <w:r w:rsidRPr="00A84AF3">
        <w:rPr>
          <w:i/>
        </w:rPr>
        <w:t xml:space="preserve">RNG </w:t>
      </w:r>
      <w:r>
        <w:rPr>
          <w:i/>
        </w:rPr>
        <w:t>Seed</w:t>
      </w:r>
    </w:p>
    <w:p w14:paraId="753715EF" w14:textId="7B11875B" w:rsidR="002F0E6A" w:rsidRPr="006436AE" w:rsidRDefault="002F0E6A" w:rsidP="002F0E6A">
      <w:pPr>
        <w:numPr>
          <w:ilvl w:val="0"/>
          <w:numId w:val="46"/>
        </w:numPr>
      </w:pPr>
      <w:r w:rsidRPr="006436AE">
        <w:t xml:space="preserve">MAY support any clause within [KMIP-SPEC] provided it does not conflict with any other clause within this section </w:t>
      </w:r>
      <w:r>
        <w:fldChar w:fldCharType="begin"/>
      </w:r>
      <w:r>
        <w:instrText xml:space="preserve"> REF _Ref439683939 \r \h </w:instrText>
      </w:r>
      <w:r>
        <w:fldChar w:fldCharType="separate"/>
      </w:r>
      <w:r w:rsidR="00DA37E6">
        <w:t>5.9.6</w:t>
      </w:r>
      <w:r>
        <w:fldChar w:fldCharType="end"/>
      </w:r>
    </w:p>
    <w:p w14:paraId="5D516882" w14:textId="77777777" w:rsidR="002F0E6A" w:rsidRDefault="002F0E6A" w:rsidP="002F0E6A">
      <w:pPr>
        <w:numPr>
          <w:ilvl w:val="0"/>
          <w:numId w:val="46"/>
        </w:numPr>
      </w:pPr>
      <w:r w:rsidRPr="006436AE">
        <w:t>MAY support extensions outside the scope of this standard (e.g., vendor extensions, conformance clauses) that do not contradict any KMIP requirements.</w:t>
      </w:r>
    </w:p>
    <w:p w14:paraId="172338A4" w14:textId="77777777" w:rsidR="002F0E6A" w:rsidRDefault="002F0E6A" w:rsidP="002F0E6A">
      <w:pPr>
        <w:pStyle w:val="Heading3"/>
        <w:numPr>
          <w:ilvl w:val="2"/>
          <w:numId w:val="2"/>
        </w:numPr>
      </w:pPr>
      <w:bookmarkStart w:id="1609" w:name="_Ref439682803"/>
      <w:bookmarkStart w:id="1610" w:name="_Toc439711322"/>
      <w:bookmarkStart w:id="1611" w:name="_Toc463354637"/>
      <w:bookmarkStart w:id="1612" w:name="_Toc478070527"/>
      <w:bookmarkStart w:id="1613" w:name="_Toc479342147"/>
      <w:bookmarkStart w:id="1614" w:name="_Toc491431530"/>
      <w:bookmarkStart w:id="1615" w:name="_Toc533021432"/>
      <w:bookmarkStart w:id="1616" w:name="_Toc535231675"/>
      <w:bookmarkStart w:id="1617" w:name="_Toc32324485"/>
      <w:bookmarkStart w:id="1618" w:name="_Toc14773298"/>
      <w:bookmarkStart w:id="1619" w:name="_Toc27473349"/>
      <w:bookmarkStart w:id="1620" w:name="_Toc176876195"/>
      <w:r>
        <w:t>Basic Cryptographic Mandatory Test Cases KMIP</w:t>
      </w:r>
      <w:bookmarkEnd w:id="1609"/>
      <w:bookmarkEnd w:id="1610"/>
      <w:bookmarkEnd w:id="1611"/>
      <w:bookmarkEnd w:id="1612"/>
      <w:bookmarkEnd w:id="1613"/>
      <w:bookmarkEnd w:id="1614"/>
      <w:bookmarkEnd w:id="1615"/>
      <w:bookmarkEnd w:id="1616"/>
      <w:r w:rsidR="00697364">
        <w:t xml:space="preserve"> </w:t>
      </w:r>
      <w:bookmarkEnd w:id="1617"/>
      <w:r w:rsidR="00697364">
        <w:t>v3.0</w:t>
      </w:r>
      <w:bookmarkEnd w:id="1618"/>
      <w:bookmarkEnd w:id="1619"/>
      <w:bookmarkEnd w:id="1620"/>
    </w:p>
    <w:p w14:paraId="3D40B742" w14:textId="77777777" w:rsidR="002F0E6A" w:rsidRDefault="002F0E6A" w:rsidP="002F0E6A">
      <w:pPr>
        <w:pStyle w:val="Heading4"/>
        <w:numPr>
          <w:ilvl w:val="3"/>
          <w:numId w:val="2"/>
        </w:numPr>
      </w:pPr>
      <w:bookmarkStart w:id="1621" w:name="_Toc32324486"/>
      <w:bookmarkStart w:id="1622" w:name="_Toc439711323"/>
      <w:bookmarkStart w:id="1623" w:name="_Toc463354638"/>
      <w:bookmarkStart w:id="1624" w:name="_Toc478070528"/>
      <w:bookmarkStart w:id="1625" w:name="_Toc479342148"/>
      <w:bookmarkStart w:id="1626" w:name="_Toc491431531"/>
      <w:bookmarkStart w:id="1627" w:name="_Toc533021433"/>
      <w:bookmarkStart w:id="1628" w:name="_Toc535231676"/>
      <w:bookmarkStart w:id="1629" w:name="_Toc14773299"/>
      <w:bookmarkStart w:id="1630" w:name="_Toc27473350"/>
      <w:bookmarkStart w:id="1631" w:name="_Toc176876196"/>
      <w:r>
        <w:t>CS-BC-M-1-</w:t>
      </w:r>
      <w:bookmarkEnd w:id="1621"/>
      <w:r>
        <w:t>30</w:t>
      </w:r>
      <w:bookmarkEnd w:id="1622"/>
      <w:bookmarkEnd w:id="1623"/>
      <w:bookmarkEnd w:id="1624"/>
      <w:bookmarkEnd w:id="1625"/>
      <w:bookmarkEnd w:id="1626"/>
      <w:bookmarkEnd w:id="1627"/>
      <w:bookmarkEnd w:id="1628"/>
      <w:bookmarkEnd w:id="1629"/>
      <w:bookmarkEnd w:id="1630"/>
      <w:bookmarkEnd w:id="1631"/>
    </w:p>
    <w:p w14:paraId="76C323FC" w14:textId="77777777" w:rsidR="002F0E6A" w:rsidRDefault="002F0E6A" w:rsidP="002F0E6A">
      <w:r w:rsidRPr="00BC7FA6">
        <w:t xml:space="preserve">See </w:t>
      </w:r>
      <w:hyperlink r:id="rId105" w:history="1">
        <w:r w:rsidRPr="00BC7FA6">
          <w:rPr>
            <w:rStyle w:val="Hyperlink"/>
          </w:rPr>
          <w:t>test-cases/kmip</w:t>
        </w:r>
        <w:r w:rsidR="00697364">
          <w:rPr>
            <w:rStyle w:val="Hyperlink"/>
          </w:rPr>
          <w:t>-v3.0</w:t>
        </w:r>
        <w:r w:rsidRPr="00BC7FA6">
          <w:rPr>
            <w:rStyle w:val="Hyperlink"/>
          </w:rPr>
          <w:t>/mandatory/CS-BC-M-1</w:t>
        </w:r>
        <w:r>
          <w:rPr>
            <w:rStyle w:val="Hyperlink"/>
          </w:rPr>
          <w:t>-30.xml</w:t>
        </w:r>
      </w:hyperlink>
      <w:r>
        <w:t>.</w:t>
      </w:r>
    </w:p>
    <w:p w14:paraId="37485F8D" w14:textId="77777777" w:rsidR="002F0E6A" w:rsidRDefault="002F0E6A" w:rsidP="002F0E6A">
      <w:pPr>
        <w:pStyle w:val="Heading4"/>
        <w:numPr>
          <w:ilvl w:val="3"/>
          <w:numId w:val="2"/>
        </w:numPr>
      </w:pPr>
      <w:bookmarkStart w:id="1632" w:name="_Toc439711324"/>
      <w:bookmarkStart w:id="1633" w:name="_Toc463354639"/>
      <w:bookmarkStart w:id="1634" w:name="_Toc478070529"/>
      <w:bookmarkStart w:id="1635" w:name="_Toc479342149"/>
      <w:bookmarkStart w:id="1636" w:name="_Toc491431532"/>
      <w:bookmarkStart w:id="1637" w:name="_Toc533021434"/>
      <w:bookmarkStart w:id="1638" w:name="_Toc535231677"/>
      <w:bookmarkStart w:id="1639" w:name="_Toc14773300"/>
      <w:bookmarkStart w:id="1640" w:name="_Toc27473351"/>
      <w:bookmarkStart w:id="1641" w:name="_Toc176876197"/>
      <w:r>
        <w:t>CS-BC-M-2-30</w:t>
      </w:r>
      <w:bookmarkEnd w:id="1632"/>
      <w:bookmarkEnd w:id="1633"/>
      <w:bookmarkEnd w:id="1634"/>
      <w:bookmarkEnd w:id="1635"/>
      <w:bookmarkEnd w:id="1636"/>
      <w:bookmarkEnd w:id="1637"/>
      <w:bookmarkEnd w:id="1638"/>
      <w:bookmarkEnd w:id="1639"/>
      <w:bookmarkEnd w:id="1640"/>
      <w:bookmarkEnd w:id="1641"/>
    </w:p>
    <w:p w14:paraId="6E86785D" w14:textId="77777777" w:rsidR="002F0E6A" w:rsidRDefault="002F0E6A" w:rsidP="002F0E6A">
      <w:r w:rsidRPr="007261CC">
        <w:t xml:space="preserve">See </w:t>
      </w:r>
      <w:hyperlink r:id="rId106" w:history="1">
        <w:r w:rsidRPr="007261CC">
          <w:rPr>
            <w:rStyle w:val="Hyperlink"/>
          </w:rPr>
          <w:t>test-cases/kmip</w:t>
        </w:r>
        <w:r w:rsidR="00697364">
          <w:rPr>
            <w:rStyle w:val="Hyperlink"/>
          </w:rPr>
          <w:t>-v3.0</w:t>
        </w:r>
        <w:r w:rsidRPr="007261CC">
          <w:rPr>
            <w:rStyle w:val="Hyperlink"/>
          </w:rPr>
          <w:t>/mandatory/CS-BC-M-2</w:t>
        </w:r>
        <w:r>
          <w:rPr>
            <w:rStyle w:val="Hyperlink"/>
          </w:rPr>
          <w:t>-30.xml</w:t>
        </w:r>
      </w:hyperlink>
      <w:r>
        <w:t>.</w:t>
      </w:r>
    </w:p>
    <w:p w14:paraId="37C48750" w14:textId="77777777" w:rsidR="002F0E6A" w:rsidRDefault="002F0E6A" w:rsidP="002F0E6A">
      <w:pPr>
        <w:pStyle w:val="Heading4"/>
        <w:numPr>
          <w:ilvl w:val="3"/>
          <w:numId w:val="2"/>
        </w:numPr>
      </w:pPr>
      <w:bookmarkStart w:id="1642" w:name="_Toc439711325"/>
      <w:bookmarkStart w:id="1643" w:name="_Toc463354640"/>
      <w:bookmarkStart w:id="1644" w:name="_Toc478070530"/>
      <w:bookmarkStart w:id="1645" w:name="_Toc479342150"/>
      <w:bookmarkStart w:id="1646" w:name="_Toc491431533"/>
      <w:bookmarkStart w:id="1647" w:name="_Toc533021435"/>
      <w:bookmarkStart w:id="1648" w:name="_Toc535231678"/>
      <w:bookmarkStart w:id="1649" w:name="_Toc14773301"/>
      <w:bookmarkStart w:id="1650" w:name="_Toc27473352"/>
      <w:bookmarkStart w:id="1651" w:name="_Toc176876198"/>
      <w:r>
        <w:t>CS-BC-M-3-30</w:t>
      </w:r>
      <w:bookmarkEnd w:id="1642"/>
      <w:bookmarkEnd w:id="1643"/>
      <w:bookmarkEnd w:id="1644"/>
      <w:bookmarkEnd w:id="1645"/>
      <w:bookmarkEnd w:id="1646"/>
      <w:bookmarkEnd w:id="1647"/>
      <w:bookmarkEnd w:id="1648"/>
      <w:bookmarkEnd w:id="1649"/>
      <w:bookmarkEnd w:id="1650"/>
      <w:bookmarkEnd w:id="1651"/>
    </w:p>
    <w:p w14:paraId="0987E7E6" w14:textId="77777777" w:rsidR="002F0E6A" w:rsidRDefault="002F0E6A" w:rsidP="002F0E6A">
      <w:r w:rsidRPr="007F77E3">
        <w:t xml:space="preserve">See </w:t>
      </w:r>
      <w:hyperlink r:id="rId107" w:history="1">
        <w:r w:rsidRPr="007F77E3">
          <w:rPr>
            <w:rStyle w:val="Hyperlink"/>
          </w:rPr>
          <w:t>test-cases/kmip</w:t>
        </w:r>
        <w:r w:rsidR="00697364">
          <w:rPr>
            <w:rStyle w:val="Hyperlink"/>
          </w:rPr>
          <w:t>-v3.0</w:t>
        </w:r>
        <w:r w:rsidRPr="007F77E3">
          <w:rPr>
            <w:rStyle w:val="Hyperlink"/>
          </w:rPr>
          <w:t>/mandatory/CS-BC-M-3</w:t>
        </w:r>
        <w:r>
          <w:rPr>
            <w:rStyle w:val="Hyperlink"/>
          </w:rPr>
          <w:t>-30.xml</w:t>
        </w:r>
      </w:hyperlink>
      <w:r>
        <w:t>.</w:t>
      </w:r>
    </w:p>
    <w:p w14:paraId="3DD8223F" w14:textId="77777777" w:rsidR="002F0E6A" w:rsidRDefault="002F0E6A" w:rsidP="002F0E6A">
      <w:pPr>
        <w:pStyle w:val="Heading4"/>
        <w:numPr>
          <w:ilvl w:val="3"/>
          <w:numId w:val="2"/>
        </w:numPr>
      </w:pPr>
      <w:bookmarkStart w:id="1652" w:name="_Toc32324487"/>
      <w:bookmarkStart w:id="1653" w:name="_Toc439711326"/>
      <w:bookmarkStart w:id="1654" w:name="_Toc463354641"/>
      <w:bookmarkStart w:id="1655" w:name="_Toc478070531"/>
      <w:bookmarkStart w:id="1656" w:name="_Toc479342151"/>
      <w:bookmarkStart w:id="1657" w:name="_Toc491431534"/>
      <w:bookmarkStart w:id="1658" w:name="_Toc533021436"/>
      <w:bookmarkStart w:id="1659" w:name="_Toc535231679"/>
      <w:bookmarkStart w:id="1660" w:name="_Toc14773302"/>
      <w:bookmarkStart w:id="1661" w:name="_Toc27473353"/>
      <w:bookmarkStart w:id="1662" w:name="_Toc176876199"/>
      <w:r>
        <w:t>CS-BC-M-</w:t>
      </w:r>
      <w:bookmarkEnd w:id="1652"/>
      <w:r>
        <w:t>4-30</w:t>
      </w:r>
      <w:bookmarkEnd w:id="1653"/>
      <w:bookmarkEnd w:id="1654"/>
      <w:bookmarkEnd w:id="1655"/>
      <w:bookmarkEnd w:id="1656"/>
      <w:bookmarkEnd w:id="1657"/>
      <w:bookmarkEnd w:id="1658"/>
      <w:bookmarkEnd w:id="1659"/>
      <w:bookmarkEnd w:id="1660"/>
      <w:bookmarkEnd w:id="1661"/>
      <w:bookmarkEnd w:id="1662"/>
    </w:p>
    <w:p w14:paraId="27A68D80" w14:textId="77777777" w:rsidR="002F0E6A" w:rsidRDefault="002F0E6A" w:rsidP="002F0E6A">
      <w:r w:rsidRPr="00410A91">
        <w:t xml:space="preserve">See </w:t>
      </w:r>
      <w:hyperlink r:id="rId108" w:history="1">
        <w:r w:rsidRPr="00410A91">
          <w:rPr>
            <w:rStyle w:val="Hyperlink"/>
          </w:rPr>
          <w:t>test-cases/kmip</w:t>
        </w:r>
        <w:r w:rsidR="00697364">
          <w:rPr>
            <w:rStyle w:val="Hyperlink"/>
          </w:rPr>
          <w:t>-v3.0</w:t>
        </w:r>
        <w:r w:rsidRPr="00410A91">
          <w:rPr>
            <w:rStyle w:val="Hyperlink"/>
          </w:rPr>
          <w:t>/mandatory/CS-BC-M-4</w:t>
        </w:r>
        <w:r>
          <w:rPr>
            <w:rStyle w:val="Hyperlink"/>
          </w:rPr>
          <w:t>-30.xml</w:t>
        </w:r>
      </w:hyperlink>
      <w:r>
        <w:t>.</w:t>
      </w:r>
    </w:p>
    <w:p w14:paraId="3B8F2D55" w14:textId="77777777" w:rsidR="002F0E6A" w:rsidRDefault="002F0E6A" w:rsidP="002F0E6A">
      <w:pPr>
        <w:pStyle w:val="Heading4"/>
        <w:numPr>
          <w:ilvl w:val="3"/>
          <w:numId w:val="2"/>
        </w:numPr>
      </w:pPr>
      <w:bookmarkStart w:id="1663" w:name="_Toc32324488"/>
      <w:bookmarkStart w:id="1664" w:name="_Toc439711327"/>
      <w:bookmarkStart w:id="1665" w:name="_Toc463354642"/>
      <w:bookmarkStart w:id="1666" w:name="_Toc478070532"/>
      <w:bookmarkStart w:id="1667" w:name="_Toc479342152"/>
      <w:bookmarkStart w:id="1668" w:name="_Toc491431535"/>
      <w:bookmarkStart w:id="1669" w:name="_Toc533021437"/>
      <w:bookmarkStart w:id="1670" w:name="_Toc535231680"/>
      <w:bookmarkStart w:id="1671" w:name="_Toc14773303"/>
      <w:bookmarkStart w:id="1672" w:name="_Toc27473354"/>
      <w:bookmarkStart w:id="1673" w:name="_Toc176876200"/>
      <w:r>
        <w:t>CS-BC-M-</w:t>
      </w:r>
      <w:bookmarkEnd w:id="1663"/>
      <w:r>
        <w:t>5-30</w:t>
      </w:r>
      <w:bookmarkEnd w:id="1664"/>
      <w:bookmarkEnd w:id="1665"/>
      <w:bookmarkEnd w:id="1666"/>
      <w:bookmarkEnd w:id="1667"/>
      <w:bookmarkEnd w:id="1668"/>
      <w:bookmarkEnd w:id="1669"/>
      <w:bookmarkEnd w:id="1670"/>
      <w:bookmarkEnd w:id="1671"/>
      <w:bookmarkEnd w:id="1672"/>
      <w:bookmarkEnd w:id="1673"/>
    </w:p>
    <w:p w14:paraId="7ECAFACE" w14:textId="77777777" w:rsidR="002F0E6A" w:rsidRDefault="002F0E6A" w:rsidP="002F0E6A">
      <w:r w:rsidRPr="0011291D">
        <w:t xml:space="preserve">See </w:t>
      </w:r>
      <w:hyperlink r:id="rId109" w:history="1">
        <w:r w:rsidRPr="0011291D">
          <w:rPr>
            <w:rStyle w:val="Hyperlink"/>
          </w:rPr>
          <w:t>test-cases/kmip</w:t>
        </w:r>
        <w:r w:rsidR="00697364">
          <w:rPr>
            <w:rStyle w:val="Hyperlink"/>
          </w:rPr>
          <w:t>-v3.0</w:t>
        </w:r>
        <w:r w:rsidRPr="0011291D">
          <w:rPr>
            <w:rStyle w:val="Hyperlink"/>
          </w:rPr>
          <w:t>/mandatory/CS-BC-M-5</w:t>
        </w:r>
        <w:r>
          <w:rPr>
            <w:rStyle w:val="Hyperlink"/>
          </w:rPr>
          <w:t>-30.xml</w:t>
        </w:r>
      </w:hyperlink>
      <w:r>
        <w:t>.</w:t>
      </w:r>
    </w:p>
    <w:p w14:paraId="4C04A460" w14:textId="77777777" w:rsidR="002F0E6A" w:rsidRDefault="002F0E6A" w:rsidP="002F0E6A">
      <w:pPr>
        <w:pStyle w:val="Heading4"/>
        <w:numPr>
          <w:ilvl w:val="3"/>
          <w:numId w:val="2"/>
        </w:numPr>
      </w:pPr>
      <w:bookmarkStart w:id="1674" w:name="_Toc32324489"/>
      <w:bookmarkStart w:id="1675" w:name="_Toc439711328"/>
      <w:bookmarkStart w:id="1676" w:name="_Toc463354643"/>
      <w:bookmarkStart w:id="1677" w:name="_Toc478070533"/>
      <w:bookmarkStart w:id="1678" w:name="_Toc479342153"/>
      <w:bookmarkStart w:id="1679" w:name="_Toc491431536"/>
      <w:bookmarkStart w:id="1680" w:name="_Toc533021438"/>
      <w:bookmarkStart w:id="1681" w:name="_Toc535231681"/>
      <w:bookmarkStart w:id="1682" w:name="_Toc14773304"/>
      <w:bookmarkStart w:id="1683" w:name="_Toc27473355"/>
      <w:bookmarkStart w:id="1684" w:name="_Toc176876201"/>
      <w:r>
        <w:t>CS-BC-M-</w:t>
      </w:r>
      <w:bookmarkEnd w:id="1674"/>
      <w:r>
        <w:t>6-30</w:t>
      </w:r>
      <w:bookmarkEnd w:id="1675"/>
      <w:bookmarkEnd w:id="1676"/>
      <w:bookmarkEnd w:id="1677"/>
      <w:bookmarkEnd w:id="1678"/>
      <w:bookmarkEnd w:id="1679"/>
      <w:bookmarkEnd w:id="1680"/>
      <w:bookmarkEnd w:id="1681"/>
      <w:bookmarkEnd w:id="1682"/>
      <w:bookmarkEnd w:id="1683"/>
      <w:bookmarkEnd w:id="1684"/>
    </w:p>
    <w:p w14:paraId="6922D44F" w14:textId="77777777" w:rsidR="002F0E6A" w:rsidRDefault="002F0E6A" w:rsidP="002F0E6A">
      <w:r w:rsidRPr="00883F38">
        <w:t xml:space="preserve">See </w:t>
      </w:r>
      <w:hyperlink r:id="rId110" w:history="1">
        <w:r w:rsidRPr="00883F38">
          <w:rPr>
            <w:rStyle w:val="Hyperlink"/>
          </w:rPr>
          <w:t>test-cases/kmip</w:t>
        </w:r>
        <w:r w:rsidR="00697364">
          <w:rPr>
            <w:rStyle w:val="Hyperlink"/>
          </w:rPr>
          <w:t>-v3.0</w:t>
        </w:r>
        <w:r w:rsidRPr="00883F38">
          <w:rPr>
            <w:rStyle w:val="Hyperlink"/>
          </w:rPr>
          <w:t>/mandatory/CS-BC-M-6</w:t>
        </w:r>
        <w:r>
          <w:rPr>
            <w:rStyle w:val="Hyperlink"/>
          </w:rPr>
          <w:t>-30.xml</w:t>
        </w:r>
      </w:hyperlink>
      <w:r>
        <w:t>.</w:t>
      </w:r>
    </w:p>
    <w:p w14:paraId="7837C7F1" w14:textId="77777777" w:rsidR="002F0E6A" w:rsidRDefault="002F0E6A" w:rsidP="002F0E6A">
      <w:pPr>
        <w:pStyle w:val="Heading4"/>
        <w:numPr>
          <w:ilvl w:val="3"/>
          <w:numId w:val="2"/>
        </w:numPr>
      </w:pPr>
      <w:bookmarkStart w:id="1685" w:name="_Toc32324490"/>
      <w:bookmarkStart w:id="1686" w:name="_Toc439711329"/>
      <w:bookmarkStart w:id="1687" w:name="_Toc463354644"/>
      <w:bookmarkStart w:id="1688" w:name="_Toc478070534"/>
      <w:bookmarkStart w:id="1689" w:name="_Toc479342154"/>
      <w:bookmarkStart w:id="1690" w:name="_Toc491431537"/>
      <w:bookmarkStart w:id="1691" w:name="_Toc533021439"/>
      <w:bookmarkStart w:id="1692" w:name="_Toc535231682"/>
      <w:bookmarkStart w:id="1693" w:name="_Toc14773305"/>
      <w:bookmarkStart w:id="1694" w:name="_Toc27473356"/>
      <w:bookmarkStart w:id="1695" w:name="_Toc176876202"/>
      <w:r>
        <w:t>CS-BC-M-</w:t>
      </w:r>
      <w:bookmarkEnd w:id="1685"/>
      <w:r>
        <w:t>7-30</w:t>
      </w:r>
      <w:bookmarkEnd w:id="1686"/>
      <w:bookmarkEnd w:id="1687"/>
      <w:bookmarkEnd w:id="1688"/>
      <w:bookmarkEnd w:id="1689"/>
      <w:bookmarkEnd w:id="1690"/>
      <w:bookmarkEnd w:id="1691"/>
      <w:bookmarkEnd w:id="1692"/>
      <w:bookmarkEnd w:id="1693"/>
      <w:bookmarkEnd w:id="1694"/>
      <w:bookmarkEnd w:id="1695"/>
    </w:p>
    <w:p w14:paraId="0EFE6250" w14:textId="77777777" w:rsidR="002F0E6A" w:rsidRDefault="002F0E6A" w:rsidP="002F0E6A">
      <w:r w:rsidRPr="001450A3">
        <w:t xml:space="preserve">See </w:t>
      </w:r>
      <w:hyperlink r:id="rId111" w:history="1">
        <w:r w:rsidRPr="001450A3">
          <w:rPr>
            <w:rStyle w:val="Hyperlink"/>
          </w:rPr>
          <w:t>test-cases/kmip</w:t>
        </w:r>
        <w:r w:rsidR="00697364">
          <w:rPr>
            <w:rStyle w:val="Hyperlink"/>
          </w:rPr>
          <w:t>-v3.0</w:t>
        </w:r>
        <w:r w:rsidRPr="001450A3">
          <w:rPr>
            <w:rStyle w:val="Hyperlink"/>
          </w:rPr>
          <w:t>/mandatory/CS-BC-M-7</w:t>
        </w:r>
        <w:r>
          <w:rPr>
            <w:rStyle w:val="Hyperlink"/>
          </w:rPr>
          <w:t>-30.xml</w:t>
        </w:r>
      </w:hyperlink>
      <w:r>
        <w:t>.</w:t>
      </w:r>
    </w:p>
    <w:p w14:paraId="500E50FB" w14:textId="77777777" w:rsidR="002F0E6A" w:rsidRDefault="002F0E6A" w:rsidP="002F0E6A">
      <w:pPr>
        <w:pStyle w:val="Heading4"/>
        <w:numPr>
          <w:ilvl w:val="3"/>
          <w:numId w:val="2"/>
        </w:numPr>
      </w:pPr>
      <w:bookmarkStart w:id="1696" w:name="_Toc32324491"/>
      <w:bookmarkStart w:id="1697" w:name="_Toc439711330"/>
      <w:bookmarkStart w:id="1698" w:name="_Toc463354645"/>
      <w:bookmarkStart w:id="1699" w:name="_Toc478070535"/>
      <w:bookmarkStart w:id="1700" w:name="_Toc479342155"/>
      <w:bookmarkStart w:id="1701" w:name="_Toc491431538"/>
      <w:bookmarkStart w:id="1702" w:name="_Toc533021440"/>
      <w:bookmarkStart w:id="1703" w:name="_Toc535231683"/>
      <w:bookmarkStart w:id="1704" w:name="_Toc14773306"/>
      <w:bookmarkStart w:id="1705" w:name="_Toc27473357"/>
      <w:bookmarkStart w:id="1706" w:name="_Toc176876203"/>
      <w:r>
        <w:t>CS-BC-M-</w:t>
      </w:r>
      <w:bookmarkEnd w:id="1696"/>
      <w:r>
        <w:t>8-30</w:t>
      </w:r>
      <w:bookmarkEnd w:id="1697"/>
      <w:bookmarkEnd w:id="1698"/>
      <w:bookmarkEnd w:id="1699"/>
      <w:bookmarkEnd w:id="1700"/>
      <w:bookmarkEnd w:id="1701"/>
      <w:bookmarkEnd w:id="1702"/>
      <w:bookmarkEnd w:id="1703"/>
      <w:bookmarkEnd w:id="1704"/>
      <w:bookmarkEnd w:id="1705"/>
      <w:bookmarkEnd w:id="1706"/>
    </w:p>
    <w:p w14:paraId="504596AF" w14:textId="77777777" w:rsidR="002F0E6A" w:rsidRDefault="002F0E6A" w:rsidP="002F0E6A">
      <w:r w:rsidRPr="008537F9">
        <w:t xml:space="preserve">See </w:t>
      </w:r>
      <w:hyperlink r:id="rId112" w:history="1">
        <w:r w:rsidRPr="008537F9">
          <w:rPr>
            <w:rStyle w:val="Hyperlink"/>
          </w:rPr>
          <w:t>test-cases/kmip</w:t>
        </w:r>
        <w:r w:rsidR="00697364">
          <w:rPr>
            <w:rStyle w:val="Hyperlink"/>
          </w:rPr>
          <w:t>-v3.0</w:t>
        </w:r>
        <w:r w:rsidRPr="008537F9">
          <w:rPr>
            <w:rStyle w:val="Hyperlink"/>
          </w:rPr>
          <w:t>/mandatory/CS-BC-M-8</w:t>
        </w:r>
        <w:r>
          <w:rPr>
            <w:rStyle w:val="Hyperlink"/>
          </w:rPr>
          <w:t>-30.xml</w:t>
        </w:r>
      </w:hyperlink>
      <w:r>
        <w:t>.</w:t>
      </w:r>
    </w:p>
    <w:p w14:paraId="18B287D3" w14:textId="77777777" w:rsidR="002F0E6A" w:rsidRDefault="002F0E6A" w:rsidP="002F0E6A">
      <w:pPr>
        <w:pStyle w:val="Heading4"/>
        <w:numPr>
          <w:ilvl w:val="3"/>
          <w:numId w:val="2"/>
        </w:numPr>
      </w:pPr>
      <w:bookmarkStart w:id="1707" w:name="_Toc32324492"/>
      <w:bookmarkStart w:id="1708" w:name="_Toc439711331"/>
      <w:bookmarkStart w:id="1709" w:name="_Toc463354646"/>
      <w:bookmarkStart w:id="1710" w:name="_Toc478070536"/>
      <w:bookmarkStart w:id="1711" w:name="_Toc479342156"/>
      <w:bookmarkStart w:id="1712" w:name="_Toc491431539"/>
      <w:bookmarkStart w:id="1713" w:name="_Toc533021441"/>
      <w:bookmarkStart w:id="1714" w:name="_Toc535231684"/>
      <w:bookmarkStart w:id="1715" w:name="_Toc14773307"/>
      <w:bookmarkStart w:id="1716" w:name="_Toc27473358"/>
      <w:bookmarkStart w:id="1717" w:name="_Toc176876204"/>
      <w:r>
        <w:t>CS-BC-M-</w:t>
      </w:r>
      <w:bookmarkEnd w:id="1707"/>
      <w:r>
        <w:t>9-30</w:t>
      </w:r>
      <w:bookmarkEnd w:id="1708"/>
      <w:bookmarkEnd w:id="1709"/>
      <w:bookmarkEnd w:id="1710"/>
      <w:bookmarkEnd w:id="1711"/>
      <w:bookmarkEnd w:id="1712"/>
      <w:bookmarkEnd w:id="1713"/>
      <w:bookmarkEnd w:id="1714"/>
      <w:bookmarkEnd w:id="1715"/>
      <w:bookmarkEnd w:id="1716"/>
      <w:bookmarkEnd w:id="1717"/>
    </w:p>
    <w:p w14:paraId="141171BD" w14:textId="77777777" w:rsidR="002F0E6A" w:rsidRDefault="002F0E6A" w:rsidP="002F0E6A">
      <w:r w:rsidRPr="00E200B3">
        <w:t xml:space="preserve">See </w:t>
      </w:r>
      <w:hyperlink r:id="rId113" w:history="1">
        <w:r w:rsidRPr="00E200B3">
          <w:rPr>
            <w:rStyle w:val="Hyperlink"/>
          </w:rPr>
          <w:t>test-cases/kmip</w:t>
        </w:r>
        <w:r w:rsidR="00697364">
          <w:rPr>
            <w:rStyle w:val="Hyperlink"/>
          </w:rPr>
          <w:t>-v3.0</w:t>
        </w:r>
        <w:r w:rsidRPr="00E200B3">
          <w:rPr>
            <w:rStyle w:val="Hyperlink"/>
          </w:rPr>
          <w:t>/mandatory/CS-BC-M-9</w:t>
        </w:r>
        <w:r>
          <w:rPr>
            <w:rStyle w:val="Hyperlink"/>
          </w:rPr>
          <w:t>-30.xml</w:t>
        </w:r>
      </w:hyperlink>
      <w:r>
        <w:t>.</w:t>
      </w:r>
    </w:p>
    <w:p w14:paraId="7C450918" w14:textId="77777777" w:rsidR="002F0E6A" w:rsidRDefault="002F0E6A" w:rsidP="002F0E6A">
      <w:pPr>
        <w:pStyle w:val="Heading4"/>
        <w:numPr>
          <w:ilvl w:val="3"/>
          <w:numId w:val="2"/>
        </w:numPr>
      </w:pPr>
      <w:bookmarkStart w:id="1718" w:name="_Toc32324493"/>
      <w:bookmarkStart w:id="1719" w:name="_Toc439711332"/>
      <w:bookmarkStart w:id="1720" w:name="_Toc463354647"/>
      <w:bookmarkStart w:id="1721" w:name="_Toc478070537"/>
      <w:bookmarkStart w:id="1722" w:name="_Toc479342157"/>
      <w:bookmarkStart w:id="1723" w:name="_Toc491431540"/>
      <w:bookmarkStart w:id="1724" w:name="_Toc533021442"/>
      <w:bookmarkStart w:id="1725" w:name="_Toc535231685"/>
      <w:bookmarkStart w:id="1726" w:name="_Toc14773308"/>
      <w:bookmarkStart w:id="1727" w:name="_Toc27473359"/>
      <w:bookmarkStart w:id="1728" w:name="_Toc176876205"/>
      <w:r>
        <w:t>CS-BC-M-</w:t>
      </w:r>
      <w:bookmarkEnd w:id="1718"/>
      <w:r>
        <w:t>10-30</w:t>
      </w:r>
      <w:bookmarkEnd w:id="1719"/>
      <w:bookmarkEnd w:id="1720"/>
      <w:bookmarkEnd w:id="1721"/>
      <w:bookmarkEnd w:id="1722"/>
      <w:bookmarkEnd w:id="1723"/>
      <w:bookmarkEnd w:id="1724"/>
      <w:bookmarkEnd w:id="1725"/>
      <w:bookmarkEnd w:id="1726"/>
      <w:bookmarkEnd w:id="1727"/>
      <w:bookmarkEnd w:id="1728"/>
    </w:p>
    <w:p w14:paraId="7F7AC8B6" w14:textId="77777777" w:rsidR="002F0E6A" w:rsidRDefault="002F0E6A" w:rsidP="002F0E6A">
      <w:r w:rsidRPr="00446AA5">
        <w:t xml:space="preserve">See </w:t>
      </w:r>
      <w:hyperlink r:id="rId114" w:history="1">
        <w:r w:rsidRPr="00446AA5">
          <w:rPr>
            <w:rStyle w:val="Hyperlink"/>
          </w:rPr>
          <w:t>test-cases/kmip</w:t>
        </w:r>
        <w:r w:rsidR="00697364">
          <w:rPr>
            <w:rStyle w:val="Hyperlink"/>
          </w:rPr>
          <w:t>-v3.0</w:t>
        </w:r>
        <w:r w:rsidRPr="00446AA5">
          <w:rPr>
            <w:rStyle w:val="Hyperlink"/>
          </w:rPr>
          <w:t>/mandatory/CS-BC-M-10</w:t>
        </w:r>
        <w:r>
          <w:rPr>
            <w:rStyle w:val="Hyperlink"/>
          </w:rPr>
          <w:t>-30.xml</w:t>
        </w:r>
      </w:hyperlink>
      <w:r>
        <w:t>.</w:t>
      </w:r>
    </w:p>
    <w:p w14:paraId="2472FD02" w14:textId="77777777" w:rsidR="002F0E6A" w:rsidRDefault="002F0E6A" w:rsidP="002F0E6A">
      <w:pPr>
        <w:pStyle w:val="Heading4"/>
        <w:numPr>
          <w:ilvl w:val="3"/>
          <w:numId w:val="2"/>
        </w:numPr>
      </w:pPr>
      <w:bookmarkStart w:id="1729" w:name="_Toc32324494"/>
      <w:bookmarkStart w:id="1730" w:name="_Toc439711333"/>
      <w:bookmarkStart w:id="1731" w:name="_Toc463354648"/>
      <w:bookmarkStart w:id="1732" w:name="_Toc478070538"/>
      <w:bookmarkStart w:id="1733" w:name="_Toc479342158"/>
      <w:bookmarkStart w:id="1734" w:name="_Toc491431541"/>
      <w:bookmarkStart w:id="1735" w:name="_Toc533021443"/>
      <w:bookmarkStart w:id="1736" w:name="_Toc535231686"/>
      <w:bookmarkStart w:id="1737" w:name="_Toc14773309"/>
      <w:bookmarkStart w:id="1738" w:name="_Toc27473360"/>
      <w:bookmarkStart w:id="1739" w:name="_Toc176876206"/>
      <w:r>
        <w:t>CS-BC-M-</w:t>
      </w:r>
      <w:bookmarkEnd w:id="1729"/>
      <w:r>
        <w:t>11-30</w:t>
      </w:r>
      <w:bookmarkEnd w:id="1730"/>
      <w:bookmarkEnd w:id="1731"/>
      <w:bookmarkEnd w:id="1732"/>
      <w:bookmarkEnd w:id="1733"/>
      <w:bookmarkEnd w:id="1734"/>
      <w:bookmarkEnd w:id="1735"/>
      <w:bookmarkEnd w:id="1736"/>
      <w:bookmarkEnd w:id="1737"/>
      <w:bookmarkEnd w:id="1738"/>
      <w:bookmarkEnd w:id="1739"/>
    </w:p>
    <w:p w14:paraId="6A60F830" w14:textId="77777777" w:rsidR="002F0E6A" w:rsidRDefault="002F0E6A" w:rsidP="002F0E6A">
      <w:r w:rsidRPr="00997149">
        <w:t xml:space="preserve">See </w:t>
      </w:r>
      <w:hyperlink r:id="rId115" w:history="1">
        <w:r w:rsidRPr="00997149">
          <w:rPr>
            <w:rStyle w:val="Hyperlink"/>
          </w:rPr>
          <w:t>test-cases/kmip</w:t>
        </w:r>
        <w:r w:rsidR="00697364">
          <w:rPr>
            <w:rStyle w:val="Hyperlink"/>
          </w:rPr>
          <w:t>-v3.0</w:t>
        </w:r>
        <w:r w:rsidRPr="00997149">
          <w:rPr>
            <w:rStyle w:val="Hyperlink"/>
          </w:rPr>
          <w:t>/mandatory/CS-BC-M-11</w:t>
        </w:r>
        <w:r>
          <w:rPr>
            <w:rStyle w:val="Hyperlink"/>
          </w:rPr>
          <w:t>-30.xml</w:t>
        </w:r>
      </w:hyperlink>
      <w:r>
        <w:t>.</w:t>
      </w:r>
    </w:p>
    <w:p w14:paraId="251E27B3" w14:textId="77777777" w:rsidR="002F0E6A" w:rsidRDefault="002F0E6A" w:rsidP="002F0E6A">
      <w:pPr>
        <w:pStyle w:val="Heading4"/>
        <w:numPr>
          <w:ilvl w:val="3"/>
          <w:numId w:val="2"/>
        </w:numPr>
      </w:pPr>
      <w:bookmarkStart w:id="1740" w:name="_Toc32324495"/>
      <w:bookmarkStart w:id="1741" w:name="_Toc439711334"/>
      <w:bookmarkStart w:id="1742" w:name="_Toc463354649"/>
      <w:bookmarkStart w:id="1743" w:name="_Toc478070539"/>
      <w:bookmarkStart w:id="1744" w:name="_Toc479342159"/>
      <w:bookmarkStart w:id="1745" w:name="_Toc491431542"/>
      <w:bookmarkStart w:id="1746" w:name="_Toc533021444"/>
      <w:bookmarkStart w:id="1747" w:name="_Toc535231687"/>
      <w:bookmarkStart w:id="1748" w:name="_Toc14773310"/>
      <w:bookmarkStart w:id="1749" w:name="_Toc27473361"/>
      <w:bookmarkStart w:id="1750" w:name="_Toc176876207"/>
      <w:r>
        <w:t>CS-BC-M-</w:t>
      </w:r>
      <w:bookmarkEnd w:id="1740"/>
      <w:r>
        <w:t>12-30</w:t>
      </w:r>
      <w:bookmarkEnd w:id="1741"/>
      <w:bookmarkEnd w:id="1742"/>
      <w:bookmarkEnd w:id="1743"/>
      <w:bookmarkEnd w:id="1744"/>
      <w:bookmarkEnd w:id="1745"/>
      <w:bookmarkEnd w:id="1746"/>
      <w:bookmarkEnd w:id="1747"/>
      <w:bookmarkEnd w:id="1748"/>
      <w:bookmarkEnd w:id="1749"/>
      <w:bookmarkEnd w:id="1750"/>
    </w:p>
    <w:p w14:paraId="10E5C4D6" w14:textId="77777777" w:rsidR="002F0E6A" w:rsidRDefault="002F0E6A" w:rsidP="002F0E6A">
      <w:r w:rsidRPr="00F94C94">
        <w:t xml:space="preserve">See </w:t>
      </w:r>
      <w:hyperlink r:id="rId116" w:history="1">
        <w:r w:rsidRPr="00F94C94">
          <w:rPr>
            <w:rStyle w:val="Hyperlink"/>
          </w:rPr>
          <w:t>test-cases/kmip</w:t>
        </w:r>
        <w:r w:rsidR="00697364">
          <w:rPr>
            <w:rStyle w:val="Hyperlink"/>
          </w:rPr>
          <w:t>-v3.0</w:t>
        </w:r>
        <w:r w:rsidRPr="00F94C94">
          <w:rPr>
            <w:rStyle w:val="Hyperlink"/>
          </w:rPr>
          <w:t>/mandatory/CS-BC-M-12</w:t>
        </w:r>
        <w:r>
          <w:rPr>
            <w:rStyle w:val="Hyperlink"/>
          </w:rPr>
          <w:t>-30.xml</w:t>
        </w:r>
      </w:hyperlink>
      <w:r>
        <w:t>.</w:t>
      </w:r>
    </w:p>
    <w:p w14:paraId="59BD122B" w14:textId="77777777" w:rsidR="002F0E6A" w:rsidRDefault="002F0E6A" w:rsidP="002F0E6A">
      <w:pPr>
        <w:pStyle w:val="Heading4"/>
        <w:numPr>
          <w:ilvl w:val="3"/>
          <w:numId w:val="2"/>
        </w:numPr>
      </w:pPr>
      <w:bookmarkStart w:id="1751" w:name="_Toc32324496"/>
      <w:bookmarkStart w:id="1752" w:name="_Toc439711335"/>
      <w:bookmarkStart w:id="1753" w:name="_Toc463354650"/>
      <w:bookmarkStart w:id="1754" w:name="_Toc478070540"/>
      <w:bookmarkStart w:id="1755" w:name="_Toc479342160"/>
      <w:bookmarkStart w:id="1756" w:name="_Toc491431543"/>
      <w:bookmarkStart w:id="1757" w:name="_Toc533021445"/>
      <w:bookmarkStart w:id="1758" w:name="_Toc535231688"/>
      <w:bookmarkStart w:id="1759" w:name="_Toc14773311"/>
      <w:bookmarkStart w:id="1760" w:name="_Toc27473362"/>
      <w:bookmarkStart w:id="1761" w:name="_Toc176876208"/>
      <w:r>
        <w:t>CS-BC-M-</w:t>
      </w:r>
      <w:bookmarkEnd w:id="1751"/>
      <w:r>
        <w:t>13-30</w:t>
      </w:r>
      <w:bookmarkEnd w:id="1752"/>
      <w:bookmarkEnd w:id="1753"/>
      <w:bookmarkEnd w:id="1754"/>
      <w:bookmarkEnd w:id="1755"/>
      <w:bookmarkEnd w:id="1756"/>
      <w:bookmarkEnd w:id="1757"/>
      <w:bookmarkEnd w:id="1758"/>
      <w:bookmarkEnd w:id="1759"/>
      <w:bookmarkEnd w:id="1760"/>
      <w:bookmarkEnd w:id="1761"/>
    </w:p>
    <w:p w14:paraId="456EDFF3" w14:textId="77777777" w:rsidR="002F0E6A" w:rsidRDefault="002F0E6A" w:rsidP="002F0E6A">
      <w:r w:rsidRPr="001478B0">
        <w:t xml:space="preserve">See </w:t>
      </w:r>
      <w:hyperlink r:id="rId117" w:history="1">
        <w:r>
          <w:rPr>
            <w:rStyle w:val="Hyperlink"/>
          </w:rPr>
          <w:t>test-cases/kmip</w:t>
        </w:r>
        <w:r w:rsidR="00697364">
          <w:rPr>
            <w:rStyle w:val="Hyperlink"/>
          </w:rPr>
          <w:t>-v3.0</w:t>
        </w:r>
        <w:r>
          <w:rPr>
            <w:rStyle w:val="Hyperlink"/>
          </w:rPr>
          <w:t>/mandatory/CS-BC-M-21-30.xml</w:t>
        </w:r>
      </w:hyperlink>
      <w:r>
        <w:t>.</w:t>
      </w:r>
    </w:p>
    <w:p w14:paraId="49924F6F" w14:textId="77777777" w:rsidR="002F0E6A" w:rsidRDefault="002F0E6A" w:rsidP="002F0E6A">
      <w:pPr>
        <w:pStyle w:val="Heading4"/>
        <w:numPr>
          <w:ilvl w:val="3"/>
          <w:numId w:val="2"/>
        </w:numPr>
      </w:pPr>
      <w:bookmarkStart w:id="1762" w:name="_Toc32324497"/>
      <w:bookmarkStart w:id="1763" w:name="_Toc439711336"/>
      <w:bookmarkStart w:id="1764" w:name="_Toc463354651"/>
      <w:bookmarkStart w:id="1765" w:name="_Toc478070541"/>
      <w:bookmarkStart w:id="1766" w:name="_Toc479342161"/>
      <w:bookmarkStart w:id="1767" w:name="_Toc491431544"/>
      <w:bookmarkStart w:id="1768" w:name="_Toc533021446"/>
      <w:bookmarkStart w:id="1769" w:name="_Toc535231689"/>
      <w:bookmarkStart w:id="1770" w:name="_Toc14773312"/>
      <w:bookmarkStart w:id="1771" w:name="_Toc27473363"/>
      <w:bookmarkStart w:id="1772" w:name="_Toc176876209"/>
      <w:r>
        <w:t>CS-BC-M-</w:t>
      </w:r>
      <w:bookmarkEnd w:id="1762"/>
      <w:r>
        <w:t>14-30</w:t>
      </w:r>
      <w:bookmarkEnd w:id="1763"/>
      <w:bookmarkEnd w:id="1764"/>
      <w:bookmarkEnd w:id="1765"/>
      <w:bookmarkEnd w:id="1766"/>
      <w:bookmarkEnd w:id="1767"/>
      <w:bookmarkEnd w:id="1768"/>
      <w:bookmarkEnd w:id="1769"/>
      <w:bookmarkEnd w:id="1770"/>
      <w:bookmarkEnd w:id="1771"/>
      <w:bookmarkEnd w:id="1772"/>
    </w:p>
    <w:p w14:paraId="0CFE2D38" w14:textId="77777777" w:rsidR="002F0E6A" w:rsidRDefault="002F0E6A" w:rsidP="002F0E6A">
      <w:pPr>
        <w:rPr>
          <w:rStyle w:val="Hyperlink"/>
        </w:rPr>
      </w:pPr>
      <w:r w:rsidRPr="00304161">
        <w:t xml:space="preserve">See </w:t>
      </w:r>
      <w:hyperlink r:id="rId118" w:history="1">
        <w:r w:rsidRPr="00304161">
          <w:rPr>
            <w:rStyle w:val="Hyperlink"/>
          </w:rPr>
          <w:t>test-cases/kmip</w:t>
        </w:r>
        <w:r w:rsidR="00697364">
          <w:rPr>
            <w:rStyle w:val="Hyperlink"/>
          </w:rPr>
          <w:t>-v3.0</w:t>
        </w:r>
        <w:r w:rsidRPr="00304161">
          <w:rPr>
            <w:rStyle w:val="Hyperlink"/>
          </w:rPr>
          <w:t>/mandatory/CS-BC-M</w:t>
        </w:r>
        <w:r>
          <w:rPr>
            <w:rStyle w:val="Hyperlink"/>
          </w:rPr>
          <w:t>-20-30.xml</w:t>
        </w:r>
      </w:hyperlink>
      <w:r>
        <w:t>.</w:t>
      </w:r>
    </w:p>
    <w:p w14:paraId="0E19734C" w14:textId="77777777" w:rsidR="002F0E6A" w:rsidRDefault="002F0E6A" w:rsidP="002F0E6A">
      <w:pPr>
        <w:pStyle w:val="Heading4"/>
        <w:numPr>
          <w:ilvl w:val="3"/>
          <w:numId w:val="2"/>
        </w:numPr>
      </w:pPr>
      <w:bookmarkStart w:id="1773" w:name="_Toc32324498"/>
      <w:bookmarkStart w:id="1774" w:name="_Toc478070542"/>
      <w:bookmarkStart w:id="1775" w:name="_Toc479342162"/>
      <w:bookmarkStart w:id="1776" w:name="_Toc491431545"/>
      <w:bookmarkStart w:id="1777" w:name="_Toc533021447"/>
      <w:bookmarkStart w:id="1778" w:name="_Toc535231690"/>
      <w:bookmarkStart w:id="1779" w:name="_Toc14773313"/>
      <w:bookmarkStart w:id="1780" w:name="_Toc27473364"/>
      <w:bookmarkStart w:id="1781" w:name="_Toc176876210"/>
      <w:r>
        <w:t>CS-BC-M-</w:t>
      </w:r>
      <w:bookmarkEnd w:id="1773"/>
      <w:r>
        <w:t>GCM-1-30</w:t>
      </w:r>
      <w:bookmarkEnd w:id="1774"/>
      <w:bookmarkEnd w:id="1775"/>
      <w:bookmarkEnd w:id="1776"/>
      <w:bookmarkEnd w:id="1777"/>
      <w:bookmarkEnd w:id="1778"/>
      <w:bookmarkEnd w:id="1779"/>
      <w:bookmarkEnd w:id="1780"/>
      <w:bookmarkEnd w:id="1781"/>
    </w:p>
    <w:p w14:paraId="0168D5B3" w14:textId="77777777" w:rsidR="002F0E6A" w:rsidRDefault="002F0E6A" w:rsidP="002F0E6A">
      <w:pPr>
        <w:rPr>
          <w:rStyle w:val="Hyperlink"/>
        </w:rPr>
      </w:pPr>
      <w:r w:rsidRPr="002A23D8">
        <w:t xml:space="preserve">See </w:t>
      </w:r>
      <w:hyperlink r:id="rId119" w:history="1">
        <w:r w:rsidRPr="002A23D8">
          <w:rPr>
            <w:rStyle w:val="Hyperlink"/>
          </w:rPr>
          <w:t>test-cases/kmip</w:t>
        </w:r>
        <w:r w:rsidR="00697364">
          <w:rPr>
            <w:rStyle w:val="Hyperlink"/>
          </w:rPr>
          <w:t>-v3.0</w:t>
        </w:r>
        <w:r w:rsidRPr="002A23D8">
          <w:rPr>
            <w:rStyle w:val="Hyperlink"/>
          </w:rPr>
          <w:t>/mandatory/CS-BC-M-GCM-1</w:t>
        </w:r>
        <w:r>
          <w:rPr>
            <w:rStyle w:val="Hyperlink"/>
          </w:rPr>
          <w:t>-30.xml</w:t>
        </w:r>
      </w:hyperlink>
      <w:r>
        <w:t>.</w:t>
      </w:r>
    </w:p>
    <w:p w14:paraId="2DDAD226" w14:textId="77777777" w:rsidR="002F0E6A" w:rsidRDefault="002F0E6A" w:rsidP="002F0E6A">
      <w:pPr>
        <w:pStyle w:val="Heading4"/>
        <w:numPr>
          <w:ilvl w:val="3"/>
          <w:numId w:val="2"/>
        </w:numPr>
      </w:pPr>
      <w:bookmarkStart w:id="1782" w:name="_Toc32324499"/>
      <w:bookmarkStart w:id="1783" w:name="_Toc478070543"/>
      <w:bookmarkStart w:id="1784" w:name="_Toc479342163"/>
      <w:bookmarkStart w:id="1785" w:name="_Toc491431546"/>
      <w:bookmarkStart w:id="1786" w:name="_Toc533021448"/>
      <w:bookmarkStart w:id="1787" w:name="_Toc535231691"/>
      <w:bookmarkStart w:id="1788" w:name="_Toc14773314"/>
      <w:bookmarkStart w:id="1789" w:name="_Toc27473365"/>
      <w:bookmarkStart w:id="1790" w:name="_Toc176876211"/>
      <w:r>
        <w:t>CS-BC-M-</w:t>
      </w:r>
      <w:bookmarkEnd w:id="1782"/>
      <w:r>
        <w:t>GCM-2-30</w:t>
      </w:r>
      <w:bookmarkEnd w:id="1783"/>
      <w:bookmarkEnd w:id="1784"/>
      <w:bookmarkEnd w:id="1785"/>
      <w:bookmarkEnd w:id="1786"/>
      <w:bookmarkEnd w:id="1787"/>
      <w:bookmarkEnd w:id="1788"/>
      <w:bookmarkEnd w:id="1789"/>
      <w:bookmarkEnd w:id="1790"/>
    </w:p>
    <w:p w14:paraId="3EBCD665" w14:textId="77777777" w:rsidR="002F0E6A" w:rsidRDefault="002F0E6A" w:rsidP="002F0E6A">
      <w:r w:rsidRPr="00C71986">
        <w:t xml:space="preserve">See </w:t>
      </w:r>
      <w:hyperlink r:id="rId120" w:history="1">
        <w:r w:rsidRPr="00C71986">
          <w:rPr>
            <w:rStyle w:val="Hyperlink"/>
          </w:rPr>
          <w:t>test-cases/kmip</w:t>
        </w:r>
        <w:r w:rsidR="00697364">
          <w:rPr>
            <w:rStyle w:val="Hyperlink"/>
          </w:rPr>
          <w:t>-v3.0</w:t>
        </w:r>
        <w:r w:rsidRPr="00C71986">
          <w:rPr>
            <w:rStyle w:val="Hyperlink"/>
          </w:rPr>
          <w:t>/mandatory/CS-BC-M-GCM-2</w:t>
        </w:r>
        <w:r>
          <w:rPr>
            <w:rStyle w:val="Hyperlink"/>
          </w:rPr>
          <w:t>-30.xml</w:t>
        </w:r>
      </w:hyperlink>
    </w:p>
    <w:p w14:paraId="6D79B6D2" w14:textId="77777777" w:rsidR="002F0E6A" w:rsidRDefault="002F0E6A" w:rsidP="002F0E6A">
      <w:pPr>
        <w:pStyle w:val="Heading4"/>
        <w:numPr>
          <w:ilvl w:val="3"/>
          <w:numId w:val="2"/>
        </w:numPr>
      </w:pPr>
      <w:bookmarkStart w:id="1791" w:name="_Toc32324500"/>
      <w:bookmarkStart w:id="1792" w:name="_Toc478070544"/>
      <w:bookmarkStart w:id="1793" w:name="_Toc479342164"/>
      <w:bookmarkStart w:id="1794" w:name="_Toc491431547"/>
      <w:bookmarkStart w:id="1795" w:name="_Toc533021449"/>
      <w:bookmarkStart w:id="1796" w:name="_Toc535231692"/>
      <w:bookmarkStart w:id="1797" w:name="_Toc14773315"/>
      <w:bookmarkStart w:id="1798" w:name="_Toc27473366"/>
      <w:bookmarkStart w:id="1799" w:name="_Toc176876212"/>
      <w:r>
        <w:t>CS-BC-M-GCM-</w:t>
      </w:r>
      <w:bookmarkEnd w:id="1791"/>
      <w:r>
        <w:t>3-30</w:t>
      </w:r>
      <w:bookmarkEnd w:id="1792"/>
      <w:bookmarkEnd w:id="1793"/>
      <w:bookmarkEnd w:id="1794"/>
      <w:bookmarkEnd w:id="1795"/>
      <w:bookmarkEnd w:id="1796"/>
      <w:bookmarkEnd w:id="1797"/>
      <w:bookmarkEnd w:id="1798"/>
      <w:bookmarkEnd w:id="1799"/>
    </w:p>
    <w:p w14:paraId="71677B71" w14:textId="77777777" w:rsidR="002F0E6A" w:rsidRDefault="002F0E6A" w:rsidP="002F0E6A">
      <w:r w:rsidRPr="00B17518">
        <w:t xml:space="preserve">See </w:t>
      </w:r>
      <w:hyperlink r:id="rId121" w:history="1">
        <w:r w:rsidRPr="00B17518">
          <w:rPr>
            <w:rStyle w:val="Hyperlink"/>
          </w:rPr>
          <w:t>test-cases/kmip</w:t>
        </w:r>
        <w:r w:rsidR="00697364">
          <w:rPr>
            <w:rStyle w:val="Hyperlink"/>
          </w:rPr>
          <w:t>-v3.0</w:t>
        </w:r>
        <w:r w:rsidRPr="00B17518">
          <w:rPr>
            <w:rStyle w:val="Hyperlink"/>
          </w:rPr>
          <w:t>/mandatory/CS-BC-M-GCM-3</w:t>
        </w:r>
        <w:r>
          <w:rPr>
            <w:rStyle w:val="Hyperlink"/>
          </w:rPr>
          <w:t>-30.xml</w:t>
        </w:r>
      </w:hyperlink>
      <w:r>
        <w:t>.</w:t>
      </w:r>
    </w:p>
    <w:p w14:paraId="29F78049" w14:textId="77777777" w:rsidR="002F0E6A" w:rsidRDefault="002F0E6A" w:rsidP="002F0E6A">
      <w:pPr>
        <w:pStyle w:val="Heading4"/>
        <w:numPr>
          <w:ilvl w:val="3"/>
          <w:numId w:val="2"/>
        </w:numPr>
      </w:pPr>
      <w:bookmarkStart w:id="1800" w:name="_Toc32324501"/>
      <w:bookmarkStart w:id="1801" w:name="_Toc533021450"/>
      <w:bookmarkStart w:id="1802" w:name="_Toc535231693"/>
      <w:bookmarkStart w:id="1803" w:name="_Toc14773316"/>
      <w:bookmarkStart w:id="1804" w:name="_Toc27473367"/>
      <w:bookmarkStart w:id="1805" w:name="_Toc176876213"/>
      <w:r>
        <w:t>CS-BC-M-</w:t>
      </w:r>
      <w:bookmarkEnd w:id="1800"/>
      <w:r>
        <w:t>CHACHA20-1-30</w:t>
      </w:r>
      <w:bookmarkEnd w:id="1801"/>
      <w:bookmarkEnd w:id="1802"/>
      <w:bookmarkEnd w:id="1803"/>
      <w:bookmarkEnd w:id="1804"/>
      <w:bookmarkEnd w:id="1805"/>
    </w:p>
    <w:p w14:paraId="17012918" w14:textId="77777777" w:rsidR="002F0E6A" w:rsidRDefault="002F0E6A" w:rsidP="002F0E6A">
      <w:r w:rsidRPr="00B17518">
        <w:t xml:space="preserve">See </w:t>
      </w:r>
      <w:hyperlink r:id="rId122" w:history="1">
        <w:r>
          <w:rPr>
            <w:rStyle w:val="Hyperlink"/>
          </w:rPr>
          <w:t>test-cases/kmip</w:t>
        </w:r>
        <w:r w:rsidR="00697364">
          <w:rPr>
            <w:rStyle w:val="Hyperlink"/>
          </w:rPr>
          <w:t>-v3.0</w:t>
        </w:r>
        <w:r>
          <w:rPr>
            <w:rStyle w:val="Hyperlink"/>
          </w:rPr>
          <w:t>/mandatory/CS-BC-M-CHACHA20-1-30.xml</w:t>
        </w:r>
      </w:hyperlink>
      <w:r>
        <w:t>.</w:t>
      </w:r>
    </w:p>
    <w:p w14:paraId="22923684" w14:textId="77777777" w:rsidR="002F0E6A" w:rsidRDefault="002F0E6A" w:rsidP="002F0E6A">
      <w:pPr>
        <w:pStyle w:val="Heading4"/>
        <w:numPr>
          <w:ilvl w:val="3"/>
          <w:numId w:val="2"/>
        </w:numPr>
      </w:pPr>
      <w:bookmarkStart w:id="1806" w:name="_Toc32324502"/>
      <w:bookmarkStart w:id="1807" w:name="_Toc533021451"/>
      <w:bookmarkStart w:id="1808" w:name="_Toc535231694"/>
      <w:bookmarkStart w:id="1809" w:name="_Toc14773317"/>
      <w:bookmarkStart w:id="1810" w:name="_Toc27473368"/>
      <w:bookmarkStart w:id="1811" w:name="_Toc176876214"/>
      <w:r>
        <w:t>CS-BC-M-</w:t>
      </w:r>
      <w:bookmarkEnd w:id="1806"/>
      <w:r>
        <w:t>CHACHA20-2-30</w:t>
      </w:r>
      <w:bookmarkEnd w:id="1807"/>
      <w:bookmarkEnd w:id="1808"/>
      <w:bookmarkEnd w:id="1809"/>
      <w:bookmarkEnd w:id="1810"/>
      <w:bookmarkEnd w:id="1811"/>
    </w:p>
    <w:p w14:paraId="5E4233A7" w14:textId="77777777" w:rsidR="002F0E6A" w:rsidRDefault="002F0E6A" w:rsidP="002F0E6A">
      <w:r w:rsidRPr="00B17518">
        <w:t xml:space="preserve">See </w:t>
      </w:r>
      <w:hyperlink r:id="rId123" w:history="1">
        <w:r>
          <w:rPr>
            <w:rStyle w:val="Hyperlink"/>
          </w:rPr>
          <w:t>test-cases/kmip</w:t>
        </w:r>
        <w:r w:rsidR="00697364">
          <w:rPr>
            <w:rStyle w:val="Hyperlink"/>
          </w:rPr>
          <w:t>-v3.0</w:t>
        </w:r>
        <w:r>
          <w:rPr>
            <w:rStyle w:val="Hyperlink"/>
          </w:rPr>
          <w:t>/mandatory/CS-BC-M-CHACHA20-2-30.xml</w:t>
        </w:r>
      </w:hyperlink>
      <w:r>
        <w:t>.</w:t>
      </w:r>
    </w:p>
    <w:p w14:paraId="2CC4755F" w14:textId="77777777" w:rsidR="002F0E6A" w:rsidRDefault="002F0E6A" w:rsidP="002F0E6A">
      <w:pPr>
        <w:pStyle w:val="Heading4"/>
        <w:numPr>
          <w:ilvl w:val="3"/>
          <w:numId w:val="2"/>
        </w:numPr>
      </w:pPr>
      <w:bookmarkStart w:id="1812" w:name="_Toc32324503"/>
      <w:bookmarkStart w:id="1813" w:name="_Toc533021452"/>
      <w:bookmarkStart w:id="1814" w:name="_Toc535231695"/>
      <w:bookmarkStart w:id="1815" w:name="_Toc14773318"/>
      <w:bookmarkStart w:id="1816" w:name="_Toc27473369"/>
      <w:bookmarkStart w:id="1817" w:name="_Toc176876215"/>
      <w:r>
        <w:t>CS-BC-M-CHACHA20-</w:t>
      </w:r>
      <w:bookmarkEnd w:id="1812"/>
      <w:r>
        <w:t>3-30</w:t>
      </w:r>
      <w:bookmarkEnd w:id="1813"/>
      <w:bookmarkEnd w:id="1814"/>
      <w:bookmarkEnd w:id="1815"/>
      <w:bookmarkEnd w:id="1816"/>
      <w:bookmarkEnd w:id="1817"/>
    </w:p>
    <w:p w14:paraId="07D77FFA" w14:textId="77777777" w:rsidR="002F0E6A" w:rsidRDefault="002F0E6A" w:rsidP="002F0E6A">
      <w:r w:rsidRPr="00B17518">
        <w:t xml:space="preserve">See </w:t>
      </w:r>
      <w:hyperlink r:id="rId124" w:history="1">
        <w:r>
          <w:rPr>
            <w:rStyle w:val="Hyperlink"/>
          </w:rPr>
          <w:t>test-cases/kmip</w:t>
        </w:r>
        <w:r w:rsidR="00697364">
          <w:rPr>
            <w:rStyle w:val="Hyperlink"/>
          </w:rPr>
          <w:t>-v3.0</w:t>
        </w:r>
        <w:r>
          <w:rPr>
            <w:rStyle w:val="Hyperlink"/>
          </w:rPr>
          <w:t>/mandatory/CS-BC-M-CHACHA20-3-30.xml</w:t>
        </w:r>
      </w:hyperlink>
      <w:r>
        <w:t>.</w:t>
      </w:r>
    </w:p>
    <w:p w14:paraId="715551B7" w14:textId="77777777" w:rsidR="00E115F3" w:rsidRDefault="00E115F3" w:rsidP="00E115F3">
      <w:pPr>
        <w:pStyle w:val="Heading4"/>
        <w:numPr>
          <w:ilvl w:val="3"/>
          <w:numId w:val="2"/>
        </w:numPr>
      </w:pPr>
      <w:bookmarkStart w:id="1818" w:name="_Toc176876216"/>
      <w:r>
        <w:t>CS-BC-M-CHACHA20-4-30</w:t>
      </w:r>
      <w:bookmarkEnd w:id="1818"/>
    </w:p>
    <w:p w14:paraId="712CC6A6" w14:textId="77777777" w:rsidR="00E115F3" w:rsidRDefault="00E115F3" w:rsidP="00E115F3">
      <w:r w:rsidRPr="00B17518">
        <w:t xml:space="preserve">See </w:t>
      </w:r>
      <w:hyperlink r:id="rId125" w:history="1">
        <w:r>
          <w:rPr>
            <w:rStyle w:val="Hyperlink"/>
          </w:rPr>
          <w:t>test-cases/kmip-v3.0/mandatory/CS-BC-M-CHACHA20-4-30.xml</w:t>
        </w:r>
      </w:hyperlink>
      <w:r>
        <w:t>.</w:t>
      </w:r>
    </w:p>
    <w:p w14:paraId="5DCDC12B" w14:textId="77777777" w:rsidR="00E115F3" w:rsidRDefault="00E115F3" w:rsidP="002F0E6A"/>
    <w:p w14:paraId="397879FE" w14:textId="77777777" w:rsidR="002F0E6A" w:rsidRDefault="002F0E6A" w:rsidP="002F0E6A">
      <w:pPr>
        <w:pStyle w:val="Heading4"/>
        <w:numPr>
          <w:ilvl w:val="3"/>
          <w:numId w:val="2"/>
        </w:numPr>
      </w:pPr>
      <w:bookmarkStart w:id="1819" w:name="_Toc32324504"/>
      <w:bookmarkStart w:id="1820" w:name="_Toc533021453"/>
      <w:bookmarkStart w:id="1821" w:name="_Toc535231696"/>
      <w:bookmarkStart w:id="1822" w:name="_Toc14773319"/>
      <w:bookmarkStart w:id="1823" w:name="_Toc27473370"/>
      <w:bookmarkStart w:id="1824" w:name="_Toc176876217"/>
      <w:r>
        <w:t>CS-BC-M-</w:t>
      </w:r>
      <w:bookmarkEnd w:id="1819"/>
      <w:r>
        <w:t>CHACHA20POLY1305-1-30</w:t>
      </w:r>
      <w:bookmarkEnd w:id="1820"/>
      <w:bookmarkEnd w:id="1821"/>
      <w:bookmarkEnd w:id="1822"/>
      <w:bookmarkEnd w:id="1823"/>
      <w:bookmarkEnd w:id="1824"/>
    </w:p>
    <w:p w14:paraId="5DECEA46" w14:textId="77777777" w:rsidR="002F0E6A" w:rsidRDefault="002F0E6A" w:rsidP="002F0E6A">
      <w:r w:rsidRPr="00B17518">
        <w:t xml:space="preserve">See </w:t>
      </w:r>
      <w:hyperlink r:id="rId126" w:history="1">
        <w:r>
          <w:rPr>
            <w:rStyle w:val="Hyperlink"/>
          </w:rPr>
          <w:t>test-cases/kmip</w:t>
        </w:r>
        <w:r w:rsidR="00697364">
          <w:rPr>
            <w:rStyle w:val="Hyperlink"/>
          </w:rPr>
          <w:t>-v3.0</w:t>
        </w:r>
        <w:r>
          <w:rPr>
            <w:rStyle w:val="Hyperlink"/>
          </w:rPr>
          <w:t>/mandatory/CS-BC-M-CHACHA20POLY1305-1-30.xml</w:t>
        </w:r>
      </w:hyperlink>
      <w:r>
        <w:t>.</w:t>
      </w:r>
    </w:p>
    <w:p w14:paraId="64E479EF" w14:textId="77777777" w:rsidR="002F0E6A" w:rsidRDefault="002F0E6A" w:rsidP="002F0E6A">
      <w:pPr>
        <w:pStyle w:val="Heading3"/>
        <w:numPr>
          <w:ilvl w:val="2"/>
          <w:numId w:val="2"/>
        </w:numPr>
      </w:pPr>
      <w:bookmarkStart w:id="1825" w:name="_Ref439682929"/>
      <w:bookmarkStart w:id="1826" w:name="_Toc439711337"/>
      <w:bookmarkStart w:id="1827" w:name="_Toc463354652"/>
      <w:bookmarkStart w:id="1828" w:name="_Toc478070545"/>
      <w:bookmarkStart w:id="1829" w:name="_Toc479342165"/>
      <w:bookmarkStart w:id="1830" w:name="_Toc491431548"/>
      <w:bookmarkStart w:id="1831" w:name="_Toc533021454"/>
      <w:bookmarkStart w:id="1832" w:name="_Toc535231697"/>
      <w:bookmarkStart w:id="1833" w:name="_Toc14773320"/>
      <w:bookmarkStart w:id="1834" w:name="_Toc27473371"/>
      <w:bookmarkStart w:id="1835" w:name="_Toc176876218"/>
      <w:r>
        <w:t>Advanced Cryptographic Mandatory Test Cases KMIP</w:t>
      </w:r>
      <w:bookmarkEnd w:id="1825"/>
      <w:bookmarkEnd w:id="1826"/>
      <w:bookmarkEnd w:id="1827"/>
      <w:bookmarkEnd w:id="1828"/>
      <w:bookmarkEnd w:id="1829"/>
      <w:bookmarkEnd w:id="1830"/>
      <w:bookmarkEnd w:id="1831"/>
      <w:bookmarkEnd w:id="1832"/>
      <w:r w:rsidR="00697364">
        <w:t xml:space="preserve"> v3.0</w:t>
      </w:r>
      <w:bookmarkEnd w:id="1833"/>
      <w:bookmarkEnd w:id="1834"/>
      <w:bookmarkEnd w:id="1835"/>
    </w:p>
    <w:p w14:paraId="2C26C55B" w14:textId="77777777" w:rsidR="002F0E6A" w:rsidRDefault="002F0E6A" w:rsidP="002F0E6A">
      <w:pPr>
        <w:pStyle w:val="Heading4"/>
        <w:numPr>
          <w:ilvl w:val="3"/>
          <w:numId w:val="2"/>
        </w:numPr>
      </w:pPr>
      <w:bookmarkStart w:id="1836" w:name="_Toc32324505"/>
      <w:bookmarkStart w:id="1837" w:name="_Toc439711338"/>
      <w:bookmarkStart w:id="1838" w:name="_Toc463354653"/>
      <w:bookmarkStart w:id="1839" w:name="_Toc478070546"/>
      <w:bookmarkStart w:id="1840" w:name="_Toc479342166"/>
      <w:bookmarkStart w:id="1841" w:name="_Toc491431549"/>
      <w:bookmarkStart w:id="1842" w:name="_Toc533021455"/>
      <w:bookmarkStart w:id="1843" w:name="_Toc535231698"/>
      <w:bookmarkStart w:id="1844" w:name="_Toc14773321"/>
      <w:bookmarkStart w:id="1845" w:name="_Toc27473372"/>
      <w:bookmarkStart w:id="1846" w:name="_Toc176876219"/>
      <w:r>
        <w:t>CS-AC-M-</w:t>
      </w:r>
      <w:bookmarkEnd w:id="1836"/>
      <w:r>
        <w:t>1-30</w:t>
      </w:r>
      <w:bookmarkEnd w:id="1837"/>
      <w:bookmarkEnd w:id="1838"/>
      <w:bookmarkEnd w:id="1839"/>
      <w:bookmarkEnd w:id="1840"/>
      <w:bookmarkEnd w:id="1841"/>
      <w:bookmarkEnd w:id="1842"/>
      <w:bookmarkEnd w:id="1843"/>
      <w:bookmarkEnd w:id="1844"/>
      <w:bookmarkEnd w:id="1845"/>
      <w:bookmarkEnd w:id="1846"/>
    </w:p>
    <w:p w14:paraId="666DED60" w14:textId="77777777" w:rsidR="002F0E6A" w:rsidRDefault="002F0E6A" w:rsidP="002F0E6A">
      <w:r w:rsidRPr="00F90A31">
        <w:t xml:space="preserve">See </w:t>
      </w:r>
      <w:hyperlink r:id="rId127" w:history="1">
        <w:r w:rsidRPr="00F90A31">
          <w:rPr>
            <w:rStyle w:val="Hyperlink"/>
          </w:rPr>
          <w:t>test-cases/kmip</w:t>
        </w:r>
        <w:r w:rsidR="00697364">
          <w:rPr>
            <w:rStyle w:val="Hyperlink"/>
          </w:rPr>
          <w:t>-v3.0</w:t>
        </w:r>
        <w:r w:rsidRPr="00F90A31">
          <w:rPr>
            <w:rStyle w:val="Hyperlink"/>
          </w:rPr>
          <w:t>/mandatory/CS-AC-M-1</w:t>
        </w:r>
        <w:r>
          <w:rPr>
            <w:rStyle w:val="Hyperlink"/>
          </w:rPr>
          <w:t>-30.xml</w:t>
        </w:r>
      </w:hyperlink>
      <w:r>
        <w:t>.</w:t>
      </w:r>
    </w:p>
    <w:p w14:paraId="22387A5B" w14:textId="77777777" w:rsidR="002F0E6A" w:rsidRDefault="002F0E6A" w:rsidP="002F0E6A">
      <w:pPr>
        <w:pStyle w:val="Heading4"/>
        <w:numPr>
          <w:ilvl w:val="3"/>
          <w:numId w:val="2"/>
        </w:numPr>
      </w:pPr>
      <w:bookmarkStart w:id="1847" w:name="_Toc32324506"/>
      <w:bookmarkStart w:id="1848" w:name="_Toc439711339"/>
      <w:bookmarkStart w:id="1849" w:name="_Toc463354654"/>
      <w:bookmarkStart w:id="1850" w:name="_Toc478070547"/>
      <w:bookmarkStart w:id="1851" w:name="_Toc479342167"/>
      <w:bookmarkStart w:id="1852" w:name="_Toc491431550"/>
      <w:bookmarkStart w:id="1853" w:name="_Toc533021456"/>
      <w:bookmarkStart w:id="1854" w:name="_Toc535231699"/>
      <w:bookmarkStart w:id="1855" w:name="_Toc14773322"/>
      <w:bookmarkStart w:id="1856" w:name="_Toc27473373"/>
      <w:bookmarkStart w:id="1857" w:name="_Toc176876220"/>
      <w:r>
        <w:t>CS-AC-M-</w:t>
      </w:r>
      <w:bookmarkEnd w:id="1847"/>
      <w:r>
        <w:t>2-30</w:t>
      </w:r>
      <w:bookmarkEnd w:id="1848"/>
      <w:bookmarkEnd w:id="1849"/>
      <w:bookmarkEnd w:id="1850"/>
      <w:bookmarkEnd w:id="1851"/>
      <w:bookmarkEnd w:id="1852"/>
      <w:bookmarkEnd w:id="1853"/>
      <w:bookmarkEnd w:id="1854"/>
      <w:bookmarkEnd w:id="1855"/>
      <w:bookmarkEnd w:id="1856"/>
      <w:bookmarkEnd w:id="1857"/>
    </w:p>
    <w:p w14:paraId="6BBABFE9" w14:textId="77777777" w:rsidR="002F0E6A" w:rsidRDefault="002F0E6A" w:rsidP="002F0E6A">
      <w:r w:rsidRPr="00025FC4">
        <w:t xml:space="preserve">See </w:t>
      </w:r>
      <w:hyperlink r:id="rId128" w:history="1">
        <w:r w:rsidRPr="00025FC4">
          <w:rPr>
            <w:rStyle w:val="Hyperlink"/>
          </w:rPr>
          <w:t>test-cases/kmip</w:t>
        </w:r>
        <w:r w:rsidR="00697364">
          <w:rPr>
            <w:rStyle w:val="Hyperlink"/>
          </w:rPr>
          <w:t>-v3.0</w:t>
        </w:r>
        <w:r w:rsidRPr="00025FC4">
          <w:rPr>
            <w:rStyle w:val="Hyperlink"/>
          </w:rPr>
          <w:t>/mandatory/CS-AC-M-2</w:t>
        </w:r>
        <w:r>
          <w:rPr>
            <w:rStyle w:val="Hyperlink"/>
          </w:rPr>
          <w:t>-30.xml</w:t>
        </w:r>
      </w:hyperlink>
      <w:r>
        <w:t>.</w:t>
      </w:r>
    </w:p>
    <w:p w14:paraId="76613917" w14:textId="77777777" w:rsidR="002F0E6A" w:rsidRDefault="002F0E6A" w:rsidP="002F0E6A">
      <w:pPr>
        <w:pStyle w:val="Heading4"/>
        <w:numPr>
          <w:ilvl w:val="3"/>
          <w:numId w:val="2"/>
        </w:numPr>
      </w:pPr>
      <w:bookmarkStart w:id="1858" w:name="_Toc32324508"/>
      <w:bookmarkStart w:id="1859" w:name="_Toc439711340"/>
      <w:bookmarkStart w:id="1860" w:name="_Toc463354655"/>
      <w:bookmarkStart w:id="1861" w:name="_Toc478070548"/>
      <w:bookmarkStart w:id="1862" w:name="_Toc479342168"/>
      <w:bookmarkStart w:id="1863" w:name="_Toc491431551"/>
      <w:bookmarkStart w:id="1864" w:name="_Toc533021457"/>
      <w:bookmarkStart w:id="1865" w:name="_Toc535231700"/>
      <w:bookmarkStart w:id="1866" w:name="_Toc14773323"/>
      <w:bookmarkStart w:id="1867" w:name="_Toc27473374"/>
      <w:bookmarkStart w:id="1868" w:name="_Toc176876221"/>
      <w:r>
        <w:t>CS-AC-M-</w:t>
      </w:r>
      <w:bookmarkEnd w:id="1858"/>
      <w:r>
        <w:t>3-30</w:t>
      </w:r>
      <w:bookmarkEnd w:id="1859"/>
      <w:bookmarkEnd w:id="1860"/>
      <w:bookmarkEnd w:id="1861"/>
      <w:bookmarkEnd w:id="1862"/>
      <w:bookmarkEnd w:id="1863"/>
      <w:bookmarkEnd w:id="1864"/>
      <w:bookmarkEnd w:id="1865"/>
      <w:bookmarkEnd w:id="1866"/>
      <w:bookmarkEnd w:id="1867"/>
      <w:bookmarkEnd w:id="1868"/>
    </w:p>
    <w:p w14:paraId="0AD8137B" w14:textId="77777777" w:rsidR="002F0E6A" w:rsidRDefault="002F0E6A" w:rsidP="002F0E6A">
      <w:r w:rsidRPr="006E47F5">
        <w:t xml:space="preserve">See </w:t>
      </w:r>
      <w:hyperlink r:id="rId129" w:history="1">
        <w:r w:rsidRPr="005D0953">
          <w:rPr>
            <w:rStyle w:val="Hyperlink"/>
          </w:rPr>
          <w:t>test-cases/kmip</w:t>
        </w:r>
        <w:r w:rsidR="00697364">
          <w:rPr>
            <w:rStyle w:val="Hyperlink"/>
          </w:rPr>
          <w:t>-v3.0</w:t>
        </w:r>
        <w:r w:rsidRPr="005D0953">
          <w:rPr>
            <w:rStyle w:val="Hyperlink"/>
          </w:rPr>
          <w:t>/mandatory/CS-AC-M-3</w:t>
        </w:r>
        <w:r>
          <w:rPr>
            <w:rStyle w:val="Hyperlink"/>
          </w:rPr>
          <w:t>-30.xml</w:t>
        </w:r>
      </w:hyperlink>
      <w:r>
        <w:t>.</w:t>
      </w:r>
    </w:p>
    <w:p w14:paraId="1E700D5C" w14:textId="77777777" w:rsidR="002F0E6A" w:rsidRDefault="002F0E6A" w:rsidP="002F0E6A">
      <w:pPr>
        <w:pStyle w:val="Heading4"/>
        <w:numPr>
          <w:ilvl w:val="3"/>
          <w:numId w:val="2"/>
        </w:numPr>
      </w:pPr>
      <w:bookmarkStart w:id="1869" w:name="_Toc32324509"/>
      <w:bookmarkStart w:id="1870" w:name="_Toc439711341"/>
      <w:bookmarkStart w:id="1871" w:name="_Toc463354656"/>
      <w:bookmarkStart w:id="1872" w:name="_Toc478070549"/>
      <w:bookmarkStart w:id="1873" w:name="_Toc479342169"/>
      <w:bookmarkStart w:id="1874" w:name="_Toc491431552"/>
      <w:bookmarkStart w:id="1875" w:name="_Toc533021458"/>
      <w:bookmarkStart w:id="1876" w:name="_Toc535231701"/>
      <w:bookmarkStart w:id="1877" w:name="_Toc14773324"/>
      <w:bookmarkStart w:id="1878" w:name="_Toc27473375"/>
      <w:bookmarkStart w:id="1879" w:name="_Toc176876222"/>
      <w:r>
        <w:t>CS-AC-M-</w:t>
      </w:r>
      <w:bookmarkEnd w:id="1869"/>
      <w:r>
        <w:t>4-30</w:t>
      </w:r>
      <w:bookmarkEnd w:id="1870"/>
      <w:bookmarkEnd w:id="1871"/>
      <w:bookmarkEnd w:id="1872"/>
      <w:bookmarkEnd w:id="1873"/>
      <w:bookmarkEnd w:id="1874"/>
      <w:bookmarkEnd w:id="1875"/>
      <w:bookmarkEnd w:id="1876"/>
      <w:bookmarkEnd w:id="1877"/>
      <w:bookmarkEnd w:id="1878"/>
      <w:bookmarkEnd w:id="1879"/>
    </w:p>
    <w:p w14:paraId="4BBD3453" w14:textId="77777777" w:rsidR="002F0E6A" w:rsidRDefault="002F0E6A" w:rsidP="002F0E6A">
      <w:r w:rsidRPr="006B3D86">
        <w:t xml:space="preserve">See </w:t>
      </w:r>
      <w:hyperlink r:id="rId130" w:history="1">
        <w:r w:rsidRPr="006B3D86">
          <w:rPr>
            <w:rStyle w:val="Hyperlink"/>
          </w:rPr>
          <w:t>test-cases/kmip</w:t>
        </w:r>
        <w:r w:rsidR="00697364">
          <w:rPr>
            <w:rStyle w:val="Hyperlink"/>
          </w:rPr>
          <w:t>-v3.0</w:t>
        </w:r>
        <w:r w:rsidRPr="006B3D86">
          <w:rPr>
            <w:rStyle w:val="Hyperlink"/>
          </w:rPr>
          <w:t>/mandatory/CS-AC-M-4</w:t>
        </w:r>
        <w:r>
          <w:rPr>
            <w:rStyle w:val="Hyperlink"/>
          </w:rPr>
          <w:t>-30.xml</w:t>
        </w:r>
      </w:hyperlink>
      <w:r>
        <w:t>.</w:t>
      </w:r>
    </w:p>
    <w:p w14:paraId="348D2CF2" w14:textId="77777777" w:rsidR="002F0E6A" w:rsidRDefault="002F0E6A" w:rsidP="002F0E6A">
      <w:pPr>
        <w:pStyle w:val="Heading4"/>
        <w:numPr>
          <w:ilvl w:val="3"/>
          <w:numId w:val="2"/>
        </w:numPr>
      </w:pPr>
      <w:bookmarkStart w:id="1880" w:name="_Toc32324510"/>
      <w:bookmarkStart w:id="1881" w:name="_Toc439711342"/>
      <w:bookmarkStart w:id="1882" w:name="_Toc463354657"/>
      <w:bookmarkStart w:id="1883" w:name="_Toc478070550"/>
      <w:bookmarkStart w:id="1884" w:name="_Toc479342170"/>
      <w:bookmarkStart w:id="1885" w:name="_Toc491431553"/>
      <w:bookmarkStart w:id="1886" w:name="_Toc533021459"/>
      <w:bookmarkStart w:id="1887" w:name="_Toc535231702"/>
      <w:bookmarkStart w:id="1888" w:name="_Toc14773325"/>
      <w:bookmarkStart w:id="1889" w:name="_Toc27473376"/>
      <w:bookmarkStart w:id="1890" w:name="_Toc176876223"/>
      <w:r>
        <w:t>CS-AC-M-</w:t>
      </w:r>
      <w:bookmarkEnd w:id="1880"/>
      <w:r>
        <w:t>5-30</w:t>
      </w:r>
      <w:bookmarkEnd w:id="1881"/>
      <w:bookmarkEnd w:id="1882"/>
      <w:bookmarkEnd w:id="1883"/>
      <w:bookmarkEnd w:id="1884"/>
      <w:bookmarkEnd w:id="1885"/>
      <w:bookmarkEnd w:id="1886"/>
      <w:bookmarkEnd w:id="1887"/>
      <w:bookmarkEnd w:id="1888"/>
      <w:bookmarkEnd w:id="1889"/>
      <w:bookmarkEnd w:id="1890"/>
    </w:p>
    <w:p w14:paraId="2701FCC2" w14:textId="77777777" w:rsidR="002F0E6A" w:rsidRDefault="002F0E6A" w:rsidP="002F0E6A">
      <w:r w:rsidRPr="002945E3">
        <w:t xml:space="preserve">See </w:t>
      </w:r>
      <w:hyperlink r:id="rId131" w:history="1">
        <w:r w:rsidRPr="002945E3">
          <w:rPr>
            <w:rStyle w:val="Hyperlink"/>
          </w:rPr>
          <w:t>test-cases/kmip</w:t>
        </w:r>
        <w:r w:rsidR="00697364">
          <w:rPr>
            <w:rStyle w:val="Hyperlink"/>
          </w:rPr>
          <w:t>-v3.0</w:t>
        </w:r>
        <w:r w:rsidRPr="002945E3">
          <w:rPr>
            <w:rStyle w:val="Hyperlink"/>
          </w:rPr>
          <w:t>/mandatory/CS-AC-M-5</w:t>
        </w:r>
        <w:r>
          <w:rPr>
            <w:rStyle w:val="Hyperlink"/>
          </w:rPr>
          <w:t>-30.xml</w:t>
        </w:r>
      </w:hyperlink>
      <w:r>
        <w:t>.</w:t>
      </w:r>
    </w:p>
    <w:p w14:paraId="124A64D6" w14:textId="77777777" w:rsidR="002F0E6A" w:rsidRDefault="002F0E6A" w:rsidP="002F0E6A">
      <w:pPr>
        <w:pStyle w:val="Heading4"/>
        <w:numPr>
          <w:ilvl w:val="3"/>
          <w:numId w:val="2"/>
        </w:numPr>
      </w:pPr>
      <w:bookmarkStart w:id="1891" w:name="_Toc32324511"/>
      <w:bookmarkStart w:id="1892" w:name="_Toc439711343"/>
      <w:bookmarkStart w:id="1893" w:name="_Toc463354658"/>
      <w:bookmarkStart w:id="1894" w:name="_Toc478070551"/>
      <w:bookmarkStart w:id="1895" w:name="_Toc479342171"/>
      <w:bookmarkStart w:id="1896" w:name="_Toc491431554"/>
      <w:bookmarkStart w:id="1897" w:name="_Toc533021460"/>
      <w:bookmarkStart w:id="1898" w:name="_Toc535231703"/>
      <w:bookmarkStart w:id="1899" w:name="_Toc14773326"/>
      <w:bookmarkStart w:id="1900" w:name="_Toc27473377"/>
      <w:bookmarkStart w:id="1901" w:name="_Toc176876224"/>
      <w:r>
        <w:t>CS-AC-M-</w:t>
      </w:r>
      <w:bookmarkEnd w:id="1891"/>
      <w:r>
        <w:t>6-30</w:t>
      </w:r>
      <w:bookmarkEnd w:id="1892"/>
      <w:bookmarkEnd w:id="1893"/>
      <w:bookmarkEnd w:id="1894"/>
      <w:bookmarkEnd w:id="1895"/>
      <w:bookmarkEnd w:id="1896"/>
      <w:bookmarkEnd w:id="1897"/>
      <w:bookmarkEnd w:id="1898"/>
      <w:bookmarkEnd w:id="1899"/>
      <w:bookmarkEnd w:id="1900"/>
      <w:bookmarkEnd w:id="1901"/>
    </w:p>
    <w:p w14:paraId="4B0B2EB9" w14:textId="77777777" w:rsidR="002F0E6A" w:rsidRDefault="002F0E6A" w:rsidP="002F0E6A">
      <w:r w:rsidRPr="00AB699F">
        <w:t xml:space="preserve">See </w:t>
      </w:r>
      <w:hyperlink r:id="rId132" w:history="1">
        <w:r w:rsidRPr="00AB699F">
          <w:rPr>
            <w:rStyle w:val="Hyperlink"/>
          </w:rPr>
          <w:t>test-cases/kmip</w:t>
        </w:r>
        <w:r w:rsidR="00697364">
          <w:rPr>
            <w:rStyle w:val="Hyperlink"/>
          </w:rPr>
          <w:t>-v3.0</w:t>
        </w:r>
        <w:r w:rsidRPr="00AB699F">
          <w:rPr>
            <w:rStyle w:val="Hyperlink"/>
          </w:rPr>
          <w:t>/mandatory/CS-AC-M-6</w:t>
        </w:r>
        <w:r>
          <w:rPr>
            <w:rStyle w:val="Hyperlink"/>
          </w:rPr>
          <w:t>-30.xml</w:t>
        </w:r>
      </w:hyperlink>
      <w:r>
        <w:t>.</w:t>
      </w:r>
    </w:p>
    <w:p w14:paraId="070C45E7" w14:textId="77777777" w:rsidR="002F0E6A" w:rsidRDefault="002F0E6A" w:rsidP="002F0E6A">
      <w:pPr>
        <w:pStyle w:val="Heading4"/>
        <w:numPr>
          <w:ilvl w:val="3"/>
          <w:numId w:val="2"/>
        </w:numPr>
      </w:pPr>
      <w:bookmarkStart w:id="1902" w:name="_Toc32324512"/>
      <w:bookmarkStart w:id="1903" w:name="_Toc439711344"/>
      <w:bookmarkStart w:id="1904" w:name="_Toc463354659"/>
      <w:bookmarkStart w:id="1905" w:name="_Toc478070552"/>
      <w:bookmarkStart w:id="1906" w:name="_Toc479342172"/>
      <w:bookmarkStart w:id="1907" w:name="_Toc491431555"/>
      <w:bookmarkStart w:id="1908" w:name="_Toc533021461"/>
      <w:bookmarkStart w:id="1909" w:name="_Toc535231704"/>
      <w:bookmarkStart w:id="1910" w:name="_Toc14773327"/>
      <w:bookmarkStart w:id="1911" w:name="_Toc27473378"/>
      <w:bookmarkStart w:id="1912" w:name="_Toc176876225"/>
      <w:r>
        <w:t>CS-AC-M-</w:t>
      </w:r>
      <w:bookmarkEnd w:id="1902"/>
      <w:r>
        <w:t>7-30</w:t>
      </w:r>
      <w:bookmarkEnd w:id="1903"/>
      <w:bookmarkEnd w:id="1904"/>
      <w:bookmarkEnd w:id="1905"/>
      <w:bookmarkEnd w:id="1906"/>
      <w:bookmarkEnd w:id="1907"/>
      <w:bookmarkEnd w:id="1908"/>
      <w:bookmarkEnd w:id="1909"/>
      <w:bookmarkEnd w:id="1910"/>
      <w:bookmarkEnd w:id="1911"/>
      <w:bookmarkEnd w:id="1912"/>
    </w:p>
    <w:p w14:paraId="7CE26876" w14:textId="77777777" w:rsidR="002F0E6A" w:rsidRDefault="002F0E6A" w:rsidP="002F0E6A">
      <w:r w:rsidRPr="00541752">
        <w:t xml:space="preserve">See </w:t>
      </w:r>
      <w:hyperlink r:id="rId133" w:history="1">
        <w:r w:rsidRPr="00541752">
          <w:rPr>
            <w:rStyle w:val="Hyperlink"/>
          </w:rPr>
          <w:t>test-cases/kmip</w:t>
        </w:r>
        <w:r w:rsidR="00697364">
          <w:rPr>
            <w:rStyle w:val="Hyperlink"/>
          </w:rPr>
          <w:t>-v3.0</w:t>
        </w:r>
        <w:r w:rsidRPr="00541752">
          <w:rPr>
            <w:rStyle w:val="Hyperlink"/>
          </w:rPr>
          <w:t>/mandatory/CS-AC-M-7</w:t>
        </w:r>
        <w:r>
          <w:rPr>
            <w:rStyle w:val="Hyperlink"/>
          </w:rPr>
          <w:t>-30.xml</w:t>
        </w:r>
      </w:hyperlink>
      <w:r>
        <w:t>.</w:t>
      </w:r>
    </w:p>
    <w:p w14:paraId="14CE63E4" w14:textId="77777777" w:rsidR="002F0E6A" w:rsidRDefault="002F0E6A" w:rsidP="002F0E6A">
      <w:pPr>
        <w:pStyle w:val="Heading4"/>
        <w:numPr>
          <w:ilvl w:val="3"/>
          <w:numId w:val="2"/>
        </w:numPr>
      </w:pPr>
      <w:bookmarkStart w:id="1913" w:name="_Toc32324513"/>
      <w:bookmarkStart w:id="1914" w:name="_Toc439711345"/>
      <w:bookmarkStart w:id="1915" w:name="_Toc463354660"/>
      <w:bookmarkStart w:id="1916" w:name="_Toc478070553"/>
      <w:bookmarkStart w:id="1917" w:name="_Toc479342173"/>
      <w:bookmarkStart w:id="1918" w:name="_Toc491431556"/>
      <w:bookmarkStart w:id="1919" w:name="_Toc533021462"/>
      <w:bookmarkStart w:id="1920" w:name="_Toc535231705"/>
      <w:bookmarkStart w:id="1921" w:name="_Toc14773328"/>
      <w:bookmarkStart w:id="1922" w:name="_Toc27473379"/>
      <w:bookmarkStart w:id="1923" w:name="_Toc176876226"/>
      <w:r>
        <w:t>CS-AC-M-</w:t>
      </w:r>
      <w:bookmarkEnd w:id="1913"/>
      <w:r>
        <w:t>8-30</w:t>
      </w:r>
      <w:bookmarkEnd w:id="1914"/>
      <w:bookmarkEnd w:id="1915"/>
      <w:bookmarkEnd w:id="1916"/>
      <w:bookmarkEnd w:id="1917"/>
      <w:bookmarkEnd w:id="1918"/>
      <w:bookmarkEnd w:id="1919"/>
      <w:bookmarkEnd w:id="1920"/>
      <w:bookmarkEnd w:id="1921"/>
      <w:bookmarkEnd w:id="1922"/>
      <w:bookmarkEnd w:id="1923"/>
    </w:p>
    <w:p w14:paraId="4CDAE065" w14:textId="77777777" w:rsidR="002F0E6A" w:rsidRDefault="002F0E6A" w:rsidP="002F0E6A">
      <w:pPr>
        <w:rPr>
          <w:rStyle w:val="Hyperlink"/>
        </w:rPr>
      </w:pPr>
      <w:r w:rsidRPr="00E81597">
        <w:t xml:space="preserve">See </w:t>
      </w:r>
      <w:hyperlink r:id="rId134" w:history="1">
        <w:r w:rsidRPr="00E81597">
          <w:rPr>
            <w:rStyle w:val="Hyperlink"/>
          </w:rPr>
          <w:t>test-cases/kmip</w:t>
        </w:r>
        <w:r w:rsidR="00697364">
          <w:rPr>
            <w:rStyle w:val="Hyperlink"/>
          </w:rPr>
          <w:t>-v3.0</w:t>
        </w:r>
        <w:r w:rsidRPr="00E81597">
          <w:rPr>
            <w:rStyle w:val="Hyperlink"/>
          </w:rPr>
          <w:t>/mandatory/CS-AC-M-8</w:t>
        </w:r>
        <w:r>
          <w:rPr>
            <w:rStyle w:val="Hyperlink"/>
          </w:rPr>
          <w:t>-30.xml</w:t>
        </w:r>
      </w:hyperlink>
      <w:r>
        <w:t>.</w:t>
      </w:r>
    </w:p>
    <w:p w14:paraId="03DF4FDF" w14:textId="77777777" w:rsidR="002F0E6A" w:rsidRDefault="002F0E6A" w:rsidP="002F0E6A">
      <w:pPr>
        <w:pStyle w:val="Heading4"/>
        <w:numPr>
          <w:ilvl w:val="3"/>
          <w:numId w:val="2"/>
        </w:numPr>
      </w:pPr>
      <w:bookmarkStart w:id="1924" w:name="_Toc32324514"/>
      <w:bookmarkStart w:id="1925" w:name="_Toc478070554"/>
      <w:bookmarkStart w:id="1926" w:name="_Toc479342174"/>
      <w:bookmarkStart w:id="1927" w:name="_Toc491431557"/>
      <w:bookmarkStart w:id="1928" w:name="_Toc533021463"/>
      <w:bookmarkStart w:id="1929" w:name="_Toc535231706"/>
      <w:bookmarkStart w:id="1930" w:name="_Toc14773329"/>
      <w:bookmarkStart w:id="1931" w:name="_Toc27473380"/>
      <w:bookmarkStart w:id="1932" w:name="_Toc176876227"/>
      <w:r>
        <w:t>CS-AC-M-</w:t>
      </w:r>
      <w:bookmarkEnd w:id="1924"/>
      <w:r>
        <w:t>OAEP-1-30</w:t>
      </w:r>
      <w:bookmarkEnd w:id="1925"/>
      <w:bookmarkEnd w:id="1926"/>
      <w:bookmarkEnd w:id="1927"/>
      <w:bookmarkEnd w:id="1928"/>
      <w:bookmarkEnd w:id="1929"/>
      <w:bookmarkEnd w:id="1930"/>
      <w:bookmarkEnd w:id="1931"/>
      <w:bookmarkEnd w:id="1932"/>
    </w:p>
    <w:p w14:paraId="2907D4F0" w14:textId="77777777" w:rsidR="002F0E6A" w:rsidRDefault="002F0E6A" w:rsidP="002F0E6A">
      <w:pPr>
        <w:rPr>
          <w:rStyle w:val="Hyperlink"/>
        </w:rPr>
      </w:pPr>
      <w:r w:rsidRPr="00F059BF">
        <w:t xml:space="preserve">See </w:t>
      </w:r>
      <w:hyperlink r:id="rId135" w:history="1">
        <w:r w:rsidRPr="00F059BF">
          <w:rPr>
            <w:rStyle w:val="Hyperlink"/>
          </w:rPr>
          <w:t>test-cases/kmip</w:t>
        </w:r>
        <w:r w:rsidR="00697364">
          <w:rPr>
            <w:rStyle w:val="Hyperlink"/>
          </w:rPr>
          <w:t>-v3.0</w:t>
        </w:r>
        <w:r w:rsidRPr="00F059BF">
          <w:rPr>
            <w:rStyle w:val="Hyperlink"/>
          </w:rPr>
          <w:t>/mandatory/CS-AC-M-OAEP-1</w:t>
        </w:r>
        <w:r>
          <w:rPr>
            <w:rStyle w:val="Hyperlink"/>
          </w:rPr>
          <w:t>-30.xml</w:t>
        </w:r>
      </w:hyperlink>
      <w:r>
        <w:t>.</w:t>
      </w:r>
    </w:p>
    <w:p w14:paraId="2C80B422" w14:textId="77777777" w:rsidR="002F0E6A" w:rsidRDefault="002F0E6A" w:rsidP="002F0E6A">
      <w:pPr>
        <w:pStyle w:val="Heading4"/>
        <w:numPr>
          <w:ilvl w:val="3"/>
          <w:numId w:val="2"/>
        </w:numPr>
      </w:pPr>
      <w:bookmarkStart w:id="1933" w:name="_Toc32324515"/>
      <w:bookmarkStart w:id="1934" w:name="_Toc478070555"/>
      <w:bookmarkStart w:id="1935" w:name="_Toc479342175"/>
      <w:bookmarkStart w:id="1936" w:name="_Toc491431558"/>
      <w:bookmarkStart w:id="1937" w:name="_Toc533021464"/>
      <w:bookmarkStart w:id="1938" w:name="_Toc535231707"/>
      <w:bookmarkStart w:id="1939" w:name="_Toc14773330"/>
      <w:bookmarkStart w:id="1940" w:name="_Toc27473381"/>
      <w:bookmarkStart w:id="1941" w:name="_Toc176876228"/>
      <w:r>
        <w:t>CS-AC-M-</w:t>
      </w:r>
      <w:bookmarkEnd w:id="1933"/>
      <w:r>
        <w:t>OAEP-2-30</w:t>
      </w:r>
      <w:bookmarkEnd w:id="1934"/>
      <w:bookmarkEnd w:id="1935"/>
      <w:bookmarkEnd w:id="1936"/>
      <w:bookmarkEnd w:id="1937"/>
      <w:bookmarkEnd w:id="1938"/>
      <w:bookmarkEnd w:id="1939"/>
      <w:bookmarkEnd w:id="1940"/>
      <w:bookmarkEnd w:id="1941"/>
    </w:p>
    <w:p w14:paraId="608B57FD" w14:textId="77777777" w:rsidR="002F0E6A" w:rsidRDefault="002F0E6A" w:rsidP="002F0E6A">
      <w:r w:rsidRPr="00295ABE">
        <w:t xml:space="preserve">See </w:t>
      </w:r>
      <w:hyperlink r:id="rId136" w:history="1">
        <w:r w:rsidRPr="00295ABE">
          <w:rPr>
            <w:rStyle w:val="Hyperlink"/>
          </w:rPr>
          <w:t>test-cases/kmip</w:t>
        </w:r>
        <w:r w:rsidR="00697364">
          <w:rPr>
            <w:rStyle w:val="Hyperlink"/>
          </w:rPr>
          <w:t>-v3.0</w:t>
        </w:r>
        <w:r w:rsidRPr="00295ABE">
          <w:rPr>
            <w:rStyle w:val="Hyperlink"/>
          </w:rPr>
          <w:t>/mandatory/CS-AC-M-OAEP-2</w:t>
        </w:r>
        <w:r>
          <w:rPr>
            <w:rStyle w:val="Hyperlink"/>
          </w:rPr>
          <w:t>-30.xml</w:t>
        </w:r>
      </w:hyperlink>
      <w:r>
        <w:t>.</w:t>
      </w:r>
    </w:p>
    <w:p w14:paraId="5CBB645E" w14:textId="77777777" w:rsidR="002F0E6A" w:rsidRDefault="002F0E6A" w:rsidP="002F0E6A">
      <w:pPr>
        <w:pStyle w:val="Heading4"/>
        <w:numPr>
          <w:ilvl w:val="3"/>
          <w:numId w:val="2"/>
        </w:numPr>
      </w:pPr>
      <w:bookmarkStart w:id="1942" w:name="_Toc32324516"/>
      <w:bookmarkStart w:id="1943" w:name="_Toc478070556"/>
      <w:bookmarkStart w:id="1944" w:name="_Toc479342176"/>
      <w:bookmarkStart w:id="1945" w:name="_Toc491431559"/>
      <w:bookmarkStart w:id="1946" w:name="_Toc533021465"/>
      <w:bookmarkStart w:id="1947" w:name="_Toc535231708"/>
      <w:bookmarkStart w:id="1948" w:name="_Toc14773331"/>
      <w:bookmarkStart w:id="1949" w:name="_Toc27473382"/>
      <w:bookmarkStart w:id="1950" w:name="_Toc176876229"/>
      <w:r>
        <w:t>CS-AC-M-OAEP-</w:t>
      </w:r>
      <w:bookmarkEnd w:id="1942"/>
      <w:r>
        <w:t>3-30</w:t>
      </w:r>
      <w:bookmarkEnd w:id="1943"/>
      <w:bookmarkEnd w:id="1944"/>
      <w:bookmarkEnd w:id="1945"/>
      <w:bookmarkEnd w:id="1946"/>
      <w:bookmarkEnd w:id="1947"/>
      <w:bookmarkEnd w:id="1948"/>
      <w:bookmarkEnd w:id="1949"/>
      <w:bookmarkEnd w:id="1950"/>
    </w:p>
    <w:p w14:paraId="1C0653BA" w14:textId="77777777" w:rsidR="002F0E6A" w:rsidRDefault="002F0E6A" w:rsidP="002F0E6A">
      <w:r>
        <w:t xml:space="preserve">See </w:t>
      </w:r>
      <w:hyperlink r:id="rId137" w:history="1">
        <w:r>
          <w:rPr>
            <w:rStyle w:val="Hyperlink"/>
          </w:rPr>
          <w:t>test-cases/kmip</w:t>
        </w:r>
        <w:r w:rsidR="00697364">
          <w:rPr>
            <w:rStyle w:val="Hyperlink"/>
          </w:rPr>
          <w:t>-v3.0</w:t>
        </w:r>
        <w:r>
          <w:rPr>
            <w:rStyle w:val="Hyperlink"/>
          </w:rPr>
          <w:t>/mandatory/CS-AC-M-OAEP-3-30.xml</w:t>
        </w:r>
      </w:hyperlink>
    </w:p>
    <w:p w14:paraId="39C6B76D" w14:textId="77777777" w:rsidR="002F0E6A" w:rsidRDefault="002F0E6A" w:rsidP="002F0E6A">
      <w:pPr>
        <w:pStyle w:val="Heading4"/>
        <w:numPr>
          <w:ilvl w:val="3"/>
          <w:numId w:val="2"/>
        </w:numPr>
      </w:pPr>
      <w:bookmarkStart w:id="1951" w:name="_Toc32324517"/>
      <w:bookmarkStart w:id="1952" w:name="_Toc478070557"/>
      <w:bookmarkStart w:id="1953" w:name="_Toc479342177"/>
      <w:bookmarkStart w:id="1954" w:name="_Toc491431560"/>
      <w:bookmarkStart w:id="1955" w:name="_Toc533021466"/>
      <w:bookmarkStart w:id="1956" w:name="_Toc535231709"/>
      <w:bookmarkStart w:id="1957" w:name="_Toc14773332"/>
      <w:bookmarkStart w:id="1958" w:name="_Toc27473383"/>
      <w:bookmarkStart w:id="1959" w:name="_Toc176876230"/>
      <w:r>
        <w:t>CS-AC-M-OAEP-</w:t>
      </w:r>
      <w:bookmarkEnd w:id="1951"/>
      <w:r>
        <w:t>4-30</w:t>
      </w:r>
      <w:bookmarkEnd w:id="1952"/>
      <w:bookmarkEnd w:id="1953"/>
      <w:bookmarkEnd w:id="1954"/>
      <w:bookmarkEnd w:id="1955"/>
      <w:bookmarkEnd w:id="1956"/>
      <w:bookmarkEnd w:id="1957"/>
      <w:bookmarkEnd w:id="1958"/>
      <w:bookmarkEnd w:id="1959"/>
    </w:p>
    <w:p w14:paraId="1777948F" w14:textId="77777777" w:rsidR="002F0E6A" w:rsidRDefault="002F0E6A" w:rsidP="002F0E6A">
      <w:r w:rsidRPr="00BC273E">
        <w:t xml:space="preserve">See </w:t>
      </w:r>
      <w:hyperlink r:id="rId138" w:history="1">
        <w:r w:rsidRPr="00BC273E">
          <w:rPr>
            <w:rStyle w:val="Hyperlink"/>
          </w:rPr>
          <w:t>test-cases/kmip</w:t>
        </w:r>
        <w:r w:rsidR="00697364">
          <w:rPr>
            <w:rStyle w:val="Hyperlink"/>
          </w:rPr>
          <w:t>-v3.0</w:t>
        </w:r>
        <w:r w:rsidRPr="00BC273E">
          <w:rPr>
            <w:rStyle w:val="Hyperlink"/>
          </w:rPr>
          <w:t>/mandatory/CS-AC-M-OAEP-4</w:t>
        </w:r>
        <w:r>
          <w:rPr>
            <w:rStyle w:val="Hyperlink"/>
          </w:rPr>
          <w:t>-30.xml</w:t>
        </w:r>
      </w:hyperlink>
      <w:r>
        <w:t>.</w:t>
      </w:r>
    </w:p>
    <w:p w14:paraId="618B021F" w14:textId="77777777" w:rsidR="002F0E6A" w:rsidRDefault="002F0E6A" w:rsidP="002F0E6A">
      <w:pPr>
        <w:pStyle w:val="Heading4"/>
        <w:numPr>
          <w:ilvl w:val="3"/>
          <w:numId w:val="2"/>
        </w:numPr>
      </w:pPr>
      <w:bookmarkStart w:id="1960" w:name="_Toc32324518"/>
      <w:bookmarkStart w:id="1961" w:name="_Toc478070558"/>
      <w:bookmarkStart w:id="1962" w:name="_Toc479342178"/>
      <w:bookmarkStart w:id="1963" w:name="_Toc491431561"/>
      <w:bookmarkStart w:id="1964" w:name="_Toc533021467"/>
      <w:bookmarkStart w:id="1965" w:name="_Toc535231710"/>
      <w:bookmarkStart w:id="1966" w:name="_Toc14773333"/>
      <w:bookmarkStart w:id="1967" w:name="_Toc27473384"/>
      <w:bookmarkStart w:id="1968" w:name="_Toc176876231"/>
      <w:r>
        <w:t>CS-AC-M-OAEP-</w:t>
      </w:r>
      <w:bookmarkEnd w:id="1960"/>
      <w:r>
        <w:t>5-30</w:t>
      </w:r>
      <w:bookmarkEnd w:id="1961"/>
      <w:bookmarkEnd w:id="1962"/>
      <w:bookmarkEnd w:id="1963"/>
      <w:bookmarkEnd w:id="1964"/>
      <w:bookmarkEnd w:id="1965"/>
      <w:bookmarkEnd w:id="1966"/>
      <w:bookmarkEnd w:id="1967"/>
      <w:bookmarkEnd w:id="1968"/>
    </w:p>
    <w:p w14:paraId="2CDD46BD" w14:textId="77777777" w:rsidR="002F0E6A" w:rsidRDefault="002F0E6A" w:rsidP="002F0E6A">
      <w:r w:rsidRPr="000A4C15">
        <w:t xml:space="preserve">See </w:t>
      </w:r>
      <w:hyperlink r:id="rId139" w:history="1">
        <w:r w:rsidRPr="000A4C15">
          <w:rPr>
            <w:rStyle w:val="Hyperlink"/>
          </w:rPr>
          <w:t>test-cases/kmip</w:t>
        </w:r>
        <w:r w:rsidR="00697364">
          <w:rPr>
            <w:rStyle w:val="Hyperlink"/>
          </w:rPr>
          <w:t>-v3.0</w:t>
        </w:r>
        <w:r w:rsidRPr="000A4C15">
          <w:rPr>
            <w:rStyle w:val="Hyperlink"/>
          </w:rPr>
          <w:t>/mandatory/CS-AC-M-OAEP-5</w:t>
        </w:r>
        <w:r>
          <w:rPr>
            <w:rStyle w:val="Hyperlink"/>
          </w:rPr>
          <w:t>-30.xml</w:t>
        </w:r>
      </w:hyperlink>
      <w:r>
        <w:t>.</w:t>
      </w:r>
    </w:p>
    <w:p w14:paraId="3FEF9495" w14:textId="77777777" w:rsidR="002F0E6A" w:rsidRDefault="002F0E6A" w:rsidP="002F0E6A">
      <w:pPr>
        <w:pStyle w:val="Heading4"/>
        <w:numPr>
          <w:ilvl w:val="3"/>
          <w:numId w:val="2"/>
        </w:numPr>
      </w:pPr>
      <w:bookmarkStart w:id="1969" w:name="_Toc32324519"/>
      <w:bookmarkStart w:id="1970" w:name="_Toc478070559"/>
      <w:bookmarkStart w:id="1971" w:name="_Toc479342179"/>
      <w:bookmarkStart w:id="1972" w:name="_Toc491431562"/>
      <w:bookmarkStart w:id="1973" w:name="_Toc533021468"/>
      <w:bookmarkStart w:id="1974" w:name="_Toc535231711"/>
      <w:bookmarkStart w:id="1975" w:name="_Toc14773334"/>
      <w:bookmarkStart w:id="1976" w:name="_Toc27473385"/>
      <w:bookmarkStart w:id="1977" w:name="_Toc176876232"/>
      <w:r>
        <w:t>CS-AC-M-OAEP-</w:t>
      </w:r>
      <w:bookmarkEnd w:id="1969"/>
      <w:r>
        <w:t>6-30</w:t>
      </w:r>
      <w:bookmarkEnd w:id="1970"/>
      <w:bookmarkEnd w:id="1971"/>
      <w:bookmarkEnd w:id="1972"/>
      <w:bookmarkEnd w:id="1973"/>
      <w:bookmarkEnd w:id="1974"/>
      <w:bookmarkEnd w:id="1975"/>
      <w:bookmarkEnd w:id="1976"/>
      <w:bookmarkEnd w:id="1977"/>
    </w:p>
    <w:p w14:paraId="6523DC63" w14:textId="77777777" w:rsidR="002F0E6A" w:rsidRDefault="002F0E6A" w:rsidP="002F0E6A">
      <w:r w:rsidRPr="00FB516F">
        <w:t xml:space="preserve">See </w:t>
      </w:r>
      <w:hyperlink r:id="rId140" w:history="1">
        <w:r w:rsidRPr="00FB516F">
          <w:rPr>
            <w:rStyle w:val="Hyperlink"/>
          </w:rPr>
          <w:t>test-cases/kmip</w:t>
        </w:r>
        <w:r w:rsidR="00697364">
          <w:rPr>
            <w:rStyle w:val="Hyperlink"/>
          </w:rPr>
          <w:t>-v3.0</w:t>
        </w:r>
        <w:r w:rsidRPr="00FB516F">
          <w:rPr>
            <w:rStyle w:val="Hyperlink"/>
          </w:rPr>
          <w:t>/mandatory/CS-AC-M-OAEP-6</w:t>
        </w:r>
        <w:r>
          <w:rPr>
            <w:rStyle w:val="Hyperlink"/>
          </w:rPr>
          <w:t>-30.xml</w:t>
        </w:r>
      </w:hyperlink>
      <w:r>
        <w:t>.</w:t>
      </w:r>
    </w:p>
    <w:p w14:paraId="2BCAAE03" w14:textId="77777777" w:rsidR="002F0E6A" w:rsidRDefault="002F0E6A" w:rsidP="002F0E6A">
      <w:pPr>
        <w:pStyle w:val="Heading4"/>
        <w:numPr>
          <w:ilvl w:val="3"/>
          <w:numId w:val="2"/>
        </w:numPr>
      </w:pPr>
      <w:bookmarkStart w:id="1978" w:name="_Toc32324520"/>
      <w:bookmarkStart w:id="1979" w:name="_Toc478070560"/>
      <w:bookmarkStart w:id="1980" w:name="_Toc479342180"/>
      <w:bookmarkStart w:id="1981" w:name="_Toc491431563"/>
      <w:bookmarkStart w:id="1982" w:name="_Toc533021469"/>
      <w:bookmarkStart w:id="1983" w:name="_Toc535231712"/>
      <w:bookmarkStart w:id="1984" w:name="_Toc14773335"/>
      <w:bookmarkStart w:id="1985" w:name="_Toc27473386"/>
      <w:bookmarkStart w:id="1986" w:name="_Toc176876233"/>
      <w:r>
        <w:t>CS-AC-M-OAEP-</w:t>
      </w:r>
      <w:bookmarkEnd w:id="1978"/>
      <w:r>
        <w:t>7-30</w:t>
      </w:r>
      <w:bookmarkEnd w:id="1979"/>
      <w:bookmarkEnd w:id="1980"/>
      <w:bookmarkEnd w:id="1981"/>
      <w:bookmarkEnd w:id="1982"/>
      <w:bookmarkEnd w:id="1983"/>
      <w:bookmarkEnd w:id="1984"/>
      <w:bookmarkEnd w:id="1985"/>
      <w:bookmarkEnd w:id="1986"/>
    </w:p>
    <w:p w14:paraId="19828016" w14:textId="77777777" w:rsidR="002F0E6A" w:rsidRDefault="002F0E6A" w:rsidP="002F0E6A">
      <w:r w:rsidRPr="00FB2AE8">
        <w:t xml:space="preserve">See </w:t>
      </w:r>
      <w:hyperlink r:id="rId141" w:history="1">
        <w:r w:rsidRPr="00FB2AE8">
          <w:rPr>
            <w:rStyle w:val="Hyperlink"/>
          </w:rPr>
          <w:t>test-cases/kmip</w:t>
        </w:r>
        <w:r w:rsidR="00697364">
          <w:rPr>
            <w:rStyle w:val="Hyperlink"/>
          </w:rPr>
          <w:t>-v3.0</w:t>
        </w:r>
        <w:r w:rsidRPr="00FB2AE8">
          <w:rPr>
            <w:rStyle w:val="Hyperlink"/>
          </w:rPr>
          <w:t>/mandatory/CS-AC-M-OAEP-7</w:t>
        </w:r>
        <w:r>
          <w:rPr>
            <w:rStyle w:val="Hyperlink"/>
          </w:rPr>
          <w:t>-30.xml</w:t>
        </w:r>
      </w:hyperlink>
      <w:r>
        <w:t>.</w:t>
      </w:r>
    </w:p>
    <w:p w14:paraId="3E787B0C" w14:textId="77777777" w:rsidR="002F0E6A" w:rsidRDefault="002F0E6A" w:rsidP="002F0E6A">
      <w:pPr>
        <w:pStyle w:val="Heading4"/>
        <w:numPr>
          <w:ilvl w:val="3"/>
          <w:numId w:val="2"/>
        </w:numPr>
      </w:pPr>
      <w:bookmarkStart w:id="1987" w:name="_Toc32324521"/>
      <w:bookmarkStart w:id="1988" w:name="_Toc478070561"/>
      <w:bookmarkStart w:id="1989" w:name="_Toc479342181"/>
      <w:bookmarkStart w:id="1990" w:name="_Toc491431564"/>
      <w:bookmarkStart w:id="1991" w:name="_Toc533021470"/>
      <w:bookmarkStart w:id="1992" w:name="_Toc535231713"/>
      <w:bookmarkStart w:id="1993" w:name="_Toc14773336"/>
      <w:bookmarkStart w:id="1994" w:name="_Toc27473387"/>
      <w:bookmarkStart w:id="1995" w:name="_Toc176876234"/>
      <w:r>
        <w:t>CS-AC-M-OAEP-</w:t>
      </w:r>
      <w:bookmarkEnd w:id="1987"/>
      <w:r>
        <w:t>8-30</w:t>
      </w:r>
      <w:bookmarkEnd w:id="1988"/>
      <w:bookmarkEnd w:id="1989"/>
      <w:bookmarkEnd w:id="1990"/>
      <w:bookmarkEnd w:id="1991"/>
      <w:bookmarkEnd w:id="1992"/>
      <w:bookmarkEnd w:id="1993"/>
      <w:bookmarkEnd w:id="1994"/>
      <w:bookmarkEnd w:id="1995"/>
    </w:p>
    <w:p w14:paraId="2F1557E6" w14:textId="77777777" w:rsidR="002F0E6A" w:rsidRDefault="002F0E6A" w:rsidP="002F0E6A">
      <w:r w:rsidRPr="00CE4F90">
        <w:t xml:space="preserve">See </w:t>
      </w:r>
      <w:hyperlink r:id="rId142" w:history="1">
        <w:r w:rsidRPr="00CE4F90">
          <w:rPr>
            <w:rStyle w:val="Hyperlink"/>
          </w:rPr>
          <w:t>test-cases/kmip</w:t>
        </w:r>
        <w:r w:rsidR="00697364">
          <w:rPr>
            <w:rStyle w:val="Hyperlink"/>
          </w:rPr>
          <w:t>-v3.0</w:t>
        </w:r>
        <w:r w:rsidRPr="00CE4F90">
          <w:rPr>
            <w:rStyle w:val="Hyperlink"/>
          </w:rPr>
          <w:t>/mandatory/CS-AC-M-OAEP-8</w:t>
        </w:r>
        <w:r>
          <w:rPr>
            <w:rStyle w:val="Hyperlink"/>
          </w:rPr>
          <w:t>-30.xml</w:t>
        </w:r>
      </w:hyperlink>
      <w:r>
        <w:t>.</w:t>
      </w:r>
    </w:p>
    <w:p w14:paraId="60D9D28B" w14:textId="77777777" w:rsidR="002F0E6A" w:rsidRDefault="002F0E6A" w:rsidP="002F0E6A">
      <w:pPr>
        <w:pStyle w:val="Heading4"/>
        <w:numPr>
          <w:ilvl w:val="3"/>
          <w:numId w:val="2"/>
        </w:numPr>
      </w:pPr>
      <w:bookmarkStart w:id="1996" w:name="_Toc32324522"/>
      <w:bookmarkStart w:id="1997" w:name="_Toc478070562"/>
      <w:bookmarkStart w:id="1998" w:name="_Toc479342182"/>
      <w:bookmarkStart w:id="1999" w:name="_Toc491431565"/>
      <w:bookmarkStart w:id="2000" w:name="_Toc533021471"/>
      <w:bookmarkStart w:id="2001" w:name="_Toc535231714"/>
      <w:bookmarkStart w:id="2002" w:name="_Toc14773337"/>
      <w:bookmarkStart w:id="2003" w:name="_Toc27473388"/>
      <w:bookmarkStart w:id="2004" w:name="_Toc176876235"/>
      <w:r>
        <w:t>CS-AC-M-OAEP-</w:t>
      </w:r>
      <w:bookmarkEnd w:id="1996"/>
      <w:r>
        <w:t>9-30</w:t>
      </w:r>
      <w:bookmarkEnd w:id="1997"/>
      <w:bookmarkEnd w:id="1998"/>
      <w:bookmarkEnd w:id="1999"/>
      <w:bookmarkEnd w:id="2000"/>
      <w:bookmarkEnd w:id="2001"/>
      <w:bookmarkEnd w:id="2002"/>
      <w:bookmarkEnd w:id="2003"/>
      <w:bookmarkEnd w:id="2004"/>
    </w:p>
    <w:p w14:paraId="1F6EFCFC" w14:textId="77777777" w:rsidR="002F0E6A" w:rsidRDefault="002F0E6A" w:rsidP="002F0E6A">
      <w:r w:rsidRPr="00305E1A">
        <w:t xml:space="preserve">See </w:t>
      </w:r>
      <w:hyperlink r:id="rId143" w:history="1">
        <w:r w:rsidRPr="00305E1A">
          <w:rPr>
            <w:rStyle w:val="Hyperlink"/>
          </w:rPr>
          <w:t>test-cases/kmip</w:t>
        </w:r>
        <w:r w:rsidR="00697364">
          <w:rPr>
            <w:rStyle w:val="Hyperlink"/>
          </w:rPr>
          <w:t>-v3.0</w:t>
        </w:r>
        <w:r w:rsidRPr="00305E1A">
          <w:rPr>
            <w:rStyle w:val="Hyperlink"/>
          </w:rPr>
          <w:t>/mandatory/CS-AC-M-OAEP-9</w:t>
        </w:r>
        <w:r>
          <w:rPr>
            <w:rStyle w:val="Hyperlink"/>
          </w:rPr>
          <w:t>-30.xml</w:t>
        </w:r>
      </w:hyperlink>
      <w:r>
        <w:t>.</w:t>
      </w:r>
    </w:p>
    <w:p w14:paraId="7FEC04E4" w14:textId="77777777" w:rsidR="002F0E6A" w:rsidRDefault="002F0E6A" w:rsidP="002F0E6A">
      <w:pPr>
        <w:pStyle w:val="Heading4"/>
        <w:numPr>
          <w:ilvl w:val="3"/>
          <w:numId w:val="2"/>
        </w:numPr>
      </w:pPr>
      <w:bookmarkStart w:id="2005" w:name="_Toc32324523"/>
      <w:bookmarkStart w:id="2006" w:name="_Toc478070563"/>
      <w:bookmarkStart w:id="2007" w:name="_Toc479342183"/>
      <w:bookmarkStart w:id="2008" w:name="_Toc491431566"/>
      <w:bookmarkStart w:id="2009" w:name="_Toc533021472"/>
      <w:bookmarkStart w:id="2010" w:name="_Toc535231715"/>
      <w:bookmarkStart w:id="2011" w:name="_Toc14773338"/>
      <w:bookmarkStart w:id="2012" w:name="_Toc27473389"/>
      <w:bookmarkStart w:id="2013" w:name="_Toc176876236"/>
      <w:r>
        <w:t>CS-AC-M-OAEP-</w:t>
      </w:r>
      <w:bookmarkEnd w:id="2005"/>
      <w:r>
        <w:t>10-30</w:t>
      </w:r>
      <w:bookmarkEnd w:id="2006"/>
      <w:bookmarkEnd w:id="2007"/>
      <w:bookmarkEnd w:id="2008"/>
      <w:bookmarkEnd w:id="2009"/>
      <w:bookmarkEnd w:id="2010"/>
      <w:bookmarkEnd w:id="2011"/>
      <w:bookmarkEnd w:id="2012"/>
      <w:bookmarkEnd w:id="2013"/>
    </w:p>
    <w:p w14:paraId="1C84AB9F" w14:textId="77777777" w:rsidR="002F0E6A" w:rsidRDefault="002F0E6A" w:rsidP="002F0E6A">
      <w:r w:rsidRPr="00773840">
        <w:t xml:space="preserve">See </w:t>
      </w:r>
      <w:hyperlink r:id="rId144" w:history="1">
        <w:r w:rsidRPr="00773840">
          <w:rPr>
            <w:rStyle w:val="Hyperlink"/>
          </w:rPr>
          <w:t>test-cases/kmip</w:t>
        </w:r>
        <w:r w:rsidR="00697364">
          <w:rPr>
            <w:rStyle w:val="Hyperlink"/>
          </w:rPr>
          <w:t>-v3.0</w:t>
        </w:r>
        <w:r w:rsidRPr="00773840">
          <w:rPr>
            <w:rStyle w:val="Hyperlink"/>
          </w:rPr>
          <w:t>/mandatory/CS-AC-M-OAEP-10</w:t>
        </w:r>
        <w:r>
          <w:rPr>
            <w:rStyle w:val="Hyperlink"/>
          </w:rPr>
          <w:t>-30.xml</w:t>
        </w:r>
      </w:hyperlink>
      <w:r>
        <w:t>.</w:t>
      </w:r>
    </w:p>
    <w:p w14:paraId="28B8B1EE" w14:textId="77777777" w:rsidR="002F0E6A" w:rsidRDefault="002F0E6A" w:rsidP="002F0E6A">
      <w:pPr>
        <w:pStyle w:val="Heading3"/>
        <w:numPr>
          <w:ilvl w:val="2"/>
          <w:numId w:val="2"/>
        </w:numPr>
      </w:pPr>
      <w:bookmarkStart w:id="2014" w:name="_Ref439683022"/>
      <w:bookmarkStart w:id="2015" w:name="_Toc439711346"/>
      <w:bookmarkStart w:id="2016" w:name="_Toc463354661"/>
      <w:bookmarkStart w:id="2017" w:name="_Toc478070564"/>
      <w:bookmarkStart w:id="2018" w:name="_Toc479342184"/>
      <w:bookmarkStart w:id="2019" w:name="_Toc491431567"/>
      <w:bookmarkStart w:id="2020" w:name="_Toc533021473"/>
      <w:bookmarkStart w:id="2021" w:name="_Toc535231716"/>
      <w:bookmarkStart w:id="2022" w:name="_Toc14773339"/>
      <w:bookmarkStart w:id="2023" w:name="_Toc27473390"/>
      <w:bookmarkStart w:id="2024" w:name="_Toc176876237"/>
      <w:r>
        <w:t>RNG Cryptographic Mandatory Test Cases KMIP</w:t>
      </w:r>
      <w:bookmarkEnd w:id="2014"/>
      <w:bookmarkEnd w:id="2015"/>
      <w:bookmarkEnd w:id="2016"/>
      <w:bookmarkEnd w:id="2017"/>
      <w:bookmarkEnd w:id="2018"/>
      <w:bookmarkEnd w:id="2019"/>
      <w:bookmarkEnd w:id="2020"/>
      <w:bookmarkEnd w:id="2021"/>
      <w:r w:rsidR="00697364">
        <w:t xml:space="preserve"> v3.0</w:t>
      </w:r>
      <w:bookmarkEnd w:id="2022"/>
      <w:bookmarkEnd w:id="2023"/>
      <w:bookmarkEnd w:id="2024"/>
    </w:p>
    <w:p w14:paraId="508EAFA8" w14:textId="77777777" w:rsidR="002F0E6A" w:rsidRDefault="002F0E6A" w:rsidP="002F0E6A">
      <w:pPr>
        <w:pStyle w:val="Heading4"/>
        <w:numPr>
          <w:ilvl w:val="3"/>
          <w:numId w:val="2"/>
        </w:numPr>
      </w:pPr>
      <w:bookmarkStart w:id="2025" w:name="_Toc32324524"/>
      <w:bookmarkStart w:id="2026" w:name="_Toc439711347"/>
      <w:bookmarkStart w:id="2027" w:name="_Toc463354662"/>
      <w:bookmarkStart w:id="2028" w:name="_Toc478070565"/>
      <w:bookmarkStart w:id="2029" w:name="_Toc479342185"/>
      <w:bookmarkStart w:id="2030" w:name="_Toc491431568"/>
      <w:bookmarkStart w:id="2031" w:name="_Toc533021474"/>
      <w:bookmarkStart w:id="2032" w:name="_Toc535231717"/>
      <w:bookmarkStart w:id="2033" w:name="_Toc14773340"/>
      <w:bookmarkStart w:id="2034" w:name="_Toc27473391"/>
      <w:bookmarkStart w:id="2035" w:name="_Toc176876238"/>
      <w:r>
        <w:t>CS-RNG-M-</w:t>
      </w:r>
      <w:bookmarkEnd w:id="2025"/>
      <w:r>
        <w:t>1-30</w:t>
      </w:r>
      <w:bookmarkEnd w:id="2026"/>
      <w:bookmarkEnd w:id="2027"/>
      <w:bookmarkEnd w:id="2028"/>
      <w:bookmarkEnd w:id="2029"/>
      <w:bookmarkEnd w:id="2030"/>
      <w:bookmarkEnd w:id="2031"/>
      <w:bookmarkEnd w:id="2032"/>
      <w:bookmarkEnd w:id="2033"/>
      <w:bookmarkEnd w:id="2034"/>
      <w:bookmarkEnd w:id="2035"/>
    </w:p>
    <w:p w14:paraId="0CF5A2B7" w14:textId="77777777" w:rsidR="002F0E6A" w:rsidRDefault="002F0E6A" w:rsidP="002F0E6A">
      <w:r w:rsidRPr="00AA045C">
        <w:t xml:space="preserve">See </w:t>
      </w:r>
      <w:hyperlink r:id="rId145" w:history="1">
        <w:r w:rsidRPr="00AA045C">
          <w:rPr>
            <w:rStyle w:val="Hyperlink"/>
          </w:rPr>
          <w:t>test-cases/kmip</w:t>
        </w:r>
        <w:r w:rsidR="00697364">
          <w:rPr>
            <w:rStyle w:val="Hyperlink"/>
          </w:rPr>
          <w:t>-v3.0</w:t>
        </w:r>
        <w:r w:rsidRPr="00AA045C">
          <w:rPr>
            <w:rStyle w:val="Hyperlink"/>
          </w:rPr>
          <w:t>/mandatory/CS-RNG-M-1</w:t>
        </w:r>
        <w:r>
          <w:rPr>
            <w:rStyle w:val="Hyperlink"/>
          </w:rPr>
          <w:t>-30.xml</w:t>
        </w:r>
      </w:hyperlink>
      <w:r>
        <w:t>.</w:t>
      </w:r>
    </w:p>
    <w:p w14:paraId="4670026C" w14:textId="77777777" w:rsidR="002F0E6A" w:rsidRDefault="002F0E6A" w:rsidP="002F0E6A">
      <w:pPr>
        <w:pStyle w:val="Heading3"/>
        <w:numPr>
          <w:ilvl w:val="2"/>
          <w:numId w:val="2"/>
        </w:numPr>
      </w:pPr>
      <w:bookmarkStart w:id="2036" w:name="_Toc439711348"/>
      <w:bookmarkStart w:id="2037" w:name="_Toc463354663"/>
      <w:bookmarkStart w:id="2038" w:name="_Toc478070566"/>
      <w:bookmarkStart w:id="2039" w:name="_Toc479342186"/>
      <w:bookmarkStart w:id="2040" w:name="_Toc491431569"/>
      <w:bookmarkStart w:id="2041" w:name="_Toc533021475"/>
      <w:bookmarkStart w:id="2042" w:name="_Toc535231718"/>
      <w:bookmarkStart w:id="2043" w:name="_Toc14773341"/>
      <w:bookmarkStart w:id="2044" w:name="_Toc27473392"/>
      <w:bookmarkStart w:id="2045" w:name="_Toc176876239"/>
      <w:r>
        <w:t>RNG Cryptographic Optional Test Cases KMIP</w:t>
      </w:r>
      <w:bookmarkEnd w:id="2036"/>
      <w:bookmarkEnd w:id="2037"/>
      <w:bookmarkEnd w:id="2038"/>
      <w:bookmarkEnd w:id="2039"/>
      <w:bookmarkEnd w:id="2040"/>
      <w:bookmarkEnd w:id="2041"/>
      <w:bookmarkEnd w:id="2042"/>
      <w:r w:rsidR="00697364">
        <w:t xml:space="preserve"> v3.0</w:t>
      </w:r>
      <w:bookmarkEnd w:id="2043"/>
      <w:bookmarkEnd w:id="2044"/>
      <w:bookmarkEnd w:id="2045"/>
    </w:p>
    <w:p w14:paraId="5219CF10" w14:textId="77777777" w:rsidR="002F0E6A" w:rsidRDefault="002F0E6A" w:rsidP="002F0E6A">
      <w:pPr>
        <w:pStyle w:val="Heading4"/>
        <w:numPr>
          <w:ilvl w:val="3"/>
          <w:numId w:val="2"/>
        </w:numPr>
      </w:pPr>
      <w:bookmarkStart w:id="2046" w:name="_Toc32324525"/>
      <w:bookmarkStart w:id="2047" w:name="_Toc439711349"/>
      <w:bookmarkStart w:id="2048" w:name="_Toc463354664"/>
      <w:bookmarkStart w:id="2049" w:name="_Toc478070567"/>
      <w:bookmarkStart w:id="2050" w:name="_Toc479342187"/>
      <w:bookmarkStart w:id="2051" w:name="_Toc491431570"/>
      <w:bookmarkStart w:id="2052" w:name="_Toc533021476"/>
      <w:bookmarkStart w:id="2053" w:name="_Toc535231719"/>
      <w:bookmarkStart w:id="2054" w:name="_Toc14773342"/>
      <w:bookmarkStart w:id="2055" w:name="_Toc27473393"/>
      <w:bookmarkStart w:id="2056" w:name="_Toc176876240"/>
      <w:r>
        <w:t>CS-</w:t>
      </w:r>
      <w:bookmarkEnd w:id="2046"/>
      <w:r>
        <w:t>RNG-O-1-30</w:t>
      </w:r>
      <w:bookmarkEnd w:id="2047"/>
      <w:bookmarkEnd w:id="2048"/>
      <w:bookmarkEnd w:id="2049"/>
      <w:bookmarkEnd w:id="2050"/>
      <w:bookmarkEnd w:id="2051"/>
      <w:bookmarkEnd w:id="2052"/>
      <w:bookmarkEnd w:id="2053"/>
      <w:bookmarkEnd w:id="2054"/>
      <w:bookmarkEnd w:id="2055"/>
      <w:bookmarkEnd w:id="2056"/>
    </w:p>
    <w:p w14:paraId="43296CE2" w14:textId="77777777" w:rsidR="002F0E6A" w:rsidRDefault="002F0E6A" w:rsidP="002F0E6A">
      <w:r>
        <w:t xml:space="preserve">See </w:t>
      </w:r>
      <w:hyperlink r:id="rId146" w:history="1">
        <w:r>
          <w:rPr>
            <w:rStyle w:val="Hyperlink"/>
          </w:rPr>
          <w:t>test-cases/kmip</w:t>
        </w:r>
        <w:r w:rsidR="00697364">
          <w:rPr>
            <w:rStyle w:val="Hyperlink"/>
          </w:rPr>
          <w:t>-v3.0</w:t>
        </w:r>
        <w:r>
          <w:rPr>
            <w:rStyle w:val="Hyperlink"/>
          </w:rPr>
          <w:t>/optional/CS-RNG-O-1-30.xml</w:t>
        </w:r>
      </w:hyperlink>
    </w:p>
    <w:p w14:paraId="2742EC4D" w14:textId="77777777" w:rsidR="002F0E6A" w:rsidRDefault="002F0E6A" w:rsidP="002F0E6A">
      <w:pPr>
        <w:pStyle w:val="Heading4"/>
        <w:numPr>
          <w:ilvl w:val="3"/>
          <w:numId w:val="2"/>
        </w:numPr>
      </w:pPr>
      <w:bookmarkStart w:id="2057" w:name="_Toc32324527"/>
      <w:bookmarkStart w:id="2058" w:name="_Toc439711350"/>
      <w:bookmarkStart w:id="2059" w:name="_Toc463354665"/>
      <w:bookmarkStart w:id="2060" w:name="_Toc478070568"/>
      <w:bookmarkStart w:id="2061" w:name="_Toc479342188"/>
      <w:bookmarkStart w:id="2062" w:name="_Toc491431571"/>
      <w:bookmarkStart w:id="2063" w:name="_Toc533021477"/>
      <w:bookmarkStart w:id="2064" w:name="_Toc535231720"/>
      <w:bookmarkStart w:id="2065" w:name="_Toc14773343"/>
      <w:bookmarkStart w:id="2066" w:name="_Toc27473394"/>
      <w:bookmarkStart w:id="2067" w:name="_Toc176876241"/>
      <w:r>
        <w:t>CS-RNG-</w:t>
      </w:r>
      <w:bookmarkEnd w:id="2057"/>
      <w:r>
        <w:t>O-2-30</w:t>
      </w:r>
      <w:bookmarkEnd w:id="2058"/>
      <w:bookmarkEnd w:id="2059"/>
      <w:bookmarkEnd w:id="2060"/>
      <w:bookmarkEnd w:id="2061"/>
      <w:bookmarkEnd w:id="2062"/>
      <w:bookmarkEnd w:id="2063"/>
      <w:bookmarkEnd w:id="2064"/>
      <w:bookmarkEnd w:id="2065"/>
      <w:bookmarkEnd w:id="2066"/>
      <w:bookmarkEnd w:id="2067"/>
    </w:p>
    <w:p w14:paraId="4D70036A" w14:textId="77777777" w:rsidR="002F0E6A" w:rsidRDefault="002F0E6A" w:rsidP="002F0E6A">
      <w:r>
        <w:t xml:space="preserve">See </w:t>
      </w:r>
      <w:hyperlink r:id="rId147" w:history="1">
        <w:r>
          <w:rPr>
            <w:rStyle w:val="Hyperlink"/>
          </w:rPr>
          <w:t>test-cases/kmip</w:t>
        </w:r>
        <w:r w:rsidR="00697364">
          <w:rPr>
            <w:rStyle w:val="Hyperlink"/>
          </w:rPr>
          <w:t>-v3.0</w:t>
        </w:r>
        <w:r>
          <w:rPr>
            <w:rStyle w:val="Hyperlink"/>
          </w:rPr>
          <w:t>/optional/CS-RNG-O-2-30.xml</w:t>
        </w:r>
      </w:hyperlink>
    </w:p>
    <w:p w14:paraId="5D3FD13F" w14:textId="77777777" w:rsidR="002F0E6A" w:rsidRDefault="002F0E6A" w:rsidP="002F0E6A">
      <w:pPr>
        <w:pStyle w:val="Heading4"/>
        <w:numPr>
          <w:ilvl w:val="3"/>
          <w:numId w:val="2"/>
        </w:numPr>
      </w:pPr>
      <w:bookmarkStart w:id="2068" w:name="_Toc32324529"/>
      <w:bookmarkStart w:id="2069" w:name="_Toc439711351"/>
      <w:bookmarkStart w:id="2070" w:name="_Toc463354666"/>
      <w:bookmarkStart w:id="2071" w:name="_Toc478070569"/>
      <w:bookmarkStart w:id="2072" w:name="_Toc479342189"/>
      <w:bookmarkStart w:id="2073" w:name="_Toc491431572"/>
      <w:bookmarkStart w:id="2074" w:name="_Toc533021478"/>
      <w:bookmarkStart w:id="2075" w:name="_Toc535231721"/>
      <w:bookmarkStart w:id="2076" w:name="_Toc14773344"/>
      <w:bookmarkStart w:id="2077" w:name="_Toc27473395"/>
      <w:bookmarkStart w:id="2078" w:name="_Toc176876242"/>
      <w:r>
        <w:t>CS-RNG-O-</w:t>
      </w:r>
      <w:bookmarkEnd w:id="2068"/>
      <w:r>
        <w:t>3-30</w:t>
      </w:r>
      <w:bookmarkEnd w:id="2069"/>
      <w:bookmarkEnd w:id="2070"/>
      <w:bookmarkEnd w:id="2071"/>
      <w:bookmarkEnd w:id="2072"/>
      <w:bookmarkEnd w:id="2073"/>
      <w:bookmarkEnd w:id="2074"/>
      <w:bookmarkEnd w:id="2075"/>
      <w:bookmarkEnd w:id="2076"/>
      <w:bookmarkEnd w:id="2077"/>
      <w:bookmarkEnd w:id="2078"/>
    </w:p>
    <w:p w14:paraId="744B529F" w14:textId="77777777" w:rsidR="002F0E6A" w:rsidRDefault="002F0E6A" w:rsidP="002F0E6A">
      <w:r>
        <w:t xml:space="preserve">See </w:t>
      </w:r>
      <w:hyperlink r:id="rId148" w:history="1">
        <w:r>
          <w:rPr>
            <w:rStyle w:val="Hyperlink"/>
          </w:rPr>
          <w:t>test-cases/kmip</w:t>
        </w:r>
        <w:r w:rsidR="00697364">
          <w:rPr>
            <w:rStyle w:val="Hyperlink"/>
          </w:rPr>
          <w:t>-v3.0</w:t>
        </w:r>
        <w:r>
          <w:rPr>
            <w:rStyle w:val="Hyperlink"/>
          </w:rPr>
          <w:t>/optional/CS-RNG-O-3-30.xml</w:t>
        </w:r>
      </w:hyperlink>
    </w:p>
    <w:p w14:paraId="08AD9DD1" w14:textId="77777777" w:rsidR="002F0E6A" w:rsidRDefault="002F0E6A" w:rsidP="002F0E6A">
      <w:pPr>
        <w:pStyle w:val="Heading4"/>
        <w:numPr>
          <w:ilvl w:val="3"/>
          <w:numId w:val="2"/>
        </w:numPr>
      </w:pPr>
      <w:bookmarkStart w:id="2079" w:name="_Toc32324530"/>
      <w:bookmarkStart w:id="2080" w:name="_Toc439711352"/>
      <w:bookmarkStart w:id="2081" w:name="_Toc463354667"/>
      <w:bookmarkStart w:id="2082" w:name="_Toc478070570"/>
      <w:bookmarkStart w:id="2083" w:name="_Toc479342190"/>
      <w:bookmarkStart w:id="2084" w:name="_Toc491431573"/>
      <w:bookmarkStart w:id="2085" w:name="_Toc533021479"/>
      <w:bookmarkStart w:id="2086" w:name="_Toc535231722"/>
      <w:bookmarkStart w:id="2087" w:name="_Toc14773345"/>
      <w:bookmarkStart w:id="2088" w:name="_Toc27473396"/>
      <w:bookmarkStart w:id="2089" w:name="_Toc176876243"/>
      <w:r>
        <w:t>CS-RNG-O-</w:t>
      </w:r>
      <w:bookmarkEnd w:id="2079"/>
      <w:r>
        <w:t>4-30</w:t>
      </w:r>
      <w:bookmarkEnd w:id="2080"/>
      <w:bookmarkEnd w:id="2081"/>
      <w:bookmarkEnd w:id="2082"/>
      <w:bookmarkEnd w:id="2083"/>
      <w:bookmarkEnd w:id="2084"/>
      <w:bookmarkEnd w:id="2085"/>
      <w:bookmarkEnd w:id="2086"/>
      <w:bookmarkEnd w:id="2087"/>
      <w:bookmarkEnd w:id="2088"/>
      <w:bookmarkEnd w:id="2089"/>
    </w:p>
    <w:p w14:paraId="078C1EBD" w14:textId="77777777" w:rsidR="002F0E6A" w:rsidRDefault="002F0E6A" w:rsidP="002F0E6A">
      <w:r>
        <w:t xml:space="preserve">See </w:t>
      </w:r>
      <w:hyperlink r:id="rId149" w:history="1">
        <w:r>
          <w:rPr>
            <w:rStyle w:val="Hyperlink"/>
          </w:rPr>
          <w:t>test-cases/kmip</w:t>
        </w:r>
        <w:r w:rsidR="00697364">
          <w:rPr>
            <w:rStyle w:val="Hyperlink"/>
          </w:rPr>
          <w:t>-v3.0</w:t>
        </w:r>
        <w:r>
          <w:rPr>
            <w:rStyle w:val="Hyperlink"/>
          </w:rPr>
          <w:t>/optional/CS-RNG-O-4-30.xml</w:t>
        </w:r>
      </w:hyperlink>
    </w:p>
    <w:p w14:paraId="2583FAE6" w14:textId="77777777" w:rsidR="002F0E6A" w:rsidRDefault="002F0E6A" w:rsidP="002F0E6A">
      <w:pPr>
        <w:pStyle w:val="Heading2"/>
        <w:numPr>
          <w:ilvl w:val="1"/>
          <w:numId w:val="2"/>
        </w:numPr>
      </w:pPr>
      <w:bookmarkStart w:id="2090" w:name="_Toc439711353"/>
      <w:bookmarkStart w:id="2091" w:name="_Toc463354668"/>
      <w:bookmarkStart w:id="2092" w:name="_Toc478070571"/>
      <w:bookmarkStart w:id="2093" w:name="_Toc479342191"/>
      <w:bookmarkStart w:id="2094" w:name="_Toc491431574"/>
      <w:bookmarkStart w:id="2095" w:name="_Toc533021480"/>
      <w:bookmarkStart w:id="2096" w:name="_Toc535231723"/>
      <w:bookmarkStart w:id="2097" w:name="_Toc14773346"/>
      <w:bookmarkStart w:id="2098" w:name="_Toc27473397"/>
      <w:bookmarkStart w:id="2099" w:name="_Toc32324533"/>
      <w:bookmarkStart w:id="2100" w:name="_Toc176876244"/>
      <w:r w:rsidRPr="00963EB1">
        <w:t>Opaque Managed Object Store</w:t>
      </w:r>
      <w:r>
        <w:t xml:space="preserve"> Profiles</w:t>
      </w:r>
      <w:bookmarkEnd w:id="2090"/>
      <w:bookmarkEnd w:id="2091"/>
      <w:bookmarkEnd w:id="2092"/>
      <w:bookmarkEnd w:id="2093"/>
      <w:bookmarkEnd w:id="2094"/>
      <w:bookmarkEnd w:id="2095"/>
      <w:bookmarkEnd w:id="2096"/>
      <w:bookmarkEnd w:id="2097"/>
      <w:bookmarkEnd w:id="2098"/>
      <w:bookmarkEnd w:id="2099"/>
      <w:bookmarkEnd w:id="2100"/>
    </w:p>
    <w:p w14:paraId="533D12E9" w14:textId="77777777" w:rsidR="002F0E6A" w:rsidRDefault="002F0E6A" w:rsidP="002F0E6A">
      <w:r w:rsidRPr="00476CA2">
        <w:t>The Opaque Managed Object Store Profile is a KMIP server performing storage related operations on opaque objects based on requests received from a KMIP client.</w:t>
      </w:r>
    </w:p>
    <w:p w14:paraId="690B47D0" w14:textId="77777777" w:rsidR="002F0E6A" w:rsidRPr="000C30ED" w:rsidRDefault="002F0E6A" w:rsidP="002F0E6A">
      <w:pPr>
        <w:pStyle w:val="Heading3"/>
        <w:numPr>
          <w:ilvl w:val="2"/>
          <w:numId w:val="2"/>
        </w:numPr>
      </w:pPr>
      <w:bookmarkStart w:id="2101" w:name="_Ref439684486"/>
      <w:bookmarkStart w:id="2102" w:name="_Toc439711354"/>
      <w:bookmarkStart w:id="2103" w:name="_Toc463354669"/>
      <w:bookmarkStart w:id="2104" w:name="_Toc478070572"/>
      <w:bookmarkStart w:id="2105" w:name="_Toc479342192"/>
      <w:bookmarkStart w:id="2106" w:name="_Toc491431575"/>
      <w:bookmarkStart w:id="2107" w:name="_Toc533021481"/>
      <w:bookmarkStart w:id="2108" w:name="_Toc535231724"/>
      <w:bookmarkStart w:id="2109" w:name="_Toc14773347"/>
      <w:bookmarkStart w:id="2110" w:name="_Toc27473398"/>
      <w:bookmarkStart w:id="2111" w:name="_Toc32324534"/>
      <w:bookmarkStart w:id="2112" w:name="_Toc176876245"/>
      <w:r w:rsidRPr="0026686F">
        <w:t>Opaque Managed Object Store</w:t>
      </w:r>
      <w:r>
        <w:t xml:space="preserve"> Client</w:t>
      </w:r>
      <w:bookmarkEnd w:id="2101"/>
      <w:bookmarkEnd w:id="2102"/>
      <w:bookmarkEnd w:id="2103"/>
      <w:bookmarkEnd w:id="2104"/>
      <w:bookmarkEnd w:id="2105"/>
      <w:bookmarkEnd w:id="2106"/>
      <w:bookmarkEnd w:id="2107"/>
      <w:bookmarkEnd w:id="2108"/>
      <w:bookmarkEnd w:id="2109"/>
      <w:bookmarkEnd w:id="2110"/>
      <w:bookmarkEnd w:id="2111"/>
      <w:bookmarkEnd w:id="2112"/>
    </w:p>
    <w:p w14:paraId="70CEE83A" w14:textId="77777777" w:rsidR="002F0E6A" w:rsidRDefault="002F0E6A" w:rsidP="002F0E6A">
      <w:r>
        <w:t>KMIP clients conformant to this profile:</w:t>
      </w:r>
    </w:p>
    <w:p w14:paraId="4CAFE7F7" w14:textId="7C79C4E1" w:rsidR="002F0E6A" w:rsidRPr="00D1622D" w:rsidRDefault="002F0E6A" w:rsidP="002F0E6A">
      <w:pPr>
        <w:numPr>
          <w:ilvl w:val="0"/>
          <w:numId w:val="5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1362C1FB" w14:textId="45C523C4" w:rsidR="002F0E6A" w:rsidRPr="006436AE" w:rsidRDefault="002F0E6A" w:rsidP="002F0E6A">
      <w:pPr>
        <w:numPr>
          <w:ilvl w:val="0"/>
          <w:numId w:val="53"/>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DA37E6">
        <w:t>5.10.1</w:t>
      </w:r>
      <w:r>
        <w:fldChar w:fldCharType="end"/>
      </w:r>
    </w:p>
    <w:p w14:paraId="4EB86617" w14:textId="77777777" w:rsidR="002F0E6A" w:rsidRDefault="002F0E6A" w:rsidP="002F0E6A">
      <w:pPr>
        <w:numPr>
          <w:ilvl w:val="0"/>
          <w:numId w:val="53"/>
        </w:numPr>
      </w:pPr>
      <w:r w:rsidRPr="006436AE">
        <w:t>MAY support extensions outside the scope of this standard (e.g., vendor extensions, conformance clauses) that do not contradict any KMIP requirements.</w:t>
      </w:r>
    </w:p>
    <w:p w14:paraId="13316B22" w14:textId="77777777" w:rsidR="002F0E6A" w:rsidRPr="000C30ED" w:rsidRDefault="002F0E6A" w:rsidP="002F0E6A">
      <w:pPr>
        <w:pStyle w:val="Heading3"/>
        <w:numPr>
          <w:ilvl w:val="2"/>
          <w:numId w:val="2"/>
        </w:numPr>
      </w:pPr>
      <w:bookmarkStart w:id="2113" w:name="_Ref439684553"/>
      <w:bookmarkStart w:id="2114" w:name="_Toc439711355"/>
      <w:bookmarkStart w:id="2115" w:name="_Toc463354670"/>
      <w:bookmarkStart w:id="2116" w:name="_Toc478070573"/>
      <w:bookmarkStart w:id="2117" w:name="_Toc479342193"/>
      <w:bookmarkStart w:id="2118" w:name="_Toc491431576"/>
      <w:bookmarkStart w:id="2119" w:name="_Toc533021482"/>
      <w:bookmarkStart w:id="2120" w:name="_Toc535231725"/>
      <w:bookmarkStart w:id="2121" w:name="_Toc14773348"/>
      <w:bookmarkStart w:id="2122" w:name="_Toc27473399"/>
      <w:bookmarkStart w:id="2123" w:name="_Toc32324535"/>
      <w:bookmarkStart w:id="2124" w:name="_Toc176876246"/>
      <w:r w:rsidRPr="0026686F">
        <w:t>Opaque Managed Object Store</w:t>
      </w:r>
      <w:r>
        <w:t xml:space="preserve"> Server</w:t>
      </w:r>
      <w:bookmarkEnd w:id="2113"/>
      <w:bookmarkEnd w:id="2114"/>
      <w:bookmarkEnd w:id="2115"/>
      <w:bookmarkEnd w:id="2116"/>
      <w:bookmarkEnd w:id="2117"/>
      <w:bookmarkEnd w:id="2118"/>
      <w:bookmarkEnd w:id="2119"/>
      <w:bookmarkEnd w:id="2120"/>
      <w:bookmarkEnd w:id="2121"/>
      <w:bookmarkEnd w:id="2122"/>
      <w:bookmarkEnd w:id="2123"/>
      <w:bookmarkEnd w:id="2124"/>
    </w:p>
    <w:p w14:paraId="69E7A49B" w14:textId="77777777" w:rsidR="002F0E6A" w:rsidRDefault="002F0E6A" w:rsidP="002F0E6A">
      <w:r>
        <w:t>KMIP servers conformant to this profile:</w:t>
      </w:r>
    </w:p>
    <w:p w14:paraId="76A2C36B" w14:textId="09E78619" w:rsidR="002F0E6A" w:rsidRPr="00D1622D" w:rsidRDefault="002F0E6A" w:rsidP="002F0E6A">
      <w:pPr>
        <w:numPr>
          <w:ilvl w:val="0"/>
          <w:numId w:val="5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5D2FDC67" w14:textId="77777777" w:rsidR="002F0E6A" w:rsidRPr="0037589F" w:rsidRDefault="002F0E6A" w:rsidP="002F0E6A">
      <w:pPr>
        <w:numPr>
          <w:ilvl w:val="0"/>
          <w:numId w:val="52"/>
        </w:numPr>
      </w:pPr>
      <w:r w:rsidRPr="0037589F">
        <w:t xml:space="preserve">SHALL support the following </w:t>
      </w:r>
      <w:r w:rsidRPr="00F35AF1">
        <w:rPr>
          <w:i/>
        </w:rPr>
        <w:t>Objects</w:t>
      </w:r>
      <w:r w:rsidRPr="0037589F">
        <w:t xml:space="preserve"> [KMIP-SPEC]</w:t>
      </w:r>
    </w:p>
    <w:p w14:paraId="10273110" w14:textId="77777777" w:rsidR="002F0E6A" w:rsidRPr="0037589F" w:rsidRDefault="002F0E6A" w:rsidP="002F0E6A">
      <w:pPr>
        <w:numPr>
          <w:ilvl w:val="0"/>
          <w:numId w:val="67"/>
        </w:numPr>
      </w:pPr>
      <w:r>
        <w:rPr>
          <w:i/>
        </w:rPr>
        <w:t>Opaque Object</w:t>
      </w:r>
    </w:p>
    <w:p w14:paraId="4A91FDE4" w14:textId="77777777" w:rsidR="002F0E6A" w:rsidRPr="0037589F" w:rsidRDefault="002F0E6A" w:rsidP="002F0E6A">
      <w:pPr>
        <w:numPr>
          <w:ilvl w:val="0"/>
          <w:numId w:val="52"/>
        </w:numPr>
      </w:pPr>
      <w:r w:rsidRPr="0037589F">
        <w:t xml:space="preserve">SHALL support the following </w:t>
      </w:r>
      <w:r>
        <w:rPr>
          <w:i/>
        </w:rPr>
        <w:t xml:space="preserve">Object </w:t>
      </w:r>
      <w:r w:rsidRPr="00F35AF1">
        <w:rPr>
          <w:i/>
        </w:rPr>
        <w:t>Attributes</w:t>
      </w:r>
      <w:r w:rsidRPr="0037589F">
        <w:t xml:space="preserve"> [KMIP-SPEC]</w:t>
      </w:r>
    </w:p>
    <w:p w14:paraId="5DC5EDD1" w14:textId="77777777" w:rsidR="002F0E6A" w:rsidRPr="007A0455" w:rsidRDefault="002F0E6A" w:rsidP="002F0E6A">
      <w:pPr>
        <w:numPr>
          <w:ilvl w:val="0"/>
          <w:numId w:val="49"/>
        </w:numPr>
        <w:rPr>
          <w:i/>
        </w:rPr>
      </w:pPr>
      <w:r w:rsidRPr="0037589F">
        <w:rPr>
          <w:i/>
        </w:rPr>
        <w:t>Object Type</w:t>
      </w:r>
    </w:p>
    <w:p w14:paraId="0D414A8A" w14:textId="77777777" w:rsidR="002F0E6A" w:rsidRPr="0037589F" w:rsidRDefault="002F0E6A" w:rsidP="002F0E6A">
      <w:pPr>
        <w:numPr>
          <w:ilvl w:val="0"/>
          <w:numId w:val="52"/>
        </w:numPr>
      </w:pPr>
      <w:r w:rsidRPr="0037589F">
        <w:t xml:space="preserve">SHALL support the following </w:t>
      </w:r>
      <w:r w:rsidRPr="00F35AF1">
        <w:rPr>
          <w:i/>
        </w:rPr>
        <w:t>Client-to-Server Operations</w:t>
      </w:r>
      <w:r w:rsidRPr="0037589F">
        <w:t xml:space="preserve"> [KMIP-SPEC]:</w:t>
      </w:r>
    </w:p>
    <w:p w14:paraId="1CD53AEB" w14:textId="77777777" w:rsidR="002F0E6A" w:rsidRPr="0037589F" w:rsidRDefault="002F0E6A" w:rsidP="002F0E6A">
      <w:pPr>
        <w:numPr>
          <w:ilvl w:val="0"/>
          <w:numId w:val="50"/>
        </w:numPr>
      </w:pPr>
      <w:r>
        <w:rPr>
          <w:i/>
        </w:rPr>
        <w:t>Register</w:t>
      </w:r>
      <w:r w:rsidRPr="0037589F">
        <w:t xml:space="preserve"> </w:t>
      </w:r>
    </w:p>
    <w:p w14:paraId="3B421859" w14:textId="77777777" w:rsidR="002F0E6A" w:rsidRPr="0037589F" w:rsidRDefault="002F0E6A" w:rsidP="002F0E6A">
      <w:pPr>
        <w:numPr>
          <w:ilvl w:val="0"/>
          <w:numId w:val="52"/>
        </w:numPr>
      </w:pPr>
      <w:r w:rsidRPr="0037589F">
        <w:t xml:space="preserve">SHALL support the following </w:t>
      </w:r>
      <w:r w:rsidRPr="00F35AF1">
        <w:rPr>
          <w:i/>
        </w:rPr>
        <w:t>Enumerations</w:t>
      </w:r>
      <w:r w:rsidRPr="0037589F">
        <w:t xml:space="preserve"> [KMIP-SPEC]:</w:t>
      </w:r>
    </w:p>
    <w:p w14:paraId="71ACD30A" w14:textId="77777777" w:rsidR="002F0E6A" w:rsidRPr="0037589F" w:rsidRDefault="002F0E6A" w:rsidP="002F0E6A">
      <w:pPr>
        <w:numPr>
          <w:ilvl w:val="0"/>
          <w:numId w:val="51"/>
        </w:numPr>
      </w:pPr>
      <w:r>
        <w:rPr>
          <w:i/>
        </w:rPr>
        <w:t>Opaque Data Type</w:t>
      </w:r>
    </w:p>
    <w:p w14:paraId="0E291621" w14:textId="77777777" w:rsidR="002F0E6A" w:rsidRPr="0037589F" w:rsidRDefault="002F0E6A" w:rsidP="002F0E6A">
      <w:pPr>
        <w:numPr>
          <w:ilvl w:val="0"/>
          <w:numId w:val="51"/>
        </w:numPr>
      </w:pPr>
      <w:r w:rsidRPr="0037589F">
        <w:rPr>
          <w:i/>
        </w:rPr>
        <w:t>Object Type</w:t>
      </w:r>
      <w:r w:rsidRPr="0037589F">
        <w:t xml:space="preserve"> with value:</w:t>
      </w:r>
    </w:p>
    <w:p w14:paraId="5942AE41" w14:textId="77777777" w:rsidR="002F0E6A" w:rsidRPr="00F35AF1" w:rsidRDefault="002F0E6A" w:rsidP="002F0E6A">
      <w:pPr>
        <w:numPr>
          <w:ilvl w:val="0"/>
          <w:numId w:val="119"/>
        </w:numPr>
        <w:rPr>
          <w:i/>
        </w:rPr>
      </w:pPr>
      <w:r w:rsidRPr="00F35AF1">
        <w:rPr>
          <w:i/>
        </w:rPr>
        <w:t>Opaque Object</w:t>
      </w:r>
    </w:p>
    <w:p w14:paraId="6E23CB47" w14:textId="1113F03C" w:rsidR="002F0E6A" w:rsidRPr="006436AE" w:rsidRDefault="002F0E6A" w:rsidP="002F0E6A">
      <w:pPr>
        <w:numPr>
          <w:ilvl w:val="0"/>
          <w:numId w:val="52"/>
        </w:numPr>
      </w:pPr>
      <w:r w:rsidRPr="006436AE">
        <w:t xml:space="preserve">MAY support any clause within [KMIP-SPEC] provided it does not conflict with any other clause within this section </w:t>
      </w:r>
      <w:r>
        <w:fldChar w:fldCharType="begin"/>
      </w:r>
      <w:r>
        <w:instrText xml:space="preserve"> REF _Ref439684553 \r \h </w:instrText>
      </w:r>
      <w:r>
        <w:fldChar w:fldCharType="separate"/>
      </w:r>
      <w:r w:rsidR="00DA37E6">
        <w:t>5.10.2</w:t>
      </w:r>
      <w:r>
        <w:fldChar w:fldCharType="end"/>
      </w:r>
    </w:p>
    <w:p w14:paraId="6E3A508F" w14:textId="77777777" w:rsidR="002F0E6A" w:rsidRDefault="002F0E6A" w:rsidP="002F0E6A">
      <w:pPr>
        <w:numPr>
          <w:ilvl w:val="0"/>
          <w:numId w:val="52"/>
        </w:numPr>
      </w:pPr>
      <w:r w:rsidRPr="006436AE">
        <w:t>MAY support extensions outside the scope of this standard (e.g., vendor extensions, conformance clauses) that do not contradict any KMIP requirements.</w:t>
      </w:r>
    </w:p>
    <w:p w14:paraId="4E318232" w14:textId="77777777" w:rsidR="002F0E6A" w:rsidRDefault="002F0E6A" w:rsidP="002F0E6A">
      <w:pPr>
        <w:pStyle w:val="Heading3"/>
        <w:numPr>
          <w:ilvl w:val="2"/>
          <w:numId w:val="2"/>
        </w:numPr>
      </w:pPr>
      <w:bookmarkStart w:id="2125" w:name="_Ref439684522"/>
      <w:bookmarkStart w:id="2126" w:name="_Toc439711356"/>
      <w:bookmarkStart w:id="2127" w:name="_Toc463354671"/>
      <w:bookmarkStart w:id="2128" w:name="_Toc478070574"/>
      <w:bookmarkStart w:id="2129" w:name="_Toc479342194"/>
      <w:bookmarkStart w:id="2130" w:name="_Toc491431577"/>
      <w:bookmarkStart w:id="2131" w:name="_Toc533021483"/>
      <w:bookmarkStart w:id="2132" w:name="_Toc535231726"/>
      <w:bookmarkStart w:id="2133" w:name="_Toc32324536"/>
      <w:bookmarkStart w:id="2134" w:name="_Toc14773349"/>
      <w:bookmarkStart w:id="2135" w:name="_Toc27473400"/>
      <w:bookmarkStart w:id="2136" w:name="_Toc176876247"/>
      <w:r w:rsidRPr="0026686F">
        <w:t>Opaque Managed Object</w:t>
      </w:r>
      <w:r>
        <w:t xml:space="preserve"> Mandatory Test Cases KMIP</w:t>
      </w:r>
      <w:bookmarkEnd w:id="2125"/>
      <w:bookmarkEnd w:id="2126"/>
      <w:bookmarkEnd w:id="2127"/>
      <w:bookmarkEnd w:id="2128"/>
      <w:bookmarkEnd w:id="2129"/>
      <w:bookmarkEnd w:id="2130"/>
      <w:bookmarkEnd w:id="2131"/>
      <w:bookmarkEnd w:id="2132"/>
      <w:r w:rsidR="00697364">
        <w:t xml:space="preserve"> </w:t>
      </w:r>
      <w:bookmarkEnd w:id="2133"/>
      <w:r w:rsidR="00697364">
        <w:t>v3.0</w:t>
      </w:r>
      <w:bookmarkEnd w:id="2134"/>
      <w:bookmarkEnd w:id="2135"/>
      <w:bookmarkEnd w:id="2136"/>
    </w:p>
    <w:p w14:paraId="5C5CA8EE" w14:textId="77777777" w:rsidR="002F0E6A" w:rsidRDefault="002F0E6A" w:rsidP="002F0E6A">
      <w:pPr>
        <w:pStyle w:val="Heading4"/>
        <w:numPr>
          <w:ilvl w:val="3"/>
          <w:numId w:val="2"/>
        </w:numPr>
      </w:pPr>
      <w:bookmarkStart w:id="2137" w:name="_Toc32324537"/>
      <w:bookmarkStart w:id="2138" w:name="_Toc439711357"/>
      <w:bookmarkStart w:id="2139" w:name="_Toc463354672"/>
      <w:bookmarkStart w:id="2140" w:name="_Toc478070575"/>
      <w:bookmarkStart w:id="2141" w:name="_Toc479342195"/>
      <w:bookmarkStart w:id="2142" w:name="_Toc491431578"/>
      <w:bookmarkStart w:id="2143" w:name="_Toc533021484"/>
      <w:bookmarkStart w:id="2144" w:name="_Toc535231727"/>
      <w:bookmarkStart w:id="2145" w:name="_Toc14773350"/>
      <w:bookmarkStart w:id="2146" w:name="_Toc27473401"/>
      <w:bookmarkStart w:id="2147" w:name="_Toc176876248"/>
      <w:r>
        <w:t>OMOS-M-1-</w:t>
      </w:r>
      <w:bookmarkEnd w:id="2137"/>
      <w:r>
        <w:t>30</w:t>
      </w:r>
      <w:bookmarkEnd w:id="2138"/>
      <w:bookmarkEnd w:id="2139"/>
      <w:bookmarkEnd w:id="2140"/>
      <w:bookmarkEnd w:id="2141"/>
      <w:bookmarkEnd w:id="2142"/>
      <w:bookmarkEnd w:id="2143"/>
      <w:bookmarkEnd w:id="2144"/>
      <w:bookmarkEnd w:id="2145"/>
      <w:bookmarkEnd w:id="2146"/>
      <w:bookmarkEnd w:id="2147"/>
    </w:p>
    <w:p w14:paraId="69C99A76" w14:textId="77777777" w:rsidR="002F0E6A" w:rsidRDefault="002F0E6A" w:rsidP="002F0E6A">
      <w:r w:rsidRPr="00AA045C">
        <w:t xml:space="preserve">See </w:t>
      </w:r>
      <w:hyperlink r:id="rId150" w:history="1">
        <w:r w:rsidRPr="00AA045C">
          <w:rPr>
            <w:rStyle w:val="Hyperlink"/>
          </w:rPr>
          <w:t>test-cases/kmip</w:t>
        </w:r>
        <w:r w:rsidR="00697364">
          <w:rPr>
            <w:rStyle w:val="Hyperlink"/>
          </w:rPr>
          <w:t>-v3.0</w:t>
        </w:r>
        <w:r w:rsidRPr="00AA045C">
          <w:rPr>
            <w:rStyle w:val="Hyperlink"/>
          </w:rPr>
          <w:t>/mandatory/OMOS-M-1</w:t>
        </w:r>
        <w:r>
          <w:rPr>
            <w:rStyle w:val="Hyperlink"/>
          </w:rPr>
          <w:t>-30.xml</w:t>
        </w:r>
      </w:hyperlink>
      <w:r>
        <w:t>.</w:t>
      </w:r>
    </w:p>
    <w:p w14:paraId="76377F33" w14:textId="77777777" w:rsidR="002F0E6A" w:rsidRDefault="002F0E6A" w:rsidP="002F0E6A">
      <w:pPr>
        <w:pStyle w:val="Heading3"/>
        <w:numPr>
          <w:ilvl w:val="2"/>
          <w:numId w:val="2"/>
        </w:numPr>
      </w:pPr>
      <w:bookmarkStart w:id="2148" w:name="_Toc439711358"/>
      <w:bookmarkStart w:id="2149" w:name="_Toc463354673"/>
      <w:bookmarkStart w:id="2150" w:name="_Toc478070576"/>
      <w:bookmarkStart w:id="2151" w:name="_Toc479342196"/>
      <w:bookmarkStart w:id="2152" w:name="_Toc491431579"/>
      <w:bookmarkStart w:id="2153" w:name="_Toc533021485"/>
      <w:bookmarkStart w:id="2154" w:name="_Toc535231728"/>
      <w:bookmarkStart w:id="2155" w:name="_Toc32324538"/>
      <w:bookmarkStart w:id="2156" w:name="_Toc14773351"/>
      <w:bookmarkStart w:id="2157" w:name="_Toc27473402"/>
      <w:bookmarkStart w:id="2158" w:name="_Toc176876249"/>
      <w:r w:rsidRPr="0026686F">
        <w:t xml:space="preserve">Opaque Managed Object </w:t>
      </w:r>
      <w:r>
        <w:t>Optional Test Cases KMIP</w:t>
      </w:r>
      <w:bookmarkEnd w:id="2148"/>
      <w:bookmarkEnd w:id="2149"/>
      <w:bookmarkEnd w:id="2150"/>
      <w:bookmarkEnd w:id="2151"/>
      <w:bookmarkEnd w:id="2152"/>
      <w:bookmarkEnd w:id="2153"/>
      <w:bookmarkEnd w:id="2154"/>
      <w:r w:rsidR="00697364">
        <w:t xml:space="preserve"> </w:t>
      </w:r>
      <w:bookmarkEnd w:id="2155"/>
      <w:r w:rsidR="00697364">
        <w:t>v3.0</w:t>
      </w:r>
      <w:bookmarkEnd w:id="2156"/>
      <w:bookmarkEnd w:id="2157"/>
      <w:bookmarkEnd w:id="2158"/>
    </w:p>
    <w:p w14:paraId="4A17BBAA" w14:textId="77777777" w:rsidR="002F0E6A" w:rsidRDefault="002F0E6A" w:rsidP="002F0E6A">
      <w:pPr>
        <w:pStyle w:val="Heading4"/>
        <w:numPr>
          <w:ilvl w:val="3"/>
          <w:numId w:val="2"/>
        </w:numPr>
      </w:pPr>
      <w:bookmarkStart w:id="2159" w:name="_Toc32324539"/>
      <w:bookmarkStart w:id="2160" w:name="_Toc439711359"/>
      <w:bookmarkStart w:id="2161" w:name="_Toc463354674"/>
      <w:bookmarkStart w:id="2162" w:name="_Toc478070577"/>
      <w:bookmarkStart w:id="2163" w:name="_Toc479342197"/>
      <w:bookmarkStart w:id="2164" w:name="_Toc491431580"/>
      <w:bookmarkStart w:id="2165" w:name="_Toc533021486"/>
      <w:bookmarkStart w:id="2166" w:name="_Toc535231729"/>
      <w:bookmarkStart w:id="2167" w:name="_Toc14773352"/>
      <w:bookmarkStart w:id="2168" w:name="_Toc27473403"/>
      <w:bookmarkStart w:id="2169" w:name="_Toc176876250"/>
      <w:r>
        <w:t>OMOS-O-1-</w:t>
      </w:r>
      <w:bookmarkEnd w:id="2159"/>
      <w:r>
        <w:t>30</w:t>
      </w:r>
      <w:bookmarkEnd w:id="2160"/>
      <w:bookmarkEnd w:id="2161"/>
      <w:bookmarkEnd w:id="2162"/>
      <w:bookmarkEnd w:id="2163"/>
      <w:bookmarkEnd w:id="2164"/>
      <w:bookmarkEnd w:id="2165"/>
      <w:bookmarkEnd w:id="2166"/>
      <w:bookmarkEnd w:id="2167"/>
      <w:bookmarkEnd w:id="2168"/>
      <w:bookmarkEnd w:id="2169"/>
    </w:p>
    <w:p w14:paraId="0B875795" w14:textId="77777777" w:rsidR="002F0E6A" w:rsidRDefault="002F0E6A" w:rsidP="002F0E6A">
      <w:r w:rsidRPr="00AA045C">
        <w:t xml:space="preserve">See </w:t>
      </w:r>
      <w:hyperlink r:id="rId151" w:history="1">
        <w:r w:rsidRPr="00AA045C">
          <w:rPr>
            <w:rStyle w:val="Hyperlink"/>
          </w:rPr>
          <w:t>test-cases/kmip</w:t>
        </w:r>
        <w:r w:rsidR="00697364">
          <w:rPr>
            <w:rStyle w:val="Hyperlink"/>
          </w:rPr>
          <w:t>-v3.0</w:t>
        </w:r>
        <w:r w:rsidRPr="00AA045C">
          <w:rPr>
            <w:rStyle w:val="Hyperlink"/>
          </w:rPr>
          <w:t>/optional/OMOS-O-1</w:t>
        </w:r>
        <w:r>
          <w:rPr>
            <w:rStyle w:val="Hyperlink"/>
          </w:rPr>
          <w:t>-30.xml</w:t>
        </w:r>
      </w:hyperlink>
      <w:r>
        <w:t>.</w:t>
      </w:r>
    </w:p>
    <w:p w14:paraId="6237950A" w14:textId="77777777" w:rsidR="002F0E6A" w:rsidRDefault="002F0E6A" w:rsidP="002F0E6A">
      <w:pPr>
        <w:pStyle w:val="Heading2"/>
        <w:numPr>
          <w:ilvl w:val="1"/>
          <w:numId w:val="2"/>
        </w:numPr>
      </w:pPr>
      <w:bookmarkStart w:id="2170" w:name="_Toc439711360"/>
      <w:bookmarkStart w:id="2171" w:name="_Toc463354675"/>
      <w:bookmarkStart w:id="2172" w:name="_Toc478070578"/>
      <w:bookmarkStart w:id="2173" w:name="_Toc479342198"/>
      <w:bookmarkStart w:id="2174" w:name="_Toc491431581"/>
      <w:bookmarkStart w:id="2175" w:name="_Toc533021487"/>
      <w:bookmarkStart w:id="2176" w:name="_Toc535231730"/>
      <w:bookmarkStart w:id="2177" w:name="_Toc14773353"/>
      <w:bookmarkStart w:id="2178" w:name="_Toc27473404"/>
      <w:bookmarkStart w:id="2179" w:name="_Toc32324540"/>
      <w:bookmarkStart w:id="2180" w:name="_Toc176876251"/>
      <w:r>
        <w:t>Storage Array with Self-Encrypting Drives Profiles</w:t>
      </w:r>
      <w:bookmarkEnd w:id="2170"/>
      <w:bookmarkEnd w:id="2171"/>
      <w:bookmarkEnd w:id="2172"/>
      <w:bookmarkEnd w:id="2173"/>
      <w:bookmarkEnd w:id="2174"/>
      <w:bookmarkEnd w:id="2175"/>
      <w:bookmarkEnd w:id="2176"/>
      <w:bookmarkEnd w:id="2177"/>
      <w:bookmarkEnd w:id="2178"/>
      <w:bookmarkEnd w:id="2179"/>
      <w:bookmarkEnd w:id="2180"/>
    </w:p>
    <w:p w14:paraId="095D9D64" w14:textId="77777777" w:rsidR="002F0E6A" w:rsidRPr="00D1622D" w:rsidRDefault="002F0E6A" w:rsidP="002F0E6A">
      <w:r w:rsidRPr="00D1622D">
        <w:t xml:space="preserve">The </w:t>
      </w:r>
      <w:r>
        <w:t xml:space="preserve">Storage Array with Self-Encrypting Drives </w:t>
      </w:r>
      <w:r w:rsidRPr="00D1622D">
        <w:t xml:space="preserve">Profile is a </w:t>
      </w:r>
      <w:r>
        <w:t xml:space="preserve">storage array containing self-encrypting drives </w:t>
      </w:r>
      <w:r w:rsidRPr="00D1622D">
        <w:t>operating as a KMIP client interacting with a KMIP server.</w:t>
      </w:r>
    </w:p>
    <w:p w14:paraId="676BC95C" w14:textId="77777777" w:rsidR="002F0E6A" w:rsidRPr="000C30ED" w:rsidRDefault="002F0E6A" w:rsidP="002F0E6A">
      <w:pPr>
        <w:pStyle w:val="Heading3"/>
        <w:numPr>
          <w:ilvl w:val="2"/>
          <w:numId w:val="2"/>
        </w:numPr>
      </w:pPr>
      <w:bookmarkStart w:id="2181" w:name="_Ref439685130"/>
      <w:bookmarkStart w:id="2182" w:name="_Toc439711361"/>
      <w:bookmarkStart w:id="2183" w:name="_Toc463354676"/>
      <w:bookmarkStart w:id="2184" w:name="_Toc478070579"/>
      <w:bookmarkStart w:id="2185" w:name="_Toc479342199"/>
      <w:bookmarkStart w:id="2186" w:name="_Toc491431582"/>
      <w:bookmarkStart w:id="2187" w:name="_Toc533021488"/>
      <w:bookmarkStart w:id="2188" w:name="_Toc535231731"/>
      <w:bookmarkStart w:id="2189" w:name="_Toc14773354"/>
      <w:bookmarkStart w:id="2190" w:name="_Toc27473405"/>
      <w:bookmarkStart w:id="2191" w:name="_Toc32324541"/>
      <w:bookmarkStart w:id="2192" w:name="_Toc176876252"/>
      <w:r>
        <w:t>Storage Array with Self-Encrypting Drives Client</w:t>
      </w:r>
      <w:bookmarkEnd w:id="2181"/>
      <w:bookmarkEnd w:id="2182"/>
      <w:bookmarkEnd w:id="2183"/>
      <w:bookmarkEnd w:id="2184"/>
      <w:bookmarkEnd w:id="2185"/>
      <w:bookmarkEnd w:id="2186"/>
      <w:bookmarkEnd w:id="2187"/>
      <w:bookmarkEnd w:id="2188"/>
      <w:bookmarkEnd w:id="2189"/>
      <w:bookmarkEnd w:id="2190"/>
      <w:bookmarkEnd w:id="2191"/>
      <w:bookmarkEnd w:id="2192"/>
    </w:p>
    <w:p w14:paraId="2D18CBEE" w14:textId="77777777" w:rsidR="002F0E6A" w:rsidRDefault="002F0E6A" w:rsidP="002F0E6A">
      <w:r>
        <w:t>KMIP clients conformant to this profile:</w:t>
      </w:r>
    </w:p>
    <w:p w14:paraId="2B542674" w14:textId="62185BFC" w:rsidR="002F0E6A" w:rsidRDefault="002F0E6A" w:rsidP="002F0E6A">
      <w:pPr>
        <w:numPr>
          <w:ilvl w:val="0"/>
          <w:numId w:val="60"/>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5654046F" w14:textId="77777777" w:rsidR="002F0E6A" w:rsidRDefault="002F0E6A" w:rsidP="002F0E6A">
      <w:pPr>
        <w:numPr>
          <w:ilvl w:val="0"/>
          <w:numId w:val="60"/>
        </w:numPr>
      </w:pPr>
      <w:r>
        <w:t>SHOULD NOT use a C</w:t>
      </w:r>
      <w:r w:rsidRPr="00405729">
        <w:rPr>
          <w:i/>
        </w:rPr>
        <w:t xml:space="preserve">ustom </w:t>
      </w:r>
      <w:r>
        <w:rPr>
          <w:i/>
        </w:rPr>
        <w:t>A</w:t>
      </w:r>
      <w:r w:rsidRPr="00405729">
        <w:rPr>
          <w:i/>
        </w:rPr>
        <w:t>ttribute</w:t>
      </w:r>
      <w:r>
        <w:t xml:space="preserve"> </w:t>
      </w:r>
      <w:r w:rsidRPr="00047107">
        <w:t>[KMIP-</w:t>
      </w:r>
      <w:r>
        <w:t>SPEC</w:t>
      </w:r>
      <w:r w:rsidRPr="00047107">
        <w:t>]</w:t>
      </w:r>
      <w:r>
        <w:t xml:space="preserve"> that duplicates information that is already in standard </w:t>
      </w:r>
      <w:r w:rsidRPr="00E10AB8">
        <w:rPr>
          <w:i/>
        </w:rPr>
        <w:t>Attributes</w:t>
      </w:r>
      <w:r>
        <w:rPr>
          <w:i/>
        </w:rPr>
        <w:t xml:space="preserve"> </w:t>
      </w:r>
      <w:r>
        <w:t>[KMIP-SPEC]</w:t>
      </w:r>
    </w:p>
    <w:p w14:paraId="703AFD6C" w14:textId="66E42F12" w:rsidR="002F0E6A" w:rsidRPr="006436AE" w:rsidRDefault="002F0E6A" w:rsidP="002F0E6A">
      <w:pPr>
        <w:numPr>
          <w:ilvl w:val="0"/>
          <w:numId w:val="60"/>
        </w:numPr>
      </w:pPr>
      <w:r w:rsidRPr="006436AE">
        <w:t xml:space="preserve">MAY support any clause within [KMIP-SPEC] provided it does not conflict with any other clause within this section </w:t>
      </w:r>
      <w:r>
        <w:fldChar w:fldCharType="begin"/>
      </w:r>
      <w:r>
        <w:instrText xml:space="preserve"> REF _Ref439685130 \r \h </w:instrText>
      </w:r>
      <w:r>
        <w:fldChar w:fldCharType="separate"/>
      </w:r>
      <w:r w:rsidR="00DA37E6">
        <w:t>5.11.1</w:t>
      </w:r>
      <w:r>
        <w:fldChar w:fldCharType="end"/>
      </w:r>
    </w:p>
    <w:p w14:paraId="2219160B" w14:textId="77777777" w:rsidR="002F0E6A" w:rsidRDefault="002F0E6A" w:rsidP="002F0E6A">
      <w:pPr>
        <w:numPr>
          <w:ilvl w:val="0"/>
          <w:numId w:val="60"/>
        </w:numPr>
      </w:pPr>
      <w:r w:rsidRPr="006436AE">
        <w:t>MAY support extensions outside the scope of this standard (e.g., vendor extensions, conformance clauses) that do not contradict any KMIP requirements.</w:t>
      </w:r>
    </w:p>
    <w:p w14:paraId="376F5693" w14:textId="77777777" w:rsidR="002F0E6A" w:rsidRPr="000C30ED" w:rsidRDefault="002F0E6A" w:rsidP="002F0E6A">
      <w:pPr>
        <w:pStyle w:val="Heading3"/>
        <w:numPr>
          <w:ilvl w:val="2"/>
          <w:numId w:val="2"/>
        </w:numPr>
      </w:pPr>
      <w:bookmarkStart w:id="2193" w:name="_Ref439685220"/>
      <w:bookmarkStart w:id="2194" w:name="_Toc439711362"/>
      <w:bookmarkStart w:id="2195" w:name="_Toc463354677"/>
      <w:bookmarkStart w:id="2196" w:name="_Toc478070580"/>
      <w:bookmarkStart w:id="2197" w:name="_Toc479342200"/>
      <w:bookmarkStart w:id="2198" w:name="_Toc491431583"/>
      <w:bookmarkStart w:id="2199" w:name="_Toc533021489"/>
      <w:bookmarkStart w:id="2200" w:name="_Toc535231732"/>
      <w:bookmarkStart w:id="2201" w:name="_Toc14773355"/>
      <w:bookmarkStart w:id="2202" w:name="_Toc27473406"/>
      <w:bookmarkStart w:id="2203" w:name="_Toc32324542"/>
      <w:bookmarkStart w:id="2204" w:name="_Toc176876253"/>
      <w:r>
        <w:t>Storage Array with Self-Encrypting Drives Server</w:t>
      </w:r>
      <w:bookmarkEnd w:id="2193"/>
      <w:bookmarkEnd w:id="2194"/>
      <w:bookmarkEnd w:id="2195"/>
      <w:bookmarkEnd w:id="2196"/>
      <w:bookmarkEnd w:id="2197"/>
      <w:bookmarkEnd w:id="2198"/>
      <w:bookmarkEnd w:id="2199"/>
      <w:bookmarkEnd w:id="2200"/>
      <w:bookmarkEnd w:id="2201"/>
      <w:bookmarkEnd w:id="2202"/>
      <w:bookmarkEnd w:id="2203"/>
      <w:bookmarkEnd w:id="2204"/>
    </w:p>
    <w:p w14:paraId="4559102E" w14:textId="77777777" w:rsidR="002F0E6A" w:rsidRDefault="002F0E6A" w:rsidP="002F0E6A">
      <w:r>
        <w:t>KMIP servers conformant to this profile:</w:t>
      </w:r>
    </w:p>
    <w:p w14:paraId="04CE9932" w14:textId="3FFE5C3B" w:rsidR="002F0E6A" w:rsidRDefault="002F0E6A" w:rsidP="002F0E6A">
      <w:pPr>
        <w:numPr>
          <w:ilvl w:val="0"/>
          <w:numId w:val="6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04D7B689" w14:textId="77777777" w:rsidR="002F0E6A" w:rsidRPr="00D1622D" w:rsidRDefault="002F0E6A" w:rsidP="002F0E6A">
      <w:pPr>
        <w:numPr>
          <w:ilvl w:val="0"/>
          <w:numId w:val="62"/>
        </w:numPr>
      </w:pPr>
      <w:r w:rsidRPr="00D1622D">
        <w:t xml:space="preserve">SHALL </w:t>
      </w:r>
      <w:r>
        <w:t>s</w:t>
      </w:r>
      <w:r w:rsidRPr="00D1622D">
        <w:t xml:space="preserve">upport the following </w:t>
      </w:r>
      <w:r w:rsidRPr="00D430A8">
        <w:rPr>
          <w:i/>
        </w:rPr>
        <w:t>Objects</w:t>
      </w:r>
      <w:r>
        <w:t xml:space="preserve"> </w:t>
      </w:r>
      <w:r w:rsidRPr="00047107">
        <w:t>[KMIP-</w:t>
      </w:r>
      <w:r>
        <w:t>SPEC</w:t>
      </w:r>
      <w:r w:rsidRPr="00047107">
        <w:t>]</w:t>
      </w:r>
    </w:p>
    <w:p w14:paraId="62824F0E" w14:textId="77777777" w:rsidR="002F0E6A" w:rsidRDefault="002F0E6A" w:rsidP="002F0E6A">
      <w:pPr>
        <w:numPr>
          <w:ilvl w:val="1"/>
          <w:numId w:val="61"/>
        </w:numPr>
      </w:pPr>
      <w:r w:rsidRPr="00574BED">
        <w:rPr>
          <w:i/>
        </w:rPr>
        <w:t>Secret Data</w:t>
      </w:r>
      <w:r w:rsidRPr="00D1622D">
        <w:t xml:space="preserve"> </w:t>
      </w:r>
    </w:p>
    <w:p w14:paraId="3C1FA926" w14:textId="77777777" w:rsidR="002F0E6A" w:rsidRDefault="002F0E6A" w:rsidP="002F0E6A">
      <w:pPr>
        <w:numPr>
          <w:ilvl w:val="0"/>
          <w:numId w:val="62"/>
        </w:numPr>
      </w:pPr>
      <w:r>
        <w:t xml:space="preserve">SHALL support the following </w:t>
      </w:r>
      <w:r w:rsidRPr="00A7738B">
        <w:rPr>
          <w:i/>
        </w:rPr>
        <w:t>Attributes</w:t>
      </w:r>
      <w:r>
        <w:t xml:space="preserve"> </w:t>
      </w:r>
      <w:r w:rsidRPr="00047107">
        <w:t>[KMIP-</w:t>
      </w:r>
      <w:r>
        <w:t>SPEC</w:t>
      </w:r>
      <w:r w:rsidRPr="00047107">
        <w:t>]</w:t>
      </w:r>
    </w:p>
    <w:p w14:paraId="25A8E136" w14:textId="77777777" w:rsidR="002F0E6A" w:rsidRPr="00852D79" w:rsidRDefault="002F0E6A" w:rsidP="002F0E6A">
      <w:pPr>
        <w:numPr>
          <w:ilvl w:val="0"/>
          <w:numId w:val="63"/>
        </w:numPr>
      </w:pPr>
      <w:r>
        <w:rPr>
          <w:i/>
        </w:rPr>
        <w:t>Vendor Attribute</w:t>
      </w:r>
    </w:p>
    <w:p w14:paraId="5AD49641" w14:textId="77777777" w:rsidR="002F0E6A" w:rsidRPr="00D1622D" w:rsidRDefault="002F0E6A" w:rsidP="002F0E6A">
      <w:pPr>
        <w:numPr>
          <w:ilvl w:val="0"/>
          <w:numId w:val="62"/>
        </w:numPr>
      </w:pPr>
      <w:r w:rsidRPr="00D1622D">
        <w:t xml:space="preserve">SHALL </w:t>
      </w:r>
      <w:r>
        <w:t>s</w:t>
      </w:r>
      <w:r w:rsidRPr="00D1622D">
        <w:t xml:space="preserve">upport the following </w:t>
      </w:r>
      <w:r w:rsidRPr="00F35AF1">
        <w:rPr>
          <w:i/>
        </w:rPr>
        <w:t>Client-to-Server Operations</w:t>
      </w:r>
      <w:r>
        <w:t xml:space="preserve"> [KMIP-SPEC]</w:t>
      </w:r>
      <w:r w:rsidRPr="00D1622D">
        <w:t>:</w:t>
      </w:r>
    </w:p>
    <w:p w14:paraId="289519F3" w14:textId="77777777" w:rsidR="002F0E6A" w:rsidRPr="00D1622D" w:rsidRDefault="002F0E6A" w:rsidP="002F0E6A">
      <w:pPr>
        <w:numPr>
          <w:ilvl w:val="0"/>
          <w:numId w:val="64"/>
        </w:numPr>
      </w:pPr>
      <w:r>
        <w:rPr>
          <w:i/>
        </w:rPr>
        <w:t>Register</w:t>
      </w:r>
    </w:p>
    <w:p w14:paraId="7B114D0D" w14:textId="77777777" w:rsidR="002F0E6A" w:rsidRPr="00D1622D" w:rsidRDefault="002F0E6A" w:rsidP="002F0E6A">
      <w:pPr>
        <w:numPr>
          <w:ilvl w:val="0"/>
          <w:numId w:val="62"/>
        </w:numPr>
      </w:pPr>
      <w:r>
        <w:t xml:space="preserve">SHALL support the following </w:t>
      </w:r>
      <w:r>
        <w:rPr>
          <w:i/>
        </w:rPr>
        <w:t>Enumerations</w:t>
      </w:r>
      <w:r>
        <w:t xml:space="preserve"> </w:t>
      </w:r>
      <w:r w:rsidRPr="00047107">
        <w:t>[KMIP-</w:t>
      </w:r>
      <w:r>
        <w:t>SPEC</w:t>
      </w:r>
      <w:proofErr w:type="gramStart"/>
      <w:r w:rsidRPr="00047107">
        <w:t>]</w:t>
      </w:r>
      <w:r>
        <w:t>:</w:t>
      </w:r>
      <w:r w:rsidRPr="00D1622D">
        <w:t>:</w:t>
      </w:r>
      <w:proofErr w:type="gramEnd"/>
    </w:p>
    <w:p w14:paraId="61C5DA64" w14:textId="77777777" w:rsidR="002F0E6A" w:rsidRDefault="002F0E6A" w:rsidP="002F0E6A">
      <w:pPr>
        <w:numPr>
          <w:ilvl w:val="0"/>
          <w:numId w:val="65"/>
        </w:numPr>
      </w:pPr>
      <w:r w:rsidRPr="00D430A8">
        <w:rPr>
          <w:i/>
        </w:rPr>
        <w:t xml:space="preserve">Name Type </w:t>
      </w:r>
      <w:r>
        <w:t>value:</w:t>
      </w:r>
    </w:p>
    <w:p w14:paraId="7E58131A" w14:textId="77777777" w:rsidR="002F0E6A" w:rsidRPr="00F35AF1" w:rsidRDefault="002F0E6A" w:rsidP="002F0E6A">
      <w:pPr>
        <w:numPr>
          <w:ilvl w:val="0"/>
          <w:numId w:val="121"/>
        </w:numPr>
        <w:rPr>
          <w:i/>
        </w:rPr>
      </w:pPr>
      <w:r w:rsidRPr="00F35AF1">
        <w:rPr>
          <w:i/>
        </w:rPr>
        <w:t>Uninterpreted Text String</w:t>
      </w:r>
    </w:p>
    <w:p w14:paraId="13E1D86A" w14:textId="77777777" w:rsidR="002F0E6A" w:rsidRPr="00D1622D" w:rsidRDefault="002F0E6A" w:rsidP="002F0E6A">
      <w:pPr>
        <w:numPr>
          <w:ilvl w:val="0"/>
          <w:numId w:val="65"/>
        </w:numPr>
      </w:pPr>
      <w:r w:rsidRPr="00574BED">
        <w:rPr>
          <w:i/>
        </w:rPr>
        <w:t xml:space="preserve">Object Type </w:t>
      </w:r>
      <w:r>
        <w:t>values:</w:t>
      </w:r>
    </w:p>
    <w:p w14:paraId="5A3819AC" w14:textId="77777777" w:rsidR="002F0E6A" w:rsidRPr="00F35AF1" w:rsidRDefault="002F0E6A" w:rsidP="002F0E6A">
      <w:pPr>
        <w:numPr>
          <w:ilvl w:val="0"/>
          <w:numId w:val="120"/>
        </w:numPr>
        <w:rPr>
          <w:i/>
        </w:rPr>
      </w:pPr>
      <w:r w:rsidRPr="00F35AF1">
        <w:rPr>
          <w:i/>
        </w:rPr>
        <w:t>Secret Data</w:t>
      </w:r>
    </w:p>
    <w:p w14:paraId="353DBA0B" w14:textId="77777777" w:rsidR="002F0E6A" w:rsidRPr="00D1622D" w:rsidRDefault="002F0E6A" w:rsidP="002F0E6A">
      <w:pPr>
        <w:numPr>
          <w:ilvl w:val="0"/>
          <w:numId w:val="65"/>
        </w:numPr>
      </w:pPr>
      <w:r w:rsidRPr="00574BED">
        <w:rPr>
          <w:i/>
        </w:rPr>
        <w:t xml:space="preserve">Secret Data Type </w:t>
      </w:r>
      <w:r>
        <w:t>value:</w:t>
      </w:r>
    </w:p>
    <w:p w14:paraId="1C171AAE" w14:textId="77777777" w:rsidR="002F0E6A" w:rsidRPr="00F35AF1" w:rsidRDefault="002F0E6A" w:rsidP="002F0E6A">
      <w:pPr>
        <w:numPr>
          <w:ilvl w:val="2"/>
          <w:numId w:val="61"/>
        </w:numPr>
        <w:rPr>
          <w:i/>
        </w:rPr>
      </w:pPr>
      <w:r w:rsidRPr="00F35AF1">
        <w:rPr>
          <w:i/>
        </w:rPr>
        <w:t>Password</w:t>
      </w:r>
    </w:p>
    <w:p w14:paraId="3D674127" w14:textId="77777777" w:rsidR="002F0E6A" w:rsidRDefault="002F0E6A" w:rsidP="002F0E6A">
      <w:pPr>
        <w:numPr>
          <w:ilvl w:val="0"/>
          <w:numId w:val="62"/>
        </w:numPr>
      </w:pPr>
      <w:r>
        <w:t xml:space="preserve">SHALL support </w:t>
      </w:r>
      <w:r w:rsidRPr="00F35AF1">
        <w:rPr>
          <w:i/>
        </w:rPr>
        <w:t>Vendor</w:t>
      </w:r>
      <w:r w:rsidRPr="00405729">
        <w:rPr>
          <w:i/>
        </w:rPr>
        <w:t xml:space="preserve"> </w:t>
      </w:r>
      <w:r>
        <w:rPr>
          <w:i/>
        </w:rPr>
        <w:t>Attribute</w:t>
      </w:r>
      <w:r>
        <w:t xml:space="preserve"> </w:t>
      </w:r>
      <w:r w:rsidRPr="00047107">
        <w:t>[KMIP-</w:t>
      </w:r>
      <w:r>
        <w:t>SPEC</w:t>
      </w:r>
      <w:r w:rsidRPr="00047107">
        <w:t>]</w:t>
      </w:r>
      <w:r>
        <w:t xml:space="preserve"> with the following data types and properties:</w:t>
      </w:r>
    </w:p>
    <w:p w14:paraId="3D3B5AFF" w14:textId="77777777" w:rsidR="002F0E6A" w:rsidRPr="00F35AF1" w:rsidRDefault="002F0E6A" w:rsidP="002F0E6A">
      <w:pPr>
        <w:numPr>
          <w:ilvl w:val="0"/>
          <w:numId w:val="66"/>
        </w:numPr>
        <w:rPr>
          <w:i/>
        </w:rPr>
      </w:pPr>
      <w:proofErr w:type="spellStart"/>
      <w:r w:rsidRPr="00F35AF1">
        <w:rPr>
          <w:i/>
        </w:rPr>
        <w:t>TextString</w:t>
      </w:r>
      <w:proofErr w:type="spellEnd"/>
    </w:p>
    <w:p w14:paraId="291EBCB5" w14:textId="77777777" w:rsidR="002F0E6A" w:rsidRPr="00D1622D" w:rsidRDefault="002F0E6A" w:rsidP="002F0E6A">
      <w:pPr>
        <w:numPr>
          <w:ilvl w:val="0"/>
          <w:numId w:val="62"/>
        </w:numPr>
      </w:pPr>
      <w:r>
        <w:t xml:space="preserve">SHALL support a minimum length of 128 characters for </w:t>
      </w:r>
      <w:r w:rsidRPr="00F35AF1">
        <w:rPr>
          <w:i/>
        </w:rPr>
        <w:t>Vendor</w:t>
      </w:r>
      <w:r w:rsidRPr="00405729">
        <w:rPr>
          <w:i/>
        </w:rPr>
        <w:t xml:space="preserve"> </w:t>
      </w:r>
      <w:r>
        <w:rPr>
          <w:i/>
        </w:rPr>
        <w:t>Attributes</w:t>
      </w:r>
      <w:r>
        <w:t xml:space="preserve"> </w:t>
      </w:r>
      <w:r w:rsidRPr="00047107">
        <w:t>[KMIP-</w:t>
      </w:r>
      <w:r>
        <w:t>SPEC</w:t>
      </w:r>
      <w:r w:rsidRPr="00047107">
        <w:t>]</w:t>
      </w:r>
      <w:r>
        <w:t xml:space="preserve"> and </w:t>
      </w:r>
      <w:r w:rsidRPr="00EC70C1">
        <w:rPr>
          <w:i/>
        </w:rPr>
        <w:t>Name</w:t>
      </w:r>
      <w:r>
        <w:t xml:space="preserve"> </w:t>
      </w:r>
      <w:r w:rsidRPr="00047107">
        <w:t>[KMIP-</w:t>
      </w:r>
      <w:r>
        <w:t>SPEC</w:t>
      </w:r>
      <w:r w:rsidRPr="00047107">
        <w:t>]</w:t>
      </w:r>
      <w:r>
        <w:t xml:space="preserve"> values where the attribute type is of variable length.</w:t>
      </w:r>
    </w:p>
    <w:p w14:paraId="1B3A3DF4" w14:textId="77777777" w:rsidR="002F0E6A" w:rsidRDefault="002F0E6A" w:rsidP="002F0E6A">
      <w:pPr>
        <w:numPr>
          <w:ilvl w:val="0"/>
          <w:numId w:val="62"/>
        </w:numPr>
      </w:pPr>
      <w:r>
        <w:t xml:space="preserve">SHALL support a minimum of 20 </w:t>
      </w:r>
      <w:r w:rsidRPr="00F35AF1">
        <w:rPr>
          <w:i/>
        </w:rPr>
        <w:t>Vendor Attributes</w:t>
      </w:r>
      <w:r>
        <w:t xml:space="preserve"> </w:t>
      </w:r>
      <w:r w:rsidRPr="00047107">
        <w:t>[KMIP-</w:t>
      </w:r>
      <w:r>
        <w:t>SPEC</w:t>
      </w:r>
      <w:r w:rsidRPr="00047107">
        <w:t>]</w:t>
      </w:r>
      <w:r>
        <w:t xml:space="preserve"> per managed object</w:t>
      </w:r>
    </w:p>
    <w:p w14:paraId="24677715" w14:textId="77777777" w:rsidR="002F0E6A" w:rsidRDefault="002F0E6A" w:rsidP="002F0E6A">
      <w:pPr>
        <w:numPr>
          <w:ilvl w:val="0"/>
          <w:numId w:val="62"/>
        </w:numPr>
      </w:pPr>
      <w:r>
        <w:t xml:space="preserve">SHALL support a minimum of 128 characters in </w:t>
      </w:r>
      <w:r w:rsidRPr="00F35AF1">
        <w:rPr>
          <w:i/>
        </w:rPr>
        <w:t>Vendor Attributes</w:t>
      </w:r>
      <w:r>
        <w:t xml:space="preserve"> </w:t>
      </w:r>
      <w:r w:rsidRPr="00047107">
        <w:t>[KMIP-</w:t>
      </w:r>
      <w:r>
        <w:t>SPEC</w:t>
      </w:r>
      <w:r w:rsidRPr="00047107">
        <w:t>]</w:t>
      </w:r>
      <w:r>
        <w:t xml:space="preserve"> names</w:t>
      </w:r>
    </w:p>
    <w:p w14:paraId="3050385F" w14:textId="53D5DB26" w:rsidR="002F0E6A" w:rsidRPr="006436AE" w:rsidRDefault="002F0E6A" w:rsidP="002F0E6A">
      <w:pPr>
        <w:numPr>
          <w:ilvl w:val="0"/>
          <w:numId w:val="62"/>
        </w:numPr>
      </w:pPr>
      <w:r w:rsidRPr="006436AE">
        <w:t xml:space="preserve">MAY support any clause within [KMIP-SPEC] provided it does not conflict with any other clause within this section </w:t>
      </w:r>
      <w:r>
        <w:fldChar w:fldCharType="begin"/>
      </w:r>
      <w:r>
        <w:instrText xml:space="preserve"> REF _Ref439685220 \r \h </w:instrText>
      </w:r>
      <w:r>
        <w:fldChar w:fldCharType="separate"/>
      </w:r>
      <w:r w:rsidR="00DA37E6">
        <w:t>5.11.2</w:t>
      </w:r>
      <w:r>
        <w:fldChar w:fldCharType="end"/>
      </w:r>
    </w:p>
    <w:p w14:paraId="108F62E4" w14:textId="77777777" w:rsidR="002F0E6A" w:rsidRDefault="002F0E6A" w:rsidP="002F0E6A">
      <w:pPr>
        <w:numPr>
          <w:ilvl w:val="0"/>
          <w:numId w:val="62"/>
        </w:numPr>
      </w:pPr>
      <w:r w:rsidRPr="006436AE">
        <w:t>MAY support extensions outside the scope of this standard (e.g., vendor extensions, conformance clauses) that do not contradict any KMIP requirements.</w:t>
      </w:r>
    </w:p>
    <w:p w14:paraId="67D17827" w14:textId="77777777" w:rsidR="002F0E6A" w:rsidRDefault="002F0E6A" w:rsidP="002F0E6A">
      <w:pPr>
        <w:pStyle w:val="Heading3"/>
        <w:numPr>
          <w:ilvl w:val="2"/>
          <w:numId w:val="2"/>
        </w:numPr>
      </w:pPr>
      <w:bookmarkStart w:id="2205" w:name="_Ref439685152"/>
      <w:bookmarkStart w:id="2206" w:name="_Toc439711363"/>
      <w:bookmarkStart w:id="2207" w:name="_Toc463354678"/>
      <w:bookmarkStart w:id="2208" w:name="_Toc478070581"/>
      <w:bookmarkStart w:id="2209" w:name="_Toc479342201"/>
      <w:bookmarkStart w:id="2210" w:name="_Toc491431584"/>
      <w:bookmarkStart w:id="2211" w:name="_Toc533021490"/>
      <w:bookmarkStart w:id="2212" w:name="_Toc535231733"/>
      <w:bookmarkStart w:id="2213" w:name="_Toc32324543"/>
      <w:bookmarkStart w:id="2214" w:name="_Toc14773356"/>
      <w:bookmarkStart w:id="2215" w:name="_Toc27473407"/>
      <w:bookmarkStart w:id="2216" w:name="_Toc176876254"/>
      <w:r>
        <w:t>Storage Array with Self-Encrypting Drives Mandatory Test Cases KMIP</w:t>
      </w:r>
      <w:bookmarkEnd w:id="2205"/>
      <w:bookmarkEnd w:id="2206"/>
      <w:bookmarkEnd w:id="2207"/>
      <w:bookmarkEnd w:id="2208"/>
      <w:bookmarkEnd w:id="2209"/>
      <w:bookmarkEnd w:id="2210"/>
      <w:bookmarkEnd w:id="2211"/>
      <w:bookmarkEnd w:id="2212"/>
      <w:r w:rsidR="00697364">
        <w:t xml:space="preserve"> </w:t>
      </w:r>
      <w:bookmarkEnd w:id="2213"/>
      <w:r w:rsidR="00697364">
        <w:t>v3.0</w:t>
      </w:r>
      <w:bookmarkEnd w:id="2214"/>
      <w:bookmarkEnd w:id="2215"/>
      <w:bookmarkEnd w:id="2216"/>
    </w:p>
    <w:p w14:paraId="69FB5A44" w14:textId="77777777" w:rsidR="002F0E6A" w:rsidRDefault="002F0E6A" w:rsidP="002F0E6A">
      <w:pPr>
        <w:pStyle w:val="Heading4"/>
        <w:numPr>
          <w:ilvl w:val="3"/>
          <w:numId w:val="2"/>
        </w:numPr>
      </w:pPr>
      <w:bookmarkStart w:id="2217" w:name="_Toc32324544"/>
      <w:bookmarkStart w:id="2218" w:name="_Toc439711364"/>
      <w:bookmarkStart w:id="2219" w:name="_Toc463354679"/>
      <w:bookmarkStart w:id="2220" w:name="_Toc478070582"/>
      <w:bookmarkStart w:id="2221" w:name="_Toc479342202"/>
      <w:bookmarkStart w:id="2222" w:name="_Toc491431585"/>
      <w:bookmarkStart w:id="2223" w:name="_Toc533021491"/>
      <w:bookmarkStart w:id="2224" w:name="_Toc535231734"/>
      <w:bookmarkStart w:id="2225" w:name="_Toc14773357"/>
      <w:bookmarkStart w:id="2226" w:name="_Toc27473408"/>
      <w:bookmarkStart w:id="2227" w:name="_Toc176876255"/>
      <w:r>
        <w:t>SASED-M-1-</w:t>
      </w:r>
      <w:bookmarkEnd w:id="2217"/>
      <w:r>
        <w:t>30</w:t>
      </w:r>
      <w:bookmarkEnd w:id="2218"/>
      <w:bookmarkEnd w:id="2219"/>
      <w:bookmarkEnd w:id="2220"/>
      <w:bookmarkEnd w:id="2221"/>
      <w:bookmarkEnd w:id="2222"/>
      <w:bookmarkEnd w:id="2223"/>
      <w:bookmarkEnd w:id="2224"/>
      <w:bookmarkEnd w:id="2225"/>
      <w:bookmarkEnd w:id="2226"/>
      <w:bookmarkEnd w:id="2227"/>
    </w:p>
    <w:p w14:paraId="6AC2C455" w14:textId="77777777" w:rsidR="002F0E6A" w:rsidRDefault="002F0E6A" w:rsidP="002F0E6A">
      <w:r>
        <w:t>Determine server configuration details including operations supported (only the mandatory operations are listed in the response example), objects supported (only the mandatory objects types are listed in the response example), and optional server information.</w:t>
      </w:r>
    </w:p>
    <w:p w14:paraId="4CF2E4B8" w14:textId="77777777" w:rsidR="002F0E6A" w:rsidRDefault="002F0E6A" w:rsidP="002F0E6A">
      <w:r w:rsidRPr="003F3257">
        <w:t xml:space="preserve">See </w:t>
      </w:r>
      <w:hyperlink r:id="rId152" w:history="1">
        <w:r w:rsidRPr="003F3257">
          <w:rPr>
            <w:rStyle w:val="Hyperlink"/>
          </w:rPr>
          <w:t>test-cases/kmip</w:t>
        </w:r>
        <w:r w:rsidR="00697364">
          <w:rPr>
            <w:rStyle w:val="Hyperlink"/>
          </w:rPr>
          <w:t>-v3.0</w:t>
        </w:r>
        <w:r w:rsidRPr="003F3257">
          <w:rPr>
            <w:rStyle w:val="Hyperlink"/>
          </w:rPr>
          <w:t>/mandatory/SASED-M-1</w:t>
        </w:r>
        <w:r>
          <w:rPr>
            <w:rStyle w:val="Hyperlink"/>
          </w:rPr>
          <w:t>-30.xml</w:t>
        </w:r>
      </w:hyperlink>
      <w:r>
        <w:t>.</w:t>
      </w:r>
    </w:p>
    <w:p w14:paraId="1D3D39A4" w14:textId="77777777" w:rsidR="002F0E6A" w:rsidRDefault="002F0E6A" w:rsidP="002F0E6A">
      <w:pPr>
        <w:pStyle w:val="Heading4"/>
        <w:numPr>
          <w:ilvl w:val="3"/>
          <w:numId w:val="2"/>
        </w:numPr>
      </w:pPr>
      <w:bookmarkStart w:id="2228" w:name="_Toc32324545"/>
      <w:bookmarkStart w:id="2229" w:name="_Toc439711365"/>
      <w:bookmarkStart w:id="2230" w:name="_Toc463354680"/>
      <w:bookmarkStart w:id="2231" w:name="_Toc478070583"/>
      <w:bookmarkStart w:id="2232" w:name="_Toc479342203"/>
      <w:bookmarkStart w:id="2233" w:name="_Toc491431586"/>
      <w:bookmarkStart w:id="2234" w:name="_Toc533021492"/>
      <w:bookmarkStart w:id="2235" w:name="_Toc535231735"/>
      <w:bookmarkStart w:id="2236" w:name="_Toc14773358"/>
      <w:bookmarkStart w:id="2237" w:name="_Toc27473409"/>
      <w:bookmarkStart w:id="2238" w:name="_Toc176876256"/>
      <w:r>
        <w:t>SASED-M-2-</w:t>
      </w:r>
      <w:bookmarkEnd w:id="2228"/>
      <w:r>
        <w:t>30</w:t>
      </w:r>
      <w:bookmarkEnd w:id="2229"/>
      <w:bookmarkEnd w:id="2230"/>
      <w:bookmarkEnd w:id="2231"/>
      <w:bookmarkEnd w:id="2232"/>
      <w:bookmarkEnd w:id="2233"/>
      <w:bookmarkEnd w:id="2234"/>
      <w:bookmarkEnd w:id="2235"/>
      <w:bookmarkEnd w:id="2236"/>
      <w:bookmarkEnd w:id="2237"/>
      <w:bookmarkEnd w:id="2238"/>
    </w:p>
    <w:p w14:paraId="50D91767" w14:textId="77777777" w:rsidR="002F0E6A" w:rsidRDefault="002F0E6A" w:rsidP="002F0E6A">
      <w:r>
        <w:t>The secret data for the authentication key is registered. The server must allow the registration of managed objects for Object Groups either by allowed arbitrary values for Object Groups or by pre-configuration of specific Object Groups prior to the storage array registering the authentication key.  The authentication key may be a new authentication key or a replacement authentication key.</w:t>
      </w:r>
    </w:p>
    <w:p w14:paraId="3363A78E" w14:textId="77777777" w:rsidR="002F0E6A" w:rsidRDefault="002F0E6A" w:rsidP="002F0E6A">
      <w:r w:rsidRPr="00C575B9">
        <w:t xml:space="preserve">See </w:t>
      </w:r>
      <w:hyperlink r:id="rId153" w:history="1">
        <w:r w:rsidRPr="00C575B9">
          <w:rPr>
            <w:rStyle w:val="Hyperlink"/>
          </w:rPr>
          <w:t>test-cases/kmip</w:t>
        </w:r>
        <w:r w:rsidR="00697364">
          <w:rPr>
            <w:rStyle w:val="Hyperlink"/>
          </w:rPr>
          <w:t>-v3.0</w:t>
        </w:r>
        <w:r w:rsidRPr="00C575B9">
          <w:rPr>
            <w:rStyle w:val="Hyperlink"/>
          </w:rPr>
          <w:t>/mandatory/SASED-M-2</w:t>
        </w:r>
        <w:r>
          <w:rPr>
            <w:rStyle w:val="Hyperlink"/>
          </w:rPr>
          <w:t>-30.xml</w:t>
        </w:r>
      </w:hyperlink>
      <w:r>
        <w:t>.</w:t>
      </w:r>
    </w:p>
    <w:p w14:paraId="111FC3F6" w14:textId="77777777" w:rsidR="002F0E6A" w:rsidRDefault="002F0E6A" w:rsidP="002F0E6A">
      <w:pPr>
        <w:pStyle w:val="Heading4"/>
        <w:numPr>
          <w:ilvl w:val="3"/>
          <w:numId w:val="2"/>
        </w:numPr>
      </w:pPr>
      <w:bookmarkStart w:id="2239" w:name="_Toc32324546"/>
      <w:bookmarkStart w:id="2240" w:name="_Toc439711366"/>
      <w:bookmarkStart w:id="2241" w:name="_Toc463354681"/>
      <w:bookmarkStart w:id="2242" w:name="_Toc478070584"/>
      <w:bookmarkStart w:id="2243" w:name="_Toc479342204"/>
      <w:bookmarkStart w:id="2244" w:name="_Toc491431587"/>
      <w:bookmarkStart w:id="2245" w:name="_Toc533021493"/>
      <w:bookmarkStart w:id="2246" w:name="_Toc535231736"/>
      <w:bookmarkStart w:id="2247" w:name="_Toc14773359"/>
      <w:bookmarkStart w:id="2248" w:name="_Toc27473410"/>
      <w:bookmarkStart w:id="2249" w:name="_Toc176876257"/>
      <w:r>
        <w:t>SASED-M-3-</w:t>
      </w:r>
      <w:bookmarkEnd w:id="2239"/>
      <w:r>
        <w:t>30</w:t>
      </w:r>
      <w:bookmarkEnd w:id="2240"/>
      <w:bookmarkEnd w:id="2241"/>
      <w:bookmarkEnd w:id="2242"/>
      <w:bookmarkEnd w:id="2243"/>
      <w:bookmarkEnd w:id="2244"/>
      <w:bookmarkEnd w:id="2245"/>
      <w:bookmarkEnd w:id="2246"/>
      <w:bookmarkEnd w:id="2247"/>
      <w:bookmarkEnd w:id="2248"/>
      <w:bookmarkEnd w:id="2249"/>
    </w:p>
    <w:p w14:paraId="0AAD71E3" w14:textId="77777777" w:rsidR="002F0E6A" w:rsidRDefault="002F0E6A" w:rsidP="002F0E6A">
      <w:r>
        <w:t>Locate and retrieve the previously registered authentication key and finally destroy the authentication key.</w:t>
      </w:r>
    </w:p>
    <w:p w14:paraId="3AF6C9D0" w14:textId="77777777" w:rsidR="002F0E6A" w:rsidRDefault="002F0E6A" w:rsidP="002F0E6A">
      <w:r w:rsidRPr="00C12749">
        <w:t xml:space="preserve">See </w:t>
      </w:r>
      <w:hyperlink r:id="rId154" w:history="1">
        <w:r>
          <w:rPr>
            <w:rStyle w:val="Hyperlink"/>
          </w:rPr>
          <w:t>test-cases/kmip</w:t>
        </w:r>
        <w:r w:rsidR="00697364">
          <w:rPr>
            <w:rStyle w:val="Hyperlink"/>
          </w:rPr>
          <w:t>-v3.0</w:t>
        </w:r>
        <w:r>
          <w:rPr>
            <w:rStyle w:val="Hyperlink"/>
          </w:rPr>
          <w:t>/</w:t>
        </w:r>
        <w:r w:rsidRPr="00C12749">
          <w:rPr>
            <w:rStyle w:val="Hyperlink"/>
          </w:rPr>
          <w:t>mandatory/SASED-M-3</w:t>
        </w:r>
        <w:r>
          <w:rPr>
            <w:rStyle w:val="Hyperlink"/>
          </w:rPr>
          <w:t>-30.xml</w:t>
        </w:r>
      </w:hyperlink>
      <w:r>
        <w:t>.</w:t>
      </w:r>
    </w:p>
    <w:p w14:paraId="28A8FAD1" w14:textId="77777777" w:rsidR="002F0E6A" w:rsidRDefault="002F0E6A" w:rsidP="002F0E6A">
      <w:pPr>
        <w:pStyle w:val="Heading2"/>
        <w:numPr>
          <w:ilvl w:val="1"/>
          <w:numId w:val="2"/>
        </w:numPr>
      </w:pPr>
      <w:bookmarkStart w:id="2250" w:name="_Toc439711367"/>
      <w:bookmarkStart w:id="2251" w:name="_Toc463354682"/>
      <w:bookmarkStart w:id="2252" w:name="_Toc478070585"/>
      <w:bookmarkStart w:id="2253" w:name="_Toc479342205"/>
      <w:bookmarkStart w:id="2254" w:name="_Toc491431588"/>
      <w:bookmarkStart w:id="2255" w:name="_Toc533021494"/>
      <w:bookmarkStart w:id="2256" w:name="_Toc535231737"/>
      <w:bookmarkStart w:id="2257" w:name="_Toc14773360"/>
      <w:bookmarkStart w:id="2258" w:name="_Toc27473411"/>
      <w:bookmarkStart w:id="2259" w:name="_Toc32324547"/>
      <w:bookmarkStart w:id="2260" w:name="_Toc176876258"/>
      <w:r>
        <w:t>Tape Library Profiles</w:t>
      </w:r>
      <w:bookmarkEnd w:id="2250"/>
      <w:bookmarkEnd w:id="2251"/>
      <w:bookmarkEnd w:id="2252"/>
      <w:bookmarkEnd w:id="2253"/>
      <w:bookmarkEnd w:id="2254"/>
      <w:bookmarkEnd w:id="2255"/>
      <w:bookmarkEnd w:id="2256"/>
      <w:bookmarkEnd w:id="2257"/>
      <w:bookmarkEnd w:id="2258"/>
      <w:bookmarkEnd w:id="2259"/>
      <w:bookmarkEnd w:id="2260"/>
    </w:p>
    <w:p w14:paraId="75AAFDFD" w14:textId="77777777" w:rsidR="002F0E6A" w:rsidRDefault="002F0E6A" w:rsidP="002F0E6A">
      <w:r>
        <w:t>The Tape Library Profile specifies the behavior of a tape library operating as a KMIP client interacting with a KMIP server.</w:t>
      </w:r>
    </w:p>
    <w:p w14:paraId="3BDEB97D" w14:textId="77777777" w:rsidR="002F0E6A" w:rsidRDefault="002F0E6A" w:rsidP="002F0E6A">
      <w:pPr>
        <w:pStyle w:val="Heading3"/>
        <w:numPr>
          <w:ilvl w:val="2"/>
          <w:numId w:val="2"/>
        </w:numPr>
        <w:rPr>
          <w:szCs w:val="20"/>
        </w:rPr>
      </w:pPr>
      <w:bookmarkStart w:id="2261" w:name="_Toc439711368"/>
      <w:bookmarkStart w:id="2262" w:name="_Toc463354683"/>
      <w:bookmarkStart w:id="2263" w:name="_Toc478070586"/>
      <w:bookmarkStart w:id="2264" w:name="_Toc479342206"/>
      <w:bookmarkStart w:id="2265" w:name="_Toc491431589"/>
      <w:bookmarkStart w:id="2266" w:name="_Toc533021495"/>
      <w:bookmarkStart w:id="2267" w:name="_Toc535231738"/>
      <w:bookmarkStart w:id="2268" w:name="_Toc14773361"/>
      <w:bookmarkStart w:id="2269" w:name="_Toc27473412"/>
      <w:bookmarkStart w:id="2270" w:name="_Toc32324548"/>
      <w:bookmarkStart w:id="2271" w:name="_Toc176876259"/>
      <w:r>
        <w:t>Tape Library Profiles Terminology</w:t>
      </w:r>
      <w:bookmarkEnd w:id="2261"/>
      <w:bookmarkEnd w:id="2262"/>
      <w:bookmarkEnd w:id="2263"/>
      <w:bookmarkEnd w:id="2264"/>
      <w:bookmarkEnd w:id="2265"/>
      <w:bookmarkEnd w:id="2266"/>
      <w:bookmarkEnd w:id="2267"/>
      <w:bookmarkEnd w:id="2268"/>
      <w:bookmarkEnd w:id="2269"/>
      <w:bookmarkEnd w:id="2270"/>
      <w:bookmarkEnd w:id="2271"/>
    </w:p>
    <w:p w14:paraId="6A7EBD82" w14:textId="77777777" w:rsidR="002F0E6A" w:rsidRDefault="002F0E6A" w:rsidP="002F0E6A"/>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2F0E6A" w14:paraId="7ABBEC60" w14:textId="77777777" w:rsidTr="002F0E6A">
        <w:tc>
          <w:tcPr>
            <w:tcW w:w="2268" w:type="dxa"/>
          </w:tcPr>
          <w:p w14:paraId="1B3920E9" w14:textId="77777777" w:rsidR="002F0E6A" w:rsidRDefault="002F0E6A" w:rsidP="002F0E6A">
            <w:r>
              <w:t>Key Associated Data (KAD)</w:t>
            </w:r>
          </w:p>
        </w:tc>
        <w:tc>
          <w:tcPr>
            <w:tcW w:w="6732" w:type="dxa"/>
          </w:tcPr>
          <w:p w14:paraId="79B047B5" w14:textId="77777777" w:rsidR="002F0E6A" w:rsidRDefault="002F0E6A" w:rsidP="002F0E6A">
            <w:r>
              <w:t>Part of the tape format. May be segmented into authenticated and unauthenticated fields. KAD usage is detailed in the SCSI SSC-3 standard from the T10 organization available as ANSI INCITS 335-2000.</w:t>
            </w:r>
          </w:p>
        </w:tc>
      </w:tr>
      <w:tr w:rsidR="002F0E6A" w14:paraId="4A90E1E4" w14:textId="77777777" w:rsidTr="002F0E6A">
        <w:tc>
          <w:tcPr>
            <w:tcW w:w="2268" w:type="dxa"/>
          </w:tcPr>
          <w:p w14:paraId="1668285F" w14:textId="77777777" w:rsidR="002F0E6A" w:rsidRDefault="002F0E6A" w:rsidP="002F0E6A">
            <w:r>
              <w:t>Hexadecimal Numeric Characters</w:t>
            </w:r>
          </w:p>
        </w:tc>
        <w:tc>
          <w:tcPr>
            <w:tcW w:w="6732" w:type="dxa"/>
          </w:tcPr>
          <w:p w14:paraId="34E183FA" w14:textId="77777777" w:rsidR="002F0E6A" w:rsidRDefault="002F0E6A" w:rsidP="002F0E6A">
            <w:r>
              <w:t>Case-sensitive, printable, single byte ASCII characters representing the numbers 0 through 9 and uppercase alpha A through F. (US-ASCII characters 30h-39h and 41h-46h). Each byte (single 8-bit numeric value) is represented as two hexadecimal numeric characters with the high-nibble represented by the first (left-most) hexadecimal numeric character and the low-nibble represented by the second (right-most) hexadecimal numeric character.</w:t>
            </w:r>
          </w:p>
        </w:tc>
      </w:tr>
      <w:tr w:rsidR="002F0E6A" w14:paraId="31C22BEF" w14:textId="77777777" w:rsidTr="002F0E6A">
        <w:tc>
          <w:tcPr>
            <w:tcW w:w="2268" w:type="dxa"/>
          </w:tcPr>
          <w:p w14:paraId="3336BA07" w14:textId="77777777" w:rsidR="002F0E6A" w:rsidRDefault="002F0E6A" w:rsidP="002F0E6A">
            <w:r>
              <w:t>N(a)</w:t>
            </w:r>
          </w:p>
        </w:tc>
        <w:tc>
          <w:tcPr>
            <w:tcW w:w="6732" w:type="dxa"/>
          </w:tcPr>
          <w:p w14:paraId="558B5BFC" w14:textId="77777777" w:rsidR="002F0E6A" w:rsidRDefault="002F0E6A" w:rsidP="002F0E6A">
            <w:r>
              <w:t>The maximum number of bytes in the tape authenticated KAD field.</w:t>
            </w:r>
          </w:p>
          <w:p w14:paraId="5E54AA49" w14:textId="77777777" w:rsidR="002F0E6A" w:rsidRDefault="002F0E6A" w:rsidP="002F0E6A">
            <w:r>
              <w:t>For LTO4, N(a) is 12 bytes.</w:t>
            </w:r>
          </w:p>
          <w:p w14:paraId="7115A741" w14:textId="77777777" w:rsidR="002F0E6A" w:rsidRDefault="002F0E6A" w:rsidP="002F0E6A">
            <w:r>
              <w:t>For LTO5, N(a) is 60 bytes.</w:t>
            </w:r>
          </w:p>
          <w:p w14:paraId="66BE68AA" w14:textId="77777777" w:rsidR="002F0E6A" w:rsidRDefault="002F0E6A" w:rsidP="002F0E6A">
            <w:r>
              <w:t>For LTO6, N(a) is 60 bytes.</w:t>
            </w:r>
          </w:p>
        </w:tc>
      </w:tr>
      <w:tr w:rsidR="002F0E6A" w14:paraId="6F952A13" w14:textId="77777777" w:rsidTr="002F0E6A">
        <w:tc>
          <w:tcPr>
            <w:tcW w:w="2268" w:type="dxa"/>
          </w:tcPr>
          <w:p w14:paraId="011C3211" w14:textId="77777777" w:rsidR="002F0E6A" w:rsidRDefault="002F0E6A" w:rsidP="002F0E6A">
            <w:r>
              <w:t>N(u)</w:t>
            </w:r>
          </w:p>
        </w:tc>
        <w:tc>
          <w:tcPr>
            <w:tcW w:w="6732" w:type="dxa"/>
          </w:tcPr>
          <w:p w14:paraId="31B9592B" w14:textId="77777777" w:rsidR="002F0E6A" w:rsidRDefault="002F0E6A" w:rsidP="002F0E6A">
            <w:r>
              <w:t>The maximum number of bytes in the tape unauthenticated KAD field.</w:t>
            </w:r>
          </w:p>
          <w:p w14:paraId="2E9E99CB" w14:textId="77777777" w:rsidR="002F0E6A" w:rsidRDefault="002F0E6A" w:rsidP="002F0E6A">
            <w:r>
              <w:t>For LTO4, N(u) is 32 bytes.</w:t>
            </w:r>
          </w:p>
          <w:p w14:paraId="157ED78E" w14:textId="77777777" w:rsidR="002F0E6A" w:rsidRDefault="002F0E6A" w:rsidP="002F0E6A">
            <w:r>
              <w:t>For LTO5, N(u) is 32 bytes.</w:t>
            </w:r>
          </w:p>
          <w:p w14:paraId="3E201367" w14:textId="77777777" w:rsidR="002F0E6A" w:rsidRDefault="002F0E6A" w:rsidP="002F0E6A">
            <w:r>
              <w:t>For LTO6, N(u) is 32 bytes.</w:t>
            </w:r>
          </w:p>
        </w:tc>
      </w:tr>
      <w:tr w:rsidR="002F0E6A" w14:paraId="7A294223" w14:textId="77777777" w:rsidTr="002F0E6A">
        <w:tc>
          <w:tcPr>
            <w:tcW w:w="2268" w:type="dxa"/>
          </w:tcPr>
          <w:p w14:paraId="487C005B" w14:textId="77777777" w:rsidR="002F0E6A" w:rsidRDefault="002F0E6A" w:rsidP="002F0E6A">
            <w:r>
              <w:t>N(k)</w:t>
            </w:r>
          </w:p>
        </w:tc>
        <w:tc>
          <w:tcPr>
            <w:tcW w:w="6732" w:type="dxa"/>
          </w:tcPr>
          <w:p w14:paraId="58267ACC" w14:textId="77777777" w:rsidR="002F0E6A" w:rsidRDefault="002F0E6A" w:rsidP="002F0E6A">
            <w:r>
              <w:t>The maximum number of bytes in the tape format KAD fields – i.e. N(a) + N(u).</w:t>
            </w:r>
          </w:p>
          <w:p w14:paraId="5741D8D9" w14:textId="77777777" w:rsidR="002F0E6A" w:rsidRDefault="002F0E6A" w:rsidP="002F0E6A">
            <w:r>
              <w:t>For LTO4, N(k) is 44 bytes.</w:t>
            </w:r>
          </w:p>
          <w:p w14:paraId="1428D686" w14:textId="77777777" w:rsidR="002F0E6A" w:rsidRDefault="002F0E6A" w:rsidP="002F0E6A">
            <w:r>
              <w:t>For LTO5, N(k) is 92 bytes.</w:t>
            </w:r>
          </w:p>
          <w:p w14:paraId="7DBA9669" w14:textId="77777777" w:rsidR="002F0E6A" w:rsidRDefault="002F0E6A" w:rsidP="002F0E6A">
            <w:r>
              <w:t>For LTO6, N(k) is 92 bytes.</w:t>
            </w:r>
          </w:p>
        </w:tc>
      </w:tr>
    </w:tbl>
    <w:p w14:paraId="1BDB2CA2" w14:textId="77777777" w:rsidR="002F0E6A" w:rsidRDefault="002F0E6A" w:rsidP="002F0E6A"/>
    <w:p w14:paraId="424BF654" w14:textId="77777777" w:rsidR="002F0E6A" w:rsidRDefault="002F0E6A" w:rsidP="002F0E6A">
      <w:pPr>
        <w:pStyle w:val="Heading3"/>
        <w:numPr>
          <w:ilvl w:val="2"/>
          <w:numId w:val="2"/>
        </w:numPr>
        <w:rPr>
          <w:szCs w:val="20"/>
        </w:rPr>
      </w:pPr>
      <w:bookmarkStart w:id="2272" w:name="_Toc306185787"/>
      <w:bookmarkStart w:id="2273" w:name="_Toc323023456"/>
      <w:bookmarkStart w:id="2274" w:name="_Toc332834689"/>
      <w:bookmarkStart w:id="2275" w:name="_Ref353482169"/>
      <w:bookmarkStart w:id="2276" w:name="_Toc353607090"/>
      <w:bookmarkStart w:id="2277" w:name="_Toc359965312"/>
      <w:bookmarkStart w:id="2278" w:name="_Toc364099876"/>
      <w:bookmarkStart w:id="2279" w:name="_Toc390263550"/>
      <w:bookmarkStart w:id="2280" w:name="_Toc409613899"/>
      <w:bookmarkStart w:id="2281" w:name="_Toc439711369"/>
      <w:bookmarkStart w:id="2282" w:name="_Toc463354684"/>
      <w:bookmarkStart w:id="2283" w:name="_Toc478070587"/>
      <w:bookmarkStart w:id="2284" w:name="_Toc479342207"/>
      <w:bookmarkStart w:id="2285" w:name="_Toc491431590"/>
      <w:bookmarkStart w:id="2286" w:name="_Toc533021496"/>
      <w:bookmarkStart w:id="2287" w:name="_Toc535231739"/>
      <w:bookmarkStart w:id="2288" w:name="_Toc14773362"/>
      <w:bookmarkStart w:id="2289" w:name="_Toc27473413"/>
      <w:bookmarkStart w:id="2290" w:name="_Toc32324549"/>
      <w:bookmarkStart w:id="2291" w:name="_Toc176876260"/>
      <w:r>
        <w:t>Tape Library Application Specific Information</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14:paraId="7735C62F" w14:textId="77777777" w:rsidR="002F0E6A" w:rsidRDefault="002F0E6A" w:rsidP="002F0E6A">
      <w:r>
        <w:t xml:space="preserve">This information applies to Tape Libraries that use the </w:t>
      </w:r>
      <w:r>
        <w:rPr>
          <w:i/>
        </w:rPr>
        <w:t>Application Specific Information</w:t>
      </w:r>
      <w:r>
        <w:t xml:space="preserve"> [KMIP-SPEC] attribute to store key identifiers.  KMIP clients are not required to use </w:t>
      </w:r>
      <w:r>
        <w:rPr>
          <w:i/>
        </w:rPr>
        <w:t xml:space="preserve">Application Specific Information </w:t>
      </w:r>
      <w:r>
        <w:t xml:space="preserve">[KMIP-SPEC] however KMIP servers conforming to the Tape Library Profiles are required to support KMIP clients that use </w:t>
      </w:r>
      <w:r>
        <w:rPr>
          <w:i/>
        </w:rPr>
        <w:t xml:space="preserve">Application Specific Information </w:t>
      </w:r>
      <w:r>
        <w:t xml:space="preserve">[KMIP-SPEC] and KMIP clients that do not use </w:t>
      </w:r>
      <w:r>
        <w:rPr>
          <w:i/>
        </w:rPr>
        <w:t xml:space="preserve">Application Specific Information </w:t>
      </w:r>
      <w:r>
        <w:t>[KMIP-SPEC].</w:t>
      </w:r>
    </w:p>
    <w:p w14:paraId="6500F8D3" w14:textId="77777777" w:rsidR="002F0E6A" w:rsidRDefault="002F0E6A" w:rsidP="002F0E6A">
      <w:r>
        <w:t xml:space="preserve">The </w:t>
      </w:r>
      <w:r>
        <w:rPr>
          <w:i/>
        </w:rPr>
        <w:t>Application Specific Information</w:t>
      </w:r>
      <w:r>
        <w:t xml:space="preserve"> [KMIP-SPEC] MAY be used to store data that is specific to the application (Tape Library) using the object.</w:t>
      </w:r>
    </w:p>
    <w:p w14:paraId="7156AB50" w14:textId="77777777" w:rsidR="002F0E6A" w:rsidRDefault="002F0E6A" w:rsidP="002F0E6A">
      <w:r>
        <w:t xml:space="preserve">The following Application Namespaces SHOULD be used in the Application Namespace field of the </w:t>
      </w:r>
      <w:r>
        <w:rPr>
          <w:i/>
        </w:rPr>
        <w:t>Application Specific Information</w:t>
      </w:r>
      <w:r>
        <w:t xml:space="preserve"> [KMIP-SPEC]:</w:t>
      </w:r>
    </w:p>
    <w:p w14:paraId="24F71526" w14:textId="77777777" w:rsidR="002F0E6A" w:rsidRDefault="002F0E6A" w:rsidP="002F0E6A">
      <w:pPr>
        <w:pStyle w:val="ListBullet"/>
        <w:tabs>
          <w:tab w:val="clear" w:pos="360"/>
          <w:tab w:val="num" w:pos="720"/>
        </w:tabs>
        <w:ind w:left="720"/>
      </w:pPr>
      <w:r>
        <w:t>LIBRARY-LTO, LIBRARY-LTO4, LIBRARY-LTO5, LIBRARY-LTO6, LIBRARY-LTO7</w:t>
      </w:r>
    </w:p>
    <w:p w14:paraId="35F31AA9" w14:textId="77777777" w:rsidR="002F0E6A" w:rsidRDefault="002F0E6A" w:rsidP="002F0E6A">
      <w:r>
        <w:rPr>
          <w:i/>
        </w:rPr>
        <w:t>Application Specific Information</w:t>
      </w:r>
      <w:r>
        <w:t xml:space="preserve"> [KMIP-SPEC] supports key identifiers being created either on the server or on the client (Tape Library), but not both. This profile specifies use of key identifiers created by the client.</w:t>
      </w:r>
    </w:p>
    <w:p w14:paraId="4A52A6A7" w14:textId="77777777" w:rsidR="002F0E6A" w:rsidRDefault="002F0E6A" w:rsidP="002F0E6A">
      <w:r>
        <w:t xml:space="preserve">The </w:t>
      </w:r>
      <w:r>
        <w:rPr>
          <w:i/>
        </w:rPr>
        <w:t>Application Specific Information</w:t>
      </w:r>
      <w:r>
        <w:t xml:space="preserve"> [KMIP-SPEC] method of key identification relies on the ability to uniquely identify a key based only on its Application Data (preferably), or (alternatively) on some combination of Application Data and </w:t>
      </w:r>
      <w:r>
        <w:rPr>
          <w:i/>
        </w:rPr>
        <w:t>Custom Attributes</w:t>
      </w:r>
      <w:r>
        <w:t xml:space="preserve"> [KMIP-SPEC], which the key creator guarantees to be unique within the Application Namespace.  </w:t>
      </w:r>
    </w:p>
    <w:p w14:paraId="5FD025AA" w14:textId="77777777" w:rsidR="002F0E6A" w:rsidRDefault="002F0E6A" w:rsidP="002F0E6A">
      <w:r>
        <w:t xml:space="preserve">Key identifiers stored in the KMIP server's </w:t>
      </w:r>
      <w:r>
        <w:rPr>
          <w:i/>
        </w:rPr>
        <w:t>Application Specific Information</w:t>
      </w:r>
      <w:r>
        <w:t xml:space="preserve"> [KMIP-SPEC] are in text format.  Key identifiers stored in the KMIP client's tape format KAD fields are numeric format.  The specific algorithm for converting between text and numeric formats is specified below.</w:t>
      </w:r>
    </w:p>
    <w:p w14:paraId="4F41D229" w14:textId="77777777" w:rsidR="002F0E6A" w:rsidRDefault="002F0E6A" w:rsidP="002F0E6A">
      <w:r>
        <w:t xml:space="preserve">All information contained in the tape format’s KAD fields is converted to a text format consisting of hexadecimal numeric character pairs as follows:  </w:t>
      </w:r>
    </w:p>
    <w:p w14:paraId="2B283BD9" w14:textId="77777777" w:rsidR="002F0E6A" w:rsidRDefault="002F0E6A" w:rsidP="002F0E6A">
      <w:pPr>
        <w:numPr>
          <w:ilvl w:val="0"/>
          <w:numId w:val="87"/>
        </w:numPr>
      </w:pPr>
      <w:r>
        <w:t>The unauthenticated KAD is converted to text format by converting each byte value to exactly two Hexadecimal Numeric Characters;</w:t>
      </w:r>
    </w:p>
    <w:p w14:paraId="418CBC37" w14:textId="77777777" w:rsidR="002F0E6A" w:rsidRDefault="002F0E6A" w:rsidP="002F0E6A">
      <w:pPr>
        <w:numPr>
          <w:ilvl w:val="0"/>
          <w:numId w:val="87"/>
        </w:numPr>
      </w:pPr>
      <w:r>
        <w:t>The authenticated KAD is converted to text format by converting each byte value to exactly two Hexadecimal Numeric Characters and;</w:t>
      </w:r>
    </w:p>
    <w:p w14:paraId="4F1D4F4A" w14:textId="77777777" w:rsidR="002F0E6A" w:rsidRDefault="002F0E6A" w:rsidP="002F0E6A">
      <w:pPr>
        <w:numPr>
          <w:ilvl w:val="0"/>
          <w:numId w:val="87"/>
        </w:numPr>
      </w:pPr>
      <w:r>
        <w:t>The converted authenticated KAD Hexadecimal Numeric Characters</w:t>
      </w:r>
      <w:r w:rsidDel="00C102FE">
        <w:t xml:space="preserve"> </w:t>
      </w:r>
      <w:r>
        <w:t>are concatenated to the end of the converted unauthenticated KAD Hexadecimal Numeric Characters.</w:t>
      </w:r>
    </w:p>
    <w:p w14:paraId="3277A466" w14:textId="77777777" w:rsidR="002F0E6A" w:rsidRDefault="002F0E6A" w:rsidP="002F0E6A">
      <w:r>
        <w:t>If the implementation uses client-created key identifiers, then the client generates a new identifier in text format that SHALL be unique within the chosen namespace. The source material for generating the string is dependent on client policy.  The numeric representation of this identifier SHALL be no larger than the N(k) bytes of the KAD for the tape media being used.</w:t>
      </w:r>
    </w:p>
    <w:p w14:paraId="32EAA0B7" w14:textId="77777777" w:rsidR="002F0E6A" w:rsidRDefault="002F0E6A" w:rsidP="002F0E6A">
      <w:r>
        <w:t xml:space="preserve">For KMIP clients and servers conforming to this profile, </w:t>
      </w:r>
      <w:r>
        <w:rPr>
          <w:i/>
        </w:rPr>
        <w:t>Application Specific Information</w:t>
      </w:r>
      <w:r>
        <w:t xml:space="preserve"> [KMIP-SPEC] SHALL be created by the Tape Library KMIP client based on the tape format's KAD fields as follows:</w:t>
      </w:r>
    </w:p>
    <w:p w14:paraId="6E246724" w14:textId="77777777" w:rsidR="002F0E6A" w:rsidRDefault="002F0E6A" w:rsidP="002F0E6A">
      <w:pPr>
        <w:pStyle w:val="NumberedList1"/>
        <w:numPr>
          <w:ilvl w:val="0"/>
          <w:numId w:val="88"/>
        </w:numPr>
        <w:tabs>
          <w:tab w:val="clear" w:pos="1800"/>
        </w:tabs>
        <w:ind w:left="720"/>
        <w:rPr>
          <w:rFonts w:ascii="Arial" w:hAnsi="Arial"/>
        </w:rPr>
      </w:pPr>
      <w:r>
        <w:rPr>
          <w:rFonts w:ascii="Arial" w:hAnsi="Arial"/>
        </w:rPr>
        <w:t>Define an empty output buffer sufficient to contain a string with a maximum length of 2*N(k) bytes.</w:t>
      </w:r>
    </w:p>
    <w:p w14:paraId="0595C80B" w14:textId="77777777" w:rsidR="002F0E6A" w:rsidRDefault="002F0E6A" w:rsidP="002F0E6A">
      <w:pPr>
        <w:pStyle w:val="NumberedList1"/>
        <w:numPr>
          <w:ilvl w:val="0"/>
          <w:numId w:val="88"/>
        </w:numPr>
        <w:tabs>
          <w:tab w:val="clear" w:pos="1800"/>
        </w:tabs>
        <w:ind w:left="720"/>
        <w:rPr>
          <w:rFonts w:ascii="Arial" w:hAnsi="Arial"/>
        </w:rPr>
      </w:pPr>
      <w:r>
        <w:rPr>
          <w:rFonts w:ascii="Arial" w:hAnsi="Arial"/>
        </w:rPr>
        <w:t>Copy the tape format’s unauthenticated KAD (if present) to the output buffer, converting each byte value to exactly two Hexadecimal Numeric Characters.  The first byte (i.e., byte 0) of the output buffer is the first byte of unauthenticated KAD.</w:t>
      </w:r>
    </w:p>
    <w:p w14:paraId="5E27FA21" w14:textId="77777777" w:rsidR="002F0E6A" w:rsidRDefault="002F0E6A" w:rsidP="002F0E6A">
      <w:pPr>
        <w:pStyle w:val="NumberedList1"/>
        <w:numPr>
          <w:ilvl w:val="0"/>
          <w:numId w:val="88"/>
        </w:numPr>
        <w:tabs>
          <w:tab w:val="clear" w:pos="1800"/>
        </w:tabs>
        <w:ind w:left="720"/>
        <w:rPr>
          <w:rFonts w:ascii="Arial" w:hAnsi="Arial"/>
        </w:rPr>
      </w:pPr>
      <w:r>
        <w:rPr>
          <w:rFonts w:ascii="Arial" w:hAnsi="Arial"/>
        </w:rPr>
        <w:t>Concatenate the tape format’s authenticated KAD to the output buffer, converting each byte value to exactly two Hexadecimal Numeric Characters.</w:t>
      </w:r>
    </w:p>
    <w:p w14:paraId="3EB39D4E" w14:textId="77777777" w:rsidR="002F0E6A" w:rsidRDefault="002F0E6A" w:rsidP="002F0E6A"/>
    <w:p w14:paraId="0BA68099" w14:textId="77777777" w:rsidR="002F0E6A" w:rsidRDefault="002F0E6A" w:rsidP="002F0E6A">
      <w:r>
        <w:t>Note: the contents of the unauthenticated KAD and authenticated KAD fields may be less than the maximum permitted lengths; the implementation provides the correct length values to use in the algorithm rather than using fixed maximum length fields.</w:t>
      </w:r>
    </w:p>
    <w:p w14:paraId="0DA01719" w14:textId="77777777" w:rsidR="002F0E6A" w:rsidRDefault="002F0E6A" w:rsidP="002F0E6A">
      <w:r>
        <w:t xml:space="preserve">If </w:t>
      </w:r>
      <w:r>
        <w:rPr>
          <w:i/>
        </w:rPr>
        <w:t>Application Specific Information</w:t>
      </w:r>
      <w:r>
        <w:t xml:space="preserve"> [KMIP-SPEC] is supported, then it SHALL be used by the client for locating the object for the purpose of encrypting and decrypting data on tape.  The </w:t>
      </w:r>
      <w:r>
        <w:rPr>
          <w:i/>
        </w:rPr>
        <w:t>Application Specific Information</w:t>
      </w:r>
      <w:r>
        <w:t xml:space="preserve"> [KMIP-SPEC] value SHALL solely be used for this purpose.</w:t>
      </w:r>
    </w:p>
    <w:p w14:paraId="51A2BF52" w14:textId="77777777" w:rsidR="002F0E6A" w:rsidRDefault="002F0E6A" w:rsidP="002F0E6A">
      <w:pPr>
        <w:pStyle w:val="Heading3"/>
        <w:numPr>
          <w:ilvl w:val="2"/>
          <w:numId w:val="2"/>
        </w:numPr>
        <w:rPr>
          <w:szCs w:val="20"/>
        </w:rPr>
      </w:pPr>
      <w:bookmarkStart w:id="2292" w:name="_Ref359934297"/>
      <w:bookmarkStart w:id="2293" w:name="_Toc359965313"/>
      <w:bookmarkStart w:id="2294" w:name="_Toc364099877"/>
      <w:bookmarkStart w:id="2295" w:name="_Toc390263552"/>
      <w:bookmarkStart w:id="2296" w:name="_Toc409613900"/>
      <w:bookmarkStart w:id="2297" w:name="_Toc439711370"/>
      <w:bookmarkStart w:id="2298" w:name="_Toc463354685"/>
      <w:bookmarkStart w:id="2299" w:name="_Toc478070588"/>
      <w:bookmarkStart w:id="2300" w:name="_Toc479342208"/>
      <w:bookmarkStart w:id="2301" w:name="_Toc491431591"/>
      <w:bookmarkStart w:id="2302" w:name="_Toc533021497"/>
      <w:bookmarkStart w:id="2303" w:name="_Toc535231740"/>
      <w:bookmarkStart w:id="2304" w:name="_Toc14773363"/>
      <w:bookmarkStart w:id="2305" w:name="_Toc27473414"/>
      <w:bookmarkStart w:id="2306" w:name="_Toc32324550"/>
      <w:bookmarkStart w:id="2307" w:name="_Toc176876261"/>
      <w:r>
        <w:t>Tape Library Alternative Name</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p>
    <w:p w14:paraId="6B929131" w14:textId="77777777" w:rsidR="002F0E6A" w:rsidRDefault="002F0E6A" w:rsidP="002F0E6A">
      <w:pPr>
        <w:spacing w:before="0" w:after="0"/>
      </w:pPr>
      <w:r>
        <w:t xml:space="preserve">The Tape Library client SHALL assign a text (i.e., human-readable) representation of the media barcode to the </w:t>
      </w:r>
      <w:r>
        <w:rPr>
          <w:i/>
        </w:rPr>
        <w:t>Alternative Name</w:t>
      </w:r>
      <w:r>
        <w:t xml:space="preserve"> [KMIP-SPEC] of the object.  This SHALL occur on first use of the object for encryption, which normally is when the library requests the server to create the object.</w:t>
      </w:r>
    </w:p>
    <w:p w14:paraId="70D8EDEC" w14:textId="77777777" w:rsidR="002F0E6A" w:rsidRDefault="002F0E6A" w:rsidP="002F0E6A">
      <w:pPr>
        <w:spacing w:before="0" w:after="0"/>
      </w:pPr>
    </w:p>
    <w:p w14:paraId="4D2C70F1" w14:textId="77777777" w:rsidR="002F0E6A" w:rsidRDefault="002F0E6A" w:rsidP="002F0E6A">
      <w:pPr>
        <w:spacing w:before="0" w:after="0"/>
      </w:pPr>
      <w:r>
        <w:t xml:space="preserve">The relationship between key identifiers in </w:t>
      </w:r>
      <w:r>
        <w:rPr>
          <w:i/>
        </w:rPr>
        <w:t>Application Specific Information</w:t>
      </w:r>
      <w:r>
        <w:t xml:space="preserve"> [KMIP-SPEC] and </w:t>
      </w:r>
      <w:r>
        <w:rPr>
          <w:i/>
        </w:rPr>
        <w:t>Alternative Name</w:t>
      </w:r>
      <w:r>
        <w:t xml:space="preserve"> [KMIP-SPEC] is as follows:</w:t>
      </w:r>
    </w:p>
    <w:p w14:paraId="3CF5B148" w14:textId="77777777" w:rsidR="002F0E6A" w:rsidRDefault="002F0E6A" w:rsidP="002F0E6A">
      <w:pPr>
        <w:numPr>
          <w:ilvl w:val="0"/>
          <w:numId w:val="89"/>
        </w:numPr>
      </w:pPr>
      <w:r>
        <w:t>The values for both are provided by the client</w:t>
      </w:r>
    </w:p>
    <w:p w14:paraId="389EE7EE" w14:textId="77777777" w:rsidR="002F0E6A" w:rsidRDefault="002F0E6A" w:rsidP="002F0E6A">
      <w:pPr>
        <w:numPr>
          <w:ilvl w:val="0"/>
          <w:numId w:val="89"/>
        </w:numPr>
      </w:pPr>
      <w:r>
        <w:t xml:space="preserve">The identifier in </w:t>
      </w:r>
      <w:r>
        <w:rPr>
          <w:i/>
        </w:rPr>
        <w:t>Alternative Name</w:t>
      </w:r>
      <w:r>
        <w:t xml:space="preserve"> [KMIP-SPEC] (i.e., the barcode) SHALL be used by the server administrator for finding keys associated with specific tape media (e.g., a server administrator may want to find the key(s) associated with a missing tape cartridge, where the barcode of that tape cartridge is known).</w:t>
      </w:r>
    </w:p>
    <w:p w14:paraId="433467F5" w14:textId="77777777" w:rsidR="002F0E6A" w:rsidRDefault="002F0E6A" w:rsidP="002F0E6A">
      <w:pPr>
        <w:numPr>
          <w:ilvl w:val="0"/>
          <w:numId w:val="89"/>
        </w:numPr>
      </w:pPr>
      <w:r>
        <w:t xml:space="preserve">The </w:t>
      </w:r>
      <w:r>
        <w:rPr>
          <w:i/>
        </w:rPr>
        <w:t>Alternative Name</w:t>
      </w:r>
      <w:r>
        <w:t xml:space="preserve"> [KMIP-SPEC] SHALL NOT be used by a client for locating the object to encrypt or decrypt data, since the value (barcode) is not required to be unique and therefore does not ensure retrieval of the correct key.</w:t>
      </w:r>
    </w:p>
    <w:p w14:paraId="4C84FB51" w14:textId="77777777" w:rsidR="002F0E6A" w:rsidRPr="000C30ED" w:rsidRDefault="002F0E6A" w:rsidP="002F0E6A">
      <w:pPr>
        <w:pStyle w:val="Heading3"/>
        <w:numPr>
          <w:ilvl w:val="2"/>
          <w:numId w:val="2"/>
        </w:numPr>
      </w:pPr>
      <w:bookmarkStart w:id="2308" w:name="_Ref439695511"/>
      <w:bookmarkStart w:id="2309" w:name="_Toc439711371"/>
      <w:bookmarkStart w:id="2310" w:name="_Toc463354686"/>
      <w:bookmarkStart w:id="2311" w:name="_Toc478070589"/>
      <w:bookmarkStart w:id="2312" w:name="_Toc479342209"/>
      <w:bookmarkStart w:id="2313" w:name="_Toc491431592"/>
      <w:bookmarkStart w:id="2314" w:name="_Toc533021498"/>
      <w:bookmarkStart w:id="2315" w:name="_Toc535231741"/>
      <w:bookmarkStart w:id="2316" w:name="_Toc14773364"/>
      <w:bookmarkStart w:id="2317" w:name="_Toc27473415"/>
      <w:bookmarkStart w:id="2318" w:name="_Toc32324551"/>
      <w:bookmarkStart w:id="2319" w:name="_Toc176876262"/>
      <w:r>
        <w:t>Tape Library Client</w:t>
      </w:r>
      <w:bookmarkEnd w:id="2308"/>
      <w:bookmarkEnd w:id="2309"/>
      <w:bookmarkEnd w:id="2310"/>
      <w:bookmarkEnd w:id="2311"/>
      <w:bookmarkEnd w:id="2312"/>
      <w:bookmarkEnd w:id="2313"/>
      <w:bookmarkEnd w:id="2314"/>
      <w:bookmarkEnd w:id="2315"/>
      <w:bookmarkEnd w:id="2316"/>
      <w:bookmarkEnd w:id="2317"/>
      <w:bookmarkEnd w:id="2318"/>
      <w:bookmarkEnd w:id="2319"/>
    </w:p>
    <w:p w14:paraId="24AA400C" w14:textId="77777777" w:rsidR="002F0E6A" w:rsidRDefault="002F0E6A" w:rsidP="002F0E6A">
      <w:r>
        <w:t>KMIP clients conformant to this profile:</w:t>
      </w:r>
    </w:p>
    <w:p w14:paraId="3267DC3C" w14:textId="006C1FFE" w:rsidR="002F0E6A" w:rsidRPr="00D1622D" w:rsidRDefault="002F0E6A" w:rsidP="002F0E6A">
      <w:pPr>
        <w:numPr>
          <w:ilvl w:val="0"/>
          <w:numId w:val="8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5578B566" w14:textId="5C417E7A" w:rsidR="002F0E6A" w:rsidRDefault="002F0E6A" w:rsidP="002F0E6A">
      <w:pPr>
        <w:numPr>
          <w:ilvl w:val="0"/>
          <w:numId w:val="85"/>
        </w:numPr>
      </w:pPr>
      <w:r>
        <w:t xml:space="preserve">SHOULD support </w:t>
      </w:r>
      <w:r>
        <w:rPr>
          <w:i/>
        </w:rPr>
        <w:t>Application Specific Information</w:t>
      </w:r>
      <w:r>
        <w:t xml:space="preserve"> [KMIP-SPEC] with </w:t>
      </w:r>
      <w:r w:rsidRPr="00F35AF1">
        <w:rPr>
          <w:i/>
        </w:rPr>
        <w:t>Application Data</w:t>
      </w:r>
      <w:r>
        <w:t xml:space="preserve"> provided by the client in accordance with </w:t>
      </w:r>
      <w:r>
        <w:fldChar w:fldCharType="begin"/>
      </w:r>
      <w:r>
        <w:instrText xml:space="preserve"> REF _Ref353482169 \h </w:instrText>
      </w:r>
      <w:r>
        <w:fldChar w:fldCharType="separate"/>
      </w:r>
      <w:r w:rsidR="00DA37E6">
        <w:t>Tape Library Application Specific Information</w:t>
      </w:r>
      <w:r>
        <w:fldChar w:fldCharType="end"/>
      </w:r>
      <w:r>
        <w:t xml:space="preserve"> (</w:t>
      </w:r>
      <w:r>
        <w:fldChar w:fldCharType="begin"/>
      </w:r>
      <w:r>
        <w:instrText xml:space="preserve"> REF _Ref353482169 \r \h </w:instrText>
      </w:r>
      <w:r>
        <w:fldChar w:fldCharType="separate"/>
      </w:r>
      <w:r w:rsidR="00DA37E6">
        <w:t>5.12.2</w:t>
      </w:r>
      <w:r>
        <w:fldChar w:fldCharType="end"/>
      </w:r>
      <w:r>
        <w:t>)</w:t>
      </w:r>
    </w:p>
    <w:p w14:paraId="12D3EE76" w14:textId="77777777" w:rsidR="002F0E6A" w:rsidRDefault="002F0E6A" w:rsidP="002F0E6A">
      <w:pPr>
        <w:numPr>
          <w:ilvl w:val="0"/>
          <w:numId w:val="85"/>
        </w:numPr>
      </w:pPr>
      <w:r>
        <w:t xml:space="preserve">SHOULD NOT use a </w:t>
      </w:r>
      <w:r>
        <w:rPr>
          <w:i/>
        </w:rPr>
        <w:t>Vendor Attributes</w:t>
      </w:r>
      <w:r>
        <w:t xml:space="preserve"> [KMIP-SPEC] that duplicates information that is already in standard </w:t>
      </w:r>
      <w:r>
        <w:rPr>
          <w:i/>
        </w:rPr>
        <w:t xml:space="preserve">Attributes </w:t>
      </w:r>
      <w:r>
        <w:t>[KMIP-SPEC]</w:t>
      </w:r>
    </w:p>
    <w:p w14:paraId="676FE7A0" w14:textId="77777777" w:rsidR="002F0E6A" w:rsidRDefault="002F0E6A" w:rsidP="002F0E6A">
      <w:pPr>
        <w:numPr>
          <w:ilvl w:val="0"/>
          <w:numId w:val="85"/>
        </w:numPr>
      </w:pPr>
      <w:r>
        <w:t xml:space="preserve">MAY use x-Barcode as a </w:t>
      </w:r>
      <w:r>
        <w:rPr>
          <w:i/>
        </w:rPr>
        <w:t>Vendor Attribute</w:t>
      </w:r>
      <w:r>
        <w:t xml:space="preserve"> [KMIP-SPEC] of type </w:t>
      </w:r>
      <w:r w:rsidRPr="00F35AF1">
        <w:rPr>
          <w:i/>
        </w:rPr>
        <w:t>Text String</w:t>
      </w:r>
      <w:r>
        <w:t xml:space="preserve"> to store the barcode</w:t>
      </w:r>
    </w:p>
    <w:p w14:paraId="4B15DF42" w14:textId="77777777" w:rsidR="002F0E6A" w:rsidRDefault="002F0E6A" w:rsidP="002F0E6A">
      <w:pPr>
        <w:numPr>
          <w:ilvl w:val="0"/>
          <w:numId w:val="85"/>
        </w:numPr>
      </w:pPr>
      <w:r>
        <w:t xml:space="preserve">SHALL support the following </w:t>
      </w:r>
      <w:r w:rsidRPr="00F35AF1">
        <w:rPr>
          <w:i/>
        </w:rPr>
        <w:t>Attributes</w:t>
      </w:r>
      <w:r>
        <w:t xml:space="preserve"> [KMIP-SPEC]</w:t>
      </w:r>
    </w:p>
    <w:p w14:paraId="2122C3AA" w14:textId="77777777" w:rsidR="002F0E6A" w:rsidRDefault="002F0E6A" w:rsidP="002F0E6A">
      <w:pPr>
        <w:numPr>
          <w:ilvl w:val="1"/>
          <w:numId w:val="90"/>
        </w:numPr>
      </w:pPr>
      <w:r>
        <w:rPr>
          <w:rFonts w:ascii="Tahoma" w:hAnsi="Tahoma" w:cs="Tahoma"/>
          <w:i/>
          <w:color w:val="000000"/>
          <w:szCs w:val="20"/>
        </w:rPr>
        <w:t>Alternative Name</w:t>
      </w:r>
    </w:p>
    <w:p w14:paraId="4DB91EAF" w14:textId="77777777" w:rsidR="002F0E6A" w:rsidRDefault="002F0E6A" w:rsidP="002F0E6A">
      <w:pPr>
        <w:numPr>
          <w:ilvl w:val="0"/>
          <w:numId w:val="85"/>
        </w:numPr>
      </w:pPr>
      <w:r>
        <w:t xml:space="preserve">SHALL support the following </w:t>
      </w:r>
      <w:r w:rsidRPr="00F35AF1">
        <w:rPr>
          <w:i/>
        </w:rPr>
        <w:t>Enumerations</w:t>
      </w:r>
      <w:r>
        <w:t xml:space="preserve"> [KMIP-SPEC]:</w:t>
      </w:r>
    </w:p>
    <w:p w14:paraId="51DAF5D1" w14:textId="77777777" w:rsidR="002F0E6A" w:rsidRDefault="002F0E6A" w:rsidP="002F0E6A">
      <w:pPr>
        <w:numPr>
          <w:ilvl w:val="0"/>
          <w:numId w:val="91"/>
        </w:numPr>
      </w:pPr>
      <w:r>
        <w:rPr>
          <w:i/>
        </w:rPr>
        <w:t xml:space="preserve">Alternative Name Type </w:t>
      </w:r>
      <w:r>
        <w:t>with value:</w:t>
      </w:r>
    </w:p>
    <w:p w14:paraId="58152F63" w14:textId="77777777" w:rsidR="002F0E6A" w:rsidRPr="00F35AF1" w:rsidRDefault="002F0E6A" w:rsidP="002F0E6A">
      <w:pPr>
        <w:numPr>
          <w:ilvl w:val="2"/>
          <w:numId w:val="90"/>
        </w:numPr>
        <w:rPr>
          <w:i/>
        </w:rPr>
      </w:pPr>
      <w:r w:rsidRPr="00F35AF1">
        <w:rPr>
          <w:i/>
        </w:rPr>
        <w:t>Uninterpreted Text String</w:t>
      </w:r>
    </w:p>
    <w:p w14:paraId="3FC7C859" w14:textId="2FDC3603" w:rsidR="002F0E6A" w:rsidRDefault="002F0E6A" w:rsidP="002F0E6A">
      <w:pPr>
        <w:numPr>
          <w:ilvl w:val="0"/>
          <w:numId w:val="85"/>
        </w:numPr>
      </w:pPr>
      <w:r>
        <w:t xml:space="preserve">SHALL store the </w:t>
      </w:r>
      <w:r w:rsidRPr="00750D78">
        <w:t xml:space="preserve">media barcode information in an </w:t>
      </w:r>
      <w:r w:rsidRPr="00F35AF1">
        <w:rPr>
          <w:i/>
        </w:rPr>
        <w:t>Alternative Name</w:t>
      </w:r>
      <w:r w:rsidRPr="00750D78">
        <w:t xml:space="preserve"> </w:t>
      </w:r>
      <w:r>
        <w:t xml:space="preserve">[KMIP-SPEC] </w:t>
      </w:r>
      <w:r w:rsidRPr="00750D78">
        <w:t>Attribute</w:t>
      </w:r>
      <w:r>
        <w:rPr>
          <w:rFonts w:ascii="Tahoma" w:hAnsi="Tahoma" w:cs="Tahoma"/>
          <w:i/>
          <w:color w:val="000000"/>
          <w:szCs w:val="20"/>
        </w:rPr>
        <w:t xml:space="preserve"> </w:t>
      </w:r>
      <w:r>
        <w:t xml:space="preserve">[KMIP-SPEC] in accordance with </w:t>
      </w:r>
      <w:r>
        <w:fldChar w:fldCharType="begin"/>
      </w:r>
      <w:r>
        <w:instrText xml:space="preserve"> REF _Ref359934297 \h </w:instrText>
      </w:r>
      <w:r>
        <w:fldChar w:fldCharType="separate"/>
      </w:r>
      <w:r w:rsidR="00DA37E6">
        <w:t>Tape Library Alternative Name</w:t>
      </w:r>
      <w:r>
        <w:fldChar w:fldCharType="end"/>
      </w:r>
      <w:r>
        <w:t xml:space="preserve"> (</w:t>
      </w:r>
      <w:r>
        <w:fldChar w:fldCharType="begin"/>
      </w:r>
      <w:r>
        <w:instrText xml:space="preserve"> REF _Ref359934297 \r \h </w:instrText>
      </w:r>
      <w:r>
        <w:fldChar w:fldCharType="separate"/>
      </w:r>
      <w:r w:rsidR="00DA37E6">
        <w:t>5.12.3</w:t>
      </w:r>
      <w:r>
        <w:fldChar w:fldCharType="end"/>
      </w:r>
      <w:r>
        <w:t>)</w:t>
      </w:r>
    </w:p>
    <w:p w14:paraId="6E5DE0EF" w14:textId="563D4A3B" w:rsidR="002F0E6A" w:rsidRPr="006436AE" w:rsidRDefault="002F0E6A" w:rsidP="002F0E6A">
      <w:pPr>
        <w:numPr>
          <w:ilvl w:val="0"/>
          <w:numId w:val="85"/>
        </w:numPr>
      </w:pPr>
      <w:r w:rsidRPr="006436AE">
        <w:t xml:space="preserve">MAY support any clause within [KMIP-SPEC] provided it does not conflict with any other clause within this section </w:t>
      </w:r>
      <w:r>
        <w:fldChar w:fldCharType="begin"/>
      </w:r>
      <w:r>
        <w:instrText xml:space="preserve"> REF _Ref439695511 \r \h </w:instrText>
      </w:r>
      <w:r>
        <w:fldChar w:fldCharType="separate"/>
      </w:r>
      <w:r w:rsidR="00DA37E6">
        <w:t>5.12.4</w:t>
      </w:r>
      <w:r>
        <w:fldChar w:fldCharType="end"/>
      </w:r>
    </w:p>
    <w:p w14:paraId="228B3287" w14:textId="77777777" w:rsidR="002F0E6A" w:rsidRDefault="002F0E6A" w:rsidP="002F0E6A">
      <w:pPr>
        <w:numPr>
          <w:ilvl w:val="0"/>
          <w:numId w:val="85"/>
        </w:numPr>
      </w:pPr>
      <w:r w:rsidRPr="006436AE">
        <w:t>MAY support extensions outside the scope of this standard (e.g., vendor extensions, conformance clauses) that do not contradict any KMIP requirements.</w:t>
      </w:r>
    </w:p>
    <w:p w14:paraId="511E28B4" w14:textId="77777777" w:rsidR="002F0E6A" w:rsidRPr="000C30ED" w:rsidRDefault="002F0E6A" w:rsidP="002F0E6A">
      <w:pPr>
        <w:pStyle w:val="Heading3"/>
        <w:numPr>
          <w:ilvl w:val="2"/>
          <w:numId w:val="2"/>
        </w:numPr>
      </w:pPr>
      <w:bookmarkStart w:id="2320" w:name="_Ref439696062"/>
      <w:bookmarkStart w:id="2321" w:name="_Toc439711372"/>
      <w:bookmarkStart w:id="2322" w:name="_Toc463354687"/>
      <w:bookmarkStart w:id="2323" w:name="_Toc478070590"/>
      <w:bookmarkStart w:id="2324" w:name="_Toc479342210"/>
      <w:bookmarkStart w:id="2325" w:name="_Toc491431593"/>
      <w:bookmarkStart w:id="2326" w:name="_Toc533021499"/>
      <w:bookmarkStart w:id="2327" w:name="_Toc535231742"/>
      <w:bookmarkStart w:id="2328" w:name="_Toc14773365"/>
      <w:bookmarkStart w:id="2329" w:name="_Toc27473416"/>
      <w:bookmarkStart w:id="2330" w:name="_Toc32324552"/>
      <w:bookmarkStart w:id="2331" w:name="_Toc176876263"/>
      <w:r>
        <w:t>Tape Library Server</w:t>
      </w:r>
      <w:bookmarkEnd w:id="2320"/>
      <w:bookmarkEnd w:id="2321"/>
      <w:bookmarkEnd w:id="2322"/>
      <w:bookmarkEnd w:id="2323"/>
      <w:bookmarkEnd w:id="2324"/>
      <w:bookmarkEnd w:id="2325"/>
      <w:bookmarkEnd w:id="2326"/>
      <w:bookmarkEnd w:id="2327"/>
      <w:bookmarkEnd w:id="2328"/>
      <w:bookmarkEnd w:id="2329"/>
      <w:bookmarkEnd w:id="2330"/>
      <w:bookmarkEnd w:id="2331"/>
    </w:p>
    <w:p w14:paraId="0D0C5C0F" w14:textId="77777777" w:rsidR="002F0E6A" w:rsidRDefault="002F0E6A" w:rsidP="002F0E6A">
      <w:r>
        <w:t>KMIP servers conformant to this profile:</w:t>
      </w:r>
    </w:p>
    <w:p w14:paraId="2E3456AF" w14:textId="72F18E26" w:rsidR="002F0E6A" w:rsidRPr="00D1622D" w:rsidRDefault="002F0E6A" w:rsidP="002F0E6A">
      <w:pPr>
        <w:numPr>
          <w:ilvl w:val="0"/>
          <w:numId w:val="8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28EE49FF" w14:textId="77777777" w:rsidR="002F0E6A" w:rsidRDefault="002F0E6A" w:rsidP="002F0E6A">
      <w:pPr>
        <w:numPr>
          <w:ilvl w:val="0"/>
          <w:numId w:val="86"/>
        </w:numPr>
      </w:pPr>
      <w:r>
        <w:t xml:space="preserve">SHALL support the following </w:t>
      </w:r>
      <w:r w:rsidRPr="00F35AF1">
        <w:rPr>
          <w:i/>
        </w:rPr>
        <w:t>Objects</w:t>
      </w:r>
      <w:r>
        <w:t xml:space="preserve"> [KMIP-SPEC]</w:t>
      </w:r>
    </w:p>
    <w:p w14:paraId="58998DFB" w14:textId="77777777" w:rsidR="002F0E6A" w:rsidRDefault="002F0E6A" w:rsidP="002F0E6A">
      <w:pPr>
        <w:numPr>
          <w:ilvl w:val="1"/>
          <w:numId w:val="111"/>
        </w:numPr>
      </w:pPr>
      <w:r>
        <w:rPr>
          <w:i/>
        </w:rPr>
        <w:t>Symmetric Key</w:t>
      </w:r>
    </w:p>
    <w:p w14:paraId="15E8C7ED" w14:textId="77777777" w:rsidR="002F0E6A" w:rsidRDefault="002F0E6A" w:rsidP="002F0E6A">
      <w:pPr>
        <w:numPr>
          <w:ilvl w:val="0"/>
          <w:numId w:val="86"/>
        </w:numPr>
      </w:pPr>
      <w:r>
        <w:t xml:space="preserve">SHALL support the following </w:t>
      </w:r>
      <w:r w:rsidRPr="00F35AF1">
        <w:rPr>
          <w:i/>
        </w:rPr>
        <w:t>Attributes</w:t>
      </w:r>
      <w:r>
        <w:t xml:space="preserve"> [KMIP-SPEC]:</w:t>
      </w:r>
    </w:p>
    <w:p w14:paraId="1E4A9E99" w14:textId="77777777" w:rsidR="002F0E6A" w:rsidRDefault="002F0E6A" w:rsidP="002F0E6A">
      <w:pPr>
        <w:numPr>
          <w:ilvl w:val="0"/>
          <w:numId w:val="93"/>
        </w:numPr>
      </w:pPr>
      <w:r w:rsidRPr="00F35AF1">
        <w:rPr>
          <w:rFonts w:ascii="Tahoma" w:hAnsi="Tahoma" w:cs="Tahoma"/>
          <w:i/>
          <w:color w:val="000000"/>
          <w:szCs w:val="20"/>
        </w:rPr>
        <w:t>Alternative Name</w:t>
      </w:r>
    </w:p>
    <w:p w14:paraId="2FB322B5" w14:textId="77777777" w:rsidR="002F0E6A" w:rsidRDefault="002F0E6A" w:rsidP="002F0E6A">
      <w:pPr>
        <w:numPr>
          <w:ilvl w:val="0"/>
          <w:numId w:val="93"/>
        </w:numPr>
      </w:pPr>
      <w:r>
        <w:rPr>
          <w:i/>
        </w:rPr>
        <w:t xml:space="preserve">Application Specific Information </w:t>
      </w:r>
    </w:p>
    <w:p w14:paraId="06474C67" w14:textId="77777777" w:rsidR="002F0E6A" w:rsidRDefault="002F0E6A" w:rsidP="002F0E6A">
      <w:pPr>
        <w:numPr>
          <w:ilvl w:val="0"/>
          <w:numId w:val="93"/>
        </w:numPr>
      </w:pPr>
      <w:r>
        <w:rPr>
          <w:i/>
        </w:rPr>
        <w:t>Cryptographic Algorithm</w:t>
      </w:r>
      <w:r>
        <w:t xml:space="preserve"> </w:t>
      </w:r>
    </w:p>
    <w:p w14:paraId="784ACC4E" w14:textId="77777777" w:rsidR="002F0E6A" w:rsidRDefault="002F0E6A" w:rsidP="002F0E6A">
      <w:pPr>
        <w:numPr>
          <w:ilvl w:val="0"/>
          <w:numId w:val="93"/>
        </w:numPr>
      </w:pPr>
      <w:r>
        <w:rPr>
          <w:i/>
        </w:rPr>
        <w:t>Name</w:t>
      </w:r>
      <w:r>
        <w:t xml:space="preserve"> </w:t>
      </w:r>
    </w:p>
    <w:p w14:paraId="688CB1B6" w14:textId="77777777" w:rsidR="002F0E6A" w:rsidRDefault="002F0E6A" w:rsidP="002F0E6A">
      <w:pPr>
        <w:numPr>
          <w:ilvl w:val="0"/>
          <w:numId w:val="93"/>
        </w:numPr>
      </w:pPr>
      <w:r>
        <w:rPr>
          <w:i/>
        </w:rPr>
        <w:t xml:space="preserve">Vendor Attribute </w:t>
      </w:r>
    </w:p>
    <w:p w14:paraId="788A8A2D" w14:textId="77777777" w:rsidR="002F0E6A" w:rsidRDefault="002F0E6A" w:rsidP="002F0E6A">
      <w:pPr>
        <w:numPr>
          <w:ilvl w:val="0"/>
          <w:numId w:val="86"/>
        </w:numPr>
      </w:pPr>
      <w:r>
        <w:t xml:space="preserve">SHALL support the following </w:t>
      </w:r>
      <w:r w:rsidRPr="00F35AF1">
        <w:rPr>
          <w:i/>
        </w:rPr>
        <w:t>Client-to-Server Operations</w:t>
      </w:r>
      <w:r>
        <w:t xml:space="preserve"> [KMIP-SPEC]:</w:t>
      </w:r>
    </w:p>
    <w:p w14:paraId="75E3D23C" w14:textId="77777777" w:rsidR="002F0E6A" w:rsidRDefault="002F0E6A" w:rsidP="002F0E6A">
      <w:pPr>
        <w:numPr>
          <w:ilvl w:val="0"/>
          <w:numId w:val="94"/>
        </w:numPr>
      </w:pPr>
      <w:r>
        <w:rPr>
          <w:i/>
        </w:rPr>
        <w:t>Create</w:t>
      </w:r>
      <w:r>
        <w:t xml:space="preserve"> </w:t>
      </w:r>
    </w:p>
    <w:p w14:paraId="40054B99" w14:textId="77777777" w:rsidR="002F0E6A" w:rsidRDefault="002F0E6A" w:rsidP="002F0E6A">
      <w:pPr>
        <w:numPr>
          <w:ilvl w:val="0"/>
          <w:numId w:val="86"/>
        </w:numPr>
      </w:pPr>
      <w:r>
        <w:t xml:space="preserve">SHALL support the following </w:t>
      </w:r>
      <w:r w:rsidRPr="00F35AF1">
        <w:rPr>
          <w:i/>
        </w:rPr>
        <w:t>Message Data Structures</w:t>
      </w:r>
      <w:r>
        <w:t xml:space="preserve"> [KMIP-SPEC]:</w:t>
      </w:r>
    </w:p>
    <w:p w14:paraId="2631F38B" w14:textId="77777777" w:rsidR="002F0E6A" w:rsidRDefault="002F0E6A" w:rsidP="002F0E6A">
      <w:pPr>
        <w:numPr>
          <w:ilvl w:val="0"/>
          <w:numId w:val="95"/>
        </w:numPr>
      </w:pPr>
      <w:r>
        <w:rPr>
          <w:i/>
        </w:rPr>
        <w:t>Batch Coun</w:t>
      </w:r>
      <w:r>
        <w:t>t value:</w:t>
      </w:r>
    </w:p>
    <w:p w14:paraId="6558CF7F" w14:textId="77777777" w:rsidR="002F0E6A" w:rsidRDefault="002F0E6A" w:rsidP="002F0E6A">
      <w:pPr>
        <w:numPr>
          <w:ilvl w:val="0"/>
          <w:numId w:val="102"/>
        </w:numPr>
      </w:pPr>
      <w:r>
        <w:t>1 to 32</w:t>
      </w:r>
    </w:p>
    <w:p w14:paraId="1B1D173A" w14:textId="77777777" w:rsidR="002F0E6A" w:rsidRDefault="002F0E6A" w:rsidP="002F0E6A">
      <w:pPr>
        <w:numPr>
          <w:ilvl w:val="0"/>
          <w:numId w:val="95"/>
        </w:numPr>
      </w:pPr>
      <w:r>
        <w:rPr>
          <w:i/>
        </w:rPr>
        <w:t>Batch Order Option</w:t>
      </w:r>
      <w:r>
        <w:t xml:space="preserve"> value:</w:t>
      </w:r>
    </w:p>
    <w:p w14:paraId="4610C89D" w14:textId="77777777" w:rsidR="002F0E6A" w:rsidRPr="00F35AF1" w:rsidRDefault="002F0E6A" w:rsidP="002F0E6A">
      <w:pPr>
        <w:numPr>
          <w:ilvl w:val="2"/>
          <w:numId w:val="111"/>
        </w:numPr>
        <w:rPr>
          <w:i/>
        </w:rPr>
      </w:pPr>
      <w:r w:rsidRPr="00F35AF1">
        <w:rPr>
          <w:i/>
        </w:rPr>
        <w:t>True</w:t>
      </w:r>
    </w:p>
    <w:p w14:paraId="0CECFFE3" w14:textId="77777777" w:rsidR="002F0E6A" w:rsidRDefault="002F0E6A" w:rsidP="002F0E6A">
      <w:pPr>
        <w:numPr>
          <w:ilvl w:val="0"/>
          <w:numId w:val="86"/>
        </w:numPr>
      </w:pPr>
      <w:r>
        <w:t>SHALL support the following</w:t>
      </w:r>
      <w:r w:rsidRPr="00F35AF1">
        <w:rPr>
          <w:i/>
        </w:rPr>
        <w:t xml:space="preserve"> Enumerations</w:t>
      </w:r>
      <w:r>
        <w:t xml:space="preserve"> [KMIP-SPEC]:</w:t>
      </w:r>
    </w:p>
    <w:p w14:paraId="7B215A90" w14:textId="77777777" w:rsidR="002F0E6A" w:rsidRPr="00F35AF1" w:rsidRDefault="002F0E6A" w:rsidP="002F0E6A">
      <w:pPr>
        <w:numPr>
          <w:ilvl w:val="0"/>
          <w:numId w:val="96"/>
        </w:numPr>
        <w:rPr>
          <w:i/>
        </w:rPr>
      </w:pPr>
      <w:r>
        <w:rPr>
          <w:i/>
        </w:rPr>
        <w:t xml:space="preserve">Alternative Name Type </w:t>
      </w:r>
      <w:r w:rsidRPr="00F35AF1">
        <w:rPr>
          <w:i/>
        </w:rPr>
        <w:t>value:</w:t>
      </w:r>
    </w:p>
    <w:p w14:paraId="499C41DE" w14:textId="77777777" w:rsidR="002F0E6A" w:rsidRPr="00F35AF1" w:rsidRDefault="002F0E6A" w:rsidP="002F0E6A">
      <w:pPr>
        <w:numPr>
          <w:ilvl w:val="0"/>
          <w:numId w:val="151"/>
        </w:numPr>
        <w:rPr>
          <w:i/>
        </w:rPr>
      </w:pPr>
      <w:r w:rsidRPr="00F35AF1">
        <w:rPr>
          <w:i/>
        </w:rPr>
        <w:t>Uninterpreted Text String</w:t>
      </w:r>
    </w:p>
    <w:p w14:paraId="0A97CFB9" w14:textId="77777777" w:rsidR="002F0E6A" w:rsidRDefault="002F0E6A" w:rsidP="002F0E6A">
      <w:pPr>
        <w:numPr>
          <w:ilvl w:val="0"/>
          <w:numId w:val="96"/>
        </w:numPr>
      </w:pPr>
      <w:r>
        <w:rPr>
          <w:i/>
        </w:rPr>
        <w:t xml:space="preserve">Cryptographic Algorithm </w:t>
      </w:r>
      <w:r>
        <w:t>value:</w:t>
      </w:r>
    </w:p>
    <w:p w14:paraId="7D089929" w14:textId="77777777" w:rsidR="002F0E6A" w:rsidRPr="00F35AF1" w:rsidRDefault="002F0E6A" w:rsidP="002F0E6A">
      <w:pPr>
        <w:numPr>
          <w:ilvl w:val="0"/>
          <w:numId w:val="97"/>
        </w:numPr>
        <w:rPr>
          <w:i/>
        </w:rPr>
      </w:pPr>
      <w:r w:rsidRPr="00F35AF1">
        <w:rPr>
          <w:i/>
        </w:rPr>
        <w:t>AES</w:t>
      </w:r>
    </w:p>
    <w:p w14:paraId="4DE8B97F" w14:textId="77777777" w:rsidR="002F0E6A" w:rsidRDefault="002F0E6A" w:rsidP="002F0E6A">
      <w:pPr>
        <w:numPr>
          <w:ilvl w:val="0"/>
          <w:numId w:val="96"/>
        </w:numPr>
      </w:pPr>
      <w:r>
        <w:rPr>
          <w:i/>
        </w:rPr>
        <w:t>Cryptographic Length</w:t>
      </w:r>
      <w:r>
        <w:t xml:space="preserve"> </w:t>
      </w:r>
      <w:proofErr w:type="gramStart"/>
      <w:r>
        <w:t>value :</w:t>
      </w:r>
      <w:proofErr w:type="gramEnd"/>
    </w:p>
    <w:p w14:paraId="742123DC" w14:textId="77777777" w:rsidR="002F0E6A" w:rsidRDefault="002F0E6A" w:rsidP="002F0E6A">
      <w:pPr>
        <w:numPr>
          <w:ilvl w:val="0"/>
          <w:numId w:val="100"/>
        </w:numPr>
      </w:pPr>
      <w:r w:rsidRPr="00F35AF1">
        <w:rPr>
          <w:i/>
        </w:rPr>
        <w:t>256</w:t>
      </w:r>
    </w:p>
    <w:p w14:paraId="3669B040" w14:textId="77777777" w:rsidR="002F0E6A" w:rsidRDefault="002F0E6A" w:rsidP="002F0E6A">
      <w:pPr>
        <w:numPr>
          <w:ilvl w:val="0"/>
          <w:numId w:val="96"/>
        </w:numPr>
      </w:pPr>
      <w:r>
        <w:rPr>
          <w:i/>
        </w:rPr>
        <w:t xml:space="preserve">Key Format Type </w:t>
      </w:r>
      <w:r>
        <w:t>value:</w:t>
      </w:r>
    </w:p>
    <w:p w14:paraId="0F9B4E83" w14:textId="77777777" w:rsidR="002F0E6A" w:rsidRPr="00F35AF1" w:rsidRDefault="002F0E6A" w:rsidP="002F0E6A">
      <w:pPr>
        <w:numPr>
          <w:ilvl w:val="0"/>
          <w:numId w:val="99"/>
        </w:numPr>
        <w:rPr>
          <w:i/>
        </w:rPr>
      </w:pPr>
      <w:r w:rsidRPr="00F35AF1">
        <w:rPr>
          <w:i/>
        </w:rPr>
        <w:t>Raw</w:t>
      </w:r>
    </w:p>
    <w:p w14:paraId="541FA119" w14:textId="77777777" w:rsidR="002F0E6A" w:rsidRDefault="002F0E6A" w:rsidP="002F0E6A">
      <w:pPr>
        <w:numPr>
          <w:ilvl w:val="0"/>
          <w:numId w:val="96"/>
        </w:numPr>
      </w:pPr>
      <w:r>
        <w:rPr>
          <w:i/>
        </w:rPr>
        <w:t xml:space="preserve">Name Type </w:t>
      </w:r>
      <w:r>
        <w:t>value:</w:t>
      </w:r>
    </w:p>
    <w:p w14:paraId="5C742E0C" w14:textId="77777777" w:rsidR="002F0E6A" w:rsidRPr="00F35AF1" w:rsidRDefault="002F0E6A" w:rsidP="002F0E6A">
      <w:pPr>
        <w:numPr>
          <w:ilvl w:val="0"/>
          <w:numId w:val="101"/>
        </w:numPr>
      </w:pPr>
      <w:r w:rsidRPr="00F35AF1">
        <w:rPr>
          <w:i/>
        </w:rPr>
        <w:t>Uninterpreted Text String</w:t>
      </w:r>
    </w:p>
    <w:p w14:paraId="701766C3" w14:textId="77777777" w:rsidR="002F0E6A" w:rsidRDefault="002F0E6A" w:rsidP="002F0E6A">
      <w:pPr>
        <w:numPr>
          <w:ilvl w:val="0"/>
          <w:numId w:val="96"/>
        </w:numPr>
      </w:pPr>
      <w:r>
        <w:rPr>
          <w:i/>
        </w:rPr>
        <w:t xml:space="preserve">Object Type </w:t>
      </w:r>
      <w:r>
        <w:t>value:</w:t>
      </w:r>
    </w:p>
    <w:p w14:paraId="4CCE2FF7" w14:textId="77777777" w:rsidR="002F0E6A" w:rsidRPr="00F35AF1" w:rsidRDefault="002F0E6A" w:rsidP="002F0E6A">
      <w:pPr>
        <w:numPr>
          <w:ilvl w:val="0"/>
          <w:numId w:val="98"/>
        </w:numPr>
        <w:rPr>
          <w:i/>
        </w:rPr>
      </w:pPr>
      <w:r w:rsidRPr="00F35AF1">
        <w:rPr>
          <w:i/>
        </w:rPr>
        <w:t>Symmetric Key</w:t>
      </w:r>
    </w:p>
    <w:p w14:paraId="1D12EA94" w14:textId="77777777" w:rsidR="002F0E6A" w:rsidRDefault="002F0E6A" w:rsidP="002F0E6A">
      <w:pPr>
        <w:numPr>
          <w:ilvl w:val="0"/>
          <w:numId w:val="86"/>
        </w:numPr>
      </w:pPr>
      <w:r>
        <w:t xml:space="preserve">SHALL support </w:t>
      </w:r>
      <w:r w:rsidRPr="00F35AF1">
        <w:rPr>
          <w:i/>
        </w:rPr>
        <w:t>Vendor Attributes</w:t>
      </w:r>
      <w:r>
        <w:t xml:space="preserve"> [KMIP-SPEC] with the following data types and properties:</w:t>
      </w:r>
    </w:p>
    <w:p w14:paraId="79BDED0E" w14:textId="77777777" w:rsidR="002F0E6A" w:rsidRPr="00F35AF1" w:rsidRDefault="002F0E6A" w:rsidP="002F0E6A">
      <w:pPr>
        <w:numPr>
          <w:ilvl w:val="0"/>
          <w:numId w:val="92"/>
        </w:numPr>
        <w:rPr>
          <w:i/>
        </w:rPr>
      </w:pPr>
      <w:r w:rsidRPr="00F35AF1">
        <w:rPr>
          <w:i/>
        </w:rPr>
        <w:t>Date Time</w:t>
      </w:r>
    </w:p>
    <w:p w14:paraId="063C2242" w14:textId="77777777" w:rsidR="002F0E6A" w:rsidRPr="00F35AF1" w:rsidRDefault="002F0E6A" w:rsidP="002F0E6A">
      <w:pPr>
        <w:numPr>
          <w:ilvl w:val="0"/>
          <w:numId w:val="92"/>
        </w:numPr>
        <w:rPr>
          <w:i/>
        </w:rPr>
      </w:pPr>
      <w:r w:rsidRPr="00F35AF1">
        <w:rPr>
          <w:i/>
        </w:rPr>
        <w:t>Integer</w:t>
      </w:r>
    </w:p>
    <w:p w14:paraId="4BFAEE4E" w14:textId="77777777" w:rsidR="002F0E6A" w:rsidRPr="00F35AF1" w:rsidRDefault="002F0E6A" w:rsidP="002F0E6A">
      <w:pPr>
        <w:numPr>
          <w:ilvl w:val="0"/>
          <w:numId w:val="92"/>
        </w:numPr>
        <w:rPr>
          <w:i/>
        </w:rPr>
      </w:pPr>
      <w:r w:rsidRPr="00F35AF1">
        <w:rPr>
          <w:i/>
        </w:rPr>
        <w:t>Text String</w:t>
      </w:r>
    </w:p>
    <w:p w14:paraId="7495063E" w14:textId="77777777" w:rsidR="002F0E6A" w:rsidRDefault="002F0E6A" w:rsidP="002F0E6A">
      <w:pPr>
        <w:numPr>
          <w:ilvl w:val="0"/>
          <w:numId w:val="86"/>
        </w:numPr>
      </w:pPr>
      <w:r>
        <w:t xml:space="preserve">SHALL support a minimum length of 255 characters for </w:t>
      </w:r>
      <w:r w:rsidRPr="00F35AF1">
        <w:rPr>
          <w:i/>
        </w:rPr>
        <w:t>Vendor Attributes</w:t>
      </w:r>
      <w:r>
        <w:t xml:space="preserve"> [KMIP-SPEC] and </w:t>
      </w:r>
      <w:r>
        <w:rPr>
          <w:i/>
        </w:rPr>
        <w:t>Name</w:t>
      </w:r>
      <w:r>
        <w:t xml:space="preserve"> [KMIP-SPEC] values where the attribute type is of variable length</w:t>
      </w:r>
    </w:p>
    <w:p w14:paraId="141D658C" w14:textId="77777777" w:rsidR="002F0E6A" w:rsidRDefault="002F0E6A" w:rsidP="002F0E6A">
      <w:pPr>
        <w:numPr>
          <w:ilvl w:val="0"/>
          <w:numId w:val="86"/>
        </w:numPr>
      </w:pPr>
      <w:r>
        <w:t xml:space="preserve">SHALL support a minimum of 30 </w:t>
      </w:r>
      <w:r w:rsidRPr="00F35AF1">
        <w:rPr>
          <w:i/>
        </w:rPr>
        <w:t>Vendor Attributes</w:t>
      </w:r>
      <w:r>
        <w:t xml:space="preserve"> [KMIP-SPEC] per managed object</w:t>
      </w:r>
    </w:p>
    <w:p w14:paraId="46CD6A6D" w14:textId="77777777" w:rsidR="002F0E6A" w:rsidRDefault="002F0E6A" w:rsidP="002F0E6A">
      <w:pPr>
        <w:numPr>
          <w:ilvl w:val="0"/>
          <w:numId w:val="86"/>
        </w:numPr>
      </w:pPr>
      <w:r>
        <w:t xml:space="preserve">SHALL support a minimum of 64 characters in </w:t>
      </w:r>
      <w:r>
        <w:rPr>
          <w:i/>
        </w:rPr>
        <w:t>Vendor Attributes</w:t>
      </w:r>
      <w:r>
        <w:t xml:space="preserve"> [KMIP-SPEC] names</w:t>
      </w:r>
    </w:p>
    <w:p w14:paraId="5178A4C6" w14:textId="3CD0FCC6" w:rsidR="002F0E6A" w:rsidRPr="006436AE" w:rsidRDefault="002F0E6A" w:rsidP="002F0E6A">
      <w:pPr>
        <w:numPr>
          <w:ilvl w:val="0"/>
          <w:numId w:val="86"/>
        </w:numPr>
      </w:pPr>
      <w:r w:rsidRPr="006436AE">
        <w:t xml:space="preserve">MAY support any clause within [KMIP-SPEC] provided it does not conflict with any other clause within this section </w:t>
      </w:r>
      <w:r>
        <w:fldChar w:fldCharType="begin"/>
      </w:r>
      <w:r>
        <w:instrText xml:space="preserve"> REF _Ref439696062 \r \h </w:instrText>
      </w:r>
      <w:r>
        <w:fldChar w:fldCharType="separate"/>
      </w:r>
      <w:r w:rsidR="00DA37E6">
        <w:t>5.12.5</w:t>
      </w:r>
      <w:r>
        <w:fldChar w:fldCharType="end"/>
      </w:r>
    </w:p>
    <w:p w14:paraId="1C561D38" w14:textId="77777777" w:rsidR="002F0E6A" w:rsidRDefault="002F0E6A" w:rsidP="002F0E6A">
      <w:pPr>
        <w:numPr>
          <w:ilvl w:val="0"/>
          <w:numId w:val="86"/>
        </w:numPr>
      </w:pPr>
      <w:r w:rsidRPr="006436AE">
        <w:t>MAY support extensions outside the scope of this standard (e.g., vendor extensions, conformance clauses) that do not contradict any KMIP requirements.</w:t>
      </w:r>
    </w:p>
    <w:p w14:paraId="2EABA64A" w14:textId="77777777" w:rsidR="002F0E6A" w:rsidRDefault="002F0E6A" w:rsidP="002F0E6A">
      <w:pPr>
        <w:pStyle w:val="Heading3"/>
        <w:numPr>
          <w:ilvl w:val="2"/>
          <w:numId w:val="2"/>
        </w:numPr>
      </w:pPr>
      <w:bookmarkStart w:id="2332" w:name="_Ref439697482"/>
      <w:bookmarkStart w:id="2333" w:name="_Toc439711373"/>
      <w:bookmarkStart w:id="2334" w:name="_Toc463354688"/>
      <w:bookmarkStart w:id="2335" w:name="_Toc478070591"/>
      <w:bookmarkStart w:id="2336" w:name="_Toc479342211"/>
      <w:bookmarkStart w:id="2337" w:name="_Toc491431594"/>
      <w:bookmarkStart w:id="2338" w:name="_Toc533021500"/>
      <w:bookmarkStart w:id="2339" w:name="_Toc535231743"/>
      <w:bookmarkStart w:id="2340" w:name="_Toc32324553"/>
      <w:bookmarkStart w:id="2341" w:name="_Toc14773366"/>
      <w:bookmarkStart w:id="2342" w:name="_Toc27473417"/>
      <w:bookmarkStart w:id="2343" w:name="_Toc176876264"/>
      <w:r>
        <w:t>Tape Library Mandatory Test Cases KMIP</w:t>
      </w:r>
      <w:bookmarkEnd w:id="2332"/>
      <w:bookmarkEnd w:id="2333"/>
      <w:bookmarkEnd w:id="2334"/>
      <w:bookmarkEnd w:id="2335"/>
      <w:bookmarkEnd w:id="2336"/>
      <w:bookmarkEnd w:id="2337"/>
      <w:bookmarkEnd w:id="2338"/>
      <w:bookmarkEnd w:id="2339"/>
      <w:r w:rsidR="00697364">
        <w:t xml:space="preserve"> </w:t>
      </w:r>
      <w:bookmarkEnd w:id="2340"/>
      <w:r w:rsidR="00697364">
        <w:t>v3.0</w:t>
      </w:r>
      <w:bookmarkEnd w:id="2341"/>
      <w:bookmarkEnd w:id="2342"/>
      <w:bookmarkEnd w:id="2343"/>
    </w:p>
    <w:p w14:paraId="0A174086" w14:textId="77777777" w:rsidR="002F0E6A" w:rsidRDefault="002F0E6A" w:rsidP="002F0E6A">
      <w:pPr>
        <w:pStyle w:val="Heading4"/>
        <w:numPr>
          <w:ilvl w:val="3"/>
          <w:numId w:val="2"/>
        </w:numPr>
      </w:pPr>
      <w:bookmarkStart w:id="2344" w:name="_Toc32324554"/>
      <w:bookmarkStart w:id="2345" w:name="_Toc439711374"/>
      <w:bookmarkStart w:id="2346" w:name="_Toc463354689"/>
      <w:bookmarkStart w:id="2347" w:name="_Toc478070592"/>
      <w:bookmarkStart w:id="2348" w:name="_Toc479342212"/>
      <w:bookmarkStart w:id="2349" w:name="_Toc491431595"/>
      <w:bookmarkStart w:id="2350" w:name="_Toc533021501"/>
      <w:bookmarkStart w:id="2351" w:name="_Toc535231744"/>
      <w:bookmarkStart w:id="2352" w:name="_Toc14773367"/>
      <w:bookmarkStart w:id="2353" w:name="_Toc27473418"/>
      <w:bookmarkStart w:id="2354" w:name="_Toc176876265"/>
      <w:r>
        <w:t>TL-M-1-</w:t>
      </w:r>
      <w:bookmarkEnd w:id="2344"/>
      <w:r>
        <w:t>30</w:t>
      </w:r>
      <w:bookmarkEnd w:id="2345"/>
      <w:bookmarkEnd w:id="2346"/>
      <w:bookmarkEnd w:id="2347"/>
      <w:bookmarkEnd w:id="2348"/>
      <w:bookmarkEnd w:id="2349"/>
      <w:bookmarkEnd w:id="2350"/>
      <w:bookmarkEnd w:id="2351"/>
      <w:bookmarkEnd w:id="2352"/>
      <w:bookmarkEnd w:id="2353"/>
      <w:bookmarkEnd w:id="2354"/>
    </w:p>
    <w:p w14:paraId="39130DC7" w14:textId="77777777" w:rsidR="002F0E6A" w:rsidRDefault="002F0E6A" w:rsidP="002F0E6A">
      <w:r>
        <w:t>Determine server configuration details including operations supported (only the mandatory operations are listed in the response example), objects supported (only the mandatory objects types are listed in the response example), optional server information, and optional list of application name spaces. Additional information MAY be returned by tape library clients and servers.</w:t>
      </w:r>
    </w:p>
    <w:p w14:paraId="2B044E81" w14:textId="77777777" w:rsidR="002F0E6A" w:rsidRDefault="002F0E6A" w:rsidP="002F0E6A">
      <w:r w:rsidRPr="00C55F10">
        <w:t xml:space="preserve">See </w:t>
      </w:r>
      <w:hyperlink r:id="rId155" w:history="1">
        <w:r>
          <w:rPr>
            <w:rStyle w:val="Hyperlink"/>
          </w:rPr>
          <w:t>test-cases/kmip</w:t>
        </w:r>
        <w:r w:rsidR="00697364">
          <w:rPr>
            <w:rStyle w:val="Hyperlink"/>
          </w:rPr>
          <w:t>-v3.0</w:t>
        </w:r>
        <w:r>
          <w:rPr>
            <w:rStyle w:val="Hyperlink"/>
          </w:rPr>
          <w:t>/</w:t>
        </w:r>
        <w:r w:rsidRPr="00C55F10">
          <w:rPr>
            <w:rStyle w:val="Hyperlink"/>
          </w:rPr>
          <w:t>mandatory/TL-M-1</w:t>
        </w:r>
        <w:r>
          <w:rPr>
            <w:rStyle w:val="Hyperlink"/>
          </w:rPr>
          <w:t>-30.xml</w:t>
        </w:r>
      </w:hyperlink>
      <w:r>
        <w:t>.</w:t>
      </w:r>
    </w:p>
    <w:p w14:paraId="5F448214" w14:textId="77777777" w:rsidR="002F0E6A" w:rsidRDefault="002F0E6A" w:rsidP="002F0E6A">
      <w:pPr>
        <w:pStyle w:val="Heading4"/>
        <w:numPr>
          <w:ilvl w:val="3"/>
          <w:numId w:val="2"/>
        </w:numPr>
      </w:pPr>
      <w:bookmarkStart w:id="2355" w:name="_Toc32324555"/>
      <w:bookmarkStart w:id="2356" w:name="_Toc439711375"/>
      <w:bookmarkStart w:id="2357" w:name="_Toc463354690"/>
      <w:bookmarkStart w:id="2358" w:name="_Toc478070593"/>
      <w:bookmarkStart w:id="2359" w:name="_Toc479342213"/>
      <w:bookmarkStart w:id="2360" w:name="_Toc491431596"/>
      <w:bookmarkStart w:id="2361" w:name="_Toc533021502"/>
      <w:bookmarkStart w:id="2362" w:name="_Toc535231745"/>
      <w:bookmarkStart w:id="2363" w:name="_Toc14773368"/>
      <w:bookmarkStart w:id="2364" w:name="_Toc27473419"/>
      <w:bookmarkStart w:id="2365" w:name="_Toc176876266"/>
      <w:r>
        <w:t>TL-M-2-</w:t>
      </w:r>
      <w:bookmarkEnd w:id="2355"/>
      <w:r>
        <w:t>30</w:t>
      </w:r>
      <w:bookmarkEnd w:id="2356"/>
      <w:bookmarkEnd w:id="2357"/>
      <w:bookmarkEnd w:id="2358"/>
      <w:bookmarkEnd w:id="2359"/>
      <w:bookmarkEnd w:id="2360"/>
      <w:bookmarkEnd w:id="2361"/>
      <w:bookmarkEnd w:id="2362"/>
      <w:bookmarkEnd w:id="2363"/>
      <w:bookmarkEnd w:id="2364"/>
      <w:bookmarkEnd w:id="2365"/>
    </w:p>
    <w:p w14:paraId="623F2396" w14:textId="77777777" w:rsidR="002F0E6A" w:rsidRDefault="002F0E6A" w:rsidP="002F0E6A">
      <w:r>
        <w:t>This case may occur when the Write operation starts with the first block on a tape. The implementation may choose which Write operations qualify for creation of a new key. Regardless of the initiating circumstances, the Tape Library requests the server to create a new AES-256 symmetric key with appropriate identifying information which is unique within the Application Namespace.</w:t>
      </w:r>
    </w:p>
    <w:p w14:paraId="2B452808" w14:textId="77777777" w:rsidR="002F0E6A" w:rsidRDefault="002F0E6A" w:rsidP="002F0E6A">
      <w:r>
        <w:t xml:space="preserve">Additional custom attributes MAY be specified in order to: </w:t>
      </w:r>
    </w:p>
    <w:p w14:paraId="171D7C06" w14:textId="77777777" w:rsidR="002F0E6A" w:rsidRDefault="002F0E6A" w:rsidP="002F0E6A">
      <w:r>
        <w:t>- ensure uniqueness of the key identifier when later Locating the key via Application Specific Information</w:t>
      </w:r>
    </w:p>
    <w:p w14:paraId="612B9FBC" w14:textId="77777777" w:rsidR="002F0E6A" w:rsidRDefault="002F0E6A" w:rsidP="002F0E6A">
      <w:r>
        <w:t xml:space="preserve">- provide human-readable information (such as the tape Barcode value) </w:t>
      </w:r>
    </w:p>
    <w:p w14:paraId="619BD9EB" w14:textId="77777777" w:rsidR="002F0E6A" w:rsidRDefault="002F0E6A" w:rsidP="002F0E6A">
      <w:r>
        <w:t>- provide information to support client-specific purposes</w:t>
      </w:r>
    </w:p>
    <w:p w14:paraId="3303F86B" w14:textId="77777777" w:rsidR="002F0E6A" w:rsidRDefault="002F0E6A" w:rsidP="002F0E6A">
      <w:r>
        <w:t>Tape Library implementations are not required to use custom attributes and custom attributes within the create request MAY be omitted.</w:t>
      </w:r>
    </w:p>
    <w:p w14:paraId="3A5DF7DD" w14:textId="77777777" w:rsidR="002F0E6A" w:rsidRDefault="002F0E6A" w:rsidP="002F0E6A">
      <w:r>
        <w:t>A Tape Library client MAY elect to perform the steps in separate requests. A Tape Library server SHALL support both requests containing multiple batch items and multiple equivalent requests containing single batch items within each request.</w:t>
      </w:r>
    </w:p>
    <w:p w14:paraId="41FAAEB4" w14:textId="77777777" w:rsidR="002F0E6A" w:rsidRDefault="002F0E6A" w:rsidP="002F0E6A">
      <w:r w:rsidRPr="0027065D">
        <w:t xml:space="preserve">See </w:t>
      </w:r>
      <w:hyperlink r:id="rId156" w:history="1">
        <w:r>
          <w:rPr>
            <w:rStyle w:val="Hyperlink"/>
          </w:rPr>
          <w:t>test-cases/kmip</w:t>
        </w:r>
        <w:r w:rsidR="00697364">
          <w:rPr>
            <w:rStyle w:val="Hyperlink"/>
          </w:rPr>
          <w:t>-v3.0</w:t>
        </w:r>
        <w:r>
          <w:rPr>
            <w:rStyle w:val="Hyperlink"/>
          </w:rPr>
          <w:t>/</w:t>
        </w:r>
        <w:r w:rsidRPr="0027065D">
          <w:rPr>
            <w:rStyle w:val="Hyperlink"/>
          </w:rPr>
          <w:t>mandatory/TL-M-2</w:t>
        </w:r>
        <w:r>
          <w:rPr>
            <w:rStyle w:val="Hyperlink"/>
          </w:rPr>
          <w:t>-30.xml</w:t>
        </w:r>
      </w:hyperlink>
      <w:r>
        <w:t>.</w:t>
      </w:r>
    </w:p>
    <w:p w14:paraId="490D0BED" w14:textId="77777777" w:rsidR="002F0E6A" w:rsidRDefault="002F0E6A" w:rsidP="002F0E6A">
      <w:pPr>
        <w:pStyle w:val="Heading4"/>
        <w:numPr>
          <w:ilvl w:val="3"/>
          <w:numId w:val="2"/>
        </w:numPr>
      </w:pPr>
      <w:bookmarkStart w:id="2366" w:name="_Toc32324556"/>
      <w:bookmarkStart w:id="2367" w:name="_Toc439711376"/>
      <w:bookmarkStart w:id="2368" w:name="_Toc463354691"/>
      <w:bookmarkStart w:id="2369" w:name="_Toc478070594"/>
      <w:bookmarkStart w:id="2370" w:name="_Toc479342214"/>
      <w:bookmarkStart w:id="2371" w:name="_Toc491431597"/>
      <w:bookmarkStart w:id="2372" w:name="_Toc533021503"/>
      <w:bookmarkStart w:id="2373" w:name="_Toc535231746"/>
      <w:bookmarkStart w:id="2374" w:name="_Toc14773369"/>
      <w:bookmarkStart w:id="2375" w:name="_Toc27473420"/>
      <w:bookmarkStart w:id="2376" w:name="_Toc176876267"/>
      <w:r>
        <w:t>TL-M-3-</w:t>
      </w:r>
      <w:bookmarkEnd w:id="2366"/>
      <w:r>
        <w:t>30</w:t>
      </w:r>
      <w:bookmarkEnd w:id="2367"/>
      <w:bookmarkEnd w:id="2368"/>
      <w:bookmarkEnd w:id="2369"/>
      <w:bookmarkEnd w:id="2370"/>
      <w:bookmarkEnd w:id="2371"/>
      <w:bookmarkEnd w:id="2372"/>
      <w:bookmarkEnd w:id="2373"/>
      <w:bookmarkEnd w:id="2374"/>
      <w:bookmarkEnd w:id="2375"/>
      <w:bookmarkEnd w:id="2376"/>
    </w:p>
    <w:p w14:paraId="148F6974" w14:textId="6889D7DF" w:rsidR="002F0E6A" w:rsidRDefault="002F0E6A" w:rsidP="002F0E6A">
      <w:r>
        <w:t xml:space="preserve">The Tape Library constructs an identifier string based on the method in </w:t>
      </w:r>
      <w:r>
        <w:fldChar w:fldCharType="begin"/>
      </w:r>
      <w:r>
        <w:instrText xml:space="preserve"> REF _Ref353482169 \h </w:instrText>
      </w:r>
      <w:r>
        <w:fldChar w:fldCharType="separate"/>
      </w:r>
      <w:r w:rsidR="00DA37E6">
        <w:t>Tape Library Application Specific Information</w:t>
      </w:r>
      <w:r>
        <w:fldChar w:fldCharType="end"/>
      </w:r>
      <w:r>
        <w:t xml:space="preserve"> (</w:t>
      </w:r>
      <w:r>
        <w:fldChar w:fldCharType="begin"/>
      </w:r>
      <w:r>
        <w:instrText xml:space="preserve"> REF _Ref353482169 \r \h </w:instrText>
      </w:r>
      <w:r>
        <w:fldChar w:fldCharType="separate"/>
      </w:r>
      <w:r w:rsidR="00DA37E6">
        <w:t>5.12.2</w:t>
      </w:r>
      <w:r>
        <w:fldChar w:fldCharType="end"/>
      </w:r>
      <w:r>
        <w:t>), and requests the server to locate the matching managed object for that Application Specific Information value. A Get is then requested based on the key's unique identifier. The Tape Library MAY update attributes associated with the Symmetric Key Managed Object.  The following test case shows extensive use of custom attributes. Custom attributes are not required if the Application Name is unique within the Application Namespace. An implementation may also use custom attributes for vendor-unique purposes, or to improve usability.</w:t>
      </w:r>
    </w:p>
    <w:p w14:paraId="5CCD3F43" w14:textId="77777777" w:rsidR="002F0E6A" w:rsidRDefault="002F0E6A" w:rsidP="002F0E6A">
      <w:r>
        <w:t>Tape Library implementations are not required to use custom attributes and those steps within the test case that refer to custom attribute setting and update are optional, and MAY be omitted. The steps using Get Attribute List, Get Attributes and Modify Attribute are optional for a client to use but remain mandatory for a server to support for those clients that elect to use the custom attributes.</w:t>
      </w:r>
    </w:p>
    <w:p w14:paraId="4900C90D" w14:textId="77777777" w:rsidR="002F0E6A" w:rsidRDefault="002F0E6A" w:rsidP="002F0E6A">
      <w:r>
        <w:t>A Tape Library client MAY elect to perform the steps in separate requests. A Tape Library server SHALL support both requests containing multiple batch items and multiple equivalent requests containing single batch items within each request.</w:t>
      </w:r>
    </w:p>
    <w:p w14:paraId="3E2DDE26" w14:textId="77777777" w:rsidR="002F0E6A" w:rsidRDefault="002F0E6A" w:rsidP="002F0E6A">
      <w:r>
        <w:t>The test case destroys the key created in the previous test case to clean up after the test. Tape Library implementations MAY elect to not perform this step.</w:t>
      </w:r>
    </w:p>
    <w:p w14:paraId="00B03D43" w14:textId="77777777" w:rsidR="002F0E6A" w:rsidRDefault="002F0E6A" w:rsidP="002F0E6A">
      <w:r w:rsidRPr="00A80541">
        <w:t xml:space="preserve">See </w:t>
      </w:r>
      <w:hyperlink r:id="rId157" w:history="1">
        <w:r>
          <w:rPr>
            <w:rStyle w:val="Hyperlink"/>
          </w:rPr>
          <w:t>test-cases/kmip</w:t>
        </w:r>
        <w:r w:rsidR="00697364">
          <w:rPr>
            <w:rStyle w:val="Hyperlink"/>
          </w:rPr>
          <w:t>-v3.0</w:t>
        </w:r>
        <w:r>
          <w:rPr>
            <w:rStyle w:val="Hyperlink"/>
          </w:rPr>
          <w:t>/</w:t>
        </w:r>
        <w:r w:rsidRPr="00A80541">
          <w:rPr>
            <w:rStyle w:val="Hyperlink"/>
          </w:rPr>
          <w:t>mandatory/TL-M-3</w:t>
        </w:r>
        <w:r>
          <w:rPr>
            <w:rStyle w:val="Hyperlink"/>
          </w:rPr>
          <w:t>-30.xml</w:t>
        </w:r>
      </w:hyperlink>
      <w:r>
        <w:t>.</w:t>
      </w:r>
    </w:p>
    <w:p w14:paraId="042AE492" w14:textId="77777777" w:rsidR="002F0E6A" w:rsidRDefault="002F0E6A" w:rsidP="002F0E6A">
      <w:pPr>
        <w:pStyle w:val="Heading2"/>
        <w:numPr>
          <w:ilvl w:val="1"/>
          <w:numId w:val="2"/>
        </w:numPr>
      </w:pPr>
      <w:bookmarkStart w:id="2377" w:name="_Toc478070604"/>
      <w:bookmarkStart w:id="2378" w:name="_Toc479342224"/>
      <w:bookmarkStart w:id="2379" w:name="_Toc491431607"/>
      <w:bookmarkStart w:id="2380" w:name="_Toc533021504"/>
      <w:bookmarkStart w:id="2381" w:name="_Toc535231747"/>
      <w:bookmarkStart w:id="2382" w:name="_Toc14773370"/>
      <w:bookmarkStart w:id="2383" w:name="_Toc27473421"/>
      <w:bookmarkStart w:id="2384" w:name="_Toc32324557"/>
      <w:bookmarkStart w:id="2385" w:name="_Toc176876268"/>
      <w:r>
        <w:t>AES XTS Profiles</w:t>
      </w:r>
      <w:bookmarkEnd w:id="2377"/>
      <w:bookmarkEnd w:id="2378"/>
      <w:bookmarkEnd w:id="2379"/>
      <w:bookmarkEnd w:id="2380"/>
      <w:bookmarkEnd w:id="2381"/>
      <w:bookmarkEnd w:id="2382"/>
      <w:bookmarkEnd w:id="2383"/>
      <w:bookmarkEnd w:id="2384"/>
      <w:bookmarkEnd w:id="2385"/>
    </w:p>
    <w:p w14:paraId="7C8F757A" w14:textId="77777777" w:rsidR="002F0E6A" w:rsidRDefault="002F0E6A" w:rsidP="002F0E6A">
      <w:r w:rsidRPr="00476CA2">
        <w:t xml:space="preserve">The </w:t>
      </w:r>
      <w:r>
        <w:t>AES XTS</w:t>
      </w:r>
      <w:r w:rsidRPr="00476CA2">
        <w:t xml:space="preserve"> Profile is a KMIP server performing </w:t>
      </w:r>
      <w:r>
        <w:t xml:space="preserve">AES XTX key generation </w:t>
      </w:r>
      <w:r w:rsidRPr="00476CA2">
        <w:t>related operations based on requests received from a KMIP client.</w:t>
      </w:r>
    </w:p>
    <w:p w14:paraId="269AB6C0" w14:textId="77777777" w:rsidR="002F0E6A" w:rsidRPr="000C30ED" w:rsidRDefault="002F0E6A" w:rsidP="002F0E6A">
      <w:pPr>
        <w:pStyle w:val="Heading3"/>
        <w:numPr>
          <w:ilvl w:val="2"/>
          <w:numId w:val="2"/>
        </w:numPr>
      </w:pPr>
      <w:bookmarkStart w:id="2386" w:name="_Ref478067095"/>
      <w:bookmarkStart w:id="2387" w:name="_Toc478070605"/>
      <w:bookmarkStart w:id="2388" w:name="_Toc479342225"/>
      <w:bookmarkStart w:id="2389" w:name="_Toc491431608"/>
      <w:bookmarkStart w:id="2390" w:name="_Toc533021505"/>
      <w:bookmarkStart w:id="2391" w:name="_Toc535231748"/>
      <w:bookmarkStart w:id="2392" w:name="_Toc14773371"/>
      <w:bookmarkStart w:id="2393" w:name="_Toc27473422"/>
      <w:bookmarkStart w:id="2394" w:name="_Toc32324558"/>
      <w:bookmarkStart w:id="2395" w:name="_Toc176876269"/>
      <w:r>
        <w:t>AES XTS Client</w:t>
      </w:r>
      <w:bookmarkEnd w:id="2386"/>
      <w:bookmarkEnd w:id="2387"/>
      <w:bookmarkEnd w:id="2388"/>
      <w:bookmarkEnd w:id="2389"/>
      <w:bookmarkEnd w:id="2390"/>
      <w:bookmarkEnd w:id="2391"/>
      <w:bookmarkEnd w:id="2392"/>
      <w:bookmarkEnd w:id="2393"/>
      <w:bookmarkEnd w:id="2394"/>
      <w:bookmarkEnd w:id="2395"/>
    </w:p>
    <w:p w14:paraId="1861ADDB" w14:textId="77777777" w:rsidR="002F0E6A" w:rsidRDefault="002F0E6A" w:rsidP="002F0E6A">
      <w:r>
        <w:t>KMIP clients conformant to this profile:</w:t>
      </w:r>
    </w:p>
    <w:p w14:paraId="765776AF" w14:textId="0B576358" w:rsidR="002F0E6A" w:rsidRPr="00D1622D" w:rsidRDefault="002F0E6A" w:rsidP="002F0E6A">
      <w:pPr>
        <w:numPr>
          <w:ilvl w:val="0"/>
          <w:numId w:val="128"/>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14710665" w14:textId="1671DBFE" w:rsidR="002F0E6A" w:rsidRPr="006436AE" w:rsidRDefault="002F0E6A" w:rsidP="002F0E6A">
      <w:pPr>
        <w:numPr>
          <w:ilvl w:val="0"/>
          <w:numId w:val="128"/>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DA37E6">
        <w:t>5.10.1</w:t>
      </w:r>
      <w:r>
        <w:fldChar w:fldCharType="end"/>
      </w:r>
    </w:p>
    <w:p w14:paraId="4F0F1D0B" w14:textId="77777777" w:rsidR="002F0E6A" w:rsidRDefault="002F0E6A" w:rsidP="002F0E6A">
      <w:pPr>
        <w:numPr>
          <w:ilvl w:val="0"/>
          <w:numId w:val="128"/>
        </w:numPr>
      </w:pPr>
      <w:r w:rsidRPr="006436AE">
        <w:t>MAY support extensions outside the scope of this standard (e.g., vendor extensions, conformance clauses) that do not contradict any KMIP requirements.</w:t>
      </w:r>
    </w:p>
    <w:p w14:paraId="11DA0C5C" w14:textId="77777777" w:rsidR="002F0E6A" w:rsidRPr="000C30ED" w:rsidRDefault="002F0E6A" w:rsidP="002F0E6A">
      <w:pPr>
        <w:pStyle w:val="Heading3"/>
        <w:numPr>
          <w:ilvl w:val="2"/>
          <w:numId w:val="2"/>
        </w:numPr>
      </w:pPr>
      <w:bookmarkStart w:id="2396" w:name="_Ref478067007"/>
      <w:bookmarkStart w:id="2397" w:name="_Toc478070606"/>
      <w:bookmarkStart w:id="2398" w:name="_Toc479342226"/>
      <w:bookmarkStart w:id="2399" w:name="_Toc491431609"/>
      <w:bookmarkStart w:id="2400" w:name="_Toc533021506"/>
      <w:bookmarkStart w:id="2401" w:name="_Toc535231749"/>
      <w:bookmarkStart w:id="2402" w:name="_Toc14773372"/>
      <w:bookmarkStart w:id="2403" w:name="_Toc27473423"/>
      <w:bookmarkStart w:id="2404" w:name="_Toc32324559"/>
      <w:bookmarkStart w:id="2405" w:name="_Toc176876270"/>
      <w:r>
        <w:t>AES XTS Server</w:t>
      </w:r>
      <w:bookmarkEnd w:id="2396"/>
      <w:bookmarkEnd w:id="2397"/>
      <w:bookmarkEnd w:id="2398"/>
      <w:bookmarkEnd w:id="2399"/>
      <w:bookmarkEnd w:id="2400"/>
      <w:bookmarkEnd w:id="2401"/>
      <w:bookmarkEnd w:id="2402"/>
      <w:bookmarkEnd w:id="2403"/>
      <w:bookmarkEnd w:id="2404"/>
      <w:bookmarkEnd w:id="2405"/>
    </w:p>
    <w:p w14:paraId="7518E555" w14:textId="77777777" w:rsidR="002F0E6A" w:rsidRDefault="002F0E6A" w:rsidP="002F0E6A">
      <w:r>
        <w:t>KMIP servers conformant to this profile:</w:t>
      </w:r>
    </w:p>
    <w:p w14:paraId="5722EBC2" w14:textId="4C844275" w:rsidR="002F0E6A" w:rsidRPr="00D1622D" w:rsidRDefault="002F0E6A" w:rsidP="002F0E6A">
      <w:pPr>
        <w:numPr>
          <w:ilvl w:val="0"/>
          <w:numId w:val="129"/>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71BB514F" w14:textId="77777777" w:rsidR="002F0E6A" w:rsidRPr="0037589F" w:rsidRDefault="002F0E6A" w:rsidP="002F0E6A">
      <w:pPr>
        <w:numPr>
          <w:ilvl w:val="0"/>
          <w:numId w:val="129"/>
        </w:numPr>
      </w:pPr>
      <w:r w:rsidRPr="0037589F">
        <w:t xml:space="preserve">SHALL support the following </w:t>
      </w:r>
      <w:r w:rsidRPr="00F35AF1">
        <w:rPr>
          <w:i/>
        </w:rPr>
        <w:t>Objects</w:t>
      </w:r>
      <w:r w:rsidRPr="0037589F">
        <w:t xml:space="preserve"> [KMIP-SPEC]</w:t>
      </w:r>
    </w:p>
    <w:p w14:paraId="3A2B29C1" w14:textId="77777777" w:rsidR="002F0E6A" w:rsidRPr="0037589F" w:rsidRDefault="002F0E6A" w:rsidP="002F0E6A">
      <w:pPr>
        <w:numPr>
          <w:ilvl w:val="0"/>
          <w:numId w:val="130"/>
        </w:numPr>
      </w:pPr>
      <w:r>
        <w:rPr>
          <w:i/>
        </w:rPr>
        <w:t>Symmetric Key</w:t>
      </w:r>
    </w:p>
    <w:p w14:paraId="24ED93E0" w14:textId="77777777" w:rsidR="002F0E6A" w:rsidRPr="0037589F" w:rsidRDefault="002F0E6A" w:rsidP="002F0E6A">
      <w:pPr>
        <w:numPr>
          <w:ilvl w:val="0"/>
          <w:numId w:val="129"/>
        </w:numPr>
      </w:pPr>
      <w:r w:rsidRPr="0037589F">
        <w:t xml:space="preserve">SHALL support the following </w:t>
      </w:r>
      <w:r w:rsidRPr="00F35AF1">
        <w:rPr>
          <w:i/>
        </w:rPr>
        <w:t>Attributes</w:t>
      </w:r>
      <w:r w:rsidRPr="0037589F">
        <w:t xml:space="preserve"> [KMIP-SPEC]</w:t>
      </w:r>
    </w:p>
    <w:p w14:paraId="494ECC25" w14:textId="77777777" w:rsidR="002F0E6A" w:rsidRPr="007A0455" w:rsidRDefault="002F0E6A" w:rsidP="002F0E6A">
      <w:pPr>
        <w:numPr>
          <w:ilvl w:val="0"/>
          <w:numId w:val="131"/>
        </w:numPr>
        <w:rPr>
          <w:i/>
        </w:rPr>
      </w:pPr>
      <w:r w:rsidRPr="0037589F">
        <w:rPr>
          <w:i/>
        </w:rPr>
        <w:t>Object Type</w:t>
      </w:r>
    </w:p>
    <w:p w14:paraId="6EFA8420" w14:textId="77777777" w:rsidR="002F0E6A" w:rsidRDefault="002F0E6A" w:rsidP="002F0E6A">
      <w:pPr>
        <w:numPr>
          <w:ilvl w:val="0"/>
          <w:numId w:val="129"/>
        </w:numPr>
      </w:pPr>
      <w:r w:rsidRPr="0037589F">
        <w:t xml:space="preserve">SHALL support the following </w:t>
      </w:r>
      <w:r w:rsidRPr="00F35AF1">
        <w:rPr>
          <w:i/>
        </w:rPr>
        <w:t>Client-to-Server Operations</w:t>
      </w:r>
      <w:r w:rsidRPr="0037589F">
        <w:t xml:space="preserve"> [KMIP-SPEC]:</w:t>
      </w:r>
    </w:p>
    <w:p w14:paraId="1BABB3EB" w14:textId="77777777" w:rsidR="002F0E6A" w:rsidRDefault="002F0E6A" w:rsidP="002F0E6A">
      <w:pPr>
        <w:numPr>
          <w:ilvl w:val="1"/>
          <w:numId w:val="129"/>
        </w:numPr>
      </w:pPr>
      <w:r w:rsidRPr="008447FA">
        <w:rPr>
          <w:i/>
        </w:rPr>
        <w:t>Create</w:t>
      </w:r>
    </w:p>
    <w:p w14:paraId="2521EE41" w14:textId="77777777" w:rsidR="002F0E6A" w:rsidRPr="0037589F" w:rsidRDefault="002F0E6A" w:rsidP="002F0E6A">
      <w:pPr>
        <w:numPr>
          <w:ilvl w:val="0"/>
          <w:numId w:val="129"/>
        </w:numPr>
      </w:pPr>
      <w:r w:rsidRPr="0037589F">
        <w:t xml:space="preserve">SHALL support the following </w:t>
      </w:r>
      <w:r>
        <w:rPr>
          <w:i/>
        </w:rPr>
        <w:t>Enumerations</w:t>
      </w:r>
      <w:r w:rsidRPr="0037589F">
        <w:t xml:space="preserve"> [KMIP-SPEC]:</w:t>
      </w:r>
    </w:p>
    <w:p w14:paraId="21BDE9B7" w14:textId="77777777" w:rsidR="002F0E6A" w:rsidRPr="0037589F" w:rsidRDefault="002F0E6A" w:rsidP="002F0E6A">
      <w:pPr>
        <w:numPr>
          <w:ilvl w:val="0"/>
          <w:numId w:val="29"/>
        </w:numPr>
      </w:pPr>
      <w:r w:rsidRPr="0037589F">
        <w:rPr>
          <w:i/>
        </w:rPr>
        <w:t>Cryptographic Algorithm</w:t>
      </w:r>
      <w:r>
        <w:t xml:space="preserve"> </w:t>
      </w:r>
      <w:r w:rsidRPr="0037589F">
        <w:t>with values:</w:t>
      </w:r>
    </w:p>
    <w:p w14:paraId="0DBBCA81" w14:textId="77777777" w:rsidR="002F0E6A" w:rsidRPr="00F35AF1" w:rsidRDefault="002F0E6A" w:rsidP="002F0E6A">
      <w:pPr>
        <w:numPr>
          <w:ilvl w:val="0"/>
          <w:numId w:val="132"/>
        </w:numPr>
        <w:rPr>
          <w:i/>
        </w:rPr>
      </w:pPr>
      <w:r w:rsidRPr="00F35AF1">
        <w:rPr>
          <w:i/>
        </w:rPr>
        <w:t>AES</w:t>
      </w:r>
    </w:p>
    <w:p w14:paraId="7854731A" w14:textId="77777777" w:rsidR="002F0E6A" w:rsidRPr="0037589F" w:rsidRDefault="002F0E6A" w:rsidP="002F0E6A">
      <w:pPr>
        <w:numPr>
          <w:ilvl w:val="0"/>
          <w:numId w:val="29"/>
        </w:numPr>
      </w:pPr>
      <w:r w:rsidRPr="0037589F">
        <w:rPr>
          <w:i/>
        </w:rPr>
        <w:t>Key Format Type</w:t>
      </w:r>
      <w:r>
        <w:t xml:space="preserve"> </w:t>
      </w:r>
      <w:r w:rsidRPr="0037589F">
        <w:t>with value:</w:t>
      </w:r>
    </w:p>
    <w:p w14:paraId="5AD0AE25" w14:textId="77777777" w:rsidR="002F0E6A" w:rsidRPr="00F35AF1" w:rsidRDefault="002F0E6A" w:rsidP="002F0E6A">
      <w:pPr>
        <w:numPr>
          <w:ilvl w:val="0"/>
          <w:numId w:val="134"/>
        </w:numPr>
        <w:rPr>
          <w:i/>
        </w:rPr>
      </w:pPr>
      <w:r w:rsidRPr="00F35AF1">
        <w:rPr>
          <w:i/>
        </w:rPr>
        <w:t>Raw</w:t>
      </w:r>
    </w:p>
    <w:p w14:paraId="12B5AB78" w14:textId="77777777" w:rsidR="002F0E6A" w:rsidRPr="0037589F" w:rsidRDefault="002F0E6A" w:rsidP="002F0E6A">
      <w:pPr>
        <w:numPr>
          <w:ilvl w:val="0"/>
          <w:numId w:val="134"/>
        </w:numPr>
      </w:pPr>
      <w:r w:rsidRPr="00F35AF1">
        <w:rPr>
          <w:i/>
        </w:rPr>
        <w:t>Transparent Symmetric Key</w:t>
      </w:r>
    </w:p>
    <w:p w14:paraId="5E7FCEE4" w14:textId="77777777" w:rsidR="002F0E6A" w:rsidRPr="0037589F" w:rsidRDefault="002F0E6A" w:rsidP="002F0E6A">
      <w:pPr>
        <w:numPr>
          <w:ilvl w:val="0"/>
          <w:numId w:val="29"/>
        </w:numPr>
      </w:pPr>
      <w:r>
        <w:rPr>
          <w:i/>
        </w:rPr>
        <w:t>Object Type</w:t>
      </w:r>
      <w:r w:rsidRPr="0037589F">
        <w:t xml:space="preserve"> with value:</w:t>
      </w:r>
    </w:p>
    <w:p w14:paraId="6830F8C9" w14:textId="77777777" w:rsidR="002F0E6A" w:rsidRPr="00F35AF1" w:rsidRDefault="002F0E6A" w:rsidP="002F0E6A">
      <w:pPr>
        <w:numPr>
          <w:ilvl w:val="0"/>
          <w:numId w:val="133"/>
        </w:numPr>
        <w:rPr>
          <w:i/>
        </w:rPr>
      </w:pPr>
      <w:r w:rsidRPr="00F35AF1">
        <w:rPr>
          <w:i/>
        </w:rPr>
        <w:t>Symmetric Key</w:t>
      </w:r>
    </w:p>
    <w:p w14:paraId="39C52FCE" w14:textId="6C36452D" w:rsidR="002F0E6A" w:rsidRPr="006436AE" w:rsidRDefault="002F0E6A" w:rsidP="002F0E6A">
      <w:pPr>
        <w:numPr>
          <w:ilvl w:val="0"/>
          <w:numId w:val="129"/>
        </w:numPr>
      </w:pPr>
      <w:r w:rsidRPr="006436AE">
        <w:t xml:space="preserve">MAY support any clause within [KMIP-SPEC] provided it does not conflict with any other clause within this section </w:t>
      </w:r>
      <w:r>
        <w:fldChar w:fldCharType="begin"/>
      </w:r>
      <w:r>
        <w:instrText xml:space="preserve"> REF _Ref478067007 \r \h </w:instrText>
      </w:r>
      <w:r>
        <w:fldChar w:fldCharType="separate"/>
      </w:r>
      <w:r w:rsidR="00DA37E6">
        <w:t>5.13.2</w:t>
      </w:r>
      <w:r>
        <w:fldChar w:fldCharType="end"/>
      </w:r>
    </w:p>
    <w:p w14:paraId="5CC7C42E" w14:textId="77777777" w:rsidR="002F0E6A" w:rsidRDefault="002F0E6A" w:rsidP="002F0E6A">
      <w:pPr>
        <w:numPr>
          <w:ilvl w:val="0"/>
          <w:numId w:val="129"/>
        </w:numPr>
      </w:pPr>
      <w:r w:rsidRPr="006436AE">
        <w:t>MAY support extensions outside the scope of this standard (e.g., vendor extensions, conformance clauses) that do not contradict any KMIP requirements.</w:t>
      </w:r>
    </w:p>
    <w:p w14:paraId="76BE0A73" w14:textId="77777777" w:rsidR="002F0E6A" w:rsidRDefault="002F0E6A" w:rsidP="002F0E6A">
      <w:pPr>
        <w:pStyle w:val="Heading3"/>
        <w:numPr>
          <w:ilvl w:val="2"/>
          <w:numId w:val="2"/>
        </w:numPr>
      </w:pPr>
      <w:bookmarkStart w:id="2406" w:name="_Ref478067139"/>
      <w:bookmarkStart w:id="2407" w:name="_Toc478070607"/>
      <w:bookmarkStart w:id="2408" w:name="_Toc479342227"/>
      <w:bookmarkStart w:id="2409" w:name="_Toc491431610"/>
      <w:bookmarkStart w:id="2410" w:name="_Toc533021507"/>
      <w:bookmarkStart w:id="2411" w:name="_Toc535231750"/>
      <w:bookmarkStart w:id="2412" w:name="_Toc32324560"/>
      <w:bookmarkStart w:id="2413" w:name="_Toc14773373"/>
      <w:bookmarkStart w:id="2414" w:name="_Toc27473424"/>
      <w:bookmarkStart w:id="2415" w:name="_Toc176876271"/>
      <w:r>
        <w:t>AES XTS Mandatory Test Cases KMIP</w:t>
      </w:r>
      <w:bookmarkEnd w:id="2406"/>
      <w:bookmarkEnd w:id="2407"/>
      <w:bookmarkEnd w:id="2408"/>
      <w:bookmarkEnd w:id="2409"/>
      <w:bookmarkEnd w:id="2410"/>
      <w:bookmarkEnd w:id="2411"/>
      <w:r w:rsidR="00697364">
        <w:t xml:space="preserve"> </w:t>
      </w:r>
      <w:bookmarkEnd w:id="2412"/>
      <w:r w:rsidR="00697364">
        <w:t>v3.0</w:t>
      </w:r>
      <w:bookmarkEnd w:id="2413"/>
      <w:bookmarkEnd w:id="2414"/>
      <w:bookmarkEnd w:id="2415"/>
    </w:p>
    <w:p w14:paraId="73A3D3A3" w14:textId="77777777" w:rsidR="002F0E6A" w:rsidRDefault="002F0E6A" w:rsidP="002F0E6A">
      <w:pPr>
        <w:pStyle w:val="Heading4"/>
        <w:numPr>
          <w:ilvl w:val="3"/>
          <w:numId w:val="2"/>
        </w:numPr>
      </w:pPr>
      <w:bookmarkStart w:id="2416" w:name="_Toc32324561"/>
      <w:bookmarkStart w:id="2417" w:name="_Toc478070608"/>
      <w:bookmarkStart w:id="2418" w:name="_Toc479342228"/>
      <w:bookmarkStart w:id="2419" w:name="_Toc491431611"/>
      <w:bookmarkStart w:id="2420" w:name="_Toc533021508"/>
      <w:bookmarkStart w:id="2421" w:name="_Toc535231751"/>
      <w:bookmarkStart w:id="2422" w:name="_Toc14773374"/>
      <w:bookmarkStart w:id="2423" w:name="_Toc27473425"/>
      <w:bookmarkStart w:id="2424" w:name="_Toc176876272"/>
      <w:r>
        <w:t>AX-M-1-</w:t>
      </w:r>
      <w:bookmarkEnd w:id="2416"/>
      <w:r>
        <w:t>30</w:t>
      </w:r>
      <w:bookmarkEnd w:id="2417"/>
      <w:bookmarkEnd w:id="2418"/>
      <w:bookmarkEnd w:id="2419"/>
      <w:bookmarkEnd w:id="2420"/>
      <w:bookmarkEnd w:id="2421"/>
      <w:bookmarkEnd w:id="2422"/>
      <w:bookmarkEnd w:id="2423"/>
      <w:bookmarkEnd w:id="2424"/>
    </w:p>
    <w:p w14:paraId="6EFB09C6" w14:textId="77777777" w:rsidR="002F0E6A" w:rsidRDefault="002F0E6A" w:rsidP="002F0E6A">
      <w:r>
        <w:t>Usage of AES XTS directly without a key encrypting key (KEK).</w:t>
      </w:r>
    </w:p>
    <w:p w14:paraId="2FB2F0FC" w14:textId="77777777" w:rsidR="002F0E6A" w:rsidRDefault="002F0E6A" w:rsidP="002F0E6A">
      <w:r w:rsidRPr="005966C4">
        <w:t xml:space="preserve">See </w:t>
      </w:r>
      <w:hyperlink r:id="rId158" w:history="1">
        <w:r>
          <w:rPr>
            <w:rStyle w:val="Hyperlink"/>
          </w:rPr>
          <w:t>test-cases/kmip</w:t>
        </w:r>
        <w:r w:rsidR="00697364">
          <w:rPr>
            <w:rStyle w:val="Hyperlink"/>
          </w:rPr>
          <w:t>-v3.0</w:t>
        </w:r>
        <w:r>
          <w:rPr>
            <w:rStyle w:val="Hyperlink"/>
          </w:rPr>
          <w:t>/</w:t>
        </w:r>
        <w:r w:rsidRPr="005966C4">
          <w:rPr>
            <w:rStyle w:val="Hyperlink"/>
          </w:rPr>
          <w:t>mandatory/AX-M-1</w:t>
        </w:r>
        <w:r>
          <w:rPr>
            <w:rStyle w:val="Hyperlink"/>
          </w:rPr>
          <w:t>-30.xml</w:t>
        </w:r>
      </w:hyperlink>
      <w:r>
        <w:t>.</w:t>
      </w:r>
    </w:p>
    <w:p w14:paraId="7ED3B75A" w14:textId="77777777" w:rsidR="002F0E6A" w:rsidRDefault="002F0E6A" w:rsidP="002F0E6A">
      <w:pPr>
        <w:pStyle w:val="Heading4"/>
        <w:numPr>
          <w:ilvl w:val="3"/>
          <w:numId w:val="2"/>
        </w:numPr>
      </w:pPr>
      <w:bookmarkStart w:id="2425" w:name="_Toc32324562"/>
      <w:bookmarkStart w:id="2426" w:name="_Toc478070609"/>
      <w:bookmarkStart w:id="2427" w:name="_Toc479342229"/>
      <w:bookmarkStart w:id="2428" w:name="_Toc491431612"/>
      <w:bookmarkStart w:id="2429" w:name="_Toc533021509"/>
      <w:bookmarkStart w:id="2430" w:name="_Toc535231752"/>
      <w:bookmarkStart w:id="2431" w:name="_Toc14773375"/>
      <w:bookmarkStart w:id="2432" w:name="_Toc27473426"/>
      <w:bookmarkStart w:id="2433" w:name="_Toc176876273"/>
      <w:r>
        <w:t>AX-M-2-</w:t>
      </w:r>
      <w:bookmarkEnd w:id="2425"/>
      <w:r>
        <w:t>30</w:t>
      </w:r>
      <w:bookmarkEnd w:id="2426"/>
      <w:bookmarkEnd w:id="2427"/>
      <w:bookmarkEnd w:id="2428"/>
      <w:bookmarkEnd w:id="2429"/>
      <w:bookmarkEnd w:id="2430"/>
      <w:bookmarkEnd w:id="2431"/>
      <w:bookmarkEnd w:id="2432"/>
      <w:bookmarkEnd w:id="2433"/>
    </w:p>
    <w:p w14:paraId="1B2E06A9" w14:textId="77777777" w:rsidR="002F0E6A" w:rsidRDefault="002F0E6A" w:rsidP="002F0E6A">
      <w:r>
        <w:t>Usage of AES XTS directly with a key encrypting key (KEK).</w:t>
      </w:r>
    </w:p>
    <w:p w14:paraId="4FC24AC0" w14:textId="77777777" w:rsidR="002F0E6A" w:rsidRDefault="002F0E6A" w:rsidP="002F0E6A">
      <w:r w:rsidRPr="00242EC2">
        <w:t xml:space="preserve">See </w:t>
      </w:r>
      <w:hyperlink r:id="rId159" w:history="1">
        <w:r>
          <w:rPr>
            <w:rStyle w:val="Hyperlink"/>
          </w:rPr>
          <w:t>test-cases/kmip</w:t>
        </w:r>
        <w:r w:rsidR="00697364">
          <w:rPr>
            <w:rStyle w:val="Hyperlink"/>
          </w:rPr>
          <w:t>-v3.0</w:t>
        </w:r>
        <w:r>
          <w:rPr>
            <w:rStyle w:val="Hyperlink"/>
          </w:rPr>
          <w:t>/</w:t>
        </w:r>
        <w:r w:rsidRPr="00242EC2">
          <w:rPr>
            <w:rStyle w:val="Hyperlink"/>
          </w:rPr>
          <w:t>mandatory/AX-M-2</w:t>
        </w:r>
        <w:r>
          <w:rPr>
            <w:rStyle w:val="Hyperlink"/>
          </w:rPr>
          <w:t>-30.xml</w:t>
        </w:r>
      </w:hyperlink>
      <w:r>
        <w:t>.</w:t>
      </w:r>
    </w:p>
    <w:p w14:paraId="6BBA7AEB" w14:textId="77777777" w:rsidR="002F0E6A" w:rsidRDefault="002F0E6A" w:rsidP="002F0E6A">
      <w:pPr>
        <w:pStyle w:val="Heading2"/>
        <w:numPr>
          <w:ilvl w:val="1"/>
          <w:numId w:val="2"/>
        </w:numPr>
      </w:pPr>
      <w:bookmarkStart w:id="2434" w:name="_Toc533021510"/>
      <w:bookmarkStart w:id="2435" w:name="_Toc535231753"/>
      <w:bookmarkStart w:id="2436" w:name="_Toc14773376"/>
      <w:bookmarkStart w:id="2437" w:name="_Toc27473427"/>
      <w:bookmarkStart w:id="2438" w:name="_Toc32324563"/>
      <w:bookmarkStart w:id="2439" w:name="_Toc176876274"/>
      <w:bookmarkStart w:id="2440" w:name="_Ref390263529"/>
      <w:bookmarkStart w:id="2441" w:name="_Toc390280110"/>
      <w:bookmarkStart w:id="2442" w:name="_Toc482109247"/>
      <w:r>
        <w:t>Quantum Safe Profiles</w:t>
      </w:r>
      <w:bookmarkEnd w:id="2434"/>
      <w:bookmarkEnd w:id="2435"/>
      <w:bookmarkEnd w:id="2436"/>
      <w:bookmarkEnd w:id="2437"/>
      <w:bookmarkEnd w:id="2438"/>
      <w:bookmarkEnd w:id="2439"/>
    </w:p>
    <w:p w14:paraId="6C0A7B09" w14:textId="77777777" w:rsidR="002F0E6A" w:rsidRDefault="002F0E6A" w:rsidP="002F0E6A">
      <w:pPr>
        <w:pStyle w:val="Heading3"/>
        <w:numPr>
          <w:ilvl w:val="1"/>
          <w:numId w:val="2"/>
        </w:numPr>
      </w:pPr>
      <w:bookmarkStart w:id="2443" w:name="_Ref527661522"/>
      <w:bookmarkStart w:id="2444" w:name="_Toc533021511"/>
      <w:bookmarkStart w:id="2445" w:name="_Toc535231754"/>
      <w:bookmarkStart w:id="2446" w:name="_Toc14773377"/>
      <w:bookmarkStart w:id="2447" w:name="_Toc27473428"/>
      <w:bookmarkStart w:id="2448" w:name="_Toc32324564"/>
      <w:bookmarkStart w:id="2449" w:name="_Toc176876275"/>
      <w:bookmarkStart w:id="2450" w:name="_Ref527058256"/>
      <w:r>
        <w:t>Quantum Safe Client</w:t>
      </w:r>
      <w:bookmarkEnd w:id="2443"/>
      <w:bookmarkEnd w:id="2444"/>
      <w:bookmarkEnd w:id="2445"/>
      <w:bookmarkEnd w:id="2446"/>
      <w:bookmarkEnd w:id="2447"/>
      <w:bookmarkEnd w:id="2448"/>
      <w:bookmarkEnd w:id="2449"/>
    </w:p>
    <w:p w14:paraId="691EF73C" w14:textId="77777777" w:rsidR="002F0E6A" w:rsidRDefault="002F0E6A" w:rsidP="002F0E6A">
      <w:r>
        <w:t>KMIP clients conformant to this profile under [KMIP-SPEC]:</w:t>
      </w:r>
    </w:p>
    <w:p w14:paraId="63FFB972" w14:textId="0D6D2032" w:rsidR="002F0E6A" w:rsidRPr="00D1622D" w:rsidRDefault="002F0E6A" w:rsidP="002F0E6A">
      <w:pPr>
        <w:numPr>
          <w:ilvl w:val="0"/>
          <w:numId w:val="138"/>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647A45E5" w14:textId="77777777" w:rsidR="002F0E6A" w:rsidRPr="00C75A47" w:rsidRDefault="002F0E6A" w:rsidP="002F0E6A">
      <w:pPr>
        <w:numPr>
          <w:ilvl w:val="0"/>
          <w:numId w:val="138"/>
        </w:numPr>
        <w:tabs>
          <w:tab w:val="left" w:pos="3556"/>
        </w:tabs>
        <w:suppressAutoHyphens/>
        <w:spacing w:after="0"/>
        <w:rPr>
          <w:rFonts w:cs="Liberation Sans"/>
          <w:szCs w:val="20"/>
        </w:rPr>
      </w:pPr>
      <w:r>
        <w:t xml:space="preserve">SHALL support </w:t>
      </w:r>
      <w:r w:rsidRPr="00F230C6">
        <w:rPr>
          <w:rFonts w:ascii="Arial" w:hAnsi="Arial" w:cs="Arial"/>
          <w:szCs w:val="20"/>
        </w:rPr>
        <w:t>TLS v1.3 [RFC8446]</w:t>
      </w:r>
    </w:p>
    <w:p w14:paraId="41D84938" w14:textId="77777777" w:rsidR="002F0E6A" w:rsidRPr="006436AE" w:rsidRDefault="002F0E6A" w:rsidP="002F0E6A">
      <w:pPr>
        <w:numPr>
          <w:ilvl w:val="0"/>
          <w:numId w:val="138"/>
        </w:numPr>
      </w:pPr>
      <w:r w:rsidRPr="006436AE">
        <w:t>MAY support any clause within [KMIP-SPEC] provided it does not conflict with any other clause within this section</w:t>
      </w:r>
    </w:p>
    <w:p w14:paraId="217DB9D2" w14:textId="77777777" w:rsidR="002F0E6A" w:rsidRPr="00C75A47" w:rsidRDefault="002F0E6A" w:rsidP="002F0E6A">
      <w:pPr>
        <w:numPr>
          <w:ilvl w:val="0"/>
          <w:numId w:val="138"/>
        </w:numPr>
        <w:tabs>
          <w:tab w:val="left" w:pos="3556"/>
        </w:tabs>
        <w:suppressAutoHyphens/>
        <w:spacing w:after="0"/>
        <w:rPr>
          <w:rFonts w:cs="Liberation Sans"/>
          <w:szCs w:val="20"/>
        </w:rPr>
      </w:pPr>
      <w:r w:rsidRPr="006436AE">
        <w:t>MAY support extensions outside the scope of this standard (e.g., vendor extensions, conformance clauses) that do not contradict any KMIP requirements.</w:t>
      </w:r>
    </w:p>
    <w:p w14:paraId="6F4E63E9" w14:textId="77777777" w:rsidR="002F0E6A" w:rsidRDefault="002F0E6A" w:rsidP="002F0E6A">
      <w:pPr>
        <w:pStyle w:val="Heading3"/>
        <w:numPr>
          <w:ilvl w:val="1"/>
          <w:numId w:val="2"/>
        </w:numPr>
      </w:pPr>
      <w:bookmarkStart w:id="2451" w:name="_Ref533007440"/>
      <w:bookmarkStart w:id="2452" w:name="_Ref533007455"/>
      <w:bookmarkStart w:id="2453" w:name="_Toc533021512"/>
      <w:bookmarkStart w:id="2454" w:name="_Toc535231755"/>
      <w:bookmarkStart w:id="2455" w:name="_Toc14773378"/>
      <w:bookmarkStart w:id="2456" w:name="_Toc27473429"/>
      <w:bookmarkStart w:id="2457" w:name="_Toc32324565"/>
      <w:bookmarkStart w:id="2458" w:name="_Toc176876276"/>
      <w:r>
        <w:t>Quantum Safe Server</w:t>
      </w:r>
      <w:bookmarkEnd w:id="2440"/>
      <w:bookmarkEnd w:id="2441"/>
      <w:bookmarkEnd w:id="2442"/>
      <w:bookmarkEnd w:id="2450"/>
      <w:bookmarkEnd w:id="2451"/>
      <w:bookmarkEnd w:id="2452"/>
      <w:bookmarkEnd w:id="2453"/>
      <w:bookmarkEnd w:id="2454"/>
      <w:bookmarkEnd w:id="2455"/>
      <w:bookmarkEnd w:id="2456"/>
      <w:bookmarkEnd w:id="2457"/>
      <w:bookmarkEnd w:id="2458"/>
    </w:p>
    <w:p w14:paraId="2D5BCB72" w14:textId="77777777" w:rsidR="002F0E6A" w:rsidRDefault="002F0E6A" w:rsidP="002F0E6A">
      <w:r>
        <w:t>KMIP servers conformant to this profile under [KMIP-SPEC]:</w:t>
      </w:r>
    </w:p>
    <w:p w14:paraId="35989A2C" w14:textId="334D123A" w:rsidR="002F0E6A" w:rsidRDefault="002F0E6A" w:rsidP="002F0E6A">
      <w:pPr>
        <w:numPr>
          <w:ilvl w:val="0"/>
          <w:numId w:val="153"/>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3A5F67F2" w14:textId="77777777" w:rsidR="002F0E6A" w:rsidRPr="004B3505" w:rsidRDefault="002F0E6A" w:rsidP="002F0E6A">
      <w:pPr>
        <w:numPr>
          <w:ilvl w:val="0"/>
          <w:numId w:val="153"/>
        </w:numPr>
        <w:tabs>
          <w:tab w:val="left" w:pos="3556"/>
        </w:tabs>
        <w:suppressAutoHyphens/>
        <w:spacing w:after="0"/>
        <w:rPr>
          <w:rFonts w:ascii="Courier New" w:hAnsi="Courier New" w:cs="Courier New"/>
          <w:szCs w:val="20"/>
        </w:rPr>
      </w:pPr>
      <w:r>
        <w:t xml:space="preserve">SHALL support </w:t>
      </w:r>
      <w:r w:rsidRPr="00F230C6">
        <w:rPr>
          <w:rFonts w:ascii="Arial" w:hAnsi="Arial" w:cs="Arial"/>
          <w:szCs w:val="20"/>
        </w:rPr>
        <w:t>TLS v1.3 [RFC8446]</w:t>
      </w:r>
      <w:r w:rsidRPr="004B3505">
        <w:rPr>
          <w:rFonts w:ascii="Courier New" w:hAnsi="Courier New" w:cs="Courier New"/>
          <w:szCs w:val="20"/>
        </w:rPr>
        <w:t xml:space="preserve"> </w:t>
      </w:r>
    </w:p>
    <w:p w14:paraId="79238035" w14:textId="77777777" w:rsidR="002F0E6A" w:rsidRDefault="002F0E6A" w:rsidP="002F0E6A">
      <w:pPr>
        <w:numPr>
          <w:ilvl w:val="0"/>
          <w:numId w:val="153"/>
        </w:numPr>
      </w:pPr>
      <w:r>
        <w:t xml:space="preserve">SHALL support the following </w:t>
      </w:r>
      <w:r w:rsidRPr="00D430A8">
        <w:rPr>
          <w:i/>
        </w:rPr>
        <w:t>Objects</w:t>
      </w:r>
      <w:r>
        <w:t xml:space="preserve"> </w:t>
      </w:r>
      <w:r w:rsidRPr="00047107">
        <w:t>[KMIP-</w:t>
      </w:r>
      <w:r>
        <w:t>SPEC</w:t>
      </w:r>
      <w:r w:rsidRPr="00047107">
        <w:t>]</w:t>
      </w:r>
    </w:p>
    <w:p w14:paraId="61FA7487" w14:textId="77777777" w:rsidR="002F0E6A" w:rsidRDefault="002F0E6A" w:rsidP="002F0E6A">
      <w:pPr>
        <w:numPr>
          <w:ilvl w:val="1"/>
          <w:numId w:val="137"/>
        </w:numPr>
      </w:pPr>
      <w:r>
        <w:rPr>
          <w:i/>
        </w:rPr>
        <w:t>Certificate</w:t>
      </w:r>
    </w:p>
    <w:p w14:paraId="605541DF" w14:textId="77777777" w:rsidR="002F0E6A" w:rsidRDefault="002F0E6A" w:rsidP="002F0E6A">
      <w:pPr>
        <w:numPr>
          <w:ilvl w:val="1"/>
          <w:numId w:val="137"/>
        </w:numPr>
      </w:pPr>
      <w:r w:rsidRPr="00AC5BE2">
        <w:rPr>
          <w:i/>
        </w:rPr>
        <w:t>Private Key</w:t>
      </w:r>
    </w:p>
    <w:p w14:paraId="41CCF841" w14:textId="77777777" w:rsidR="002F0E6A" w:rsidRDefault="002F0E6A" w:rsidP="002F0E6A">
      <w:pPr>
        <w:numPr>
          <w:ilvl w:val="1"/>
          <w:numId w:val="137"/>
        </w:numPr>
      </w:pPr>
      <w:r>
        <w:rPr>
          <w:i/>
        </w:rPr>
        <w:t>Public</w:t>
      </w:r>
      <w:r w:rsidRPr="00AC5BE2">
        <w:rPr>
          <w:i/>
        </w:rPr>
        <w:t xml:space="preserve"> Key</w:t>
      </w:r>
    </w:p>
    <w:p w14:paraId="6F5CB332" w14:textId="77777777" w:rsidR="002F0E6A" w:rsidRDefault="002F0E6A" w:rsidP="002F0E6A">
      <w:pPr>
        <w:numPr>
          <w:ilvl w:val="1"/>
          <w:numId w:val="137"/>
        </w:numPr>
      </w:pPr>
      <w:r w:rsidRPr="00F4397B">
        <w:rPr>
          <w:i/>
        </w:rPr>
        <w:t>Symmetric Key</w:t>
      </w:r>
    </w:p>
    <w:p w14:paraId="52538058" w14:textId="77777777" w:rsidR="002F0E6A" w:rsidRDefault="002F0E6A" w:rsidP="002F0E6A">
      <w:pPr>
        <w:numPr>
          <w:ilvl w:val="0"/>
          <w:numId w:val="153"/>
        </w:numPr>
      </w:pPr>
      <w:r>
        <w:t xml:space="preserve">SHALL support the following </w:t>
      </w:r>
      <w:r w:rsidRPr="00A7738B">
        <w:rPr>
          <w:i/>
        </w:rPr>
        <w:t>Attributes</w:t>
      </w:r>
      <w:r>
        <w:t xml:space="preserve"> </w:t>
      </w:r>
      <w:r w:rsidRPr="00047107">
        <w:t>[KMIP-</w:t>
      </w:r>
      <w:r>
        <w:t>SPEC</w:t>
      </w:r>
      <w:r w:rsidRPr="00047107">
        <w:t>]</w:t>
      </w:r>
    </w:p>
    <w:p w14:paraId="686FA17C" w14:textId="77777777" w:rsidR="002F0E6A" w:rsidRDefault="002F0E6A" w:rsidP="002F0E6A">
      <w:pPr>
        <w:numPr>
          <w:ilvl w:val="0"/>
          <w:numId w:val="139"/>
        </w:numPr>
      </w:pPr>
      <w:r>
        <w:rPr>
          <w:i/>
        </w:rPr>
        <w:t>Cryptographic Algorithm</w:t>
      </w:r>
      <w:r>
        <w:t xml:space="preserve"> </w:t>
      </w:r>
    </w:p>
    <w:p w14:paraId="1D92F302" w14:textId="77777777" w:rsidR="002F0E6A" w:rsidRDefault="002F0E6A" w:rsidP="002F0E6A">
      <w:pPr>
        <w:numPr>
          <w:ilvl w:val="0"/>
          <w:numId w:val="139"/>
        </w:numPr>
      </w:pPr>
      <w:r w:rsidRPr="00F4397B">
        <w:rPr>
          <w:i/>
        </w:rPr>
        <w:t>Cryptographic Length</w:t>
      </w:r>
    </w:p>
    <w:p w14:paraId="298148DA" w14:textId="77777777" w:rsidR="002F0E6A" w:rsidRPr="00FF397F" w:rsidRDefault="002F0E6A" w:rsidP="002F0E6A">
      <w:pPr>
        <w:numPr>
          <w:ilvl w:val="0"/>
          <w:numId w:val="139"/>
        </w:numPr>
      </w:pPr>
      <w:r w:rsidRPr="00FF397F">
        <w:rPr>
          <w:i/>
        </w:rPr>
        <w:t xml:space="preserve">Protection </w:t>
      </w:r>
      <w:r>
        <w:rPr>
          <w:i/>
        </w:rPr>
        <w:t>Level</w:t>
      </w:r>
    </w:p>
    <w:p w14:paraId="5FD4A4B7" w14:textId="77777777" w:rsidR="002F0E6A" w:rsidRPr="00FF397F" w:rsidRDefault="002F0E6A" w:rsidP="002F0E6A">
      <w:pPr>
        <w:numPr>
          <w:ilvl w:val="0"/>
          <w:numId w:val="139"/>
        </w:numPr>
      </w:pPr>
      <w:r w:rsidRPr="00FF397F">
        <w:rPr>
          <w:i/>
        </w:rPr>
        <w:t>Protection Period</w:t>
      </w:r>
      <w:r w:rsidRPr="00FF397F">
        <w:t xml:space="preserve"> </w:t>
      </w:r>
    </w:p>
    <w:p w14:paraId="7BBFF24B" w14:textId="77777777" w:rsidR="002F0E6A" w:rsidRPr="00FF397F" w:rsidRDefault="002F0E6A" w:rsidP="002F0E6A">
      <w:pPr>
        <w:numPr>
          <w:ilvl w:val="0"/>
          <w:numId w:val="139"/>
        </w:numPr>
      </w:pPr>
      <w:r>
        <w:rPr>
          <w:i/>
        </w:rPr>
        <w:t>Quantum Safe</w:t>
      </w:r>
    </w:p>
    <w:p w14:paraId="0DBF2414" w14:textId="77777777" w:rsidR="002F0E6A" w:rsidRDefault="002F0E6A" w:rsidP="002F0E6A">
      <w:pPr>
        <w:numPr>
          <w:ilvl w:val="0"/>
          <w:numId w:val="153"/>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78D7DE6A" w14:textId="77777777" w:rsidR="002F0E6A" w:rsidRPr="00FF397F" w:rsidRDefault="002F0E6A" w:rsidP="002F0E6A">
      <w:pPr>
        <w:numPr>
          <w:ilvl w:val="0"/>
          <w:numId w:val="140"/>
        </w:numPr>
      </w:pPr>
      <w:r w:rsidRPr="00FF397F">
        <w:rPr>
          <w:i/>
        </w:rPr>
        <w:t>Certify</w:t>
      </w:r>
    </w:p>
    <w:p w14:paraId="0C7C8FD5" w14:textId="77777777" w:rsidR="002F0E6A" w:rsidRDefault="002F0E6A" w:rsidP="002F0E6A">
      <w:pPr>
        <w:numPr>
          <w:ilvl w:val="0"/>
          <w:numId w:val="140"/>
        </w:numPr>
      </w:pPr>
      <w:r w:rsidRPr="00F4397B">
        <w:rPr>
          <w:i/>
        </w:rPr>
        <w:t>Create</w:t>
      </w:r>
    </w:p>
    <w:p w14:paraId="21A693A8" w14:textId="77777777" w:rsidR="002F0E6A" w:rsidRDefault="002F0E6A" w:rsidP="002F0E6A">
      <w:pPr>
        <w:numPr>
          <w:ilvl w:val="0"/>
          <w:numId w:val="140"/>
        </w:numPr>
      </w:pPr>
      <w:r>
        <w:rPr>
          <w:i/>
        </w:rPr>
        <w:t>Create Key Pair</w:t>
      </w:r>
    </w:p>
    <w:p w14:paraId="0E7B4D21" w14:textId="77777777" w:rsidR="002F0E6A" w:rsidRPr="00FF397F" w:rsidRDefault="002F0E6A" w:rsidP="002F0E6A">
      <w:pPr>
        <w:numPr>
          <w:ilvl w:val="0"/>
          <w:numId w:val="140"/>
        </w:numPr>
      </w:pPr>
      <w:r w:rsidRPr="00FF397F">
        <w:rPr>
          <w:i/>
        </w:rPr>
        <w:t>Decrypt</w:t>
      </w:r>
    </w:p>
    <w:p w14:paraId="2B4AAE33" w14:textId="77777777" w:rsidR="002F0E6A" w:rsidRPr="00FF397F" w:rsidRDefault="002F0E6A" w:rsidP="002F0E6A">
      <w:pPr>
        <w:numPr>
          <w:ilvl w:val="0"/>
          <w:numId w:val="140"/>
        </w:numPr>
      </w:pPr>
      <w:r w:rsidRPr="00FF397F">
        <w:rPr>
          <w:i/>
        </w:rPr>
        <w:t>Encrypt</w:t>
      </w:r>
    </w:p>
    <w:p w14:paraId="6B09B1BE" w14:textId="77777777" w:rsidR="002F0E6A" w:rsidRPr="00FF397F" w:rsidRDefault="002F0E6A" w:rsidP="002F0E6A">
      <w:pPr>
        <w:numPr>
          <w:ilvl w:val="0"/>
          <w:numId w:val="140"/>
        </w:numPr>
      </w:pPr>
      <w:r w:rsidRPr="00FF397F">
        <w:rPr>
          <w:i/>
        </w:rPr>
        <w:t>Re-Certify</w:t>
      </w:r>
    </w:p>
    <w:p w14:paraId="6DF4B058" w14:textId="77777777" w:rsidR="002F0E6A" w:rsidRDefault="002F0E6A" w:rsidP="002F0E6A">
      <w:pPr>
        <w:numPr>
          <w:ilvl w:val="0"/>
          <w:numId w:val="140"/>
        </w:numPr>
      </w:pPr>
      <w:r>
        <w:rPr>
          <w:i/>
        </w:rPr>
        <w:t>Register</w:t>
      </w:r>
    </w:p>
    <w:p w14:paraId="5F1E1694" w14:textId="77777777" w:rsidR="002F0E6A" w:rsidRDefault="002F0E6A" w:rsidP="002F0E6A">
      <w:pPr>
        <w:numPr>
          <w:ilvl w:val="0"/>
          <w:numId w:val="140"/>
        </w:numPr>
      </w:pPr>
      <w:r>
        <w:rPr>
          <w:i/>
        </w:rPr>
        <w:t>Re-key</w:t>
      </w:r>
    </w:p>
    <w:p w14:paraId="20551A4A" w14:textId="77777777" w:rsidR="002F0E6A" w:rsidRPr="00FF397F" w:rsidRDefault="002F0E6A" w:rsidP="002F0E6A">
      <w:pPr>
        <w:numPr>
          <w:ilvl w:val="0"/>
          <w:numId w:val="140"/>
        </w:numPr>
      </w:pPr>
      <w:r w:rsidRPr="00FF397F">
        <w:rPr>
          <w:i/>
        </w:rPr>
        <w:t>Re-key Key Pair</w:t>
      </w:r>
    </w:p>
    <w:p w14:paraId="7BDE3948" w14:textId="77777777" w:rsidR="002F0E6A" w:rsidRPr="00FF397F" w:rsidRDefault="002F0E6A" w:rsidP="002F0E6A">
      <w:pPr>
        <w:numPr>
          <w:ilvl w:val="0"/>
          <w:numId w:val="140"/>
        </w:numPr>
      </w:pPr>
      <w:r w:rsidRPr="00FF397F">
        <w:rPr>
          <w:i/>
        </w:rPr>
        <w:t>Sign</w:t>
      </w:r>
    </w:p>
    <w:p w14:paraId="17488C66" w14:textId="77777777" w:rsidR="002F0E6A" w:rsidRPr="00FF397F" w:rsidRDefault="002F0E6A" w:rsidP="002F0E6A">
      <w:pPr>
        <w:numPr>
          <w:ilvl w:val="0"/>
          <w:numId w:val="140"/>
        </w:numPr>
      </w:pPr>
      <w:r w:rsidRPr="00FF397F">
        <w:rPr>
          <w:i/>
        </w:rPr>
        <w:t>Signature</w:t>
      </w:r>
      <w:r>
        <w:rPr>
          <w:i/>
        </w:rPr>
        <w:t xml:space="preserve"> </w:t>
      </w:r>
      <w:r w:rsidRPr="00FF397F">
        <w:rPr>
          <w:i/>
        </w:rPr>
        <w:t>Verify</w:t>
      </w:r>
    </w:p>
    <w:p w14:paraId="553EE7AA" w14:textId="77777777" w:rsidR="002F0E6A" w:rsidRDefault="002F0E6A" w:rsidP="002F0E6A">
      <w:pPr>
        <w:numPr>
          <w:ilvl w:val="0"/>
          <w:numId w:val="153"/>
        </w:numPr>
      </w:pPr>
      <w:bookmarkStart w:id="2459" w:name="_Ref390279491"/>
      <w:r>
        <w:t xml:space="preserve">SHALL support the following </w:t>
      </w:r>
      <w:r w:rsidRPr="00C462B9">
        <w:rPr>
          <w:i/>
        </w:rPr>
        <w:t>Server-</w:t>
      </w:r>
      <w:r>
        <w:rPr>
          <w:i/>
        </w:rPr>
        <w:t>t</w:t>
      </w:r>
      <w:r w:rsidRPr="00D430A8">
        <w:rPr>
          <w:i/>
        </w:rPr>
        <w:t>o-</w:t>
      </w:r>
      <w:r>
        <w:rPr>
          <w:i/>
        </w:rPr>
        <w:t>Client</w:t>
      </w:r>
      <w:r w:rsidRPr="00D430A8">
        <w:rPr>
          <w:i/>
        </w:rPr>
        <w:t xml:space="preserve"> </w:t>
      </w:r>
      <w:r>
        <w:rPr>
          <w:i/>
        </w:rPr>
        <w:t>O</w:t>
      </w:r>
      <w:r w:rsidRPr="00D430A8">
        <w:rPr>
          <w:i/>
        </w:rPr>
        <w:t>perations</w:t>
      </w:r>
      <w:r>
        <w:t xml:space="preserve"> </w:t>
      </w:r>
      <w:r w:rsidRPr="00047107">
        <w:t>[KMIP-</w:t>
      </w:r>
      <w:r>
        <w:t>SPEC</w:t>
      </w:r>
      <w:r w:rsidRPr="00047107">
        <w:t>]</w:t>
      </w:r>
      <w:r>
        <w:t>:</w:t>
      </w:r>
    </w:p>
    <w:p w14:paraId="694A50F4" w14:textId="77777777" w:rsidR="002F0E6A" w:rsidRDefault="002F0E6A" w:rsidP="002F0E6A">
      <w:pPr>
        <w:numPr>
          <w:ilvl w:val="0"/>
          <w:numId w:val="141"/>
        </w:numPr>
      </w:pPr>
      <w:r w:rsidRPr="00FF397F">
        <w:rPr>
          <w:i/>
        </w:rPr>
        <w:t>Notify</w:t>
      </w:r>
    </w:p>
    <w:p w14:paraId="63108591" w14:textId="77777777" w:rsidR="002F0E6A" w:rsidRPr="00F35AF1" w:rsidRDefault="002F0E6A" w:rsidP="002F0E6A">
      <w:pPr>
        <w:numPr>
          <w:ilvl w:val="0"/>
          <w:numId w:val="141"/>
        </w:numPr>
        <w:rPr>
          <w:i/>
        </w:rPr>
      </w:pPr>
      <w:r w:rsidRPr="00F35AF1">
        <w:rPr>
          <w:i/>
        </w:rPr>
        <w:t>Put</w:t>
      </w:r>
    </w:p>
    <w:p w14:paraId="0BE0FF38" w14:textId="77777777" w:rsidR="002F0E6A" w:rsidRPr="00FF397F" w:rsidRDefault="002F0E6A" w:rsidP="002F0E6A">
      <w:pPr>
        <w:numPr>
          <w:ilvl w:val="0"/>
          <w:numId w:val="153"/>
        </w:numPr>
      </w:pPr>
      <w:r w:rsidRPr="00FF397F">
        <w:t xml:space="preserve">SHALL support the following </w:t>
      </w:r>
      <w:r>
        <w:rPr>
          <w:i/>
        </w:rPr>
        <w:t>Enumerations</w:t>
      </w:r>
      <w:r w:rsidRPr="00FF397F">
        <w:t xml:space="preserve"> [KMIP-SPEC]:</w:t>
      </w:r>
      <w:bookmarkEnd w:id="2459"/>
    </w:p>
    <w:p w14:paraId="51ABBE44" w14:textId="77777777" w:rsidR="002F0E6A" w:rsidRPr="00FF397F" w:rsidRDefault="002F0E6A" w:rsidP="002F0E6A">
      <w:pPr>
        <w:numPr>
          <w:ilvl w:val="0"/>
          <w:numId w:val="142"/>
        </w:numPr>
      </w:pPr>
      <w:r w:rsidRPr="00FF397F">
        <w:rPr>
          <w:i/>
        </w:rPr>
        <w:t xml:space="preserve">Recommended Curve </w:t>
      </w:r>
      <w:r w:rsidRPr="00FF397F">
        <w:t>value:</w:t>
      </w:r>
    </w:p>
    <w:p w14:paraId="44AF1603" w14:textId="77777777" w:rsidR="002F0E6A" w:rsidRPr="00F35AF1" w:rsidRDefault="002F0E6A" w:rsidP="002F0E6A">
      <w:pPr>
        <w:numPr>
          <w:ilvl w:val="2"/>
          <w:numId w:val="137"/>
        </w:numPr>
        <w:rPr>
          <w:i/>
        </w:rPr>
      </w:pPr>
      <w:r w:rsidRPr="00F35AF1">
        <w:rPr>
          <w:i/>
        </w:rPr>
        <w:t>P-384 (SECP384R1)</w:t>
      </w:r>
    </w:p>
    <w:p w14:paraId="0BEC4CBB" w14:textId="77777777" w:rsidR="002F0E6A" w:rsidRPr="00F35AF1" w:rsidRDefault="002F0E6A" w:rsidP="002F0E6A">
      <w:pPr>
        <w:numPr>
          <w:ilvl w:val="2"/>
          <w:numId w:val="137"/>
        </w:numPr>
        <w:rPr>
          <w:i/>
        </w:rPr>
      </w:pPr>
      <w:r w:rsidRPr="00F35AF1">
        <w:rPr>
          <w:i/>
        </w:rPr>
        <w:t xml:space="preserve">P-521 </w:t>
      </w:r>
    </w:p>
    <w:p w14:paraId="03485B08" w14:textId="77777777" w:rsidR="002F0E6A" w:rsidRPr="00FF397F" w:rsidRDefault="002F0E6A" w:rsidP="002F0E6A">
      <w:pPr>
        <w:numPr>
          <w:ilvl w:val="0"/>
          <w:numId w:val="142"/>
        </w:numPr>
      </w:pPr>
      <w:r w:rsidRPr="00FF397F">
        <w:rPr>
          <w:i/>
        </w:rPr>
        <w:t>Certificate</w:t>
      </w:r>
      <w:r w:rsidRPr="00FF397F">
        <w:t xml:space="preserve"> </w:t>
      </w:r>
      <w:r>
        <w:rPr>
          <w:i/>
        </w:rPr>
        <w:t xml:space="preserve">Type </w:t>
      </w:r>
      <w:r w:rsidRPr="00FF397F">
        <w:t>value:</w:t>
      </w:r>
    </w:p>
    <w:p w14:paraId="09D9051F" w14:textId="77777777" w:rsidR="002F0E6A" w:rsidRPr="00FF397F" w:rsidRDefault="002F0E6A" w:rsidP="002F0E6A">
      <w:pPr>
        <w:numPr>
          <w:ilvl w:val="0"/>
          <w:numId w:val="143"/>
        </w:numPr>
      </w:pPr>
      <w:r w:rsidRPr="00FF397F">
        <w:t>X.</w:t>
      </w:r>
      <w:r w:rsidRPr="00F35AF1">
        <w:rPr>
          <w:i/>
        </w:rPr>
        <w:t>509</w:t>
      </w:r>
    </w:p>
    <w:p w14:paraId="65A6271E" w14:textId="77777777" w:rsidR="002F0E6A" w:rsidRPr="00FF397F" w:rsidRDefault="002F0E6A" w:rsidP="002F0E6A">
      <w:pPr>
        <w:numPr>
          <w:ilvl w:val="0"/>
          <w:numId w:val="142"/>
        </w:numPr>
      </w:pPr>
      <w:r w:rsidRPr="00FF397F">
        <w:rPr>
          <w:i/>
        </w:rPr>
        <w:t xml:space="preserve">Cryptographic Algorithm </w:t>
      </w:r>
      <w:r w:rsidRPr="00FF397F">
        <w:t>value:</w:t>
      </w:r>
    </w:p>
    <w:p w14:paraId="323784DA" w14:textId="77777777" w:rsidR="002F0E6A" w:rsidRPr="00F35AF1" w:rsidRDefault="002F0E6A" w:rsidP="002F0E6A">
      <w:pPr>
        <w:numPr>
          <w:ilvl w:val="0"/>
          <w:numId w:val="144"/>
        </w:numPr>
        <w:rPr>
          <w:i/>
        </w:rPr>
      </w:pPr>
      <w:r w:rsidRPr="00F35AF1">
        <w:rPr>
          <w:i/>
        </w:rPr>
        <w:t>AES</w:t>
      </w:r>
    </w:p>
    <w:p w14:paraId="16F07D62" w14:textId="77777777" w:rsidR="002F0E6A" w:rsidRPr="00F35AF1" w:rsidRDefault="002F0E6A" w:rsidP="002F0E6A">
      <w:pPr>
        <w:numPr>
          <w:ilvl w:val="0"/>
          <w:numId w:val="144"/>
        </w:numPr>
        <w:rPr>
          <w:i/>
        </w:rPr>
      </w:pPr>
      <w:r w:rsidRPr="00F35AF1">
        <w:rPr>
          <w:i/>
        </w:rPr>
        <w:t>ChaCha20</w:t>
      </w:r>
    </w:p>
    <w:p w14:paraId="2306D871" w14:textId="77777777" w:rsidR="002F0E6A" w:rsidRDefault="002F0E6A" w:rsidP="002F0E6A">
      <w:pPr>
        <w:numPr>
          <w:ilvl w:val="0"/>
          <w:numId w:val="144"/>
        </w:numPr>
        <w:rPr>
          <w:i/>
        </w:rPr>
      </w:pPr>
      <w:r w:rsidRPr="00F35AF1">
        <w:rPr>
          <w:i/>
        </w:rPr>
        <w:t>ChaChar20Poly1305</w:t>
      </w:r>
    </w:p>
    <w:p w14:paraId="58AA3799" w14:textId="77777777" w:rsidR="002F0E6A" w:rsidRPr="00880EF6" w:rsidRDefault="002F0E6A" w:rsidP="002F0E6A">
      <w:pPr>
        <w:numPr>
          <w:ilvl w:val="0"/>
          <w:numId w:val="144"/>
        </w:numPr>
        <w:rPr>
          <w:i/>
        </w:rPr>
      </w:pPr>
      <w:r w:rsidRPr="00880EF6">
        <w:rPr>
          <w:i/>
        </w:rPr>
        <w:t>McEliece-6960119</w:t>
      </w:r>
    </w:p>
    <w:p w14:paraId="1523CC8A" w14:textId="77777777" w:rsidR="002F0E6A" w:rsidRPr="00880EF6" w:rsidRDefault="002F0E6A" w:rsidP="002F0E6A">
      <w:pPr>
        <w:numPr>
          <w:ilvl w:val="0"/>
          <w:numId w:val="144"/>
        </w:numPr>
        <w:rPr>
          <w:i/>
        </w:rPr>
      </w:pPr>
      <w:r w:rsidRPr="00880EF6">
        <w:rPr>
          <w:i/>
        </w:rPr>
        <w:t>McEliece-8192128</w:t>
      </w:r>
    </w:p>
    <w:p w14:paraId="196A8973" w14:textId="77777777" w:rsidR="002F0E6A" w:rsidRPr="00880EF6" w:rsidRDefault="002F0E6A" w:rsidP="002F0E6A">
      <w:pPr>
        <w:numPr>
          <w:ilvl w:val="0"/>
          <w:numId w:val="144"/>
        </w:numPr>
        <w:rPr>
          <w:i/>
        </w:rPr>
      </w:pPr>
      <w:r w:rsidRPr="00880EF6">
        <w:rPr>
          <w:i/>
        </w:rPr>
        <w:t>SPHINCS-256</w:t>
      </w:r>
    </w:p>
    <w:p w14:paraId="2727C6E9" w14:textId="77777777" w:rsidR="002F0E6A" w:rsidRPr="00FF397F" w:rsidRDefault="002F0E6A" w:rsidP="002F0E6A">
      <w:pPr>
        <w:numPr>
          <w:ilvl w:val="0"/>
          <w:numId w:val="142"/>
        </w:numPr>
      </w:pPr>
      <w:r w:rsidRPr="00FF397F">
        <w:rPr>
          <w:i/>
        </w:rPr>
        <w:t>Hashing Alg</w:t>
      </w:r>
      <w:r>
        <w:rPr>
          <w:i/>
        </w:rPr>
        <w:t xml:space="preserve">orithm </w:t>
      </w:r>
      <w:r w:rsidRPr="00FF397F">
        <w:t>value</w:t>
      </w:r>
      <w:r>
        <w:t>:</w:t>
      </w:r>
    </w:p>
    <w:p w14:paraId="3C06B315" w14:textId="77777777" w:rsidR="002F0E6A" w:rsidRPr="00F35AF1" w:rsidRDefault="002F0E6A" w:rsidP="002F0E6A">
      <w:pPr>
        <w:numPr>
          <w:ilvl w:val="0"/>
          <w:numId w:val="145"/>
        </w:numPr>
        <w:rPr>
          <w:i/>
        </w:rPr>
      </w:pPr>
      <w:r w:rsidRPr="00F35AF1">
        <w:rPr>
          <w:i/>
        </w:rPr>
        <w:t>SHA-384</w:t>
      </w:r>
    </w:p>
    <w:p w14:paraId="68110FAF" w14:textId="77777777" w:rsidR="002F0E6A" w:rsidRPr="00F35AF1" w:rsidRDefault="002F0E6A" w:rsidP="002F0E6A">
      <w:pPr>
        <w:numPr>
          <w:ilvl w:val="0"/>
          <w:numId w:val="145"/>
        </w:numPr>
        <w:rPr>
          <w:i/>
        </w:rPr>
      </w:pPr>
      <w:r w:rsidRPr="00F35AF1">
        <w:rPr>
          <w:i/>
        </w:rPr>
        <w:t>SHA-512</w:t>
      </w:r>
    </w:p>
    <w:p w14:paraId="71938B5B" w14:textId="77777777" w:rsidR="002F0E6A" w:rsidRDefault="002F0E6A" w:rsidP="002F0E6A">
      <w:pPr>
        <w:numPr>
          <w:ilvl w:val="0"/>
          <w:numId w:val="145"/>
        </w:numPr>
        <w:rPr>
          <w:i/>
        </w:rPr>
      </w:pPr>
      <w:r w:rsidRPr="000A0978">
        <w:rPr>
          <w:i/>
        </w:rPr>
        <w:t>SHA3-256</w:t>
      </w:r>
    </w:p>
    <w:p w14:paraId="445619A5" w14:textId="77777777" w:rsidR="002F0E6A" w:rsidRDefault="002F0E6A" w:rsidP="002F0E6A">
      <w:pPr>
        <w:numPr>
          <w:ilvl w:val="0"/>
          <w:numId w:val="145"/>
        </w:numPr>
        <w:rPr>
          <w:i/>
        </w:rPr>
      </w:pPr>
      <w:r>
        <w:rPr>
          <w:i/>
        </w:rPr>
        <w:t>SHA3-384</w:t>
      </w:r>
    </w:p>
    <w:p w14:paraId="3622A4E3" w14:textId="77777777" w:rsidR="002F0E6A" w:rsidRPr="000A0978" w:rsidRDefault="002F0E6A" w:rsidP="002F0E6A">
      <w:pPr>
        <w:numPr>
          <w:ilvl w:val="0"/>
          <w:numId w:val="145"/>
        </w:numPr>
        <w:rPr>
          <w:i/>
        </w:rPr>
      </w:pPr>
      <w:r>
        <w:rPr>
          <w:i/>
        </w:rPr>
        <w:t>SHA3-512</w:t>
      </w:r>
    </w:p>
    <w:p w14:paraId="6A1C590D" w14:textId="77777777" w:rsidR="002F0E6A" w:rsidRPr="00FF397F" w:rsidRDefault="002F0E6A" w:rsidP="002F0E6A">
      <w:pPr>
        <w:numPr>
          <w:ilvl w:val="0"/>
          <w:numId w:val="142"/>
        </w:numPr>
      </w:pPr>
      <w:r w:rsidRPr="000A0978">
        <w:rPr>
          <w:i/>
        </w:rPr>
        <w:t xml:space="preserve">Object Type </w:t>
      </w:r>
      <w:r w:rsidRPr="00FF397F">
        <w:t>value:</w:t>
      </w:r>
    </w:p>
    <w:p w14:paraId="5C913797" w14:textId="77777777" w:rsidR="002F0E6A" w:rsidRPr="00F35AF1" w:rsidRDefault="002F0E6A" w:rsidP="002F0E6A">
      <w:pPr>
        <w:numPr>
          <w:ilvl w:val="0"/>
          <w:numId w:val="146"/>
        </w:numPr>
        <w:rPr>
          <w:i/>
        </w:rPr>
      </w:pPr>
      <w:r w:rsidRPr="00F35AF1">
        <w:rPr>
          <w:i/>
        </w:rPr>
        <w:t>Certificate</w:t>
      </w:r>
    </w:p>
    <w:p w14:paraId="4A0E7CF6" w14:textId="77777777" w:rsidR="002F0E6A" w:rsidRPr="00F35AF1" w:rsidRDefault="002F0E6A" w:rsidP="002F0E6A">
      <w:pPr>
        <w:numPr>
          <w:ilvl w:val="0"/>
          <w:numId w:val="146"/>
        </w:numPr>
        <w:rPr>
          <w:i/>
        </w:rPr>
      </w:pPr>
      <w:r w:rsidRPr="00F35AF1">
        <w:rPr>
          <w:i/>
        </w:rPr>
        <w:t>Private Key</w:t>
      </w:r>
    </w:p>
    <w:p w14:paraId="28DCD2CB" w14:textId="77777777" w:rsidR="002F0E6A" w:rsidRPr="00F35AF1" w:rsidRDefault="002F0E6A" w:rsidP="002F0E6A">
      <w:pPr>
        <w:numPr>
          <w:ilvl w:val="0"/>
          <w:numId w:val="146"/>
        </w:numPr>
        <w:rPr>
          <w:i/>
        </w:rPr>
      </w:pPr>
      <w:r w:rsidRPr="00F35AF1">
        <w:rPr>
          <w:i/>
        </w:rPr>
        <w:t>Public Key</w:t>
      </w:r>
    </w:p>
    <w:p w14:paraId="3A8F7F07" w14:textId="77777777" w:rsidR="002F0E6A" w:rsidRPr="00F35AF1" w:rsidRDefault="002F0E6A" w:rsidP="002F0E6A">
      <w:pPr>
        <w:numPr>
          <w:ilvl w:val="0"/>
          <w:numId w:val="146"/>
        </w:numPr>
        <w:rPr>
          <w:i/>
        </w:rPr>
      </w:pPr>
      <w:r w:rsidRPr="00F35AF1">
        <w:rPr>
          <w:i/>
        </w:rPr>
        <w:t>Symmetric Key</w:t>
      </w:r>
    </w:p>
    <w:p w14:paraId="2E08FBBF" w14:textId="77777777" w:rsidR="002F0E6A" w:rsidRPr="00FF397F" w:rsidRDefault="002F0E6A" w:rsidP="002F0E6A">
      <w:pPr>
        <w:numPr>
          <w:ilvl w:val="0"/>
          <w:numId w:val="142"/>
        </w:numPr>
      </w:pPr>
      <w:r w:rsidRPr="00FF397F">
        <w:rPr>
          <w:i/>
        </w:rPr>
        <w:t xml:space="preserve">Key Format Type </w:t>
      </w:r>
      <w:r w:rsidRPr="00FF397F">
        <w:t>value:</w:t>
      </w:r>
    </w:p>
    <w:p w14:paraId="29AE9DD0" w14:textId="77777777" w:rsidR="002F0E6A" w:rsidRPr="00F35AF1" w:rsidRDefault="002F0E6A" w:rsidP="002F0E6A">
      <w:pPr>
        <w:numPr>
          <w:ilvl w:val="0"/>
          <w:numId w:val="147"/>
        </w:numPr>
        <w:rPr>
          <w:i/>
        </w:rPr>
      </w:pPr>
      <w:r w:rsidRPr="00F35AF1">
        <w:rPr>
          <w:i/>
        </w:rPr>
        <w:t>Raw</w:t>
      </w:r>
    </w:p>
    <w:p w14:paraId="2AE8FCB8" w14:textId="77777777" w:rsidR="002F0E6A" w:rsidRPr="00F35AF1" w:rsidRDefault="002F0E6A" w:rsidP="002F0E6A">
      <w:pPr>
        <w:numPr>
          <w:ilvl w:val="0"/>
          <w:numId w:val="147"/>
        </w:numPr>
        <w:rPr>
          <w:i/>
        </w:rPr>
      </w:pPr>
      <w:r w:rsidRPr="00F35AF1">
        <w:rPr>
          <w:i/>
        </w:rPr>
        <w:t>X.509</w:t>
      </w:r>
    </w:p>
    <w:p w14:paraId="4733F59C" w14:textId="77777777" w:rsidR="002F0E6A" w:rsidRPr="00FF397F" w:rsidRDefault="002F0E6A" w:rsidP="002F0E6A">
      <w:pPr>
        <w:numPr>
          <w:ilvl w:val="0"/>
          <w:numId w:val="142"/>
        </w:numPr>
        <w:rPr>
          <w:i/>
        </w:rPr>
      </w:pPr>
      <w:r w:rsidRPr="00FF397F">
        <w:rPr>
          <w:i/>
        </w:rPr>
        <w:t xml:space="preserve">Digital Signature Algorithm </w:t>
      </w:r>
      <w:r w:rsidRPr="00FF397F">
        <w:t>value:</w:t>
      </w:r>
    </w:p>
    <w:p w14:paraId="2F62488D" w14:textId="77777777" w:rsidR="002F0E6A" w:rsidRPr="00F35AF1" w:rsidRDefault="002F0E6A" w:rsidP="002F0E6A">
      <w:pPr>
        <w:numPr>
          <w:ilvl w:val="0"/>
          <w:numId w:val="148"/>
        </w:numPr>
        <w:rPr>
          <w:i/>
        </w:rPr>
      </w:pPr>
      <w:r w:rsidRPr="00F35AF1">
        <w:rPr>
          <w:i/>
        </w:rPr>
        <w:t>ECDSA with SHA384 (on P-384)</w:t>
      </w:r>
    </w:p>
    <w:p w14:paraId="68860BC2" w14:textId="77777777" w:rsidR="002F0E6A" w:rsidRPr="00880EF6" w:rsidRDefault="002F0E6A" w:rsidP="002F0E6A">
      <w:pPr>
        <w:numPr>
          <w:ilvl w:val="0"/>
          <w:numId w:val="148"/>
        </w:numPr>
        <w:rPr>
          <w:i/>
        </w:rPr>
      </w:pPr>
      <w:r w:rsidRPr="00880EF6">
        <w:rPr>
          <w:rFonts w:cs="Arial"/>
          <w:i/>
          <w:color w:val="222222"/>
          <w:sz w:val="19"/>
          <w:szCs w:val="19"/>
          <w:shd w:val="clear" w:color="auto" w:fill="FFFFFF"/>
        </w:rPr>
        <w:t>Ed</w:t>
      </w:r>
      <w:proofErr w:type="gramStart"/>
      <w:r w:rsidRPr="00880EF6">
        <w:rPr>
          <w:rFonts w:cs="Arial"/>
          <w:i/>
          <w:color w:val="222222"/>
          <w:sz w:val="19"/>
          <w:szCs w:val="19"/>
          <w:shd w:val="clear" w:color="auto" w:fill="FFFFFF"/>
        </w:rPr>
        <w:t>25519</w:t>
      </w:r>
      <w:r>
        <w:rPr>
          <w:rStyle w:val="apple-converted-space"/>
          <w:color w:val="222222"/>
          <w:sz w:val="19"/>
          <w:szCs w:val="19"/>
          <w:shd w:val="clear" w:color="auto" w:fill="FFFFFF"/>
        </w:rPr>
        <w:t xml:space="preserve"> </w:t>
      </w:r>
      <w:r w:rsidRPr="00880EF6">
        <w:rPr>
          <w:rStyle w:val="apple-converted-space"/>
          <w:color w:val="222222"/>
          <w:sz w:val="19"/>
          <w:szCs w:val="19"/>
          <w:shd w:val="clear" w:color="auto" w:fill="FFFFFF"/>
        </w:rPr>
        <w:t xml:space="preserve"> with</w:t>
      </w:r>
      <w:proofErr w:type="gramEnd"/>
      <w:r w:rsidRPr="00880EF6">
        <w:rPr>
          <w:rStyle w:val="apple-converted-space"/>
          <w:color w:val="222222"/>
          <w:sz w:val="19"/>
          <w:szCs w:val="19"/>
          <w:shd w:val="clear" w:color="auto" w:fill="FFFFFF"/>
        </w:rPr>
        <w:t xml:space="preserve"> </w:t>
      </w:r>
      <w:r w:rsidRPr="00880EF6">
        <w:rPr>
          <w:rFonts w:cs="Arial"/>
          <w:i/>
          <w:color w:val="222222"/>
          <w:sz w:val="19"/>
          <w:szCs w:val="19"/>
          <w:shd w:val="clear" w:color="auto" w:fill="FFFFFF"/>
        </w:rPr>
        <w:t>Ed25519</w:t>
      </w:r>
      <w:r>
        <w:rPr>
          <w:rStyle w:val="apple-converted-space"/>
          <w:color w:val="222222"/>
          <w:sz w:val="19"/>
          <w:szCs w:val="19"/>
          <w:shd w:val="clear" w:color="auto" w:fill="FFFFFF"/>
        </w:rPr>
        <w:t xml:space="preserve"> </w:t>
      </w:r>
    </w:p>
    <w:p w14:paraId="797DF6B4" w14:textId="402981DE" w:rsidR="002F0E6A" w:rsidRDefault="002F0E6A" w:rsidP="002F0E6A">
      <w:pPr>
        <w:numPr>
          <w:ilvl w:val="0"/>
          <w:numId w:val="153"/>
        </w:numPr>
      </w:pPr>
      <w:r>
        <w:t xml:space="preserve">MAY support any clause within [KMIP-SPEC] provided it does not conflict with any other clause within this section </w:t>
      </w:r>
      <w:r>
        <w:fldChar w:fldCharType="begin"/>
      </w:r>
      <w:r>
        <w:instrText xml:space="preserve"> REF _Ref390263529 \r \h </w:instrText>
      </w:r>
      <w:r>
        <w:fldChar w:fldCharType="separate"/>
      </w:r>
      <w:r w:rsidR="00DA37E6">
        <w:t>5.14</w:t>
      </w:r>
      <w:r>
        <w:fldChar w:fldCharType="end"/>
      </w:r>
      <w:r>
        <w:t>.</w:t>
      </w:r>
    </w:p>
    <w:p w14:paraId="706E4070" w14:textId="77777777" w:rsidR="002F0E6A" w:rsidRDefault="002F0E6A" w:rsidP="002F0E6A">
      <w:pPr>
        <w:numPr>
          <w:ilvl w:val="0"/>
          <w:numId w:val="153"/>
        </w:numPr>
      </w:pPr>
      <w:r>
        <w:t>MAY support extensions outside the scope of this standard (e.g., vendor extensions, conformance clauses) that do not conflict with any KMIP requirements.</w:t>
      </w:r>
    </w:p>
    <w:p w14:paraId="50AAFC00" w14:textId="77777777" w:rsidR="002F0E6A" w:rsidRDefault="002F0E6A" w:rsidP="002F0E6A"/>
    <w:p w14:paraId="4A927AD2" w14:textId="77777777" w:rsidR="002F0E6A" w:rsidRDefault="002F0E6A" w:rsidP="002F0E6A">
      <w:pPr>
        <w:pStyle w:val="Heading3"/>
        <w:numPr>
          <w:ilvl w:val="1"/>
          <w:numId w:val="2"/>
        </w:numPr>
      </w:pPr>
      <w:bookmarkStart w:id="2460" w:name="_Toc364100914"/>
      <w:bookmarkStart w:id="2461" w:name="_Ref390263365"/>
      <w:bookmarkStart w:id="2462" w:name="_Toc390280112"/>
      <w:bookmarkStart w:id="2463" w:name="_Ref458670311"/>
      <w:bookmarkStart w:id="2464" w:name="_Toc482109249"/>
      <w:bookmarkStart w:id="2465" w:name="_Ref527058144"/>
      <w:bookmarkStart w:id="2466" w:name="_Ref527058161"/>
      <w:bookmarkStart w:id="2467" w:name="_Toc533021513"/>
      <w:bookmarkStart w:id="2468" w:name="_Toc535231756"/>
      <w:bookmarkStart w:id="2469" w:name="_Toc32324566"/>
      <w:bookmarkStart w:id="2470" w:name="_Toc14773379"/>
      <w:bookmarkStart w:id="2471" w:name="_Toc27473430"/>
      <w:bookmarkStart w:id="2472" w:name="_Toc176876277"/>
      <w:r>
        <w:t>Mandatory Quantum Safe Test Cases</w:t>
      </w:r>
      <w:bookmarkEnd w:id="2460"/>
      <w:r>
        <w:t xml:space="preserve"> KMIP</w:t>
      </w:r>
      <w:bookmarkEnd w:id="2461"/>
      <w:bookmarkEnd w:id="2462"/>
      <w:bookmarkEnd w:id="2463"/>
      <w:bookmarkEnd w:id="2464"/>
      <w:bookmarkEnd w:id="2465"/>
      <w:bookmarkEnd w:id="2466"/>
      <w:bookmarkEnd w:id="2467"/>
      <w:bookmarkEnd w:id="2468"/>
      <w:r w:rsidR="00697364">
        <w:t xml:space="preserve"> </w:t>
      </w:r>
      <w:bookmarkEnd w:id="2469"/>
      <w:r w:rsidR="00697364">
        <w:t>v3.0</w:t>
      </w:r>
      <w:bookmarkEnd w:id="2470"/>
      <w:bookmarkEnd w:id="2471"/>
      <w:bookmarkEnd w:id="2472"/>
    </w:p>
    <w:p w14:paraId="707E9690" w14:textId="77777777" w:rsidR="002F0E6A" w:rsidRDefault="002F0E6A" w:rsidP="002F0E6A">
      <w:r>
        <w:t>This section documents the test cases that a client or server conformant to this profile SHALL support.</w:t>
      </w:r>
    </w:p>
    <w:p w14:paraId="43630F11" w14:textId="77777777" w:rsidR="002F0E6A" w:rsidRDefault="002F0E6A" w:rsidP="002F0E6A">
      <w:pPr>
        <w:pStyle w:val="Heading4"/>
        <w:numPr>
          <w:ilvl w:val="2"/>
          <w:numId w:val="2"/>
        </w:numPr>
      </w:pPr>
      <w:bookmarkStart w:id="2473" w:name="_Toc390280113"/>
      <w:bookmarkStart w:id="2474" w:name="_Ref458670302"/>
      <w:bookmarkStart w:id="2475" w:name="_Toc482109250"/>
      <w:bookmarkStart w:id="2476" w:name="_Toc533021514"/>
      <w:bookmarkStart w:id="2477" w:name="_Toc535231757"/>
      <w:bookmarkStart w:id="2478" w:name="_Toc14773380"/>
      <w:bookmarkStart w:id="2479" w:name="_Toc27473431"/>
      <w:bookmarkStart w:id="2480" w:name="_Toc32324567"/>
      <w:bookmarkStart w:id="2481" w:name="_Toc176876278"/>
      <w:r>
        <w:t>QS-M-1-12 - Query</w:t>
      </w:r>
      <w:bookmarkEnd w:id="2473"/>
      <w:bookmarkEnd w:id="2474"/>
      <w:bookmarkEnd w:id="2475"/>
      <w:bookmarkEnd w:id="2476"/>
      <w:bookmarkEnd w:id="2477"/>
      <w:bookmarkEnd w:id="2478"/>
      <w:bookmarkEnd w:id="2479"/>
      <w:bookmarkEnd w:id="2480"/>
      <w:bookmarkEnd w:id="2481"/>
    </w:p>
    <w:p w14:paraId="4A45E9A6" w14:textId="77777777" w:rsidR="002F0E6A" w:rsidRDefault="002F0E6A" w:rsidP="002F0E6A">
      <w:r>
        <w:t>Perform a Query operation, querying the Operations and Objects supported by the server, and get a successful response.</w:t>
      </w:r>
    </w:p>
    <w:p w14:paraId="77216369" w14:textId="77777777" w:rsidR="002F0E6A" w:rsidRDefault="002F0E6A" w:rsidP="002F0E6A">
      <w:r>
        <w:t>The specific list of operations noted in the test case are the minimum list of operations – additional operations MAY be supported.</w:t>
      </w:r>
    </w:p>
    <w:p w14:paraId="56EFB8BE" w14:textId="77777777" w:rsidR="002F0E6A" w:rsidRDefault="002F0E6A" w:rsidP="002F0E6A">
      <w:pPr>
        <w:rPr>
          <w:rFonts w:ascii="Courier New" w:hAnsi="Courier New" w:cs="Courier New"/>
          <w:szCs w:val="20"/>
        </w:rPr>
      </w:pPr>
      <w:r>
        <w:t xml:space="preserve">The TLS protocol version and cipher suite SHALL be </w:t>
      </w:r>
      <w:r w:rsidRPr="00F230C6">
        <w:rPr>
          <w:rFonts w:ascii="Arial" w:hAnsi="Arial" w:cs="Arial"/>
          <w:szCs w:val="20"/>
        </w:rPr>
        <w:t>TLS v1.3 [RFC8446].</w:t>
      </w:r>
    </w:p>
    <w:p w14:paraId="458F25C4" w14:textId="77777777" w:rsidR="002F0E6A" w:rsidRDefault="002F0E6A" w:rsidP="002F0E6A">
      <w:r w:rsidRPr="005966C4">
        <w:t xml:space="preserve">See </w:t>
      </w:r>
      <w:hyperlink r:id="rId160" w:history="1">
        <w:r>
          <w:rPr>
            <w:rStyle w:val="Hyperlink"/>
          </w:rPr>
          <w:t>test-cases/kmip</w:t>
        </w:r>
        <w:r w:rsidR="00697364">
          <w:rPr>
            <w:rStyle w:val="Hyperlink"/>
          </w:rPr>
          <w:t>-v3.0</w:t>
        </w:r>
        <w:r>
          <w:rPr>
            <w:rStyle w:val="Hyperlink"/>
          </w:rPr>
          <w:t>/mandatory/QS-M-1-30.xml</w:t>
        </w:r>
      </w:hyperlink>
      <w:r>
        <w:t>.</w:t>
      </w:r>
    </w:p>
    <w:p w14:paraId="1FA8BAC1" w14:textId="77777777" w:rsidR="002F0E6A" w:rsidRDefault="002F0E6A" w:rsidP="002F0E6A">
      <w:pPr>
        <w:pStyle w:val="Heading4"/>
        <w:numPr>
          <w:ilvl w:val="2"/>
          <w:numId w:val="2"/>
        </w:numPr>
      </w:pPr>
      <w:bookmarkStart w:id="2482" w:name="_Toc390278859"/>
      <w:bookmarkStart w:id="2483" w:name="_Toc390280114"/>
      <w:bookmarkStart w:id="2484" w:name="_Toc390278861"/>
      <w:bookmarkStart w:id="2485" w:name="_Toc390280116"/>
      <w:bookmarkStart w:id="2486" w:name="_Toc390278864"/>
      <w:bookmarkStart w:id="2487" w:name="_Toc390280119"/>
      <w:bookmarkStart w:id="2488" w:name="_Toc390278866"/>
      <w:bookmarkStart w:id="2489" w:name="_Toc390280121"/>
      <w:bookmarkStart w:id="2490" w:name="_Toc390278869"/>
      <w:bookmarkStart w:id="2491" w:name="_Toc390280124"/>
      <w:bookmarkStart w:id="2492" w:name="_Toc390278871"/>
      <w:bookmarkStart w:id="2493" w:name="_Toc390280126"/>
      <w:bookmarkStart w:id="2494" w:name="_Toc390278872"/>
      <w:bookmarkStart w:id="2495" w:name="_Toc390280127"/>
      <w:bookmarkStart w:id="2496" w:name="_Toc390278873"/>
      <w:bookmarkStart w:id="2497" w:name="_Toc390280128"/>
      <w:bookmarkStart w:id="2498" w:name="_Toc482109251"/>
      <w:bookmarkStart w:id="2499" w:name="_Toc533021515"/>
      <w:bookmarkStart w:id="2500" w:name="_Toc535231758"/>
      <w:bookmarkStart w:id="2501" w:name="_Toc14773381"/>
      <w:bookmarkStart w:id="2502" w:name="_Toc27473432"/>
      <w:bookmarkStart w:id="2503" w:name="_Toc32324568"/>
      <w:bookmarkStart w:id="2504" w:name="_Toc176876279"/>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r>
        <w:t>QS-M-2-21 - Create</w:t>
      </w:r>
      <w:bookmarkEnd w:id="2498"/>
      <w:bookmarkEnd w:id="2499"/>
      <w:bookmarkEnd w:id="2500"/>
      <w:bookmarkEnd w:id="2501"/>
      <w:bookmarkEnd w:id="2502"/>
      <w:bookmarkEnd w:id="2503"/>
      <w:bookmarkEnd w:id="2504"/>
    </w:p>
    <w:p w14:paraId="27113CD5" w14:textId="77777777" w:rsidR="002F0E6A" w:rsidRDefault="002F0E6A" w:rsidP="002F0E6A">
      <w:r>
        <w:t>Perform a Create operation, stating the period the key must be able to offer protection (Protection Period) and the relative sensitivity of the information (Protection Type).</w:t>
      </w:r>
    </w:p>
    <w:p w14:paraId="5B576C21" w14:textId="77777777" w:rsidR="002F0E6A" w:rsidRDefault="002F0E6A" w:rsidP="002F0E6A">
      <w:pPr>
        <w:rPr>
          <w:rFonts w:ascii="Courier New" w:hAnsi="Courier New" w:cs="Courier New"/>
          <w:szCs w:val="20"/>
        </w:rPr>
      </w:pPr>
      <w:r>
        <w:t xml:space="preserve">The TLS protocol version and cipher suite SHALL be </w:t>
      </w:r>
      <w:r w:rsidRPr="00F230C6">
        <w:rPr>
          <w:rFonts w:ascii="Arial" w:hAnsi="Arial" w:cs="Arial"/>
          <w:szCs w:val="20"/>
        </w:rPr>
        <w:t>TLS v1.3 [RFC8446].</w:t>
      </w:r>
    </w:p>
    <w:p w14:paraId="43DC0308" w14:textId="77777777" w:rsidR="002F0E6A" w:rsidRDefault="002F0E6A" w:rsidP="002F0E6A">
      <w:r w:rsidRPr="005966C4">
        <w:t xml:space="preserve">See </w:t>
      </w:r>
      <w:hyperlink r:id="rId161" w:history="1">
        <w:r>
          <w:rPr>
            <w:rStyle w:val="Hyperlink"/>
          </w:rPr>
          <w:t>test-cases/kmip</w:t>
        </w:r>
        <w:r w:rsidR="00697364">
          <w:rPr>
            <w:rStyle w:val="Hyperlink"/>
          </w:rPr>
          <w:t>-v3.0</w:t>
        </w:r>
        <w:r>
          <w:rPr>
            <w:rStyle w:val="Hyperlink"/>
          </w:rPr>
          <w:t>/mandatory/QS-M-2-30.xml</w:t>
        </w:r>
      </w:hyperlink>
      <w:r>
        <w:t>.</w:t>
      </w:r>
    </w:p>
    <w:p w14:paraId="6A6D29F6" w14:textId="77777777" w:rsidR="002F0E6A" w:rsidRPr="00254590" w:rsidRDefault="002F0E6A" w:rsidP="002F0E6A">
      <w:pPr>
        <w:pStyle w:val="Heading2"/>
        <w:numPr>
          <w:ilvl w:val="1"/>
          <w:numId w:val="2"/>
        </w:numPr>
      </w:pPr>
      <w:bookmarkStart w:id="2505" w:name="_Toc535231759"/>
      <w:bookmarkStart w:id="2506" w:name="_Toc14773382"/>
      <w:bookmarkStart w:id="2507" w:name="_Toc27473433"/>
      <w:bookmarkStart w:id="2508" w:name="_Toc32324569"/>
      <w:bookmarkStart w:id="2509" w:name="_Toc176876280"/>
      <w:r>
        <w:t>PKCS#11 Profiles</w:t>
      </w:r>
      <w:bookmarkEnd w:id="2505"/>
      <w:bookmarkEnd w:id="2506"/>
      <w:bookmarkEnd w:id="2507"/>
      <w:bookmarkEnd w:id="2508"/>
      <w:bookmarkEnd w:id="2509"/>
    </w:p>
    <w:p w14:paraId="78EFBD52" w14:textId="77777777" w:rsidR="002F0E6A" w:rsidRPr="00880EF6" w:rsidRDefault="002F0E6A" w:rsidP="002F0E6A">
      <w:pPr>
        <w:spacing w:after="240"/>
      </w:pPr>
      <w:r w:rsidRPr="00880EF6">
        <w:t>The PKCS profile specifies the use of KMIP to encapsulate PKCS#11 calls.</w:t>
      </w:r>
    </w:p>
    <w:p w14:paraId="203EF5C4" w14:textId="77777777" w:rsidR="002F0E6A" w:rsidRPr="0043796B" w:rsidRDefault="002F0E6A" w:rsidP="002F0E6A">
      <w:pPr>
        <w:pStyle w:val="Heading3"/>
        <w:numPr>
          <w:ilvl w:val="2"/>
          <w:numId w:val="2"/>
        </w:numPr>
      </w:pPr>
      <w:bookmarkStart w:id="2510" w:name="_Ref533007174"/>
      <w:bookmarkStart w:id="2511" w:name="_Ref533007195"/>
      <w:bookmarkStart w:id="2512" w:name="_Toc533021517"/>
      <w:bookmarkStart w:id="2513" w:name="_Toc535231760"/>
      <w:bookmarkStart w:id="2514" w:name="_Toc14773383"/>
      <w:bookmarkStart w:id="2515" w:name="_Toc27473434"/>
      <w:bookmarkStart w:id="2516" w:name="_Toc32324570"/>
      <w:bookmarkStart w:id="2517" w:name="_Toc176876281"/>
      <w:r w:rsidRPr="00880EF6">
        <w:t>PKCS#11 Encoding</w:t>
      </w:r>
      <w:bookmarkEnd w:id="2510"/>
      <w:bookmarkEnd w:id="2511"/>
      <w:bookmarkEnd w:id="2512"/>
      <w:bookmarkEnd w:id="2513"/>
      <w:bookmarkEnd w:id="2514"/>
      <w:bookmarkEnd w:id="2515"/>
      <w:bookmarkEnd w:id="2516"/>
      <w:bookmarkEnd w:id="2517"/>
    </w:p>
    <w:p w14:paraId="2A672729" w14:textId="77777777" w:rsidR="002F0E6A" w:rsidRPr="00880EF6" w:rsidRDefault="002F0E6A" w:rsidP="002F0E6A">
      <w:pPr>
        <w:spacing w:after="240"/>
      </w:pPr>
      <w:r w:rsidRPr="00880EF6">
        <w:t>PKCS#11 function calls are mapped into a KMIP PKCS#11 operation.  The parameters are a direct representation of the parameters of the PKCS#11 functions, attributes and other structures defined in [PKCS#11]</w:t>
      </w:r>
      <w:r>
        <w:t>.</w:t>
      </w:r>
    </w:p>
    <w:p w14:paraId="52562A42" w14:textId="77777777" w:rsidR="002F0E6A" w:rsidRPr="00880EF6" w:rsidRDefault="002F0E6A" w:rsidP="002F0E6A">
      <w:pPr>
        <w:spacing w:after="240"/>
      </w:pPr>
      <w:r w:rsidRPr="00880EF6">
        <w:t>The function return values are provided directly in the PKCS#11 Return Code field in the Response Payload.   Output Parameters may be omitted in the case of an error status.</w:t>
      </w:r>
    </w:p>
    <w:p w14:paraId="4EA00210" w14:textId="77777777" w:rsidR="002F0E6A" w:rsidRPr="00880EF6" w:rsidRDefault="002F0E6A" w:rsidP="002F0E6A">
      <w:pPr>
        <w:spacing w:after="240"/>
      </w:pPr>
      <w:r w:rsidRPr="00880EF6">
        <w:t>For scalar types, CK_BYTE is represented as a single byte, while CK_ULONG and CK_LONG values are transmitted as 8 bytes, network byte order (big-endian).  Other PKCS#11 types are built upon those base types as defined in [PKCS#11].  For example, a CK_DATE is a four-byte year followed by a two-byte month and a two-byte day, each byte representing an ASCII character.  Strings are either space padded, or null terminated as defined in [PKCS#11].</w:t>
      </w:r>
    </w:p>
    <w:p w14:paraId="6B7C02B7" w14:textId="77777777" w:rsidR="002F0E6A" w:rsidRPr="00880EF6" w:rsidRDefault="002F0E6A" w:rsidP="002F0E6A">
      <w:pPr>
        <w:spacing w:after="240"/>
      </w:pPr>
      <w:r w:rsidRPr="00880EF6">
        <w:t>If a parameter or element of a structure represents a pointer to a structure, then the elements of that structure are inserted in line, with its input or output elements listed recursively.  If a parameter represents a fixed length array, then the elements appear in order.  If the length is variable, then the count of the number of elements is provided immediately before the array and removed from its original position in the parameter list or structure.  CK_ULONGs that represent a count or length are represented as 4 bytes big-endian values.</w:t>
      </w:r>
    </w:p>
    <w:p w14:paraId="0F811DB2" w14:textId="77777777" w:rsidR="002F0E6A" w:rsidRPr="00880EF6" w:rsidRDefault="002F0E6A" w:rsidP="002F0E6A">
      <w:pPr>
        <w:spacing w:after="240"/>
      </w:pPr>
      <w:r w:rsidRPr="00880EF6">
        <w:t>PKCS#11 functions that handle variable length data structures use a pattern in which the caller first calls with null pointers and the library then fills in the required length.  This enables the caller to allocate sufficient memory for the result and call the function a second time with non-null pointers.  An additional byte is inserted before such parameters in requests to indicate whether the values are required, or just the lengths.</w:t>
      </w:r>
    </w:p>
    <w:p w14:paraId="675CE8D7" w14:textId="77777777" w:rsidR="002F0E6A" w:rsidRPr="00880EF6" w:rsidRDefault="002F0E6A" w:rsidP="002F0E6A">
      <w:pPr>
        <w:spacing w:after="240"/>
      </w:pPr>
      <w:r w:rsidRPr="00880EF6">
        <w:t xml:space="preserve">Templates are represented by a 4-byte big-endian count of attributes followed by the attributes themselves. They may be encoded with or without the values for </w:t>
      </w:r>
      <w:proofErr w:type="spellStart"/>
      <w:r w:rsidRPr="00880EF6">
        <w:t>C_GetAttributeValue</w:t>
      </w:r>
      <w:proofErr w:type="spellEnd"/>
      <w:r w:rsidRPr="00880EF6">
        <w:t xml:space="preserve"> which reflects whether it has been called with null pointers or has maximum lengths already determined.</w:t>
      </w:r>
    </w:p>
    <w:p w14:paraId="725D5C44" w14:textId="77777777" w:rsidR="002F0E6A" w:rsidRPr="00880EF6" w:rsidRDefault="002F0E6A" w:rsidP="002F0E6A">
      <w:pPr>
        <w:spacing w:after="240"/>
      </w:pPr>
      <w:r w:rsidRPr="00880EF6">
        <w:t xml:space="preserve">For each attribute a one-byte </w:t>
      </w:r>
      <w:r>
        <w:t xml:space="preserve">value indicator </w:t>
      </w:r>
      <w:r w:rsidRPr="00880EF6">
        <w:t xml:space="preserve">flag </w:t>
      </w:r>
      <w:r>
        <w:t xml:space="preserve">that </w:t>
      </w:r>
      <w:r w:rsidRPr="00880EF6">
        <w:t xml:space="preserve">indicates whether </w:t>
      </w:r>
      <w:r>
        <w:t xml:space="preserve">a value was defined via the </w:t>
      </w:r>
      <w:proofErr w:type="spellStart"/>
      <w:r>
        <w:t>pValue</w:t>
      </w:r>
      <w:proofErr w:type="spellEnd"/>
      <w:r>
        <w:t xml:space="preserve"> field of the </w:t>
      </w:r>
      <w:r w:rsidRPr="00880EF6">
        <w:t>attribute.</w:t>
      </w:r>
      <w:r>
        <w:t xml:space="preserve"> </w:t>
      </w:r>
      <w:r w:rsidRPr="00880EF6">
        <w:t xml:space="preserve">This is followed by a second one-byte </w:t>
      </w:r>
      <w:r>
        <w:t xml:space="preserve">count indicator </w:t>
      </w:r>
      <w:r w:rsidRPr="00880EF6">
        <w:t xml:space="preserve">flag </w:t>
      </w:r>
      <w:r>
        <w:t>that</w:t>
      </w:r>
      <w:r w:rsidRPr="00880EF6">
        <w:t xml:space="preserve"> </w:t>
      </w:r>
      <w:r>
        <w:t xml:space="preserve">indicates if a multiple of the count of values was defined via the </w:t>
      </w:r>
      <w:proofErr w:type="spellStart"/>
      <w:r>
        <w:t>ulValueLen</w:t>
      </w:r>
      <w:proofErr w:type="spellEnd"/>
      <w:r>
        <w:t xml:space="preserve"> field of the attribute. If the count indicator is set to false (0), then the value indicator SHALL be set to false (0) also. In the case of a </w:t>
      </w:r>
      <w:proofErr w:type="spellStart"/>
      <w:r>
        <w:t>C_GetAttributeValue</w:t>
      </w:r>
      <w:proofErr w:type="spellEnd"/>
      <w:r>
        <w:t xml:space="preserve"> input request, the value indicator SHALL be set to false (0) unless the value is an array attribute other than CKA_ALLOWED_MECHANISMS.</w:t>
      </w:r>
    </w:p>
    <w:p w14:paraId="02A98695" w14:textId="77777777" w:rsidR="002F0E6A" w:rsidRPr="00880EF6" w:rsidRDefault="002F0E6A" w:rsidP="002F0E6A">
      <w:pPr>
        <w:spacing w:after="240"/>
      </w:pPr>
      <w:r w:rsidRPr="00880EF6">
        <w:t xml:space="preserve">Fixed length attributes </w:t>
      </w:r>
      <w:r>
        <w:t xml:space="preserve">(attributes of type CK_ULONG, CK_BYTE, CK_BOOL, CK_CHAR and fixed length arrays of those types) </w:t>
      </w:r>
      <w:r w:rsidRPr="00880EF6">
        <w:t>are provided in line</w:t>
      </w:r>
      <w:r>
        <w:t>, with an implicit count of the number of elements which is not present in the encoding</w:t>
      </w:r>
      <w:r w:rsidRPr="00880EF6">
        <w:t>. Byte strings are also provided in line but preceded by a 4-byte big-endian count of the number of bytes.</w:t>
      </w:r>
      <w:r>
        <w:t xml:space="preserve"> CKA_ALLOWED_MECHANISMS</w:t>
      </w:r>
      <w:r w:rsidRPr="00880EF6">
        <w:t xml:space="preserve"> attribute values are preceded by a count of the number of elements followed by the values themselves</w:t>
      </w:r>
      <w:r>
        <w:t>; all other array attributes</w:t>
      </w:r>
      <w:r w:rsidRPr="00880EF6">
        <w:t xml:space="preserve"> are stored </w:t>
      </w:r>
      <w:r>
        <w:t xml:space="preserve">recursively </w:t>
      </w:r>
      <w:r w:rsidRPr="00880EF6">
        <w:t xml:space="preserve">in the same manner </w:t>
      </w:r>
      <w:r>
        <w:t>as</w:t>
      </w:r>
      <w:r w:rsidRPr="00880EF6">
        <w:t xml:space="preserve"> the </w:t>
      </w:r>
      <w:r>
        <w:t>encapsulating</w:t>
      </w:r>
      <w:r w:rsidRPr="00880EF6">
        <w:t xml:space="preserve"> template.</w:t>
      </w:r>
    </w:p>
    <w:p w14:paraId="3C9CA891" w14:textId="77777777" w:rsidR="002F0E6A" w:rsidRPr="00880EF6" w:rsidRDefault="002F0E6A" w:rsidP="002F0E6A">
      <w:pPr>
        <w:spacing w:after="240"/>
      </w:pPr>
      <w:r w:rsidRPr="00880EF6">
        <w:t>Mechanisms are encoded by an 8-byte big-endian mechanism number followed by a one-byte flag that indicates whether the parameter field follows.</w:t>
      </w:r>
      <w:r>
        <w:t xml:space="preserve"> </w:t>
      </w:r>
      <w:r w:rsidRPr="00880EF6">
        <w:t>If the flag is set (to 1), it is followed by a 4-byte big-endian field that stores the length in bytes of any mechanism parameter followed by the parameter itself.</w:t>
      </w:r>
      <w:r>
        <w:t xml:space="preserve"> </w:t>
      </w:r>
      <w:r w:rsidRPr="00880EF6">
        <w:t>If the parameter is a byte string such as an Initialization Vector it is preceded by a second 4-byte big-endian length.</w:t>
      </w:r>
      <w:r>
        <w:t xml:space="preserve"> </w:t>
      </w:r>
      <w:r w:rsidRPr="00880EF6">
        <w:t>The fields in structured parameters such as CK_GCM_PARAMS are simply stored sequentially, with any contained byte strings also preceded by a 4-byte big-endian length.</w:t>
      </w:r>
    </w:p>
    <w:p w14:paraId="60FBA37C" w14:textId="77777777" w:rsidR="002F0E6A" w:rsidRPr="00880EF6" w:rsidRDefault="002F0E6A" w:rsidP="002F0E6A">
      <w:pPr>
        <w:spacing w:after="240"/>
      </w:pPr>
      <w:r w:rsidRPr="00880EF6">
        <w:t xml:space="preserve">Values and functions that are only meaningful to the API itself are not encapsulated, nor are void pointers that do not have any well-defined meaning. In </w:t>
      </w:r>
      <w:proofErr w:type="gramStart"/>
      <w:r w:rsidRPr="00880EF6">
        <w:t>particular:-</w:t>
      </w:r>
      <w:proofErr w:type="gramEnd"/>
    </w:p>
    <w:p w14:paraId="30BBB09A" w14:textId="77777777" w:rsidR="002F0E6A" w:rsidRPr="00880EF6" w:rsidRDefault="002F0E6A" w:rsidP="002F0E6A">
      <w:pPr>
        <w:numPr>
          <w:ilvl w:val="0"/>
          <w:numId w:val="155"/>
        </w:numPr>
        <w:spacing w:after="240"/>
        <w:contextualSpacing/>
      </w:pPr>
      <w:proofErr w:type="spellStart"/>
      <w:r w:rsidRPr="00880EF6">
        <w:t>C_Initialize</w:t>
      </w:r>
      <w:proofErr w:type="spellEnd"/>
      <w:r w:rsidRPr="00880EF6">
        <w:t xml:space="preserve"> does not pass through the </w:t>
      </w:r>
      <w:proofErr w:type="spellStart"/>
      <w:r w:rsidRPr="00880EF6">
        <w:t>pInitArgs</w:t>
      </w:r>
      <w:proofErr w:type="spellEnd"/>
      <w:r w:rsidRPr="00880EF6">
        <w:t xml:space="preserve"> structure.  (It contains pointers to multi-threading functions.)</w:t>
      </w:r>
    </w:p>
    <w:p w14:paraId="2B72D4A5" w14:textId="77777777" w:rsidR="002F0E6A" w:rsidRPr="00880EF6" w:rsidRDefault="002F0E6A" w:rsidP="002F0E6A">
      <w:pPr>
        <w:numPr>
          <w:ilvl w:val="0"/>
          <w:numId w:val="155"/>
        </w:numPr>
        <w:spacing w:after="240"/>
        <w:contextualSpacing/>
      </w:pPr>
      <w:proofErr w:type="spellStart"/>
      <w:r w:rsidRPr="00880EF6">
        <w:t>C_Initialize</w:t>
      </w:r>
      <w:proofErr w:type="spellEnd"/>
      <w:r w:rsidRPr="00880EF6">
        <w:t xml:space="preserve"> passes a single BYTE parameter that encodes the version of this encoding. The version SHALL be set to 1 for implementations conformant to this profile.</w:t>
      </w:r>
    </w:p>
    <w:p w14:paraId="6F548977" w14:textId="77777777" w:rsidR="002F0E6A" w:rsidRPr="00880EF6" w:rsidRDefault="002F0E6A" w:rsidP="002F0E6A">
      <w:pPr>
        <w:numPr>
          <w:ilvl w:val="0"/>
          <w:numId w:val="155"/>
        </w:numPr>
        <w:spacing w:after="240"/>
        <w:contextualSpacing/>
      </w:pPr>
      <w:proofErr w:type="spellStart"/>
      <w:r w:rsidRPr="00880EF6">
        <w:t>C_Finalize</w:t>
      </w:r>
      <w:proofErr w:type="spellEnd"/>
      <w:r w:rsidRPr="00880EF6">
        <w:t xml:space="preserve"> does not pass through its parameter.</w:t>
      </w:r>
    </w:p>
    <w:p w14:paraId="192A9E08" w14:textId="77777777" w:rsidR="002F0E6A" w:rsidRPr="00880EF6" w:rsidRDefault="002F0E6A" w:rsidP="002F0E6A">
      <w:pPr>
        <w:numPr>
          <w:ilvl w:val="0"/>
          <w:numId w:val="155"/>
        </w:numPr>
        <w:spacing w:after="240"/>
        <w:contextualSpacing/>
      </w:pPr>
      <w:proofErr w:type="spellStart"/>
      <w:r w:rsidRPr="00880EF6">
        <w:t>C_GetFunctionList</w:t>
      </w:r>
      <w:proofErr w:type="spellEnd"/>
      <w:r w:rsidRPr="00880EF6">
        <w:t xml:space="preserve"> is not used.  A PKCS#11 stub is expected to provide the function list without reference to the KMIP server.</w:t>
      </w:r>
    </w:p>
    <w:p w14:paraId="12FD5FDE" w14:textId="77777777" w:rsidR="002F0E6A" w:rsidRDefault="002F0E6A" w:rsidP="002F0E6A">
      <w:pPr>
        <w:numPr>
          <w:ilvl w:val="0"/>
          <w:numId w:val="155"/>
        </w:numPr>
        <w:spacing w:after="240"/>
        <w:contextualSpacing/>
      </w:pPr>
      <w:proofErr w:type="spellStart"/>
      <w:r w:rsidRPr="00880EF6">
        <w:t>C_Get</w:t>
      </w:r>
      <w:r>
        <w:t>Interface</w:t>
      </w:r>
      <w:proofErr w:type="spellEnd"/>
      <w:r w:rsidRPr="00880EF6">
        <w:t xml:space="preserve"> is not used.  A PKCS#11 stub is expected to provide the </w:t>
      </w:r>
      <w:r>
        <w:t xml:space="preserve">interface </w:t>
      </w:r>
      <w:r w:rsidRPr="00880EF6">
        <w:t>without reference to the KMIP server</w:t>
      </w:r>
      <w:r>
        <w:t>.</w:t>
      </w:r>
    </w:p>
    <w:p w14:paraId="1D537BA7" w14:textId="77777777" w:rsidR="002F0E6A" w:rsidRPr="00880EF6" w:rsidRDefault="002F0E6A" w:rsidP="002F0E6A">
      <w:pPr>
        <w:numPr>
          <w:ilvl w:val="0"/>
          <w:numId w:val="155"/>
        </w:numPr>
        <w:spacing w:after="240"/>
        <w:contextualSpacing/>
      </w:pPr>
      <w:proofErr w:type="spellStart"/>
      <w:r w:rsidRPr="00880EF6">
        <w:t>C_WaitForSlotEvent</w:t>
      </w:r>
      <w:proofErr w:type="spellEnd"/>
      <w:r w:rsidRPr="00880EF6">
        <w:t xml:space="preserve"> is not used.</w:t>
      </w:r>
    </w:p>
    <w:p w14:paraId="26BB6B65" w14:textId="77777777" w:rsidR="002F0E6A" w:rsidRPr="00880EF6" w:rsidRDefault="002F0E6A" w:rsidP="002F0E6A">
      <w:pPr>
        <w:numPr>
          <w:ilvl w:val="0"/>
          <w:numId w:val="155"/>
        </w:numPr>
        <w:spacing w:after="240"/>
        <w:contextualSpacing/>
      </w:pPr>
      <w:r w:rsidRPr="00880EF6">
        <w:t xml:space="preserve">Callbacks are not supported.  Accordingly, the Notify parameter on </w:t>
      </w:r>
      <w:proofErr w:type="spellStart"/>
      <w:r w:rsidRPr="00880EF6">
        <w:t>C_OpenSession</w:t>
      </w:r>
      <w:proofErr w:type="spellEnd"/>
      <w:r w:rsidRPr="00880EF6">
        <w:t xml:space="preserve"> is not passed to the server.</w:t>
      </w:r>
    </w:p>
    <w:p w14:paraId="7F13BE3B" w14:textId="77777777" w:rsidR="00290363" w:rsidRDefault="00290363" w:rsidP="00290363">
      <w:pPr>
        <w:pStyle w:val="Heading3"/>
        <w:numPr>
          <w:ilvl w:val="2"/>
          <w:numId w:val="2"/>
        </w:numPr>
      </w:pPr>
      <w:bookmarkStart w:id="2518" w:name="_Toc176876282"/>
      <w:bookmarkStart w:id="2519" w:name="_Toc533021518"/>
      <w:bookmarkStart w:id="2520" w:name="_Toc535231761"/>
      <w:bookmarkStart w:id="2521" w:name="_Toc14773384"/>
      <w:bookmarkStart w:id="2522" w:name="_Toc27473435"/>
      <w:bookmarkStart w:id="2523" w:name="_Toc32324571"/>
      <w:r w:rsidRPr="00880EF6">
        <w:t xml:space="preserve">PKCS#11 </w:t>
      </w:r>
      <w:r>
        <w:t xml:space="preserve">XML </w:t>
      </w:r>
      <w:r w:rsidRPr="00880EF6">
        <w:t>Encoding</w:t>
      </w:r>
      <w:bookmarkEnd w:id="2518"/>
    </w:p>
    <w:p w14:paraId="3375D4A5" w14:textId="77777777" w:rsidR="00290363" w:rsidRDefault="00290363" w:rsidP="00290363">
      <w:r>
        <w:t xml:space="preserve">The XML encoding from </w:t>
      </w:r>
      <w:r w:rsidRPr="00353B51">
        <w:rPr>
          <w:b/>
          <w:bCs/>
        </w:rPr>
        <w:t>[PKCS11-PROF]</w:t>
      </w:r>
      <w:r>
        <w:t xml:space="preserve"> MAY be used as an alternative to the KMIP XML encoding of the elements for PKCS#11 in order to improve readability. The PKCS#11 Root Element “PKCS11” SHALL enclose the alternate encoding with the first element holding the correlation value (where a correlation value is present).</w:t>
      </w:r>
    </w:p>
    <w:p w14:paraId="4A6B977B" w14:textId="77777777" w:rsidR="00290363" w:rsidRPr="00290363" w:rsidRDefault="00290363" w:rsidP="00353B51"/>
    <w:p w14:paraId="1C9F25D9" w14:textId="77777777" w:rsidR="002F0E6A" w:rsidRDefault="002F0E6A" w:rsidP="002F0E6A">
      <w:pPr>
        <w:pStyle w:val="Heading3"/>
        <w:numPr>
          <w:ilvl w:val="2"/>
          <w:numId w:val="2"/>
        </w:numPr>
      </w:pPr>
      <w:bookmarkStart w:id="2524" w:name="_Toc176876283"/>
      <w:r w:rsidRPr="00880EF6">
        <w:t>PKCS#11 Examples</w:t>
      </w:r>
      <w:bookmarkEnd w:id="2519"/>
      <w:bookmarkEnd w:id="2520"/>
      <w:bookmarkEnd w:id="2521"/>
      <w:bookmarkEnd w:id="2522"/>
      <w:bookmarkEnd w:id="2523"/>
      <w:bookmarkEnd w:id="2524"/>
    </w:p>
    <w:p w14:paraId="207BB958" w14:textId="77777777" w:rsidR="002F0E6A" w:rsidRPr="00254590" w:rsidRDefault="002F0E6A" w:rsidP="002F0E6A">
      <w:pPr>
        <w:pStyle w:val="Heading4"/>
        <w:numPr>
          <w:ilvl w:val="3"/>
          <w:numId w:val="2"/>
        </w:numPr>
      </w:pPr>
      <w:bookmarkStart w:id="2525" w:name="_Toc535231762"/>
      <w:bookmarkStart w:id="2526" w:name="_Toc14773385"/>
      <w:bookmarkStart w:id="2527" w:name="_Toc27473436"/>
      <w:bookmarkStart w:id="2528" w:name="_Toc32324572"/>
      <w:bookmarkStart w:id="2529" w:name="_Toc176876284"/>
      <w:r w:rsidRPr="00254590">
        <w:t>PKCS#11 Initialization</w:t>
      </w:r>
      <w:bookmarkEnd w:id="2525"/>
      <w:bookmarkEnd w:id="2526"/>
      <w:bookmarkEnd w:id="2527"/>
      <w:bookmarkEnd w:id="2528"/>
      <w:bookmarkEnd w:id="2529"/>
    </w:p>
    <w:p w14:paraId="458231B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2EB9538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CK_FUNCTION_LIST_PTR pFunctionList;</w:t>
      </w:r>
    </w:p>
    <w:p w14:paraId="16C54D8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 pC_Initialize;</w:t>
      </w:r>
    </w:p>
    <w:p w14:paraId="2A3C5A2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85BA51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C_GetFunctionList</w:t>
      </w:r>
      <w:r w:rsidRPr="00880EF6">
        <w:rPr>
          <w:rFonts w:ascii="Courier New" w:hAnsi="Courier New" w:cs="Courier New"/>
          <w:noProof/>
          <w:szCs w:val="20"/>
        </w:rPr>
        <w:t>(&amp;pFunctionList); /* C_GetFunctionLists in V3.0 */</w:t>
      </w:r>
    </w:p>
    <w:p w14:paraId="1EDA620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pC_Initialize = pFunctionList -&gt; C_Initialize;</w:t>
      </w:r>
    </w:p>
    <w:p w14:paraId="3AEEFF6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DC9FFD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Call the C_Initialize function in the library */</w:t>
      </w:r>
    </w:p>
    <w:p w14:paraId="4968D5F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CK_C_INITIALIZE_ARGS InitArgs;</w:t>
      </w:r>
    </w:p>
    <w:p w14:paraId="55E6208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87BB2A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InitArgs.CreateMutex = &amp;MyCreateMutex;</w:t>
      </w:r>
    </w:p>
    <w:p w14:paraId="3C81FDB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InitArgs.DestroyMutex = &amp;MyDestroyMutex;</w:t>
      </w:r>
    </w:p>
    <w:p w14:paraId="61F0681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InitArgs.LockMutex = &amp;MyLockMutex;</w:t>
      </w:r>
    </w:p>
    <w:p w14:paraId="5ED552A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InitArgs.UnlockMutex = &amp;MyUnlockMutex;</w:t>
      </w:r>
    </w:p>
    <w:p w14:paraId="38D0C1E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InitArgs.flags = CKF_OS_LOCKING_OK;</w:t>
      </w:r>
    </w:p>
    <w:p w14:paraId="3BAAE68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InitArgs.pReserved = NULL_PTR;</w:t>
      </w:r>
    </w:p>
    <w:p w14:paraId="265B74D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D9DDF6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rv = (*</w:t>
      </w:r>
      <w:r w:rsidRPr="00880EF6">
        <w:rPr>
          <w:rFonts w:ascii="Courier New" w:hAnsi="Courier New" w:cs="Courier New"/>
          <w:b/>
          <w:noProof/>
          <w:szCs w:val="20"/>
        </w:rPr>
        <w:t>pC_Initialize</w:t>
      </w:r>
      <w:r w:rsidRPr="00880EF6">
        <w:rPr>
          <w:rFonts w:ascii="Courier New" w:hAnsi="Courier New" w:cs="Courier New"/>
          <w:noProof/>
          <w:szCs w:val="20"/>
        </w:rPr>
        <w:t>)((CK_VOID_PTR)&amp;InitArgs);</w:t>
      </w:r>
    </w:p>
    <w:p w14:paraId="4C904BF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6BED22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CK_INFO info;</w:t>
      </w:r>
    </w:p>
    <w:p w14:paraId="71917F2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 xml:space="preserve">pFunctionList -&gt; </w:t>
      </w:r>
      <w:r w:rsidRPr="00880EF6">
        <w:rPr>
          <w:rFonts w:ascii="Courier New" w:hAnsi="Courier New" w:cs="Courier New"/>
          <w:b/>
          <w:noProof/>
          <w:szCs w:val="20"/>
        </w:rPr>
        <w:t>C_GetInfo</w:t>
      </w:r>
      <w:r w:rsidRPr="00880EF6">
        <w:rPr>
          <w:rFonts w:ascii="Courier New" w:hAnsi="Courier New" w:cs="Courier New"/>
          <w:noProof/>
          <w:szCs w:val="20"/>
        </w:rPr>
        <w:t>))(&amp;info);</w:t>
      </w:r>
    </w:p>
    <w:p w14:paraId="75C7081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if(info.version.major == 2) {...}</w:t>
      </w:r>
    </w:p>
    <w:p w14:paraId="6F8DC11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C35FA8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CK_SLOT_ID pSlotList[64];</w:t>
      </w:r>
    </w:p>
    <w:p w14:paraId="2DD9FA0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ulSlotCount = 64;</w:t>
      </w:r>
    </w:p>
    <w:p w14:paraId="1E5962E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pFunctionList -&gt;</w:t>
      </w:r>
      <w:r w:rsidRPr="00880EF6">
        <w:rPr>
          <w:rFonts w:ascii="Courier New" w:hAnsi="Courier New" w:cs="Courier New"/>
          <w:b/>
          <w:noProof/>
          <w:szCs w:val="20"/>
        </w:rPr>
        <w:t>C_GetSlotList</w:t>
      </w:r>
      <w:r w:rsidRPr="00880EF6">
        <w:rPr>
          <w:rFonts w:ascii="Courier New" w:hAnsi="Courier New" w:cs="Courier New"/>
          <w:noProof/>
          <w:szCs w:val="20"/>
        </w:rPr>
        <w:t>))(CK_TRUE, pSlotList, ulSlotCount);</w:t>
      </w:r>
    </w:p>
    <w:p w14:paraId="66338CD5" w14:textId="77777777" w:rsidR="002F0E6A" w:rsidRPr="00880EF6" w:rsidRDefault="002F0E6A" w:rsidP="002F0E6A">
      <w:pPr>
        <w:spacing w:after="240"/>
        <w:rPr>
          <w:b/>
        </w:rPr>
      </w:pPr>
    </w:p>
    <w:p w14:paraId="62AEB692" w14:textId="77777777" w:rsidR="002F0E6A" w:rsidRPr="00880EF6" w:rsidRDefault="002F0E6A" w:rsidP="002F0E6A">
      <w:pPr>
        <w:spacing w:after="240"/>
        <w:rPr>
          <w:b/>
        </w:rPr>
      </w:pPr>
      <w:proofErr w:type="spellStart"/>
      <w:r w:rsidRPr="00880EF6">
        <w:rPr>
          <w:b/>
        </w:rPr>
        <w:t>C_GetFunctionList</w:t>
      </w:r>
      <w:proofErr w:type="spellEnd"/>
      <w:r w:rsidRPr="00880EF6">
        <w:rPr>
          <w:b/>
        </w:rPr>
        <w:t xml:space="preserve"> </w:t>
      </w:r>
    </w:p>
    <w:p w14:paraId="639EEE28" w14:textId="77777777" w:rsidR="002F0E6A" w:rsidRPr="00880EF6" w:rsidRDefault="002F0E6A" w:rsidP="002F0E6A">
      <w:pPr>
        <w:spacing w:after="240"/>
      </w:pPr>
      <w:r w:rsidRPr="00880EF6">
        <w:t>Not passed through</w:t>
      </w:r>
      <w:r w:rsidRPr="00880EF6">
        <w:br/>
      </w:r>
      <w:r w:rsidRPr="00880EF6">
        <w:rPr>
          <w:b/>
        </w:rPr>
        <w:br/>
        <w:t xml:space="preserve">Input </w:t>
      </w:r>
      <w:proofErr w:type="spellStart"/>
      <w:r w:rsidRPr="00880EF6">
        <w:rPr>
          <w:b/>
        </w:rPr>
        <w:t>C_Initialize</w:t>
      </w:r>
      <w:proofErr w:type="spellEnd"/>
    </w:p>
    <w:p w14:paraId="63235CA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value="C_Initialize"/&gt;</w:t>
      </w:r>
      <w:r w:rsidRPr="00880EF6">
        <w:rPr>
          <w:rFonts w:ascii="Courier New" w:hAnsi="Courier New" w:cs="Courier New"/>
          <w:noProof/>
          <w:szCs w:val="20"/>
        </w:rPr>
        <w:br/>
        <w:t>&lt;PKCS_11InputParameters type="Byte String" value= ...</w:t>
      </w:r>
    </w:p>
    <w:p w14:paraId="5EA76B7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Version of encoding</w:t>
      </w:r>
    </w:p>
    <w:p w14:paraId="57D33994" w14:textId="77777777" w:rsidR="00290363" w:rsidRPr="00880EF6" w:rsidRDefault="00290363" w:rsidP="00290363">
      <w:pPr>
        <w:spacing w:after="240"/>
      </w:pPr>
    </w:p>
    <w:p w14:paraId="5D54D22F"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1A1032BD"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C_Initialize/&gt;</w:t>
      </w:r>
    </w:p>
    <w:p w14:paraId="7A773215" w14:textId="77777777" w:rsidR="00290363" w:rsidRPr="00880EF6"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49C93D06" w14:textId="77777777" w:rsidR="002F0E6A" w:rsidRPr="00880EF6" w:rsidRDefault="00290363" w:rsidP="00290363">
      <w:pPr>
        <w:spacing w:after="240"/>
        <w:rPr>
          <w:b/>
        </w:rPr>
      </w:pPr>
      <w:r w:rsidRPr="00880EF6">
        <w:rPr>
          <w:b/>
        </w:rPr>
        <w:br/>
      </w:r>
      <w:r w:rsidR="002F0E6A" w:rsidRPr="00880EF6">
        <w:rPr>
          <w:b/>
        </w:rPr>
        <w:br/>
        <w:t xml:space="preserve">Output </w:t>
      </w:r>
      <w:proofErr w:type="spellStart"/>
      <w:r w:rsidR="002F0E6A" w:rsidRPr="00880EF6">
        <w:rPr>
          <w:b/>
        </w:rPr>
        <w:t>C_Initialize</w:t>
      </w:r>
      <w:proofErr w:type="spellEnd"/>
    </w:p>
    <w:p w14:paraId="4836F08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value="C_Initialize"/&gt;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EB5A98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1A368FD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Output parameters --&gt;</w:t>
      </w:r>
    </w:p>
    <w:p w14:paraId="3A3A050D" w14:textId="77777777" w:rsidR="00290363" w:rsidRPr="00880EF6" w:rsidRDefault="00290363" w:rsidP="00290363">
      <w:pPr>
        <w:spacing w:after="240"/>
      </w:pPr>
    </w:p>
    <w:p w14:paraId="5EE08F8C"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67EFE72B"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C_Initialize</w:t>
      </w:r>
      <w:r>
        <w:rPr>
          <w:rFonts w:ascii="Courier New" w:hAnsi="Courier New" w:cs="Courier New"/>
          <w:noProof/>
          <w:szCs w:val="20"/>
        </w:rPr>
        <w:t xml:space="preserve"> rv=”OK”</w:t>
      </w:r>
      <w:r w:rsidRPr="00880EF6">
        <w:rPr>
          <w:rFonts w:ascii="Courier New" w:hAnsi="Courier New" w:cs="Courier New"/>
          <w:noProof/>
          <w:szCs w:val="20"/>
        </w:rPr>
        <w:t>/&gt;</w:t>
      </w:r>
    </w:p>
    <w:p w14:paraId="79843961" w14:textId="77777777" w:rsidR="00290363" w:rsidRPr="00880EF6"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609A397E" w14:textId="77777777" w:rsidR="002F0E6A" w:rsidRPr="00880EF6" w:rsidRDefault="00290363" w:rsidP="00290363">
      <w:pPr>
        <w:spacing w:after="240"/>
      </w:pPr>
      <w:r w:rsidRPr="00880EF6">
        <w:rPr>
          <w:b/>
        </w:rPr>
        <w:br/>
      </w:r>
      <w:r w:rsidR="002F0E6A" w:rsidRPr="00880EF6">
        <w:rPr>
          <w:b/>
        </w:rPr>
        <w:br/>
        <w:t xml:space="preserve">Input </w:t>
      </w:r>
      <w:proofErr w:type="spellStart"/>
      <w:r w:rsidR="002F0E6A" w:rsidRPr="00880EF6">
        <w:rPr>
          <w:b/>
        </w:rPr>
        <w:t>C_GetInfo</w:t>
      </w:r>
      <w:proofErr w:type="spellEnd"/>
    </w:p>
    <w:p w14:paraId="179C8F5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6C3393A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Input Parameters --&gt;</w:t>
      </w:r>
    </w:p>
    <w:p w14:paraId="11B57852" w14:textId="77777777" w:rsidR="00290363" w:rsidRDefault="00290363" w:rsidP="002F0E6A">
      <w:pPr>
        <w:spacing w:after="240"/>
        <w:rPr>
          <w:b/>
        </w:rPr>
      </w:pPr>
    </w:p>
    <w:p w14:paraId="79D589DF"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10173709"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w:t>
      </w: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65A71408"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GetInfo</w:t>
      </w:r>
      <w:r w:rsidRPr="00880EF6">
        <w:rPr>
          <w:rFonts w:ascii="Courier New" w:hAnsi="Courier New" w:cs="Courier New"/>
          <w:noProof/>
          <w:szCs w:val="20"/>
        </w:rPr>
        <w:t>/&gt;</w:t>
      </w:r>
    </w:p>
    <w:p w14:paraId="55B866D9" w14:textId="77777777" w:rsidR="00290363" w:rsidRPr="00880EF6"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1E4E7AE9" w14:textId="77777777" w:rsidR="002F0E6A" w:rsidRPr="00880EF6" w:rsidRDefault="002F0E6A" w:rsidP="002F0E6A">
      <w:pPr>
        <w:spacing w:after="240"/>
        <w:rPr>
          <w:b/>
        </w:rPr>
      </w:pPr>
      <w:r w:rsidRPr="00880EF6">
        <w:rPr>
          <w:b/>
        </w:rPr>
        <w:br/>
        <w:t xml:space="preserve">Output </w:t>
      </w:r>
      <w:proofErr w:type="spellStart"/>
      <w:r w:rsidRPr="00880EF6">
        <w:rPr>
          <w:b/>
        </w:rPr>
        <w:t>C_GetInfo</w:t>
      </w:r>
      <w:proofErr w:type="spellEnd"/>
    </w:p>
    <w:p w14:paraId="43CDFB9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5039732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4703417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CK_INFO structure. --&gt;</w:t>
      </w:r>
    </w:p>
    <w:p w14:paraId="62F4133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02</w:t>
      </w:r>
      <w:r>
        <w:rPr>
          <w:rFonts w:ascii="Courier New" w:hAnsi="Courier New" w:cs="Courier New"/>
          <w:noProof/>
          <w:szCs w:val="20"/>
        </w:rPr>
        <w:t>28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cryptokiVersion</w:t>
      </w:r>
    </w:p>
    <w:p w14:paraId="4892887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                 manufacturerID 32 bytes, blank filled</w:t>
      </w:r>
    </w:p>
    <w:p w14:paraId="388A026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0000 0000 0000 0000</w:t>
      </w:r>
      <w:r w:rsidRPr="00880EF6">
        <w:rPr>
          <w:rFonts w:ascii="Courier New" w:hAnsi="Courier New" w:cs="Courier New"/>
          <w:noProof/>
          <w:szCs w:val="20"/>
        </w:rPr>
        <w:tab/>
        <w:t>flags</w:t>
      </w:r>
    </w:p>
    <w:p w14:paraId="218A82E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libraryDescription 32 bytes, blank filled</w:t>
      </w:r>
    </w:p>
    <w:p w14:paraId="59CCCA2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0101                    libraryVersion</w:t>
      </w:r>
    </w:p>
    <w:p w14:paraId="207546F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4E31308D" w14:textId="77777777" w:rsidR="00290363" w:rsidRDefault="00290363" w:rsidP="00290363">
      <w:pPr>
        <w:spacing w:after="240"/>
        <w:rPr>
          <w:b/>
        </w:rPr>
      </w:pPr>
    </w:p>
    <w:p w14:paraId="5020667E"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0608BE61"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w:t>
      </w: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187C311C"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GetInfo rv=”OK”</w:t>
      </w:r>
      <w:r w:rsidRPr="00880EF6">
        <w:rPr>
          <w:rFonts w:ascii="Courier New" w:hAnsi="Courier New" w:cs="Courier New"/>
          <w:noProof/>
          <w:szCs w:val="20"/>
        </w:rPr>
        <w:t>&gt;</w:t>
      </w:r>
    </w:p>
    <w:p w14:paraId="6F74B68B"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&lt;Info&gt;</w:t>
      </w:r>
    </w:p>
    <w:p w14:paraId="6B8BD540"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&lt;CryptokiVersion major="3" minor="1"/&gt;</w:t>
      </w:r>
    </w:p>
    <w:p w14:paraId="6E80E1AC"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&lt;ManufacturerID value="OASIS PKCS#11 TC                "/&gt;</w:t>
      </w:r>
    </w:p>
    <w:p w14:paraId="615E7333"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&lt;Flags value="0x0"/&gt;</w:t>
      </w:r>
    </w:p>
    <w:p w14:paraId="7F766522"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&lt;LibraryDescription value="                                "/&gt;</w:t>
      </w:r>
    </w:p>
    <w:p w14:paraId="7C12C1FC"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&lt;LibraryVersion major="1" minor="0"/&gt;</w:t>
      </w:r>
    </w:p>
    <w:p w14:paraId="76A8CB77"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&lt;/Info&gt;</w:t>
      </w:r>
    </w:p>
    <w:p w14:paraId="44929C3A"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&lt;/C_GetInfo&gt;</w:t>
      </w:r>
    </w:p>
    <w:p w14:paraId="47802A9F" w14:textId="77777777" w:rsidR="00290363" w:rsidRPr="00880EF6"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1AEFEF87" w14:textId="77777777" w:rsidR="002F0E6A" w:rsidRPr="00880EF6" w:rsidRDefault="002F0E6A" w:rsidP="00290363">
      <w:pPr>
        <w:spacing w:after="240"/>
      </w:pPr>
    </w:p>
    <w:p w14:paraId="01C4D8C0" w14:textId="77777777" w:rsidR="002F0E6A" w:rsidRPr="00880EF6" w:rsidRDefault="002F0E6A" w:rsidP="002F0E6A">
      <w:pPr>
        <w:spacing w:after="240"/>
      </w:pPr>
      <w:r w:rsidRPr="00880EF6">
        <w:rPr>
          <w:b/>
        </w:rPr>
        <w:t xml:space="preserve">Input </w:t>
      </w:r>
      <w:proofErr w:type="spellStart"/>
      <w:r w:rsidRPr="00880EF6">
        <w:rPr>
          <w:b/>
        </w:rPr>
        <w:t>C_GetSlotList</w:t>
      </w:r>
      <w:proofErr w:type="spellEnd"/>
    </w:p>
    <w:p w14:paraId="77BBF4E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00AEE96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&lt;PKCS_11InputParameters type="Byte String" value= </w:t>
      </w:r>
    </w:p>
    <w:p w14:paraId="513D210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CK_TRUE, tokenPresent indicator </w:t>
      </w:r>
    </w:p>
    <w:p w14:paraId="312A13F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info required</w:t>
      </w:r>
    </w:p>
    <w:p w14:paraId="364CD60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               64 slots in the request array</w:t>
      </w:r>
    </w:p>
    <w:p w14:paraId="3CBBA894" w14:textId="77777777" w:rsidR="00290363" w:rsidRDefault="00290363" w:rsidP="00290363">
      <w:pPr>
        <w:spacing w:after="240"/>
        <w:rPr>
          <w:b/>
        </w:rPr>
      </w:pPr>
    </w:p>
    <w:p w14:paraId="063F0E09"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3C0A21B2"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w:t>
      </w: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6BBB8CDE"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GetSlotList</w:t>
      </w:r>
      <w:r w:rsidRPr="00880EF6">
        <w:rPr>
          <w:rFonts w:ascii="Courier New" w:hAnsi="Courier New" w:cs="Courier New"/>
          <w:noProof/>
          <w:szCs w:val="20"/>
        </w:rPr>
        <w:t>&gt;</w:t>
      </w:r>
    </w:p>
    <w:p w14:paraId="15180D5F" w14:textId="77777777" w:rsidR="00290363" w:rsidRP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&lt;TokenPresent value="true"/&gt;</w:t>
      </w:r>
    </w:p>
    <w:p w14:paraId="56C5BE91"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290363">
        <w:rPr>
          <w:rFonts w:ascii="Courier New" w:hAnsi="Courier New" w:cs="Courier New"/>
          <w:noProof/>
          <w:szCs w:val="20"/>
        </w:rPr>
        <w:t xml:space="preserve">    &lt;SlotList</w:t>
      </w:r>
      <w:r>
        <w:rPr>
          <w:rFonts w:ascii="Courier New" w:hAnsi="Courier New" w:cs="Courier New"/>
          <w:noProof/>
          <w:szCs w:val="20"/>
        </w:rPr>
        <w:t xml:space="preserve"> length=64”/&gt;</w:t>
      </w:r>
    </w:p>
    <w:p w14:paraId="7B2C9E55" w14:textId="77777777" w:rsidR="00290363"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GetSlotList</w:t>
      </w:r>
      <w:r w:rsidRPr="00880EF6">
        <w:rPr>
          <w:rFonts w:ascii="Courier New" w:hAnsi="Courier New" w:cs="Courier New"/>
          <w:noProof/>
          <w:szCs w:val="20"/>
        </w:rPr>
        <w:t>&gt;</w:t>
      </w:r>
    </w:p>
    <w:p w14:paraId="79C32507" w14:textId="77777777" w:rsidR="00290363" w:rsidRPr="00880EF6" w:rsidRDefault="00290363" w:rsidP="00290363">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4E706B03" w14:textId="77777777" w:rsidR="002F0E6A" w:rsidRPr="00880EF6" w:rsidRDefault="00290363" w:rsidP="00290363">
      <w:pPr>
        <w:spacing w:after="240"/>
        <w:rPr>
          <w:b/>
        </w:rPr>
      </w:pPr>
      <w:r w:rsidRPr="00880EF6">
        <w:rPr>
          <w:b/>
        </w:rPr>
        <w:br/>
      </w:r>
      <w:r w:rsidR="002F0E6A" w:rsidRPr="00880EF6">
        <w:rPr>
          <w:b/>
        </w:rPr>
        <w:br/>
        <w:t xml:space="preserve">Output </w:t>
      </w:r>
      <w:proofErr w:type="spellStart"/>
      <w:r w:rsidR="002F0E6A" w:rsidRPr="00880EF6">
        <w:rPr>
          <w:b/>
        </w:rPr>
        <w:t>C_GetSlotList</w:t>
      </w:r>
      <w:proofErr w:type="spellEnd"/>
    </w:p>
    <w:p w14:paraId="49C63A7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54BDC20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0EC9FF8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parameter list. --&gt;</w:t>
      </w:r>
    </w:p>
    <w:p w14:paraId="765CCE9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values are present</w:t>
      </w:r>
    </w:p>
    <w:p w14:paraId="616E239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ulSlotCount returned</w:t>
      </w:r>
    </w:p>
    <w:p w14:paraId="59581C4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First CK_SLOT_ID</w:t>
      </w:r>
    </w:p>
    <w:p w14:paraId="2441305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ABCD 0987</w:t>
      </w:r>
      <w:r w:rsidRPr="00880EF6">
        <w:rPr>
          <w:rFonts w:ascii="Courier New" w:hAnsi="Courier New" w:cs="Courier New"/>
          <w:noProof/>
          <w:szCs w:val="20"/>
        </w:rPr>
        <w:tab/>
        <w:t>Second CK_SLOT_ID</w:t>
      </w:r>
    </w:p>
    <w:p w14:paraId="73E7AEE6"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1A2DAA17" w14:textId="77777777" w:rsidR="009E22A1" w:rsidRDefault="009E22A1"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4E2E3A2" w14:textId="77777777" w:rsidR="009E22A1" w:rsidRDefault="009E22A1" w:rsidP="009E22A1">
      <w:pPr>
        <w:spacing w:after="240"/>
        <w:rPr>
          <w:b/>
        </w:rPr>
      </w:pPr>
    </w:p>
    <w:p w14:paraId="6F43AF4A" w14:textId="77777777" w:rsid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w:t>
      </w:r>
      <w:r>
        <w:rPr>
          <w:rFonts w:ascii="Courier New" w:hAnsi="Courier New" w:cs="Courier New"/>
          <w:noProof/>
          <w:szCs w:val="20"/>
        </w:rPr>
        <w:t>11&gt;</w:t>
      </w:r>
      <w:r w:rsidRPr="00880EF6">
        <w:rPr>
          <w:rFonts w:ascii="Courier New" w:hAnsi="Courier New" w:cs="Courier New"/>
          <w:noProof/>
          <w:szCs w:val="20"/>
        </w:rPr>
        <w:t>_</w:t>
      </w:r>
    </w:p>
    <w:p w14:paraId="12A8AA3D" w14:textId="77777777" w:rsid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w:t>
      </w: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6B979F7A" w14:textId="77777777" w:rsid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GetSlotList</w:t>
      </w:r>
      <w:r w:rsidRPr="00880EF6">
        <w:rPr>
          <w:rFonts w:ascii="Courier New" w:hAnsi="Courier New" w:cs="Courier New"/>
          <w:noProof/>
          <w:szCs w:val="20"/>
        </w:rPr>
        <w:t>&gt;</w:t>
      </w:r>
    </w:p>
    <w:p w14:paraId="32CE09CD" w14:textId="77777777" w:rsidR="009E22A1" w:rsidRP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9E22A1">
        <w:rPr>
          <w:rFonts w:ascii="Courier New" w:hAnsi="Courier New" w:cs="Courier New"/>
          <w:noProof/>
          <w:szCs w:val="20"/>
        </w:rPr>
        <w:t xml:space="preserve">    &lt;SlotList&gt;</w:t>
      </w:r>
    </w:p>
    <w:p w14:paraId="255AC854" w14:textId="77777777" w:rsidR="009E22A1" w:rsidRP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9E22A1">
        <w:rPr>
          <w:rFonts w:ascii="Courier New" w:hAnsi="Courier New" w:cs="Courier New"/>
          <w:noProof/>
          <w:szCs w:val="20"/>
        </w:rPr>
        <w:t xml:space="preserve">      &lt;SlotID value</w:t>
      </w:r>
      <w:r>
        <w:rPr>
          <w:rFonts w:ascii="Courier New" w:hAnsi="Courier New" w:cs="Courier New"/>
          <w:noProof/>
          <w:szCs w:val="20"/>
        </w:rPr>
        <w:t>=”12345678</w:t>
      </w:r>
      <w:r w:rsidRPr="009E22A1">
        <w:rPr>
          <w:rFonts w:ascii="Courier New" w:hAnsi="Courier New" w:cs="Courier New"/>
          <w:noProof/>
          <w:szCs w:val="20"/>
        </w:rPr>
        <w:t>"/&gt;</w:t>
      </w:r>
    </w:p>
    <w:p w14:paraId="26C4039A" w14:textId="77777777" w:rsidR="009E22A1" w:rsidRP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9E22A1">
        <w:rPr>
          <w:rFonts w:ascii="Courier New" w:hAnsi="Courier New" w:cs="Courier New"/>
          <w:noProof/>
          <w:szCs w:val="20"/>
        </w:rPr>
        <w:t xml:space="preserve">      &lt;SlotID value</w:t>
      </w:r>
      <w:r>
        <w:rPr>
          <w:rFonts w:ascii="Courier New" w:hAnsi="Courier New" w:cs="Courier New"/>
          <w:noProof/>
          <w:szCs w:val="20"/>
        </w:rPr>
        <w:t>=”ABCD0987</w:t>
      </w:r>
      <w:r w:rsidRPr="009E22A1">
        <w:rPr>
          <w:rFonts w:ascii="Courier New" w:hAnsi="Courier New" w:cs="Courier New"/>
          <w:noProof/>
          <w:szCs w:val="20"/>
        </w:rPr>
        <w:t>"/&gt;</w:t>
      </w:r>
    </w:p>
    <w:p w14:paraId="48CAF08E" w14:textId="77777777" w:rsid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9E22A1">
        <w:rPr>
          <w:rFonts w:ascii="Courier New" w:hAnsi="Courier New" w:cs="Courier New"/>
          <w:noProof/>
          <w:szCs w:val="20"/>
        </w:rPr>
        <w:t xml:space="preserve">    &lt;/SlotList&gt;</w:t>
      </w:r>
    </w:p>
    <w:p w14:paraId="2C7B479C" w14:textId="77777777" w:rsidR="009E22A1"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&lt;/</w:t>
      </w:r>
      <w:r w:rsidRPr="00880EF6">
        <w:rPr>
          <w:rFonts w:ascii="Courier New" w:hAnsi="Courier New" w:cs="Courier New"/>
          <w:noProof/>
          <w:szCs w:val="20"/>
        </w:rPr>
        <w:t>C_</w:t>
      </w:r>
      <w:r>
        <w:rPr>
          <w:rFonts w:ascii="Courier New" w:hAnsi="Courier New" w:cs="Courier New"/>
          <w:noProof/>
          <w:szCs w:val="20"/>
        </w:rPr>
        <w:t>GetSlotList</w:t>
      </w:r>
      <w:r w:rsidRPr="00880EF6">
        <w:rPr>
          <w:rFonts w:ascii="Courier New" w:hAnsi="Courier New" w:cs="Courier New"/>
          <w:noProof/>
          <w:szCs w:val="20"/>
        </w:rPr>
        <w:t>&gt;</w:t>
      </w:r>
    </w:p>
    <w:p w14:paraId="10770537" w14:textId="77777777" w:rsidR="009E22A1" w:rsidRPr="00880EF6" w:rsidRDefault="009E22A1" w:rsidP="009E22A1">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&lt;/PKCS11&gt;</w:t>
      </w:r>
    </w:p>
    <w:p w14:paraId="410FC4C7" w14:textId="77777777" w:rsidR="009E22A1" w:rsidRPr="00880EF6" w:rsidRDefault="009E22A1" w:rsidP="00353B51">
      <w:pPr>
        <w:rPr>
          <w:noProof/>
        </w:rPr>
      </w:pPr>
      <w:r w:rsidRPr="00880EF6">
        <w:rPr>
          <w:b/>
        </w:rPr>
        <w:br/>
      </w:r>
    </w:p>
    <w:p w14:paraId="14FCF02B" w14:textId="77777777" w:rsidR="002F0E6A" w:rsidRPr="00880EF6" w:rsidRDefault="002F0E6A" w:rsidP="002F0E6A">
      <w:pPr>
        <w:pStyle w:val="Heading4"/>
        <w:numPr>
          <w:ilvl w:val="3"/>
          <w:numId w:val="2"/>
        </w:numPr>
      </w:pPr>
      <w:bookmarkStart w:id="2530" w:name="_Toc535231763"/>
      <w:bookmarkStart w:id="2531" w:name="_Toc14773386"/>
      <w:bookmarkStart w:id="2532" w:name="_Toc27473437"/>
      <w:bookmarkStart w:id="2533" w:name="_Toc32324573"/>
      <w:bookmarkStart w:id="2534" w:name="_Toc176876285"/>
      <w:r>
        <w:t xml:space="preserve">PKCS#11 </w:t>
      </w:r>
      <w:proofErr w:type="spellStart"/>
      <w:r>
        <w:t>C_Encrypt</w:t>
      </w:r>
      <w:bookmarkEnd w:id="2530"/>
      <w:bookmarkEnd w:id="2531"/>
      <w:bookmarkEnd w:id="2532"/>
      <w:bookmarkEnd w:id="2533"/>
      <w:bookmarkEnd w:id="2534"/>
      <w:proofErr w:type="spellEnd"/>
    </w:p>
    <w:p w14:paraId="46966E5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PLAINTEXT_BUF_SZ 195</w:t>
      </w:r>
    </w:p>
    <w:p w14:paraId="1414262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CIPHERTEXT_BUF_SZ 256</w:t>
      </w:r>
    </w:p>
    <w:p w14:paraId="640937A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0A9016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firstPartLen, secondPartLen;</w:t>
      </w:r>
    </w:p>
    <w:p w14:paraId="7EA85A7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 For example only */</w:t>
      </w:r>
    </w:p>
    <w:p w14:paraId="1BA32C9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hKey = 0x87654321;</w:t>
      </w:r>
    </w:p>
    <w:p w14:paraId="5DF39BD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iv[8] = {1 ,2 ,3, 4, 5, 6, 7, 8};</w:t>
      </w:r>
    </w:p>
    <w:p w14:paraId="65AD626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CK_MECHANISM mechanism = {</w:t>
      </w:r>
    </w:p>
    <w:p w14:paraId="47A54CE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CKM_DES_CBC_PAD, iv, sizeof(iv)</w:t>
      </w:r>
    </w:p>
    <w:p w14:paraId="2B84364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0A23EF8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data[PLAINTEXT_BUF_SZ] = {01, 02, 03, …};</w:t>
      </w:r>
    </w:p>
    <w:p w14:paraId="1FA8F9C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encryptedData[CIPHERTEXT_BUF_SZ];</w:t>
      </w:r>
    </w:p>
    <w:p w14:paraId="30839BD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ulEncryptedData1Len; /* Output only(!) */</w:t>
      </w:r>
    </w:p>
    <w:p w14:paraId="43FF533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ulEncryptedData2Len;</w:t>
      </w:r>
    </w:p>
    <w:p w14:paraId="3527337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ulEncryptedData3Len;</w:t>
      </w:r>
    </w:p>
    <w:p w14:paraId="3BEE9D6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4C190FD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7882B23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48FC619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firstPartLen = 90;</w:t>
      </w:r>
    </w:p>
    <w:p w14:paraId="1537D35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secondPartLen = PLAINTEXT_BUF_SZ-firstPartLen;</w:t>
      </w:r>
    </w:p>
    <w:p w14:paraId="19B2838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C_EncryptInit</w:t>
      </w:r>
      <w:r w:rsidRPr="00880EF6">
        <w:rPr>
          <w:rFonts w:ascii="Courier New" w:hAnsi="Courier New" w:cs="Courier New"/>
          <w:noProof/>
          <w:szCs w:val="20"/>
        </w:rPr>
        <w:t>(hSession, &amp;mechanism, hKey);</w:t>
      </w:r>
    </w:p>
    <w:p w14:paraId="706C6EE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AE6F80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9C6A85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first Part */</w:t>
      </w:r>
    </w:p>
    <w:p w14:paraId="353421F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ulEncryptedData1Len = sizeof(encryptedData);</w:t>
      </w:r>
    </w:p>
    <w:p w14:paraId="2C07C1D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40A44F6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7A86739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&amp;data[0], firstPartLen,</w:t>
      </w:r>
    </w:p>
    <w:p w14:paraId="130D2D8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&amp;encryptedData[0], &amp;ulEncryptedData1Len);</w:t>
      </w:r>
    </w:p>
    <w:p w14:paraId="7B98DE4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29406C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second Part */</w:t>
      </w:r>
    </w:p>
    <w:p w14:paraId="73D5217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ulEncryptedData2Len = sizeof(encryptedData)-ulEncryptedData1Len;</w:t>
      </w:r>
    </w:p>
    <w:p w14:paraId="5271A0E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6C36B3A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09960F0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&amp;data[firstPartLen], secondPartLen,</w:t>
      </w:r>
    </w:p>
    <w:p w14:paraId="5CCBCDA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 &amp;ulEncryptedData2Len);</w:t>
      </w:r>
    </w:p>
    <w:p w14:paraId="119E0D9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77B0B2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Get last little encrypted bit */</w:t>
      </w:r>
    </w:p>
    <w:p w14:paraId="4666C53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ulEncryptedData3Len =</w:t>
      </w:r>
    </w:p>
    <w:p w14:paraId="6FA8626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sizeof(encryptedData)-ulEncryptedData1Len-ulEncryptedData2Len;</w:t>
      </w:r>
    </w:p>
    <w:p w14:paraId="29D34B8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C_EncryptFinal</w:t>
      </w:r>
      <w:r w:rsidRPr="00880EF6">
        <w:rPr>
          <w:rFonts w:ascii="Courier New" w:hAnsi="Courier New" w:cs="Courier New"/>
          <w:noProof/>
          <w:szCs w:val="20"/>
        </w:rPr>
        <w:t>(</w:t>
      </w:r>
    </w:p>
    <w:p w14:paraId="2A0552A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2941D8D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&amp;encryptedData[ulEncryptedData1Len+ulEncryptedData2Len],</w:t>
      </w:r>
    </w:p>
    <w:p w14:paraId="5E28A51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&amp;ulEncryptedData3Len);</w:t>
      </w:r>
    </w:p>
    <w:p w14:paraId="58516BC5" w14:textId="77777777" w:rsidR="002F0E6A" w:rsidRPr="00880EF6" w:rsidRDefault="002F0E6A" w:rsidP="002F0E6A">
      <w:pPr>
        <w:spacing w:after="240"/>
      </w:pPr>
      <w:r w:rsidRPr="00880EF6">
        <w:rPr>
          <w:b/>
        </w:rPr>
        <w:br/>
        <w:t xml:space="preserve">Input </w:t>
      </w:r>
      <w:proofErr w:type="spellStart"/>
      <w:r w:rsidRPr="00880EF6">
        <w:rPr>
          <w:b/>
        </w:rPr>
        <w:t>C_EncryptInit</w:t>
      </w:r>
      <w:proofErr w:type="spellEnd"/>
    </w:p>
    <w:p w14:paraId="46A0424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0D1C66B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&lt;PKCS_11InputParameters type="Byte String" value= ...</w:t>
      </w:r>
    </w:p>
    <w:p w14:paraId="159DD6D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6347FE2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5BEED8C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Parameter is present</w:t>
      </w:r>
    </w:p>
    <w:p w14:paraId="74FFB26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000C</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Entire parameter length encoding</w:t>
      </w:r>
    </w:p>
    <w:p w14:paraId="106CA87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               ulParameterLen (for simple CK_BYTE array)</w:t>
      </w:r>
    </w:p>
    <w:p w14:paraId="3386840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0102 0304 0506 0708</w:t>
      </w:r>
      <w:r w:rsidRPr="00880EF6">
        <w:rPr>
          <w:rFonts w:ascii="Courier New" w:hAnsi="Courier New" w:cs="Courier New"/>
          <w:noProof/>
          <w:szCs w:val="20"/>
        </w:rPr>
        <w:tab/>
        <w:t>pParameter, the IV</w:t>
      </w:r>
    </w:p>
    <w:p w14:paraId="4A83513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hKey</w:t>
      </w:r>
    </w:p>
    <w:p w14:paraId="2ACE8012" w14:textId="77777777" w:rsidR="002F0E6A" w:rsidRPr="00880EF6" w:rsidRDefault="002F0E6A" w:rsidP="002F0E6A">
      <w:pPr>
        <w:spacing w:after="240"/>
        <w:rPr>
          <w:b/>
        </w:rPr>
      </w:pPr>
      <w:r w:rsidRPr="00880EF6">
        <w:rPr>
          <w:b/>
        </w:rPr>
        <w:br/>
        <w:t xml:space="preserve">Output </w:t>
      </w:r>
      <w:proofErr w:type="spellStart"/>
      <w:r w:rsidRPr="00880EF6">
        <w:rPr>
          <w:b/>
        </w:rPr>
        <w:t>C_EncryptInit</w:t>
      </w:r>
      <w:proofErr w:type="spellEnd"/>
    </w:p>
    <w:p w14:paraId="4F14000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4D516C4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47B2A213" w14:textId="77777777" w:rsidR="002F0E6A" w:rsidRPr="00880EF6" w:rsidRDefault="002F0E6A" w:rsidP="002F0E6A">
      <w:pPr>
        <w:spacing w:after="240"/>
      </w:pPr>
      <w:r w:rsidRPr="00880EF6">
        <w:rPr>
          <w:b/>
        </w:rPr>
        <w:br/>
        <w:t xml:space="preserve">Input </w:t>
      </w:r>
      <w:proofErr w:type="spellStart"/>
      <w:r w:rsidRPr="00880EF6">
        <w:rPr>
          <w:b/>
        </w:rPr>
        <w:t>C_EncryptUpdate</w:t>
      </w:r>
      <w:proofErr w:type="spellEnd"/>
      <w:r w:rsidRPr="00880EF6">
        <w:rPr>
          <w:b/>
        </w:rPr>
        <w:t xml:space="preserve"> 1</w:t>
      </w:r>
    </w:p>
    <w:p w14:paraId="2B00900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FA2A10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2D07873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4DC343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5ECCAC0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005A               90, firstPartLen</w:t>
      </w:r>
    </w:p>
    <w:p w14:paraId="6CF148C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0102 0304 …</w:t>
      </w:r>
      <w:r w:rsidRPr="00880EF6">
        <w:rPr>
          <w:rFonts w:ascii="Courier New" w:hAnsi="Courier New" w:cs="Courier New"/>
          <w:noProof/>
          <w:szCs w:val="20"/>
        </w:rPr>
        <w:tab/>
        <w:t xml:space="preserve">   595A     90 bytes of plain text</w:t>
      </w:r>
    </w:p>
    <w:p w14:paraId="7F822D9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401C13A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0000 0100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available in encryptedPart buffer</w:t>
      </w:r>
    </w:p>
    <w:p w14:paraId="102BF6F8" w14:textId="77777777" w:rsidR="002F0E6A" w:rsidRPr="00880EF6" w:rsidRDefault="002F0E6A" w:rsidP="002F0E6A">
      <w:pPr>
        <w:spacing w:after="240"/>
        <w:rPr>
          <w:b/>
        </w:rPr>
      </w:pPr>
      <w:r w:rsidRPr="00880EF6">
        <w:rPr>
          <w:b/>
        </w:rPr>
        <w:br/>
        <w:t xml:space="preserve">Output </w:t>
      </w:r>
      <w:proofErr w:type="spellStart"/>
      <w:r w:rsidRPr="00880EF6">
        <w:rPr>
          <w:b/>
        </w:rPr>
        <w:t>C_EncryptUpdate</w:t>
      </w:r>
      <w:proofErr w:type="spellEnd"/>
      <w:r w:rsidRPr="00880EF6">
        <w:rPr>
          <w:b/>
        </w:rPr>
        <w:t xml:space="preserve"> 1</w:t>
      </w:r>
    </w:p>
    <w:p w14:paraId="01AE4C2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16AB652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853865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4755C94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88, SIZE OF the first 11 blocks</w:t>
      </w:r>
    </w:p>
    <w:p w14:paraId="411713B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A698 C3D8 ...</w:t>
      </w:r>
      <w:r w:rsidRPr="00880EF6">
        <w:rPr>
          <w:rFonts w:ascii="Courier New" w:hAnsi="Courier New" w:cs="Courier New"/>
          <w:noProof/>
          <w:szCs w:val="20"/>
        </w:rPr>
        <w:tab/>
      </w:r>
      <w:r w:rsidRPr="00880EF6">
        <w:rPr>
          <w:rFonts w:ascii="Courier New" w:hAnsi="Courier New" w:cs="Courier New"/>
          <w:noProof/>
          <w:szCs w:val="20"/>
        </w:rPr>
        <w:tab/>
        <w:t>88 bytes of cipher text</w:t>
      </w:r>
    </w:p>
    <w:p w14:paraId="2D5D11E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668589E3" w14:textId="77777777" w:rsidR="002F0E6A" w:rsidRPr="00880EF6" w:rsidRDefault="002F0E6A" w:rsidP="002F0E6A">
      <w:pPr>
        <w:spacing w:after="240"/>
      </w:pPr>
      <w:r w:rsidRPr="00880EF6">
        <w:rPr>
          <w:b/>
        </w:rPr>
        <w:br/>
        <w:t xml:space="preserve">Input </w:t>
      </w:r>
      <w:proofErr w:type="spellStart"/>
      <w:r w:rsidRPr="00880EF6">
        <w:rPr>
          <w:b/>
        </w:rPr>
        <w:t>C_EncryptUpdate</w:t>
      </w:r>
      <w:proofErr w:type="spellEnd"/>
      <w:r w:rsidRPr="00880EF6">
        <w:rPr>
          <w:b/>
        </w:rPr>
        <w:t xml:space="preserve"> 2</w:t>
      </w:r>
    </w:p>
    <w:p w14:paraId="2C07ACA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D7808D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40F80F7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775857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428E2C8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006E               105, secondPartLen</w:t>
      </w:r>
    </w:p>
    <w:p w14:paraId="634E178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5B5C 5D5E ...  C2C3     105 bytes of plain text</w:t>
      </w:r>
    </w:p>
    <w:p w14:paraId="45E92E2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1D9D143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00A8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available in encryptedPart buffer</w:t>
      </w:r>
    </w:p>
    <w:p w14:paraId="2E1C7D3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5FC3931" w14:textId="77777777" w:rsidR="002F0E6A" w:rsidRPr="00880EF6" w:rsidRDefault="002F0E6A" w:rsidP="002F0E6A">
      <w:pPr>
        <w:spacing w:after="240"/>
        <w:rPr>
          <w:b/>
        </w:rPr>
      </w:pPr>
      <w:r w:rsidRPr="00880EF6">
        <w:rPr>
          <w:b/>
        </w:rPr>
        <w:br/>
        <w:t xml:space="preserve">Output </w:t>
      </w:r>
      <w:proofErr w:type="spellStart"/>
      <w:r w:rsidRPr="00880EF6">
        <w:rPr>
          <w:b/>
        </w:rPr>
        <w:t>C_EncryptUpdate</w:t>
      </w:r>
      <w:proofErr w:type="spellEnd"/>
      <w:r w:rsidRPr="00880EF6">
        <w:rPr>
          <w:b/>
        </w:rPr>
        <w:t xml:space="preserve"> 2</w:t>
      </w:r>
    </w:p>
    <w:p w14:paraId="082AC59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6BEB4C4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CDA4DD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1DE9B36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size the second 13 blocks</w:t>
      </w:r>
    </w:p>
    <w:p w14:paraId="299394D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4A69 5C3D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bytes of cipher text; 1 byte outstanding.</w:t>
      </w:r>
    </w:p>
    <w:p w14:paraId="1DC2A91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4FDDCA25" w14:textId="77777777" w:rsidR="002F0E6A" w:rsidRPr="00880EF6" w:rsidRDefault="002F0E6A" w:rsidP="002F0E6A">
      <w:pPr>
        <w:spacing w:after="240"/>
      </w:pPr>
      <w:r w:rsidRPr="00880EF6">
        <w:rPr>
          <w:b/>
        </w:rPr>
        <w:br/>
        <w:t xml:space="preserve">Input </w:t>
      </w:r>
      <w:proofErr w:type="spellStart"/>
      <w:r w:rsidRPr="00880EF6">
        <w:rPr>
          <w:b/>
        </w:rPr>
        <w:t>C_EncryptFinal</w:t>
      </w:r>
      <w:proofErr w:type="spellEnd"/>
    </w:p>
    <w:p w14:paraId="0AA0D1C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569C54B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466B151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15153C6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6ABAC02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256 - 88 - 104 available in encryptedPart buffer</w:t>
      </w:r>
    </w:p>
    <w:p w14:paraId="1969E991" w14:textId="77777777" w:rsidR="002F0E6A" w:rsidRPr="00880EF6" w:rsidRDefault="002F0E6A" w:rsidP="002F0E6A">
      <w:pPr>
        <w:spacing w:after="240"/>
        <w:rPr>
          <w:b/>
        </w:rPr>
      </w:pPr>
      <w:r w:rsidRPr="00880EF6">
        <w:rPr>
          <w:b/>
        </w:rPr>
        <w:br/>
        <w:t xml:space="preserve">Output </w:t>
      </w:r>
      <w:proofErr w:type="spellStart"/>
      <w:r w:rsidRPr="00880EF6">
        <w:rPr>
          <w:b/>
        </w:rPr>
        <w:t>C_EncryptFinal</w:t>
      </w:r>
      <w:proofErr w:type="spellEnd"/>
    </w:p>
    <w:p w14:paraId="0F3213E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0F324F8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1822846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7F3E356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size the final block</w:t>
      </w:r>
    </w:p>
    <w:p w14:paraId="10930C3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65BA C53D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bytes of cipher text</w:t>
      </w:r>
    </w:p>
    <w:p w14:paraId="7448F13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2D5BF87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C57F3B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52E0223" w14:textId="77777777" w:rsidR="002F0E6A" w:rsidRPr="00880EF6" w:rsidRDefault="002F0E6A" w:rsidP="002F0E6A">
      <w:pPr>
        <w:pStyle w:val="Heading4"/>
        <w:numPr>
          <w:ilvl w:val="3"/>
          <w:numId w:val="2"/>
        </w:numPr>
      </w:pPr>
      <w:bookmarkStart w:id="2535" w:name="_Toc533021521"/>
      <w:bookmarkStart w:id="2536" w:name="_Toc535231764"/>
      <w:bookmarkStart w:id="2537" w:name="_Toc14773387"/>
      <w:bookmarkStart w:id="2538" w:name="_Toc27473438"/>
      <w:bookmarkStart w:id="2539" w:name="_Toc32324574"/>
      <w:bookmarkStart w:id="2540" w:name="_Toc176876286"/>
      <w:r w:rsidRPr="00880EF6">
        <w:t xml:space="preserve">PKCS#11 </w:t>
      </w:r>
      <w:proofErr w:type="spellStart"/>
      <w:r w:rsidRPr="00880EF6">
        <w:t>C_GetAttributeValue</w:t>
      </w:r>
      <w:bookmarkEnd w:id="2535"/>
      <w:bookmarkEnd w:id="2536"/>
      <w:bookmarkEnd w:id="2537"/>
      <w:bookmarkEnd w:id="2538"/>
      <w:bookmarkEnd w:id="2539"/>
      <w:bookmarkEnd w:id="2540"/>
      <w:proofErr w:type="spellEnd"/>
    </w:p>
    <w:p w14:paraId="2114AAD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0EAE7C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w:t>
      </w:r>
      <w:r>
        <w:rPr>
          <w:rFonts w:ascii="Courier New" w:hAnsi="Courier New" w:cs="Courier New"/>
          <w:noProof/>
          <w:szCs w:val="20"/>
        </w:rPr>
        <w:t>*</w:t>
      </w:r>
      <w:r w:rsidRPr="00880EF6">
        <w:rPr>
          <w:rFonts w:ascii="Courier New" w:hAnsi="Courier New" w:cs="Courier New"/>
          <w:noProof/>
          <w:szCs w:val="20"/>
        </w:rPr>
        <w:t xml:space="preserve"> For example only</w:t>
      </w:r>
      <w:r>
        <w:rPr>
          <w:rFonts w:ascii="Courier New" w:hAnsi="Courier New" w:cs="Courier New"/>
          <w:noProof/>
          <w:szCs w:val="20"/>
        </w:rPr>
        <w:t xml:space="preserve"> */</w:t>
      </w:r>
    </w:p>
    <w:p w14:paraId="3ECB7A5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hObject = 0x87654321;</w:t>
      </w:r>
    </w:p>
    <w:p w14:paraId="1F203CE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sensitive;</w:t>
      </w:r>
    </w:p>
    <w:p w14:paraId="32CD751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CK_BYTE_PTR checkValue[16];</w:t>
      </w:r>
    </w:p>
    <w:p w14:paraId="0F10A60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CKA_MECHANISM_TYPE mechanisms[64];  </w:t>
      </w:r>
    </w:p>
    <w:p w14:paraId="0CBF264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CK_ATTRIBUTE template[] = {</w:t>
      </w:r>
    </w:p>
    <w:p w14:paraId="1C2B43D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{CKA_SENSITIVE, sensitive, sizeof(sensitive)},</w:t>
      </w:r>
    </w:p>
    <w:p w14:paraId="42D53EE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{CKA_CHECK_VALUE, checkValue, sizeof(checkValue)},</w:t>
      </w:r>
    </w:p>
    <w:p w14:paraId="09DA200C"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{CKA_ALLOWED_MECHANISMS, mechan</w:t>
      </w:r>
      <w:r>
        <w:rPr>
          <w:rFonts w:ascii="Courier New" w:hAnsi="Courier New" w:cs="Courier New"/>
          <w:noProof/>
          <w:szCs w:val="20"/>
        </w:rPr>
        <w:t>i</w:t>
      </w:r>
      <w:r w:rsidRPr="00880EF6">
        <w:rPr>
          <w:rFonts w:ascii="Courier New" w:hAnsi="Courier New" w:cs="Courier New"/>
          <w:noProof/>
          <w:szCs w:val="20"/>
        </w:rPr>
        <w:t>sms, sizeof(mechanisms)},</w:t>
      </w:r>
    </w:p>
    <w:p w14:paraId="100C2BD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{CKA_LABEL, NULL_PTR, 42 }</w:t>
      </w:r>
    </w:p>
    <w:p w14:paraId="3DFA11B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3D86B86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745D2B3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C_GetAttributeValue</w:t>
      </w:r>
      <w:r w:rsidRPr="00880EF6">
        <w:rPr>
          <w:rFonts w:ascii="Courier New" w:hAnsi="Courier New" w:cs="Courier New"/>
          <w:noProof/>
          <w:szCs w:val="20"/>
        </w:rPr>
        <w:t xml:space="preserve">(hSession, hObject, &amp;template, </w:t>
      </w:r>
      <w:r>
        <w:rPr>
          <w:rFonts w:ascii="Courier New" w:hAnsi="Courier New" w:cs="Courier New"/>
          <w:noProof/>
          <w:szCs w:val="20"/>
        </w:rPr>
        <w:t>4</w:t>
      </w:r>
      <w:r w:rsidRPr="00880EF6">
        <w:rPr>
          <w:rFonts w:ascii="Courier New" w:hAnsi="Courier New" w:cs="Courier New"/>
          <w:noProof/>
          <w:szCs w:val="20"/>
        </w:rPr>
        <w:t>);</w:t>
      </w:r>
    </w:p>
    <w:p w14:paraId="3550017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954673A" w14:textId="77777777" w:rsidR="002F0E6A" w:rsidRPr="00880EF6" w:rsidRDefault="002F0E6A" w:rsidP="002F0E6A">
      <w:pPr>
        <w:spacing w:after="240"/>
        <w:rPr>
          <w:b/>
        </w:rPr>
      </w:pPr>
      <w:r w:rsidRPr="00880EF6">
        <w:rPr>
          <w:b/>
        </w:rPr>
        <w:br/>
        <w:t>Input</w:t>
      </w:r>
    </w:p>
    <w:p w14:paraId="1608FCB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1D4518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794949D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BA3939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1D625F9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hObject</w:t>
      </w:r>
    </w:p>
    <w:p w14:paraId="61F9621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p>
    <w:p w14:paraId="373413F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0000 0000 0000 0103</w:t>
      </w:r>
      <w:r w:rsidRPr="00880EF6">
        <w:rPr>
          <w:rFonts w:ascii="Courier New" w:hAnsi="Courier New" w:cs="Courier New"/>
          <w:noProof/>
          <w:szCs w:val="20"/>
        </w:rPr>
        <w:tab/>
        <w:t>CKA_SENSITIVE</w:t>
      </w:r>
    </w:p>
    <w:p w14:paraId="63EE08B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3DD18AE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2ACBB19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0000 0000 0000 0090</w:t>
      </w:r>
      <w:r w:rsidRPr="00880EF6">
        <w:rPr>
          <w:rFonts w:ascii="Courier New" w:hAnsi="Courier New" w:cs="Courier New"/>
          <w:noProof/>
          <w:szCs w:val="20"/>
        </w:rPr>
        <w:tab/>
        <w:t>CKA_CHECK_VALUE</w:t>
      </w:r>
    </w:p>
    <w:p w14:paraId="6369B61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697C6DD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658DF1B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117F174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53ACED2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2C132D17"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64 mechanisms available</w:t>
      </w:r>
    </w:p>
    <w:p w14:paraId="76B5941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2EFFDE5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not defined (is output only)</w:t>
      </w:r>
    </w:p>
    <w:p w14:paraId="2900DC36" w14:textId="77777777" w:rsidR="002F0E6A" w:rsidRPr="00880EF6" w:rsidRDefault="002F0E6A" w:rsidP="002F0E6A">
      <w:pPr>
        <w:spacing w:after="240"/>
        <w:rPr>
          <w:b/>
        </w:rPr>
      </w:pPr>
      <w:r w:rsidRPr="00880EF6">
        <w:rPr>
          <w:b/>
        </w:rPr>
        <w:br/>
        <w:t>Output</w:t>
      </w:r>
    </w:p>
    <w:p w14:paraId="210CD71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04A44E2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2E57A60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r w:rsidRPr="00880EF6">
        <w:rPr>
          <w:rFonts w:ascii="Courier New" w:hAnsi="Courier New" w:cs="Courier New"/>
          <w:noProof/>
          <w:szCs w:val="20"/>
        </w:rPr>
        <w:br/>
        <w:t>0000 0000 0000 0103</w:t>
      </w:r>
      <w:r w:rsidRPr="00880EF6">
        <w:rPr>
          <w:rFonts w:ascii="Courier New" w:hAnsi="Courier New" w:cs="Courier New"/>
          <w:noProof/>
          <w:szCs w:val="20"/>
        </w:rPr>
        <w:tab/>
        <w:t>CKA_SENSITIVE</w:t>
      </w:r>
    </w:p>
    <w:p w14:paraId="738955A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76A7ABD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978AF6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CK_TRUE</w:t>
      </w:r>
      <w:r w:rsidRPr="00880EF6">
        <w:rPr>
          <w:rFonts w:ascii="Courier New" w:hAnsi="Courier New" w:cs="Courier New"/>
          <w:noProof/>
          <w:szCs w:val="20"/>
        </w:rPr>
        <w:br/>
        <w:t>0000 0000 0000 0090</w:t>
      </w:r>
      <w:r w:rsidRPr="00880EF6">
        <w:rPr>
          <w:rFonts w:ascii="Courier New" w:hAnsi="Courier New" w:cs="Courier New"/>
          <w:noProof/>
          <w:szCs w:val="20"/>
        </w:rPr>
        <w:tab/>
        <w:t>CKA_CHECK_VALUE</w:t>
      </w:r>
    </w:p>
    <w:p w14:paraId="45EEAB5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7030BC3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8B0807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0000 0010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ulValueLen 16 -- number of byte values</w:t>
      </w:r>
      <w:r w:rsidRPr="00880EF6">
        <w:rPr>
          <w:rFonts w:ascii="Courier New" w:hAnsi="Courier New" w:cs="Courier New"/>
          <w:noProof/>
          <w:szCs w:val="20"/>
        </w:rPr>
        <w:br/>
        <w:t>1234 ..... ABCD         Check value</w:t>
      </w:r>
    </w:p>
    <w:p w14:paraId="463E096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54FBDE5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5D8E216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30A425D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               2 mechan</w:t>
      </w:r>
      <w:r>
        <w:rPr>
          <w:rFonts w:ascii="Courier New" w:hAnsi="Courier New" w:cs="Courier New"/>
          <w:noProof/>
          <w:szCs w:val="20"/>
        </w:rPr>
        <w:t>i</w:t>
      </w:r>
      <w:r w:rsidRPr="00880EF6">
        <w:rPr>
          <w:rFonts w:ascii="Courier New" w:hAnsi="Courier New" w:cs="Courier New"/>
          <w:noProof/>
          <w:szCs w:val="20"/>
        </w:rPr>
        <w:t>sms</w:t>
      </w:r>
    </w:p>
    <w:p w14:paraId="244B7BA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0000 0000 0000 0121</w:t>
      </w:r>
      <w:r w:rsidRPr="00880EF6">
        <w:rPr>
          <w:rFonts w:ascii="Courier New" w:hAnsi="Courier New" w:cs="Courier New"/>
          <w:noProof/>
          <w:szCs w:val="20"/>
        </w:rPr>
        <w:tab/>
        <w:t>CKM_DES_ECB</w:t>
      </w:r>
    </w:p>
    <w:p w14:paraId="7ED35609"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0C988318"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 0000 0003     CKA_LABEL</w:t>
      </w:r>
    </w:p>
    <w:p w14:paraId="51E9F1E1"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Value not defined</w:t>
      </w:r>
    </w:p>
    <w:p w14:paraId="16F12D7E"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01</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Length defined</w:t>
      </w:r>
    </w:p>
    <w:p w14:paraId="3D6AEBB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0000 00003</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3 bytes (for an example label of “foo”)</w:t>
      </w:r>
    </w:p>
    <w:p w14:paraId="49E1235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5D14CCD7" w14:textId="77777777" w:rsidR="002F0E6A" w:rsidRDefault="002F0E6A" w:rsidP="002F0E6A">
      <w:pPr>
        <w:spacing w:after="240"/>
      </w:pPr>
    </w:p>
    <w:p w14:paraId="02033BF6" w14:textId="77777777" w:rsidR="002F0E6A" w:rsidRPr="000C30ED" w:rsidRDefault="002F0E6A" w:rsidP="002F0E6A">
      <w:pPr>
        <w:pStyle w:val="Heading3"/>
        <w:numPr>
          <w:ilvl w:val="2"/>
          <w:numId w:val="2"/>
        </w:numPr>
      </w:pPr>
      <w:bookmarkStart w:id="2541" w:name="_Ref533007865"/>
      <w:bookmarkStart w:id="2542" w:name="_Toc533021522"/>
      <w:bookmarkStart w:id="2543" w:name="_Toc535231765"/>
      <w:bookmarkStart w:id="2544" w:name="_Toc14773388"/>
      <w:bookmarkStart w:id="2545" w:name="_Toc27473439"/>
      <w:bookmarkStart w:id="2546" w:name="_Toc32324575"/>
      <w:bookmarkStart w:id="2547" w:name="_Toc176876287"/>
      <w:r>
        <w:t>PKCS#11 Client</w:t>
      </w:r>
      <w:bookmarkEnd w:id="2541"/>
      <w:bookmarkEnd w:id="2542"/>
      <w:bookmarkEnd w:id="2543"/>
      <w:bookmarkEnd w:id="2544"/>
      <w:bookmarkEnd w:id="2545"/>
      <w:bookmarkEnd w:id="2546"/>
      <w:bookmarkEnd w:id="2547"/>
    </w:p>
    <w:p w14:paraId="511FF667" w14:textId="77777777" w:rsidR="002F0E6A" w:rsidRDefault="002F0E6A" w:rsidP="002F0E6A">
      <w:r>
        <w:t>KMIP clients conformant to this profile:</w:t>
      </w:r>
    </w:p>
    <w:p w14:paraId="523CA370" w14:textId="05FEB085" w:rsidR="002F0E6A" w:rsidRDefault="002F0E6A" w:rsidP="002F0E6A">
      <w:pPr>
        <w:numPr>
          <w:ilvl w:val="0"/>
          <w:numId w:val="15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(section </w:t>
      </w:r>
      <w:r>
        <w:fldChar w:fldCharType="begin"/>
      </w:r>
      <w:r>
        <w:instrText xml:space="preserve"> REF _Ref433315513 \r \h </w:instrText>
      </w:r>
      <w:r>
        <w:fldChar w:fldCharType="separate"/>
      </w:r>
      <w:r w:rsidR="00DA37E6">
        <w:t>5.1.1</w:t>
      </w:r>
      <w:r>
        <w:fldChar w:fldCharType="end"/>
      </w:r>
      <w:r>
        <w:t>)</w:t>
      </w:r>
    </w:p>
    <w:p w14:paraId="7B56DE3E" w14:textId="2E5CDE7F" w:rsidR="002F0E6A" w:rsidRDefault="002F0E6A" w:rsidP="002F0E6A">
      <w:pPr>
        <w:numPr>
          <w:ilvl w:val="0"/>
          <w:numId w:val="156"/>
        </w:numPr>
      </w:pPr>
      <w:r>
        <w:t xml:space="preserve">SHALL conform with </w:t>
      </w:r>
      <w:r>
        <w:fldChar w:fldCharType="begin"/>
      </w:r>
      <w:r>
        <w:instrText xml:space="preserve"> REF _Ref533007174 \h  \* MERGEFORMAT </w:instrText>
      </w:r>
      <w:r>
        <w:fldChar w:fldCharType="separate"/>
      </w:r>
      <w:r w:rsidR="00DA37E6" w:rsidRPr="00880EF6">
        <w:t>PKCS#11 Encoding</w:t>
      </w:r>
      <w:r>
        <w:fldChar w:fldCharType="end"/>
      </w:r>
      <w:r>
        <w:t xml:space="preserve"> (</w:t>
      </w:r>
      <w:r>
        <w:fldChar w:fldCharType="begin"/>
      </w:r>
      <w:r>
        <w:instrText xml:space="preserve"> REF _Ref533007195 \r \h </w:instrText>
      </w:r>
      <w:r>
        <w:fldChar w:fldCharType="separate"/>
      </w:r>
      <w:r w:rsidR="00DA37E6">
        <w:t>5.18.1</w:t>
      </w:r>
      <w:r>
        <w:fldChar w:fldCharType="end"/>
      </w:r>
      <w:r>
        <w:t>)</w:t>
      </w:r>
    </w:p>
    <w:p w14:paraId="4E98F991" w14:textId="77777777" w:rsidR="002F0E6A" w:rsidRDefault="002F0E6A" w:rsidP="002F0E6A">
      <w:pPr>
        <w:numPr>
          <w:ilvl w:val="0"/>
          <w:numId w:val="156"/>
        </w:numPr>
      </w:pPr>
      <w:r w:rsidRPr="0037589F">
        <w:t xml:space="preserve">SHALL support the following </w:t>
      </w:r>
      <w:r w:rsidRPr="00F35AF1">
        <w:rPr>
          <w:i/>
        </w:rPr>
        <w:t>Client-to-Server Operations</w:t>
      </w:r>
      <w:r w:rsidRPr="0037589F">
        <w:t xml:space="preserve"> [KMIP-SPEC]:</w:t>
      </w:r>
    </w:p>
    <w:p w14:paraId="5DAB120E" w14:textId="77777777" w:rsidR="002F0E6A" w:rsidRDefault="002F0E6A" w:rsidP="002F0E6A">
      <w:pPr>
        <w:numPr>
          <w:ilvl w:val="1"/>
          <w:numId w:val="156"/>
        </w:numPr>
      </w:pPr>
      <w:r>
        <w:rPr>
          <w:i/>
        </w:rPr>
        <w:t>PKCS#11</w:t>
      </w:r>
    </w:p>
    <w:p w14:paraId="06E08FE3" w14:textId="4762717F" w:rsidR="002F0E6A" w:rsidRPr="006436AE" w:rsidRDefault="002F0E6A" w:rsidP="002F0E6A">
      <w:pPr>
        <w:numPr>
          <w:ilvl w:val="0"/>
          <w:numId w:val="156"/>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DA37E6">
        <w:t>5.5.2</w:t>
      </w:r>
      <w:r>
        <w:fldChar w:fldCharType="end"/>
      </w:r>
    </w:p>
    <w:p w14:paraId="6FFCA10C" w14:textId="77777777" w:rsidR="002F0E6A" w:rsidRDefault="002F0E6A" w:rsidP="002F0E6A">
      <w:pPr>
        <w:numPr>
          <w:ilvl w:val="0"/>
          <w:numId w:val="156"/>
        </w:numPr>
      </w:pPr>
      <w:r w:rsidRPr="006436AE">
        <w:t>MAY support extensions outside the scope of this standard (e.g., vendor extensions, conformance clauses) that do not contradict any KMIP requirements.</w:t>
      </w:r>
    </w:p>
    <w:p w14:paraId="49BB424B" w14:textId="77777777" w:rsidR="002F0E6A" w:rsidRPr="000C30ED" w:rsidRDefault="002F0E6A" w:rsidP="002F0E6A">
      <w:pPr>
        <w:pStyle w:val="Heading3"/>
        <w:numPr>
          <w:ilvl w:val="2"/>
          <w:numId w:val="2"/>
        </w:numPr>
      </w:pPr>
      <w:bookmarkStart w:id="2548" w:name="_Ref533007885"/>
      <w:bookmarkStart w:id="2549" w:name="_Toc533021523"/>
      <w:bookmarkStart w:id="2550" w:name="_Toc535231766"/>
      <w:bookmarkStart w:id="2551" w:name="_Toc14773389"/>
      <w:bookmarkStart w:id="2552" w:name="_Toc27473440"/>
      <w:bookmarkStart w:id="2553" w:name="_Toc32324576"/>
      <w:bookmarkStart w:id="2554" w:name="_Toc176876288"/>
      <w:r>
        <w:t>PKCS#11 Server</w:t>
      </w:r>
      <w:bookmarkEnd w:id="2548"/>
      <w:bookmarkEnd w:id="2549"/>
      <w:bookmarkEnd w:id="2550"/>
      <w:bookmarkEnd w:id="2551"/>
      <w:bookmarkEnd w:id="2552"/>
      <w:bookmarkEnd w:id="2553"/>
      <w:bookmarkEnd w:id="2554"/>
    </w:p>
    <w:p w14:paraId="2FEB17AE" w14:textId="77777777" w:rsidR="002F0E6A" w:rsidRDefault="002F0E6A" w:rsidP="002F0E6A">
      <w:r>
        <w:t>KMIP servers conformant to this profile:</w:t>
      </w:r>
    </w:p>
    <w:p w14:paraId="68F83F48" w14:textId="1CCCC4C2" w:rsidR="002F0E6A" w:rsidRPr="00D1622D" w:rsidRDefault="002F0E6A" w:rsidP="002F0E6A">
      <w:pPr>
        <w:numPr>
          <w:ilvl w:val="0"/>
          <w:numId w:val="15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(section </w:t>
      </w:r>
      <w:r>
        <w:fldChar w:fldCharType="begin"/>
      </w:r>
      <w:r>
        <w:instrText xml:space="preserve"> REF _Ref433313037 \r \h </w:instrText>
      </w:r>
      <w:r>
        <w:fldChar w:fldCharType="separate"/>
      </w:r>
      <w:r w:rsidR="00DA37E6">
        <w:t>5.1.2</w:t>
      </w:r>
      <w:r>
        <w:fldChar w:fldCharType="end"/>
      </w:r>
      <w:r>
        <w:t>)</w:t>
      </w:r>
    </w:p>
    <w:p w14:paraId="16A09B87" w14:textId="26B62EE4" w:rsidR="002F0E6A" w:rsidRDefault="002F0E6A" w:rsidP="002F0E6A">
      <w:pPr>
        <w:numPr>
          <w:ilvl w:val="0"/>
          <w:numId w:val="157"/>
        </w:numPr>
      </w:pPr>
      <w:r>
        <w:t xml:space="preserve">SHALL conform with </w:t>
      </w:r>
      <w:r>
        <w:fldChar w:fldCharType="begin"/>
      </w:r>
      <w:r>
        <w:instrText xml:space="preserve"> REF _Ref533007174 \h  \* MERGEFORMAT </w:instrText>
      </w:r>
      <w:r>
        <w:fldChar w:fldCharType="separate"/>
      </w:r>
      <w:r w:rsidR="00DA37E6" w:rsidRPr="00880EF6">
        <w:t>PKCS#11 Encoding</w:t>
      </w:r>
      <w:r>
        <w:fldChar w:fldCharType="end"/>
      </w:r>
      <w:r>
        <w:t xml:space="preserve"> (</w:t>
      </w:r>
      <w:r>
        <w:fldChar w:fldCharType="begin"/>
      </w:r>
      <w:r>
        <w:instrText xml:space="preserve"> REF _Ref533007195 \r \h </w:instrText>
      </w:r>
      <w:r>
        <w:fldChar w:fldCharType="separate"/>
      </w:r>
      <w:r w:rsidR="00DA37E6">
        <w:t>5.18.1</w:t>
      </w:r>
      <w:r>
        <w:fldChar w:fldCharType="end"/>
      </w:r>
      <w:r>
        <w:t>)</w:t>
      </w:r>
    </w:p>
    <w:p w14:paraId="2A7B52E0" w14:textId="77777777" w:rsidR="002F0E6A" w:rsidRDefault="002F0E6A" w:rsidP="002F0E6A">
      <w:pPr>
        <w:numPr>
          <w:ilvl w:val="0"/>
          <w:numId w:val="157"/>
        </w:numPr>
      </w:pPr>
      <w:r w:rsidRPr="0037589F">
        <w:t xml:space="preserve">SHALL support the following </w:t>
      </w:r>
      <w:r w:rsidRPr="00F35AF1">
        <w:rPr>
          <w:i/>
        </w:rPr>
        <w:t>Client-to-Server Operations</w:t>
      </w:r>
      <w:r w:rsidRPr="0037589F">
        <w:t xml:space="preserve"> [KMIP-SPEC]:</w:t>
      </w:r>
    </w:p>
    <w:p w14:paraId="58272421" w14:textId="77777777" w:rsidR="002F0E6A" w:rsidRDefault="002F0E6A" w:rsidP="002F0E6A">
      <w:pPr>
        <w:numPr>
          <w:ilvl w:val="1"/>
          <w:numId w:val="157"/>
        </w:numPr>
      </w:pPr>
      <w:r>
        <w:rPr>
          <w:i/>
        </w:rPr>
        <w:t>PKCS#11</w:t>
      </w:r>
    </w:p>
    <w:p w14:paraId="70A1EE23" w14:textId="2AA55CE2" w:rsidR="002F0E6A" w:rsidRPr="006436AE" w:rsidRDefault="002F0E6A" w:rsidP="002F0E6A">
      <w:pPr>
        <w:numPr>
          <w:ilvl w:val="0"/>
          <w:numId w:val="157"/>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DA37E6">
        <w:t>5.5.3</w:t>
      </w:r>
      <w:r>
        <w:fldChar w:fldCharType="end"/>
      </w:r>
    </w:p>
    <w:p w14:paraId="0F39A0FD" w14:textId="77777777" w:rsidR="002F0E6A" w:rsidRDefault="002F0E6A" w:rsidP="002F0E6A">
      <w:pPr>
        <w:numPr>
          <w:ilvl w:val="0"/>
          <w:numId w:val="157"/>
        </w:numPr>
      </w:pPr>
      <w:r w:rsidRPr="006436AE">
        <w:t>MAY support extensions outside the scope of this standard (e.g., vendor extensions, conformance clauses) that do not contradict any KMIP requirements.</w:t>
      </w:r>
    </w:p>
    <w:p w14:paraId="30E1CF85" w14:textId="77777777" w:rsidR="002F0E6A" w:rsidRDefault="002F0E6A" w:rsidP="002F0E6A">
      <w:pPr>
        <w:pStyle w:val="Heading3"/>
        <w:numPr>
          <w:ilvl w:val="2"/>
          <w:numId w:val="2"/>
        </w:numPr>
      </w:pPr>
      <w:bookmarkStart w:id="2555" w:name="_Ref533007820"/>
      <w:bookmarkStart w:id="2556" w:name="_Toc533021524"/>
      <w:bookmarkStart w:id="2557" w:name="_Toc535231767"/>
      <w:bookmarkStart w:id="2558" w:name="_Toc32324577"/>
      <w:bookmarkStart w:id="2559" w:name="_Toc14773390"/>
      <w:bookmarkStart w:id="2560" w:name="_Toc27473441"/>
      <w:bookmarkStart w:id="2561" w:name="_Toc176876289"/>
      <w:r>
        <w:t>PKCS#11 Mandatory Test Cases KMIP</w:t>
      </w:r>
      <w:bookmarkEnd w:id="2555"/>
      <w:bookmarkEnd w:id="2556"/>
      <w:bookmarkEnd w:id="2557"/>
      <w:r w:rsidR="00697364">
        <w:t xml:space="preserve"> </w:t>
      </w:r>
      <w:bookmarkEnd w:id="2558"/>
      <w:r w:rsidR="00697364">
        <w:t>v3.0</w:t>
      </w:r>
      <w:bookmarkEnd w:id="2559"/>
      <w:bookmarkEnd w:id="2560"/>
      <w:bookmarkEnd w:id="2561"/>
    </w:p>
    <w:p w14:paraId="61E2F157" w14:textId="77777777" w:rsidR="002F0E6A" w:rsidRDefault="002F0E6A" w:rsidP="002F0E6A">
      <w:pPr>
        <w:pStyle w:val="Heading4"/>
        <w:numPr>
          <w:ilvl w:val="3"/>
          <w:numId w:val="2"/>
        </w:numPr>
      </w:pPr>
      <w:bookmarkStart w:id="2562" w:name="_Toc32324578"/>
      <w:bookmarkStart w:id="2563" w:name="_Toc533021525"/>
      <w:bookmarkStart w:id="2564" w:name="_Toc535231768"/>
      <w:bookmarkStart w:id="2565" w:name="_Toc14773391"/>
      <w:bookmarkStart w:id="2566" w:name="_Toc27473442"/>
      <w:bookmarkStart w:id="2567" w:name="_Toc176876290"/>
      <w:r>
        <w:t>PKCS11-M-1-</w:t>
      </w:r>
      <w:bookmarkEnd w:id="2562"/>
      <w:r>
        <w:t>30</w:t>
      </w:r>
      <w:bookmarkEnd w:id="2563"/>
      <w:bookmarkEnd w:id="2564"/>
      <w:bookmarkEnd w:id="2565"/>
      <w:bookmarkEnd w:id="2566"/>
      <w:bookmarkEnd w:id="2567"/>
    </w:p>
    <w:p w14:paraId="5A517025" w14:textId="77777777" w:rsidR="002F0E6A" w:rsidRDefault="002F0E6A" w:rsidP="002F0E6A">
      <w:r w:rsidRPr="005966C4">
        <w:t xml:space="preserve">See </w:t>
      </w:r>
      <w:hyperlink r:id="rId162" w:history="1">
        <w:r>
          <w:rPr>
            <w:rStyle w:val="Hyperlink"/>
          </w:rPr>
          <w:t>test-cases/kmip</w:t>
        </w:r>
        <w:r w:rsidR="00697364">
          <w:rPr>
            <w:rStyle w:val="Hyperlink"/>
          </w:rPr>
          <w:t>-v3.0</w:t>
        </w:r>
        <w:r>
          <w:rPr>
            <w:rStyle w:val="Hyperlink"/>
          </w:rPr>
          <w:t>/mandatory/PKCS11-M-1-30.xml</w:t>
        </w:r>
      </w:hyperlink>
      <w:r>
        <w:t>.</w:t>
      </w:r>
    </w:p>
    <w:p w14:paraId="0148179B" w14:textId="77777777" w:rsidR="002F0E6A" w:rsidRPr="002668AF" w:rsidRDefault="002F0E6A" w:rsidP="002F0E6A"/>
    <w:p w14:paraId="45BE58D2" w14:textId="77777777" w:rsidR="002F0E6A" w:rsidRPr="00FD22AC" w:rsidRDefault="002F0E6A" w:rsidP="002F0E6A">
      <w:pPr>
        <w:pStyle w:val="Heading1"/>
        <w:numPr>
          <w:ilvl w:val="0"/>
          <w:numId w:val="2"/>
        </w:numPr>
      </w:pPr>
      <w:bookmarkStart w:id="2568" w:name="_Toc439711386"/>
      <w:bookmarkStart w:id="2569" w:name="_Toc463354701"/>
      <w:bookmarkStart w:id="2570" w:name="_Toc478070610"/>
      <w:bookmarkStart w:id="2571" w:name="_Toc479342230"/>
      <w:bookmarkStart w:id="2572" w:name="_Toc491431613"/>
      <w:bookmarkStart w:id="2573" w:name="_Ref527637558"/>
      <w:bookmarkStart w:id="2574" w:name="_Ref527637578"/>
      <w:bookmarkStart w:id="2575" w:name="_Toc533021526"/>
      <w:bookmarkStart w:id="2576" w:name="_Toc535231769"/>
      <w:bookmarkStart w:id="2577" w:name="_Toc14773392"/>
      <w:bookmarkStart w:id="2578" w:name="_Toc27473443"/>
      <w:bookmarkStart w:id="2579" w:name="_Toc32324579"/>
      <w:bookmarkStart w:id="2580" w:name="_Toc176876291"/>
      <w:bookmarkStart w:id="2581" w:name="_Toc364101233"/>
      <w:bookmarkStart w:id="2582" w:name="_Toc390246108"/>
      <w:bookmarkStart w:id="2583" w:name="_Toc409613807"/>
      <w:r w:rsidRPr="00FD22AC">
        <w:t>Conformance</w:t>
      </w:r>
      <w:bookmarkEnd w:id="2568"/>
      <w:bookmarkEnd w:id="2569"/>
      <w:bookmarkEnd w:id="2570"/>
      <w:bookmarkEnd w:id="2571"/>
      <w:bookmarkEnd w:id="2572"/>
      <w:bookmarkEnd w:id="2573"/>
      <w:bookmarkEnd w:id="2574"/>
      <w:bookmarkEnd w:id="2575"/>
      <w:bookmarkEnd w:id="2576"/>
      <w:bookmarkEnd w:id="2577"/>
      <w:bookmarkEnd w:id="2578"/>
      <w:bookmarkEnd w:id="2579"/>
      <w:bookmarkEnd w:id="2580"/>
    </w:p>
    <w:p w14:paraId="32623D05" w14:textId="77777777" w:rsidR="002F0E6A" w:rsidRDefault="002F0E6A" w:rsidP="002F0E6A">
      <w:r>
        <w:t xml:space="preserve">The baseline server and client profiles provide the most basic functionality that is expected of a conformant KMIP client or server. The complete server profile defines a KMIP server that implements the entire specification. A KMIP implementation conformant to this specification (the </w:t>
      </w:r>
      <w:r w:rsidRPr="00511E0E">
        <w:t>Key Management Interoperability Protocol Profiles</w:t>
      </w:r>
      <w:r>
        <w:t>)</w:t>
      </w:r>
      <w:r w:rsidRPr="00511E0E">
        <w:t xml:space="preserve"> </w:t>
      </w:r>
      <w:r>
        <w:t>SHALL meet all the conditions documented in one or more of the following sections.</w:t>
      </w:r>
    </w:p>
    <w:p w14:paraId="7DCBA7C1" w14:textId="77777777" w:rsidR="002F0E6A" w:rsidRDefault="002F0E6A" w:rsidP="002F0E6A">
      <w:pPr>
        <w:pStyle w:val="Heading2"/>
        <w:numPr>
          <w:ilvl w:val="1"/>
          <w:numId w:val="2"/>
        </w:numPr>
      </w:pPr>
      <w:bookmarkStart w:id="2584" w:name="_Toc434522439"/>
      <w:bookmarkStart w:id="2585" w:name="_Toc434524678"/>
      <w:bookmarkStart w:id="2586" w:name="_Toc439711387"/>
      <w:bookmarkStart w:id="2587" w:name="_Toc463354702"/>
      <w:bookmarkStart w:id="2588" w:name="_Toc478070611"/>
      <w:bookmarkStart w:id="2589" w:name="_Toc479342231"/>
      <w:bookmarkStart w:id="2590" w:name="_Toc491431614"/>
      <w:bookmarkStart w:id="2591" w:name="_Toc533021527"/>
      <w:bookmarkStart w:id="2592" w:name="_Toc535231770"/>
      <w:bookmarkStart w:id="2593" w:name="_Ref4673272"/>
      <w:bookmarkStart w:id="2594" w:name="_Ref4673282"/>
      <w:bookmarkStart w:id="2595" w:name="_Toc14773393"/>
      <w:bookmarkStart w:id="2596" w:name="_Toc27473444"/>
      <w:bookmarkStart w:id="2597" w:name="_Toc32324580"/>
      <w:bookmarkStart w:id="2598" w:name="_Toc176876292"/>
      <w:bookmarkStart w:id="2599" w:name="_Toc305682262"/>
      <w:bookmarkStart w:id="2600" w:name="_Toc314840129"/>
      <w:bookmarkStart w:id="2601" w:name="_Toc332820736"/>
      <w:bookmarkStart w:id="2602" w:name="_Ref356931263"/>
      <w:bookmarkStart w:id="2603" w:name="_Ref356931967"/>
      <w:bookmarkStart w:id="2604" w:name="_Ref357059498"/>
      <w:bookmarkStart w:id="2605" w:name="_Toc359966816"/>
      <w:bookmarkStart w:id="2606" w:name="_Toc390359554"/>
      <w:bookmarkStart w:id="2607" w:name="_Toc409613184"/>
      <w:bookmarkEnd w:id="2584"/>
      <w:bookmarkEnd w:id="2585"/>
      <w:r>
        <w:t>Baseline Client Basic KMIP</w:t>
      </w:r>
      <w:r w:rsidR="00697364">
        <w:t xml:space="preserve"> v3.0</w:t>
      </w:r>
      <w:r>
        <w:t xml:space="preserve"> Profile Conformance</w:t>
      </w:r>
      <w:bookmarkEnd w:id="2586"/>
      <w:bookmarkEnd w:id="2587"/>
      <w:bookmarkEnd w:id="2588"/>
      <w:bookmarkEnd w:id="2589"/>
      <w:bookmarkEnd w:id="2590"/>
      <w:bookmarkEnd w:id="2591"/>
      <w:bookmarkEnd w:id="2592"/>
      <w:bookmarkEnd w:id="2593"/>
      <w:bookmarkEnd w:id="2594"/>
      <w:bookmarkEnd w:id="2595"/>
      <w:bookmarkEnd w:id="2596"/>
      <w:bookmarkEnd w:id="2597"/>
      <w:bookmarkEnd w:id="2598"/>
    </w:p>
    <w:p w14:paraId="08EF8723" w14:textId="77777777" w:rsidR="002F0E6A" w:rsidRDefault="002F0E6A" w:rsidP="002F0E6A">
      <w:r w:rsidRPr="00615DB0">
        <w:t>KMIP client implementations conformant to this profile:</w:t>
      </w:r>
    </w:p>
    <w:p w14:paraId="681FEC1B" w14:textId="77777777" w:rsidR="002F0E6A" w:rsidRDefault="002F0E6A" w:rsidP="002F0E6A">
      <w:pPr>
        <w:numPr>
          <w:ilvl w:val="0"/>
          <w:numId w:val="10"/>
        </w:numPr>
      </w:pPr>
      <w:r>
        <w:t xml:space="preserve">SHALL support [KMIP-SPEC] </w:t>
      </w:r>
    </w:p>
    <w:p w14:paraId="2BB1AFF6" w14:textId="7B3E376C" w:rsidR="002F0E6A" w:rsidRDefault="002F0E6A" w:rsidP="002F0E6A">
      <w:pPr>
        <w:numPr>
          <w:ilvl w:val="0"/>
          <w:numId w:val="10"/>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5AB83646" w14:textId="2315A46B" w:rsidR="002F0E6A" w:rsidRDefault="002F0E6A" w:rsidP="002F0E6A">
      <w:pPr>
        <w:numPr>
          <w:ilvl w:val="0"/>
          <w:numId w:val="10"/>
        </w:numPr>
      </w:pPr>
      <w:r>
        <w:t xml:space="preserve">SHALL support the </w:t>
      </w:r>
      <w:r>
        <w:fldChar w:fldCharType="begin"/>
      </w:r>
      <w:r>
        <w:instrText xml:space="preserve"> REF _Ref433315513 \h </w:instrText>
      </w:r>
      <w:r>
        <w:fldChar w:fldCharType="separate"/>
      </w:r>
      <w:r w:rsidR="00DA37E6">
        <w:t>Baseline</w:t>
      </w:r>
      <w:r w:rsidR="00DA37E6" w:rsidRPr="00332A21">
        <w:t xml:space="preserve"> </w:t>
      </w:r>
      <w:r w:rsidR="00DA37E6">
        <w:t>Client</w:t>
      </w:r>
      <w:r>
        <w:fldChar w:fldCharType="end"/>
      </w:r>
      <w:r>
        <w:t xml:space="preserve"> conditions (</w:t>
      </w:r>
      <w:r>
        <w:fldChar w:fldCharType="begin"/>
      </w:r>
      <w:r>
        <w:instrText xml:space="preserve"> REF _Ref433315513 \r \h </w:instrText>
      </w:r>
      <w:r>
        <w:fldChar w:fldCharType="separate"/>
      </w:r>
      <w:r w:rsidR="00DA37E6">
        <w:t>5.1.1</w:t>
      </w:r>
      <w:r>
        <w:fldChar w:fldCharType="end"/>
      </w:r>
      <w:r>
        <w:t xml:space="preserve">) and; </w:t>
      </w:r>
    </w:p>
    <w:p w14:paraId="68070753" w14:textId="34E2ED91" w:rsidR="002F0E6A" w:rsidRDefault="002F0E6A" w:rsidP="002F0E6A">
      <w:pPr>
        <w:numPr>
          <w:ilvl w:val="0"/>
          <w:numId w:val="10"/>
        </w:numPr>
      </w:pPr>
      <w:r>
        <w:t xml:space="preserve">SHALL support one or more of the </w:t>
      </w:r>
      <w:r>
        <w:fldChar w:fldCharType="begin"/>
      </w:r>
      <w:r>
        <w:instrText xml:space="preserve"> REF _Ref527637386 \h </w:instrText>
      </w:r>
      <w:r>
        <w:fldChar w:fldCharType="separate"/>
      </w:r>
      <w:r w:rsidR="00DA37E6">
        <w:t>Baseline Mandatory Test Cases KMIP v</w:t>
      </w:r>
      <w:r>
        <w:fldChar w:fldCharType="end"/>
      </w:r>
      <w:r>
        <w:t xml:space="preserve"> (</w:t>
      </w:r>
      <w:r>
        <w:fldChar w:fldCharType="begin"/>
      </w:r>
      <w:r>
        <w:instrText xml:space="preserve"> REF _Ref527637386 \r \h </w:instrText>
      </w:r>
      <w:r>
        <w:fldChar w:fldCharType="separate"/>
      </w:r>
      <w:r w:rsidR="00DA37E6">
        <w:t>5.1.3</w:t>
      </w:r>
      <w:r>
        <w:fldChar w:fldCharType="end"/>
      </w:r>
      <w:r>
        <w:t xml:space="preserve">, </w:t>
      </w:r>
      <w:r>
        <w:fldChar w:fldCharType="begin"/>
      </w:r>
      <w:r>
        <w:instrText xml:space="preserve"> REF _Ref439708314 \r \h </w:instrText>
      </w:r>
      <w:r>
        <w:fldChar w:fldCharType="separate"/>
      </w:r>
      <w:r w:rsidR="00DA37E6">
        <w:t>5.6.3</w:t>
      </w:r>
      <w:r>
        <w:fldChar w:fldCharType="end"/>
      </w:r>
      <w:r>
        <w:t>)</w:t>
      </w:r>
      <w:r w:rsidRPr="006436AE">
        <w:t>.</w:t>
      </w:r>
    </w:p>
    <w:p w14:paraId="70B0EA91" w14:textId="77777777" w:rsidR="002F0E6A" w:rsidRDefault="002F0E6A" w:rsidP="002F0E6A">
      <w:pPr>
        <w:pStyle w:val="Heading2"/>
        <w:numPr>
          <w:ilvl w:val="1"/>
          <w:numId w:val="2"/>
        </w:numPr>
      </w:pPr>
      <w:bookmarkStart w:id="2608" w:name="_Toc439711389"/>
      <w:bookmarkStart w:id="2609" w:name="_Toc463354704"/>
      <w:bookmarkStart w:id="2610" w:name="_Toc478070613"/>
      <w:bookmarkStart w:id="2611" w:name="_Toc479342233"/>
      <w:bookmarkStart w:id="2612" w:name="_Toc491431616"/>
      <w:bookmarkStart w:id="2613" w:name="_Toc533021528"/>
      <w:bookmarkStart w:id="2614" w:name="_Toc535231771"/>
      <w:bookmarkStart w:id="2615" w:name="_Ref4673549"/>
      <w:bookmarkStart w:id="2616" w:name="_Ref4673561"/>
      <w:bookmarkStart w:id="2617" w:name="_Toc14773394"/>
      <w:bookmarkStart w:id="2618" w:name="_Toc27473445"/>
      <w:bookmarkStart w:id="2619" w:name="_Toc32324581"/>
      <w:bookmarkStart w:id="2620" w:name="_Toc176876293"/>
      <w:r>
        <w:t>Baseline Server Basic KMIP</w:t>
      </w:r>
      <w:r w:rsidR="00697364">
        <w:t xml:space="preserve"> v3.0</w:t>
      </w:r>
      <w:r>
        <w:t xml:space="preserve"> Profile Conformance</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p>
    <w:p w14:paraId="4E23C0B3" w14:textId="77777777" w:rsidR="002F0E6A" w:rsidRDefault="002F0E6A" w:rsidP="002F0E6A">
      <w:r w:rsidRPr="00615DB0">
        <w:t xml:space="preserve">KMIP </w:t>
      </w:r>
      <w:r>
        <w:t>server</w:t>
      </w:r>
      <w:r w:rsidRPr="00615DB0">
        <w:t xml:space="preserve"> implementations conformant to this profile:</w:t>
      </w:r>
    </w:p>
    <w:p w14:paraId="4CA46EF7" w14:textId="77777777" w:rsidR="002F0E6A" w:rsidRDefault="002F0E6A" w:rsidP="002F0E6A">
      <w:pPr>
        <w:numPr>
          <w:ilvl w:val="0"/>
          <w:numId w:val="30"/>
        </w:numPr>
      </w:pPr>
      <w:r>
        <w:t xml:space="preserve">SHALL support [KMIP-SPEC] </w:t>
      </w:r>
    </w:p>
    <w:p w14:paraId="5B41CEB3" w14:textId="4E8D21BC" w:rsidR="002F0E6A" w:rsidRDefault="002F0E6A" w:rsidP="002F0E6A">
      <w:pPr>
        <w:numPr>
          <w:ilvl w:val="0"/>
          <w:numId w:val="30"/>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6A3821F" w14:textId="2BDE2F9F" w:rsidR="002F0E6A" w:rsidRDefault="002F0E6A" w:rsidP="002F0E6A">
      <w:pPr>
        <w:numPr>
          <w:ilvl w:val="0"/>
          <w:numId w:val="30"/>
        </w:numPr>
      </w:pPr>
      <w:r>
        <w:t xml:space="preserve">SHALL support the </w:t>
      </w:r>
      <w:r>
        <w:fldChar w:fldCharType="begin"/>
      </w:r>
      <w:r>
        <w:instrText xml:space="preserve"> REF _Ref433313037 \h </w:instrText>
      </w:r>
      <w:r>
        <w:fldChar w:fldCharType="separate"/>
      </w:r>
      <w:r w:rsidR="00DA37E6">
        <w:t>Baseline</w:t>
      </w:r>
      <w:r w:rsidR="00DA37E6" w:rsidRPr="00332A21">
        <w:t xml:space="preserve"> Server</w:t>
      </w:r>
      <w:r>
        <w:fldChar w:fldCharType="end"/>
      </w:r>
      <w:r>
        <w:t xml:space="preserve"> conditions (</w:t>
      </w:r>
      <w:r>
        <w:fldChar w:fldCharType="begin"/>
      </w:r>
      <w:r>
        <w:instrText xml:space="preserve"> REF _Ref433313037 \r \h </w:instrText>
      </w:r>
      <w:r>
        <w:fldChar w:fldCharType="separate"/>
      </w:r>
      <w:r w:rsidR="00DA37E6">
        <w:t>5.1.2</w:t>
      </w:r>
      <w:r>
        <w:fldChar w:fldCharType="end"/>
      </w:r>
      <w:r>
        <w:t>) and;</w:t>
      </w:r>
    </w:p>
    <w:p w14:paraId="49C3919D" w14:textId="0D0CBF6C" w:rsidR="002F0E6A" w:rsidRDefault="002F0E6A" w:rsidP="002F0E6A">
      <w:pPr>
        <w:numPr>
          <w:ilvl w:val="0"/>
          <w:numId w:val="30"/>
        </w:numPr>
      </w:pPr>
      <w:r>
        <w:t xml:space="preserve">SHALL support all of the </w:t>
      </w:r>
      <w:r>
        <w:fldChar w:fldCharType="begin"/>
      </w:r>
      <w:r>
        <w:instrText xml:space="preserve"> REF _Ref527637386 \h </w:instrText>
      </w:r>
      <w:r>
        <w:fldChar w:fldCharType="separate"/>
      </w:r>
      <w:r w:rsidR="00DA37E6">
        <w:t>Baseline Mandatory Test Cases KMIP v</w:t>
      </w:r>
      <w:r>
        <w:fldChar w:fldCharType="end"/>
      </w:r>
      <w:r>
        <w:t xml:space="preserve"> (</w:t>
      </w:r>
      <w:r>
        <w:fldChar w:fldCharType="begin"/>
      </w:r>
      <w:r>
        <w:instrText xml:space="preserve"> REF _Ref527637386 \r \h </w:instrText>
      </w:r>
      <w:r>
        <w:fldChar w:fldCharType="separate"/>
      </w:r>
      <w:r w:rsidR="00DA37E6">
        <w:t>5.1.3</w:t>
      </w:r>
      <w:r>
        <w:fldChar w:fldCharType="end"/>
      </w:r>
      <w:r>
        <w:t xml:space="preserve">, </w:t>
      </w:r>
      <w:r>
        <w:fldChar w:fldCharType="begin"/>
      </w:r>
      <w:r>
        <w:instrText xml:space="preserve"> REF _Ref439708314 \r \h </w:instrText>
      </w:r>
      <w:r>
        <w:fldChar w:fldCharType="separate"/>
      </w:r>
      <w:r w:rsidR="00DA37E6">
        <w:t>5.6.3</w:t>
      </w:r>
      <w:r>
        <w:fldChar w:fldCharType="end"/>
      </w:r>
      <w:r>
        <w:t>)</w:t>
      </w:r>
      <w:r w:rsidRPr="006436AE">
        <w:t>.</w:t>
      </w:r>
    </w:p>
    <w:p w14:paraId="6EB61045" w14:textId="77777777" w:rsidR="002F0E6A" w:rsidRDefault="002F0E6A" w:rsidP="002F0E6A">
      <w:pPr>
        <w:pStyle w:val="Heading2"/>
        <w:numPr>
          <w:ilvl w:val="1"/>
          <w:numId w:val="2"/>
        </w:numPr>
      </w:pPr>
      <w:bookmarkStart w:id="2621" w:name="_Toc439711391"/>
      <w:bookmarkStart w:id="2622" w:name="_Toc463354706"/>
      <w:bookmarkStart w:id="2623" w:name="_Toc478070615"/>
      <w:bookmarkStart w:id="2624" w:name="_Toc479342235"/>
      <w:bookmarkStart w:id="2625" w:name="_Toc491431618"/>
      <w:bookmarkStart w:id="2626" w:name="_Toc533021529"/>
      <w:bookmarkStart w:id="2627" w:name="_Toc535231772"/>
      <w:bookmarkStart w:id="2628" w:name="_Toc14773395"/>
      <w:bookmarkStart w:id="2629" w:name="_Toc27473446"/>
      <w:bookmarkStart w:id="2630" w:name="_Toc32324582"/>
      <w:bookmarkStart w:id="2631" w:name="_Toc176876294"/>
      <w:r>
        <w:t>Complete Server Basic KMIP</w:t>
      </w:r>
      <w:r w:rsidR="00697364">
        <w:t xml:space="preserve"> v3.0</w:t>
      </w:r>
      <w:r>
        <w:t xml:space="preserve"> Profile Conformance</w:t>
      </w:r>
      <w:bookmarkEnd w:id="2621"/>
      <w:bookmarkEnd w:id="2622"/>
      <w:bookmarkEnd w:id="2623"/>
      <w:bookmarkEnd w:id="2624"/>
      <w:bookmarkEnd w:id="2625"/>
      <w:bookmarkEnd w:id="2626"/>
      <w:bookmarkEnd w:id="2627"/>
      <w:bookmarkEnd w:id="2628"/>
      <w:bookmarkEnd w:id="2629"/>
      <w:bookmarkEnd w:id="2630"/>
      <w:bookmarkEnd w:id="2631"/>
      <w:r>
        <w:t xml:space="preserve"> </w:t>
      </w:r>
    </w:p>
    <w:p w14:paraId="599B17E8" w14:textId="77777777" w:rsidR="002F0E6A" w:rsidRDefault="002F0E6A" w:rsidP="002F0E6A">
      <w:r w:rsidRPr="00615DB0">
        <w:t xml:space="preserve">KMIP </w:t>
      </w:r>
      <w:r>
        <w:t>server</w:t>
      </w:r>
      <w:r w:rsidRPr="00615DB0">
        <w:t xml:space="preserve"> implementations conformant to this profile:</w:t>
      </w:r>
    </w:p>
    <w:p w14:paraId="2DF10E67" w14:textId="77777777" w:rsidR="002F0E6A" w:rsidRDefault="002F0E6A" w:rsidP="002F0E6A">
      <w:pPr>
        <w:numPr>
          <w:ilvl w:val="0"/>
          <w:numId w:val="31"/>
        </w:numPr>
      </w:pPr>
      <w:r>
        <w:t xml:space="preserve">SHALL support [KMIP-SPEC] </w:t>
      </w:r>
    </w:p>
    <w:p w14:paraId="13C24735" w14:textId="05AA4EBE" w:rsidR="002F0E6A" w:rsidRDefault="002F0E6A" w:rsidP="002F0E6A">
      <w:pPr>
        <w:numPr>
          <w:ilvl w:val="0"/>
          <w:numId w:val="31"/>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1F32822A" w14:textId="4B8AA13F" w:rsidR="002F0E6A" w:rsidRDefault="002F0E6A" w:rsidP="002F0E6A">
      <w:pPr>
        <w:numPr>
          <w:ilvl w:val="0"/>
          <w:numId w:val="31"/>
        </w:numPr>
      </w:pPr>
      <w:r>
        <w:t xml:space="preserve">SHALL support the </w:t>
      </w:r>
      <w:r>
        <w:fldChar w:fldCharType="begin"/>
      </w:r>
      <w:r>
        <w:instrText xml:space="preserve"> REF _Ref433313170 \h </w:instrText>
      </w:r>
      <w:r>
        <w:fldChar w:fldCharType="separate"/>
      </w:r>
      <w:r w:rsidR="00DA37E6">
        <w:t>Complete</w:t>
      </w:r>
      <w:r w:rsidR="00DA37E6" w:rsidRPr="00332A21">
        <w:t xml:space="preserve"> Server</w:t>
      </w:r>
      <w:r>
        <w:fldChar w:fldCharType="end"/>
      </w:r>
      <w:r>
        <w:t xml:space="preserve"> conditions (</w:t>
      </w:r>
      <w:r>
        <w:fldChar w:fldCharType="begin"/>
      </w:r>
      <w:r>
        <w:instrText xml:space="preserve"> REF _Ref433313185 \r \h </w:instrText>
      </w:r>
      <w:r>
        <w:fldChar w:fldCharType="separate"/>
      </w:r>
      <w:r w:rsidR="00DA37E6">
        <w:t>5.2</w:t>
      </w:r>
      <w:r>
        <w:fldChar w:fldCharType="end"/>
      </w:r>
      <w:r>
        <w:t>) and;</w:t>
      </w:r>
    </w:p>
    <w:p w14:paraId="6FB84ACA" w14:textId="2DDB02CB" w:rsidR="002F0E6A" w:rsidRDefault="002F0E6A" w:rsidP="002F0E6A">
      <w:pPr>
        <w:numPr>
          <w:ilvl w:val="0"/>
          <w:numId w:val="31"/>
        </w:numPr>
      </w:pPr>
      <w:r>
        <w:t xml:space="preserve">SHALL support all of the server conformance clauses contained within </w:t>
      </w:r>
      <w:r>
        <w:fldChar w:fldCharType="begin"/>
      </w:r>
      <w:r>
        <w:instrText xml:space="preserve"> REF _Ref527637558 \h </w:instrText>
      </w:r>
      <w:r>
        <w:fldChar w:fldCharType="separate"/>
      </w:r>
      <w:r w:rsidR="00DA37E6" w:rsidRPr="00FD22AC">
        <w:t>Conformance</w:t>
      </w:r>
      <w:r>
        <w:fldChar w:fldCharType="end"/>
      </w:r>
      <w:r>
        <w:t xml:space="preserve"> (</w:t>
      </w:r>
      <w:r>
        <w:fldChar w:fldCharType="begin"/>
      </w:r>
      <w:r>
        <w:instrText xml:space="preserve"> REF _Ref527637578 \r \h </w:instrText>
      </w:r>
      <w:r>
        <w:fldChar w:fldCharType="separate"/>
      </w:r>
      <w:r w:rsidR="00DA37E6">
        <w:t>6</w:t>
      </w:r>
      <w:r>
        <w:fldChar w:fldCharType="end"/>
      </w:r>
      <w:r>
        <w:t xml:space="preserve">) </w:t>
      </w:r>
    </w:p>
    <w:p w14:paraId="0C1A16CE" w14:textId="77777777" w:rsidR="002F0E6A" w:rsidRDefault="002F0E6A" w:rsidP="002F0E6A">
      <w:pPr>
        <w:pStyle w:val="Heading2"/>
        <w:numPr>
          <w:ilvl w:val="1"/>
          <w:numId w:val="2"/>
        </w:numPr>
      </w:pPr>
      <w:bookmarkStart w:id="2632" w:name="_Toc439711393"/>
      <w:bookmarkStart w:id="2633" w:name="_Toc463354708"/>
      <w:bookmarkStart w:id="2634" w:name="_Toc478070617"/>
      <w:bookmarkStart w:id="2635" w:name="_Toc479342237"/>
      <w:bookmarkStart w:id="2636" w:name="_Toc491431620"/>
      <w:bookmarkStart w:id="2637" w:name="_Toc533021530"/>
      <w:bookmarkStart w:id="2638" w:name="_Toc535231773"/>
      <w:bookmarkStart w:id="2639" w:name="_Toc14773396"/>
      <w:bookmarkStart w:id="2640" w:name="_Toc27473447"/>
      <w:bookmarkStart w:id="2641" w:name="_Toc32324583"/>
      <w:bookmarkStart w:id="2642" w:name="_Toc176876295"/>
      <w:r>
        <w:t>HTTPS Client KMIP</w:t>
      </w:r>
      <w:r w:rsidR="00697364">
        <w:t xml:space="preserve"> v3.0</w:t>
      </w:r>
      <w:r>
        <w:t xml:space="preserve"> Profile Conformance</w:t>
      </w:r>
      <w:bookmarkEnd w:id="2632"/>
      <w:bookmarkEnd w:id="2633"/>
      <w:bookmarkEnd w:id="2634"/>
      <w:bookmarkEnd w:id="2635"/>
      <w:bookmarkEnd w:id="2636"/>
      <w:bookmarkEnd w:id="2637"/>
      <w:bookmarkEnd w:id="2638"/>
      <w:bookmarkEnd w:id="2639"/>
      <w:bookmarkEnd w:id="2640"/>
      <w:bookmarkEnd w:id="2641"/>
      <w:bookmarkEnd w:id="2642"/>
      <w:r>
        <w:t xml:space="preserve"> </w:t>
      </w:r>
    </w:p>
    <w:p w14:paraId="5FE99435" w14:textId="77777777" w:rsidR="002F0E6A" w:rsidRDefault="002F0E6A" w:rsidP="002F0E6A">
      <w:r w:rsidRPr="00615DB0">
        <w:t>KMIP client implementations conformant to this profile:</w:t>
      </w:r>
    </w:p>
    <w:p w14:paraId="1EE79803" w14:textId="77777777" w:rsidR="002F0E6A" w:rsidRDefault="002F0E6A" w:rsidP="002F0E6A">
      <w:pPr>
        <w:numPr>
          <w:ilvl w:val="0"/>
          <w:numId w:val="32"/>
        </w:numPr>
      </w:pPr>
      <w:r>
        <w:t xml:space="preserve">SHALL support [KMIP-SPEC] </w:t>
      </w:r>
    </w:p>
    <w:p w14:paraId="35BF6E00" w14:textId="074438D8" w:rsidR="002F0E6A" w:rsidRDefault="002F0E6A" w:rsidP="002F0E6A">
      <w:pPr>
        <w:numPr>
          <w:ilvl w:val="0"/>
          <w:numId w:val="32"/>
        </w:numPr>
      </w:pPr>
      <w:r>
        <w:t xml:space="preserve">SHALL support the </w:t>
      </w:r>
      <w:r>
        <w:fldChar w:fldCharType="begin"/>
      </w:r>
      <w:r>
        <w:instrText xml:space="preserve"> REF _Ref439708181 \h </w:instrText>
      </w:r>
      <w:r>
        <w:fldChar w:fldCharType="separate"/>
      </w:r>
      <w:r w:rsidR="00DA37E6">
        <w:t>HTTPS Authentication Suite</w:t>
      </w:r>
      <w:r>
        <w:fldChar w:fldCharType="end"/>
      </w:r>
      <w:r>
        <w:t xml:space="preserve"> conditions (</w:t>
      </w:r>
      <w:r>
        <w:fldChar w:fldCharType="begin"/>
      </w:r>
      <w:r>
        <w:instrText xml:space="preserve"> REF _Ref439708188 \r \h </w:instrText>
      </w:r>
      <w:r>
        <w:fldChar w:fldCharType="separate"/>
      </w:r>
      <w:r w:rsidR="00DA37E6">
        <w:t>3.2</w:t>
      </w:r>
      <w:r>
        <w:fldChar w:fldCharType="end"/>
      </w:r>
      <w:r>
        <w:t>) and;</w:t>
      </w:r>
    </w:p>
    <w:p w14:paraId="0BEBD7B6" w14:textId="1B4DA204" w:rsidR="002F0E6A" w:rsidRDefault="002F0E6A" w:rsidP="002F0E6A">
      <w:pPr>
        <w:numPr>
          <w:ilvl w:val="0"/>
          <w:numId w:val="32"/>
        </w:numPr>
      </w:pPr>
      <w:r>
        <w:t xml:space="preserve">SHALL support the </w:t>
      </w:r>
      <w:r>
        <w:fldChar w:fldCharType="begin"/>
      </w:r>
      <w:r>
        <w:instrText xml:space="preserve"> REF _Ref439708214 \h </w:instrText>
      </w:r>
      <w:r>
        <w:fldChar w:fldCharType="separate"/>
      </w:r>
      <w:r w:rsidR="00DA37E6">
        <w:t>HTTPS Client</w:t>
      </w:r>
      <w:r>
        <w:fldChar w:fldCharType="end"/>
      </w:r>
      <w:r>
        <w:t xml:space="preserve"> conditions (</w:t>
      </w:r>
      <w:r>
        <w:fldChar w:fldCharType="begin"/>
      </w:r>
      <w:r>
        <w:instrText xml:space="preserve"> REF _Ref439708225 \r \h </w:instrText>
      </w:r>
      <w:r>
        <w:fldChar w:fldCharType="separate"/>
      </w:r>
      <w:r w:rsidR="00DA37E6">
        <w:t>5.3.1</w:t>
      </w:r>
      <w:r>
        <w:fldChar w:fldCharType="end"/>
      </w:r>
      <w:r>
        <w:t>) and;</w:t>
      </w:r>
    </w:p>
    <w:p w14:paraId="71BF0F32" w14:textId="288A37D2" w:rsidR="002F0E6A" w:rsidRDefault="002F0E6A" w:rsidP="002F0E6A">
      <w:pPr>
        <w:numPr>
          <w:ilvl w:val="0"/>
          <w:numId w:val="32"/>
        </w:numPr>
      </w:pPr>
      <w:r>
        <w:t xml:space="preserve">SHALL support all of the </w:t>
      </w:r>
      <w:r>
        <w:fldChar w:fldCharType="begin"/>
      </w:r>
      <w:r>
        <w:instrText xml:space="preserve"> REF _Ref439710297 \h </w:instrText>
      </w:r>
      <w:r>
        <w:fldChar w:fldCharType="separate"/>
      </w:r>
      <w:r w:rsidR="00DA37E6">
        <w:t xml:space="preserve">HTTPS Mandatory Test Cases KMIP </w:t>
      </w:r>
      <w:r>
        <w:fldChar w:fldCharType="end"/>
      </w:r>
      <w:r>
        <w:t xml:space="preserve"> (</w:t>
      </w:r>
      <w:r>
        <w:fldChar w:fldCharType="begin"/>
      </w:r>
      <w:r>
        <w:instrText xml:space="preserve"> REF _Ref439710310 \r \h </w:instrText>
      </w:r>
      <w:r>
        <w:fldChar w:fldCharType="separate"/>
      </w:r>
      <w:r w:rsidR="00DA37E6">
        <w:t>5.3.3</w:t>
      </w:r>
      <w:r>
        <w:fldChar w:fldCharType="end"/>
      </w:r>
      <w:r>
        <w:t>); and</w:t>
      </w:r>
    </w:p>
    <w:p w14:paraId="49B6E634" w14:textId="6EF0B3D2" w:rsidR="002F0E6A" w:rsidRDefault="002F0E6A" w:rsidP="002F0E6A">
      <w:pPr>
        <w:numPr>
          <w:ilvl w:val="0"/>
          <w:numId w:val="32"/>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08AA283E" w14:textId="77777777" w:rsidR="002F0E6A" w:rsidRDefault="002F0E6A" w:rsidP="002F0E6A">
      <w:pPr>
        <w:pStyle w:val="Heading2"/>
        <w:numPr>
          <w:ilvl w:val="1"/>
          <w:numId w:val="2"/>
        </w:numPr>
      </w:pPr>
      <w:bookmarkStart w:id="2643" w:name="_Toc439711394"/>
      <w:bookmarkStart w:id="2644" w:name="_Toc463354709"/>
      <w:bookmarkStart w:id="2645" w:name="_Toc478070618"/>
      <w:bookmarkStart w:id="2646" w:name="_Toc479342238"/>
      <w:bookmarkStart w:id="2647" w:name="_Toc491431621"/>
      <w:bookmarkStart w:id="2648" w:name="_Toc533021531"/>
      <w:bookmarkStart w:id="2649" w:name="_Toc535231774"/>
      <w:bookmarkStart w:id="2650" w:name="_Toc14773397"/>
      <w:bookmarkStart w:id="2651" w:name="_Toc27473448"/>
      <w:bookmarkStart w:id="2652" w:name="_Toc32324584"/>
      <w:bookmarkStart w:id="2653" w:name="_Toc176876296"/>
      <w:r>
        <w:t>HTTPS Server KMIP</w:t>
      </w:r>
      <w:r w:rsidR="00697364">
        <w:t xml:space="preserve"> v3.0</w:t>
      </w:r>
      <w:r>
        <w:t xml:space="preserve"> Profile Conformance</w:t>
      </w:r>
      <w:bookmarkEnd w:id="2643"/>
      <w:bookmarkEnd w:id="2644"/>
      <w:bookmarkEnd w:id="2645"/>
      <w:bookmarkEnd w:id="2646"/>
      <w:bookmarkEnd w:id="2647"/>
      <w:bookmarkEnd w:id="2648"/>
      <w:bookmarkEnd w:id="2649"/>
      <w:bookmarkEnd w:id="2650"/>
      <w:bookmarkEnd w:id="2651"/>
      <w:bookmarkEnd w:id="2652"/>
      <w:bookmarkEnd w:id="2653"/>
      <w:r>
        <w:t xml:space="preserve"> </w:t>
      </w:r>
    </w:p>
    <w:p w14:paraId="02D693B7" w14:textId="77777777" w:rsidR="002F0E6A" w:rsidRDefault="002F0E6A" w:rsidP="002F0E6A">
      <w:r w:rsidRPr="00615DB0">
        <w:t xml:space="preserve">KMIP </w:t>
      </w:r>
      <w:r>
        <w:t xml:space="preserve">server </w:t>
      </w:r>
      <w:r w:rsidRPr="00615DB0">
        <w:t>implementations conformant to this profile:</w:t>
      </w:r>
    </w:p>
    <w:p w14:paraId="7CED8800" w14:textId="77777777" w:rsidR="002F0E6A" w:rsidRDefault="002F0E6A" w:rsidP="002F0E6A">
      <w:pPr>
        <w:numPr>
          <w:ilvl w:val="0"/>
          <w:numId w:val="108"/>
        </w:numPr>
      </w:pPr>
      <w:r>
        <w:t xml:space="preserve">SHALL support [KMIP-SPEC] </w:t>
      </w:r>
    </w:p>
    <w:p w14:paraId="3F8774DE" w14:textId="7E9E315B" w:rsidR="002F0E6A" w:rsidRDefault="002F0E6A" w:rsidP="002F0E6A">
      <w:pPr>
        <w:numPr>
          <w:ilvl w:val="0"/>
          <w:numId w:val="108"/>
        </w:numPr>
      </w:pPr>
      <w:r>
        <w:t xml:space="preserve">SHALL support the </w:t>
      </w:r>
      <w:r>
        <w:fldChar w:fldCharType="begin"/>
      </w:r>
      <w:r>
        <w:instrText xml:space="preserve"> REF _Ref439708181 \h </w:instrText>
      </w:r>
      <w:r>
        <w:fldChar w:fldCharType="separate"/>
      </w:r>
      <w:r w:rsidR="00DA37E6">
        <w:t>HTTPS Authentication Suite</w:t>
      </w:r>
      <w:r>
        <w:fldChar w:fldCharType="end"/>
      </w:r>
      <w:r>
        <w:t xml:space="preserve"> conditions (</w:t>
      </w:r>
      <w:r>
        <w:fldChar w:fldCharType="begin"/>
      </w:r>
      <w:r>
        <w:instrText xml:space="preserve"> REF _Ref439708188 \r \h </w:instrText>
      </w:r>
      <w:r>
        <w:fldChar w:fldCharType="separate"/>
      </w:r>
      <w:r w:rsidR="00DA37E6">
        <w:t>3.2</w:t>
      </w:r>
      <w:r>
        <w:fldChar w:fldCharType="end"/>
      </w:r>
      <w:r>
        <w:t>) and;</w:t>
      </w:r>
    </w:p>
    <w:p w14:paraId="4A9B45C9" w14:textId="4CA6F7B4" w:rsidR="002F0E6A" w:rsidRDefault="002F0E6A" w:rsidP="002F0E6A">
      <w:pPr>
        <w:numPr>
          <w:ilvl w:val="0"/>
          <w:numId w:val="108"/>
        </w:numPr>
      </w:pPr>
      <w:r>
        <w:t xml:space="preserve">SHALL support the </w:t>
      </w:r>
      <w:r>
        <w:fldChar w:fldCharType="begin"/>
      </w:r>
      <w:r>
        <w:instrText xml:space="preserve"> REF _Ref439708363 \h </w:instrText>
      </w:r>
      <w:r>
        <w:fldChar w:fldCharType="separate"/>
      </w:r>
      <w:r w:rsidR="00DA37E6">
        <w:t>HTTPS Server</w:t>
      </w:r>
      <w:r>
        <w:fldChar w:fldCharType="end"/>
      </w:r>
      <w:r>
        <w:t xml:space="preserve"> conditions (</w:t>
      </w:r>
      <w:r>
        <w:fldChar w:fldCharType="begin"/>
      </w:r>
      <w:r>
        <w:instrText xml:space="preserve"> REF _Ref439708372 \r \h </w:instrText>
      </w:r>
      <w:r>
        <w:fldChar w:fldCharType="separate"/>
      </w:r>
      <w:r w:rsidR="00DA37E6">
        <w:t>5.3.2</w:t>
      </w:r>
      <w:r>
        <w:fldChar w:fldCharType="end"/>
      </w:r>
      <w:r>
        <w:t>) and;</w:t>
      </w:r>
    </w:p>
    <w:p w14:paraId="41D10164" w14:textId="73177BAB" w:rsidR="002F0E6A" w:rsidRDefault="002F0E6A" w:rsidP="002F0E6A">
      <w:pPr>
        <w:numPr>
          <w:ilvl w:val="0"/>
          <w:numId w:val="108"/>
        </w:numPr>
      </w:pPr>
      <w:r>
        <w:t xml:space="preserve">SHALL support all of the </w:t>
      </w:r>
      <w:r>
        <w:fldChar w:fldCharType="begin"/>
      </w:r>
      <w:r>
        <w:instrText xml:space="preserve"> REF _Ref439710297 \h </w:instrText>
      </w:r>
      <w:r>
        <w:fldChar w:fldCharType="separate"/>
      </w:r>
      <w:r w:rsidR="00DA37E6">
        <w:t xml:space="preserve">HTTPS Mandatory Test Cases KMIP </w:t>
      </w:r>
      <w:r>
        <w:fldChar w:fldCharType="end"/>
      </w:r>
      <w:r>
        <w:t xml:space="preserve"> (</w:t>
      </w:r>
      <w:r>
        <w:fldChar w:fldCharType="begin"/>
      </w:r>
      <w:r>
        <w:instrText xml:space="preserve"> REF _Ref439710310 \r \h </w:instrText>
      </w:r>
      <w:r>
        <w:fldChar w:fldCharType="separate"/>
      </w:r>
      <w:r w:rsidR="00DA37E6">
        <w:t>5.3.3</w:t>
      </w:r>
      <w:r>
        <w:fldChar w:fldCharType="end"/>
      </w:r>
      <w:r>
        <w:t>) and;</w:t>
      </w:r>
    </w:p>
    <w:p w14:paraId="0A2F3D36" w14:textId="64F1F8D5" w:rsidR="002F0E6A" w:rsidRDefault="002F0E6A" w:rsidP="002F0E6A">
      <w:pPr>
        <w:numPr>
          <w:ilvl w:val="0"/>
          <w:numId w:val="108"/>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514BF8F6" w14:textId="77777777" w:rsidR="002F0E6A" w:rsidRDefault="002F0E6A" w:rsidP="002F0E6A">
      <w:pPr>
        <w:pStyle w:val="Heading2"/>
        <w:numPr>
          <w:ilvl w:val="1"/>
          <w:numId w:val="2"/>
        </w:numPr>
      </w:pPr>
      <w:bookmarkStart w:id="2654" w:name="_Toc439709051"/>
      <w:bookmarkStart w:id="2655" w:name="_Toc439710556"/>
      <w:bookmarkStart w:id="2656" w:name="_Toc433312389"/>
      <w:bookmarkStart w:id="2657" w:name="_Toc433314647"/>
      <w:bookmarkStart w:id="2658" w:name="_Toc433315387"/>
      <w:bookmarkStart w:id="2659" w:name="_Toc434522451"/>
      <w:bookmarkStart w:id="2660" w:name="_Toc434524692"/>
      <w:bookmarkStart w:id="2661" w:name="_Toc433312390"/>
      <w:bookmarkStart w:id="2662" w:name="_Toc433314648"/>
      <w:bookmarkStart w:id="2663" w:name="_Toc433315388"/>
      <w:bookmarkStart w:id="2664" w:name="_Toc434522452"/>
      <w:bookmarkStart w:id="2665" w:name="_Toc434524693"/>
      <w:bookmarkStart w:id="2666" w:name="_Toc433312391"/>
      <w:bookmarkStart w:id="2667" w:name="_Toc433314649"/>
      <w:bookmarkStart w:id="2668" w:name="_Toc433315389"/>
      <w:bookmarkStart w:id="2669" w:name="_Toc434522453"/>
      <w:bookmarkStart w:id="2670" w:name="_Toc434524694"/>
      <w:bookmarkStart w:id="2671" w:name="_Toc433312392"/>
      <w:bookmarkStart w:id="2672" w:name="_Toc433314650"/>
      <w:bookmarkStart w:id="2673" w:name="_Toc433315390"/>
      <w:bookmarkStart w:id="2674" w:name="_Toc434522454"/>
      <w:bookmarkStart w:id="2675" w:name="_Toc434524695"/>
      <w:bookmarkStart w:id="2676" w:name="_Toc433312393"/>
      <w:bookmarkStart w:id="2677" w:name="_Toc433314651"/>
      <w:bookmarkStart w:id="2678" w:name="_Toc433315391"/>
      <w:bookmarkStart w:id="2679" w:name="_Toc434522455"/>
      <w:bookmarkStart w:id="2680" w:name="_Toc434524696"/>
      <w:bookmarkStart w:id="2681" w:name="_Toc433312394"/>
      <w:bookmarkStart w:id="2682" w:name="_Toc433314652"/>
      <w:bookmarkStart w:id="2683" w:name="_Toc433315392"/>
      <w:bookmarkStart w:id="2684" w:name="_Toc434522456"/>
      <w:bookmarkStart w:id="2685" w:name="_Toc434524697"/>
      <w:bookmarkStart w:id="2686" w:name="_Toc433312396"/>
      <w:bookmarkStart w:id="2687" w:name="_Toc433314654"/>
      <w:bookmarkStart w:id="2688" w:name="_Toc433315394"/>
      <w:bookmarkStart w:id="2689" w:name="_Toc434522458"/>
      <w:bookmarkStart w:id="2690" w:name="_Toc434524699"/>
      <w:bookmarkStart w:id="2691" w:name="_Toc433312397"/>
      <w:bookmarkStart w:id="2692" w:name="_Toc433314655"/>
      <w:bookmarkStart w:id="2693" w:name="_Toc433315395"/>
      <w:bookmarkStart w:id="2694" w:name="_Toc434522459"/>
      <w:bookmarkStart w:id="2695" w:name="_Toc434524700"/>
      <w:bookmarkStart w:id="2696" w:name="_Toc433312398"/>
      <w:bookmarkStart w:id="2697" w:name="_Toc433314656"/>
      <w:bookmarkStart w:id="2698" w:name="_Toc433315396"/>
      <w:bookmarkStart w:id="2699" w:name="_Toc434522460"/>
      <w:bookmarkStart w:id="2700" w:name="_Toc434524701"/>
      <w:bookmarkStart w:id="2701" w:name="_Toc433312399"/>
      <w:bookmarkStart w:id="2702" w:name="_Toc433314657"/>
      <w:bookmarkStart w:id="2703" w:name="_Toc433315397"/>
      <w:bookmarkStart w:id="2704" w:name="_Toc434522461"/>
      <w:bookmarkStart w:id="2705" w:name="_Toc434524702"/>
      <w:bookmarkStart w:id="2706" w:name="_Toc433312400"/>
      <w:bookmarkStart w:id="2707" w:name="_Toc433314658"/>
      <w:bookmarkStart w:id="2708" w:name="_Toc433315398"/>
      <w:bookmarkStart w:id="2709" w:name="_Toc434522462"/>
      <w:bookmarkStart w:id="2710" w:name="_Toc434524703"/>
      <w:bookmarkStart w:id="2711" w:name="_Toc433312401"/>
      <w:bookmarkStart w:id="2712" w:name="_Toc433314659"/>
      <w:bookmarkStart w:id="2713" w:name="_Toc433315399"/>
      <w:bookmarkStart w:id="2714" w:name="_Toc434522463"/>
      <w:bookmarkStart w:id="2715" w:name="_Toc434524704"/>
      <w:bookmarkStart w:id="2716" w:name="_Toc433312402"/>
      <w:bookmarkStart w:id="2717" w:name="_Toc433314660"/>
      <w:bookmarkStart w:id="2718" w:name="_Toc433315400"/>
      <w:bookmarkStart w:id="2719" w:name="_Toc434522464"/>
      <w:bookmarkStart w:id="2720" w:name="_Toc434524705"/>
      <w:bookmarkStart w:id="2721" w:name="_Toc433312403"/>
      <w:bookmarkStart w:id="2722" w:name="_Toc433314661"/>
      <w:bookmarkStart w:id="2723" w:name="_Toc433315401"/>
      <w:bookmarkStart w:id="2724" w:name="_Toc434522465"/>
      <w:bookmarkStart w:id="2725" w:name="_Toc434524706"/>
      <w:bookmarkStart w:id="2726" w:name="_Toc433312404"/>
      <w:bookmarkStart w:id="2727" w:name="_Toc433314662"/>
      <w:bookmarkStart w:id="2728" w:name="_Toc433315402"/>
      <w:bookmarkStart w:id="2729" w:name="_Toc434522466"/>
      <w:bookmarkStart w:id="2730" w:name="_Toc434524707"/>
      <w:bookmarkStart w:id="2731" w:name="_Toc433312405"/>
      <w:bookmarkStart w:id="2732" w:name="_Toc433314663"/>
      <w:bookmarkStart w:id="2733" w:name="_Toc433315403"/>
      <w:bookmarkStart w:id="2734" w:name="_Toc434522467"/>
      <w:bookmarkStart w:id="2735" w:name="_Toc434524708"/>
      <w:bookmarkStart w:id="2736" w:name="_Toc433312406"/>
      <w:bookmarkStart w:id="2737" w:name="_Toc433314664"/>
      <w:bookmarkStart w:id="2738" w:name="_Toc433315404"/>
      <w:bookmarkStart w:id="2739" w:name="_Toc434522468"/>
      <w:bookmarkStart w:id="2740" w:name="_Toc434524709"/>
      <w:bookmarkStart w:id="2741" w:name="_Toc433312407"/>
      <w:bookmarkStart w:id="2742" w:name="_Toc433314665"/>
      <w:bookmarkStart w:id="2743" w:name="_Toc433315405"/>
      <w:bookmarkStart w:id="2744" w:name="_Toc434522469"/>
      <w:bookmarkStart w:id="2745" w:name="_Toc434524710"/>
      <w:bookmarkStart w:id="2746" w:name="_Toc433312408"/>
      <w:bookmarkStart w:id="2747" w:name="_Toc433314666"/>
      <w:bookmarkStart w:id="2748" w:name="_Toc433315406"/>
      <w:bookmarkStart w:id="2749" w:name="_Toc434522470"/>
      <w:bookmarkStart w:id="2750" w:name="_Toc434524711"/>
      <w:bookmarkStart w:id="2751" w:name="_Toc433312409"/>
      <w:bookmarkStart w:id="2752" w:name="_Toc433314667"/>
      <w:bookmarkStart w:id="2753" w:name="_Toc433315407"/>
      <w:bookmarkStart w:id="2754" w:name="_Toc434522471"/>
      <w:bookmarkStart w:id="2755" w:name="_Toc434524712"/>
      <w:bookmarkStart w:id="2756" w:name="_Toc433312411"/>
      <w:bookmarkStart w:id="2757" w:name="_Toc433314669"/>
      <w:bookmarkStart w:id="2758" w:name="_Toc433315409"/>
      <w:bookmarkStart w:id="2759" w:name="_Toc434522473"/>
      <w:bookmarkStart w:id="2760" w:name="_Toc434524714"/>
      <w:bookmarkStart w:id="2761" w:name="_Toc433312414"/>
      <w:bookmarkStart w:id="2762" w:name="_Toc433314672"/>
      <w:bookmarkStart w:id="2763" w:name="_Toc433315412"/>
      <w:bookmarkStart w:id="2764" w:name="_Toc434522476"/>
      <w:bookmarkStart w:id="2765" w:name="_Toc434524717"/>
      <w:bookmarkStart w:id="2766" w:name="_Toc433312415"/>
      <w:bookmarkStart w:id="2767" w:name="_Toc433314673"/>
      <w:bookmarkStart w:id="2768" w:name="_Toc433315413"/>
      <w:bookmarkStart w:id="2769" w:name="_Toc434522477"/>
      <w:bookmarkStart w:id="2770" w:name="_Toc434524718"/>
      <w:bookmarkStart w:id="2771" w:name="_Toc433312416"/>
      <w:bookmarkStart w:id="2772" w:name="_Toc433314674"/>
      <w:bookmarkStart w:id="2773" w:name="_Toc433315414"/>
      <w:bookmarkStart w:id="2774" w:name="_Toc434522478"/>
      <w:bookmarkStart w:id="2775" w:name="_Toc434524719"/>
      <w:bookmarkStart w:id="2776" w:name="_Toc433312417"/>
      <w:bookmarkStart w:id="2777" w:name="_Toc433314675"/>
      <w:bookmarkStart w:id="2778" w:name="_Toc433315415"/>
      <w:bookmarkStart w:id="2779" w:name="_Toc434522479"/>
      <w:bookmarkStart w:id="2780" w:name="_Toc434524720"/>
      <w:bookmarkStart w:id="2781" w:name="_Toc433312418"/>
      <w:bookmarkStart w:id="2782" w:name="_Toc433314676"/>
      <w:bookmarkStart w:id="2783" w:name="_Toc433315416"/>
      <w:bookmarkStart w:id="2784" w:name="_Toc434522480"/>
      <w:bookmarkStart w:id="2785" w:name="_Toc434524721"/>
      <w:bookmarkStart w:id="2786" w:name="_Toc433312419"/>
      <w:bookmarkStart w:id="2787" w:name="_Toc433314677"/>
      <w:bookmarkStart w:id="2788" w:name="_Toc433315417"/>
      <w:bookmarkStart w:id="2789" w:name="_Toc434522481"/>
      <w:bookmarkStart w:id="2790" w:name="_Toc434524722"/>
      <w:bookmarkStart w:id="2791" w:name="_Toc433312420"/>
      <w:bookmarkStart w:id="2792" w:name="_Toc433314678"/>
      <w:bookmarkStart w:id="2793" w:name="_Toc433315418"/>
      <w:bookmarkStart w:id="2794" w:name="_Toc434522482"/>
      <w:bookmarkStart w:id="2795" w:name="_Toc434524723"/>
      <w:bookmarkStart w:id="2796" w:name="_Toc433312421"/>
      <w:bookmarkStart w:id="2797" w:name="_Toc433314679"/>
      <w:bookmarkStart w:id="2798" w:name="_Toc433315419"/>
      <w:bookmarkStart w:id="2799" w:name="_Toc434522483"/>
      <w:bookmarkStart w:id="2800" w:name="_Toc434524724"/>
      <w:bookmarkStart w:id="2801" w:name="_Toc433312422"/>
      <w:bookmarkStart w:id="2802" w:name="_Toc433314680"/>
      <w:bookmarkStart w:id="2803" w:name="_Toc433315420"/>
      <w:bookmarkStart w:id="2804" w:name="_Toc434522484"/>
      <w:bookmarkStart w:id="2805" w:name="_Toc434524725"/>
      <w:bookmarkStart w:id="2806" w:name="_Toc433312423"/>
      <w:bookmarkStart w:id="2807" w:name="_Toc433314681"/>
      <w:bookmarkStart w:id="2808" w:name="_Toc433315421"/>
      <w:bookmarkStart w:id="2809" w:name="_Toc434522485"/>
      <w:bookmarkStart w:id="2810" w:name="_Toc434524726"/>
      <w:bookmarkStart w:id="2811" w:name="_Toc433312424"/>
      <w:bookmarkStart w:id="2812" w:name="_Toc433314682"/>
      <w:bookmarkStart w:id="2813" w:name="_Toc433315422"/>
      <w:bookmarkStart w:id="2814" w:name="_Toc434522486"/>
      <w:bookmarkStart w:id="2815" w:name="_Toc434524727"/>
      <w:bookmarkStart w:id="2816" w:name="_Toc433312425"/>
      <w:bookmarkStart w:id="2817" w:name="_Toc433314683"/>
      <w:bookmarkStart w:id="2818" w:name="_Toc433315423"/>
      <w:bookmarkStart w:id="2819" w:name="_Toc434522487"/>
      <w:bookmarkStart w:id="2820" w:name="_Toc434524728"/>
      <w:bookmarkStart w:id="2821" w:name="_Toc433312426"/>
      <w:bookmarkStart w:id="2822" w:name="_Toc433314684"/>
      <w:bookmarkStart w:id="2823" w:name="_Toc433315424"/>
      <w:bookmarkStart w:id="2824" w:name="_Toc434522488"/>
      <w:bookmarkStart w:id="2825" w:name="_Toc434524729"/>
      <w:bookmarkStart w:id="2826" w:name="_Toc433312429"/>
      <w:bookmarkStart w:id="2827" w:name="_Toc433314687"/>
      <w:bookmarkStart w:id="2828" w:name="_Toc433315427"/>
      <w:bookmarkStart w:id="2829" w:name="_Toc434522491"/>
      <w:bookmarkStart w:id="2830" w:name="_Toc434524732"/>
      <w:bookmarkStart w:id="2831" w:name="_Toc433312430"/>
      <w:bookmarkStart w:id="2832" w:name="_Toc433314688"/>
      <w:bookmarkStart w:id="2833" w:name="_Toc433315428"/>
      <w:bookmarkStart w:id="2834" w:name="_Toc434522492"/>
      <w:bookmarkStart w:id="2835" w:name="_Toc434524733"/>
      <w:bookmarkStart w:id="2836" w:name="_Toc433312431"/>
      <w:bookmarkStart w:id="2837" w:name="_Toc433314689"/>
      <w:bookmarkStart w:id="2838" w:name="_Toc433315429"/>
      <w:bookmarkStart w:id="2839" w:name="_Toc434522493"/>
      <w:bookmarkStart w:id="2840" w:name="_Toc434524734"/>
      <w:bookmarkStart w:id="2841" w:name="_Toc433312432"/>
      <w:bookmarkStart w:id="2842" w:name="_Toc433314690"/>
      <w:bookmarkStart w:id="2843" w:name="_Toc433315430"/>
      <w:bookmarkStart w:id="2844" w:name="_Toc434522494"/>
      <w:bookmarkStart w:id="2845" w:name="_Toc434524735"/>
      <w:bookmarkStart w:id="2846" w:name="_Toc433312433"/>
      <w:bookmarkStart w:id="2847" w:name="_Toc433314691"/>
      <w:bookmarkStart w:id="2848" w:name="_Toc433315431"/>
      <w:bookmarkStart w:id="2849" w:name="_Toc434522495"/>
      <w:bookmarkStart w:id="2850" w:name="_Toc434524736"/>
      <w:bookmarkStart w:id="2851" w:name="_Toc433312434"/>
      <w:bookmarkStart w:id="2852" w:name="_Toc433314692"/>
      <w:bookmarkStart w:id="2853" w:name="_Toc433315432"/>
      <w:bookmarkStart w:id="2854" w:name="_Toc434522496"/>
      <w:bookmarkStart w:id="2855" w:name="_Toc434524737"/>
      <w:bookmarkStart w:id="2856" w:name="_Toc433312435"/>
      <w:bookmarkStart w:id="2857" w:name="_Toc433314693"/>
      <w:bookmarkStart w:id="2858" w:name="_Toc433315433"/>
      <w:bookmarkStart w:id="2859" w:name="_Toc434522497"/>
      <w:bookmarkStart w:id="2860" w:name="_Toc434524738"/>
      <w:bookmarkStart w:id="2861" w:name="_Toc433312436"/>
      <w:bookmarkStart w:id="2862" w:name="_Toc433314694"/>
      <w:bookmarkStart w:id="2863" w:name="_Toc433315434"/>
      <w:bookmarkStart w:id="2864" w:name="_Toc434522498"/>
      <w:bookmarkStart w:id="2865" w:name="_Toc434524739"/>
      <w:bookmarkStart w:id="2866" w:name="_Toc433312437"/>
      <w:bookmarkStart w:id="2867" w:name="_Toc433314695"/>
      <w:bookmarkStart w:id="2868" w:name="_Toc433315435"/>
      <w:bookmarkStart w:id="2869" w:name="_Toc434522499"/>
      <w:bookmarkStart w:id="2870" w:name="_Toc434524740"/>
      <w:bookmarkStart w:id="2871" w:name="_Toc433312438"/>
      <w:bookmarkStart w:id="2872" w:name="_Toc433314696"/>
      <w:bookmarkStart w:id="2873" w:name="_Toc433315436"/>
      <w:bookmarkStart w:id="2874" w:name="_Toc434522500"/>
      <w:bookmarkStart w:id="2875" w:name="_Toc434524741"/>
      <w:bookmarkStart w:id="2876" w:name="_Toc433312439"/>
      <w:bookmarkStart w:id="2877" w:name="_Toc433314697"/>
      <w:bookmarkStart w:id="2878" w:name="_Toc433315437"/>
      <w:bookmarkStart w:id="2879" w:name="_Toc434522501"/>
      <w:bookmarkStart w:id="2880" w:name="_Toc434524742"/>
      <w:bookmarkStart w:id="2881" w:name="_Toc433312440"/>
      <w:bookmarkStart w:id="2882" w:name="_Toc433314698"/>
      <w:bookmarkStart w:id="2883" w:name="_Toc433315438"/>
      <w:bookmarkStart w:id="2884" w:name="_Toc434522502"/>
      <w:bookmarkStart w:id="2885" w:name="_Toc434524743"/>
      <w:bookmarkStart w:id="2886" w:name="_Toc433312441"/>
      <w:bookmarkStart w:id="2887" w:name="_Toc433314699"/>
      <w:bookmarkStart w:id="2888" w:name="_Toc433315439"/>
      <w:bookmarkStart w:id="2889" w:name="_Toc434522503"/>
      <w:bookmarkStart w:id="2890" w:name="_Toc434524744"/>
      <w:bookmarkStart w:id="2891" w:name="_Toc433312449"/>
      <w:bookmarkStart w:id="2892" w:name="_Toc433314707"/>
      <w:bookmarkStart w:id="2893" w:name="_Toc433315447"/>
      <w:bookmarkStart w:id="2894" w:name="_Toc434522511"/>
      <w:bookmarkStart w:id="2895" w:name="_Toc434524752"/>
      <w:bookmarkStart w:id="2896" w:name="_Toc433312452"/>
      <w:bookmarkStart w:id="2897" w:name="_Toc433314710"/>
      <w:bookmarkStart w:id="2898" w:name="_Toc433315450"/>
      <w:bookmarkStart w:id="2899" w:name="_Toc434522514"/>
      <w:bookmarkStart w:id="2900" w:name="_Toc434524755"/>
      <w:bookmarkStart w:id="2901" w:name="_Toc433312453"/>
      <w:bookmarkStart w:id="2902" w:name="_Toc433314711"/>
      <w:bookmarkStart w:id="2903" w:name="_Toc433315451"/>
      <w:bookmarkStart w:id="2904" w:name="_Toc434522515"/>
      <w:bookmarkStart w:id="2905" w:name="_Toc434524756"/>
      <w:bookmarkStart w:id="2906" w:name="_Toc433312454"/>
      <w:bookmarkStart w:id="2907" w:name="_Toc433314712"/>
      <w:bookmarkStart w:id="2908" w:name="_Toc433315452"/>
      <w:bookmarkStart w:id="2909" w:name="_Toc434522516"/>
      <w:bookmarkStart w:id="2910" w:name="_Toc434524757"/>
      <w:bookmarkStart w:id="2911" w:name="_Toc433312455"/>
      <w:bookmarkStart w:id="2912" w:name="_Toc433314713"/>
      <w:bookmarkStart w:id="2913" w:name="_Toc433315453"/>
      <w:bookmarkStart w:id="2914" w:name="_Toc434522517"/>
      <w:bookmarkStart w:id="2915" w:name="_Toc434524758"/>
      <w:bookmarkStart w:id="2916" w:name="_Toc433312457"/>
      <w:bookmarkStart w:id="2917" w:name="_Toc433314715"/>
      <w:bookmarkStart w:id="2918" w:name="_Toc433315455"/>
      <w:bookmarkStart w:id="2919" w:name="_Toc434522519"/>
      <w:bookmarkStart w:id="2920" w:name="_Toc434524760"/>
      <w:bookmarkStart w:id="2921" w:name="_Toc433312458"/>
      <w:bookmarkStart w:id="2922" w:name="_Toc433314716"/>
      <w:bookmarkStart w:id="2923" w:name="_Toc433315456"/>
      <w:bookmarkStart w:id="2924" w:name="_Toc434522520"/>
      <w:bookmarkStart w:id="2925" w:name="_Toc434524761"/>
      <w:bookmarkStart w:id="2926" w:name="_Toc433312459"/>
      <w:bookmarkStart w:id="2927" w:name="_Toc433314717"/>
      <w:bookmarkStart w:id="2928" w:name="_Toc433315457"/>
      <w:bookmarkStart w:id="2929" w:name="_Toc434522521"/>
      <w:bookmarkStart w:id="2930" w:name="_Toc434524762"/>
      <w:bookmarkStart w:id="2931" w:name="_Toc433312460"/>
      <w:bookmarkStart w:id="2932" w:name="_Toc433314718"/>
      <w:bookmarkStart w:id="2933" w:name="_Toc433315458"/>
      <w:bookmarkStart w:id="2934" w:name="_Toc434522522"/>
      <w:bookmarkStart w:id="2935" w:name="_Toc434524763"/>
      <w:bookmarkStart w:id="2936" w:name="_Toc433312461"/>
      <w:bookmarkStart w:id="2937" w:name="_Toc433314719"/>
      <w:bookmarkStart w:id="2938" w:name="_Toc433315459"/>
      <w:bookmarkStart w:id="2939" w:name="_Toc434522523"/>
      <w:bookmarkStart w:id="2940" w:name="_Toc434524764"/>
      <w:bookmarkStart w:id="2941" w:name="_Toc433312462"/>
      <w:bookmarkStart w:id="2942" w:name="_Toc433314720"/>
      <w:bookmarkStart w:id="2943" w:name="_Toc433315460"/>
      <w:bookmarkStart w:id="2944" w:name="_Toc434522524"/>
      <w:bookmarkStart w:id="2945" w:name="_Toc434524765"/>
      <w:bookmarkStart w:id="2946" w:name="_Toc433312463"/>
      <w:bookmarkStart w:id="2947" w:name="_Toc433314721"/>
      <w:bookmarkStart w:id="2948" w:name="_Toc433315461"/>
      <w:bookmarkStart w:id="2949" w:name="_Toc434522525"/>
      <w:bookmarkStart w:id="2950" w:name="_Toc434524766"/>
      <w:bookmarkStart w:id="2951" w:name="_Toc433312464"/>
      <w:bookmarkStart w:id="2952" w:name="_Toc433314722"/>
      <w:bookmarkStart w:id="2953" w:name="_Toc433315462"/>
      <w:bookmarkStart w:id="2954" w:name="_Toc434522526"/>
      <w:bookmarkStart w:id="2955" w:name="_Toc434524767"/>
      <w:bookmarkStart w:id="2956" w:name="_Toc433312465"/>
      <w:bookmarkStart w:id="2957" w:name="_Toc433314723"/>
      <w:bookmarkStart w:id="2958" w:name="_Toc433315463"/>
      <w:bookmarkStart w:id="2959" w:name="_Toc434522527"/>
      <w:bookmarkStart w:id="2960" w:name="_Toc434524768"/>
      <w:bookmarkStart w:id="2961" w:name="_Toc433312468"/>
      <w:bookmarkStart w:id="2962" w:name="_Toc433314726"/>
      <w:bookmarkStart w:id="2963" w:name="_Toc433315466"/>
      <w:bookmarkStart w:id="2964" w:name="_Toc434522530"/>
      <w:bookmarkStart w:id="2965" w:name="_Toc434524771"/>
      <w:bookmarkStart w:id="2966" w:name="_Toc433312469"/>
      <w:bookmarkStart w:id="2967" w:name="_Toc433314727"/>
      <w:bookmarkStart w:id="2968" w:name="_Toc433315467"/>
      <w:bookmarkStart w:id="2969" w:name="_Toc434522531"/>
      <w:bookmarkStart w:id="2970" w:name="_Toc434524772"/>
      <w:bookmarkStart w:id="2971" w:name="_Toc433312470"/>
      <w:bookmarkStart w:id="2972" w:name="_Toc433314728"/>
      <w:bookmarkStart w:id="2973" w:name="_Toc433315468"/>
      <w:bookmarkStart w:id="2974" w:name="_Toc434522532"/>
      <w:bookmarkStart w:id="2975" w:name="_Toc434524773"/>
      <w:bookmarkStart w:id="2976" w:name="_Toc433312471"/>
      <w:bookmarkStart w:id="2977" w:name="_Toc433314729"/>
      <w:bookmarkStart w:id="2978" w:name="_Toc433315469"/>
      <w:bookmarkStart w:id="2979" w:name="_Toc434522533"/>
      <w:bookmarkStart w:id="2980" w:name="_Toc434524774"/>
      <w:bookmarkStart w:id="2981" w:name="_Toc433312473"/>
      <w:bookmarkStart w:id="2982" w:name="_Toc433314731"/>
      <w:bookmarkStart w:id="2983" w:name="_Toc433315471"/>
      <w:bookmarkStart w:id="2984" w:name="_Toc434522535"/>
      <w:bookmarkStart w:id="2985" w:name="_Toc434524776"/>
      <w:bookmarkStart w:id="2986" w:name="_Toc433312474"/>
      <w:bookmarkStart w:id="2987" w:name="_Toc433314732"/>
      <w:bookmarkStart w:id="2988" w:name="_Toc433315472"/>
      <w:bookmarkStart w:id="2989" w:name="_Toc434522536"/>
      <w:bookmarkStart w:id="2990" w:name="_Toc434524777"/>
      <w:bookmarkStart w:id="2991" w:name="_Toc433312475"/>
      <w:bookmarkStart w:id="2992" w:name="_Toc433314733"/>
      <w:bookmarkStart w:id="2993" w:name="_Toc433315473"/>
      <w:bookmarkStart w:id="2994" w:name="_Toc434522537"/>
      <w:bookmarkStart w:id="2995" w:name="_Toc434524778"/>
      <w:bookmarkStart w:id="2996" w:name="_Toc433312476"/>
      <w:bookmarkStart w:id="2997" w:name="_Toc433314734"/>
      <w:bookmarkStart w:id="2998" w:name="_Toc433315474"/>
      <w:bookmarkStart w:id="2999" w:name="_Toc434522538"/>
      <w:bookmarkStart w:id="3000" w:name="_Toc434524779"/>
      <w:bookmarkStart w:id="3001" w:name="_Toc433312477"/>
      <w:bookmarkStart w:id="3002" w:name="_Toc433314735"/>
      <w:bookmarkStart w:id="3003" w:name="_Toc433315475"/>
      <w:bookmarkStart w:id="3004" w:name="_Toc434522539"/>
      <w:bookmarkStart w:id="3005" w:name="_Toc434524780"/>
      <w:bookmarkStart w:id="3006" w:name="_Toc433312478"/>
      <w:bookmarkStart w:id="3007" w:name="_Toc433314736"/>
      <w:bookmarkStart w:id="3008" w:name="_Toc433315476"/>
      <w:bookmarkStart w:id="3009" w:name="_Toc434522540"/>
      <w:bookmarkStart w:id="3010" w:name="_Toc434524781"/>
      <w:bookmarkStart w:id="3011" w:name="_Toc433312479"/>
      <w:bookmarkStart w:id="3012" w:name="_Toc433314737"/>
      <w:bookmarkStart w:id="3013" w:name="_Toc433315477"/>
      <w:bookmarkStart w:id="3014" w:name="_Toc434522541"/>
      <w:bookmarkStart w:id="3015" w:name="_Toc434524782"/>
      <w:bookmarkStart w:id="3016" w:name="_Toc433312480"/>
      <w:bookmarkStart w:id="3017" w:name="_Toc433314738"/>
      <w:bookmarkStart w:id="3018" w:name="_Toc433315478"/>
      <w:bookmarkStart w:id="3019" w:name="_Toc434522542"/>
      <w:bookmarkStart w:id="3020" w:name="_Toc434524783"/>
      <w:bookmarkStart w:id="3021" w:name="_Toc433312481"/>
      <w:bookmarkStart w:id="3022" w:name="_Toc433314739"/>
      <w:bookmarkStart w:id="3023" w:name="_Toc433315479"/>
      <w:bookmarkStart w:id="3024" w:name="_Toc434522543"/>
      <w:bookmarkStart w:id="3025" w:name="_Toc434524784"/>
      <w:bookmarkStart w:id="3026" w:name="_Toc433312482"/>
      <w:bookmarkStart w:id="3027" w:name="_Toc433314740"/>
      <w:bookmarkStart w:id="3028" w:name="_Toc433315480"/>
      <w:bookmarkStart w:id="3029" w:name="_Toc434522544"/>
      <w:bookmarkStart w:id="3030" w:name="_Toc434524785"/>
      <w:bookmarkStart w:id="3031" w:name="_Toc433312483"/>
      <w:bookmarkStart w:id="3032" w:name="_Toc433314741"/>
      <w:bookmarkStart w:id="3033" w:name="_Toc433315481"/>
      <w:bookmarkStart w:id="3034" w:name="_Toc434522545"/>
      <w:bookmarkStart w:id="3035" w:name="_Toc434524786"/>
      <w:bookmarkStart w:id="3036" w:name="_Toc357058694"/>
      <w:bookmarkStart w:id="3037" w:name="_Toc357058855"/>
      <w:bookmarkStart w:id="3038" w:name="_Toc357059613"/>
      <w:bookmarkStart w:id="3039" w:name="_Toc357060134"/>
      <w:bookmarkStart w:id="3040" w:name="_Toc433312494"/>
      <w:bookmarkStart w:id="3041" w:name="_Toc433314752"/>
      <w:bookmarkStart w:id="3042" w:name="_Toc433315492"/>
      <w:bookmarkStart w:id="3043" w:name="_Toc434522556"/>
      <w:bookmarkStart w:id="3044" w:name="_Toc434524797"/>
      <w:bookmarkStart w:id="3045" w:name="_Toc433312495"/>
      <w:bookmarkStart w:id="3046" w:name="_Toc433314753"/>
      <w:bookmarkStart w:id="3047" w:name="_Toc433315493"/>
      <w:bookmarkStart w:id="3048" w:name="_Toc434522557"/>
      <w:bookmarkStart w:id="3049" w:name="_Toc434524798"/>
      <w:bookmarkStart w:id="3050" w:name="_Toc433312496"/>
      <w:bookmarkStart w:id="3051" w:name="_Toc433314754"/>
      <w:bookmarkStart w:id="3052" w:name="_Toc433315494"/>
      <w:bookmarkStart w:id="3053" w:name="_Toc434522558"/>
      <w:bookmarkStart w:id="3054" w:name="_Toc434524799"/>
      <w:bookmarkStart w:id="3055" w:name="_Toc433312505"/>
      <w:bookmarkStart w:id="3056" w:name="_Toc433314763"/>
      <w:bookmarkStart w:id="3057" w:name="_Toc433315503"/>
      <w:bookmarkStart w:id="3058" w:name="_Toc434522567"/>
      <w:bookmarkStart w:id="3059" w:name="_Toc434524808"/>
      <w:bookmarkStart w:id="3060" w:name="_Toc433312506"/>
      <w:bookmarkStart w:id="3061" w:name="_Toc433314764"/>
      <w:bookmarkStart w:id="3062" w:name="_Toc433315504"/>
      <w:bookmarkStart w:id="3063" w:name="_Toc434522568"/>
      <w:bookmarkStart w:id="3064" w:name="_Toc434524809"/>
      <w:bookmarkStart w:id="3065" w:name="_Toc434522570"/>
      <w:bookmarkStart w:id="3066" w:name="_Toc434524811"/>
      <w:bookmarkStart w:id="3067" w:name="_Toc434522573"/>
      <w:bookmarkStart w:id="3068" w:name="_Toc434524814"/>
      <w:bookmarkStart w:id="3069" w:name="_Toc434522575"/>
      <w:bookmarkStart w:id="3070" w:name="_Toc434524816"/>
      <w:bookmarkStart w:id="3071" w:name="_Toc434522578"/>
      <w:bookmarkStart w:id="3072" w:name="_Toc434524819"/>
      <w:bookmarkStart w:id="3073" w:name="_Toc434522580"/>
      <w:bookmarkStart w:id="3074" w:name="_Toc434524821"/>
      <w:bookmarkStart w:id="3075" w:name="_Toc439711395"/>
      <w:bookmarkStart w:id="3076" w:name="_Toc463354710"/>
      <w:bookmarkStart w:id="3077" w:name="_Toc478070619"/>
      <w:bookmarkStart w:id="3078" w:name="_Toc479342239"/>
      <w:bookmarkStart w:id="3079" w:name="_Toc491431622"/>
      <w:bookmarkStart w:id="3080" w:name="_Toc533021532"/>
      <w:bookmarkStart w:id="3081" w:name="_Toc535231775"/>
      <w:bookmarkStart w:id="3082" w:name="_Toc14773398"/>
      <w:bookmarkStart w:id="3083" w:name="_Toc27473449"/>
      <w:bookmarkStart w:id="3084" w:name="_Toc32324585"/>
      <w:bookmarkStart w:id="3085" w:name="_Toc176876297"/>
      <w:bookmarkEnd w:id="2581"/>
      <w:bookmarkEnd w:id="2582"/>
      <w:bookmarkEnd w:id="2583"/>
      <w:bookmarkEnd w:id="2599"/>
      <w:bookmarkEnd w:id="2600"/>
      <w:bookmarkEnd w:id="2601"/>
      <w:bookmarkEnd w:id="2602"/>
      <w:bookmarkEnd w:id="2603"/>
      <w:bookmarkEnd w:id="2604"/>
      <w:bookmarkEnd w:id="2605"/>
      <w:bookmarkEnd w:id="2606"/>
      <w:bookmarkEnd w:id="2607"/>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r>
        <w:t>XML Client KMIP</w:t>
      </w:r>
      <w:r w:rsidR="00697364">
        <w:t xml:space="preserve"> v3.0</w:t>
      </w:r>
      <w:r>
        <w:t xml:space="preserve"> Profile Conformance</w:t>
      </w:r>
      <w:bookmarkEnd w:id="3075"/>
      <w:bookmarkEnd w:id="3076"/>
      <w:bookmarkEnd w:id="3077"/>
      <w:bookmarkEnd w:id="3078"/>
      <w:bookmarkEnd w:id="3079"/>
      <w:bookmarkEnd w:id="3080"/>
      <w:bookmarkEnd w:id="3081"/>
      <w:bookmarkEnd w:id="3082"/>
      <w:bookmarkEnd w:id="3083"/>
      <w:bookmarkEnd w:id="3084"/>
      <w:bookmarkEnd w:id="3085"/>
      <w:r>
        <w:t xml:space="preserve"> </w:t>
      </w:r>
    </w:p>
    <w:p w14:paraId="6A9AE5FB" w14:textId="77777777" w:rsidR="002F0E6A" w:rsidRDefault="002F0E6A" w:rsidP="002F0E6A">
      <w:r w:rsidRPr="00615DB0">
        <w:t>KMIP client implementations conformant to this profile:</w:t>
      </w:r>
    </w:p>
    <w:p w14:paraId="5375CE9C" w14:textId="77777777" w:rsidR="002F0E6A" w:rsidRDefault="002F0E6A" w:rsidP="002F0E6A">
      <w:pPr>
        <w:numPr>
          <w:ilvl w:val="0"/>
          <w:numId w:val="115"/>
        </w:numPr>
      </w:pPr>
      <w:r>
        <w:t xml:space="preserve">SHALL support [KMIP-SPEC] </w:t>
      </w:r>
    </w:p>
    <w:p w14:paraId="69841D3F" w14:textId="7630BEBC" w:rsidR="002F0E6A" w:rsidRDefault="002F0E6A" w:rsidP="002F0E6A">
      <w:pPr>
        <w:numPr>
          <w:ilvl w:val="0"/>
          <w:numId w:val="115"/>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C62ED48" w14:textId="1A5C4FCD" w:rsidR="002F0E6A" w:rsidRDefault="002F0E6A" w:rsidP="002F0E6A">
      <w:pPr>
        <w:numPr>
          <w:ilvl w:val="0"/>
          <w:numId w:val="115"/>
        </w:numPr>
      </w:pPr>
      <w:r>
        <w:t xml:space="preserve">SHALL support the </w:t>
      </w:r>
      <w:r>
        <w:fldChar w:fldCharType="begin"/>
      </w:r>
      <w:r>
        <w:instrText xml:space="preserve"> REF _Ref439710169 \h </w:instrText>
      </w:r>
      <w:r>
        <w:fldChar w:fldCharType="separate"/>
      </w:r>
      <w:r w:rsidR="00DA37E6">
        <w:t>XML Client</w:t>
      </w:r>
      <w:r>
        <w:fldChar w:fldCharType="end"/>
      </w:r>
      <w:r>
        <w:t xml:space="preserve"> conditions (</w:t>
      </w:r>
      <w:r>
        <w:fldChar w:fldCharType="begin"/>
      </w:r>
      <w:r>
        <w:instrText xml:space="preserve"> REF _Ref439710169 \r \h </w:instrText>
      </w:r>
      <w:r>
        <w:fldChar w:fldCharType="separate"/>
      </w:r>
      <w:r w:rsidR="00DA37E6">
        <w:t>5.4.2</w:t>
      </w:r>
      <w:r>
        <w:fldChar w:fldCharType="end"/>
      </w:r>
      <w:r>
        <w:t>) and;</w:t>
      </w:r>
    </w:p>
    <w:p w14:paraId="4A358C24" w14:textId="7439FEA5" w:rsidR="002F0E6A" w:rsidRDefault="002F0E6A" w:rsidP="002F0E6A">
      <w:pPr>
        <w:numPr>
          <w:ilvl w:val="0"/>
          <w:numId w:val="115"/>
        </w:numPr>
      </w:pPr>
      <w:r>
        <w:t xml:space="preserve">SHALL support one or more of the </w:t>
      </w:r>
      <w:r>
        <w:fldChar w:fldCharType="begin"/>
      </w:r>
      <w:r>
        <w:instrText xml:space="preserve"> REF _Ref439710195 \h  \* MERGEFORMAT </w:instrText>
      </w:r>
      <w:r>
        <w:fldChar w:fldCharType="separate"/>
      </w:r>
      <w:r w:rsidR="00DA37E6">
        <w:t>XML Mandatory Test Cases KMIP v</w:t>
      </w:r>
      <w:r>
        <w:fldChar w:fldCharType="end"/>
      </w:r>
      <w:r>
        <w:t xml:space="preserve"> (</w:t>
      </w:r>
      <w:r>
        <w:fldChar w:fldCharType="begin"/>
      </w:r>
      <w:r>
        <w:instrText xml:space="preserve"> REF _Ref439710195 \r \h  \* MERGEFORMAT </w:instrText>
      </w:r>
      <w:r>
        <w:fldChar w:fldCharType="separate"/>
      </w:r>
      <w:r w:rsidR="00DA37E6">
        <w:t>5.4.4</w:t>
      </w:r>
      <w:r>
        <w:fldChar w:fldCharType="end"/>
      </w:r>
      <w:r>
        <w:t>) and;</w:t>
      </w:r>
    </w:p>
    <w:p w14:paraId="034E28A2" w14:textId="415EEB2E" w:rsidR="002F0E6A" w:rsidRDefault="002F0E6A" w:rsidP="002F0E6A">
      <w:pPr>
        <w:numPr>
          <w:ilvl w:val="0"/>
          <w:numId w:val="115"/>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68798360" w14:textId="77777777" w:rsidR="002F0E6A" w:rsidRDefault="002F0E6A" w:rsidP="002F0E6A">
      <w:pPr>
        <w:pStyle w:val="Heading2"/>
        <w:numPr>
          <w:ilvl w:val="1"/>
          <w:numId w:val="2"/>
        </w:numPr>
      </w:pPr>
      <w:bookmarkStart w:id="3086" w:name="_Toc439711396"/>
      <w:bookmarkStart w:id="3087" w:name="_Toc463354711"/>
      <w:bookmarkStart w:id="3088" w:name="_Toc478070620"/>
      <w:bookmarkStart w:id="3089" w:name="_Toc479342240"/>
      <w:bookmarkStart w:id="3090" w:name="_Toc491431623"/>
      <w:bookmarkStart w:id="3091" w:name="_Toc533021533"/>
      <w:bookmarkStart w:id="3092" w:name="_Toc535231776"/>
      <w:bookmarkStart w:id="3093" w:name="_Toc14773399"/>
      <w:bookmarkStart w:id="3094" w:name="_Toc27473450"/>
      <w:bookmarkStart w:id="3095" w:name="_Toc32324586"/>
      <w:bookmarkStart w:id="3096" w:name="_Toc176876298"/>
      <w:r>
        <w:t>XML Server KMIP</w:t>
      </w:r>
      <w:r w:rsidR="00697364">
        <w:t xml:space="preserve"> v3.0</w:t>
      </w:r>
      <w:r>
        <w:t xml:space="preserve"> Profile Conformance</w:t>
      </w:r>
      <w:bookmarkEnd w:id="3086"/>
      <w:bookmarkEnd w:id="3087"/>
      <w:bookmarkEnd w:id="3088"/>
      <w:bookmarkEnd w:id="3089"/>
      <w:bookmarkEnd w:id="3090"/>
      <w:bookmarkEnd w:id="3091"/>
      <w:bookmarkEnd w:id="3092"/>
      <w:bookmarkEnd w:id="3093"/>
      <w:bookmarkEnd w:id="3094"/>
      <w:bookmarkEnd w:id="3095"/>
      <w:bookmarkEnd w:id="3096"/>
      <w:r>
        <w:t xml:space="preserve"> </w:t>
      </w:r>
    </w:p>
    <w:p w14:paraId="18B1E062" w14:textId="77777777" w:rsidR="002F0E6A" w:rsidRDefault="002F0E6A" w:rsidP="002F0E6A">
      <w:r w:rsidRPr="00615DB0">
        <w:t xml:space="preserve">KMIP </w:t>
      </w:r>
      <w:r>
        <w:t>server</w:t>
      </w:r>
      <w:r w:rsidRPr="00615DB0">
        <w:t xml:space="preserve"> implementations conformant to this profile:</w:t>
      </w:r>
    </w:p>
    <w:p w14:paraId="7AF9C64C" w14:textId="77777777" w:rsidR="002F0E6A" w:rsidRDefault="002F0E6A" w:rsidP="002F0E6A">
      <w:pPr>
        <w:numPr>
          <w:ilvl w:val="0"/>
          <w:numId w:val="116"/>
        </w:numPr>
      </w:pPr>
      <w:r>
        <w:t xml:space="preserve">SHALL support [KMIP-SPEC] </w:t>
      </w:r>
    </w:p>
    <w:p w14:paraId="5B394260" w14:textId="2DFC7F4D" w:rsidR="002F0E6A" w:rsidRDefault="002F0E6A" w:rsidP="002F0E6A">
      <w:pPr>
        <w:numPr>
          <w:ilvl w:val="0"/>
          <w:numId w:val="116"/>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EB444F3" w14:textId="42AE897F" w:rsidR="002F0E6A" w:rsidRDefault="002F0E6A" w:rsidP="002F0E6A">
      <w:pPr>
        <w:numPr>
          <w:ilvl w:val="0"/>
          <w:numId w:val="116"/>
        </w:numPr>
      </w:pPr>
      <w:r>
        <w:t xml:space="preserve">SHALL support the </w:t>
      </w:r>
      <w:r>
        <w:fldChar w:fldCharType="begin"/>
      </w:r>
      <w:r>
        <w:instrText xml:space="preserve"> REF _Ref439710263 \h </w:instrText>
      </w:r>
      <w:r>
        <w:fldChar w:fldCharType="separate"/>
      </w:r>
      <w:r w:rsidR="00DA37E6">
        <w:t>XML Server</w:t>
      </w:r>
      <w:r>
        <w:fldChar w:fldCharType="end"/>
      </w:r>
      <w:r>
        <w:t xml:space="preserve"> conditions (</w:t>
      </w:r>
      <w:r>
        <w:fldChar w:fldCharType="begin"/>
      </w:r>
      <w:r>
        <w:instrText xml:space="preserve"> REF _Ref439710263 \r \h </w:instrText>
      </w:r>
      <w:r>
        <w:fldChar w:fldCharType="separate"/>
      </w:r>
      <w:r w:rsidR="00DA37E6">
        <w:t>5.4.3</w:t>
      </w:r>
      <w:r>
        <w:fldChar w:fldCharType="end"/>
      </w:r>
      <w:r>
        <w:t>) and;</w:t>
      </w:r>
    </w:p>
    <w:p w14:paraId="24C60395" w14:textId="77777777" w:rsidR="002F0E6A" w:rsidRPr="00615DB0" w:rsidRDefault="002F0E6A" w:rsidP="002F0E6A">
      <w:pPr>
        <w:numPr>
          <w:ilvl w:val="0"/>
          <w:numId w:val="116"/>
        </w:numPr>
      </w:pPr>
      <w:r w:rsidRPr="00615DB0">
        <w:t xml:space="preserve">SHALL support mapping </w:t>
      </w:r>
      <w:r>
        <w:t xml:space="preserve">to/from XML </w:t>
      </w:r>
      <w:r w:rsidRPr="00615DB0">
        <w:t xml:space="preserve">of all TTLV tags and enumerations specified within </w:t>
      </w:r>
      <w:r>
        <w:t xml:space="preserve">[KMIP-SPEC] </w:t>
      </w:r>
      <w:r>
        <w:rPr>
          <w:rFonts w:eastAsia="DejaVu Sans" w:cs="DejaVu Sans"/>
        </w:rPr>
        <w:t>and;</w:t>
      </w:r>
    </w:p>
    <w:p w14:paraId="5B8434C8" w14:textId="3044E817" w:rsidR="002F0E6A" w:rsidRDefault="002F0E6A" w:rsidP="002F0E6A">
      <w:pPr>
        <w:numPr>
          <w:ilvl w:val="0"/>
          <w:numId w:val="116"/>
        </w:numPr>
      </w:pPr>
      <w:r>
        <w:t xml:space="preserve">SHALL support all of the </w:t>
      </w:r>
      <w:r>
        <w:fldChar w:fldCharType="begin"/>
      </w:r>
      <w:r>
        <w:instrText xml:space="preserve"> REF _Ref439710195 \h  \* MERGEFORMAT </w:instrText>
      </w:r>
      <w:r>
        <w:fldChar w:fldCharType="separate"/>
      </w:r>
      <w:r w:rsidR="00DA37E6">
        <w:t>XML Mandatory Test Cases KMIP v</w:t>
      </w:r>
      <w:r>
        <w:fldChar w:fldCharType="end"/>
      </w:r>
      <w:r>
        <w:t xml:space="preserve"> (</w:t>
      </w:r>
      <w:r>
        <w:fldChar w:fldCharType="begin"/>
      </w:r>
      <w:r>
        <w:instrText xml:space="preserve"> REF _Ref439710195 \r \h  \* MERGEFORMAT </w:instrText>
      </w:r>
      <w:r>
        <w:fldChar w:fldCharType="separate"/>
      </w:r>
      <w:r w:rsidR="00DA37E6">
        <w:t>5.4.4</w:t>
      </w:r>
      <w:r>
        <w:fldChar w:fldCharType="end"/>
      </w:r>
      <w:r>
        <w:t>) and;</w:t>
      </w:r>
    </w:p>
    <w:p w14:paraId="79E9CBB2" w14:textId="45277D0F" w:rsidR="002F0E6A" w:rsidRDefault="002F0E6A" w:rsidP="002F0E6A">
      <w:pPr>
        <w:numPr>
          <w:ilvl w:val="0"/>
          <w:numId w:val="116"/>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19387336" w14:textId="77777777" w:rsidR="002F0E6A" w:rsidRDefault="002F0E6A" w:rsidP="002F0E6A">
      <w:pPr>
        <w:pStyle w:val="Heading2"/>
        <w:numPr>
          <w:ilvl w:val="1"/>
          <w:numId w:val="2"/>
        </w:numPr>
      </w:pPr>
      <w:bookmarkStart w:id="3097" w:name="_Toc439711397"/>
      <w:bookmarkStart w:id="3098" w:name="_Toc463354712"/>
      <w:bookmarkStart w:id="3099" w:name="_Toc478070621"/>
      <w:bookmarkStart w:id="3100" w:name="_Toc479342241"/>
      <w:bookmarkStart w:id="3101" w:name="_Toc491431624"/>
      <w:bookmarkStart w:id="3102" w:name="_Toc533021534"/>
      <w:bookmarkStart w:id="3103" w:name="_Toc535231777"/>
      <w:bookmarkStart w:id="3104" w:name="_Toc14773400"/>
      <w:bookmarkStart w:id="3105" w:name="_Toc27473451"/>
      <w:bookmarkStart w:id="3106" w:name="_Toc32324587"/>
      <w:bookmarkStart w:id="3107" w:name="_Toc176876299"/>
      <w:r>
        <w:t>JSON Client KMIP</w:t>
      </w:r>
      <w:r w:rsidR="00697364">
        <w:t xml:space="preserve"> v3.0</w:t>
      </w:r>
      <w:r>
        <w:t xml:space="preserve"> Profile Conformance</w:t>
      </w:r>
      <w:bookmarkEnd w:id="3097"/>
      <w:bookmarkEnd w:id="3098"/>
      <w:bookmarkEnd w:id="3099"/>
      <w:bookmarkEnd w:id="3100"/>
      <w:bookmarkEnd w:id="3101"/>
      <w:bookmarkEnd w:id="3102"/>
      <w:bookmarkEnd w:id="3103"/>
      <w:bookmarkEnd w:id="3104"/>
      <w:bookmarkEnd w:id="3105"/>
      <w:bookmarkEnd w:id="3106"/>
      <w:bookmarkEnd w:id="3107"/>
      <w:r>
        <w:t xml:space="preserve"> </w:t>
      </w:r>
    </w:p>
    <w:p w14:paraId="25A8A8B9" w14:textId="77777777" w:rsidR="002F0E6A" w:rsidRDefault="002F0E6A" w:rsidP="002F0E6A">
      <w:r w:rsidRPr="00615DB0">
        <w:t>KMIP client implementations conformant to this profile:</w:t>
      </w:r>
    </w:p>
    <w:p w14:paraId="525D8D55" w14:textId="77777777" w:rsidR="002F0E6A" w:rsidRDefault="002F0E6A" w:rsidP="002F0E6A">
      <w:pPr>
        <w:numPr>
          <w:ilvl w:val="0"/>
          <w:numId w:val="117"/>
        </w:numPr>
      </w:pPr>
      <w:r>
        <w:t xml:space="preserve">SHALL support [KMIP-SPEC] </w:t>
      </w:r>
    </w:p>
    <w:p w14:paraId="6A03E4B2" w14:textId="15E2A5FF" w:rsidR="002F0E6A" w:rsidRDefault="002F0E6A" w:rsidP="002F0E6A">
      <w:pPr>
        <w:numPr>
          <w:ilvl w:val="0"/>
          <w:numId w:val="117"/>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269734E" w14:textId="70B4208C" w:rsidR="002F0E6A" w:rsidRDefault="002F0E6A" w:rsidP="002F0E6A">
      <w:pPr>
        <w:numPr>
          <w:ilvl w:val="0"/>
          <w:numId w:val="117"/>
        </w:numPr>
      </w:pPr>
      <w:r>
        <w:t xml:space="preserve">SHALL support the </w:t>
      </w:r>
      <w:r>
        <w:fldChar w:fldCharType="begin"/>
      </w:r>
      <w:r>
        <w:instrText xml:space="preserve"> REF _Ref439709077 \h </w:instrText>
      </w:r>
      <w:r>
        <w:fldChar w:fldCharType="separate"/>
      </w:r>
      <w:r w:rsidR="00DA37E6">
        <w:t>JSON Client</w:t>
      </w:r>
      <w:r>
        <w:fldChar w:fldCharType="end"/>
      </w:r>
      <w:r>
        <w:t xml:space="preserve"> conditions (</w:t>
      </w:r>
      <w:r>
        <w:fldChar w:fldCharType="begin"/>
      </w:r>
      <w:r>
        <w:instrText xml:space="preserve"> REF _Ref439709077 \r \h </w:instrText>
      </w:r>
      <w:r>
        <w:fldChar w:fldCharType="separate"/>
      </w:r>
      <w:r w:rsidR="00DA37E6">
        <w:t>5.5.2</w:t>
      </w:r>
      <w:r>
        <w:fldChar w:fldCharType="end"/>
      </w:r>
      <w:r>
        <w:t>) and;</w:t>
      </w:r>
    </w:p>
    <w:p w14:paraId="12794DBB" w14:textId="12A4C982" w:rsidR="002F0E6A" w:rsidRDefault="002F0E6A" w:rsidP="002F0E6A">
      <w:pPr>
        <w:numPr>
          <w:ilvl w:val="0"/>
          <w:numId w:val="117"/>
        </w:numPr>
      </w:pPr>
      <w:r>
        <w:t xml:space="preserve">SHALL support one or more of the </w:t>
      </w:r>
      <w:r>
        <w:fldChar w:fldCharType="begin"/>
      </w:r>
      <w:r>
        <w:instrText xml:space="preserve"> REF _Ref439710586 \h </w:instrText>
      </w:r>
      <w:r>
        <w:fldChar w:fldCharType="separate"/>
      </w:r>
      <w:r w:rsidR="00DA37E6">
        <w:t xml:space="preserve">JSON Mandatory Test Cases KMIP </w:t>
      </w:r>
      <w:r>
        <w:fldChar w:fldCharType="end"/>
      </w:r>
      <w:r>
        <w:t xml:space="preserve"> (</w:t>
      </w:r>
      <w:r>
        <w:fldChar w:fldCharType="begin"/>
      </w:r>
      <w:r>
        <w:instrText xml:space="preserve"> REF _Ref439710587 \r \h </w:instrText>
      </w:r>
      <w:r>
        <w:fldChar w:fldCharType="separate"/>
      </w:r>
      <w:r w:rsidR="00DA37E6">
        <w:t>5.5.4</w:t>
      </w:r>
      <w:r>
        <w:fldChar w:fldCharType="end"/>
      </w:r>
      <w:r>
        <w:t>) and;</w:t>
      </w:r>
    </w:p>
    <w:p w14:paraId="52A7C2F8" w14:textId="7C237D52" w:rsidR="002F0E6A" w:rsidRDefault="002F0E6A" w:rsidP="002F0E6A">
      <w:pPr>
        <w:numPr>
          <w:ilvl w:val="0"/>
          <w:numId w:val="117"/>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08EF7B3D" w14:textId="77777777" w:rsidR="002F0E6A" w:rsidRDefault="002F0E6A" w:rsidP="002F0E6A">
      <w:pPr>
        <w:pStyle w:val="Heading2"/>
        <w:numPr>
          <w:ilvl w:val="1"/>
          <w:numId w:val="2"/>
        </w:numPr>
      </w:pPr>
      <w:bookmarkStart w:id="3108" w:name="_Toc439711398"/>
      <w:bookmarkStart w:id="3109" w:name="_Toc463354713"/>
      <w:bookmarkStart w:id="3110" w:name="_Toc478070622"/>
      <w:bookmarkStart w:id="3111" w:name="_Toc479342242"/>
      <w:bookmarkStart w:id="3112" w:name="_Toc491431625"/>
      <w:bookmarkStart w:id="3113" w:name="_Toc533021535"/>
      <w:bookmarkStart w:id="3114" w:name="_Toc535231778"/>
      <w:bookmarkStart w:id="3115" w:name="_Toc14773401"/>
      <w:bookmarkStart w:id="3116" w:name="_Toc27473452"/>
      <w:bookmarkStart w:id="3117" w:name="_Toc32324588"/>
      <w:bookmarkStart w:id="3118" w:name="_Toc176876300"/>
      <w:r>
        <w:t>JSON Server KMIP</w:t>
      </w:r>
      <w:r w:rsidR="00697364">
        <w:t xml:space="preserve"> v3.0</w:t>
      </w:r>
      <w:r>
        <w:t xml:space="preserve"> Profile Conformance</w:t>
      </w:r>
      <w:bookmarkEnd w:id="3108"/>
      <w:bookmarkEnd w:id="3109"/>
      <w:bookmarkEnd w:id="3110"/>
      <w:bookmarkEnd w:id="3111"/>
      <w:bookmarkEnd w:id="3112"/>
      <w:bookmarkEnd w:id="3113"/>
      <w:bookmarkEnd w:id="3114"/>
      <w:bookmarkEnd w:id="3115"/>
      <w:bookmarkEnd w:id="3116"/>
      <w:bookmarkEnd w:id="3117"/>
      <w:bookmarkEnd w:id="3118"/>
      <w:r>
        <w:t xml:space="preserve"> </w:t>
      </w:r>
    </w:p>
    <w:p w14:paraId="66579026" w14:textId="77777777" w:rsidR="002F0E6A" w:rsidRDefault="002F0E6A" w:rsidP="002F0E6A">
      <w:r w:rsidRPr="00615DB0">
        <w:t xml:space="preserve">KMIP </w:t>
      </w:r>
      <w:r>
        <w:t>server</w:t>
      </w:r>
      <w:r w:rsidRPr="00615DB0">
        <w:t xml:space="preserve"> implementations conformant to this profile:</w:t>
      </w:r>
    </w:p>
    <w:p w14:paraId="4841FC76" w14:textId="77777777" w:rsidR="002F0E6A" w:rsidRDefault="002F0E6A" w:rsidP="002F0E6A">
      <w:pPr>
        <w:numPr>
          <w:ilvl w:val="0"/>
          <w:numId w:val="118"/>
        </w:numPr>
      </w:pPr>
      <w:r>
        <w:t xml:space="preserve">SHALL support [KMIP-SPEC] </w:t>
      </w:r>
    </w:p>
    <w:p w14:paraId="267F21F8" w14:textId="6EB9E577" w:rsidR="002F0E6A" w:rsidRDefault="002F0E6A" w:rsidP="002F0E6A">
      <w:pPr>
        <w:numPr>
          <w:ilvl w:val="0"/>
          <w:numId w:val="118"/>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7646FE88" w14:textId="09BE446E" w:rsidR="002F0E6A" w:rsidRDefault="002F0E6A" w:rsidP="002F0E6A">
      <w:pPr>
        <w:numPr>
          <w:ilvl w:val="0"/>
          <w:numId w:val="118"/>
        </w:numPr>
      </w:pPr>
      <w:r>
        <w:t xml:space="preserve">SHALL support the </w:t>
      </w:r>
      <w:r>
        <w:fldChar w:fldCharType="begin"/>
      </w:r>
      <w:r>
        <w:instrText xml:space="preserve"> REF _Ref439709077 \h </w:instrText>
      </w:r>
      <w:r>
        <w:fldChar w:fldCharType="separate"/>
      </w:r>
      <w:r w:rsidR="00DA37E6">
        <w:t>JSON Client</w:t>
      </w:r>
      <w:r>
        <w:fldChar w:fldCharType="end"/>
      </w:r>
      <w:r>
        <w:t xml:space="preserve"> conditions (</w:t>
      </w:r>
      <w:r>
        <w:fldChar w:fldCharType="begin"/>
      </w:r>
      <w:r>
        <w:instrText xml:space="preserve"> REF _Ref439709077 \r \h </w:instrText>
      </w:r>
      <w:r>
        <w:fldChar w:fldCharType="separate"/>
      </w:r>
      <w:r w:rsidR="00DA37E6">
        <w:t>5.5.2</w:t>
      </w:r>
      <w:r>
        <w:fldChar w:fldCharType="end"/>
      </w:r>
      <w:r>
        <w:t>) and;</w:t>
      </w:r>
    </w:p>
    <w:p w14:paraId="1C9FA6A3" w14:textId="77777777" w:rsidR="002F0E6A" w:rsidRPr="00615DB0" w:rsidRDefault="002F0E6A" w:rsidP="002F0E6A">
      <w:pPr>
        <w:numPr>
          <w:ilvl w:val="0"/>
          <w:numId w:val="118"/>
        </w:numPr>
      </w:pPr>
      <w:r w:rsidRPr="00615DB0">
        <w:t xml:space="preserve">SHALL support mapping </w:t>
      </w:r>
      <w:r>
        <w:t xml:space="preserve">to/from JSON </w:t>
      </w:r>
      <w:r w:rsidRPr="00615DB0">
        <w:t xml:space="preserve">all TTLV tags and enumerations specified within [KMIP-SPEC] </w:t>
      </w:r>
      <w:r>
        <w:rPr>
          <w:rFonts w:eastAsia="DejaVu Sans" w:cs="DejaVu Sans"/>
        </w:rPr>
        <w:t>and;</w:t>
      </w:r>
    </w:p>
    <w:p w14:paraId="33C87F2D" w14:textId="20156728" w:rsidR="002F0E6A" w:rsidRDefault="002F0E6A" w:rsidP="002F0E6A">
      <w:pPr>
        <w:numPr>
          <w:ilvl w:val="0"/>
          <w:numId w:val="118"/>
        </w:numPr>
      </w:pPr>
      <w:r>
        <w:t xml:space="preserve">SHALL support all of the </w:t>
      </w:r>
      <w:r>
        <w:fldChar w:fldCharType="begin"/>
      </w:r>
      <w:r>
        <w:instrText xml:space="preserve"> REF _Ref439710586 \h </w:instrText>
      </w:r>
      <w:r>
        <w:fldChar w:fldCharType="separate"/>
      </w:r>
      <w:r w:rsidR="00DA37E6">
        <w:t xml:space="preserve">JSON Mandatory Test Cases KMIP </w:t>
      </w:r>
      <w:r>
        <w:fldChar w:fldCharType="end"/>
      </w:r>
      <w:r>
        <w:t xml:space="preserve"> (</w:t>
      </w:r>
      <w:r>
        <w:fldChar w:fldCharType="begin"/>
      </w:r>
      <w:r>
        <w:instrText xml:space="preserve"> REF _Ref439710587 \r \h </w:instrText>
      </w:r>
      <w:r>
        <w:fldChar w:fldCharType="separate"/>
      </w:r>
      <w:r w:rsidR="00DA37E6">
        <w:t>5.5.4</w:t>
      </w:r>
      <w:r>
        <w:fldChar w:fldCharType="end"/>
      </w:r>
      <w:r>
        <w:t>) and;</w:t>
      </w:r>
    </w:p>
    <w:p w14:paraId="2DC3B186" w14:textId="261EF08C" w:rsidR="002F0E6A" w:rsidRDefault="002F0E6A" w:rsidP="002F0E6A">
      <w:pPr>
        <w:numPr>
          <w:ilvl w:val="0"/>
          <w:numId w:val="118"/>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477E22CB" w14:textId="77777777" w:rsidR="002F0E6A" w:rsidRDefault="002F0E6A" w:rsidP="002F0E6A">
      <w:pPr>
        <w:pStyle w:val="Heading2"/>
        <w:numPr>
          <w:ilvl w:val="1"/>
          <w:numId w:val="2"/>
        </w:numPr>
      </w:pPr>
      <w:bookmarkStart w:id="3119" w:name="_Toc439711399"/>
      <w:bookmarkStart w:id="3120" w:name="_Toc463354714"/>
      <w:bookmarkStart w:id="3121" w:name="_Toc478070623"/>
      <w:bookmarkStart w:id="3122" w:name="_Toc479342243"/>
      <w:bookmarkStart w:id="3123" w:name="_Toc491431626"/>
      <w:bookmarkStart w:id="3124" w:name="_Toc533021536"/>
      <w:bookmarkStart w:id="3125" w:name="_Toc535231779"/>
      <w:bookmarkStart w:id="3126" w:name="_Toc14773402"/>
      <w:bookmarkStart w:id="3127" w:name="_Toc27473453"/>
      <w:bookmarkStart w:id="3128" w:name="_Toc32324589"/>
      <w:bookmarkStart w:id="3129" w:name="_Toc176876301"/>
      <w:r>
        <w:t xml:space="preserve">Symmetric </w:t>
      </w:r>
      <w:r w:rsidRPr="009038CC">
        <w:t>Key Lifecycle</w:t>
      </w:r>
      <w:r>
        <w:t xml:space="preserve"> Client KMIP</w:t>
      </w:r>
      <w:r w:rsidR="00697364">
        <w:t xml:space="preserve"> v3.0</w:t>
      </w:r>
      <w:r>
        <w:t xml:space="preserve"> Profile Conformance</w:t>
      </w:r>
      <w:bookmarkEnd w:id="3119"/>
      <w:bookmarkEnd w:id="3120"/>
      <w:bookmarkEnd w:id="3121"/>
      <w:bookmarkEnd w:id="3122"/>
      <w:bookmarkEnd w:id="3123"/>
      <w:bookmarkEnd w:id="3124"/>
      <w:bookmarkEnd w:id="3125"/>
      <w:bookmarkEnd w:id="3126"/>
      <w:bookmarkEnd w:id="3127"/>
      <w:bookmarkEnd w:id="3128"/>
      <w:bookmarkEnd w:id="3129"/>
      <w:r>
        <w:t xml:space="preserve"> </w:t>
      </w:r>
    </w:p>
    <w:p w14:paraId="4D0999AA" w14:textId="77777777" w:rsidR="002F0E6A" w:rsidRDefault="002F0E6A" w:rsidP="002F0E6A">
      <w:r w:rsidRPr="00615DB0">
        <w:t>KMIP client implementations conformant to this profile:</w:t>
      </w:r>
    </w:p>
    <w:p w14:paraId="0458F962" w14:textId="77777777" w:rsidR="002F0E6A" w:rsidRDefault="002F0E6A" w:rsidP="002F0E6A">
      <w:pPr>
        <w:numPr>
          <w:ilvl w:val="0"/>
          <w:numId w:val="107"/>
        </w:numPr>
      </w:pPr>
      <w:r>
        <w:t xml:space="preserve">SHALL support [KMIP-SPEC] </w:t>
      </w:r>
    </w:p>
    <w:p w14:paraId="6463EA48" w14:textId="2966FD15" w:rsidR="002F0E6A" w:rsidRDefault="002F0E6A" w:rsidP="002F0E6A">
      <w:pPr>
        <w:numPr>
          <w:ilvl w:val="0"/>
          <w:numId w:val="107"/>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681FC982" w14:textId="240000A7" w:rsidR="002F0E6A" w:rsidRDefault="002F0E6A" w:rsidP="002F0E6A">
      <w:pPr>
        <w:numPr>
          <w:ilvl w:val="0"/>
          <w:numId w:val="107"/>
        </w:numPr>
      </w:pPr>
      <w:r>
        <w:t xml:space="preserve">SHALL support the </w:t>
      </w:r>
      <w:r>
        <w:fldChar w:fldCharType="begin"/>
      </w:r>
      <w:r>
        <w:instrText xml:space="preserve"> REF _Ref360031882 \h </w:instrText>
      </w:r>
      <w:r>
        <w:fldChar w:fldCharType="separate"/>
      </w:r>
      <w:r w:rsidR="00DA37E6">
        <w:t xml:space="preserve">Symmetric </w:t>
      </w:r>
      <w:r w:rsidR="00DA37E6" w:rsidRPr="009038CC">
        <w:t>Key Lifecycle</w:t>
      </w:r>
      <w:r w:rsidR="00DA37E6">
        <w:t xml:space="preserve"> Client</w:t>
      </w:r>
      <w:r>
        <w:fldChar w:fldCharType="end"/>
      </w:r>
      <w:r>
        <w:t xml:space="preserve"> conditions (</w:t>
      </w:r>
      <w:r>
        <w:fldChar w:fldCharType="begin"/>
      </w:r>
      <w:r>
        <w:instrText xml:space="preserve"> REF _Ref360031882 \w \h </w:instrText>
      </w:r>
      <w:r>
        <w:fldChar w:fldCharType="separate"/>
      </w:r>
      <w:r w:rsidR="00DA37E6">
        <w:t>5.6.1</w:t>
      </w:r>
      <w:r>
        <w:fldChar w:fldCharType="end"/>
      </w:r>
      <w:r>
        <w:t>) and;</w:t>
      </w:r>
    </w:p>
    <w:p w14:paraId="26827C03" w14:textId="04D554C4" w:rsidR="002F0E6A" w:rsidRDefault="002F0E6A" w:rsidP="002F0E6A">
      <w:pPr>
        <w:numPr>
          <w:ilvl w:val="0"/>
          <w:numId w:val="107"/>
        </w:numPr>
      </w:pPr>
      <w:r>
        <w:t xml:space="preserve">SHALL support one or more of the </w:t>
      </w:r>
      <w:r>
        <w:fldChar w:fldCharType="begin"/>
      </w:r>
      <w:r>
        <w:instrText xml:space="preserve"> REF _Ref439708287 \h </w:instrText>
      </w:r>
      <w:r>
        <w:fldChar w:fldCharType="separate"/>
      </w:r>
      <w:r w:rsidR="00DA37E6">
        <w:t xml:space="preserve">Symmetric </w:t>
      </w:r>
      <w:r w:rsidR="00DA37E6" w:rsidRPr="009038CC">
        <w:t>Key Lifecycle</w:t>
      </w:r>
      <w:r w:rsidR="00DA37E6">
        <w:t xml:space="preserve"> Mandatory Test Cases KMIP </w:t>
      </w:r>
      <w:r>
        <w:fldChar w:fldCharType="end"/>
      </w:r>
      <w:r>
        <w:t xml:space="preserve"> (</w:t>
      </w:r>
      <w:r>
        <w:fldChar w:fldCharType="begin"/>
      </w:r>
      <w:r>
        <w:instrText xml:space="preserve"> REF _Ref439708314 \r \h </w:instrText>
      </w:r>
      <w:r>
        <w:fldChar w:fldCharType="separate"/>
      </w:r>
      <w:r w:rsidR="00DA37E6">
        <w:t>5.6.3</w:t>
      </w:r>
      <w:r>
        <w:fldChar w:fldCharType="end"/>
      </w:r>
      <w:r>
        <w:t>) and;</w:t>
      </w:r>
    </w:p>
    <w:p w14:paraId="76DC3543" w14:textId="0B1692F0" w:rsidR="002F0E6A" w:rsidRDefault="002F0E6A" w:rsidP="002F0E6A">
      <w:pPr>
        <w:numPr>
          <w:ilvl w:val="0"/>
          <w:numId w:val="107"/>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78F431B0" w14:textId="77777777" w:rsidR="002F0E6A" w:rsidRDefault="002F0E6A" w:rsidP="002F0E6A">
      <w:pPr>
        <w:pStyle w:val="Heading2"/>
        <w:numPr>
          <w:ilvl w:val="1"/>
          <w:numId w:val="2"/>
        </w:numPr>
      </w:pPr>
      <w:bookmarkStart w:id="3130" w:name="_Toc439710560"/>
      <w:bookmarkStart w:id="3131" w:name="_Toc434522584"/>
      <w:bookmarkStart w:id="3132" w:name="_Toc434524825"/>
      <w:bookmarkStart w:id="3133" w:name="_Toc434522586"/>
      <w:bookmarkStart w:id="3134" w:name="_Toc434524827"/>
      <w:bookmarkStart w:id="3135" w:name="_Toc434522589"/>
      <w:bookmarkStart w:id="3136" w:name="_Toc434524830"/>
      <w:bookmarkStart w:id="3137" w:name="_Toc434522591"/>
      <w:bookmarkStart w:id="3138" w:name="_Toc434524832"/>
      <w:bookmarkStart w:id="3139" w:name="_Toc434522594"/>
      <w:bookmarkStart w:id="3140" w:name="_Toc434524835"/>
      <w:bookmarkStart w:id="3141" w:name="_Toc434522596"/>
      <w:bookmarkStart w:id="3142" w:name="_Toc434524837"/>
      <w:bookmarkStart w:id="3143" w:name="_Toc439711400"/>
      <w:bookmarkStart w:id="3144" w:name="_Toc463354715"/>
      <w:bookmarkStart w:id="3145" w:name="_Toc478070624"/>
      <w:bookmarkStart w:id="3146" w:name="_Toc479342244"/>
      <w:bookmarkStart w:id="3147" w:name="_Toc491431627"/>
      <w:bookmarkStart w:id="3148" w:name="_Toc533021537"/>
      <w:bookmarkStart w:id="3149" w:name="_Toc535231780"/>
      <w:bookmarkStart w:id="3150" w:name="_Toc14773403"/>
      <w:bookmarkStart w:id="3151" w:name="_Toc27473454"/>
      <w:bookmarkStart w:id="3152" w:name="_Toc32324590"/>
      <w:bookmarkStart w:id="3153" w:name="_Toc176876302"/>
      <w:bookmarkEnd w:id="3130"/>
      <w:bookmarkEnd w:id="3131"/>
      <w:bookmarkEnd w:id="3132"/>
      <w:bookmarkEnd w:id="3133"/>
      <w:bookmarkEnd w:id="3134"/>
      <w:bookmarkEnd w:id="3135"/>
      <w:bookmarkEnd w:id="3136"/>
      <w:bookmarkEnd w:id="3137"/>
      <w:bookmarkEnd w:id="3138"/>
      <w:bookmarkEnd w:id="3139"/>
      <w:bookmarkEnd w:id="3140"/>
      <w:bookmarkEnd w:id="3141"/>
      <w:bookmarkEnd w:id="3142"/>
      <w:r>
        <w:t xml:space="preserve">Symmetric </w:t>
      </w:r>
      <w:r w:rsidRPr="009038CC">
        <w:t>Key Lifecycle</w:t>
      </w:r>
      <w:r>
        <w:t xml:space="preserve"> Server KMIP</w:t>
      </w:r>
      <w:r w:rsidR="00697364">
        <w:t xml:space="preserve"> v3.0</w:t>
      </w:r>
      <w:r>
        <w:t xml:space="preserve"> Profile Conformance</w:t>
      </w:r>
      <w:bookmarkEnd w:id="3143"/>
      <w:bookmarkEnd w:id="3144"/>
      <w:bookmarkEnd w:id="3145"/>
      <w:bookmarkEnd w:id="3146"/>
      <w:bookmarkEnd w:id="3147"/>
      <w:bookmarkEnd w:id="3148"/>
      <w:bookmarkEnd w:id="3149"/>
      <w:bookmarkEnd w:id="3150"/>
      <w:bookmarkEnd w:id="3151"/>
      <w:bookmarkEnd w:id="3152"/>
      <w:bookmarkEnd w:id="3153"/>
      <w:r>
        <w:t xml:space="preserve"> </w:t>
      </w:r>
    </w:p>
    <w:p w14:paraId="4B2331EF" w14:textId="77777777" w:rsidR="002F0E6A" w:rsidRDefault="002F0E6A" w:rsidP="002F0E6A">
      <w:r w:rsidRPr="00615DB0">
        <w:t xml:space="preserve">KMIP </w:t>
      </w:r>
      <w:r>
        <w:t>server</w:t>
      </w:r>
      <w:r w:rsidRPr="00615DB0">
        <w:t xml:space="preserve"> implementations conformant to this profile:</w:t>
      </w:r>
    </w:p>
    <w:p w14:paraId="203F878D" w14:textId="77777777" w:rsidR="002F0E6A" w:rsidRDefault="002F0E6A" w:rsidP="002F0E6A">
      <w:pPr>
        <w:numPr>
          <w:ilvl w:val="0"/>
          <w:numId w:val="33"/>
        </w:numPr>
      </w:pPr>
      <w:r>
        <w:t xml:space="preserve">SHALL support [KMIP-SPEC] </w:t>
      </w:r>
    </w:p>
    <w:p w14:paraId="403FEB03" w14:textId="4CBE1231" w:rsidR="002F0E6A" w:rsidRDefault="002F0E6A" w:rsidP="002F0E6A">
      <w:pPr>
        <w:numPr>
          <w:ilvl w:val="0"/>
          <w:numId w:val="33"/>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6F27B42B" w14:textId="64698C8A" w:rsidR="002F0E6A" w:rsidRDefault="002F0E6A" w:rsidP="002F0E6A">
      <w:pPr>
        <w:numPr>
          <w:ilvl w:val="0"/>
          <w:numId w:val="33"/>
        </w:numPr>
      </w:pPr>
      <w:r>
        <w:t xml:space="preserve">SHALL support the </w:t>
      </w:r>
      <w:r>
        <w:fldChar w:fldCharType="begin"/>
      </w:r>
      <w:r>
        <w:instrText xml:space="preserve"> REF _Ref390242784 \h </w:instrText>
      </w:r>
      <w:r>
        <w:fldChar w:fldCharType="separate"/>
      </w:r>
      <w:r w:rsidR="00DA37E6">
        <w:t xml:space="preserve">Symmetric </w:t>
      </w:r>
      <w:r w:rsidR="00DA37E6" w:rsidRPr="009038CC">
        <w:t>Key Lifecycle</w:t>
      </w:r>
      <w:r w:rsidR="00DA37E6">
        <w:t xml:space="preserve"> Server</w:t>
      </w:r>
      <w:r>
        <w:fldChar w:fldCharType="end"/>
      </w:r>
      <w:r>
        <w:t xml:space="preserve"> conditions (</w:t>
      </w:r>
      <w:r>
        <w:fldChar w:fldCharType="begin"/>
      </w:r>
      <w:r>
        <w:instrText xml:space="preserve"> REF _Ref390242784 \w \h </w:instrText>
      </w:r>
      <w:r>
        <w:fldChar w:fldCharType="separate"/>
      </w:r>
      <w:r w:rsidR="00DA37E6">
        <w:t>5.6.2</w:t>
      </w:r>
      <w:r>
        <w:fldChar w:fldCharType="end"/>
      </w:r>
      <w:r>
        <w:t>) and;</w:t>
      </w:r>
    </w:p>
    <w:p w14:paraId="6137CCE8" w14:textId="7C844013" w:rsidR="002F0E6A" w:rsidRDefault="002F0E6A" w:rsidP="002F0E6A">
      <w:pPr>
        <w:numPr>
          <w:ilvl w:val="0"/>
          <w:numId w:val="33"/>
        </w:numPr>
      </w:pPr>
      <w:r>
        <w:t xml:space="preserve">SHALL support all of the </w:t>
      </w:r>
      <w:r>
        <w:fldChar w:fldCharType="begin"/>
      </w:r>
      <w:r>
        <w:instrText xml:space="preserve"> REF _Ref439708294 \h </w:instrText>
      </w:r>
      <w:r>
        <w:fldChar w:fldCharType="separate"/>
      </w:r>
      <w:r w:rsidR="00DA37E6">
        <w:t xml:space="preserve">Symmetric </w:t>
      </w:r>
      <w:r w:rsidR="00DA37E6" w:rsidRPr="009038CC">
        <w:t>Key Lifecycle</w:t>
      </w:r>
      <w:r w:rsidR="00DA37E6">
        <w:t xml:space="preserve"> Mandatory Test Cases KMIP </w:t>
      </w:r>
      <w:r>
        <w:fldChar w:fldCharType="end"/>
      </w:r>
      <w:r>
        <w:t xml:space="preserve"> (</w:t>
      </w:r>
      <w:r>
        <w:fldChar w:fldCharType="begin"/>
      </w:r>
      <w:r>
        <w:instrText xml:space="preserve"> REF _Ref439708305 \r \h </w:instrText>
      </w:r>
      <w:r>
        <w:fldChar w:fldCharType="separate"/>
      </w:r>
      <w:r w:rsidR="00DA37E6">
        <w:t>5.6.3</w:t>
      </w:r>
      <w:r>
        <w:fldChar w:fldCharType="end"/>
      </w:r>
      <w:r>
        <w:t>) and;</w:t>
      </w:r>
    </w:p>
    <w:p w14:paraId="34BCC0B7" w14:textId="7E39589F" w:rsidR="002F0E6A" w:rsidRDefault="002F0E6A" w:rsidP="002F0E6A">
      <w:pPr>
        <w:numPr>
          <w:ilvl w:val="0"/>
          <w:numId w:val="33"/>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4839FD8D" w14:textId="77777777" w:rsidR="002F0E6A" w:rsidRDefault="002F0E6A" w:rsidP="002F0E6A">
      <w:pPr>
        <w:pStyle w:val="Heading2"/>
        <w:numPr>
          <w:ilvl w:val="1"/>
          <w:numId w:val="2"/>
        </w:numPr>
      </w:pPr>
      <w:bookmarkStart w:id="3154" w:name="_Toc439711401"/>
      <w:bookmarkStart w:id="3155" w:name="_Toc463354716"/>
      <w:bookmarkStart w:id="3156" w:name="_Toc478070625"/>
      <w:bookmarkStart w:id="3157" w:name="_Toc479342245"/>
      <w:bookmarkStart w:id="3158" w:name="_Toc491431628"/>
      <w:bookmarkStart w:id="3159" w:name="_Toc533021538"/>
      <w:bookmarkStart w:id="3160" w:name="_Toc535231781"/>
      <w:bookmarkStart w:id="3161" w:name="_Toc14773404"/>
      <w:bookmarkStart w:id="3162" w:name="_Toc27473455"/>
      <w:bookmarkStart w:id="3163" w:name="_Toc32324591"/>
      <w:bookmarkStart w:id="3164" w:name="_Toc176876303"/>
      <w:r>
        <w:t xml:space="preserve">Basic Symmetric </w:t>
      </w:r>
      <w:r w:rsidRPr="009038CC">
        <w:t xml:space="preserve">Key </w:t>
      </w:r>
      <w:r>
        <w:t>Foundry Client KMIP</w:t>
      </w:r>
      <w:r w:rsidR="00697364">
        <w:t xml:space="preserve"> v3.0</w:t>
      </w:r>
      <w:r>
        <w:t xml:space="preserve"> Profile Conformance</w:t>
      </w:r>
      <w:bookmarkEnd w:id="3154"/>
      <w:bookmarkEnd w:id="3155"/>
      <w:bookmarkEnd w:id="3156"/>
      <w:bookmarkEnd w:id="3157"/>
      <w:bookmarkEnd w:id="3158"/>
      <w:bookmarkEnd w:id="3159"/>
      <w:bookmarkEnd w:id="3160"/>
      <w:bookmarkEnd w:id="3161"/>
      <w:bookmarkEnd w:id="3162"/>
      <w:bookmarkEnd w:id="3163"/>
      <w:bookmarkEnd w:id="3164"/>
      <w:r>
        <w:t xml:space="preserve"> </w:t>
      </w:r>
    </w:p>
    <w:p w14:paraId="73C0F897" w14:textId="77777777" w:rsidR="002F0E6A" w:rsidRDefault="002F0E6A" w:rsidP="002F0E6A">
      <w:r w:rsidRPr="00615DB0">
        <w:t>KMIP client implementations conformant to this profile:</w:t>
      </w:r>
    </w:p>
    <w:p w14:paraId="4D0DA80C" w14:textId="77777777" w:rsidR="002F0E6A" w:rsidRDefault="002F0E6A" w:rsidP="002F0E6A">
      <w:pPr>
        <w:numPr>
          <w:ilvl w:val="0"/>
          <w:numId w:val="81"/>
        </w:numPr>
      </w:pPr>
      <w:r>
        <w:t xml:space="preserve">SHALL support [KMIP-SPEC] </w:t>
      </w:r>
    </w:p>
    <w:p w14:paraId="1FF4C37B" w14:textId="38FC7220" w:rsidR="002F0E6A" w:rsidRDefault="002F0E6A" w:rsidP="002F0E6A">
      <w:pPr>
        <w:numPr>
          <w:ilvl w:val="0"/>
          <w:numId w:val="81"/>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BFC0779" w14:textId="082B3010" w:rsidR="002F0E6A" w:rsidRDefault="002F0E6A" w:rsidP="002F0E6A">
      <w:pPr>
        <w:numPr>
          <w:ilvl w:val="0"/>
          <w:numId w:val="81"/>
        </w:numPr>
      </w:pPr>
      <w:r>
        <w:t xml:space="preserve">SHALL support the </w:t>
      </w:r>
      <w:r>
        <w:fldChar w:fldCharType="begin"/>
      </w:r>
      <w:r>
        <w:instrText xml:space="preserve"> REF _Ref439693663 \h </w:instrText>
      </w:r>
      <w:r>
        <w:fldChar w:fldCharType="separate"/>
      </w:r>
      <w:r w:rsidR="00DA37E6">
        <w:t xml:space="preserve">Basic Symmetric </w:t>
      </w:r>
      <w:r w:rsidR="00DA37E6" w:rsidRPr="009038CC">
        <w:t xml:space="preserve">Key </w:t>
      </w:r>
      <w:r w:rsidR="00DA37E6" w:rsidRPr="00EC4F2D">
        <w:t xml:space="preserve">Foundry </w:t>
      </w:r>
      <w:r w:rsidR="00DA37E6">
        <w:t>Client</w:t>
      </w:r>
      <w:r>
        <w:fldChar w:fldCharType="end"/>
      </w:r>
      <w:r>
        <w:t xml:space="preserve"> conditions (</w:t>
      </w:r>
      <w:r>
        <w:fldChar w:fldCharType="begin"/>
      </w:r>
      <w:r>
        <w:instrText xml:space="preserve"> REF _Ref439693663 \r \h </w:instrText>
      </w:r>
      <w:r>
        <w:fldChar w:fldCharType="separate"/>
      </w:r>
      <w:r w:rsidR="00DA37E6">
        <w:t>5.7.1</w:t>
      </w:r>
      <w:r>
        <w:fldChar w:fldCharType="end"/>
      </w:r>
      <w:r>
        <w:t>) and;</w:t>
      </w:r>
    </w:p>
    <w:p w14:paraId="5EB772DD" w14:textId="5864A78A" w:rsidR="002F0E6A" w:rsidRDefault="002F0E6A" w:rsidP="002F0E6A">
      <w:pPr>
        <w:numPr>
          <w:ilvl w:val="0"/>
          <w:numId w:val="81"/>
        </w:numPr>
      </w:pPr>
      <w:r>
        <w:t xml:space="preserve">SHALL support one or more of the </w:t>
      </w:r>
      <w:r>
        <w:fldChar w:fldCharType="begin"/>
      </w:r>
      <w:r>
        <w:instrText xml:space="preserve"> REF _Ref439694361 \h </w:instrText>
      </w:r>
      <w:r>
        <w:fldChar w:fldCharType="separate"/>
      </w:r>
      <w:r w:rsidR="00DA37E6">
        <w:t xml:space="preserve">Basic Symmetric </w:t>
      </w:r>
      <w:r w:rsidR="00DA37E6" w:rsidRPr="009038CC">
        <w:t xml:space="preserve">Key </w:t>
      </w:r>
      <w:r w:rsidR="00DA37E6" w:rsidRPr="00EC4F2D">
        <w:t xml:space="preserve">Foundry </w:t>
      </w:r>
      <w:r w:rsidR="00DA37E6">
        <w:t xml:space="preserve">Mandatory Test Cases KMIP </w:t>
      </w:r>
      <w:r>
        <w:fldChar w:fldCharType="end"/>
      </w:r>
      <w:r>
        <w:t xml:space="preserve"> (</w:t>
      </w:r>
      <w:r>
        <w:fldChar w:fldCharType="begin"/>
      </w:r>
      <w:r>
        <w:instrText xml:space="preserve"> REF _Ref439694361 \r \h </w:instrText>
      </w:r>
      <w:r>
        <w:fldChar w:fldCharType="separate"/>
      </w:r>
      <w:r w:rsidR="00DA37E6">
        <w:t>5.7.5</w:t>
      </w:r>
      <w:r>
        <w:fldChar w:fldCharType="end"/>
      </w:r>
      <w:r>
        <w:t>) and;</w:t>
      </w:r>
    </w:p>
    <w:p w14:paraId="3EBE742F" w14:textId="09F5952D" w:rsidR="002F0E6A" w:rsidRDefault="002F0E6A" w:rsidP="002F0E6A">
      <w:pPr>
        <w:numPr>
          <w:ilvl w:val="0"/>
          <w:numId w:val="81"/>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2B7BF822" w14:textId="77777777" w:rsidR="002F0E6A" w:rsidRDefault="002F0E6A" w:rsidP="002F0E6A">
      <w:pPr>
        <w:pStyle w:val="Heading2"/>
        <w:numPr>
          <w:ilvl w:val="1"/>
          <w:numId w:val="2"/>
        </w:numPr>
      </w:pPr>
      <w:bookmarkStart w:id="3165" w:name="_Toc439711402"/>
      <w:bookmarkStart w:id="3166" w:name="_Toc463354717"/>
      <w:bookmarkStart w:id="3167" w:name="_Toc478070626"/>
      <w:bookmarkStart w:id="3168" w:name="_Toc479342246"/>
      <w:bookmarkStart w:id="3169" w:name="_Toc491431629"/>
      <w:bookmarkStart w:id="3170" w:name="_Toc533021539"/>
      <w:bookmarkStart w:id="3171" w:name="_Toc535231782"/>
      <w:bookmarkStart w:id="3172" w:name="_Toc14773405"/>
      <w:bookmarkStart w:id="3173" w:name="_Toc27473456"/>
      <w:bookmarkStart w:id="3174" w:name="_Toc32324592"/>
      <w:bookmarkStart w:id="3175" w:name="_Toc176876304"/>
      <w:r>
        <w:t xml:space="preserve">Intermediate Symmetric </w:t>
      </w:r>
      <w:r w:rsidRPr="009038CC">
        <w:t xml:space="preserve">Key </w:t>
      </w:r>
      <w:r>
        <w:t>Foundry Client KMIP</w:t>
      </w:r>
      <w:r w:rsidR="00697364">
        <w:t xml:space="preserve"> v3.0</w:t>
      </w:r>
      <w:r>
        <w:t xml:space="preserve"> Profile Conformance</w:t>
      </w:r>
      <w:bookmarkEnd w:id="3165"/>
      <w:bookmarkEnd w:id="3166"/>
      <w:bookmarkEnd w:id="3167"/>
      <w:bookmarkEnd w:id="3168"/>
      <w:bookmarkEnd w:id="3169"/>
      <w:bookmarkEnd w:id="3170"/>
      <w:bookmarkEnd w:id="3171"/>
      <w:bookmarkEnd w:id="3172"/>
      <w:bookmarkEnd w:id="3173"/>
      <w:bookmarkEnd w:id="3174"/>
      <w:bookmarkEnd w:id="3175"/>
      <w:r>
        <w:t xml:space="preserve"> </w:t>
      </w:r>
    </w:p>
    <w:p w14:paraId="4DEAE7A6" w14:textId="77777777" w:rsidR="002F0E6A" w:rsidRDefault="002F0E6A" w:rsidP="002F0E6A">
      <w:r w:rsidRPr="00615DB0">
        <w:t>KMIP client implementations conformant to this profile:</w:t>
      </w:r>
    </w:p>
    <w:p w14:paraId="47C5A717" w14:textId="77777777" w:rsidR="002F0E6A" w:rsidRDefault="002F0E6A" w:rsidP="002F0E6A">
      <w:pPr>
        <w:numPr>
          <w:ilvl w:val="0"/>
          <w:numId w:val="82"/>
        </w:numPr>
      </w:pPr>
      <w:r>
        <w:t xml:space="preserve">SHALL support [KMIP-SPEC] </w:t>
      </w:r>
    </w:p>
    <w:p w14:paraId="04A80AC1" w14:textId="391E4E27" w:rsidR="002F0E6A" w:rsidRDefault="002F0E6A" w:rsidP="002F0E6A">
      <w:pPr>
        <w:numPr>
          <w:ilvl w:val="0"/>
          <w:numId w:val="82"/>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DB14915" w14:textId="080F6C14" w:rsidR="002F0E6A" w:rsidRDefault="002F0E6A" w:rsidP="002F0E6A">
      <w:pPr>
        <w:numPr>
          <w:ilvl w:val="0"/>
          <w:numId w:val="82"/>
        </w:numPr>
      </w:pPr>
      <w:r>
        <w:t xml:space="preserve">SHALL support the </w:t>
      </w:r>
      <w:r>
        <w:fldChar w:fldCharType="begin"/>
      </w:r>
      <w:r>
        <w:instrText xml:space="preserve"> REF _Ref439693663 \h </w:instrText>
      </w:r>
      <w:r>
        <w:fldChar w:fldCharType="separate"/>
      </w:r>
      <w:r w:rsidR="00DA37E6">
        <w:t xml:space="preserve">Basic Symmetric </w:t>
      </w:r>
      <w:r w:rsidR="00DA37E6" w:rsidRPr="009038CC">
        <w:t xml:space="preserve">Key </w:t>
      </w:r>
      <w:r w:rsidR="00DA37E6" w:rsidRPr="00EC4F2D">
        <w:t xml:space="preserve">Foundry </w:t>
      </w:r>
      <w:r w:rsidR="00DA37E6">
        <w:t>Client</w:t>
      </w:r>
      <w:r>
        <w:fldChar w:fldCharType="end"/>
      </w:r>
      <w:r>
        <w:t xml:space="preserve"> conditions (</w:t>
      </w:r>
      <w:r>
        <w:fldChar w:fldCharType="begin"/>
      </w:r>
      <w:r>
        <w:instrText xml:space="preserve"> REF _Ref439693663 \r \h </w:instrText>
      </w:r>
      <w:r>
        <w:fldChar w:fldCharType="separate"/>
      </w:r>
      <w:r w:rsidR="00DA37E6">
        <w:t>5.7.1</w:t>
      </w:r>
      <w:r>
        <w:fldChar w:fldCharType="end"/>
      </w:r>
      <w:r>
        <w:t>) and;</w:t>
      </w:r>
    </w:p>
    <w:p w14:paraId="554D8298" w14:textId="0F3CEB12" w:rsidR="002F0E6A" w:rsidRDefault="002F0E6A" w:rsidP="002F0E6A">
      <w:pPr>
        <w:numPr>
          <w:ilvl w:val="0"/>
          <w:numId w:val="82"/>
        </w:numPr>
      </w:pPr>
      <w:r>
        <w:t xml:space="preserve">SHALL support one or more of the </w:t>
      </w:r>
      <w:r>
        <w:fldChar w:fldCharType="begin"/>
      </w:r>
      <w:r>
        <w:instrText xml:space="preserve"> REF _Ref439694504 \h </w:instrText>
      </w:r>
      <w:r>
        <w:fldChar w:fldCharType="separate"/>
      </w:r>
      <w:r w:rsidR="00DA37E6">
        <w:t xml:space="preserve">Intermediate Symmetric </w:t>
      </w:r>
      <w:r w:rsidR="00DA37E6" w:rsidRPr="009038CC">
        <w:t xml:space="preserve">Key </w:t>
      </w:r>
      <w:r w:rsidR="00DA37E6" w:rsidRPr="00EC4F2D">
        <w:t xml:space="preserve">Foundry </w:t>
      </w:r>
      <w:r w:rsidR="00DA37E6">
        <w:t>Mandatory Test Cases KMIP</w:t>
      </w:r>
      <w:r>
        <w:fldChar w:fldCharType="end"/>
      </w:r>
      <w:r>
        <w:t xml:space="preserve"> (</w:t>
      </w:r>
      <w:r>
        <w:fldChar w:fldCharType="begin"/>
      </w:r>
      <w:r>
        <w:instrText xml:space="preserve"> REF _Ref439694504 \r \h </w:instrText>
      </w:r>
      <w:r>
        <w:fldChar w:fldCharType="separate"/>
      </w:r>
      <w:r w:rsidR="00DA37E6">
        <w:t>5.7.6</w:t>
      </w:r>
      <w:r>
        <w:fldChar w:fldCharType="end"/>
      </w:r>
      <w:r>
        <w:t>) and;</w:t>
      </w:r>
    </w:p>
    <w:p w14:paraId="1997E480" w14:textId="264EB24A" w:rsidR="002F0E6A" w:rsidRDefault="002F0E6A" w:rsidP="002F0E6A">
      <w:pPr>
        <w:numPr>
          <w:ilvl w:val="0"/>
          <w:numId w:val="82"/>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7325CFD3" w14:textId="77777777" w:rsidR="002F0E6A" w:rsidRDefault="002F0E6A" w:rsidP="002F0E6A">
      <w:pPr>
        <w:pStyle w:val="Heading2"/>
        <w:numPr>
          <w:ilvl w:val="1"/>
          <w:numId w:val="2"/>
        </w:numPr>
      </w:pPr>
      <w:bookmarkStart w:id="3176" w:name="_Toc439711403"/>
      <w:bookmarkStart w:id="3177" w:name="_Toc463354718"/>
      <w:bookmarkStart w:id="3178" w:name="_Toc478070627"/>
      <w:bookmarkStart w:id="3179" w:name="_Toc479342247"/>
      <w:bookmarkStart w:id="3180" w:name="_Toc491431630"/>
      <w:bookmarkStart w:id="3181" w:name="_Toc533021540"/>
      <w:bookmarkStart w:id="3182" w:name="_Toc535231783"/>
      <w:bookmarkStart w:id="3183" w:name="_Toc14773406"/>
      <w:bookmarkStart w:id="3184" w:name="_Toc27473457"/>
      <w:bookmarkStart w:id="3185" w:name="_Toc32324593"/>
      <w:bookmarkStart w:id="3186" w:name="_Toc176876305"/>
      <w:r>
        <w:t xml:space="preserve">Advanced Symmetric </w:t>
      </w:r>
      <w:r w:rsidRPr="009038CC">
        <w:t xml:space="preserve">Key </w:t>
      </w:r>
      <w:r>
        <w:t>Foundry Client KMIP</w:t>
      </w:r>
      <w:r w:rsidR="00697364">
        <w:t xml:space="preserve"> v3.0</w:t>
      </w:r>
      <w:r>
        <w:t xml:space="preserve"> Profile Conformance</w:t>
      </w:r>
      <w:bookmarkEnd w:id="3176"/>
      <w:bookmarkEnd w:id="3177"/>
      <w:bookmarkEnd w:id="3178"/>
      <w:bookmarkEnd w:id="3179"/>
      <w:bookmarkEnd w:id="3180"/>
      <w:bookmarkEnd w:id="3181"/>
      <w:bookmarkEnd w:id="3182"/>
      <w:bookmarkEnd w:id="3183"/>
      <w:bookmarkEnd w:id="3184"/>
      <w:bookmarkEnd w:id="3185"/>
      <w:bookmarkEnd w:id="3186"/>
      <w:r>
        <w:t xml:space="preserve"> </w:t>
      </w:r>
    </w:p>
    <w:p w14:paraId="0CA2BCE1" w14:textId="77777777" w:rsidR="002F0E6A" w:rsidRDefault="002F0E6A" w:rsidP="002F0E6A">
      <w:r w:rsidRPr="00615DB0">
        <w:t>KMIP client implementations conformant to this profile:</w:t>
      </w:r>
    </w:p>
    <w:p w14:paraId="5A34B484" w14:textId="77777777" w:rsidR="002F0E6A" w:rsidRDefault="002F0E6A" w:rsidP="002F0E6A">
      <w:pPr>
        <w:numPr>
          <w:ilvl w:val="0"/>
          <w:numId w:val="83"/>
        </w:numPr>
      </w:pPr>
      <w:r>
        <w:t xml:space="preserve">SHALL support [KMIP-SPEC] </w:t>
      </w:r>
    </w:p>
    <w:p w14:paraId="32FE0F4F" w14:textId="5BCC3B18" w:rsidR="002F0E6A" w:rsidRDefault="002F0E6A" w:rsidP="002F0E6A">
      <w:pPr>
        <w:numPr>
          <w:ilvl w:val="0"/>
          <w:numId w:val="83"/>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579E1DFE" w14:textId="7AE49E44" w:rsidR="002F0E6A" w:rsidRDefault="002F0E6A" w:rsidP="002F0E6A">
      <w:pPr>
        <w:numPr>
          <w:ilvl w:val="0"/>
          <w:numId w:val="83"/>
        </w:numPr>
      </w:pPr>
      <w:r>
        <w:t xml:space="preserve">SHALL support the </w:t>
      </w:r>
      <w:r>
        <w:fldChar w:fldCharType="begin"/>
      </w:r>
      <w:r>
        <w:instrText xml:space="preserve"> REF _Ref439693663 \h </w:instrText>
      </w:r>
      <w:r>
        <w:fldChar w:fldCharType="separate"/>
      </w:r>
      <w:r w:rsidR="00DA37E6">
        <w:t xml:space="preserve">Basic Symmetric </w:t>
      </w:r>
      <w:r w:rsidR="00DA37E6" w:rsidRPr="009038CC">
        <w:t xml:space="preserve">Key </w:t>
      </w:r>
      <w:r w:rsidR="00DA37E6" w:rsidRPr="00EC4F2D">
        <w:t xml:space="preserve">Foundry </w:t>
      </w:r>
      <w:r w:rsidR="00DA37E6">
        <w:t>Client</w:t>
      </w:r>
      <w:r>
        <w:fldChar w:fldCharType="end"/>
      </w:r>
      <w:r>
        <w:t xml:space="preserve"> conditions (</w:t>
      </w:r>
      <w:r>
        <w:fldChar w:fldCharType="begin"/>
      </w:r>
      <w:r>
        <w:instrText xml:space="preserve"> REF _Ref439693663 \r \h </w:instrText>
      </w:r>
      <w:r>
        <w:fldChar w:fldCharType="separate"/>
      </w:r>
      <w:r w:rsidR="00DA37E6">
        <w:t>5.7.1</w:t>
      </w:r>
      <w:r>
        <w:fldChar w:fldCharType="end"/>
      </w:r>
      <w:r>
        <w:t>) and;</w:t>
      </w:r>
    </w:p>
    <w:p w14:paraId="67F1805F" w14:textId="367FFB14" w:rsidR="002F0E6A" w:rsidRDefault="002F0E6A" w:rsidP="002F0E6A">
      <w:pPr>
        <w:numPr>
          <w:ilvl w:val="0"/>
          <w:numId w:val="83"/>
        </w:numPr>
      </w:pPr>
      <w:r>
        <w:t xml:space="preserve">SHALL support one or more of the </w:t>
      </w:r>
      <w:r>
        <w:fldChar w:fldCharType="begin"/>
      </w:r>
      <w:r>
        <w:instrText xml:space="preserve"> REF _Ref439694531 \h </w:instrText>
      </w:r>
      <w:r>
        <w:fldChar w:fldCharType="separate"/>
      </w:r>
      <w:r w:rsidR="00DA37E6">
        <w:t xml:space="preserve">Advanced Symmetric </w:t>
      </w:r>
      <w:r w:rsidR="00DA37E6" w:rsidRPr="009038CC">
        <w:t xml:space="preserve">Key </w:t>
      </w:r>
      <w:r w:rsidR="00DA37E6" w:rsidRPr="00EC4F2D">
        <w:t xml:space="preserve">Foundry </w:t>
      </w:r>
      <w:r w:rsidR="00DA37E6">
        <w:t>Mandatory Test Cases KMIP</w:t>
      </w:r>
      <w:r>
        <w:fldChar w:fldCharType="end"/>
      </w:r>
      <w:r>
        <w:t xml:space="preserve"> (</w:t>
      </w:r>
      <w:r>
        <w:fldChar w:fldCharType="begin"/>
      </w:r>
      <w:r>
        <w:instrText xml:space="preserve"> REF _Ref439694531 \r \h </w:instrText>
      </w:r>
      <w:r>
        <w:fldChar w:fldCharType="separate"/>
      </w:r>
      <w:r w:rsidR="00DA37E6">
        <w:t>5.7.7</w:t>
      </w:r>
      <w:r>
        <w:fldChar w:fldCharType="end"/>
      </w:r>
      <w:r>
        <w:t>) and;</w:t>
      </w:r>
    </w:p>
    <w:p w14:paraId="36D6BA51" w14:textId="286BDB1C" w:rsidR="002F0E6A" w:rsidRDefault="002F0E6A" w:rsidP="002F0E6A">
      <w:pPr>
        <w:numPr>
          <w:ilvl w:val="0"/>
          <w:numId w:val="83"/>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66B68E4A" w14:textId="77777777" w:rsidR="002F0E6A" w:rsidRDefault="002F0E6A" w:rsidP="002F0E6A">
      <w:pPr>
        <w:pStyle w:val="Heading2"/>
        <w:numPr>
          <w:ilvl w:val="1"/>
          <w:numId w:val="2"/>
        </w:numPr>
      </w:pPr>
      <w:bookmarkStart w:id="3187" w:name="_Toc439711404"/>
      <w:bookmarkStart w:id="3188" w:name="_Toc463354719"/>
      <w:bookmarkStart w:id="3189" w:name="_Toc478070628"/>
      <w:bookmarkStart w:id="3190" w:name="_Toc479342248"/>
      <w:bookmarkStart w:id="3191" w:name="_Toc491431631"/>
      <w:bookmarkStart w:id="3192" w:name="_Toc533021541"/>
      <w:bookmarkStart w:id="3193" w:name="_Toc535231784"/>
      <w:bookmarkStart w:id="3194" w:name="_Toc14773407"/>
      <w:bookmarkStart w:id="3195" w:name="_Toc27473458"/>
      <w:bookmarkStart w:id="3196" w:name="_Toc32324594"/>
      <w:bookmarkStart w:id="3197" w:name="_Toc176876306"/>
      <w:r>
        <w:t xml:space="preserve">Symmetric </w:t>
      </w:r>
      <w:r w:rsidRPr="009038CC">
        <w:t xml:space="preserve">Key </w:t>
      </w:r>
      <w:r>
        <w:t>Foundry Server KMIP</w:t>
      </w:r>
      <w:r w:rsidR="00697364">
        <w:t xml:space="preserve"> v3.0</w:t>
      </w:r>
      <w:r>
        <w:t xml:space="preserve"> Profile Conformance</w:t>
      </w:r>
      <w:bookmarkEnd w:id="3187"/>
      <w:bookmarkEnd w:id="3188"/>
      <w:bookmarkEnd w:id="3189"/>
      <w:bookmarkEnd w:id="3190"/>
      <w:bookmarkEnd w:id="3191"/>
      <w:bookmarkEnd w:id="3192"/>
      <w:bookmarkEnd w:id="3193"/>
      <w:bookmarkEnd w:id="3194"/>
      <w:bookmarkEnd w:id="3195"/>
      <w:bookmarkEnd w:id="3196"/>
      <w:bookmarkEnd w:id="3197"/>
      <w:r>
        <w:t xml:space="preserve"> </w:t>
      </w:r>
    </w:p>
    <w:p w14:paraId="047D970F" w14:textId="77777777" w:rsidR="002F0E6A" w:rsidRDefault="002F0E6A" w:rsidP="002F0E6A">
      <w:r w:rsidRPr="00615DB0">
        <w:t xml:space="preserve">KMIP </w:t>
      </w:r>
      <w:r>
        <w:t>server</w:t>
      </w:r>
      <w:r w:rsidRPr="00615DB0">
        <w:t xml:space="preserve"> implementations conformant to this profile:</w:t>
      </w:r>
    </w:p>
    <w:p w14:paraId="6118DCAF" w14:textId="77777777" w:rsidR="002F0E6A" w:rsidRDefault="002F0E6A" w:rsidP="002F0E6A">
      <w:pPr>
        <w:numPr>
          <w:ilvl w:val="0"/>
          <w:numId w:val="84"/>
        </w:numPr>
      </w:pPr>
      <w:r>
        <w:t xml:space="preserve">SHALL support [KMIP-SPEC] </w:t>
      </w:r>
    </w:p>
    <w:p w14:paraId="11D7154C" w14:textId="0A3260CB" w:rsidR="002F0E6A" w:rsidRDefault="002F0E6A" w:rsidP="002F0E6A">
      <w:pPr>
        <w:numPr>
          <w:ilvl w:val="0"/>
          <w:numId w:val="84"/>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358B16C" w14:textId="0EEDD52C" w:rsidR="002F0E6A" w:rsidRDefault="002F0E6A" w:rsidP="002F0E6A">
      <w:pPr>
        <w:numPr>
          <w:ilvl w:val="0"/>
          <w:numId w:val="84"/>
        </w:numPr>
      </w:pPr>
      <w:r>
        <w:t xml:space="preserve">SHALL support the </w:t>
      </w:r>
      <w:r>
        <w:fldChar w:fldCharType="begin"/>
      </w:r>
      <w:r>
        <w:instrText xml:space="preserve"> REF _Ref439693677 \h </w:instrText>
      </w:r>
      <w:r>
        <w:fldChar w:fldCharType="separate"/>
      </w:r>
      <w:r w:rsidR="00DA37E6">
        <w:t xml:space="preserve">Symmetric </w:t>
      </w:r>
      <w:r w:rsidR="00DA37E6" w:rsidRPr="009038CC">
        <w:t xml:space="preserve">Key </w:t>
      </w:r>
      <w:r w:rsidR="00DA37E6" w:rsidRPr="00EC4F2D">
        <w:t xml:space="preserve">Foundry </w:t>
      </w:r>
      <w:r w:rsidR="00DA37E6">
        <w:t>Server</w:t>
      </w:r>
      <w:r>
        <w:fldChar w:fldCharType="end"/>
      </w:r>
      <w:r>
        <w:t xml:space="preserve"> conditions (</w:t>
      </w:r>
      <w:r>
        <w:fldChar w:fldCharType="begin"/>
      </w:r>
      <w:r>
        <w:instrText xml:space="preserve"> REF _Ref439693677 \r \h </w:instrText>
      </w:r>
      <w:r>
        <w:fldChar w:fldCharType="separate"/>
      </w:r>
      <w:r w:rsidR="00DA37E6">
        <w:t>5.7.4</w:t>
      </w:r>
      <w:r>
        <w:fldChar w:fldCharType="end"/>
      </w:r>
      <w:r>
        <w:t>) and;</w:t>
      </w:r>
    </w:p>
    <w:p w14:paraId="7C9B212C" w14:textId="5534F250" w:rsidR="002F0E6A" w:rsidRDefault="002F0E6A" w:rsidP="002F0E6A">
      <w:pPr>
        <w:numPr>
          <w:ilvl w:val="0"/>
          <w:numId w:val="84"/>
        </w:numPr>
      </w:pPr>
      <w:r>
        <w:t xml:space="preserve">SHALL support all of the </w:t>
      </w:r>
      <w:r>
        <w:fldChar w:fldCharType="begin"/>
      </w:r>
      <w:r>
        <w:instrText xml:space="preserve"> REF _Ref439694361 \h </w:instrText>
      </w:r>
      <w:r>
        <w:fldChar w:fldCharType="separate"/>
      </w:r>
      <w:r w:rsidR="00DA37E6">
        <w:t xml:space="preserve">Basic Symmetric </w:t>
      </w:r>
      <w:r w:rsidR="00DA37E6" w:rsidRPr="009038CC">
        <w:t xml:space="preserve">Key </w:t>
      </w:r>
      <w:r w:rsidR="00DA37E6" w:rsidRPr="00EC4F2D">
        <w:t xml:space="preserve">Foundry </w:t>
      </w:r>
      <w:r w:rsidR="00DA37E6">
        <w:t xml:space="preserve">Mandatory Test Cases KMIP </w:t>
      </w:r>
      <w:r>
        <w:fldChar w:fldCharType="end"/>
      </w:r>
      <w:r>
        <w:t xml:space="preserve"> (</w:t>
      </w:r>
      <w:r>
        <w:fldChar w:fldCharType="begin"/>
      </w:r>
      <w:r>
        <w:instrText xml:space="preserve"> REF _Ref439694361 \r \h </w:instrText>
      </w:r>
      <w:r>
        <w:fldChar w:fldCharType="separate"/>
      </w:r>
      <w:r w:rsidR="00DA37E6">
        <w:t>5.7.5</w:t>
      </w:r>
      <w:r>
        <w:fldChar w:fldCharType="end"/>
      </w:r>
      <w:r>
        <w:t>) and;</w:t>
      </w:r>
    </w:p>
    <w:p w14:paraId="665483E0" w14:textId="3ACC406A" w:rsidR="002F0E6A" w:rsidRDefault="002F0E6A" w:rsidP="002F0E6A">
      <w:pPr>
        <w:numPr>
          <w:ilvl w:val="0"/>
          <w:numId w:val="84"/>
        </w:numPr>
      </w:pPr>
      <w:r>
        <w:t xml:space="preserve">SHALL support all of the </w:t>
      </w:r>
      <w:r>
        <w:fldChar w:fldCharType="begin"/>
      </w:r>
      <w:r>
        <w:instrText xml:space="preserve"> REF _Ref439694504 \h </w:instrText>
      </w:r>
      <w:r>
        <w:fldChar w:fldCharType="separate"/>
      </w:r>
      <w:r w:rsidR="00DA37E6">
        <w:t xml:space="preserve">Intermediate Symmetric </w:t>
      </w:r>
      <w:r w:rsidR="00DA37E6" w:rsidRPr="009038CC">
        <w:t xml:space="preserve">Key </w:t>
      </w:r>
      <w:r w:rsidR="00DA37E6" w:rsidRPr="00EC4F2D">
        <w:t xml:space="preserve">Foundry </w:t>
      </w:r>
      <w:r w:rsidR="00DA37E6">
        <w:t>Mandatory Test Cases KMIP</w:t>
      </w:r>
      <w:r>
        <w:fldChar w:fldCharType="end"/>
      </w:r>
      <w:r>
        <w:t xml:space="preserve"> (</w:t>
      </w:r>
      <w:r>
        <w:fldChar w:fldCharType="begin"/>
      </w:r>
      <w:r>
        <w:instrText xml:space="preserve"> REF _Ref439694504 \r \h </w:instrText>
      </w:r>
      <w:r>
        <w:fldChar w:fldCharType="separate"/>
      </w:r>
      <w:r w:rsidR="00DA37E6">
        <w:t>5.7.6</w:t>
      </w:r>
      <w:r>
        <w:fldChar w:fldCharType="end"/>
      </w:r>
      <w:r>
        <w:t>) and;</w:t>
      </w:r>
    </w:p>
    <w:p w14:paraId="535421FC" w14:textId="121D2172" w:rsidR="002F0E6A" w:rsidRDefault="002F0E6A" w:rsidP="002F0E6A">
      <w:pPr>
        <w:numPr>
          <w:ilvl w:val="0"/>
          <w:numId w:val="84"/>
        </w:numPr>
      </w:pPr>
      <w:r>
        <w:t xml:space="preserve">SHALL support all of the </w:t>
      </w:r>
      <w:r>
        <w:fldChar w:fldCharType="begin"/>
      </w:r>
      <w:r>
        <w:instrText xml:space="preserve"> REF _Ref439694531 \h </w:instrText>
      </w:r>
      <w:r>
        <w:fldChar w:fldCharType="separate"/>
      </w:r>
      <w:r w:rsidR="00DA37E6">
        <w:t xml:space="preserve">Advanced Symmetric </w:t>
      </w:r>
      <w:r w:rsidR="00DA37E6" w:rsidRPr="009038CC">
        <w:t xml:space="preserve">Key </w:t>
      </w:r>
      <w:r w:rsidR="00DA37E6" w:rsidRPr="00EC4F2D">
        <w:t xml:space="preserve">Foundry </w:t>
      </w:r>
      <w:r w:rsidR="00DA37E6">
        <w:t>Mandatory Test Cases KMIP</w:t>
      </w:r>
      <w:r>
        <w:fldChar w:fldCharType="end"/>
      </w:r>
      <w:r>
        <w:t xml:space="preserve"> (</w:t>
      </w:r>
      <w:r>
        <w:fldChar w:fldCharType="begin"/>
      </w:r>
      <w:r>
        <w:instrText xml:space="preserve"> REF _Ref439694531 \r \h </w:instrText>
      </w:r>
      <w:r>
        <w:fldChar w:fldCharType="separate"/>
      </w:r>
      <w:r w:rsidR="00DA37E6">
        <w:t>5.7.7</w:t>
      </w:r>
      <w:r>
        <w:fldChar w:fldCharType="end"/>
      </w:r>
      <w:r>
        <w:t>) and;</w:t>
      </w:r>
    </w:p>
    <w:p w14:paraId="5DA892D1" w14:textId="74A643AB" w:rsidR="002F0E6A" w:rsidRDefault="002F0E6A" w:rsidP="002F0E6A">
      <w:pPr>
        <w:numPr>
          <w:ilvl w:val="0"/>
          <w:numId w:val="84"/>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271546B3" w14:textId="77777777" w:rsidR="002F0E6A" w:rsidRDefault="002F0E6A" w:rsidP="002F0E6A">
      <w:pPr>
        <w:pStyle w:val="Heading2"/>
        <w:numPr>
          <w:ilvl w:val="1"/>
          <w:numId w:val="2"/>
        </w:numPr>
      </w:pPr>
      <w:bookmarkStart w:id="3198" w:name="_Ref439680833"/>
      <w:bookmarkStart w:id="3199" w:name="_Toc439711405"/>
      <w:bookmarkStart w:id="3200" w:name="_Toc463354720"/>
      <w:bookmarkStart w:id="3201" w:name="_Toc478070629"/>
      <w:bookmarkStart w:id="3202" w:name="_Toc479342249"/>
      <w:bookmarkStart w:id="3203" w:name="_Toc491431632"/>
      <w:bookmarkStart w:id="3204" w:name="_Toc533021542"/>
      <w:bookmarkStart w:id="3205" w:name="_Toc535231785"/>
      <w:bookmarkStart w:id="3206" w:name="_Toc14773408"/>
      <w:bookmarkStart w:id="3207" w:name="_Toc27473459"/>
      <w:bookmarkStart w:id="3208" w:name="_Toc32324595"/>
      <w:bookmarkStart w:id="3209" w:name="_Toc176876307"/>
      <w:r>
        <w:t xml:space="preserve">Asymmetric </w:t>
      </w:r>
      <w:r w:rsidRPr="009038CC">
        <w:t>Key Lifecycle</w:t>
      </w:r>
      <w:r>
        <w:t xml:space="preserve"> Client KMIP</w:t>
      </w:r>
      <w:r w:rsidR="00697364">
        <w:t xml:space="preserve"> v3.0</w:t>
      </w:r>
      <w:r>
        <w:t xml:space="preserve"> Profile Conformance</w:t>
      </w:r>
      <w:bookmarkEnd w:id="3198"/>
      <w:bookmarkEnd w:id="3199"/>
      <w:bookmarkEnd w:id="3200"/>
      <w:bookmarkEnd w:id="3201"/>
      <w:bookmarkEnd w:id="3202"/>
      <w:bookmarkEnd w:id="3203"/>
      <w:bookmarkEnd w:id="3204"/>
      <w:bookmarkEnd w:id="3205"/>
      <w:bookmarkEnd w:id="3206"/>
      <w:bookmarkEnd w:id="3207"/>
      <w:bookmarkEnd w:id="3208"/>
      <w:bookmarkEnd w:id="3209"/>
      <w:r>
        <w:t xml:space="preserve"> </w:t>
      </w:r>
    </w:p>
    <w:p w14:paraId="764614A5" w14:textId="77777777" w:rsidR="002F0E6A" w:rsidRDefault="002F0E6A" w:rsidP="002F0E6A">
      <w:r w:rsidRPr="00615DB0">
        <w:t>KMIP client implementations conformant to this profile:</w:t>
      </w:r>
    </w:p>
    <w:p w14:paraId="7992F30D" w14:textId="77777777" w:rsidR="002F0E6A" w:rsidRDefault="002F0E6A" w:rsidP="002F0E6A">
      <w:pPr>
        <w:numPr>
          <w:ilvl w:val="0"/>
          <w:numId w:val="40"/>
        </w:numPr>
      </w:pPr>
      <w:r>
        <w:t xml:space="preserve">SHALL support [KMIP-SPEC] </w:t>
      </w:r>
    </w:p>
    <w:p w14:paraId="15833655" w14:textId="01E8B032" w:rsidR="002F0E6A" w:rsidRDefault="002F0E6A" w:rsidP="002F0E6A">
      <w:pPr>
        <w:numPr>
          <w:ilvl w:val="0"/>
          <w:numId w:val="40"/>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65C8110D" w14:textId="0FB5BA78" w:rsidR="002F0E6A" w:rsidRDefault="002F0E6A" w:rsidP="002F0E6A">
      <w:pPr>
        <w:numPr>
          <w:ilvl w:val="0"/>
          <w:numId w:val="40"/>
        </w:numPr>
      </w:pPr>
      <w:r>
        <w:t xml:space="preserve">SHALL support the </w:t>
      </w:r>
      <w:r>
        <w:fldChar w:fldCharType="begin"/>
      </w:r>
      <w:r>
        <w:instrText xml:space="preserve"> REF _Ref439680877 \h </w:instrText>
      </w:r>
      <w:r>
        <w:fldChar w:fldCharType="separate"/>
      </w:r>
      <w:r w:rsidR="00DA37E6">
        <w:t xml:space="preserve">Asymmetric </w:t>
      </w:r>
      <w:r w:rsidR="00DA37E6" w:rsidRPr="009038CC">
        <w:t>Key Lifecycle</w:t>
      </w:r>
      <w:r w:rsidR="00DA37E6">
        <w:t xml:space="preserve"> Client</w:t>
      </w:r>
      <w:r>
        <w:fldChar w:fldCharType="end"/>
      </w:r>
      <w:r>
        <w:t xml:space="preserve"> conditions (</w:t>
      </w:r>
      <w:r>
        <w:fldChar w:fldCharType="begin"/>
      </w:r>
      <w:r>
        <w:instrText xml:space="preserve"> REF _Ref439680877 \r \h </w:instrText>
      </w:r>
      <w:r>
        <w:fldChar w:fldCharType="separate"/>
      </w:r>
      <w:r w:rsidR="00DA37E6">
        <w:t>5.8.1</w:t>
      </w:r>
      <w:r>
        <w:fldChar w:fldCharType="end"/>
      </w:r>
      <w:r>
        <w:t>) and;</w:t>
      </w:r>
    </w:p>
    <w:p w14:paraId="47430613" w14:textId="229E591E" w:rsidR="002F0E6A" w:rsidRDefault="002F0E6A" w:rsidP="002F0E6A">
      <w:pPr>
        <w:numPr>
          <w:ilvl w:val="0"/>
          <w:numId w:val="40"/>
        </w:numPr>
      </w:pPr>
      <w:r>
        <w:t xml:space="preserve">SHALL support one or more of the </w:t>
      </w:r>
      <w:r>
        <w:fldChar w:fldCharType="begin"/>
      </w:r>
      <w:r>
        <w:instrText xml:space="preserve"> REF _Ref439680945 \h </w:instrText>
      </w:r>
      <w:r>
        <w:fldChar w:fldCharType="separate"/>
      </w:r>
      <w:r w:rsidR="00DA37E6">
        <w:t xml:space="preserve">Asymmetric </w:t>
      </w:r>
      <w:r w:rsidR="00DA37E6" w:rsidRPr="009038CC">
        <w:t>Key Lifecycle</w:t>
      </w:r>
      <w:r w:rsidR="00DA37E6">
        <w:t xml:space="preserve"> Mandatory Test Cases KMIP</w:t>
      </w:r>
      <w:r>
        <w:fldChar w:fldCharType="end"/>
      </w:r>
      <w:r>
        <w:t xml:space="preserve"> (</w:t>
      </w:r>
      <w:r>
        <w:fldChar w:fldCharType="begin"/>
      </w:r>
      <w:r>
        <w:instrText xml:space="preserve"> REF _Ref439680945 \r \h </w:instrText>
      </w:r>
      <w:r>
        <w:fldChar w:fldCharType="separate"/>
      </w:r>
      <w:r w:rsidR="00DA37E6">
        <w:t>5.8.3</w:t>
      </w:r>
      <w:r>
        <w:fldChar w:fldCharType="end"/>
      </w:r>
      <w:r>
        <w:t>) and;</w:t>
      </w:r>
    </w:p>
    <w:p w14:paraId="714CE562" w14:textId="07906CE7" w:rsidR="002F0E6A" w:rsidRDefault="002F0E6A" w:rsidP="002F0E6A">
      <w:pPr>
        <w:numPr>
          <w:ilvl w:val="0"/>
          <w:numId w:val="40"/>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2E08E2AE" w14:textId="77777777" w:rsidR="002F0E6A" w:rsidRDefault="002F0E6A" w:rsidP="002F0E6A">
      <w:pPr>
        <w:pStyle w:val="Heading2"/>
        <w:numPr>
          <w:ilvl w:val="1"/>
          <w:numId w:val="2"/>
        </w:numPr>
      </w:pPr>
      <w:bookmarkStart w:id="3210" w:name="_Toc439711406"/>
      <w:bookmarkStart w:id="3211" w:name="_Toc463354721"/>
      <w:bookmarkStart w:id="3212" w:name="_Toc478070630"/>
      <w:bookmarkStart w:id="3213" w:name="_Toc479342250"/>
      <w:bookmarkStart w:id="3214" w:name="_Toc491431633"/>
      <w:bookmarkStart w:id="3215" w:name="_Toc533021543"/>
      <w:bookmarkStart w:id="3216" w:name="_Toc535231786"/>
      <w:bookmarkStart w:id="3217" w:name="_Toc14773409"/>
      <w:bookmarkStart w:id="3218" w:name="_Toc27473460"/>
      <w:bookmarkStart w:id="3219" w:name="_Toc32324596"/>
      <w:bookmarkStart w:id="3220" w:name="_Toc176876308"/>
      <w:r>
        <w:t xml:space="preserve">Asymmetric </w:t>
      </w:r>
      <w:r w:rsidRPr="009038CC">
        <w:t>Key Lifecycle</w:t>
      </w:r>
      <w:r>
        <w:t xml:space="preserve"> Server KMIP</w:t>
      </w:r>
      <w:r w:rsidR="00697364">
        <w:t xml:space="preserve"> v3.0</w:t>
      </w:r>
      <w:r>
        <w:t xml:space="preserve"> Profile Conformance</w:t>
      </w:r>
      <w:bookmarkEnd w:id="3210"/>
      <w:bookmarkEnd w:id="3211"/>
      <w:bookmarkEnd w:id="3212"/>
      <w:bookmarkEnd w:id="3213"/>
      <w:bookmarkEnd w:id="3214"/>
      <w:bookmarkEnd w:id="3215"/>
      <w:bookmarkEnd w:id="3216"/>
      <w:bookmarkEnd w:id="3217"/>
      <w:bookmarkEnd w:id="3218"/>
      <w:bookmarkEnd w:id="3219"/>
      <w:bookmarkEnd w:id="3220"/>
      <w:r>
        <w:t xml:space="preserve"> </w:t>
      </w:r>
    </w:p>
    <w:p w14:paraId="25ECED47" w14:textId="77777777" w:rsidR="002F0E6A" w:rsidRDefault="002F0E6A" w:rsidP="002F0E6A">
      <w:r w:rsidRPr="00615DB0">
        <w:t xml:space="preserve">KMIP </w:t>
      </w:r>
      <w:r>
        <w:t>server</w:t>
      </w:r>
      <w:r w:rsidRPr="00615DB0">
        <w:t xml:space="preserve"> implementations conformant to this profile:</w:t>
      </w:r>
    </w:p>
    <w:p w14:paraId="0D577BE3" w14:textId="77777777" w:rsidR="002F0E6A" w:rsidRDefault="002F0E6A" w:rsidP="002F0E6A">
      <w:pPr>
        <w:numPr>
          <w:ilvl w:val="0"/>
          <w:numId w:val="9"/>
        </w:numPr>
      </w:pPr>
      <w:r>
        <w:t xml:space="preserve">SHALL support [KMIP-SPEC] </w:t>
      </w:r>
    </w:p>
    <w:p w14:paraId="703864B1" w14:textId="53980746" w:rsidR="002F0E6A" w:rsidRDefault="002F0E6A" w:rsidP="002F0E6A">
      <w:pPr>
        <w:numPr>
          <w:ilvl w:val="0"/>
          <w:numId w:val="9"/>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E7BC11A" w14:textId="50C165DE" w:rsidR="002F0E6A" w:rsidRDefault="002F0E6A" w:rsidP="002F0E6A">
      <w:pPr>
        <w:numPr>
          <w:ilvl w:val="0"/>
          <w:numId w:val="9"/>
        </w:numPr>
      </w:pPr>
      <w:r>
        <w:t xml:space="preserve">SHALL support the </w:t>
      </w:r>
      <w:r>
        <w:fldChar w:fldCharType="begin"/>
      </w:r>
      <w:r>
        <w:instrText xml:space="preserve"> REF _Ref439686262 \h </w:instrText>
      </w:r>
      <w:r>
        <w:fldChar w:fldCharType="separate"/>
      </w:r>
      <w:r w:rsidR="00DA37E6">
        <w:t xml:space="preserve">Asymmetric </w:t>
      </w:r>
      <w:r w:rsidR="00DA37E6" w:rsidRPr="009038CC">
        <w:t>Key Lifecycle</w:t>
      </w:r>
      <w:r w:rsidR="00DA37E6">
        <w:t xml:space="preserve"> Server</w:t>
      </w:r>
      <w:r>
        <w:fldChar w:fldCharType="end"/>
      </w:r>
      <w:r>
        <w:t xml:space="preserve"> conditions (</w:t>
      </w:r>
      <w:r>
        <w:fldChar w:fldCharType="begin"/>
      </w:r>
      <w:r>
        <w:instrText xml:space="preserve"> REF _Ref439686262 \r \h </w:instrText>
      </w:r>
      <w:r>
        <w:fldChar w:fldCharType="separate"/>
      </w:r>
      <w:r w:rsidR="00DA37E6">
        <w:t>5.8.2</w:t>
      </w:r>
      <w:r>
        <w:fldChar w:fldCharType="end"/>
      </w:r>
      <w:r>
        <w:t>) and;</w:t>
      </w:r>
    </w:p>
    <w:p w14:paraId="2CABE461" w14:textId="214CFA60" w:rsidR="002F0E6A" w:rsidRDefault="002F0E6A" w:rsidP="002F0E6A">
      <w:pPr>
        <w:numPr>
          <w:ilvl w:val="0"/>
          <w:numId w:val="9"/>
        </w:numPr>
      </w:pPr>
      <w:r>
        <w:t xml:space="preserve">SHALL support all of the </w:t>
      </w:r>
      <w:r>
        <w:fldChar w:fldCharType="begin"/>
      </w:r>
      <w:r>
        <w:instrText xml:space="preserve"> REF _Ref439680945 \h </w:instrText>
      </w:r>
      <w:r>
        <w:fldChar w:fldCharType="separate"/>
      </w:r>
      <w:r w:rsidR="00DA37E6">
        <w:t xml:space="preserve">Asymmetric </w:t>
      </w:r>
      <w:r w:rsidR="00DA37E6" w:rsidRPr="009038CC">
        <w:t>Key Lifecycle</w:t>
      </w:r>
      <w:r w:rsidR="00DA37E6">
        <w:t xml:space="preserve"> Mandatory Test Cases KMIP</w:t>
      </w:r>
      <w:r>
        <w:fldChar w:fldCharType="end"/>
      </w:r>
      <w:r>
        <w:t xml:space="preserve"> (</w:t>
      </w:r>
      <w:r>
        <w:fldChar w:fldCharType="begin"/>
      </w:r>
      <w:r>
        <w:instrText xml:space="preserve"> REF _Ref439680945 \r \h </w:instrText>
      </w:r>
      <w:r>
        <w:fldChar w:fldCharType="separate"/>
      </w:r>
      <w:r w:rsidR="00DA37E6">
        <w:t>5.8.3</w:t>
      </w:r>
      <w:r>
        <w:fldChar w:fldCharType="end"/>
      </w:r>
      <w:r>
        <w:t>) and;</w:t>
      </w:r>
    </w:p>
    <w:p w14:paraId="59652039" w14:textId="1E857509" w:rsidR="002F0E6A" w:rsidRDefault="002F0E6A" w:rsidP="002F0E6A">
      <w:pPr>
        <w:numPr>
          <w:ilvl w:val="0"/>
          <w:numId w:val="9"/>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17921362" w14:textId="77777777" w:rsidR="002F0E6A" w:rsidRDefault="002F0E6A" w:rsidP="002F0E6A">
      <w:pPr>
        <w:pStyle w:val="Heading2"/>
        <w:numPr>
          <w:ilvl w:val="1"/>
          <w:numId w:val="2"/>
        </w:numPr>
      </w:pPr>
      <w:bookmarkStart w:id="3221" w:name="_Toc439711407"/>
      <w:bookmarkStart w:id="3222" w:name="_Toc463354722"/>
      <w:bookmarkStart w:id="3223" w:name="_Toc478070631"/>
      <w:bookmarkStart w:id="3224" w:name="_Toc479342251"/>
      <w:bookmarkStart w:id="3225" w:name="_Toc491431634"/>
      <w:bookmarkStart w:id="3226" w:name="_Toc533021544"/>
      <w:bookmarkStart w:id="3227" w:name="_Toc535231787"/>
      <w:bookmarkStart w:id="3228" w:name="_Toc14773410"/>
      <w:bookmarkStart w:id="3229" w:name="_Toc27473461"/>
      <w:bookmarkStart w:id="3230" w:name="_Toc32324597"/>
      <w:bookmarkStart w:id="3231" w:name="_Toc176876309"/>
      <w:r>
        <w:t>Basic Cryptographic Client KMIP</w:t>
      </w:r>
      <w:r w:rsidR="00697364">
        <w:t xml:space="preserve"> v3.0</w:t>
      </w:r>
      <w:r>
        <w:t xml:space="preserve"> Profile Conformance</w:t>
      </w:r>
      <w:bookmarkEnd w:id="3221"/>
      <w:bookmarkEnd w:id="3222"/>
      <w:bookmarkEnd w:id="3223"/>
      <w:bookmarkEnd w:id="3224"/>
      <w:bookmarkEnd w:id="3225"/>
      <w:bookmarkEnd w:id="3226"/>
      <w:bookmarkEnd w:id="3227"/>
      <w:bookmarkEnd w:id="3228"/>
      <w:bookmarkEnd w:id="3229"/>
      <w:bookmarkEnd w:id="3230"/>
      <w:bookmarkEnd w:id="3231"/>
      <w:r>
        <w:t xml:space="preserve"> </w:t>
      </w:r>
    </w:p>
    <w:p w14:paraId="59FE66EC" w14:textId="77777777" w:rsidR="002F0E6A" w:rsidRDefault="002F0E6A" w:rsidP="002F0E6A">
      <w:r w:rsidRPr="00615DB0">
        <w:t>KMIP client implementations conformant to this profile:</w:t>
      </w:r>
    </w:p>
    <w:p w14:paraId="0FBF6126" w14:textId="77777777" w:rsidR="002F0E6A" w:rsidRDefault="002F0E6A" w:rsidP="002F0E6A">
      <w:pPr>
        <w:numPr>
          <w:ilvl w:val="0"/>
          <w:numId w:val="47"/>
        </w:numPr>
      </w:pPr>
      <w:r>
        <w:t xml:space="preserve">SHALL support [KMIP-SPEC] </w:t>
      </w:r>
    </w:p>
    <w:p w14:paraId="3BFEBA7C" w14:textId="1549F238" w:rsidR="002F0E6A" w:rsidRDefault="002F0E6A" w:rsidP="002F0E6A">
      <w:pPr>
        <w:numPr>
          <w:ilvl w:val="0"/>
          <w:numId w:val="47"/>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644EC0F" w14:textId="046E5D91" w:rsidR="002F0E6A" w:rsidRDefault="002F0E6A" w:rsidP="002F0E6A">
      <w:pPr>
        <w:numPr>
          <w:ilvl w:val="0"/>
          <w:numId w:val="47"/>
        </w:numPr>
      </w:pPr>
      <w:r>
        <w:t xml:space="preserve">SHALL support the </w:t>
      </w:r>
      <w:r>
        <w:fldChar w:fldCharType="begin"/>
      </w:r>
      <w:r>
        <w:instrText xml:space="preserve"> REF _Ref439682772 \h </w:instrText>
      </w:r>
      <w:r>
        <w:fldChar w:fldCharType="separate"/>
      </w:r>
      <w:r w:rsidR="00DA37E6">
        <w:t>Basic</w:t>
      </w:r>
      <w:r w:rsidR="00DA37E6" w:rsidRPr="00C63718">
        <w:t xml:space="preserve"> </w:t>
      </w:r>
      <w:r w:rsidR="00DA37E6">
        <w:t>Cryptographic Client</w:t>
      </w:r>
      <w:r>
        <w:fldChar w:fldCharType="end"/>
      </w:r>
      <w:r>
        <w:t xml:space="preserve"> conditions (</w:t>
      </w:r>
      <w:r>
        <w:fldChar w:fldCharType="begin"/>
      </w:r>
      <w:r>
        <w:instrText xml:space="preserve"> REF _Ref439682772 \r \h </w:instrText>
      </w:r>
      <w:r>
        <w:fldChar w:fldCharType="separate"/>
      </w:r>
      <w:r w:rsidR="00DA37E6">
        <w:t>5.9.1</w:t>
      </w:r>
      <w:r>
        <w:fldChar w:fldCharType="end"/>
      </w:r>
      <w:r>
        <w:t>) and;</w:t>
      </w:r>
    </w:p>
    <w:p w14:paraId="0D20BA18" w14:textId="6978551F" w:rsidR="002F0E6A" w:rsidRDefault="002F0E6A" w:rsidP="002F0E6A">
      <w:pPr>
        <w:numPr>
          <w:ilvl w:val="0"/>
          <w:numId w:val="47"/>
        </w:numPr>
      </w:pPr>
      <w:r>
        <w:t xml:space="preserve">SHALL support one or more of the </w:t>
      </w:r>
      <w:r>
        <w:fldChar w:fldCharType="begin"/>
      </w:r>
      <w:r>
        <w:instrText xml:space="preserve"> REF _Ref439682803 \h </w:instrText>
      </w:r>
      <w:r>
        <w:fldChar w:fldCharType="separate"/>
      </w:r>
      <w:r w:rsidR="00DA37E6">
        <w:t>Basic Cryptographic Mandatory Test Cases KMIP</w:t>
      </w:r>
      <w:r>
        <w:fldChar w:fldCharType="end"/>
      </w:r>
      <w:r>
        <w:t xml:space="preserve"> (</w:t>
      </w:r>
      <w:r>
        <w:fldChar w:fldCharType="begin"/>
      </w:r>
      <w:r>
        <w:instrText xml:space="preserve"> REF _Ref439682803 \r \h </w:instrText>
      </w:r>
      <w:r>
        <w:fldChar w:fldCharType="separate"/>
      </w:r>
      <w:r w:rsidR="00DA37E6">
        <w:t>5.9.7</w:t>
      </w:r>
      <w:r>
        <w:fldChar w:fldCharType="end"/>
      </w:r>
      <w:r>
        <w:t>) and;</w:t>
      </w:r>
    </w:p>
    <w:p w14:paraId="3B8FD880" w14:textId="628CA9C0" w:rsidR="002F0E6A" w:rsidRDefault="002F0E6A" w:rsidP="002F0E6A">
      <w:pPr>
        <w:numPr>
          <w:ilvl w:val="0"/>
          <w:numId w:val="47"/>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18717FAB" w14:textId="77777777" w:rsidR="002F0E6A" w:rsidRDefault="002F0E6A" w:rsidP="002F0E6A">
      <w:pPr>
        <w:pStyle w:val="Heading2"/>
        <w:numPr>
          <w:ilvl w:val="1"/>
          <w:numId w:val="2"/>
        </w:numPr>
      </w:pPr>
      <w:bookmarkStart w:id="3232" w:name="_Toc439711408"/>
      <w:bookmarkStart w:id="3233" w:name="_Toc463354723"/>
      <w:bookmarkStart w:id="3234" w:name="_Toc478070632"/>
      <w:bookmarkStart w:id="3235" w:name="_Toc479342252"/>
      <w:bookmarkStart w:id="3236" w:name="_Toc491431635"/>
      <w:bookmarkStart w:id="3237" w:name="_Toc533021545"/>
      <w:bookmarkStart w:id="3238" w:name="_Toc535231788"/>
      <w:bookmarkStart w:id="3239" w:name="_Toc14773411"/>
      <w:bookmarkStart w:id="3240" w:name="_Toc27473462"/>
      <w:bookmarkStart w:id="3241" w:name="_Toc32324598"/>
      <w:bookmarkStart w:id="3242" w:name="_Toc176876310"/>
      <w:r>
        <w:t>Advanced Cryptographic Client KMIP</w:t>
      </w:r>
      <w:r w:rsidR="00697364">
        <w:t xml:space="preserve"> v3.0</w:t>
      </w:r>
      <w:r>
        <w:t xml:space="preserve"> Profile Conformance</w:t>
      </w:r>
      <w:bookmarkEnd w:id="3232"/>
      <w:bookmarkEnd w:id="3233"/>
      <w:bookmarkEnd w:id="3234"/>
      <w:bookmarkEnd w:id="3235"/>
      <w:bookmarkEnd w:id="3236"/>
      <w:bookmarkEnd w:id="3237"/>
      <w:bookmarkEnd w:id="3238"/>
      <w:bookmarkEnd w:id="3239"/>
      <w:bookmarkEnd w:id="3240"/>
      <w:bookmarkEnd w:id="3241"/>
      <w:bookmarkEnd w:id="3242"/>
      <w:r>
        <w:t xml:space="preserve"> </w:t>
      </w:r>
    </w:p>
    <w:p w14:paraId="553B7C71" w14:textId="77777777" w:rsidR="002F0E6A" w:rsidRDefault="002F0E6A" w:rsidP="002F0E6A">
      <w:r w:rsidRPr="00615DB0">
        <w:t>KMIP client implementations conformant to this profile:</w:t>
      </w:r>
    </w:p>
    <w:p w14:paraId="6621D32A" w14:textId="77777777" w:rsidR="002F0E6A" w:rsidRDefault="002F0E6A" w:rsidP="002F0E6A">
      <w:pPr>
        <w:numPr>
          <w:ilvl w:val="0"/>
          <w:numId w:val="48"/>
        </w:numPr>
      </w:pPr>
      <w:r>
        <w:t xml:space="preserve">SHALL support [KMIP-SPEC] </w:t>
      </w:r>
    </w:p>
    <w:p w14:paraId="3AAEE37A" w14:textId="30858CB9" w:rsidR="002F0E6A" w:rsidRDefault="002F0E6A" w:rsidP="002F0E6A">
      <w:pPr>
        <w:numPr>
          <w:ilvl w:val="0"/>
          <w:numId w:val="48"/>
        </w:numPr>
      </w:pPr>
      <w:r>
        <w:t xml:space="preserve">SHALL support the </w:t>
      </w:r>
      <w:r>
        <w:fldChar w:fldCharType="begin"/>
      </w:r>
      <w:r>
        <w:instrText xml:space="preserve"> REF _Ref433312520 \h  \* MERGEFORMAT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 MERGEFORMAT </w:instrText>
      </w:r>
      <w:r>
        <w:fldChar w:fldCharType="separate"/>
      </w:r>
      <w:r w:rsidR="00DA37E6">
        <w:t>3.1</w:t>
      </w:r>
      <w:r>
        <w:fldChar w:fldCharType="end"/>
      </w:r>
      <w:r>
        <w:t>) and;</w:t>
      </w:r>
    </w:p>
    <w:p w14:paraId="62598467" w14:textId="3BB75938" w:rsidR="002F0E6A" w:rsidRDefault="002F0E6A" w:rsidP="002F0E6A">
      <w:pPr>
        <w:numPr>
          <w:ilvl w:val="0"/>
          <w:numId w:val="48"/>
        </w:numPr>
      </w:pPr>
      <w:r>
        <w:t xml:space="preserve">SHALL support the </w:t>
      </w:r>
      <w:r>
        <w:fldChar w:fldCharType="begin"/>
      </w:r>
      <w:r>
        <w:instrText xml:space="preserve"> REF _Ref439682960 \h </w:instrText>
      </w:r>
      <w:r>
        <w:fldChar w:fldCharType="separate"/>
      </w:r>
      <w:r w:rsidR="00DA37E6">
        <w:t>Advanced</w:t>
      </w:r>
      <w:r w:rsidR="00DA37E6" w:rsidRPr="00C63718">
        <w:t xml:space="preserve"> </w:t>
      </w:r>
      <w:r w:rsidR="00DA37E6">
        <w:t>Cryptographic Client</w:t>
      </w:r>
      <w:r>
        <w:fldChar w:fldCharType="end"/>
      </w:r>
      <w:r>
        <w:t xml:space="preserve"> conditions (</w:t>
      </w:r>
      <w:r>
        <w:fldChar w:fldCharType="begin"/>
      </w:r>
      <w:r>
        <w:instrText xml:space="preserve"> REF _Ref439682960 \r \h </w:instrText>
      </w:r>
      <w:r>
        <w:fldChar w:fldCharType="separate"/>
      </w:r>
      <w:r w:rsidR="00DA37E6">
        <w:t>5.9.2</w:t>
      </w:r>
      <w:r>
        <w:fldChar w:fldCharType="end"/>
      </w:r>
      <w:r>
        <w:t>) and;</w:t>
      </w:r>
    </w:p>
    <w:p w14:paraId="1F394F64" w14:textId="375CFC1A" w:rsidR="002F0E6A" w:rsidRDefault="002F0E6A" w:rsidP="002F0E6A">
      <w:pPr>
        <w:numPr>
          <w:ilvl w:val="0"/>
          <w:numId w:val="48"/>
        </w:numPr>
      </w:pPr>
      <w:r>
        <w:t xml:space="preserve">SHALL support one or more of the </w:t>
      </w:r>
      <w:r>
        <w:fldChar w:fldCharType="begin"/>
      </w:r>
      <w:r>
        <w:instrText xml:space="preserve"> REF _Ref439682929 \h </w:instrText>
      </w:r>
      <w:r>
        <w:fldChar w:fldCharType="separate"/>
      </w:r>
      <w:r w:rsidR="00DA37E6">
        <w:t>Advanced Cryptographic Mandatory Test Cases KMIP</w:t>
      </w:r>
      <w:r>
        <w:fldChar w:fldCharType="end"/>
      </w:r>
      <w:r>
        <w:t xml:space="preserve"> (</w:t>
      </w:r>
      <w:r>
        <w:fldChar w:fldCharType="begin"/>
      </w:r>
      <w:r>
        <w:instrText xml:space="preserve"> REF _Ref439682929 \r \h </w:instrText>
      </w:r>
      <w:r>
        <w:fldChar w:fldCharType="separate"/>
      </w:r>
      <w:r w:rsidR="00DA37E6">
        <w:t>5.9.8</w:t>
      </w:r>
      <w:r>
        <w:fldChar w:fldCharType="end"/>
      </w:r>
      <w:r>
        <w:t>) and;</w:t>
      </w:r>
    </w:p>
    <w:p w14:paraId="74A77F59" w14:textId="26FC2662" w:rsidR="002F0E6A" w:rsidRDefault="002F0E6A" w:rsidP="002F0E6A">
      <w:pPr>
        <w:numPr>
          <w:ilvl w:val="0"/>
          <w:numId w:val="48"/>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58CD793C" w14:textId="77777777" w:rsidR="002F0E6A" w:rsidRDefault="002F0E6A" w:rsidP="002F0E6A">
      <w:pPr>
        <w:pStyle w:val="Heading2"/>
        <w:numPr>
          <w:ilvl w:val="1"/>
          <w:numId w:val="2"/>
        </w:numPr>
      </w:pPr>
      <w:bookmarkStart w:id="3243" w:name="_Toc439711409"/>
      <w:bookmarkStart w:id="3244" w:name="_Toc463354724"/>
      <w:bookmarkStart w:id="3245" w:name="_Toc478070633"/>
      <w:bookmarkStart w:id="3246" w:name="_Toc479342253"/>
      <w:bookmarkStart w:id="3247" w:name="_Toc491431636"/>
      <w:bookmarkStart w:id="3248" w:name="_Toc533021546"/>
      <w:bookmarkStart w:id="3249" w:name="_Toc535231789"/>
      <w:bookmarkStart w:id="3250" w:name="_Toc14773412"/>
      <w:bookmarkStart w:id="3251" w:name="_Toc27473463"/>
      <w:bookmarkStart w:id="3252" w:name="_Toc32324599"/>
      <w:bookmarkStart w:id="3253" w:name="_Toc176876311"/>
      <w:r>
        <w:t>RNG Cryptographic Client KMIP</w:t>
      </w:r>
      <w:r w:rsidR="00697364">
        <w:t xml:space="preserve"> v3.0</w:t>
      </w:r>
      <w:r>
        <w:t xml:space="preserve"> Profile Conformance</w:t>
      </w:r>
      <w:bookmarkEnd w:id="3243"/>
      <w:bookmarkEnd w:id="3244"/>
      <w:bookmarkEnd w:id="3245"/>
      <w:bookmarkEnd w:id="3246"/>
      <w:bookmarkEnd w:id="3247"/>
      <w:bookmarkEnd w:id="3248"/>
      <w:bookmarkEnd w:id="3249"/>
      <w:bookmarkEnd w:id="3250"/>
      <w:bookmarkEnd w:id="3251"/>
      <w:bookmarkEnd w:id="3252"/>
      <w:bookmarkEnd w:id="3253"/>
      <w:r>
        <w:t xml:space="preserve"> </w:t>
      </w:r>
    </w:p>
    <w:p w14:paraId="5DB0CF08" w14:textId="77777777" w:rsidR="002F0E6A" w:rsidRDefault="002F0E6A" w:rsidP="002F0E6A">
      <w:r w:rsidRPr="00615DB0">
        <w:t>KMIP client implementations conformant to this profile:</w:t>
      </w:r>
    </w:p>
    <w:p w14:paraId="630356BF" w14:textId="77777777" w:rsidR="002F0E6A" w:rsidRDefault="002F0E6A" w:rsidP="002F0E6A">
      <w:pPr>
        <w:numPr>
          <w:ilvl w:val="0"/>
          <w:numId w:val="54"/>
        </w:numPr>
      </w:pPr>
      <w:r>
        <w:t xml:space="preserve">SHALL support [KMIP-SPEC] </w:t>
      </w:r>
    </w:p>
    <w:p w14:paraId="1223CC5C" w14:textId="0F760B48" w:rsidR="002F0E6A" w:rsidRDefault="002F0E6A" w:rsidP="002F0E6A">
      <w:pPr>
        <w:numPr>
          <w:ilvl w:val="0"/>
          <w:numId w:val="54"/>
        </w:numPr>
      </w:pPr>
      <w:r>
        <w:t xml:space="preserve">SHALL support the </w:t>
      </w:r>
      <w:r>
        <w:fldChar w:fldCharType="begin"/>
      </w:r>
      <w:r>
        <w:instrText xml:space="preserve"> REF _Ref433312520 \h  \* MERGEFORMAT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 MERGEFORMAT </w:instrText>
      </w:r>
      <w:r>
        <w:fldChar w:fldCharType="separate"/>
      </w:r>
      <w:r w:rsidR="00DA37E6">
        <w:t>3.1</w:t>
      </w:r>
      <w:r>
        <w:fldChar w:fldCharType="end"/>
      </w:r>
      <w:r>
        <w:t>) and;</w:t>
      </w:r>
    </w:p>
    <w:p w14:paraId="02639947" w14:textId="269FD81C" w:rsidR="002F0E6A" w:rsidRDefault="002F0E6A" w:rsidP="002F0E6A">
      <w:pPr>
        <w:numPr>
          <w:ilvl w:val="0"/>
          <w:numId w:val="54"/>
        </w:numPr>
      </w:pPr>
      <w:r>
        <w:t xml:space="preserve">SHALL support the </w:t>
      </w:r>
      <w:r>
        <w:fldChar w:fldCharType="begin"/>
      </w:r>
      <w:r>
        <w:instrText xml:space="preserve"> REF _Ref439682993 \h </w:instrText>
      </w:r>
      <w:r>
        <w:fldChar w:fldCharType="separate"/>
      </w:r>
      <w:r w:rsidR="00DA37E6">
        <w:t>RNG</w:t>
      </w:r>
      <w:r w:rsidR="00DA37E6" w:rsidRPr="00C63718">
        <w:t xml:space="preserve"> </w:t>
      </w:r>
      <w:r w:rsidR="00DA37E6">
        <w:t>Cryptographic Client</w:t>
      </w:r>
      <w:r>
        <w:fldChar w:fldCharType="end"/>
      </w:r>
      <w:r>
        <w:t xml:space="preserve"> conditions (</w:t>
      </w:r>
      <w:r>
        <w:fldChar w:fldCharType="begin"/>
      </w:r>
      <w:r>
        <w:instrText xml:space="preserve"> REF _Ref439682993 \r \h </w:instrText>
      </w:r>
      <w:r>
        <w:fldChar w:fldCharType="separate"/>
      </w:r>
      <w:r w:rsidR="00DA37E6">
        <w:t>5.9.3</w:t>
      </w:r>
      <w:r>
        <w:fldChar w:fldCharType="end"/>
      </w:r>
      <w:r>
        <w:t>) and;</w:t>
      </w:r>
    </w:p>
    <w:p w14:paraId="41FBE095" w14:textId="0309BE1F" w:rsidR="002F0E6A" w:rsidRDefault="002F0E6A" w:rsidP="002F0E6A">
      <w:pPr>
        <w:numPr>
          <w:ilvl w:val="0"/>
          <w:numId w:val="54"/>
        </w:numPr>
      </w:pPr>
      <w:r>
        <w:t xml:space="preserve">SHALL support one or more of the </w:t>
      </w:r>
      <w:r>
        <w:fldChar w:fldCharType="begin"/>
      </w:r>
      <w:r>
        <w:instrText xml:space="preserve"> REF _Ref439683022 \h </w:instrText>
      </w:r>
      <w:r>
        <w:fldChar w:fldCharType="separate"/>
      </w:r>
      <w:r w:rsidR="00DA37E6">
        <w:t>RNG Cryptographic Mandatory Test Cases KMIP</w:t>
      </w:r>
      <w:r>
        <w:fldChar w:fldCharType="end"/>
      </w:r>
      <w:r>
        <w:t xml:space="preserve"> (</w:t>
      </w:r>
      <w:r>
        <w:fldChar w:fldCharType="begin"/>
      </w:r>
      <w:r>
        <w:instrText xml:space="preserve"> REF _Ref439683022 \r \h </w:instrText>
      </w:r>
      <w:r>
        <w:fldChar w:fldCharType="separate"/>
      </w:r>
      <w:r w:rsidR="00DA37E6">
        <w:t>5.9.9</w:t>
      </w:r>
      <w:r>
        <w:fldChar w:fldCharType="end"/>
      </w:r>
      <w:r>
        <w:t>) and;</w:t>
      </w:r>
    </w:p>
    <w:p w14:paraId="76E378EA" w14:textId="549B5E01" w:rsidR="002F0E6A" w:rsidRDefault="002F0E6A" w:rsidP="002F0E6A">
      <w:pPr>
        <w:numPr>
          <w:ilvl w:val="0"/>
          <w:numId w:val="54"/>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0FA2901D" w14:textId="77777777" w:rsidR="002F0E6A" w:rsidRDefault="002F0E6A" w:rsidP="002F0E6A">
      <w:pPr>
        <w:pStyle w:val="Heading2"/>
        <w:numPr>
          <w:ilvl w:val="1"/>
          <w:numId w:val="2"/>
        </w:numPr>
      </w:pPr>
      <w:bookmarkStart w:id="3254" w:name="_Toc439711410"/>
      <w:bookmarkStart w:id="3255" w:name="_Toc463354725"/>
      <w:bookmarkStart w:id="3256" w:name="_Toc478070634"/>
      <w:bookmarkStart w:id="3257" w:name="_Toc479342254"/>
      <w:bookmarkStart w:id="3258" w:name="_Toc491431637"/>
      <w:bookmarkStart w:id="3259" w:name="_Toc533021547"/>
      <w:bookmarkStart w:id="3260" w:name="_Toc535231790"/>
      <w:bookmarkStart w:id="3261" w:name="_Toc14773413"/>
      <w:bookmarkStart w:id="3262" w:name="_Toc27473464"/>
      <w:bookmarkStart w:id="3263" w:name="_Toc32324600"/>
      <w:bookmarkStart w:id="3264" w:name="_Toc176876312"/>
      <w:r>
        <w:t>Basic Cryptographic Server KMIP</w:t>
      </w:r>
      <w:r w:rsidR="00697364">
        <w:t xml:space="preserve"> v3.0</w:t>
      </w:r>
      <w:r>
        <w:t xml:space="preserve"> Profile Conformance</w:t>
      </w:r>
      <w:bookmarkEnd w:id="3254"/>
      <w:bookmarkEnd w:id="3255"/>
      <w:bookmarkEnd w:id="3256"/>
      <w:bookmarkEnd w:id="3257"/>
      <w:bookmarkEnd w:id="3258"/>
      <w:bookmarkEnd w:id="3259"/>
      <w:bookmarkEnd w:id="3260"/>
      <w:bookmarkEnd w:id="3261"/>
      <w:bookmarkEnd w:id="3262"/>
      <w:bookmarkEnd w:id="3263"/>
      <w:bookmarkEnd w:id="3264"/>
      <w:r>
        <w:t xml:space="preserve"> </w:t>
      </w:r>
    </w:p>
    <w:p w14:paraId="6A7F599C" w14:textId="77777777" w:rsidR="002F0E6A" w:rsidRDefault="002F0E6A" w:rsidP="002F0E6A">
      <w:r w:rsidRPr="00615DB0">
        <w:t xml:space="preserve">KMIP </w:t>
      </w:r>
      <w:r>
        <w:t>server</w:t>
      </w:r>
      <w:r w:rsidRPr="00615DB0">
        <w:t xml:space="preserve"> implementations conformant to this profile:</w:t>
      </w:r>
    </w:p>
    <w:p w14:paraId="329DB4E7" w14:textId="77777777" w:rsidR="002F0E6A" w:rsidRDefault="002F0E6A" w:rsidP="002F0E6A">
      <w:pPr>
        <w:numPr>
          <w:ilvl w:val="0"/>
          <w:numId w:val="55"/>
        </w:numPr>
      </w:pPr>
      <w:r>
        <w:t xml:space="preserve">SHALL support [KMIP-SPEC] </w:t>
      </w:r>
    </w:p>
    <w:p w14:paraId="6731C5BA" w14:textId="001E39D9" w:rsidR="002F0E6A" w:rsidRDefault="002F0E6A" w:rsidP="002F0E6A">
      <w:pPr>
        <w:numPr>
          <w:ilvl w:val="0"/>
          <w:numId w:val="55"/>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7B7B592B" w14:textId="42A149A5" w:rsidR="002F0E6A" w:rsidRDefault="002F0E6A" w:rsidP="002F0E6A">
      <w:pPr>
        <w:numPr>
          <w:ilvl w:val="0"/>
          <w:numId w:val="55"/>
        </w:numPr>
      </w:pPr>
      <w:r>
        <w:t xml:space="preserve">SHALL support the </w:t>
      </w:r>
      <w:r>
        <w:fldChar w:fldCharType="begin"/>
      </w:r>
      <w:r>
        <w:instrText xml:space="preserve"> REF _Ref439683893 \h </w:instrText>
      </w:r>
      <w:r>
        <w:fldChar w:fldCharType="separate"/>
      </w:r>
      <w:r w:rsidR="00DA37E6">
        <w:t>Basic</w:t>
      </w:r>
      <w:r w:rsidR="00DA37E6" w:rsidRPr="00C63718">
        <w:t xml:space="preserve"> </w:t>
      </w:r>
      <w:r w:rsidR="00DA37E6">
        <w:t>Cryptographic Server</w:t>
      </w:r>
      <w:r>
        <w:fldChar w:fldCharType="end"/>
      </w:r>
      <w:r>
        <w:t xml:space="preserve"> conditions (</w:t>
      </w:r>
      <w:r>
        <w:fldChar w:fldCharType="begin"/>
      </w:r>
      <w:r>
        <w:instrText xml:space="preserve"> REF _Ref439683893 \r \h </w:instrText>
      </w:r>
      <w:r>
        <w:fldChar w:fldCharType="separate"/>
      </w:r>
      <w:r w:rsidR="00DA37E6">
        <w:t>5.9.4</w:t>
      </w:r>
      <w:r>
        <w:fldChar w:fldCharType="end"/>
      </w:r>
      <w:r>
        <w:t>) and;</w:t>
      </w:r>
    </w:p>
    <w:p w14:paraId="4618B657" w14:textId="04769D1C" w:rsidR="002F0E6A" w:rsidRDefault="002F0E6A" w:rsidP="002F0E6A">
      <w:pPr>
        <w:numPr>
          <w:ilvl w:val="0"/>
          <w:numId w:val="55"/>
        </w:numPr>
      </w:pPr>
      <w:r>
        <w:t xml:space="preserve">SHALL support all of the </w:t>
      </w:r>
      <w:r>
        <w:fldChar w:fldCharType="begin"/>
      </w:r>
      <w:r>
        <w:instrText xml:space="preserve"> REF _Ref439682803 \h </w:instrText>
      </w:r>
      <w:r>
        <w:fldChar w:fldCharType="separate"/>
      </w:r>
      <w:r w:rsidR="00DA37E6">
        <w:t>Basic Cryptographic Mandatory Test Cases KMIP</w:t>
      </w:r>
      <w:r>
        <w:fldChar w:fldCharType="end"/>
      </w:r>
      <w:r>
        <w:t xml:space="preserve"> (</w:t>
      </w:r>
      <w:r>
        <w:fldChar w:fldCharType="begin"/>
      </w:r>
      <w:r>
        <w:instrText xml:space="preserve"> REF _Ref439682803 \r \h </w:instrText>
      </w:r>
      <w:r>
        <w:fldChar w:fldCharType="separate"/>
      </w:r>
      <w:r w:rsidR="00DA37E6">
        <w:t>5.9.7</w:t>
      </w:r>
      <w:r>
        <w:fldChar w:fldCharType="end"/>
      </w:r>
      <w:r>
        <w:t>) and;</w:t>
      </w:r>
    </w:p>
    <w:p w14:paraId="3D17FADA" w14:textId="0E04ACA9" w:rsidR="002F0E6A" w:rsidRDefault="002F0E6A" w:rsidP="002F0E6A">
      <w:pPr>
        <w:numPr>
          <w:ilvl w:val="0"/>
          <w:numId w:val="55"/>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5BFF4F77" w14:textId="77777777" w:rsidR="002F0E6A" w:rsidRDefault="002F0E6A" w:rsidP="002F0E6A">
      <w:pPr>
        <w:pStyle w:val="Heading2"/>
        <w:numPr>
          <w:ilvl w:val="1"/>
          <w:numId w:val="2"/>
        </w:numPr>
      </w:pPr>
      <w:bookmarkStart w:id="3265" w:name="_Toc439711411"/>
      <w:bookmarkStart w:id="3266" w:name="_Toc463354726"/>
      <w:bookmarkStart w:id="3267" w:name="_Toc478070635"/>
      <w:bookmarkStart w:id="3268" w:name="_Toc479342255"/>
      <w:bookmarkStart w:id="3269" w:name="_Toc491431638"/>
      <w:bookmarkStart w:id="3270" w:name="_Toc533021548"/>
      <w:bookmarkStart w:id="3271" w:name="_Toc535231791"/>
      <w:bookmarkStart w:id="3272" w:name="_Toc14773414"/>
      <w:bookmarkStart w:id="3273" w:name="_Toc27473465"/>
      <w:bookmarkStart w:id="3274" w:name="_Toc32324601"/>
      <w:bookmarkStart w:id="3275" w:name="_Toc176876313"/>
      <w:r>
        <w:t>Advanced Cryptographic Server KMIP</w:t>
      </w:r>
      <w:r w:rsidR="00697364">
        <w:t xml:space="preserve"> v3.0</w:t>
      </w:r>
      <w:r>
        <w:t xml:space="preserve"> Profile Conformance</w:t>
      </w:r>
      <w:bookmarkEnd w:id="3265"/>
      <w:bookmarkEnd w:id="3266"/>
      <w:bookmarkEnd w:id="3267"/>
      <w:bookmarkEnd w:id="3268"/>
      <w:bookmarkEnd w:id="3269"/>
      <w:bookmarkEnd w:id="3270"/>
      <w:bookmarkEnd w:id="3271"/>
      <w:bookmarkEnd w:id="3272"/>
      <w:bookmarkEnd w:id="3273"/>
      <w:bookmarkEnd w:id="3274"/>
      <w:bookmarkEnd w:id="3275"/>
      <w:r>
        <w:t xml:space="preserve"> </w:t>
      </w:r>
    </w:p>
    <w:p w14:paraId="6C987300" w14:textId="77777777" w:rsidR="002F0E6A" w:rsidRDefault="002F0E6A" w:rsidP="002F0E6A">
      <w:r w:rsidRPr="00615DB0">
        <w:t xml:space="preserve">KMIP </w:t>
      </w:r>
      <w:r>
        <w:t>server</w:t>
      </w:r>
      <w:r w:rsidRPr="00615DB0">
        <w:t xml:space="preserve"> implementations conformant to this profile:</w:t>
      </w:r>
    </w:p>
    <w:p w14:paraId="2F80C0FC" w14:textId="77777777" w:rsidR="002F0E6A" w:rsidRDefault="002F0E6A" w:rsidP="002F0E6A">
      <w:pPr>
        <w:numPr>
          <w:ilvl w:val="0"/>
          <w:numId w:val="56"/>
        </w:numPr>
      </w:pPr>
      <w:r>
        <w:t xml:space="preserve">SHALL support [KMIP-SPEC] </w:t>
      </w:r>
    </w:p>
    <w:p w14:paraId="7978524B" w14:textId="4C4381D5" w:rsidR="002F0E6A" w:rsidRDefault="002F0E6A" w:rsidP="002F0E6A">
      <w:pPr>
        <w:numPr>
          <w:ilvl w:val="0"/>
          <w:numId w:val="56"/>
        </w:numPr>
      </w:pPr>
      <w:r>
        <w:t xml:space="preserve">SHALL support the </w:t>
      </w:r>
      <w:r>
        <w:fldChar w:fldCharType="begin"/>
      </w:r>
      <w:r>
        <w:instrText xml:space="preserve"> REF _Ref433312520 \h  \* MERGEFORMAT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 MERGEFORMAT </w:instrText>
      </w:r>
      <w:r>
        <w:fldChar w:fldCharType="separate"/>
      </w:r>
      <w:r w:rsidR="00DA37E6">
        <w:t>3.1</w:t>
      </w:r>
      <w:r>
        <w:fldChar w:fldCharType="end"/>
      </w:r>
      <w:r>
        <w:t>) and;</w:t>
      </w:r>
    </w:p>
    <w:p w14:paraId="17FA03C8" w14:textId="1C402E37" w:rsidR="002F0E6A" w:rsidRDefault="002F0E6A" w:rsidP="002F0E6A">
      <w:pPr>
        <w:numPr>
          <w:ilvl w:val="0"/>
          <w:numId w:val="56"/>
        </w:numPr>
      </w:pPr>
      <w:r>
        <w:t xml:space="preserve">SHALL support the </w:t>
      </w:r>
      <w:r>
        <w:fldChar w:fldCharType="begin"/>
      </w:r>
      <w:r>
        <w:instrText xml:space="preserve"> REF _Ref439683918 \h </w:instrText>
      </w:r>
      <w:r>
        <w:fldChar w:fldCharType="separate"/>
      </w:r>
      <w:r w:rsidR="00DA37E6">
        <w:t>Advanced</w:t>
      </w:r>
      <w:r w:rsidR="00DA37E6" w:rsidRPr="00C63718">
        <w:t xml:space="preserve"> </w:t>
      </w:r>
      <w:r w:rsidR="00DA37E6">
        <w:t>Cryptographic Server</w:t>
      </w:r>
      <w:r>
        <w:fldChar w:fldCharType="end"/>
      </w:r>
      <w:r>
        <w:t xml:space="preserve"> conditions (</w:t>
      </w:r>
      <w:r>
        <w:fldChar w:fldCharType="begin"/>
      </w:r>
      <w:r>
        <w:instrText xml:space="preserve"> REF _Ref439683918 \r \h </w:instrText>
      </w:r>
      <w:r>
        <w:fldChar w:fldCharType="separate"/>
      </w:r>
      <w:r w:rsidR="00DA37E6">
        <w:t>5.9.5</w:t>
      </w:r>
      <w:r>
        <w:fldChar w:fldCharType="end"/>
      </w:r>
      <w:r>
        <w:t>) and;</w:t>
      </w:r>
    </w:p>
    <w:p w14:paraId="6D6FBEEF" w14:textId="44C66520" w:rsidR="002F0E6A" w:rsidRDefault="002F0E6A" w:rsidP="002F0E6A">
      <w:pPr>
        <w:numPr>
          <w:ilvl w:val="0"/>
          <w:numId w:val="56"/>
        </w:numPr>
      </w:pPr>
      <w:r>
        <w:t xml:space="preserve">SHALL support all of the </w:t>
      </w:r>
      <w:r>
        <w:fldChar w:fldCharType="begin"/>
      </w:r>
      <w:r>
        <w:instrText xml:space="preserve"> REF _Ref439682929 \h </w:instrText>
      </w:r>
      <w:r>
        <w:fldChar w:fldCharType="separate"/>
      </w:r>
      <w:r w:rsidR="00DA37E6">
        <w:t>Advanced Cryptographic Mandatory Test Cases KMIP</w:t>
      </w:r>
      <w:r>
        <w:fldChar w:fldCharType="end"/>
      </w:r>
      <w:r>
        <w:t xml:space="preserve"> (</w:t>
      </w:r>
      <w:r>
        <w:fldChar w:fldCharType="begin"/>
      </w:r>
      <w:r>
        <w:instrText xml:space="preserve"> REF _Ref439682929 \r \h </w:instrText>
      </w:r>
      <w:r>
        <w:fldChar w:fldCharType="separate"/>
      </w:r>
      <w:r w:rsidR="00DA37E6">
        <w:t>5.9.8</w:t>
      </w:r>
      <w:r>
        <w:fldChar w:fldCharType="end"/>
      </w:r>
      <w:r>
        <w:t>) and;</w:t>
      </w:r>
    </w:p>
    <w:p w14:paraId="72FCC843" w14:textId="657A25C9" w:rsidR="002F0E6A" w:rsidRDefault="002F0E6A" w:rsidP="002F0E6A">
      <w:pPr>
        <w:numPr>
          <w:ilvl w:val="0"/>
          <w:numId w:val="56"/>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669BB2D7" w14:textId="77777777" w:rsidR="002F0E6A" w:rsidRDefault="002F0E6A" w:rsidP="002F0E6A">
      <w:pPr>
        <w:pStyle w:val="Heading2"/>
        <w:numPr>
          <w:ilvl w:val="1"/>
          <w:numId w:val="2"/>
        </w:numPr>
      </w:pPr>
      <w:bookmarkStart w:id="3276" w:name="_Toc439711412"/>
      <w:bookmarkStart w:id="3277" w:name="_Toc463354727"/>
      <w:bookmarkStart w:id="3278" w:name="_Toc478070636"/>
      <w:bookmarkStart w:id="3279" w:name="_Toc479342256"/>
      <w:bookmarkStart w:id="3280" w:name="_Toc491431639"/>
      <w:bookmarkStart w:id="3281" w:name="_Toc533021549"/>
      <w:bookmarkStart w:id="3282" w:name="_Toc535231792"/>
      <w:bookmarkStart w:id="3283" w:name="_Toc14773415"/>
      <w:bookmarkStart w:id="3284" w:name="_Toc27473466"/>
      <w:bookmarkStart w:id="3285" w:name="_Toc32324602"/>
      <w:bookmarkStart w:id="3286" w:name="_Toc176876314"/>
      <w:r>
        <w:t>RNG Cryptographic Server KMIP</w:t>
      </w:r>
      <w:r w:rsidR="00697364">
        <w:t xml:space="preserve"> v3.0</w:t>
      </w:r>
      <w:r>
        <w:t xml:space="preserve"> Profile Conformance</w:t>
      </w:r>
      <w:bookmarkEnd w:id="3276"/>
      <w:bookmarkEnd w:id="3277"/>
      <w:bookmarkEnd w:id="3278"/>
      <w:bookmarkEnd w:id="3279"/>
      <w:bookmarkEnd w:id="3280"/>
      <w:bookmarkEnd w:id="3281"/>
      <w:bookmarkEnd w:id="3282"/>
      <w:bookmarkEnd w:id="3283"/>
      <w:bookmarkEnd w:id="3284"/>
      <w:bookmarkEnd w:id="3285"/>
      <w:bookmarkEnd w:id="3286"/>
      <w:r>
        <w:t xml:space="preserve"> </w:t>
      </w:r>
    </w:p>
    <w:p w14:paraId="7E28CFB9" w14:textId="77777777" w:rsidR="002F0E6A" w:rsidRDefault="002F0E6A" w:rsidP="002F0E6A">
      <w:r w:rsidRPr="00615DB0">
        <w:t xml:space="preserve">KMIP </w:t>
      </w:r>
      <w:r>
        <w:t>server</w:t>
      </w:r>
      <w:r w:rsidRPr="00615DB0">
        <w:t xml:space="preserve"> implementations conformant to this profile:</w:t>
      </w:r>
    </w:p>
    <w:p w14:paraId="7EB5E271" w14:textId="77777777" w:rsidR="002F0E6A" w:rsidRDefault="002F0E6A" w:rsidP="002F0E6A">
      <w:pPr>
        <w:numPr>
          <w:ilvl w:val="0"/>
          <w:numId w:val="57"/>
        </w:numPr>
      </w:pPr>
      <w:r>
        <w:t xml:space="preserve">SHALL support [KMIP-SPEC] </w:t>
      </w:r>
    </w:p>
    <w:p w14:paraId="22BCFB2B" w14:textId="655E875B" w:rsidR="002F0E6A" w:rsidRDefault="002F0E6A" w:rsidP="002F0E6A">
      <w:pPr>
        <w:numPr>
          <w:ilvl w:val="0"/>
          <w:numId w:val="57"/>
        </w:numPr>
      </w:pPr>
      <w:r>
        <w:t xml:space="preserve">SHALL support the </w:t>
      </w:r>
      <w:r>
        <w:fldChar w:fldCharType="begin"/>
      </w:r>
      <w:r>
        <w:instrText xml:space="preserve"> REF _Ref433312520 \h  \* MERGEFORMAT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 MERGEFORMAT </w:instrText>
      </w:r>
      <w:r>
        <w:fldChar w:fldCharType="separate"/>
      </w:r>
      <w:r w:rsidR="00DA37E6">
        <w:t>3.1</w:t>
      </w:r>
      <w:r>
        <w:fldChar w:fldCharType="end"/>
      </w:r>
      <w:r>
        <w:t>) and;</w:t>
      </w:r>
    </w:p>
    <w:p w14:paraId="46FC6CAC" w14:textId="18A5A276" w:rsidR="002F0E6A" w:rsidRDefault="002F0E6A" w:rsidP="002F0E6A">
      <w:pPr>
        <w:numPr>
          <w:ilvl w:val="0"/>
          <w:numId w:val="57"/>
        </w:numPr>
      </w:pPr>
      <w:r>
        <w:t xml:space="preserve">SHALL support the </w:t>
      </w:r>
      <w:r>
        <w:fldChar w:fldCharType="begin"/>
      </w:r>
      <w:r>
        <w:instrText xml:space="preserve"> REF _Ref439683939 \h </w:instrText>
      </w:r>
      <w:r>
        <w:fldChar w:fldCharType="separate"/>
      </w:r>
      <w:r w:rsidR="00DA37E6">
        <w:t>RNG</w:t>
      </w:r>
      <w:r w:rsidR="00DA37E6" w:rsidRPr="00C63718">
        <w:t xml:space="preserve"> </w:t>
      </w:r>
      <w:r w:rsidR="00DA37E6">
        <w:t>Cryptographic Server</w:t>
      </w:r>
      <w:r>
        <w:fldChar w:fldCharType="end"/>
      </w:r>
      <w:r>
        <w:t xml:space="preserve"> conditions (</w:t>
      </w:r>
      <w:r>
        <w:fldChar w:fldCharType="begin"/>
      </w:r>
      <w:r>
        <w:instrText xml:space="preserve"> REF _Ref439683939 \r \h </w:instrText>
      </w:r>
      <w:r>
        <w:fldChar w:fldCharType="separate"/>
      </w:r>
      <w:r w:rsidR="00DA37E6">
        <w:t>5.9.6</w:t>
      </w:r>
      <w:r>
        <w:fldChar w:fldCharType="end"/>
      </w:r>
      <w:r>
        <w:t>) and;</w:t>
      </w:r>
    </w:p>
    <w:p w14:paraId="5CE1EA55" w14:textId="5546E198" w:rsidR="002F0E6A" w:rsidRDefault="002F0E6A" w:rsidP="002F0E6A">
      <w:pPr>
        <w:numPr>
          <w:ilvl w:val="0"/>
          <w:numId w:val="57"/>
        </w:numPr>
      </w:pPr>
      <w:r>
        <w:t xml:space="preserve">SHALL support all of the </w:t>
      </w:r>
      <w:r>
        <w:fldChar w:fldCharType="begin"/>
      </w:r>
      <w:r>
        <w:instrText xml:space="preserve"> REF _Ref439683022 \h </w:instrText>
      </w:r>
      <w:r>
        <w:fldChar w:fldCharType="separate"/>
      </w:r>
      <w:r w:rsidR="00DA37E6">
        <w:t>RNG Cryptographic Mandatory Test Cases KMIP</w:t>
      </w:r>
      <w:r>
        <w:fldChar w:fldCharType="end"/>
      </w:r>
      <w:r>
        <w:t xml:space="preserve"> (</w:t>
      </w:r>
      <w:r>
        <w:fldChar w:fldCharType="begin"/>
      </w:r>
      <w:r>
        <w:instrText xml:space="preserve"> REF _Ref439683022 \r \h </w:instrText>
      </w:r>
      <w:r>
        <w:fldChar w:fldCharType="separate"/>
      </w:r>
      <w:r w:rsidR="00DA37E6">
        <w:t>5.9.9</w:t>
      </w:r>
      <w:r>
        <w:fldChar w:fldCharType="end"/>
      </w:r>
      <w:r>
        <w:t>) and;</w:t>
      </w:r>
    </w:p>
    <w:p w14:paraId="61E7B5A3" w14:textId="0D577E4E" w:rsidR="002F0E6A" w:rsidRDefault="002F0E6A" w:rsidP="002F0E6A">
      <w:pPr>
        <w:numPr>
          <w:ilvl w:val="0"/>
          <w:numId w:val="57"/>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11302A99" w14:textId="77777777" w:rsidR="002F0E6A" w:rsidRDefault="002F0E6A" w:rsidP="002F0E6A">
      <w:pPr>
        <w:pStyle w:val="Heading2"/>
        <w:numPr>
          <w:ilvl w:val="1"/>
          <w:numId w:val="2"/>
        </w:numPr>
      </w:pPr>
      <w:bookmarkStart w:id="3287" w:name="_Toc439711413"/>
      <w:bookmarkStart w:id="3288" w:name="_Toc463354728"/>
      <w:bookmarkStart w:id="3289" w:name="_Toc478070637"/>
      <w:bookmarkStart w:id="3290" w:name="_Toc479342257"/>
      <w:bookmarkStart w:id="3291" w:name="_Toc491431640"/>
      <w:bookmarkStart w:id="3292" w:name="_Toc533021550"/>
      <w:bookmarkStart w:id="3293" w:name="_Toc535231793"/>
      <w:bookmarkStart w:id="3294" w:name="_Toc14773416"/>
      <w:bookmarkStart w:id="3295" w:name="_Toc27473467"/>
      <w:bookmarkStart w:id="3296" w:name="_Toc32324603"/>
      <w:bookmarkStart w:id="3297" w:name="_Toc176876315"/>
      <w:r w:rsidRPr="0026686F">
        <w:t>Opaque Managed Objec</w:t>
      </w:r>
      <w:r>
        <w:t>t Client KMIP</w:t>
      </w:r>
      <w:r w:rsidR="00697364">
        <w:t xml:space="preserve"> v3.0</w:t>
      </w:r>
      <w:r>
        <w:t xml:space="preserve"> Profile Conformance</w:t>
      </w:r>
      <w:bookmarkEnd w:id="3287"/>
      <w:bookmarkEnd w:id="3288"/>
      <w:bookmarkEnd w:id="3289"/>
      <w:bookmarkEnd w:id="3290"/>
      <w:bookmarkEnd w:id="3291"/>
      <w:bookmarkEnd w:id="3292"/>
      <w:bookmarkEnd w:id="3293"/>
      <w:bookmarkEnd w:id="3294"/>
      <w:bookmarkEnd w:id="3295"/>
      <w:bookmarkEnd w:id="3296"/>
      <w:bookmarkEnd w:id="3297"/>
      <w:r>
        <w:t xml:space="preserve"> </w:t>
      </w:r>
    </w:p>
    <w:p w14:paraId="7FDEF723" w14:textId="77777777" w:rsidR="002F0E6A" w:rsidRDefault="002F0E6A" w:rsidP="002F0E6A">
      <w:r w:rsidRPr="00615DB0">
        <w:t>KMIP client implementations conformant to this profile:</w:t>
      </w:r>
    </w:p>
    <w:p w14:paraId="27BBE577" w14:textId="77777777" w:rsidR="002F0E6A" w:rsidRDefault="002F0E6A" w:rsidP="002F0E6A">
      <w:pPr>
        <w:numPr>
          <w:ilvl w:val="0"/>
          <w:numId w:val="58"/>
        </w:numPr>
      </w:pPr>
      <w:r>
        <w:t xml:space="preserve">SHALL support [KMIP-SPEC] </w:t>
      </w:r>
    </w:p>
    <w:p w14:paraId="6E5EC17F" w14:textId="5BA08F1D" w:rsidR="002F0E6A" w:rsidRDefault="002F0E6A" w:rsidP="002F0E6A">
      <w:pPr>
        <w:numPr>
          <w:ilvl w:val="0"/>
          <w:numId w:val="58"/>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443218FA" w14:textId="25121430" w:rsidR="002F0E6A" w:rsidRDefault="002F0E6A" w:rsidP="002F0E6A">
      <w:pPr>
        <w:numPr>
          <w:ilvl w:val="0"/>
          <w:numId w:val="58"/>
        </w:numPr>
      </w:pPr>
      <w:r>
        <w:t xml:space="preserve">SHALL support the </w:t>
      </w:r>
      <w:r>
        <w:fldChar w:fldCharType="begin"/>
      </w:r>
      <w:r>
        <w:instrText xml:space="preserve"> REF _Ref439684486 \h </w:instrText>
      </w:r>
      <w:r>
        <w:fldChar w:fldCharType="separate"/>
      </w:r>
      <w:r w:rsidR="00DA37E6" w:rsidRPr="0026686F">
        <w:t>Opaque Managed Object Store</w:t>
      </w:r>
      <w:r w:rsidR="00DA37E6">
        <w:t xml:space="preserve"> Client</w:t>
      </w:r>
      <w:r>
        <w:fldChar w:fldCharType="end"/>
      </w:r>
      <w:r>
        <w:t xml:space="preserve"> conditions (</w:t>
      </w:r>
      <w:r>
        <w:fldChar w:fldCharType="begin"/>
      </w:r>
      <w:r>
        <w:instrText xml:space="preserve"> REF _Ref439684486 \r \h </w:instrText>
      </w:r>
      <w:r>
        <w:fldChar w:fldCharType="separate"/>
      </w:r>
      <w:r w:rsidR="00DA37E6">
        <w:t>5.10.1</w:t>
      </w:r>
      <w:r>
        <w:fldChar w:fldCharType="end"/>
      </w:r>
      <w:r>
        <w:t>) and;</w:t>
      </w:r>
    </w:p>
    <w:p w14:paraId="50F501C4" w14:textId="70E41ED0" w:rsidR="002F0E6A" w:rsidRDefault="002F0E6A" w:rsidP="002F0E6A">
      <w:pPr>
        <w:numPr>
          <w:ilvl w:val="0"/>
          <w:numId w:val="58"/>
        </w:numPr>
      </w:pPr>
      <w:r>
        <w:t xml:space="preserve">SHALL support one or more of the </w:t>
      </w:r>
      <w:r>
        <w:fldChar w:fldCharType="begin"/>
      </w:r>
      <w:r>
        <w:instrText xml:space="preserve"> REF _Ref439684522 \h </w:instrText>
      </w:r>
      <w:r>
        <w:fldChar w:fldCharType="separate"/>
      </w:r>
      <w:r w:rsidR="00DA37E6" w:rsidRPr="0026686F">
        <w:t>Opaque Managed Object</w:t>
      </w:r>
      <w:r w:rsidR="00DA37E6">
        <w:t xml:space="preserve"> Mandatory Test Cases KMIP</w:t>
      </w:r>
      <w:r>
        <w:fldChar w:fldCharType="end"/>
      </w:r>
      <w:r>
        <w:t xml:space="preserve"> (</w:t>
      </w:r>
      <w:r>
        <w:fldChar w:fldCharType="begin"/>
      </w:r>
      <w:r>
        <w:instrText xml:space="preserve"> REF _Ref439684522 \r \h </w:instrText>
      </w:r>
      <w:r>
        <w:fldChar w:fldCharType="separate"/>
      </w:r>
      <w:r w:rsidR="00DA37E6">
        <w:t>5.10.3</w:t>
      </w:r>
      <w:r>
        <w:fldChar w:fldCharType="end"/>
      </w:r>
      <w:r>
        <w:t>) and;</w:t>
      </w:r>
    </w:p>
    <w:p w14:paraId="625198F6" w14:textId="09D3CF95" w:rsidR="002F0E6A" w:rsidRDefault="002F0E6A" w:rsidP="002F0E6A">
      <w:pPr>
        <w:numPr>
          <w:ilvl w:val="0"/>
          <w:numId w:val="58"/>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6F66109F" w14:textId="77777777" w:rsidR="002F0E6A" w:rsidRDefault="002F0E6A" w:rsidP="002F0E6A">
      <w:pPr>
        <w:pStyle w:val="Heading2"/>
        <w:numPr>
          <w:ilvl w:val="1"/>
          <w:numId w:val="2"/>
        </w:numPr>
      </w:pPr>
      <w:bookmarkStart w:id="3298" w:name="_Toc439711414"/>
      <w:bookmarkStart w:id="3299" w:name="_Toc463354729"/>
      <w:bookmarkStart w:id="3300" w:name="_Toc478070638"/>
      <w:bookmarkStart w:id="3301" w:name="_Toc479342258"/>
      <w:bookmarkStart w:id="3302" w:name="_Toc491431641"/>
      <w:bookmarkStart w:id="3303" w:name="_Toc533021551"/>
      <w:bookmarkStart w:id="3304" w:name="_Toc535231794"/>
      <w:bookmarkStart w:id="3305" w:name="_Toc14773417"/>
      <w:bookmarkStart w:id="3306" w:name="_Toc27473468"/>
      <w:bookmarkStart w:id="3307" w:name="_Toc32324604"/>
      <w:bookmarkStart w:id="3308" w:name="_Toc176876316"/>
      <w:r w:rsidRPr="0026686F">
        <w:t>Opaque Managed Objec</w:t>
      </w:r>
      <w:r>
        <w:t>t Server KMIP</w:t>
      </w:r>
      <w:r w:rsidR="00697364">
        <w:t xml:space="preserve"> v3.0</w:t>
      </w:r>
      <w:r>
        <w:t xml:space="preserve"> Profile Conformance</w:t>
      </w:r>
      <w:bookmarkEnd w:id="3298"/>
      <w:bookmarkEnd w:id="3299"/>
      <w:bookmarkEnd w:id="3300"/>
      <w:bookmarkEnd w:id="3301"/>
      <w:bookmarkEnd w:id="3302"/>
      <w:bookmarkEnd w:id="3303"/>
      <w:bookmarkEnd w:id="3304"/>
      <w:bookmarkEnd w:id="3305"/>
      <w:bookmarkEnd w:id="3306"/>
      <w:bookmarkEnd w:id="3307"/>
      <w:bookmarkEnd w:id="3308"/>
      <w:r>
        <w:t xml:space="preserve"> </w:t>
      </w:r>
    </w:p>
    <w:p w14:paraId="39989C3F" w14:textId="77777777" w:rsidR="002F0E6A" w:rsidRDefault="002F0E6A" w:rsidP="002F0E6A">
      <w:r w:rsidRPr="00615DB0">
        <w:t xml:space="preserve">KMIP </w:t>
      </w:r>
      <w:r>
        <w:t>server</w:t>
      </w:r>
      <w:r w:rsidRPr="00615DB0">
        <w:t xml:space="preserve"> implementations conformant to this profile:</w:t>
      </w:r>
    </w:p>
    <w:p w14:paraId="2EAEF9B9" w14:textId="77777777" w:rsidR="002F0E6A" w:rsidRDefault="002F0E6A" w:rsidP="002F0E6A">
      <w:pPr>
        <w:numPr>
          <w:ilvl w:val="0"/>
          <w:numId w:val="59"/>
        </w:numPr>
      </w:pPr>
      <w:r>
        <w:t xml:space="preserve">SHALL support [KMIP-SPEC] </w:t>
      </w:r>
    </w:p>
    <w:p w14:paraId="09AF0A13" w14:textId="520901F5" w:rsidR="002F0E6A" w:rsidRDefault="002F0E6A" w:rsidP="002F0E6A">
      <w:pPr>
        <w:numPr>
          <w:ilvl w:val="0"/>
          <w:numId w:val="59"/>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1B22228B" w14:textId="362BF1DD" w:rsidR="002F0E6A" w:rsidRDefault="002F0E6A" w:rsidP="002F0E6A">
      <w:pPr>
        <w:numPr>
          <w:ilvl w:val="0"/>
          <w:numId w:val="59"/>
        </w:numPr>
      </w:pPr>
      <w:r>
        <w:t xml:space="preserve">SHALL support the </w:t>
      </w:r>
      <w:r>
        <w:fldChar w:fldCharType="begin"/>
      </w:r>
      <w:r>
        <w:instrText xml:space="preserve"> REF _Ref439684553 \h </w:instrText>
      </w:r>
      <w:r>
        <w:fldChar w:fldCharType="separate"/>
      </w:r>
      <w:r w:rsidR="00DA37E6" w:rsidRPr="0026686F">
        <w:t>Opaque Managed Object Store</w:t>
      </w:r>
      <w:r w:rsidR="00DA37E6">
        <w:t xml:space="preserve"> Server</w:t>
      </w:r>
      <w:r>
        <w:fldChar w:fldCharType="end"/>
      </w:r>
      <w:r>
        <w:t xml:space="preserve"> conditions (</w:t>
      </w:r>
      <w:r>
        <w:fldChar w:fldCharType="begin"/>
      </w:r>
      <w:r>
        <w:instrText xml:space="preserve"> REF _Ref439684553 \r \h </w:instrText>
      </w:r>
      <w:r>
        <w:fldChar w:fldCharType="separate"/>
      </w:r>
      <w:r w:rsidR="00DA37E6">
        <w:t>5.10.2</w:t>
      </w:r>
      <w:r>
        <w:fldChar w:fldCharType="end"/>
      </w:r>
      <w:r>
        <w:t>) and;</w:t>
      </w:r>
    </w:p>
    <w:p w14:paraId="0793E559" w14:textId="5CE9CE6D" w:rsidR="002F0E6A" w:rsidRDefault="002F0E6A" w:rsidP="002F0E6A">
      <w:pPr>
        <w:numPr>
          <w:ilvl w:val="0"/>
          <w:numId w:val="59"/>
        </w:numPr>
      </w:pPr>
      <w:r>
        <w:t xml:space="preserve">SHALL support all of the </w:t>
      </w:r>
      <w:r>
        <w:fldChar w:fldCharType="begin"/>
      </w:r>
      <w:r>
        <w:instrText xml:space="preserve"> REF _Ref439684522 \h </w:instrText>
      </w:r>
      <w:r>
        <w:fldChar w:fldCharType="separate"/>
      </w:r>
      <w:r w:rsidR="00DA37E6" w:rsidRPr="0026686F">
        <w:t>Opaque Managed Object</w:t>
      </w:r>
      <w:r w:rsidR="00DA37E6">
        <w:t xml:space="preserve"> Mandatory Test Cases KMIP</w:t>
      </w:r>
      <w:r>
        <w:fldChar w:fldCharType="end"/>
      </w:r>
      <w:r>
        <w:t xml:space="preserve"> (</w:t>
      </w:r>
      <w:r>
        <w:fldChar w:fldCharType="begin"/>
      </w:r>
      <w:r>
        <w:instrText xml:space="preserve"> REF _Ref439684522 \r \h </w:instrText>
      </w:r>
      <w:r>
        <w:fldChar w:fldCharType="separate"/>
      </w:r>
      <w:r w:rsidR="00DA37E6">
        <w:t>5.10.3</w:t>
      </w:r>
      <w:r>
        <w:fldChar w:fldCharType="end"/>
      </w:r>
      <w:r>
        <w:t>) and;</w:t>
      </w:r>
    </w:p>
    <w:p w14:paraId="4FD2394F" w14:textId="71890DEC" w:rsidR="002F0E6A" w:rsidRDefault="002F0E6A" w:rsidP="002F0E6A">
      <w:pPr>
        <w:numPr>
          <w:ilvl w:val="0"/>
          <w:numId w:val="59"/>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4EED6B75" w14:textId="77777777" w:rsidR="002F0E6A" w:rsidRDefault="002F0E6A" w:rsidP="002F0E6A">
      <w:pPr>
        <w:pStyle w:val="Heading2"/>
        <w:numPr>
          <w:ilvl w:val="1"/>
          <w:numId w:val="2"/>
        </w:numPr>
      </w:pPr>
      <w:bookmarkStart w:id="3309" w:name="_Toc439711415"/>
      <w:bookmarkStart w:id="3310" w:name="_Toc463354730"/>
      <w:bookmarkStart w:id="3311" w:name="_Toc478070639"/>
      <w:bookmarkStart w:id="3312" w:name="_Toc479342259"/>
      <w:bookmarkStart w:id="3313" w:name="_Toc491431642"/>
      <w:bookmarkStart w:id="3314" w:name="_Toc533021552"/>
      <w:bookmarkStart w:id="3315" w:name="_Toc535231795"/>
      <w:bookmarkStart w:id="3316" w:name="_Toc14773418"/>
      <w:bookmarkStart w:id="3317" w:name="_Toc27473469"/>
      <w:bookmarkStart w:id="3318" w:name="_Toc32324605"/>
      <w:bookmarkStart w:id="3319" w:name="_Toc176876317"/>
      <w:r>
        <w:t>Storage Array with Self-Encrypting Drives Client KMIP</w:t>
      </w:r>
      <w:r w:rsidR="00697364">
        <w:t xml:space="preserve"> v3.0</w:t>
      </w:r>
      <w:r>
        <w:t xml:space="preserve"> Profile Conformance</w:t>
      </w:r>
      <w:bookmarkEnd w:id="3309"/>
      <w:bookmarkEnd w:id="3310"/>
      <w:bookmarkEnd w:id="3311"/>
      <w:bookmarkEnd w:id="3312"/>
      <w:bookmarkEnd w:id="3313"/>
      <w:bookmarkEnd w:id="3314"/>
      <w:bookmarkEnd w:id="3315"/>
      <w:bookmarkEnd w:id="3316"/>
      <w:bookmarkEnd w:id="3317"/>
      <w:bookmarkEnd w:id="3318"/>
      <w:bookmarkEnd w:id="3319"/>
      <w:r>
        <w:t xml:space="preserve"> </w:t>
      </w:r>
    </w:p>
    <w:p w14:paraId="05404698" w14:textId="77777777" w:rsidR="002F0E6A" w:rsidRDefault="002F0E6A" w:rsidP="002F0E6A">
      <w:r w:rsidRPr="00615DB0">
        <w:t>KMIP client implementations conformant to this profile:</w:t>
      </w:r>
    </w:p>
    <w:p w14:paraId="0DE0D597" w14:textId="77777777" w:rsidR="002F0E6A" w:rsidRDefault="002F0E6A" w:rsidP="002F0E6A">
      <w:pPr>
        <w:numPr>
          <w:ilvl w:val="0"/>
          <w:numId w:val="68"/>
        </w:numPr>
      </w:pPr>
      <w:r>
        <w:t xml:space="preserve">SHALL support [KMIP-SPEC] </w:t>
      </w:r>
    </w:p>
    <w:p w14:paraId="056EC751" w14:textId="20D645C6" w:rsidR="002F0E6A" w:rsidRDefault="002F0E6A" w:rsidP="002F0E6A">
      <w:pPr>
        <w:numPr>
          <w:ilvl w:val="0"/>
          <w:numId w:val="68"/>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5E13084" w14:textId="67763C3E" w:rsidR="002F0E6A" w:rsidRDefault="002F0E6A" w:rsidP="002F0E6A">
      <w:pPr>
        <w:numPr>
          <w:ilvl w:val="0"/>
          <w:numId w:val="68"/>
        </w:numPr>
      </w:pPr>
      <w:r>
        <w:t xml:space="preserve">SHALL support the </w:t>
      </w:r>
      <w:r>
        <w:fldChar w:fldCharType="begin"/>
      </w:r>
      <w:r>
        <w:instrText xml:space="preserve"> REF _Ref439685130 \h </w:instrText>
      </w:r>
      <w:r>
        <w:fldChar w:fldCharType="separate"/>
      </w:r>
      <w:r w:rsidR="00DA37E6">
        <w:t>Storage Array with Self-Encrypting Drives Client</w:t>
      </w:r>
      <w:r>
        <w:fldChar w:fldCharType="end"/>
      </w:r>
      <w:r>
        <w:t xml:space="preserve"> conditions (</w:t>
      </w:r>
      <w:r>
        <w:fldChar w:fldCharType="begin"/>
      </w:r>
      <w:r>
        <w:instrText xml:space="preserve"> REF _Ref439685130 \r \h </w:instrText>
      </w:r>
      <w:r>
        <w:fldChar w:fldCharType="separate"/>
      </w:r>
      <w:r w:rsidR="00DA37E6">
        <w:t>5.11.1</w:t>
      </w:r>
      <w:r>
        <w:fldChar w:fldCharType="end"/>
      </w:r>
      <w:r>
        <w:t>) and;</w:t>
      </w:r>
    </w:p>
    <w:p w14:paraId="2B0EF35F" w14:textId="406845D2" w:rsidR="002F0E6A" w:rsidRDefault="002F0E6A" w:rsidP="002F0E6A">
      <w:pPr>
        <w:numPr>
          <w:ilvl w:val="0"/>
          <w:numId w:val="68"/>
        </w:numPr>
      </w:pPr>
      <w:r>
        <w:t xml:space="preserve">SHALL support one or more of the </w:t>
      </w:r>
      <w:r>
        <w:fldChar w:fldCharType="begin"/>
      </w:r>
      <w:r>
        <w:instrText xml:space="preserve"> REF _Ref439685152 \h  \* MERGEFORMAT </w:instrText>
      </w:r>
      <w:r>
        <w:fldChar w:fldCharType="separate"/>
      </w:r>
      <w:r w:rsidR="00DA37E6">
        <w:t>Storage Array with Self-Encrypting Drives Mandatory Test Cases KMIP</w:t>
      </w:r>
      <w:r>
        <w:fldChar w:fldCharType="end"/>
      </w:r>
      <w:r>
        <w:t xml:space="preserve"> (</w:t>
      </w:r>
      <w:r>
        <w:fldChar w:fldCharType="begin"/>
      </w:r>
      <w:r>
        <w:instrText xml:space="preserve"> REF _Ref439685152 \r \h </w:instrText>
      </w:r>
      <w:r>
        <w:fldChar w:fldCharType="separate"/>
      </w:r>
      <w:r w:rsidR="00DA37E6">
        <w:t>5.11.3</w:t>
      </w:r>
      <w:r>
        <w:fldChar w:fldCharType="end"/>
      </w:r>
      <w:r>
        <w:t>) and;</w:t>
      </w:r>
    </w:p>
    <w:p w14:paraId="779B5EEC" w14:textId="0AD4655B" w:rsidR="002F0E6A" w:rsidRDefault="002F0E6A" w:rsidP="002F0E6A">
      <w:pPr>
        <w:numPr>
          <w:ilvl w:val="0"/>
          <w:numId w:val="68"/>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1E9574A7" w14:textId="77777777" w:rsidR="002F0E6A" w:rsidRDefault="002F0E6A" w:rsidP="002F0E6A">
      <w:pPr>
        <w:pStyle w:val="Heading2"/>
        <w:numPr>
          <w:ilvl w:val="1"/>
          <w:numId w:val="2"/>
        </w:numPr>
      </w:pPr>
      <w:bookmarkStart w:id="3320" w:name="_Toc439711416"/>
      <w:bookmarkStart w:id="3321" w:name="_Toc463354731"/>
      <w:bookmarkStart w:id="3322" w:name="_Toc478070640"/>
      <w:bookmarkStart w:id="3323" w:name="_Toc479342260"/>
      <w:bookmarkStart w:id="3324" w:name="_Toc491431643"/>
      <w:bookmarkStart w:id="3325" w:name="_Toc533021553"/>
      <w:bookmarkStart w:id="3326" w:name="_Toc535231796"/>
      <w:bookmarkStart w:id="3327" w:name="_Toc14773419"/>
      <w:bookmarkStart w:id="3328" w:name="_Toc27473470"/>
      <w:bookmarkStart w:id="3329" w:name="_Toc32324606"/>
      <w:bookmarkStart w:id="3330" w:name="_Toc176876318"/>
      <w:r>
        <w:t>Storage Array with Self-Encrypting Drives Server KMIP</w:t>
      </w:r>
      <w:r w:rsidR="00697364">
        <w:t xml:space="preserve"> v3.0</w:t>
      </w:r>
      <w:r>
        <w:t xml:space="preserve"> Profile Conformance</w:t>
      </w:r>
      <w:bookmarkEnd w:id="3320"/>
      <w:bookmarkEnd w:id="3321"/>
      <w:bookmarkEnd w:id="3322"/>
      <w:bookmarkEnd w:id="3323"/>
      <w:bookmarkEnd w:id="3324"/>
      <w:bookmarkEnd w:id="3325"/>
      <w:bookmarkEnd w:id="3326"/>
      <w:bookmarkEnd w:id="3327"/>
      <w:bookmarkEnd w:id="3328"/>
      <w:bookmarkEnd w:id="3329"/>
      <w:bookmarkEnd w:id="3330"/>
      <w:r>
        <w:t xml:space="preserve"> </w:t>
      </w:r>
    </w:p>
    <w:p w14:paraId="66A8FA51" w14:textId="77777777" w:rsidR="002F0E6A" w:rsidRDefault="002F0E6A" w:rsidP="002F0E6A">
      <w:r w:rsidRPr="00615DB0">
        <w:t xml:space="preserve">KMIP </w:t>
      </w:r>
      <w:r>
        <w:t>server</w:t>
      </w:r>
      <w:r w:rsidRPr="00615DB0">
        <w:t xml:space="preserve"> implementations conformant to this profile:</w:t>
      </w:r>
    </w:p>
    <w:p w14:paraId="7B97D27C" w14:textId="77777777" w:rsidR="002F0E6A" w:rsidRDefault="002F0E6A" w:rsidP="002F0E6A">
      <w:pPr>
        <w:numPr>
          <w:ilvl w:val="0"/>
          <w:numId w:val="69"/>
        </w:numPr>
      </w:pPr>
      <w:r>
        <w:t xml:space="preserve">SHALL support [KMIP-SPEC] </w:t>
      </w:r>
    </w:p>
    <w:p w14:paraId="0A72CFD1" w14:textId="2D202E60" w:rsidR="002F0E6A" w:rsidRDefault="002F0E6A" w:rsidP="002F0E6A">
      <w:pPr>
        <w:numPr>
          <w:ilvl w:val="0"/>
          <w:numId w:val="69"/>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719B46A3" w14:textId="1B483351" w:rsidR="002F0E6A" w:rsidRDefault="002F0E6A" w:rsidP="002F0E6A">
      <w:pPr>
        <w:numPr>
          <w:ilvl w:val="0"/>
          <w:numId w:val="69"/>
        </w:numPr>
      </w:pPr>
      <w:r>
        <w:t xml:space="preserve">SHALL support the </w:t>
      </w:r>
      <w:r>
        <w:fldChar w:fldCharType="begin"/>
      </w:r>
      <w:r>
        <w:instrText xml:space="preserve"> REF _Ref439685220 \h </w:instrText>
      </w:r>
      <w:r>
        <w:fldChar w:fldCharType="separate"/>
      </w:r>
      <w:r w:rsidR="00DA37E6">
        <w:t>Storage Array with Self-Encrypting Drives Server</w:t>
      </w:r>
      <w:r>
        <w:fldChar w:fldCharType="end"/>
      </w:r>
      <w:r>
        <w:t xml:space="preserve"> conditions (</w:t>
      </w:r>
      <w:r>
        <w:fldChar w:fldCharType="begin"/>
      </w:r>
      <w:r>
        <w:instrText xml:space="preserve"> REF _Ref439685220 \r \h </w:instrText>
      </w:r>
      <w:r>
        <w:fldChar w:fldCharType="separate"/>
      </w:r>
      <w:r w:rsidR="00DA37E6">
        <w:t>5.11.2</w:t>
      </w:r>
      <w:r>
        <w:fldChar w:fldCharType="end"/>
      </w:r>
      <w:r>
        <w:t>) and;</w:t>
      </w:r>
    </w:p>
    <w:p w14:paraId="6CF1C084" w14:textId="123F728D" w:rsidR="002F0E6A" w:rsidRDefault="002F0E6A" w:rsidP="002F0E6A">
      <w:pPr>
        <w:numPr>
          <w:ilvl w:val="0"/>
          <w:numId w:val="69"/>
        </w:numPr>
      </w:pPr>
      <w:r>
        <w:t xml:space="preserve">SHALL support all of the </w:t>
      </w:r>
      <w:r>
        <w:fldChar w:fldCharType="begin"/>
      </w:r>
      <w:r>
        <w:instrText xml:space="preserve"> REF _Ref439685152 \h </w:instrText>
      </w:r>
      <w:r>
        <w:fldChar w:fldCharType="separate"/>
      </w:r>
      <w:r w:rsidR="00DA37E6">
        <w:t>Storage Array with Self-Encrypting Drives Mandatory Test Cases KMIP</w:t>
      </w:r>
      <w:r>
        <w:fldChar w:fldCharType="end"/>
      </w:r>
      <w:r>
        <w:t xml:space="preserve"> (</w:t>
      </w:r>
      <w:r>
        <w:fldChar w:fldCharType="begin"/>
      </w:r>
      <w:r>
        <w:instrText xml:space="preserve"> REF _Ref439685152 \r \h </w:instrText>
      </w:r>
      <w:r>
        <w:fldChar w:fldCharType="separate"/>
      </w:r>
      <w:r w:rsidR="00DA37E6">
        <w:t>5.11.3</w:t>
      </w:r>
      <w:r>
        <w:fldChar w:fldCharType="end"/>
      </w:r>
      <w:r>
        <w:t>) and;</w:t>
      </w:r>
    </w:p>
    <w:p w14:paraId="117377F9" w14:textId="4356C902" w:rsidR="002F0E6A" w:rsidRDefault="002F0E6A" w:rsidP="002F0E6A">
      <w:pPr>
        <w:numPr>
          <w:ilvl w:val="0"/>
          <w:numId w:val="69"/>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15CE5437" w14:textId="77777777" w:rsidR="002F0E6A" w:rsidRDefault="002F0E6A" w:rsidP="002F0E6A">
      <w:pPr>
        <w:pStyle w:val="Heading2"/>
        <w:numPr>
          <w:ilvl w:val="1"/>
          <w:numId w:val="2"/>
        </w:numPr>
      </w:pPr>
      <w:bookmarkStart w:id="3331" w:name="_Toc439711417"/>
      <w:bookmarkStart w:id="3332" w:name="_Toc463354732"/>
      <w:bookmarkStart w:id="3333" w:name="_Toc478070641"/>
      <w:bookmarkStart w:id="3334" w:name="_Toc479342261"/>
      <w:bookmarkStart w:id="3335" w:name="_Toc491431644"/>
      <w:bookmarkStart w:id="3336" w:name="_Toc533021554"/>
      <w:bookmarkStart w:id="3337" w:name="_Toc535231797"/>
      <w:bookmarkStart w:id="3338" w:name="_Toc14773420"/>
      <w:bookmarkStart w:id="3339" w:name="_Toc27473471"/>
      <w:bookmarkStart w:id="3340" w:name="_Toc32324607"/>
      <w:bookmarkStart w:id="3341" w:name="_Toc176876319"/>
      <w:r>
        <w:t>Tape Library Client KMIP</w:t>
      </w:r>
      <w:r w:rsidR="00697364">
        <w:t xml:space="preserve"> v3.0</w:t>
      </w:r>
      <w:r>
        <w:t xml:space="preserve"> Profile Conformance</w:t>
      </w:r>
      <w:bookmarkEnd w:id="3331"/>
      <w:bookmarkEnd w:id="3332"/>
      <w:bookmarkEnd w:id="3333"/>
      <w:bookmarkEnd w:id="3334"/>
      <w:bookmarkEnd w:id="3335"/>
      <w:bookmarkEnd w:id="3336"/>
      <w:bookmarkEnd w:id="3337"/>
      <w:bookmarkEnd w:id="3338"/>
      <w:bookmarkEnd w:id="3339"/>
      <w:bookmarkEnd w:id="3340"/>
      <w:bookmarkEnd w:id="3341"/>
      <w:r>
        <w:t xml:space="preserve"> </w:t>
      </w:r>
    </w:p>
    <w:p w14:paraId="278183C5" w14:textId="77777777" w:rsidR="002F0E6A" w:rsidRDefault="002F0E6A" w:rsidP="002F0E6A">
      <w:r w:rsidRPr="00615DB0">
        <w:t>KMIP client implementations conformant to this profile:</w:t>
      </w:r>
    </w:p>
    <w:p w14:paraId="2EA8E27A" w14:textId="77777777" w:rsidR="002F0E6A" w:rsidRDefault="002F0E6A" w:rsidP="002F0E6A">
      <w:pPr>
        <w:numPr>
          <w:ilvl w:val="0"/>
          <w:numId w:val="103"/>
        </w:numPr>
      </w:pPr>
      <w:r>
        <w:t xml:space="preserve">SHALL support [KMIP-SPEC] </w:t>
      </w:r>
    </w:p>
    <w:p w14:paraId="200527DB" w14:textId="05BDF484" w:rsidR="002F0E6A" w:rsidRDefault="002F0E6A" w:rsidP="002F0E6A">
      <w:pPr>
        <w:numPr>
          <w:ilvl w:val="0"/>
          <w:numId w:val="103"/>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0D6C59E" w14:textId="372ADB61" w:rsidR="002F0E6A" w:rsidRDefault="002F0E6A" w:rsidP="002F0E6A">
      <w:pPr>
        <w:numPr>
          <w:ilvl w:val="0"/>
          <w:numId w:val="103"/>
        </w:numPr>
      </w:pPr>
      <w:r>
        <w:t xml:space="preserve">SHALL support the </w:t>
      </w:r>
      <w:r>
        <w:fldChar w:fldCharType="begin"/>
      </w:r>
      <w:r>
        <w:instrText xml:space="preserve"> REF _Ref439695511 \h </w:instrText>
      </w:r>
      <w:r>
        <w:fldChar w:fldCharType="separate"/>
      </w:r>
      <w:r w:rsidR="00DA37E6">
        <w:t>Tape Library Client</w:t>
      </w:r>
      <w:r>
        <w:fldChar w:fldCharType="end"/>
      </w:r>
      <w:r>
        <w:t xml:space="preserve"> conditions (</w:t>
      </w:r>
      <w:r>
        <w:fldChar w:fldCharType="begin"/>
      </w:r>
      <w:r>
        <w:instrText xml:space="preserve"> REF _Ref439695511 \r \h </w:instrText>
      </w:r>
      <w:r>
        <w:fldChar w:fldCharType="separate"/>
      </w:r>
      <w:r w:rsidR="00DA37E6">
        <w:t>5.12.4</w:t>
      </w:r>
      <w:r>
        <w:fldChar w:fldCharType="end"/>
      </w:r>
      <w:r>
        <w:t>) and;</w:t>
      </w:r>
    </w:p>
    <w:p w14:paraId="4A67F5B2" w14:textId="3641B842" w:rsidR="002F0E6A" w:rsidRDefault="002F0E6A" w:rsidP="002F0E6A">
      <w:pPr>
        <w:numPr>
          <w:ilvl w:val="0"/>
          <w:numId w:val="103"/>
        </w:numPr>
      </w:pPr>
      <w:r>
        <w:t xml:space="preserve">SHALL support the </w:t>
      </w:r>
      <w:r>
        <w:fldChar w:fldCharType="begin"/>
      </w:r>
      <w:r>
        <w:instrText xml:space="preserve"> REF _Ref353482169 \h </w:instrText>
      </w:r>
      <w:r>
        <w:fldChar w:fldCharType="separate"/>
      </w:r>
      <w:r w:rsidR="00DA37E6">
        <w:t>Tape Library Application Specific Information</w:t>
      </w:r>
      <w:r>
        <w:fldChar w:fldCharType="end"/>
      </w:r>
      <w:r>
        <w:t xml:space="preserve"> conditions (</w:t>
      </w:r>
      <w:r>
        <w:fldChar w:fldCharType="begin"/>
      </w:r>
      <w:r>
        <w:instrText xml:space="preserve"> REF _Ref353482169 \r \h </w:instrText>
      </w:r>
      <w:r>
        <w:fldChar w:fldCharType="separate"/>
      </w:r>
      <w:r w:rsidR="00DA37E6">
        <w:t>5.12.2</w:t>
      </w:r>
      <w:r>
        <w:fldChar w:fldCharType="end"/>
      </w:r>
      <w:r>
        <w:t>) and;</w:t>
      </w:r>
    </w:p>
    <w:p w14:paraId="11498975" w14:textId="2E9C6374" w:rsidR="002F0E6A" w:rsidRDefault="002F0E6A" w:rsidP="002F0E6A">
      <w:pPr>
        <w:numPr>
          <w:ilvl w:val="0"/>
          <w:numId w:val="103"/>
        </w:numPr>
      </w:pPr>
      <w:r>
        <w:t xml:space="preserve">SHALL support the </w:t>
      </w:r>
      <w:r>
        <w:fldChar w:fldCharType="begin"/>
      </w:r>
      <w:r>
        <w:instrText xml:space="preserve"> REF _Ref359934297 \h </w:instrText>
      </w:r>
      <w:r>
        <w:fldChar w:fldCharType="separate"/>
      </w:r>
      <w:r w:rsidR="00DA37E6">
        <w:t>Tape Library Alternative Name</w:t>
      </w:r>
      <w:r>
        <w:fldChar w:fldCharType="end"/>
      </w:r>
      <w:r>
        <w:t xml:space="preserve"> conditions (</w:t>
      </w:r>
      <w:r>
        <w:fldChar w:fldCharType="begin"/>
      </w:r>
      <w:r>
        <w:instrText xml:space="preserve"> REF _Ref359934297 \r \h </w:instrText>
      </w:r>
      <w:r>
        <w:fldChar w:fldCharType="separate"/>
      </w:r>
      <w:r w:rsidR="00DA37E6">
        <w:t>5.12.3</w:t>
      </w:r>
      <w:r>
        <w:fldChar w:fldCharType="end"/>
      </w:r>
      <w:r>
        <w:t>) and;</w:t>
      </w:r>
    </w:p>
    <w:p w14:paraId="4D2AF9A3" w14:textId="3B41DF04" w:rsidR="002F0E6A" w:rsidRDefault="002F0E6A" w:rsidP="002F0E6A">
      <w:pPr>
        <w:numPr>
          <w:ilvl w:val="0"/>
          <w:numId w:val="103"/>
        </w:numPr>
      </w:pPr>
      <w:r>
        <w:t xml:space="preserve">SHALL support one or more of the </w:t>
      </w:r>
      <w:r>
        <w:fldChar w:fldCharType="begin"/>
      </w:r>
      <w:r>
        <w:instrText xml:space="preserve"> REF _Ref439697482 \h </w:instrText>
      </w:r>
      <w:r>
        <w:fldChar w:fldCharType="separate"/>
      </w:r>
      <w:r w:rsidR="00DA37E6">
        <w:t>Tape Library Mandatory Test Cases KMIP</w:t>
      </w:r>
      <w:r>
        <w:fldChar w:fldCharType="end"/>
      </w:r>
      <w:r>
        <w:t xml:space="preserve"> (</w:t>
      </w:r>
      <w:r>
        <w:fldChar w:fldCharType="begin"/>
      </w:r>
      <w:r>
        <w:instrText xml:space="preserve"> REF _Ref439697482 \r \h </w:instrText>
      </w:r>
      <w:r>
        <w:fldChar w:fldCharType="separate"/>
      </w:r>
      <w:r w:rsidR="00DA37E6">
        <w:t>5.12.6</w:t>
      </w:r>
      <w:r>
        <w:fldChar w:fldCharType="end"/>
      </w:r>
      <w:r>
        <w:t>) and;</w:t>
      </w:r>
    </w:p>
    <w:p w14:paraId="04B7BB89" w14:textId="193DD5FA" w:rsidR="002F0E6A" w:rsidRDefault="002F0E6A" w:rsidP="002F0E6A">
      <w:pPr>
        <w:numPr>
          <w:ilvl w:val="0"/>
          <w:numId w:val="103"/>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17A217AA" w14:textId="77777777" w:rsidR="002F0E6A" w:rsidRDefault="002F0E6A" w:rsidP="002F0E6A">
      <w:pPr>
        <w:pStyle w:val="Heading2"/>
        <w:numPr>
          <w:ilvl w:val="1"/>
          <w:numId w:val="2"/>
        </w:numPr>
      </w:pPr>
      <w:bookmarkStart w:id="3342" w:name="_Toc439711418"/>
      <w:bookmarkStart w:id="3343" w:name="_Toc463354733"/>
      <w:bookmarkStart w:id="3344" w:name="_Toc478070642"/>
      <w:bookmarkStart w:id="3345" w:name="_Toc479342262"/>
      <w:bookmarkStart w:id="3346" w:name="_Toc491431645"/>
      <w:bookmarkStart w:id="3347" w:name="_Toc533021555"/>
      <w:bookmarkStart w:id="3348" w:name="_Toc535231798"/>
      <w:bookmarkStart w:id="3349" w:name="_Toc14773421"/>
      <w:bookmarkStart w:id="3350" w:name="_Toc27473472"/>
      <w:bookmarkStart w:id="3351" w:name="_Toc32324608"/>
      <w:bookmarkStart w:id="3352" w:name="_Toc176876320"/>
      <w:r>
        <w:t>Tape Library Server KMIP</w:t>
      </w:r>
      <w:r w:rsidR="00697364">
        <w:t xml:space="preserve"> v3.0</w:t>
      </w:r>
      <w:r>
        <w:t xml:space="preserve"> Profile Conformance</w:t>
      </w:r>
      <w:bookmarkEnd w:id="3342"/>
      <w:bookmarkEnd w:id="3343"/>
      <w:bookmarkEnd w:id="3344"/>
      <w:bookmarkEnd w:id="3345"/>
      <w:bookmarkEnd w:id="3346"/>
      <w:bookmarkEnd w:id="3347"/>
      <w:bookmarkEnd w:id="3348"/>
      <w:bookmarkEnd w:id="3349"/>
      <w:bookmarkEnd w:id="3350"/>
      <w:bookmarkEnd w:id="3351"/>
      <w:bookmarkEnd w:id="3352"/>
      <w:r>
        <w:t xml:space="preserve"> </w:t>
      </w:r>
    </w:p>
    <w:p w14:paraId="4072A4A2" w14:textId="77777777" w:rsidR="002F0E6A" w:rsidRDefault="002F0E6A" w:rsidP="002F0E6A">
      <w:r w:rsidRPr="00615DB0">
        <w:t xml:space="preserve">KMIP </w:t>
      </w:r>
      <w:r>
        <w:t>server</w:t>
      </w:r>
      <w:r w:rsidRPr="00615DB0">
        <w:t xml:space="preserve"> implementations conformant to this profile:</w:t>
      </w:r>
    </w:p>
    <w:p w14:paraId="0922A675" w14:textId="77777777" w:rsidR="002F0E6A" w:rsidRDefault="002F0E6A" w:rsidP="002F0E6A">
      <w:pPr>
        <w:numPr>
          <w:ilvl w:val="0"/>
          <w:numId w:val="104"/>
        </w:numPr>
      </w:pPr>
      <w:r>
        <w:t xml:space="preserve">SHALL support [KMIP-SPEC] </w:t>
      </w:r>
    </w:p>
    <w:p w14:paraId="1158948C" w14:textId="716FFBA0" w:rsidR="002F0E6A" w:rsidRDefault="002F0E6A" w:rsidP="002F0E6A">
      <w:pPr>
        <w:numPr>
          <w:ilvl w:val="0"/>
          <w:numId w:val="104"/>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0E4781A0" w14:textId="6D2BCB8B" w:rsidR="002F0E6A" w:rsidRDefault="002F0E6A" w:rsidP="002F0E6A">
      <w:pPr>
        <w:numPr>
          <w:ilvl w:val="0"/>
          <w:numId w:val="104"/>
        </w:numPr>
      </w:pPr>
      <w:r>
        <w:t xml:space="preserve">SHALL support the </w:t>
      </w:r>
      <w:r>
        <w:fldChar w:fldCharType="begin"/>
      </w:r>
      <w:r>
        <w:instrText xml:space="preserve"> REF _Ref439696062 \h </w:instrText>
      </w:r>
      <w:r>
        <w:fldChar w:fldCharType="separate"/>
      </w:r>
      <w:r w:rsidR="00DA37E6">
        <w:t>Tape Library Server</w:t>
      </w:r>
      <w:r>
        <w:fldChar w:fldCharType="end"/>
      </w:r>
      <w:r>
        <w:t xml:space="preserve"> conditions (</w:t>
      </w:r>
      <w:r>
        <w:fldChar w:fldCharType="begin"/>
      </w:r>
      <w:r>
        <w:instrText xml:space="preserve"> REF _Ref439696062 \r \h </w:instrText>
      </w:r>
      <w:r>
        <w:fldChar w:fldCharType="separate"/>
      </w:r>
      <w:r w:rsidR="00DA37E6">
        <w:t>5.12.5</w:t>
      </w:r>
      <w:r>
        <w:fldChar w:fldCharType="end"/>
      </w:r>
      <w:r>
        <w:t>) and;</w:t>
      </w:r>
    </w:p>
    <w:p w14:paraId="68448488" w14:textId="016DE8FB" w:rsidR="002F0E6A" w:rsidRDefault="002F0E6A" w:rsidP="002F0E6A">
      <w:pPr>
        <w:numPr>
          <w:ilvl w:val="0"/>
          <w:numId w:val="104"/>
        </w:numPr>
      </w:pPr>
      <w:r>
        <w:t xml:space="preserve">SHALL support the </w:t>
      </w:r>
      <w:r>
        <w:fldChar w:fldCharType="begin"/>
      </w:r>
      <w:r>
        <w:instrText xml:space="preserve"> REF _Ref353482169 \h </w:instrText>
      </w:r>
      <w:r>
        <w:fldChar w:fldCharType="separate"/>
      </w:r>
      <w:r w:rsidR="00DA37E6">
        <w:t>Tape Library Application Specific Information</w:t>
      </w:r>
      <w:r>
        <w:fldChar w:fldCharType="end"/>
      </w:r>
      <w:r>
        <w:t xml:space="preserve"> conditions (</w:t>
      </w:r>
      <w:r>
        <w:fldChar w:fldCharType="begin"/>
      </w:r>
      <w:r>
        <w:instrText xml:space="preserve"> REF _Ref353482169 \r \h </w:instrText>
      </w:r>
      <w:r>
        <w:fldChar w:fldCharType="separate"/>
      </w:r>
      <w:r w:rsidR="00DA37E6">
        <w:t>5.12.2</w:t>
      </w:r>
      <w:r>
        <w:fldChar w:fldCharType="end"/>
      </w:r>
      <w:r>
        <w:t>) and;</w:t>
      </w:r>
    </w:p>
    <w:p w14:paraId="279D3218" w14:textId="230A6ACB" w:rsidR="002F0E6A" w:rsidRDefault="002F0E6A" w:rsidP="002F0E6A">
      <w:pPr>
        <w:numPr>
          <w:ilvl w:val="0"/>
          <w:numId w:val="104"/>
        </w:numPr>
      </w:pPr>
      <w:r>
        <w:t xml:space="preserve">SHALL support the </w:t>
      </w:r>
      <w:r>
        <w:fldChar w:fldCharType="begin"/>
      </w:r>
      <w:r>
        <w:instrText xml:space="preserve"> REF _Ref359934297 \h </w:instrText>
      </w:r>
      <w:r>
        <w:fldChar w:fldCharType="separate"/>
      </w:r>
      <w:r w:rsidR="00DA37E6">
        <w:t>Tape Library Alternative Name</w:t>
      </w:r>
      <w:r>
        <w:fldChar w:fldCharType="end"/>
      </w:r>
      <w:r>
        <w:t xml:space="preserve"> conditions (</w:t>
      </w:r>
      <w:r>
        <w:fldChar w:fldCharType="begin"/>
      </w:r>
      <w:r>
        <w:instrText xml:space="preserve"> REF _Ref359934297 \r \h </w:instrText>
      </w:r>
      <w:r>
        <w:fldChar w:fldCharType="separate"/>
      </w:r>
      <w:r w:rsidR="00DA37E6">
        <w:t>5.12.3</w:t>
      </w:r>
      <w:r>
        <w:fldChar w:fldCharType="end"/>
      </w:r>
      <w:r>
        <w:t>) and;</w:t>
      </w:r>
    </w:p>
    <w:p w14:paraId="549790A5" w14:textId="534791B9" w:rsidR="002F0E6A" w:rsidRDefault="002F0E6A" w:rsidP="002F0E6A">
      <w:pPr>
        <w:numPr>
          <w:ilvl w:val="0"/>
          <w:numId w:val="104"/>
        </w:numPr>
      </w:pPr>
      <w:r>
        <w:t xml:space="preserve">SHALL support all of the </w:t>
      </w:r>
      <w:r>
        <w:fldChar w:fldCharType="begin"/>
      </w:r>
      <w:r>
        <w:instrText xml:space="preserve"> REF _Ref439697482 \h </w:instrText>
      </w:r>
      <w:r>
        <w:fldChar w:fldCharType="separate"/>
      </w:r>
      <w:r w:rsidR="00DA37E6">
        <w:t>Tape Library Mandatory Test Cases KMIP</w:t>
      </w:r>
      <w:r>
        <w:fldChar w:fldCharType="end"/>
      </w:r>
      <w:r>
        <w:t xml:space="preserve"> (</w:t>
      </w:r>
      <w:r>
        <w:fldChar w:fldCharType="begin"/>
      </w:r>
      <w:r>
        <w:instrText xml:space="preserve"> REF _Ref439697482 \r \h </w:instrText>
      </w:r>
      <w:r>
        <w:fldChar w:fldCharType="separate"/>
      </w:r>
      <w:r w:rsidR="00DA37E6">
        <w:t>5.12.6</w:t>
      </w:r>
      <w:r>
        <w:fldChar w:fldCharType="end"/>
      </w:r>
      <w:r>
        <w:t>) and;</w:t>
      </w:r>
    </w:p>
    <w:p w14:paraId="5594E02F" w14:textId="231F953B" w:rsidR="002F0E6A" w:rsidRDefault="002F0E6A" w:rsidP="002F0E6A">
      <w:pPr>
        <w:numPr>
          <w:ilvl w:val="0"/>
          <w:numId w:val="104"/>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4B694789" w14:textId="77777777" w:rsidR="002F0E6A" w:rsidRDefault="002F0E6A" w:rsidP="002F0E6A">
      <w:pPr>
        <w:pStyle w:val="Heading2"/>
        <w:numPr>
          <w:ilvl w:val="1"/>
          <w:numId w:val="2"/>
        </w:numPr>
      </w:pPr>
      <w:bookmarkStart w:id="3353" w:name="_Toc478070647"/>
      <w:bookmarkStart w:id="3354" w:name="_Toc479342267"/>
      <w:bookmarkStart w:id="3355" w:name="_Toc491431650"/>
      <w:bookmarkStart w:id="3356" w:name="_Toc533021556"/>
      <w:bookmarkStart w:id="3357" w:name="_Toc535231799"/>
      <w:bookmarkStart w:id="3358" w:name="_Toc14773422"/>
      <w:bookmarkStart w:id="3359" w:name="_Toc27473473"/>
      <w:bookmarkStart w:id="3360" w:name="_Toc32324609"/>
      <w:bookmarkStart w:id="3361" w:name="_Toc176876321"/>
      <w:r>
        <w:t>AES XTS Client KMIP</w:t>
      </w:r>
      <w:r w:rsidR="00697364">
        <w:t xml:space="preserve"> v3.0</w:t>
      </w:r>
      <w:r>
        <w:t xml:space="preserve"> Profile Conformance</w:t>
      </w:r>
      <w:bookmarkEnd w:id="3353"/>
      <w:bookmarkEnd w:id="3354"/>
      <w:bookmarkEnd w:id="3355"/>
      <w:bookmarkEnd w:id="3356"/>
      <w:bookmarkEnd w:id="3357"/>
      <w:bookmarkEnd w:id="3358"/>
      <w:bookmarkEnd w:id="3359"/>
      <w:bookmarkEnd w:id="3360"/>
      <w:bookmarkEnd w:id="3361"/>
      <w:r>
        <w:t xml:space="preserve"> </w:t>
      </w:r>
    </w:p>
    <w:p w14:paraId="20EA3228" w14:textId="77777777" w:rsidR="002F0E6A" w:rsidRDefault="002F0E6A" w:rsidP="002F0E6A">
      <w:r w:rsidRPr="00615DB0">
        <w:t>KMIP client implementations conformant to this profile:</w:t>
      </w:r>
    </w:p>
    <w:p w14:paraId="5392E4C6" w14:textId="77777777" w:rsidR="002F0E6A" w:rsidRDefault="002F0E6A" w:rsidP="002F0E6A">
      <w:pPr>
        <w:numPr>
          <w:ilvl w:val="0"/>
          <w:numId w:val="135"/>
        </w:numPr>
      </w:pPr>
      <w:r>
        <w:t xml:space="preserve">SHALL support [KMIP-SPEC] </w:t>
      </w:r>
    </w:p>
    <w:p w14:paraId="455F5B44" w14:textId="38FB377B" w:rsidR="002F0E6A" w:rsidRDefault="002F0E6A" w:rsidP="002F0E6A">
      <w:pPr>
        <w:numPr>
          <w:ilvl w:val="0"/>
          <w:numId w:val="135"/>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763D29A6" w14:textId="499F5AF2" w:rsidR="002F0E6A" w:rsidRDefault="002F0E6A" w:rsidP="002F0E6A">
      <w:pPr>
        <w:numPr>
          <w:ilvl w:val="0"/>
          <w:numId w:val="135"/>
        </w:numPr>
      </w:pPr>
      <w:r>
        <w:t xml:space="preserve">SHALL support the </w:t>
      </w:r>
      <w:r>
        <w:fldChar w:fldCharType="begin"/>
      </w:r>
      <w:r>
        <w:instrText xml:space="preserve"> REF _Ref478067095 \h </w:instrText>
      </w:r>
      <w:r>
        <w:fldChar w:fldCharType="separate"/>
      </w:r>
      <w:r w:rsidR="00DA37E6">
        <w:t>AES XTS Client</w:t>
      </w:r>
      <w:r>
        <w:fldChar w:fldCharType="end"/>
      </w:r>
      <w:r>
        <w:t xml:space="preserve"> conditions (</w:t>
      </w:r>
      <w:r>
        <w:fldChar w:fldCharType="begin"/>
      </w:r>
      <w:r>
        <w:instrText xml:space="preserve"> REF _Ref478067095 \r \h </w:instrText>
      </w:r>
      <w:r>
        <w:fldChar w:fldCharType="separate"/>
      </w:r>
      <w:r w:rsidR="00DA37E6">
        <w:t>5.13.1</w:t>
      </w:r>
      <w:r>
        <w:fldChar w:fldCharType="end"/>
      </w:r>
      <w:r>
        <w:t>) and;</w:t>
      </w:r>
    </w:p>
    <w:p w14:paraId="2373BF5D" w14:textId="71937298" w:rsidR="002F0E6A" w:rsidRDefault="002F0E6A" w:rsidP="002F0E6A">
      <w:pPr>
        <w:numPr>
          <w:ilvl w:val="0"/>
          <w:numId w:val="135"/>
        </w:numPr>
      </w:pPr>
      <w:r>
        <w:t xml:space="preserve">SHALL support one or more of the </w:t>
      </w:r>
      <w:r>
        <w:fldChar w:fldCharType="begin"/>
      </w:r>
      <w:r>
        <w:instrText xml:space="preserve"> REF _Ref478067139 \h </w:instrText>
      </w:r>
      <w:r>
        <w:fldChar w:fldCharType="separate"/>
      </w:r>
      <w:r w:rsidR="00DA37E6">
        <w:t>AES XTS Mandatory Test Cases KMIP</w:t>
      </w:r>
      <w:r>
        <w:fldChar w:fldCharType="end"/>
      </w:r>
      <w:r>
        <w:t xml:space="preserve"> (</w:t>
      </w:r>
      <w:r>
        <w:fldChar w:fldCharType="begin"/>
      </w:r>
      <w:r>
        <w:instrText xml:space="preserve"> REF _Ref478067139 \r \h </w:instrText>
      </w:r>
      <w:r>
        <w:fldChar w:fldCharType="separate"/>
      </w:r>
      <w:r w:rsidR="00DA37E6">
        <w:t>5.13.3</w:t>
      </w:r>
      <w:r>
        <w:fldChar w:fldCharType="end"/>
      </w:r>
      <w:r>
        <w:t>) and;</w:t>
      </w:r>
    </w:p>
    <w:p w14:paraId="2A812894" w14:textId="377C380A" w:rsidR="002F0E6A" w:rsidRDefault="002F0E6A" w:rsidP="002F0E6A">
      <w:pPr>
        <w:numPr>
          <w:ilvl w:val="0"/>
          <w:numId w:val="135"/>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37FE8EC8" w14:textId="77777777" w:rsidR="002F0E6A" w:rsidRDefault="002F0E6A" w:rsidP="002F0E6A">
      <w:pPr>
        <w:pStyle w:val="Heading2"/>
        <w:numPr>
          <w:ilvl w:val="1"/>
          <w:numId w:val="2"/>
        </w:numPr>
      </w:pPr>
      <w:bookmarkStart w:id="3362" w:name="_Toc478070648"/>
      <w:bookmarkStart w:id="3363" w:name="_Toc479342268"/>
      <w:bookmarkStart w:id="3364" w:name="_Toc491431651"/>
      <w:bookmarkStart w:id="3365" w:name="_Toc533021557"/>
      <w:bookmarkStart w:id="3366" w:name="_Toc535231800"/>
      <w:bookmarkStart w:id="3367" w:name="_Toc14773423"/>
      <w:bookmarkStart w:id="3368" w:name="_Toc27473474"/>
      <w:bookmarkStart w:id="3369" w:name="_Toc32324610"/>
      <w:bookmarkStart w:id="3370" w:name="_Toc176876322"/>
      <w:r>
        <w:t>AES XTS Server KMIP</w:t>
      </w:r>
      <w:r w:rsidR="00697364">
        <w:t xml:space="preserve"> v3.0</w:t>
      </w:r>
      <w:r>
        <w:t xml:space="preserve"> Profile Conformance</w:t>
      </w:r>
      <w:bookmarkEnd w:id="3362"/>
      <w:bookmarkEnd w:id="3363"/>
      <w:bookmarkEnd w:id="3364"/>
      <w:bookmarkEnd w:id="3365"/>
      <w:bookmarkEnd w:id="3366"/>
      <w:bookmarkEnd w:id="3367"/>
      <w:bookmarkEnd w:id="3368"/>
      <w:bookmarkEnd w:id="3369"/>
      <w:bookmarkEnd w:id="3370"/>
      <w:r>
        <w:t xml:space="preserve"> </w:t>
      </w:r>
    </w:p>
    <w:p w14:paraId="3BB86067" w14:textId="77777777" w:rsidR="002F0E6A" w:rsidRDefault="002F0E6A" w:rsidP="002F0E6A">
      <w:r w:rsidRPr="00615DB0">
        <w:t xml:space="preserve">KMIP </w:t>
      </w:r>
      <w:r>
        <w:t>server</w:t>
      </w:r>
      <w:r w:rsidRPr="00615DB0">
        <w:t xml:space="preserve"> implementations conformant to this profile:</w:t>
      </w:r>
    </w:p>
    <w:p w14:paraId="2B572FC7" w14:textId="77777777" w:rsidR="002F0E6A" w:rsidRDefault="002F0E6A" w:rsidP="002F0E6A">
      <w:pPr>
        <w:numPr>
          <w:ilvl w:val="0"/>
          <w:numId w:val="136"/>
        </w:numPr>
      </w:pPr>
      <w:r>
        <w:t xml:space="preserve">SHALL support [KMIP-SPEC] </w:t>
      </w:r>
    </w:p>
    <w:p w14:paraId="4AD0AF66" w14:textId="7D918392" w:rsidR="002F0E6A" w:rsidRDefault="002F0E6A" w:rsidP="002F0E6A">
      <w:pPr>
        <w:numPr>
          <w:ilvl w:val="0"/>
          <w:numId w:val="136"/>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42E5A82F" w14:textId="2C6B39E2" w:rsidR="002F0E6A" w:rsidRDefault="002F0E6A" w:rsidP="002F0E6A">
      <w:pPr>
        <w:numPr>
          <w:ilvl w:val="0"/>
          <w:numId w:val="136"/>
        </w:numPr>
      </w:pPr>
      <w:r>
        <w:t xml:space="preserve">SHALL support the </w:t>
      </w:r>
      <w:r>
        <w:fldChar w:fldCharType="begin"/>
      </w:r>
      <w:r>
        <w:instrText xml:space="preserve"> REF _Ref478067007 \h </w:instrText>
      </w:r>
      <w:r>
        <w:fldChar w:fldCharType="separate"/>
      </w:r>
      <w:r w:rsidR="00DA37E6">
        <w:t>AES XTS Server</w:t>
      </w:r>
      <w:r>
        <w:fldChar w:fldCharType="end"/>
      </w:r>
      <w:r>
        <w:t xml:space="preserve"> conditions (</w:t>
      </w:r>
      <w:r>
        <w:fldChar w:fldCharType="begin"/>
      </w:r>
      <w:r>
        <w:instrText xml:space="preserve"> REF _Ref478067007 \r \h </w:instrText>
      </w:r>
      <w:r>
        <w:fldChar w:fldCharType="separate"/>
      </w:r>
      <w:r w:rsidR="00DA37E6">
        <w:t>5.13.2</w:t>
      </w:r>
      <w:r>
        <w:fldChar w:fldCharType="end"/>
      </w:r>
      <w:r>
        <w:t>) and;</w:t>
      </w:r>
    </w:p>
    <w:p w14:paraId="7F71DB87" w14:textId="74794BE6" w:rsidR="002F0E6A" w:rsidRDefault="002F0E6A" w:rsidP="002F0E6A">
      <w:pPr>
        <w:numPr>
          <w:ilvl w:val="0"/>
          <w:numId w:val="136"/>
        </w:numPr>
      </w:pPr>
      <w:r>
        <w:t xml:space="preserve">SHALL support all of the </w:t>
      </w:r>
      <w:r>
        <w:fldChar w:fldCharType="begin"/>
      </w:r>
      <w:r>
        <w:instrText xml:space="preserve"> REF _Ref478067139 \h </w:instrText>
      </w:r>
      <w:r>
        <w:fldChar w:fldCharType="separate"/>
      </w:r>
      <w:r w:rsidR="00DA37E6">
        <w:t>AES XTS Mandatory Test Cases KMIP</w:t>
      </w:r>
      <w:r>
        <w:fldChar w:fldCharType="end"/>
      </w:r>
      <w:r>
        <w:t xml:space="preserve"> (</w:t>
      </w:r>
      <w:r>
        <w:fldChar w:fldCharType="begin"/>
      </w:r>
      <w:r>
        <w:instrText xml:space="preserve"> REF _Ref478067139 \r \h </w:instrText>
      </w:r>
      <w:r>
        <w:fldChar w:fldCharType="separate"/>
      </w:r>
      <w:r w:rsidR="00DA37E6">
        <w:t>5.13.3</w:t>
      </w:r>
      <w:r>
        <w:fldChar w:fldCharType="end"/>
      </w:r>
      <w:r>
        <w:t>) and;</w:t>
      </w:r>
    </w:p>
    <w:p w14:paraId="4DFFBCAF" w14:textId="282E5F0A" w:rsidR="002F0E6A" w:rsidRDefault="002F0E6A" w:rsidP="002F0E6A">
      <w:pPr>
        <w:numPr>
          <w:ilvl w:val="0"/>
          <w:numId w:val="136"/>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p w14:paraId="66F65C1D" w14:textId="77777777" w:rsidR="002F0E6A" w:rsidRDefault="002F0E6A" w:rsidP="002F0E6A">
      <w:pPr>
        <w:pStyle w:val="Heading2"/>
        <w:numPr>
          <w:ilvl w:val="1"/>
          <w:numId w:val="2"/>
        </w:numPr>
      </w:pPr>
      <w:bookmarkStart w:id="3371" w:name="_Toc364100919"/>
      <w:bookmarkStart w:id="3372" w:name="_Toc390280136"/>
      <w:bookmarkStart w:id="3373" w:name="_Toc482109255"/>
      <w:bookmarkStart w:id="3374" w:name="_Toc533021558"/>
      <w:bookmarkStart w:id="3375" w:name="_Toc535231801"/>
      <w:bookmarkStart w:id="3376" w:name="_Toc14773424"/>
      <w:bookmarkStart w:id="3377" w:name="_Toc27473475"/>
      <w:bookmarkStart w:id="3378" w:name="_Toc32324611"/>
      <w:bookmarkStart w:id="3379" w:name="_Toc176876323"/>
      <w:r>
        <w:t>Quantum Safe Client KMIP</w:t>
      </w:r>
      <w:r w:rsidR="00697364">
        <w:t xml:space="preserve"> v3.0</w:t>
      </w:r>
      <w:r>
        <w:t xml:space="preserve"> Profile Conformance</w:t>
      </w:r>
      <w:bookmarkEnd w:id="3371"/>
      <w:bookmarkEnd w:id="3372"/>
      <w:bookmarkEnd w:id="3373"/>
      <w:bookmarkEnd w:id="3374"/>
      <w:bookmarkEnd w:id="3375"/>
      <w:bookmarkEnd w:id="3376"/>
      <w:bookmarkEnd w:id="3377"/>
      <w:bookmarkEnd w:id="3378"/>
      <w:bookmarkEnd w:id="3379"/>
    </w:p>
    <w:p w14:paraId="1438BCDF" w14:textId="77777777" w:rsidR="002F0E6A" w:rsidRPr="00615DB0" w:rsidRDefault="002F0E6A" w:rsidP="002F0E6A">
      <w:r w:rsidRPr="00615DB0">
        <w:t>KMIP client implementations</w:t>
      </w:r>
      <w:r>
        <w:t xml:space="preserve"> </w:t>
      </w:r>
      <w:r w:rsidRPr="00615DB0">
        <w:t>conformant to this profile:</w:t>
      </w:r>
    </w:p>
    <w:p w14:paraId="5FB285E9" w14:textId="77777777" w:rsidR="002F0E6A" w:rsidRDefault="002F0E6A" w:rsidP="002F0E6A">
      <w:pPr>
        <w:numPr>
          <w:ilvl w:val="0"/>
          <w:numId w:val="149"/>
        </w:numPr>
      </w:pPr>
      <w:r>
        <w:t xml:space="preserve">SHALL support [KMIP-SPEC] </w:t>
      </w:r>
    </w:p>
    <w:p w14:paraId="5EC81FBF" w14:textId="0693BBE9" w:rsidR="002F0E6A" w:rsidRDefault="002F0E6A" w:rsidP="002F0E6A">
      <w:pPr>
        <w:numPr>
          <w:ilvl w:val="0"/>
          <w:numId w:val="149"/>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E76D600" w14:textId="23B354C0" w:rsidR="002F0E6A" w:rsidRDefault="002F0E6A" w:rsidP="002F0E6A">
      <w:pPr>
        <w:numPr>
          <w:ilvl w:val="0"/>
          <w:numId w:val="149"/>
        </w:numPr>
      </w:pPr>
      <w:r>
        <w:t xml:space="preserve">SHALL support the </w:t>
      </w:r>
      <w:r>
        <w:fldChar w:fldCharType="begin"/>
      </w:r>
      <w:r>
        <w:instrText xml:space="preserve"> REF _Ref527661522 \h </w:instrText>
      </w:r>
      <w:r>
        <w:fldChar w:fldCharType="separate"/>
      </w:r>
      <w:r w:rsidR="00DA37E6">
        <w:t>Quantum Safe Client</w:t>
      </w:r>
      <w:r>
        <w:fldChar w:fldCharType="end"/>
      </w:r>
      <w:r>
        <w:t xml:space="preserve"> conditions (</w:t>
      </w:r>
      <w:r>
        <w:fldChar w:fldCharType="begin"/>
      </w:r>
      <w:r>
        <w:instrText xml:space="preserve"> REF _Ref527661522 \r \h </w:instrText>
      </w:r>
      <w:r>
        <w:fldChar w:fldCharType="separate"/>
      </w:r>
      <w:r w:rsidR="00DA37E6">
        <w:t>5.15</w:t>
      </w:r>
      <w:r>
        <w:fldChar w:fldCharType="end"/>
      </w:r>
      <w:r>
        <w:t>) and;</w:t>
      </w:r>
    </w:p>
    <w:p w14:paraId="6FFCA240" w14:textId="61624673" w:rsidR="002F0E6A" w:rsidRDefault="002F0E6A" w:rsidP="002F0E6A">
      <w:pPr>
        <w:numPr>
          <w:ilvl w:val="0"/>
          <w:numId w:val="149"/>
        </w:numPr>
      </w:pPr>
      <w:r>
        <w:t xml:space="preserve">SHALL support one or more of the </w:t>
      </w:r>
      <w:r>
        <w:fldChar w:fldCharType="begin"/>
      </w:r>
      <w:r>
        <w:instrText xml:space="preserve"> REF _Ref527058144 \h </w:instrText>
      </w:r>
      <w:r>
        <w:fldChar w:fldCharType="separate"/>
      </w:r>
      <w:r w:rsidR="00DA37E6">
        <w:t>Mandatory Quantum Safe Test Cases KMIP</w:t>
      </w:r>
      <w:r>
        <w:fldChar w:fldCharType="end"/>
      </w:r>
      <w:r>
        <w:t xml:space="preserve"> (</w:t>
      </w:r>
      <w:r>
        <w:fldChar w:fldCharType="begin"/>
      </w:r>
      <w:r>
        <w:instrText xml:space="preserve"> REF _Ref527058161 \r \h </w:instrText>
      </w:r>
      <w:r>
        <w:fldChar w:fldCharType="separate"/>
      </w:r>
      <w:r w:rsidR="00DA37E6">
        <w:t>5.17</w:t>
      </w:r>
      <w:r>
        <w:fldChar w:fldCharType="end"/>
      </w:r>
      <w:r>
        <w:t>); and</w:t>
      </w:r>
    </w:p>
    <w:p w14:paraId="49E972CD" w14:textId="4A3E3C86" w:rsidR="002F0E6A" w:rsidRDefault="002F0E6A" w:rsidP="002F0E6A">
      <w:pPr>
        <w:numPr>
          <w:ilvl w:val="0"/>
          <w:numId w:val="149"/>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1BE5FE90" w14:textId="77777777" w:rsidR="002F0E6A" w:rsidRDefault="002F0E6A" w:rsidP="002F0E6A">
      <w:pPr>
        <w:pStyle w:val="Heading2"/>
        <w:numPr>
          <w:ilvl w:val="1"/>
          <w:numId w:val="2"/>
        </w:numPr>
      </w:pPr>
      <w:bookmarkStart w:id="3380" w:name="_Toc390280139"/>
      <w:bookmarkStart w:id="3381" w:name="_Toc482109256"/>
      <w:bookmarkStart w:id="3382" w:name="_Toc533021559"/>
      <w:bookmarkStart w:id="3383" w:name="_Toc535231802"/>
      <w:bookmarkStart w:id="3384" w:name="_Toc14773425"/>
      <w:bookmarkStart w:id="3385" w:name="_Toc27473476"/>
      <w:bookmarkStart w:id="3386" w:name="_Toc32324612"/>
      <w:bookmarkStart w:id="3387" w:name="_Toc176876324"/>
      <w:r>
        <w:t>Quantum Safe Server KMIP</w:t>
      </w:r>
      <w:r w:rsidR="00697364">
        <w:t xml:space="preserve"> v3.0</w:t>
      </w:r>
      <w:r>
        <w:t xml:space="preserve"> Profile Conformance</w:t>
      </w:r>
      <w:bookmarkEnd w:id="3380"/>
      <w:bookmarkEnd w:id="3381"/>
      <w:bookmarkEnd w:id="3382"/>
      <w:bookmarkEnd w:id="3383"/>
      <w:bookmarkEnd w:id="3384"/>
      <w:bookmarkEnd w:id="3385"/>
      <w:bookmarkEnd w:id="3386"/>
      <w:bookmarkEnd w:id="3387"/>
    </w:p>
    <w:p w14:paraId="616396DA" w14:textId="77777777" w:rsidR="002F0E6A" w:rsidRPr="00615DB0" w:rsidRDefault="002F0E6A" w:rsidP="002F0E6A">
      <w:r w:rsidRPr="00615DB0">
        <w:t xml:space="preserve">KMIP </w:t>
      </w:r>
      <w:r>
        <w:t>server</w:t>
      </w:r>
      <w:r w:rsidRPr="00615DB0">
        <w:t xml:space="preserve"> implementations</w:t>
      </w:r>
      <w:r>
        <w:t xml:space="preserve"> </w:t>
      </w:r>
      <w:r w:rsidRPr="00615DB0">
        <w:t>conformant to this profile:</w:t>
      </w:r>
    </w:p>
    <w:p w14:paraId="449F2068" w14:textId="77777777" w:rsidR="002F0E6A" w:rsidRDefault="002F0E6A" w:rsidP="002F0E6A">
      <w:pPr>
        <w:numPr>
          <w:ilvl w:val="0"/>
          <w:numId w:val="150"/>
        </w:numPr>
      </w:pPr>
      <w:r>
        <w:t xml:space="preserve">SHALL support [KMIP-SPEC] </w:t>
      </w:r>
    </w:p>
    <w:p w14:paraId="27AB0F3F" w14:textId="262D0DEB" w:rsidR="002F0E6A" w:rsidRDefault="002F0E6A" w:rsidP="002F0E6A">
      <w:pPr>
        <w:numPr>
          <w:ilvl w:val="0"/>
          <w:numId w:val="150"/>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6874B914" w14:textId="263C88A1" w:rsidR="002F0E6A" w:rsidRDefault="002F0E6A" w:rsidP="002F0E6A">
      <w:pPr>
        <w:numPr>
          <w:ilvl w:val="0"/>
          <w:numId w:val="150"/>
        </w:numPr>
      </w:pPr>
      <w:r>
        <w:t xml:space="preserve">SHALL support the </w:t>
      </w:r>
      <w:r>
        <w:fldChar w:fldCharType="begin"/>
      </w:r>
      <w:r>
        <w:instrText xml:space="preserve"> REF _Ref533007455 \h </w:instrText>
      </w:r>
      <w:r>
        <w:fldChar w:fldCharType="separate"/>
      </w:r>
      <w:r w:rsidR="00DA37E6">
        <w:t>Quantum Safe Server</w:t>
      </w:r>
      <w:r>
        <w:fldChar w:fldCharType="end"/>
      </w:r>
      <w:r>
        <w:t xml:space="preserve"> conditions (</w:t>
      </w:r>
      <w:r>
        <w:fldChar w:fldCharType="begin"/>
      </w:r>
      <w:r>
        <w:instrText xml:space="preserve"> REF _Ref533007440 \r \h </w:instrText>
      </w:r>
      <w:r>
        <w:fldChar w:fldCharType="separate"/>
      </w:r>
      <w:r w:rsidR="00DA37E6">
        <w:t>5.16</w:t>
      </w:r>
      <w:r>
        <w:fldChar w:fldCharType="end"/>
      </w:r>
      <w:r>
        <w:t>) and;</w:t>
      </w:r>
    </w:p>
    <w:p w14:paraId="60ED2242" w14:textId="19BE5D88" w:rsidR="002F0E6A" w:rsidRDefault="002F0E6A" w:rsidP="002F0E6A">
      <w:pPr>
        <w:numPr>
          <w:ilvl w:val="0"/>
          <w:numId w:val="150"/>
        </w:numPr>
      </w:pPr>
      <w:r>
        <w:t xml:space="preserve">SHALL support all of the </w:t>
      </w:r>
      <w:r>
        <w:fldChar w:fldCharType="begin"/>
      </w:r>
      <w:r>
        <w:instrText xml:space="preserve"> REF _Ref527058144 \h  \* MERGEFORMAT </w:instrText>
      </w:r>
      <w:r>
        <w:fldChar w:fldCharType="separate"/>
      </w:r>
      <w:r w:rsidR="00DA37E6">
        <w:t>Mandatory Quantum Safe Test Cases KMIP</w:t>
      </w:r>
      <w:r>
        <w:fldChar w:fldCharType="end"/>
      </w:r>
      <w:r>
        <w:t xml:space="preserve"> (</w:t>
      </w:r>
      <w:r>
        <w:fldChar w:fldCharType="begin"/>
      </w:r>
      <w:r>
        <w:instrText xml:space="preserve"> REF _Ref527058161 \r \h  \* MERGEFORMAT </w:instrText>
      </w:r>
      <w:r>
        <w:fldChar w:fldCharType="separate"/>
      </w:r>
      <w:r w:rsidR="00DA37E6">
        <w:t>5.17</w:t>
      </w:r>
      <w:r>
        <w:fldChar w:fldCharType="end"/>
      </w:r>
      <w:r>
        <w:t>) and;</w:t>
      </w:r>
    </w:p>
    <w:p w14:paraId="044830B2" w14:textId="7659C715" w:rsidR="002F0E6A" w:rsidRDefault="002F0E6A" w:rsidP="002F0E6A">
      <w:pPr>
        <w:numPr>
          <w:ilvl w:val="0"/>
          <w:numId w:val="150"/>
        </w:numPr>
      </w:pPr>
      <w:r>
        <w:t xml:space="preserve">SHALL support </w:t>
      </w:r>
      <w:r>
        <w:fldChar w:fldCharType="begin"/>
      </w:r>
      <w:r>
        <w:instrText xml:space="preserve"> REF _Ref4673549 \h  \* MERGEFORMAT </w:instrText>
      </w:r>
      <w:r>
        <w:fldChar w:fldCharType="separate"/>
      </w:r>
      <w:r w:rsidR="00DA37E6">
        <w:t>Baseline Server Basic KMIP v3.0 Profile Conformance</w:t>
      </w:r>
      <w:r>
        <w:fldChar w:fldCharType="end"/>
      </w:r>
      <w:r>
        <w:t xml:space="preserve"> (</w:t>
      </w:r>
      <w:r>
        <w:fldChar w:fldCharType="begin"/>
      </w:r>
      <w:r>
        <w:instrText xml:space="preserve"> REF _Ref4673561 \r \h  \* MERGEFORMAT </w:instrText>
      </w:r>
      <w:r>
        <w:fldChar w:fldCharType="separate"/>
      </w:r>
      <w:r w:rsidR="00DA37E6">
        <w:t>6.2</w:t>
      </w:r>
      <w:r>
        <w:fldChar w:fldCharType="end"/>
      </w:r>
      <w:r>
        <w:t>)</w:t>
      </w:r>
    </w:p>
    <w:p w14:paraId="6080D3A9" w14:textId="77777777" w:rsidR="002F0E6A" w:rsidRDefault="002F0E6A" w:rsidP="002F0E6A"/>
    <w:p w14:paraId="4944E0AC" w14:textId="77777777" w:rsidR="002F0E6A" w:rsidRDefault="002F0E6A" w:rsidP="002F0E6A">
      <w:pPr>
        <w:pStyle w:val="Heading2"/>
        <w:numPr>
          <w:ilvl w:val="1"/>
          <w:numId w:val="2"/>
        </w:numPr>
      </w:pPr>
      <w:bookmarkStart w:id="3388" w:name="_Toc533021560"/>
      <w:bookmarkStart w:id="3389" w:name="_Toc535231803"/>
      <w:bookmarkStart w:id="3390" w:name="_Toc14773426"/>
      <w:bookmarkStart w:id="3391" w:name="_Toc27473477"/>
      <w:bookmarkStart w:id="3392" w:name="_Toc32324613"/>
      <w:bookmarkStart w:id="3393" w:name="_Toc176876325"/>
      <w:r>
        <w:t>PKCS#11 Client KMIP</w:t>
      </w:r>
      <w:r w:rsidR="00697364">
        <w:t xml:space="preserve"> v3.0</w:t>
      </w:r>
      <w:r>
        <w:t xml:space="preserve"> Profile Conformance</w:t>
      </w:r>
      <w:bookmarkEnd w:id="3388"/>
      <w:bookmarkEnd w:id="3389"/>
      <w:bookmarkEnd w:id="3390"/>
      <w:bookmarkEnd w:id="3391"/>
      <w:bookmarkEnd w:id="3392"/>
      <w:bookmarkEnd w:id="3393"/>
    </w:p>
    <w:p w14:paraId="726BFDFF" w14:textId="77777777" w:rsidR="002F0E6A" w:rsidRPr="00615DB0" w:rsidRDefault="002F0E6A" w:rsidP="002F0E6A">
      <w:r w:rsidRPr="00615DB0">
        <w:t>KMIP client implementations</w:t>
      </w:r>
      <w:r>
        <w:t xml:space="preserve"> </w:t>
      </w:r>
      <w:r w:rsidRPr="00615DB0">
        <w:t>conformant to this profile:</w:t>
      </w:r>
    </w:p>
    <w:p w14:paraId="33FC25D6" w14:textId="77777777" w:rsidR="002F0E6A" w:rsidRDefault="002F0E6A" w:rsidP="002F0E6A">
      <w:pPr>
        <w:numPr>
          <w:ilvl w:val="0"/>
          <w:numId w:val="158"/>
        </w:numPr>
      </w:pPr>
      <w:r>
        <w:t xml:space="preserve">SHALL support [KMIP-SPEC] </w:t>
      </w:r>
    </w:p>
    <w:p w14:paraId="6B444281" w14:textId="28CFCC0A" w:rsidR="002F0E6A" w:rsidRDefault="002F0E6A" w:rsidP="002F0E6A">
      <w:pPr>
        <w:numPr>
          <w:ilvl w:val="0"/>
          <w:numId w:val="158"/>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34B83ECF" w14:textId="459AC44F" w:rsidR="002F0E6A" w:rsidRDefault="002F0E6A" w:rsidP="002F0E6A">
      <w:pPr>
        <w:numPr>
          <w:ilvl w:val="0"/>
          <w:numId w:val="158"/>
        </w:numPr>
      </w:pPr>
      <w:r>
        <w:t xml:space="preserve">SHALL support the </w:t>
      </w:r>
      <w:r>
        <w:fldChar w:fldCharType="begin"/>
      </w:r>
      <w:r>
        <w:instrText xml:space="preserve"> REF _Ref533007865 \h </w:instrText>
      </w:r>
      <w:r>
        <w:fldChar w:fldCharType="separate"/>
      </w:r>
      <w:r w:rsidR="00DA37E6">
        <w:t>PKCS#11 Client</w:t>
      </w:r>
      <w:r>
        <w:fldChar w:fldCharType="end"/>
      </w:r>
      <w:r>
        <w:t xml:space="preserve"> conditions (</w:t>
      </w:r>
      <w:r>
        <w:fldChar w:fldCharType="begin"/>
      </w:r>
      <w:r>
        <w:instrText xml:space="preserve"> REF _Ref533007865 \r \h </w:instrText>
      </w:r>
      <w:r>
        <w:fldChar w:fldCharType="separate"/>
      </w:r>
      <w:r w:rsidR="00DA37E6">
        <w:t>5.18.4</w:t>
      </w:r>
      <w:r>
        <w:fldChar w:fldCharType="end"/>
      </w:r>
      <w:r>
        <w:t>) and;</w:t>
      </w:r>
    </w:p>
    <w:p w14:paraId="1B4E4D10" w14:textId="0FA68C8A" w:rsidR="002F0E6A" w:rsidRDefault="002F0E6A" w:rsidP="002F0E6A">
      <w:pPr>
        <w:numPr>
          <w:ilvl w:val="0"/>
          <w:numId w:val="158"/>
        </w:numPr>
      </w:pPr>
      <w:r>
        <w:t xml:space="preserve">SHALL support one or more of the </w:t>
      </w:r>
      <w:r>
        <w:fldChar w:fldCharType="begin"/>
      </w:r>
      <w:r>
        <w:instrText xml:space="preserve"> REF _Ref533007820 \h </w:instrText>
      </w:r>
      <w:r>
        <w:fldChar w:fldCharType="separate"/>
      </w:r>
      <w:r w:rsidR="00DA37E6">
        <w:t>PKCS#11 Mandatory Test Cases KMIP</w:t>
      </w:r>
      <w:r>
        <w:fldChar w:fldCharType="end"/>
      </w:r>
      <w:r>
        <w:t xml:space="preserve"> (</w:t>
      </w:r>
      <w:r>
        <w:fldChar w:fldCharType="begin"/>
      </w:r>
      <w:r>
        <w:instrText xml:space="preserve"> REF _Ref533007820 \r \h </w:instrText>
      </w:r>
      <w:r>
        <w:fldChar w:fldCharType="separate"/>
      </w:r>
      <w:r w:rsidR="00DA37E6">
        <w:t>5.18.6</w:t>
      </w:r>
      <w:r>
        <w:fldChar w:fldCharType="end"/>
      </w:r>
      <w:r>
        <w:t>) and;</w:t>
      </w:r>
    </w:p>
    <w:p w14:paraId="25EF2BB1" w14:textId="69ACC918" w:rsidR="002F0E6A" w:rsidRDefault="002F0E6A" w:rsidP="002F0E6A">
      <w:pPr>
        <w:numPr>
          <w:ilvl w:val="0"/>
          <w:numId w:val="158"/>
        </w:numPr>
      </w:pPr>
      <w:r>
        <w:t xml:space="preserve">SHALL support </w:t>
      </w:r>
      <w:r>
        <w:fldChar w:fldCharType="begin"/>
      </w:r>
      <w:r>
        <w:instrText xml:space="preserve"> REF _Ref4673272 \h </w:instrText>
      </w:r>
      <w:r>
        <w:fldChar w:fldCharType="separate"/>
      </w:r>
      <w:r w:rsidR="00DA37E6">
        <w:t>Baseline Client Basic KMIP v3.0 Profile Conformance</w:t>
      </w:r>
      <w:r>
        <w:fldChar w:fldCharType="end"/>
      </w:r>
      <w:r>
        <w:t xml:space="preserve"> (</w:t>
      </w:r>
      <w:r>
        <w:fldChar w:fldCharType="begin"/>
      </w:r>
      <w:r>
        <w:instrText xml:space="preserve"> REF _Ref4673282 \r \h </w:instrText>
      </w:r>
      <w:r>
        <w:fldChar w:fldCharType="separate"/>
      </w:r>
      <w:r w:rsidR="00DA37E6">
        <w:t>6.1</w:t>
      </w:r>
      <w:r>
        <w:fldChar w:fldCharType="end"/>
      </w:r>
      <w:r>
        <w:t>)</w:t>
      </w:r>
    </w:p>
    <w:p w14:paraId="636BE6B6" w14:textId="77777777" w:rsidR="002F0E6A" w:rsidRDefault="002F0E6A" w:rsidP="002F0E6A">
      <w:pPr>
        <w:pStyle w:val="Heading2"/>
        <w:numPr>
          <w:ilvl w:val="1"/>
          <w:numId w:val="2"/>
        </w:numPr>
      </w:pPr>
      <w:bookmarkStart w:id="3394" w:name="_Toc533021561"/>
      <w:bookmarkStart w:id="3395" w:name="_Toc535231804"/>
      <w:bookmarkStart w:id="3396" w:name="_Toc14773427"/>
      <w:bookmarkStart w:id="3397" w:name="_Toc27473478"/>
      <w:bookmarkStart w:id="3398" w:name="_Toc32324614"/>
      <w:bookmarkStart w:id="3399" w:name="_Toc176876326"/>
      <w:r>
        <w:t>PKCS#11 Server KMIP</w:t>
      </w:r>
      <w:r w:rsidR="00697364">
        <w:t xml:space="preserve"> v3.0</w:t>
      </w:r>
      <w:r>
        <w:t xml:space="preserve"> Profile Conformance</w:t>
      </w:r>
      <w:bookmarkEnd w:id="3394"/>
      <w:bookmarkEnd w:id="3395"/>
      <w:bookmarkEnd w:id="3396"/>
      <w:bookmarkEnd w:id="3397"/>
      <w:bookmarkEnd w:id="3398"/>
      <w:bookmarkEnd w:id="3399"/>
    </w:p>
    <w:p w14:paraId="3D7EC3E9" w14:textId="77777777" w:rsidR="002F0E6A" w:rsidRPr="00615DB0" w:rsidRDefault="002F0E6A" w:rsidP="002F0E6A">
      <w:r w:rsidRPr="00615DB0">
        <w:t xml:space="preserve">KMIP </w:t>
      </w:r>
      <w:r>
        <w:t>server</w:t>
      </w:r>
      <w:r w:rsidRPr="00615DB0">
        <w:t xml:space="preserve"> implementations</w:t>
      </w:r>
      <w:r>
        <w:t xml:space="preserve"> </w:t>
      </w:r>
      <w:r w:rsidRPr="00615DB0">
        <w:t>conformant to this profile:</w:t>
      </w:r>
    </w:p>
    <w:p w14:paraId="432E9BC9" w14:textId="77777777" w:rsidR="002F0E6A" w:rsidRDefault="002F0E6A" w:rsidP="002F0E6A">
      <w:pPr>
        <w:numPr>
          <w:ilvl w:val="0"/>
          <w:numId w:val="159"/>
        </w:numPr>
      </w:pPr>
      <w:r>
        <w:t xml:space="preserve">SHALL support [KMIP-SPEC] </w:t>
      </w:r>
    </w:p>
    <w:p w14:paraId="6E1B3533" w14:textId="1F16C18F" w:rsidR="002F0E6A" w:rsidRDefault="002F0E6A" w:rsidP="002F0E6A">
      <w:pPr>
        <w:numPr>
          <w:ilvl w:val="0"/>
          <w:numId w:val="159"/>
        </w:numPr>
      </w:pPr>
      <w:r>
        <w:t xml:space="preserve">SHALL support the </w:t>
      </w:r>
      <w:r>
        <w:fldChar w:fldCharType="begin"/>
      </w:r>
      <w:r>
        <w:instrText xml:space="preserve"> REF _Ref433312520 \h </w:instrText>
      </w:r>
      <w:r>
        <w:fldChar w:fldCharType="separate"/>
      </w:r>
      <w:r w:rsidR="00DA37E6">
        <w:t>Basic Authentication</w:t>
      </w:r>
      <w:r w:rsidR="00DA37E6" w:rsidRPr="00A35993">
        <w:t xml:space="preserve"> </w:t>
      </w:r>
      <w:r w:rsidR="00DA37E6">
        <w:t>Suite</w:t>
      </w:r>
      <w:r>
        <w:fldChar w:fldCharType="end"/>
      </w:r>
      <w:r>
        <w:t xml:space="preserve"> conditions (</w:t>
      </w:r>
      <w:r>
        <w:fldChar w:fldCharType="begin"/>
      </w:r>
      <w:r>
        <w:instrText xml:space="preserve"> REF _Ref433312516 \r \h </w:instrText>
      </w:r>
      <w:r>
        <w:fldChar w:fldCharType="separate"/>
      </w:r>
      <w:r w:rsidR="00DA37E6">
        <w:t>3.1</w:t>
      </w:r>
      <w:r>
        <w:fldChar w:fldCharType="end"/>
      </w:r>
      <w:r>
        <w:t>) and;</w:t>
      </w:r>
    </w:p>
    <w:p w14:paraId="24D4D4CC" w14:textId="59971067" w:rsidR="002F0E6A" w:rsidRDefault="002F0E6A" w:rsidP="002F0E6A">
      <w:pPr>
        <w:numPr>
          <w:ilvl w:val="0"/>
          <w:numId w:val="159"/>
        </w:numPr>
      </w:pPr>
      <w:r>
        <w:t xml:space="preserve">SHALL support the </w:t>
      </w:r>
      <w:r>
        <w:fldChar w:fldCharType="begin"/>
      </w:r>
      <w:r>
        <w:instrText xml:space="preserve"> REF _Ref533007885 \h </w:instrText>
      </w:r>
      <w:r>
        <w:fldChar w:fldCharType="separate"/>
      </w:r>
      <w:r w:rsidR="00DA37E6">
        <w:t>PKCS#11 Server</w:t>
      </w:r>
      <w:r>
        <w:fldChar w:fldCharType="end"/>
      </w:r>
      <w:r>
        <w:t xml:space="preserve"> conditions (</w:t>
      </w:r>
      <w:r>
        <w:fldChar w:fldCharType="begin"/>
      </w:r>
      <w:r>
        <w:instrText xml:space="preserve"> REF _Ref533007885 \r \h </w:instrText>
      </w:r>
      <w:r>
        <w:fldChar w:fldCharType="separate"/>
      </w:r>
      <w:r w:rsidR="00DA37E6">
        <w:t>5.18.5</w:t>
      </w:r>
      <w:r>
        <w:fldChar w:fldCharType="end"/>
      </w:r>
      <w:r>
        <w:t>) and;</w:t>
      </w:r>
    </w:p>
    <w:p w14:paraId="13F465E9" w14:textId="4C303B83" w:rsidR="002F0E6A" w:rsidRDefault="002F0E6A" w:rsidP="002F0E6A">
      <w:pPr>
        <w:numPr>
          <w:ilvl w:val="0"/>
          <w:numId w:val="159"/>
        </w:numPr>
      </w:pPr>
      <w:r>
        <w:t xml:space="preserve">SHALL support one or more of the </w:t>
      </w:r>
      <w:r>
        <w:fldChar w:fldCharType="begin"/>
      </w:r>
      <w:r>
        <w:instrText xml:space="preserve"> REF _Ref533007820 \h </w:instrText>
      </w:r>
      <w:r>
        <w:fldChar w:fldCharType="separate"/>
      </w:r>
      <w:r w:rsidR="00DA37E6">
        <w:t>PKCS#11 Mandatory Test Cases KMIP</w:t>
      </w:r>
      <w:r>
        <w:fldChar w:fldCharType="end"/>
      </w:r>
      <w:r>
        <w:t xml:space="preserve"> (</w:t>
      </w:r>
      <w:r>
        <w:fldChar w:fldCharType="begin"/>
      </w:r>
      <w:r>
        <w:instrText xml:space="preserve"> REF _Ref533007820 \r \h </w:instrText>
      </w:r>
      <w:r>
        <w:fldChar w:fldCharType="separate"/>
      </w:r>
      <w:r w:rsidR="00DA37E6">
        <w:t>5.18.6</w:t>
      </w:r>
      <w:r>
        <w:fldChar w:fldCharType="end"/>
      </w:r>
      <w:r>
        <w:t>) and;</w:t>
      </w:r>
    </w:p>
    <w:p w14:paraId="21F66048" w14:textId="69189656" w:rsidR="002F0E6A" w:rsidRDefault="002F0E6A" w:rsidP="002F0E6A">
      <w:pPr>
        <w:numPr>
          <w:ilvl w:val="0"/>
          <w:numId w:val="159"/>
        </w:numPr>
      </w:pPr>
      <w:r>
        <w:t xml:space="preserve">SHALL support </w:t>
      </w:r>
      <w:r>
        <w:fldChar w:fldCharType="begin"/>
      </w:r>
      <w:r>
        <w:instrText xml:space="preserve"> REF _Ref4673549 \h </w:instrText>
      </w:r>
      <w:r>
        <w:fldChar w:fldCharType="separate"/>
      </w:r>
      <w:r w:rsidR="00DA37E6">
        <w:t>Baseline Server Basic KMIP v3.0 Profile Conformance</w:t>
      </w:r>
      <w:r>
        <w:fldChar w:fldCharType="end"/>
      </w:r>
      <w:r>
        <w:t xml:space="preserve"> (</w:t>
      </w:r>
      <w:r>
        <w:fldChar w:fldCharType="begin"/>
      </w:r>
      <w:r>
        <w:instrText xml:space="preserve"> REF _Ref4673561 \r \h </w:instrText>
      </w:r>
      <w:r>
        <w:fldChar w:fldCharType="separate"/>
      </w:r>
      <w:r w:rsidR="00DA37E6">
        <w:t>6.2</w:t>
      </w:r>
      <w:r>
        <w:fldChar w:fldCharType="end"/>
      </w:r>
      <w:r>
        <w:t>)</w:t>
      </w:r>
    </w:p>
    <w:bookmarkEnd w:id="84"/>
    <w:bookmarkEnd w:id="85"/>
    <w:p w14:paraId="03D86C52" w14:textId="77777777" w:rsidR="002F0E6A" w:rsidRPr="00AE0702" w:rsidRDefault="002F0E6A" w:rsidP="002F0E6A"/>
    <w:p w14:paraId="20C0482E" w14:textId="77777777" w:rsidR="002F0E6A" w:rsidRDefault="002F0E6A" w:rsidP="002F0E6A">
      <w:pPr>
        <w:pStyle w:val="AppendixHeading1"/>
        <w:numPr>
          <w:ilvl w:val="0"/>
          <w:numId w:val="6"/>
        </w:numPr>
      </w:pPr>
      <w:bookmarkStart w:id="3400" w:name="_Toc85472897"/>
      <w:bookmarkStart w:id="3401" w:name="_Toc287332012"/>
      <w:bookmarkStart w:id="3402" w:name="_Toc14773428"/>
      <w:bookmarkStart w:id="3403" w:name="_Toc27473479"/>
      <w:bookmarkStart w:id="3404" w:name="_Toc32324615"/>
      <w:bookmarkStart w:id="3405" w:name="_Toc176876327"/>
      <w:r>
        <w:t>Acknowledgments</w:t>
      </w:r>
      <w:bookmarkEnd w:id="3400"/>
      <w:bookmarkEnd w:id="3401"/>
      <w:bookmarkEnd w:id="3402"/>
      <w:bookmarkEnd w:id="3403"/>
      <w:bookmarkEnd w:id="3404"/>
      <w:bookmarkEnd w:id="3405"/>
    </w:p>
    <w:p w14:paraId="0B9DBDA5" w14:textId="77777777" w:rsidR="002F0E6A" w:rsidRDefault="002F0E6A" w:rsidP="002F0E6A">
      <w:r>
        <w:t>The following individuals have participated in the creation of this specification and are gratefully acknowledged:</w:t>
      </w:r>
    </w:p>
    <w:p w14:paraId="3D810782" w14:textId="77777777" w:rsidR="002F0E6A" w:rsidRDefault="002F0E6A" w:rsidP="002F0E6A">
      <w:pPr>
        <w:pStyle w:val="Titlepageinfo"/>
      </w:pPr>
      <w:r>
        <w:t>Participants:</w:t>
      </w:r>
      <w:r>
        <w:fldChar w:fldCharType="begin"/>
      </w:r>
      <w:r>
        <w:instrText xml:space="preserve"> MACROBUTTON  </w:instrText>
      </w:r>
      <w:r>
        <w:fldChar w:fldCharType="end"/>
      </w:r>
    </w:p>
    <w:p w14:paraId="1A09D248" w14:textId="77777777" w:rsidR="002F0E6A" w:rsidRDefault="0099156C" w:rsidP="002F0E6A">
      <w:r w:rsidRPr="004B0F58">
        <w:rPr>
          <w:highlight w:val="yellow"/>
        </w:rPr>
        <w:t>&lt;TBD&gt;</w:t>
      </w:r>
    </w:p>
    <w:p w14:paraId="05D4D5A6" w14:textId="77777777" w:rsidR="0099156C" w:rsidRDefault="0099156C" w:rsidP="002F0E6A"/>
    <w:p w14:paraId="5114EB57" w14:textId="77777777" w:rsidR="002F0E6A" w:rsidRDefault="002F0E6A" w:rsidP="002F0E6A">
      <w:pPr>
        <w:pStyle w:val="AppendixHeading1"/>
        <w:numPr>
          <w:ilvl w:val="0"/>
          <w:numId w:val="6"/>
        </w:numPr>
      </w:pPr>
      <w:bookmarkStart w:id="3406" w:name="_Toc85472898"/>
      <w:bookmarkStart w:id="3407" w:name="_Toc287332014"/>
      <w:bookmarkStart w:id="3408" w:name="_Toc14773429"/>
      <w:bookmarkStart w:id="3409" w:name="_Toc27473480"/>
      <w:bookmarkStart w:id="3410" w:name="_Toc32324616"/>
      <w:bookmarkStart w:id="3411" w:name="_Toc176876328"/>
      <w:r>
        <w:t>Revision History</w:t>
      </w:r>
      <w:bookmarkEnd w:id="3406"/>
      <w:bookmarkEnd w:id="3407"/>
      <w:bookmarkEnd w:id="3408"/>
      <w:bookmarkEnd w:id="3409"/>
      <w:bookmarkEnd w:id="3410"/>
      <w:bookmarkEnd w:id="3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410"/>
        <w:gridCol w:w="2112"/>
        <w:gridCol w:w="4299"/>
      </w:tblGrid>
      <w:tr w:rsidR="002F0E6A" w14:paraId="572083F3" w14:textId="77777777" w:rsidTr="00005B7B">
        <w:tc>
          <w:tcPr>
            <w:tcW w:w="1529" w:type="dxa"/>
          </w:tcPr>
          <w:p w14:paraId="2A953EA0" w14:textId="77777777" w:rsidR="002F0E6A" w:rsidRPr="00C7321D" w:rsidRDefault="002F0E6A" w:rsidP="002F0E6A">
            <w:pPr>
              <w:jc w:val="center"/>
              <w:rPr>
                <w:b/>
              </w:rPr>
            </w:pPr>
            <w:r w:rsidRPr="00C7321D">
              <w:rPr>
                <w:b/>
              </w:rPr>
              <w:t>Revision</w:t>
            </w:r>
          </w:p>
        </w:tc>
        <w:tc>
          <w:tcPr>
            <w:tcW w:w="1410" w:type="dxa"/>
          </w:tcPr>
          <w:p w14:paraId="3A9047AF" w14:textId="77777777" w:rsidR="002F0E6A" w:rsidRPr="00C7321D" w:rsidRDefault="002F0E6A" w:rsidP="002F0E6A">
            <w:pPr>
              <w:jc w:val="center"/>
              <w:rPr>
                <w:b/>
              </w:rPr>
            </w:pPr>
            <w:r w:rsidRPr="00C7321D">
              <w:rPr>
                <w:b/>
              </w:rPr>
              <w:t>Date</w:t>
            </w:r>
          </w:p>
        </w:tc>
        <w:tc>
          <w:tcPr>
            <w:tcW w:w="2112" w:type="dxa"/>
          </w:tcPr>
          <w:p w14:paraId="4C1AC9F5" w14:textId="77777777" w:rsidR="002F0E6A" w:rsidRPr="00C7321D" w:rsidRDefault="002F0E6A" w:rsidP="002F0E6A">
            <w:pPr>
              <w:jc w:val="center"/>
              <w:rPr>
                <w:b/>
              </w:rPr>
            </w:pPr>
            <w:r w:rsidRPr="00C7321D">
              <w:rPr>
                <w:b/>
              </w:rPr>
              <w:t>Editor</w:t>
            </w:r>
          </w:p>
        </w:tc>
        <w:tc>
          <w:tcPr>
            <w:tcW w:w="4299" w:type="dxa"/>
          </w:tcPr>
          <w:p w14:paraId="3AC29D7C" w14:textId="77777777" w:rsidR="002F0E6A" w:rsidRPr="00C7321D" w:rsidRDefault="002F0E6A" w:rsidP="002F0E6A">
            <w:pPr>
              <w:rPr>
                <w:b/>
              </w:rPr>
            </w:pPr>
            <w:r w:rsidRPr="00C7321D">
              <w:rPr>
                <w:b/>
              </w:rPr>
              <w:t>Changes Made</w:t>
            </w:r>
          </w:p>
        </w:tc>
      </w:tr>
      <w:tr w:rsidR="006A3CBB" w14:paraId="06129A0B" w14:textId="77777777" w:rsidTr="00005B7B">
        <w:tc>
          <w:tcPr>
            <w:tcW w:w="1529" w:type="dxa"/>
          </w:tcPr>
          <w:p w14:paraId="1572DC51" w14:textId="77777777" w:rsidR="006A3CBB" w:rsidRPr="00C7321D" w:rsidRDefault="006A3CBB" w:rsidP="00B25123">
            <w:pPr>
              <w:rPr>
                <w:b/>
              </w:rPr>
            </w:pPr>
            <w:r>
              <w:rPr>
                <w:b/>
              </w:rPr>
              <w:t>wd06</w:t>
            </w:r>
          </w:p>
        </w:tc>
        <w:tc>
          <w:tcPr>
            <w:tcW w:w="1410" w:type="dxa"/>
          </w:tcPr>
          <w:p w14:paraId="727ADD80" w14:textId="77777777" w:rsidR="006A3CBB" w:rsidRPr="00C7321D" w:rsidRDefault="006A3CBB" w:rsidP="00B25123">
            <w:pPr>
              <w:rPr>
                <w:b/>
              </w:rPr>
            </w:pPr>
            <w:r>
              <w:rPr>
                <w:b/>
              </w:rPr>
              <w:t>30 Nov 2023</w:t>
            </w:r>
          </w:p>
        </w:tc>
        <w:tc>
          <w:tcPr>
            <w:tcW w:w="2112" w:type="dxa"/>
          </w:tcPr>
          <w:p w14:paraId="6E905BAD" w14:textId="77777777" w:rsidR="006A3CBB" w:rsidRPr="00C7321D" w:rsidRDefault="006A3CBB" w:rsidP="00B25123">
            <w:pPr>
              <w:rPr>
                <w:b/>
              </w:rPr>
            </w:pPr>
            <w:r>
              <w:rPr>
                <w:b/>
              </w:rPr>
              <w:t>Tim Hudson</w:t>
            </w:r>
          </w:p>
        </w:tc>
        <w:tc>
          <w:tcPr>
            <w:tcW w:w="4299" w:type="dxa"/>
          </w:tcPr>
          <w:p w14:paraId="3319F682" w14:textId="77777777" w:rsidR="006A3CBB" w:rsidRPr="00C7321D" w:rsidRDefault="006A3CBB" w:rsidP="002F0E6A">
            <w:pPr>
              <w:rPr>
                <w:b/>
              </w:rPr>
            </w:pPr>
            <w:r>
              <w:rPr>
                <w:b/>
              </w:rPr>
              <w:t>Updated doc to match the updated test cases zip file</w:t>
            </w:r>
          </w:p>
        </w:tc>
      </w:tr>
      <w:tr w:rsidR="00E115F3" w14:paraId="7865E0A1" w14:textId="77777777" w:rsidTr="00005B7B">
        <w:tc>
          <w:tcPr>
            <w:tcW w:w="1529" w:type="dxa"/>
          </w:tcPr>
          <w:p w14:paraId="12AC500C" w14:textId="77777777" w:rsidR="00E115F3" w:rsidRPr="00C7321D" w:rsidRDefault="00E115F3" w:rsidP="00FA4B6D">
            <w:pPr>
              <w:rPr>
                <w:b/>
              </w:rPr>
            </w:pPr>
            <w:r>
              <w:t>wd04</w:t>
            </w:r>
          </w:p>
        </w:tc>
        <w:tc>
          <w:tcPr>
            <w:tcW w:w="1410" w:type="dxa"/>
          </w:tcPr>
          <w:p w14:paraId="77878ABD" w14:textId="77777777" w:rsidR="00E115F3" w:rsidRPr="00C7321D" w:rsidRDefault="00E115F3" w:rsidP="00E115F3">
            <w:pPr>
              <w:jc w:val="center"/>
              <w:rPr>
                <w:b/>
              </w:rPr>
            </w:pPr>
            <w:r>
              <w:t>7 Sep 2023</w:t>
            </w:r>
          </w:p>
        </w:tc>
        <w:tc>
          <w:tcPr>
            <w:tcW w:w="2112" w:type="dxa"/>
          </w:tcPr>
          <w:p w14:paraId="25E25F36" w14:textId="77777777" w:rsidR="00E115F3" w:rsidRPr="00C7321D" w:rsidRDefault="00E115F3" w:rsidP="00FA4B6D">
            <w:pPr>
              <w:rPr>
                <w:b/>
              </w:rPr>
            </w:pPr>
            <w:r>
              <w:t>Tim Hudson</w:t>
            </w:r>
          </w:p>
        </w:tc>
        <w:tc>
          <w:tcPr>
            <w:tcW w:w="4299" w:type="dxa"/>
          </w:tcPr>
          <w:p w14:paraId="786B597B" w14:textId="77777777" w:rsidR="00E115F3" w:rsidRDefault="00E115F3" w:rsidP="00E115F3">
            <w:r>
              <w:t>Added Obliterate to Baseline Server</w:t>
            </w:r>
          </w:p>
          <w:p w14:paraId="4954ACBC" w14:textId="77777777" w:rsidR="00E115F3" w:rsidRDefault="00E115F3" w:rsidP="00E115F3">
            <w:pPr>
              <w:rPr>
                <w:bCs/>
              </w:rPr>
            </w:pPr>
            <w:r w:rsidRPr="00FA4B6D">
              <w:rPr>
                <w:bCs/>
              </w:rPr>
              <w:t xml:space="preserve">Added new Item Types </w:t>
            </w:r>
            <w:r>
              <w:rPr>
                <w:bCs/>
              </w:rPr>
              <w:t>to JSON and XML encodings</w:t>
            </w:r>
          </w:p>
          <w:p w14:paraId="5073753F" w14:textId="77777777" w:rsidR="00E115F3" w:rsidRPr="00FA4B6D" w:rsidRDefault="00E115F3" w:rsidP="00E115F3">
            <w:pPr>
              <w:rPr>
                <w:bCs/>
              </w:rPr>
            </w:pPr>
            <w:r>
              <w:rPr>
                <w:bCs/>
              </w:rPr>
              <w:t>Added additional profile test cases</w:t>
            </w:r>
          </w:p>
        </w:tc>
      </w:tr>
      <w:tr w:rsidR="00CB201E" w14:paraId="20A7CD31" w14:textId="77777777" w:rsidTr="005F4C6E">
        <w:tc>
          <w:tcPr>
            <w:tcW w:w="1529" w:type="dxa"/>
          </w:tcPr>
          <w:p w14:paraId="77676C28" w14:textId="77777777" w:rsidR="00CB201E" w:rsidRPr="00C7321D" w:rsidRDefault="00CB201E" w:rsidP="005F4C6E">
            <w:pPr>
              <w:rPr>
                <w:b/>
              </w:rPr>
            </w:pPr>
            <w:r>
              <w:t>wd03</w:t>
            </w:r>
          </w:p>
        </w:tc>
        <w:tc>
          <w:tcPr>
            <w:tcW w:w="1410" w:type="dxa"/>
          </w:tcPr>
          <w:p w14:paraId="55AD3B7B" w14:textId="77777777" w:rsidR="00CB201E" w:rsidRPr="00C7321D" w:rsidRDefault="0099156C" w:rsidP="005F4C6E">
            <w:pPr>
              <w:jc w:val="center"/>
              <w:rPr>
                <w:b/>
              </w:rPr>
            </w:pPr>
            <w:r>
              <w:t>17</w:t>
            </w:r>
            <w:r w:rsidR="00CB201E">
              <w:t xml:space="preserve"> </w:t>
            </w:r>
            <w:r>
              <w:t xml:space="preserve">Jun </w:t>
            </w:r>
            <w:r w:rsidR="00CB201E">
              <w:t>2022</w:t>
            </w:r>
          </w:p>
        </w:tc>
        <w:tc>
          <w:tcPr>
            <w:tcW w:w="2112" w:type="dxa"/>
          </w:tcPr>
          <w:p w14:paraId="71CFCEBF" w14:textId="77777777" w:rsidR="00CB201E" w:rsidRPr="00C7321D" w:rsidRDefault="00CB201E" w:rsidP="005F4C6E">
            <w:pPr>
              <w:rPr>
                <w:b/>
              </w:rPr>
            </w:pPr>
            <w:r>
              <w:t>Tim Hudson</w:t>
            </w:r>
          </w:p>
        </w:tc>
        <w:tc>
          <w:tcPr>
            <w:tcW w:w="4299" w:type="dxa"/>
          </w:tcPr>
          <w:p w14:paraId="4C3B7943" w14:textId="77777777" w:rsidR="00CB201E" w:rsidRPr="00C7321D" w:rsidRDefault="00CB201E" w:rsidP="005F4C6E">
            <w:pPr>
              <w:rPr>
                <w:b/>
              </w:rPr>
            </w:pPr>
            <w:r>
              <w:t>Updated profile tests and baseline conformance clauses</w:t>
            </w:r>
          </w:p>
        </w:tc>
      </w:tr>
      <w:tr w:rsidR="00005B7B" w14:paraId="6797FB8F" w14:textId="77777777" w:rsidTr="00005B7B">
        <w:tc>
          <w:tcPr>
            <w:tcW w:w="1529" w:type="dxa"/>
          </w:tcPr>
          <w:p w14:paraId="6077A013" w14:textId="77777777" w:rsidR="00005B7B" w:rsidRPr="00C7321D" w:rsidRDefault="00005B7B" w:rsidP="00353B51">
            <w:pPr>
              <w:rPr>
                <w:b/>
              </w:rPr>
            </w:pPr>
            <w:r>
              <w:t>wd02</w:t>
            </w:r>
          </w:p>
        </w:tc>
        <w:tc>
          <w:tcPr>
            <w:tcW w:w="1410" w:type="dxa"/>
          </w:tcPr>
          <w:p w14:paraId="6844D97C" w14:textId="77777777" w:rsidR="00005B7B" w:rsidRPr="00C7321D" w:rsidRDefault="00005B7B" w:rsidP="00005B7B">
            <w:pPr>
              <w:jc w:val="center"/>
              <w:rPr>
                <w:b/>
              </w:rPr>
            </w:pPr>
            <w:r>
              <w:t>26 Feb 2021</w:t>
            </w:r>
          </w:p>
        </w:tc>
        <w:tc>
          <w:tcPr>
            <w:tcW w:w="2112" w:type="dxa"/>
          </w:tcPr>
          <w:p w14:paraId="3458490F" w14:textId="77777777" w:rsidR="00005B7B" w:rsidRPr="00C7321D" w:rsidRDefault="00005B7B" w:rsidP="00353B51">
            <w:pPr>
              <w:rPr>
                <w:b/>
              </w:rPr>
            </w:pPr>
            <w:r>
              <w:t>Tim Hudson</w:t>
            </w:r>
          </w:p>
        </w:tc>
        <w:tc>
          <w:tcPr>
            <w:tcW w:w="4299" w:type="dxa"/>
          </w:tcPr>
          <w:p w14:paraId="39F78437" w14:textId="77777777" w:rsidR="00005B7B" w:rsidRPr="00C7321D" w:rsidRDefault="00005B7B" w:rsidP="00005B7B">
            <w:pPr>
              <w:rPr>
                <w:b/>
              </w:rPr>
            </w:pPr>
            <w:r>
              <w:t>Included client authentication changes and PKCS#11 XML testing</w:t>
            </w:r>
          </w:p>
        </w:tc>
      </w:tr>
      <w:tr w:rsidR="002F0E6A" w14:paraId="69DA67DE" w14:textId="77777777" w:rsidTr="00005B7B">
        <w:tc>
          <w:tcPr>
            <w:tcW w:w="1529" w:type="dxa"/>
          </w:tcPr>
          <w:p w14:paraId="4C9A8506" w14:textId="77777777" w:rsidR="002F0E6A" w:rsidRDefault="002F0E6A" w:rsidP="002F0E6A">
            <w:r>
              <w:t>wd01</w:t>
            </w:r>
          </w:p>
        </w:tc>
        <w:tc>
          <w:tcPr>
            <w:tcW w:w="1410" w:type="dxa"/>
          </w:tcPr>
          <w:p w14:paraId="5EEE1C7B" w14:textId="77777777" w:rsidR="002F0E6A" w:rsidRDefault="00C96AA8" w:rsidP="002F0E6A">
            <w:r>
              <w:t>04 May 2020</w:t>
            </w:r>
          </w:p>
        </w:tc>
        <w:tc>
          <w:tcPr>
            <w:tcW w:w="2112" w:type="dxa"/>
          </w:tcPr>
          <w:p w14:paraId="6FC78AB3" w14:textId="77777777" w:rsidR="002F0E6A" w:rsidRDefault="00C96AA8" w:rsidP="002F0E6A">
            <w:r>
              <w:t>Tim Hudson</w:t>
            </w:r>
          </w:p>
        </w:tc>
        <w:tc>
          <w:tcPr>
            <w:tcW w:w="4299" w:type="dxa"/>
          </w:tcPr>
          <w:p w14:paraId="5520E412" w14:textId="77777777" w:rsidR="002F0E6A" w:rsidRDefault="002F0E6A" w:rsidP="002F0E6A">
            <w:r>
              <w:t>Initial draft</w:t>
            </w:r>
          </w:p>
        </w:tc>
      </w:tr>
    </w:tbl>
    <w:p w14:paraId="595F4D4A" w14:textId="77777777" w:rsidR="007C6493" w:rsidRDefault="007C6493" w:rsidP="007C6493">
      <w:pPr>
        <w:pStyle w:val="AppendixHeading1"/>
      </w:pPr>
      <w:bookmarkStart w:id="3412" w:name="_Toc124943775"/>
      <w:bookmarkStart w:id="3413" w:name="_Toc176876329"/>
      <w:r>
        <w:t>Notices</w:t>
      </w:r>
      <w:bookmarkEnd w:id="3412"/>
      <w:bookmarkEnd w:id="3413"/>
    </w:p>
    <w:p w14:paraId="382503A6" w14:textId="1BC74BDA" w:rsidR="007C6493" w:rsidRDefault="007C6493" w:rsidP="007C6493"/>
    <w:p w14:paraId="7F09C321" w14:textId="77777777" w:rsidR="007C6493" w:rsidRDefault="007C6493" w:rsidP="007C6493">
      <w:r>
        <w:t>Copyright © OASIS Open 2024. All Rights Reserved.</w:t>
      </w:r>
    </w:p>
    <w:p w14:paraId="348FC24C" w14:textId="77777777" w:rsidR="007C6493" w:rsidRDefault="007C6493" w:rsidP="007C6493">
      <w:r>
        <w:t xml:space="preserve">All capitalized terms in the following text have the meanings assigned to them in the OASIS Intellectual Property Rights Policy (the "OASIS IPR Policy"). The full </w:t>
      </w:r>
      <w:hyperlink r:id="rId163" w:history="1">
        <w:r>
          <w:rPr>
            <w:rStyle w:val="Hyperlink"/>
            <w:rFonts w:eastAsiaTheme="majorEastAsia"/>
          </w:rPr>
          <w:t>Policy</w:t>
        </w:r>
      </w:hyperlink>
      <w:r>
        <w:t xml:space="preserve"> may be found at the OASIS website: [</w:t>
      </w:r>
      <w:hyperlink r:id="rId164" w:history="1">
        <w:r>
          <w:rPr>
            <w:rStyle w:val="Hyperlink"/>
            <w:rFonts w:eastAsiaTheme="majorEastAsia"/>
          </w:rPr>
          <w:t>https://www.oasis-open.org/policies-guidelines/ipr/</w:t>
        </w:r>
      </w:hyperlink>
      <w:r>
        <w:t>].</w:t>
      </w:r>
    </w:p>
    <w:p w14:paraId="0A1DBA73" w14:textId="77777777" w:rsidR="007C6493" w:rsidRDefault="007C6493" w:rsidP="007C6493">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1868347" w14:textId="77777777" w:rsidR="007C6493" w:rsidRDefault="007C6493" w:rsidP="007C6493">
      <w:r>
        <w:t>The limited permissions granted above are perpetual and will not be revoked by OASIS or its successors or assigns.</w:t>
      </w:r>
    </w:p>
    <w:p w14:paraId="106708CC" w14:textId="77777777" w:rsidR="007C6493" w:rsidRDefault="007C6493" w:rsidP="007C6493">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5BC930F5" w14:textId="77777777" w:rsidR="007C6493" w:rsidRDefault="007C6493" w:rsidP="007C6493">
      <w:r>
        <w:t>As stated in the OASIS IPR Policy, the following three paragraphs in brackets apply to OASIS Standards Final Deliverable documents (Committee Specifications, OASIS Standards, or Approved Errata).</w:t>
      </w:r>
    </w:p>
    <w:p w14:paraId="5067FF58" w14:textId="77777777" w:rsidR="007C6493" w:rsidRDefault="007C6493" w:rsidP="007C6493">
      <w:r>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p>
    <w:p w14:paraId="40BBB2BA" w14:textId="77777777" w:rsidR="007C6493" w:rsidRDefault="007C6493" w:rsidP="007C6493">
      <w:r>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p>
    <w:p w14:paraId="7BC468A7" w14:textId="77777777" w:rsidR="007C6493" w:rsidRDefault="007C6493" w:rsidP="007C6493">
      <w:r>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p>
    <w:p w14:paraId="7ACFADF9" w14:textId="1B7287FB" w:rsidR="002F0E6A" w:rsidRPr="005616AE" w:rsidRDefault="007C6493" w:rsidP="002F0E6A">
      <w:pPr>
        <w:rPr>
          <w:rStyle w:val="Refterm"/>
          <w:b w:val="0"/>
        </w:rPr>
      </w:pPr>
      <w:r>
        <w:t xml:space="preserve">The name "OASIS" is a trademark of </w:t>
      </w:r>
      <w:hyperlink r:id="rId165" w:history="1">
        <w:r>
          <w:rPr>
            <w:rStyle w:val="Hyperlink"/>
            <w:rFonts w:eastAsiaTheme="majorEastAsia"/>
          </w:rPr>
          <w:t>OASIS</w:t>
        </w:r>
      </w:hyperlink>
      <w:r>
        <w:t xml:space="preserve">, the owner and developer of this document, and should be used only to refer to the organization and its official outputs. OASIS welcomes reference to, and implementation and use of, documents, while reserving the right to enforce its marks against misleading uses. Please see </w:t>
      </w:r>
      <w:hyperlink r:id="rId166" w:history="1">
        <w:r>
          <w:rPr>
            <w:rStyle w:val="Hyperlink"/>
            <w:rFonts w:eastAsiaTheme="majorEastAsia"/>
          </w:rPr>
          <w:t>https://www.oasis-open.org/policies-guidelines/trademark/</w:t>
        </w:r>
      </w:hyperlink>
      <w:r>
        <w:t xml:space="preserve"> for above guidance.</w:t>
      </w:r>
    </w:p>
    <w:sectPr w:rsidR="002F0E6A" w:rsidRPr="005616AE" w:rsidSect="002F0E6A">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9A4C5" w14:textId="77777777" w:rsidR="00915EC3" w:rsidRDefault="00915EC3" w:rsidP="008C100C">
      <w:r>
        <w:separator/>
      </w:r>
    </w:p>
    <w:p w14:paraId="6AB2C76C" w14:textId="77777777" w:rsidR="00915EC3" w:rsidRDefault="00915EC3" w:rsidP="008C100C"/>
    <w:p w14:paraId="67995A5E" w14:textId="77777777" w:rsidR="00915EC3" w:rsidRDefault="00915EC3" w:rsidP="008C100C"/>
    <w:p w14:paraId="012CA3B7" w14:textId="77777777" w:rsidR="00915EC3" w:rsidRDefault="00915EC3" w:rsidP="008C100C"/>
    <w:p w14:paraId="2891559C" w14:textId="77777777" w:rsidR="00915EC3" w:rsidRDefault="00915EC3" w:rsidP="008C100C"/>
    <w:p w14:paraId="6A8E0901" w14:textId="77777777" w:rsidR="00915EC3" w:rsidRDefault="00915EC3" w:rsidP="008C100C"/>
    <w:p w14:paraId="65FC4DB4" w14:textId="77777777" w:rsidR="00915EC3" w:rsidRDefault="00915EC3" w:rsidP="008C100C"/>
  </w:endnote>
  <w:endnote w:type="continuationSeparator" w:id="0">
    <w:p w14:paraId="3203A93B" w14:textId="77777777" w:rsidR="00915EC3" w:rsidRDefault="00915EC3" w:rsidP="008C100C">
      <w:r>
        <w:continuationSeparator/>
      </w:r>
    </w:p>
    <w:p w14:paraId="517FF993" w14:textId="77777777" w:rsidR="00915EC3" w:rsidRDefault="00915EC3" w:rsidP="008C100C"/>
    <w:p w14:paraId="35965EA2" w14:textId="77777777" w:rsidR="00915EC3" w:rsidRDefault="00915EC3" w:rsidP="008C100C"/>
    <w:p w14:paraId="64B94BB5" w14:textId="77777777" w:rsidR="00915EC3" w:rsidRDefault="00915EC3" w:rsidP="008C100C"/>
    <w:p w14:paraId="339A5D4F" w14:textId="77777777" w:rsidR="00915EC3" w:rsidRDefault="00915EC3" w:rsidP="008C100C"/>
    <w:p w14:paraId="43FA7185" w14:textId="77777777" w:rsidR="00915EC3" w:rsidRDefault="00915EC3" w:rsidP="008C100C"/>
    <w:p w14:paraId="79E1E2A4" w14:textId="77777777" w:rsidR="00915EC3" w:rsidRDefault="00915EC3" w:rsidP="008C100C"/>
  </w:endnote>
  <w:endnote w:type="continuationNotice" w:id="1">
    <w:p w14:paraId="1CDDE59A" w14:textId="77777777" w:rsidR="00915EC3" w:rsidRDefault="00915E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0"/>
    <w:family w:val="auto"/>
    <w:pitch w:val="variable"/>
    <w:sig w:usb0="800000AF" w:usb1="1001ECEA" w:usb2="00000000" w:usb3="00000000" w:csb0="00000001" w:csb1="00000000"/>
  </w:font>
  <w:font w:name="Times">
    <w:altName w:val="Sylfaen"/>
    <w:panose1 w:val="020B0604020202020204"/>
    <w:charset w:val="00"/>
    <w:family w:val="auto"/>
    <w:pitch w:val="variable"/>
    <w:sig w:usb0="E00002FF" w:usb1="5000205A"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StarSymbol">
    <w:altName w:val="Times New Roman"/>
    <w:panose1 w:val="020B0604020202020204"/>
    <w:charset w:val="00"/>
    <w:family w:val="roman"/>
    <w:notTrueType/>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iberation Mono">
    <w:panose1 w:val="020B06040202020202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jaVu Sans">
    <w:panose1 w:val="020B0604020202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D6ECB" w14:textId="77777777" w:rsidR="00005B7B" w:rsidRDefault="00005B7B" w:rsidP="00433D76">
    <w:pPr>
      <w:pStyle w:val="Footer"/>
      <w:tabs>
        <w:tab w:val="clear" w:pos="4320"/>
        <w:tab w:val="clear" w:pos="8640"/>
        <w:tab w:val="center" w:pos="4680"/>
        <w:tab w:val="right" w:pos="9360"/>
      </w:tabs>
      <w:spacing w:after="0"/>
      <w:rPr>
        <w:sz w:val="16"/>
        <w:szCs w:val="16"/>
      </w:rPr>
    </w:pPr>
    <w:r>
      <w:rPr>
        <w:sz w:val="16"/>
        <w:szCs w:val="16"/>
      </w:rPr>
      <w:t>kmip-profiles-v3.0-</w:t>
    </w:r>
    <w:r w:rsidR="008E0F78">
      <w:rPr>
        <w:sz w:val="16"/>
        <w:szCs w:val="16"/>
      </w:rPr>
      <w:t>csd01</w:t>
    </w:r>
    <w:r>
      <w:rPr>
        <w:sz w:val="16"/>
        <w:szCs w:val="16"/>
      </w:rPr>
      <w:tab/>
    </w:r>
    <w:r>
      <w:rPr>
        <w:sz w:val="16"/>
        <w:szCs w:val="16"/>
      </w:rPr>
      <w:tab/>
    </w:r>
    <w:r w:rsidR="006A3CBB">
      <w:rPr>
        <w:sz w:val="16"/>
        <w:szCs w:val="16"/>
      </w:rPr>
      <w:t>30</w:t>
    </w:r>
    <w:r w:rsidR="00463972">
      <w:rPr>
        <w:sz w:val="16"/>
        <w:szCs w:val="16"/>
      </w:rPr>
      <w:t xml:space="preserve"> </w:t>
    </w:r>
    <w:r w:rsidR="006A3CBB">
      <w:rPr>
        <w:sz w:val="16"/>
        <w:szCs w:val="16"/>
      </w:rPr>
      <w:t>November</w:t>
    </w:r>
    <w:r w:rsidR="006A3CBB" w:rsidRPr="002C3099">
      <w:rPr>
        <w:sz w:val="16"/>
        <w:szCs w:val="16"/>
      </w:rPr>
      <w:t xml:space="preserve"> </w:t>
    </w:r>
    <w:r w:rsidR="00463972" w:rsidRPr="002C3099">
      <w:rPr>
        <w:sz w:val="16"/>
        <w:szCs w:val="16"/>
      </w:rPr>
      <w:t>202</w:t>
    </w:r>
    <w:r w:rsidR="00463972">
      <w:rPr>
        <w:sz w:val="16"/>
        <w:szCs w:val="16"/>
      </w:rPr>
      <w:t>3</w:t>
    </w:r>
  </w:p>
  <w:p w14:paraId="50D04793" w14:textId="77777777" w:rsidR="00005B7B" w:rsidRPr="00F50E2C" w:rsidRDefault="00005B7B"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463972">
      <w:rPr>
        <w:sz w:val="16"/>
        <w:szCs w:val="16"/>
      </w:rPr>
      <w:t>2023</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75</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75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02206" w14:textId="77777777" w:rsidR="00005B7B" w:rsidRPr="007611CD" w:rsidRDefault="00005B7B"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3B661FDD" w14:textId="77777777" w:rsidR="00005B7B" w:rsidRPr="007611CD" w:rsidRDefault="00005B7B"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8EAD" w14:textId="77777777" w:rsidR="00915EC3" w:rsidRDefault="00915EC3" w:rsidP="008C100C">
      <w:r>
        <w:separator/>
      </w:r>
    </w:p>
    <w:p w14:paraId="4CAB58DD" w14:textId="77777777" w:rsidR="00915EC3" w:rsidRDefault="00915EC3" w:rsidP="008C100C"/>
  </w:footnote>
  <w:footnote w:type="continuationSeparator" w:id="0">
    <w:p w14:paraId="2B172AA4" w14:textId="77777777" w:rsidR="00915EC3" w:rsidRDefault="00915EC3" w:rsidP="008C100C">
      <w:r>
        <w:continuationSeparator/>
      </w:r>
    </w:p>
    <w:p w14:paraId="32CB90B3" w14:textId="77777777" w:rsidR="00915EC3" w:rsidRDefault="00915EC3" w:rsidP="008C100C"/>
  </w:footnote>
  <w:footnote w:type="continuationNotice" w:id="1">
    <w:p w14:paraId="7352AFB6" w14:textId="77777777" w:rsidR="00915EC3" w:rsidRDefault="00915E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3601" w14:textId="77777777" w:rsidR="00005B7B" w:rsidRDefault="00005B7B" w:rsidP="008C100C"/>
  <w:p w14:paraId="2A347C90" w14:textId="77777777" w:rsidR="00005B7B" w:rsidRDefault="00005B7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2039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8CD2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0A00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FEDF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E8CD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6482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DE60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D8D2A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2"/>
    <w:multiLevelType w:val="multilevel"/>
    <w:tmpl w:val="00000012"/>
    <w:name w:val="WW8Num25"/>
    <w:lvl w:ilvl="0">
      <w:start w:val="1"/>
      <w:numFmt w:val="bullet"/>
      <w:lvlText w:val=""/>
      <w:lvlJc w:val="left"/>
      <w:pPr>
        <w:tabs>
          <w:tab w:val="num" w:pos="720"/>
        </w:tabs>
        <w:ind w:left="720" w:hanging="360"/>
      </w:pPr>
      <w:rPr>
        <w:rFonts w:ascii="Symbol" w:hAnsi="Symbol"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12" w15:restartNumberingAfterBreak="0">
    <w:nsid w:val="00352068"/>
    <w:multiLevelType w:val="hybridMultilevel"/>
    <w:tmpl w:val="E660AAF0"/>
    <w:lvl w:ilvl="0" w:tplc="0C09000F">
      <w:start w:val="1"/>
      <w:numFmt w:val="decimal"/>
      <w:lvlText w:val="%1."/>
      <w:lvlJc w:val="left"/>
      <w:pPr>
        <w:tabs>
          <w:tab w:val="num" w:pos="720"/>
        </w:tabs>
        <w:ind w:left="720" w:hanging="360"/>
      </w:pPr>
      <w:rPr>
        <w:rFonts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0B971B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1E0130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2EF2B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34B15BE"/>
    <w:multiLevelType w:val="hybridMultilevel"/>
    <w:tmpl w:val="865E6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392249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3A33F0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04E90F70"/>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0" w15:restartNumberingAfterBreak="0">
    <w:nsid w:val="051536E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05AE164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05EF5503"/>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06535CFC"/>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4" w15:restartNumberingAfterBreak="0">
    <w:nsid w:val="07685CD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7B265C6"/>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6" w15:restartNumberingAfterBreak="0">
    <w:nsid w:val="08A721FE"/>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7" w15:restartNumberingAfterBreak="0">
    <w:nsid w:val="094D7302"/>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0960565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0A336FF0"/>
    <w:multiLevelType w:val="hybridMultilevel"/>
    <w:tmpl w:val="6F36C2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0B0144EA"/>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1" w15:restartNumberingAfterBreak="0">
    <w:nsid w:val="0C9857A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0DF47CB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0E0622DB"/>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EC9747D"/>
    <w:multiLevelType w:val="hybridMultilevel"/>
    <w:tmpl w:val="755CCEB6"/>
    <w:lvl w:ilvl="0" w:tplc="0409000F">
      <w:start w:val="1"/>
      <w:numFmt w:val="decimal"/>
      <w:lvlText w:val="%1."/>
      <w:lvlJc w:val="left"/>
      <w:pPr>
        <w:ind w:left="450" w:hanging="360"/>
      </w:p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35" w15:restartNumberingAfterBreak="0">
    <w:nsid w:val="0F241A05"/>
    <w:multiLevelType w:val="hybridMultilevel"/>
    <w:tmpl w:val="DED088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0F2A7571"/>
    <w:multiLevelType w:val="hybridMultilevel"/>
    <w:tmpl w:val="C0AAD2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0F9C0E27"/>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0FFE415A"/>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014070A"/>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12E04B8C"/>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1" w15:restartNumberingAfterBreak="0">
    <w:nsid w:val="12F73E0C"/>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133166FA"/>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43" w15:restartNumberingAfterBreak="0">
    <w:nsid w:val="135B430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43609C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145E0743"/>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6" w15:restartNumberingAfterBreak="0">
    <w:nsid w:val="166C6CD7"/>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7" w15:restartNumberingAfterBreak="0">
    <w:nsid w:val="177A5A4F"/>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8" w15:restartNumberingAfterBreak="0">
    <w:nsid w:val="17D16353"/>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17D33DF9"/>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8604A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190F1729"/>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2" w15:restartNumberingAfterBreak="0">
    <w:nsid w:val="1BC211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1CC747CD"/>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D160F1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1E8338BF"/>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208F45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22F12E0C"/>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239A79F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2403329C"/>
    <w:multiLevelType w:val="hybridMultilevel"/>
    <w:tmpl w:val="A456F598"/>
    <w:lvl w:ilvl="0" w:tplc="0C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249F263F"/>
    <w:multiLevelType w:val="hybridMultilevel"/>
    <w:tmpl w:val="11CE7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9264599"/>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62" w15:restartNumberingAfterBreak="0">
    <w:nsid w:val="29E9791B"/>
    <w:multiLevelType w:val="hybridMultilevel"/>
    <w:tmpl w:val="6FEC1D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29FF4BCD"/>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2AAF49A7"/>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65" w15:restartNumberingAfterBreak="0">
    <w:nsid w:val="2AF52E9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2C79575E"/>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2C7F3C14"/>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2CE6332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2D240553"/>
    <w:multiLevelType w:val="hybridMultilevel"/>
    <w:tmpl w:val="092402D2"/>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E1F1747"/>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2E273C04"/>
    <w:multiLevelType w:val="hybridMultilevel"/>
    <w:tmpl w:val="03EA9C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15:restartNumberingAfterBreak="0">
    <w:nsid w:val="2E62244F"/>
    <w:multiLevelType w:val="hybridMultilevel"/>
    <w:tmpl w:val="2AB486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2FA3431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30241689"/>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5" w15:restartNumberingAfterBreak="0">
    <w:nsid w:val="302A724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16E184E"/>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329824C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33E357A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9"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80" w15:restartNumberingAfterBreak="0">
    <w:nsid w:val="33FD1E3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358B4B2E"/>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2" w15:restartNumberingAfterBreak="0">
    <w:nsid w:val="3622010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3708610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38DC191C"/>
    <w:multiLevelType w:val="hybridMultilevel"/>
    <w:tmpl w:val="D9588A9E"/>
    <w:lvl w:ilvl="0" w:tplc="21B22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96F130A"/>
    <w:multiLevelType w:val="hybridMultilevel"/>
    <w:tmpl w:val="201E9D5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3C427AE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3DE24C44"/>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3E46500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15:restartNumberingAfterBreak="0">
    <w:nsid w:val="3F461AD8"/>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1" w15:restartNumberingAfterBreak="0">
    <w:nsid w:val="3FA0292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15:restartNumberingAfterBreak="0">
    <w:nsid w:val="3FA851C6"/>
    <w:multiLevelType w:val="hybridMultilevel"/>
    <w:tmpl w:val="271A775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3" w15:restartNumberingAfterBreak="0">
    <w:nsid w:val="40D73BC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13011D4"/>
    <w:multiLevelType w:val="hybridMultilevel"/>
    <w:tmpl w:val="6F64D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18A7AF8"/>
    <w:multiLevelType w:val="hybridMultilevel"/>
    <w:tmpl w:val="B53439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1C9724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8" w15:restartNumberingAfterBreak="0">
    <w:nsid w:val="437B154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9" w15:restartNumberingAfterBreak="0">
    <w:nsid w:val="43C8184A"/>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0" w15:restartNumberingAfterBreak="0">
    <w:nsid w:val="441F25F0"/>
    <w:multiLevelType w:val="hybridMultilevel"/>
    <w:tmpl w:val="A230A1D6"/>
    <w:lvl w:ilvl="0" w:tplc="00309A22">
      <w:start w:val="1"/>
      <w:numFmt w:val="lowerLetter"/>
      <w:lvlText w:val="%1."/>
      <w:lvlJc w:val="left"/>
      <w:pPr>
        <w:ind w:left="1440" w:hanging="360"/>
      </w:pPr>
      <w:rPr>
        <w:i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1" w15:restartNumberingAfterBreak="0">
    <w:nsid w:val="44227E5B"/>
    <w:multiLevelType w:val="hybridMultilevel"/>
    <w:tmpl w:val="514C24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2" w15:restartNumberingAfterBreak="0">
    <w:nsid w:val="44786669"/>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6044F6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46752AF3"/>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15:restartNumberingAfterBreak="0">
    <w:nsid w:val="4711228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479C737D"/>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15:restartNumberingAfterBreak="0">
    <w:nsid w:val="4B23418A"/>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8" w15:restartNumberingAfterBreak="0">
    <w:nsid w:val="4B647F32"/>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9" w15:restartNumberingAfterBreak="0">
    <w:nsid w:val="4B6D67EF"/>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D3B26E9"/>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15:restartNumberingAfterBreak="0">
    <w:nsid w:val="4D5D32B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15:restartNumberingAfterBreak="0">
    <w:nsid w:val="4D7D6F02"/>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3" w15:restartNumberingAfterBreak="0">
    <w:nsid w:val="4DC011FA"/>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4" w15:restartNumberingAfterBreak="0">
    <w:nsid w:val="50AF7D01"/>
    <w:multiLevelType w:val="hybridMultilevel"/>
    <w:tmpl w:val="A7A4B30E"/>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5" w15:restartNumberingAfterBreak="0">
    <w:nsid w:val="50B904A7"/>
    <w:multiLevelType w:val="hybridMultilevel"/>
    <w:tmpl w:val="50763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 w15:restartNumberingAfterBreak="0">
    <w:nsid w:val="51B837C8"/>
    <w:multiLevelType w:val="hybridMultilevel"/>
    <w:tmpl w:val="5CBC344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7" w15:restartNumberingAfterBreak="0">
    <w:nsid w:val="51F322D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15:restartNumberingAfterBreak="0">
    <w:nsid w:val="531C1E7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9" w15:restartNumberingAfterBreak="0">
    <w:nsid w:val="5342644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0" w15:restartNumberingAfterBreak="0">
    <w:nsid w:val="551D0851"/>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21" w15:restartNumberingAfterBreak="0">
    <w:nsid w:val="55265564"/>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2" w15:restartNumberingAfterBreak="0">
    <w:nsid w:val="56F5355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3" w15:restartNumberingAfterBreak="0">
    <w:nsid w:val="570E6E5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589476C6"/>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5" w15:restartNumberingAfterBreak="0">
    <w:nsid w:val="5898137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59317E23"/>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7" w15:restartNumberingAfterBreak="0">
    <w:nsid w:val="5A5C537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15:restartNumberingAfterBreak="0">
    <w:nsid w:val="5B5F25FF"/>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BCB3CF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5C306524"/>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C93369F"/>
    <w:multiLevelType w:val="hybridMultilevel"/>
    <w:tmpl w:val="71F8C0D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2" w15:restartNumberingAfterBreak="0">
    <w:nsid w:val="5CB00A55"/>
    <w:multiLevelType w:val="hybridMultilevel"/>
    <w:tmpl w:val="7AE2C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D931841"/>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5DCB0162"/>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5" w15:restartNumberingAfterBreak="0">
    <w:nsid w:val="5DF54C6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6" w15:restartNumberingAfterBreak="0">
    <w:nsid w:val="5F39595D"/>
    <w:multiLevelType w:val="hybridMultilevel"/>
    <w:tmpl w:val="C874C2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15:restartNumberingAfterBreak="0">
    <w:nsid w:val="5F9A4F56"/>
    <w:multiLevelType w:val="hybridMultilevel"/>
    <w:tmpl w:val="B59CB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8"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9" w15:restartNumberingAfterBreak="0">
    <w:nsid w:val="5FEA4D0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0382005"/>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1"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15:restartNumberingAfterBreak="0">
    <w:nsid w:val="612D4E58"/>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632551FC"/>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15:restartNumberingAfterBreak="0">
    <w:nsid w:val="6482089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6678605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15:restartNumberingAfterBreak="0">
    <w:nsid w:val="66D426F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7" w15:restartNumberingAfterBreak="0">
    <w:nsid w:val="673F3721"/>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8" w15:restartNumberingAfterBreak="0">
    <w:nsid w:val="686F39D2"/>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9A65740"/>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0" w15:restartNumberingAfterBreak="0">
    <w:nsid w:val="69F93AB8"/>
    <w:multiLevelType w:val="hybridMultilevel"/>
    <w:tmpl w:val="D7EE5D5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15:restartNumberingAfterBreak="0">
    <w:nsid w:val="6AF57E9E"/>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2" w15:restartNumberingAfterBreak="0">
    <w:nsid w:val="6BF575A6"/>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53" w15:restartNumberingAfterBreak="0">
    <w:nsid w:val="6F7943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4" w15:restartNumberingAfterBreak="0">
    <w:nsid w:val="72520E0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5" w15:restartNumberingAfterBreak="0">
    <w:nsid w:val="735F6505"/>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6" w15:restartNumberingAfterBreak="0">
    <w:nsid w:val="74106D00"/>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15:restartNumberingAfterBreak="0">
    <w:nsid w:val="7416387F"/>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58" w15:restartNumberingAfterBreak="0">
    <w:nsid w:val="74203B2F"/>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0" w15:restartNumberingAfterBreak="0">
    <w:nsid w:val="75D70D10"/>
    <w:multiLevelType w:val="hybridMultilevel"/>
    <w:tmpl w:val="8F78898A"/>
    <w:lvl w:ilvl="0" w:tplc="04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1" w15:restartNumberingAfterBreak="0">
    <w:nsid w:val="76C417B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2" w15:restartNumberingAfterBreak="0">
    <w:nsid w:val="786A419F"/>
    <w:multiLevelType w:val="hybridMultilevel"/>
    <w:tmpl w:val="48C0562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950F6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4" w15:restartNumberingAfterBreak="0">
    <w:nsid w:val="799D5B9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5" w15:restartNumberingAfterBreak="0">
    <w:nsid w:val="7AF13F05"/>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CCE4C4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7" w15:restartNumberingAfterBreak="0">
    <w:nsid w:val="7CFF138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8" w15:restartNumberingAfterBreak="0">
    <w:nsid w:val="7D8F1DC5"/>
    <w:multiLevelType w:val="hybridMultilevel"/>
    <w:tmpl w:val="1B5E5C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1112515">
    <w:abstractNumId w:val="9"/>
  </w:num>
  <w:num w:numId="2" w16cid:durableId="898707133">
    <w:abstractNumId w:val="138"/>
  </w:num>
  <w:num w:numId="3" w16cid:durableId="1054618291">
    <w:abstractNumId w:val="138"/>
  </w:num>
  <w:num w:numId="4" w16cid:durableId="1725370881">
    <w:abstractNumId w:val="7"/>
  </w:num>
  <w:num w:numId="5" w16cid:durableId="49575545">
    <w:abstractNumId w:val="159"/>
  </w:num>
  <w:num w:numId="6" w16cid:durableId="783842484">
    <w:abstractNumId w:val="79"/>
  </w:num>
  <w:num w:numId="7" w16cid:durableId="2019917582">
    <w:abstractNumId w:val="79"/>
  </w:num>
  <w:num w:numId="8" w16cid:durableId="1017268257">
    <w:abstractNumId w:val="101"/>
  </w:num>
  <w:num w:numId="9" w16cid:durableId="485780097">
    <w:abstractNumId w:val="153"/>
  </w:num>
  <w:num w:numId="10" w16cid:durableId="348803048">
    <w:abstractNumId w:val="86"/>
  </w:num>
  <w:num w:numId="11" w16cid:durableId="819806887">
    <w:abstractNumId w:val="76"/>
  </w:num>
  <w:num w:numId="12" w16cid:durableId="765613905">
    <w:abstractNumId w:val="95"/>
  </w:num>
  <w:num w:numId="13" w16cid:durableId="306470143">
    <w:abstractNumId w:val="132"/>
  </w:num>
  <w:num w:numId="14" w16cid:durableId="1508400715">
    <w:abstractNumId w:val="94"/>
  </w:num>
  <w:num w:numId="15" w16cid:durableId="33236164">
    <w:abstractNumId w:val="11"/>
  </w:num>
  <w:num w:numId="16" w16cid:durableId="1020203510">
    <w:abstractNumId w:val="12"/>
  </w:num>
  <w:num w:numId="17" w16cid:durableId="878856437">
    <w:abstractNumId w:val="84"/>
  </w:num>
  <w:num w:numId="18" w16cid:durableId="1020086175">
    <w:abstractNumId w:val="43"/>
  </w:num>
  <w:num w:numId="19" w16cid:durableId="1324434237">
    <w:abstractNumId w:val="48"/>
  </w:num>
  <w:num w:numId="20" w16cid:durableId="3241902">
    <w:abstractNumId w:val="97"/>
  </w:num>
  <w:num w:numId="21" w16cid:durableId="2010908985">
    <w:abstractNumId w:val="129"/>
  </w:num>
  <w:num w:numId="22" w16cid:durableId="1585533649">
    <w:abstractNumId w:val="141"/>
  </w:num>
  <w:num w:numId="23" w16cid:durableId="748505416">
    <w:abstractNumId w:val="124"/>
  </w:num>
  <w:num w:numId="24" w16cid:durableId="971135062">
    <w:abstractNumId w:val="39"/>
  </w:num>
  <w:num w:numId="25" w16cid:durableId="1845514857">
    <w:abstractNumId w:val="18"/>
  </w:num>
  <w:num w:numId="26" w16cid:durableId="1723870661">
    <w:abstractNumId w:val="145"/>
  </w:num>
  <w:num w:numId="27" w16cid:durableId="2560876">
    <w:abstractNumId w:val="140"/>
  </w:num>
  <w:num w:numId="28" w16cid:durableId="1974407656">
    <w:abstractNumId w:val="151"/>
  </w:num>
  <w:num w:numId="29" w16cid:durableId="1586644963">
    <w:abstractNumId w:val="37"/>
  </w:num>
  <w:num w:numId="30" w16cid:durableId="175199104">
    <w:abstractNumId w:val="82"/>
  </w:num>
  <w:num w:numId="31" w16cid:durableId="575283596">
    <w:abstractNumId w:val="17"/>
  </w:num>
  <w:num w:numId="32" w16cid:durableId="75245731">
    <w:abstractNumId w:val="91"/>
  </w:num>
  <w:num w:numId="33" w16cid:durableId="1680354793">
    <w:abstractNumId w:val="52"/>
  </w:num>
  <w:num w:numId="34" w16cid:durableId="1613514823">
    <w:abstractNumId w:val="88"/>
  </w:num>
  <w:num w:numId="35" w16cid:durableId="1659843157">
    <w:abstractNumId w:val="87"/>
  </w:num>
  <w:num w:numId="36" w16cid:durableId="643506889">
    <w:abstractNumId w:val="168"/>
  </w:num>
  <w:num w:numId="37" w16cid:durableId="965349349">
    <w:abstractNumId w:val="100"/>
  </w:num>
  <w:num w:numId="38" w16cid:durableId="2040544402">
    <w:abstractNumId w:val="30"/>
  </w:num>
  <w:num w:numId="39" w16cid:durableId="1479691051">
    <w:abstractNumId w:val="51"/>
  </w:num>
  <w:num w:numId="40" w16cid:durableId="952858389">
    <w:abstractNumId w:val="89"/>
  </w:num>
  <w:num w:numId="41" w16cid:durableId="677581585">
    <w:abstractNumId w:val="56"/>
  </w:num>
  <w:num w:numId="42" w16cid:durableId="24445818">
    <w:abstractNumId w:val="105"/>
  </w:num>
  <w:num w:numId="43" w16cid:durableId="1370497065">
    <w:abstractNumId w:val="62"/>
  </w:num>
  <w:num w:numId="44" w16cid:durableId="858008774">
    <w:abstractNumId w:val="149"/>
  </w:num>
  <w:num w:numId="45" w16cid:durableId="1799493414">
    <w:abstractNumId w:val="44"/>
  </w:num>
  <w:num w:numId="46" w16cid:durableId="1056127555">
    <w:abstractNumId w:val="112"/>
  </w:num>
  <w:num w:numId="47" w16cid:durableId="843282250">
    <w:abstractNumId w:val="29"/>
  </w:num>
  <w:num w:numId="48" w16cid:durableId="263807378">
    <w:abstractNumId w:val="54"/>
  </w:num>
  <w:num w:numId="49" w16cid:durableId="1827818788">
    <w:abstractNumId w:val="113"/>
  </w:num>
  <w:num w:numId="50" w16cid:durableId="1216357214">
    <w:abstractNumId w:val="81"/>
  </w:num>
  <w:num w:numId="51" w16cid:durableId="1076439781">
    <w:abstractNumId w:val="22"/>
  </w:num>
  <w:num w:numId="52" w16cid:durableId="1240675003">
    <w:abstractNumId w:val="41"/>
  </w:num>
  <w:num w:numId="53" w16cid:durableId="1572885697">
    <w:abstractNumId w:val="117"/>
  </w:num>
  <w:num w:numId="54" w16cid:durableId="308829683">
    <w:abstractNumId w:val="65"/>
  </w:num>
  <w:num w:numId="55" w16cid:durableId="699859813">
    <w:abstractNumId w:val="136"/>
  </w:num>
  <w:num w:numId="56" w16cid:durableId="1393112608">
    <w:abstractNumId w:val="21"/>
  </w:num>
  <w:num w:numId="57" w16cid:durableId="1077870707">
    <w:abstractNumId w:val="167"/>
  </w:num>
  <w:num w:numId="58" w16cid:durableId="1324504151">
    <w:abstractNumId w:val="125"/>
  </w:num>
  <w:num w:numId="59" w16cid:durableId="1354107892">
    <w:abstractNumId w:val="50"/>
  </w:num>
  <w:num w:numId="60" w16cid:durableId="1247033624">
    <w:abstractNumId w:val="104"/>
  </w:num>
  <w:num w:numId="61" w16cid:durableId="1029063643">
    <w:abstractNumId w:val="166"/>
  </w:num>
  <w:num w:numId="62" w16cid:durableId="1477988246">
    <w:abstractNumId w:val="72"/>
  </w:num>
  <w:num w:numId="63" w16cid:durableId="1724668794">
    <w:abstractNumId w:val="146"/>
  </w:num>
  <w:num w:numId="64" w16cid:durableId="1661811649">
    <w:abstractNumId w:val="27"/>
  </w:num>
  <w:num w:numId="65" w16cid:durableId="633682857">
    <w:abstractNumId w:val="126"/>
  </w:num>
  <w:num w:numId="66" w16cid:durableId="1978073136">
    <w:abstractNumId w:val="122"/>
  </w:num>
  <w:num w:numId="67" w16cid:durableId="1206991834">
    <w:abstractNumId w:val="47"/>
  </w:num>
  <w:num w:numId="68" w16cid:durableId="1352414268">
    <w:abstractNumId w:val="163"/>
  </w:num>
  <w:num w:numId="69" w16cid:durableId="1516386047">
    <w:abstractNumId w:val="155"/>
  </w:num>
  <w:num w:numId="70" w16cid:durableId="950085633">
    <w:abstractNumId w:val="115"/>
  </w:num>
  <w:num w:numId="71" w16cid:durableId="1929729451">
    <w:abstractNumId w:val="127"/>
  </w:num>
  <w:num w:numId="72" w16cid:durableId="1510682994">
    <w:abstractNumId w:val="31"/>
  </w:num>
  <w:num w:numId="73" w16cid:durableId="1684816690">
    <w:abstractNumId w:val="123"/>
  </w:num>
  <w:num w:numId="74" w16cid:durableId="1944192655">
    <w:abstractNumId w:val="143"/>
  </w:num>
  <w:num w:numId="75" w16cid:durableId="738284078">
    <w:abstractNumId w:val="121"/>
  </w:num>
  <w:num w:numId="76" w16cid:durableId="1141537551">
    <w:abstractNumId w:val="92"/>
  </w:num>
  <w:num w:numId="77" w16cid:durableId="1782257225">
    <w:abstractNumId w:val="114"/>
  </w:num>
  <w:num w:numId="78" w16cid:durableId="1246376485">
    <w:abstractNumId w:val="64"/>
  </w:num>
  <w:num w:numId="79" w16cid:durableId="415173256">
    <w:abstractNumId w:val="120"/>
  </w:num>
  <w:num w:numId="80" w16cid:durableId="1892305455">
    <w:abstractNumId w:val="99"/>
  </w:num>
  <w:num w:numId="81" w16cid:durableId="1849441730">
    <w:abstractNumId w:val="98"/>
  </w:num>
  <w:num w:numId="82" w16cid:durableId="1050572237">
    <w:abstractNumId w:val="58"/>
  </w:num>
  <w:num w:numId="83" w16cid:durableId="1106121410">
    <w:abstractNumId w:val="68"/>
  </w:num>
  <w:num w:numId="84" w16cid:durableId="686175369">
    <w:abstractNumId w:val="83"/>
  </w:num>
  <w:num w:numId="85" w16cid:durableId="319385952">
    <w:abstractNumId w:val="63"/>
  </w:num>
  <w:num w:numId="86" w16cid:durableId="1370956103">
    <w:abstractNumId w:val="71"/>
  </w:num>
  <w:num w:numId="87" w16cid:durableId="2104449013">
    <w:abstractNumId w:val="16"/>
  </w:num>
  <w:num w:numId="88" w16cid:durableId="324163631">
    <w:abstractNumId w:val="34"/>
  </w:num>
  <w:num w:numId="89" w16cid:durableId="1204169387">
    <w:abstractNumId w:val="160"/>
  </w:num>
  <w:num w:numId="90" w16cid:durableId="208955402">
    <w:abstractNumId w:val="13"/>
  </w:num>
  <w:num w:numId="91" w16cid:durableId="634414684">
    <w:abstractNumId w:val="116"/>
  </w:num>
  <w:num w:numId="92" w16cid:durableId="967781965">
    <w:abstractNumId w:val="90"/>
  </w:num>
  <w:num w:numId="93" w16cid:durableId="313680726">
    <w:abstractNumId w:val="74"/>
  </w:num>
  <w:num w:numId="94" w16cid:durableId="1054432781">
    <w:abstractNumId w:val="40"/>
  </w:num>
  <w:num w:numId="95" w16cid:durableId="1391271772">
    <w:abstractNumId w:val="28"/>
  </w:num>
  <w:num w:numId="96" w16cid:durableId="1763867427">
    <w:abstractNumId w:val="78"/>
  </w:num>
  <w:num w:numId="97" w16cid:durableId="493569413">
    <w:abstractNumId w:val="19"/>
  </w:num>
  <w:num w:numId="98" w16cid:durableId="1643733650">
    <w:abstractNumId w:val="61"/>
  </w:num>
  <w:num w:numId="99" w16cid:durableId="316812541">
    <w:abstractNumId w:val="42"/>
  </w:num>
  <w:num w:numId="100" w16cid:durableId="243298289">
    <w:abstractNumId w:val="152"/>
  </w:num>
  <w:num w:numId="101" w16cid:durableId="85467451">
    <w:abstractNumId w:val="157"/>
  </w:num>
  <w:num w:numId="102" w16cid:durableId="699280042">
    <w:abstractNumId w:val="131"/>
  </w:num>
  <w:num w:numId="103" w16cid:durableId="2122842328">
    <w:abstractNumId w:val="106"/>
  </w:num>
  <w:num w:numId="104" w16cid:durableId="1086003011">
    <w:abstractNumId w:val="77"/>
  </w:num>
  <w:num w:numId="105" w16cid:durableId="1281188329">
    <w:abstractNumId w:val="66"/>
  </w:num>
  <w:num w:numId="106" w16cid:durableId="1114404230">
    <w:abstractNumId w:val="36"/>
  </w:num>
  <w:num w:numId="107" w16cid:durableId="1005061073">
    <w:abstractNumId w:val="103"/>
  </w:num>
  <w:num w:numId="108" w16cid:durableId="1967345374">
    <w:abstractNumId w:val="67"/>
  </w:num>
  <w:num w:numId="109" w16cid:durableId="1954821402">
    <w:abstractNumId w:val="10"/>
  </w:num>
  <w:num w:numId="110" w16cid:durableId="1260945046">
    <w:abstractNumId w:val="32"/>
  </w:num>
  <w:num w:numId="111" w16cid:durableId="737828872">
    <w:abstractNumId w:val="14"/>
  </w:num>
  <w:num w:numId="112" w16cid:durableId="2109035710">
    <w:abstractNumId w:val="156"/>
  </w:num>
  <w:num w:numId="113" w16cid:durableId="1848670829">
    <w:abstractNumId w:val="15"/>
  </w:num>
  <w:num w:numId="114" w16cid:durableId="155535508">
    <w:abstractNumId w:val="161"/>
  </w:num>
  <w:num w:numId="115" w16cid:durableId="1044060991">
    <w:abstractNumId w:val="73"/>
  </w:num>
  <w:num w:numId="116" w16cid:durableId="157888276">
    <w:abstractNumId w:val="154"/>
  </w:num>
  <w:num w:numId="117" w16cid:durableId="660083076">
    <w:abstractNumId w:val="118"/>
  </w:num>
  <w:num w:numId="118" w16cid:durableId="926184340">
    <w:abstractNumId w:val="119"/>
  </w:num>
  <w:num w:numId="119" w16cid:durableId="1520125579">
    <w:abstractNumId w:val="23"/>
  </w:num>
  <w:num w:numId="120" w16cid:durableId="328141210">
    <w:abstractNumId w:val="25"/>
  </w:num>
  <w:num w:numId="121" w16cid:durableId="155728373">
    <w:abstractNumId w:val="26"/>
  </w:num>
  <w:num w:numId="122" w16cid:durableId="1907111051">
    <w:abstractNumId w:val="96"/>
  </w:num>
  <w:num w:numId="123" w16cid:durableId="1295060401">
    <w:abstractNumId w:val="53"/>
  </w:num>
  <w:num w:numId="124" w16cid:durableId="2103144540">
    <w:abstractNumId w:val="33"/>
  </w:num>
  <w:num w:numId="125" w16cid:durableId="1152870192">
    <w:abstractNumId w:val="85"/>
  </w:num>
  <w:num w:numId="126" w16cid:durableId="1668173130">
    <w:abstractNumId w:val="107"/>
  </w:num>
  <w:num w:numId="127" w16cid:durableId="1565599942">
    <w:abstractNumId w:val="45"/>
  </w:num>
  <w:num w:numId="128" w16cid:durableId="860362436">
    <w:abstractNumId w:val="70"/>
  </w:num>
  <w:num w:numId="129" w16cid:durableId="788819061">
    <w:abstractNumId w:val="93"/>
  </w:num>
  <w:num w:numId="130" w16cid:durableId="386799362">
    <w:abstractNumId w:val="134"/>
  </w:num>
  <w:num w:numId="131" w16cid:durableId="276834702">
    <w:abstractNumId w:val="46"/>
  </w:num>
  <w:num w:numId="132" w16cid:durableId="1164080781">
    <w:abstractNumId w:val="162"/>
  </w:num>
  <w:num w:numId="133" w16cid:durableId="1941336197">
    <w:abstractNumId w:val="38"/>
  </w:num>
  <w:num w:numId="134" w16cid:durableId="10256219">
    <w:abstractNumId w:val="109"/>
  </w:num>
  <w:num w:numId="135" w16cid:durableId="1903903784">
    <w:abstractNumId w:val="164"/>
  </w:num>
  <w:num w:numId="136" w16cid:durableId="825164496">
    <w:abstractNumId w:val="24"/>
  </w:num>
  <w:num w:numId="137" w16cid:durableId="1528134330">
    <w:abstractNumId w:val="57"/>
  </w:num>
  <w:num w:numId="138" w16cid:durableId="2085226288">
    <w:abstractNumId w:val="147"/>
  </w:num>
  <w:num w:numId="139" w16cid:durableId="1164902405">
    <w:abstractNumId w:val="102"/>
  </w:num>
  <w:num w:numId="140" w16cid:durableId="1115518267">
    <w:abstractNumId w:val="69"/>
  </w:num>
  <w:num w:numId="141" w16cid:durableId="1001004587">
    <w:abstractNumId w:val="128"/>
  </w:num>
  <w:num w:numId="142" w16cid:durableId="1523351052">
    <w:abstractNumId w:val="165"/>
  </w:num>
  <w:num w:numId="143" w16cid:durableId="1632050001">
    <w:abstractNumId w:val="49"/>
  </w:num>
  <w:num w:numId="144" w16cid:durableId="74280442">
    <w:abstractNumId w:val="130"/>
  </w:num>
  <w:num w:numId="145" w16cid:durableId="2114323852">
    <w:abstractNumId w:val="148"/>
  </w:num>
  <w:num w:numId="146" w16cid:durableId="1875539173">
    <w:abstractNumId w:val="158"/>
  </w:num>
  <w:num w:numId="147" w16cid:durableId="2053990930">
    <w:abstractNumId w:val="139"/>
  </w:num>
  <w:num w:numId="148" w16cid:durableId="826477869">
    <w:abstractNumId w:val="75"/>
  </w:num>
  <w:num w:numId="149" w16cid:durableId="334377755">
    <w:abstractNumId w:val="80"/>
  </w:num>
  <w:num w:numId="150" w16cid:durableId="1645115385">
    <w:abstractNumId w:val="20"/>
  </w:num>
  <w:num w:numId="151" w16cid:durableId="1845588860">
    <w:abstractNumId w:val="108"/>
  </w:num>
  <w:num w:numId="152" w16cid:durableId="1753158613">
    <w:abstractNumId w:val="142"/>
  </w:num>
  <w:num w:numId="153" w16cid:durableId="1109080580">
    <w:abstractNumId w:val="55"/>
  </w:num>
  <w:num w:numId="154" w16cid:durableId="1739280300">
    <w:abstractNumId w:val="133"/>
  </w:num>
  <w:num w:numId="155" w16cid:durableId="1689287455">
    <w:abstractNumId w:val="137"/>
  </w:num>
  <w:num w:numId="156" w16cid:durableId="890920207">
    <w:abstractNumId w:val="110"/>
  </w:num>
  <w:num w:numId="157" w16cid:durableId="411705827">
    <w:abstractNumId w:val="144"/>
  </w:num>
  <w:num w:numId="158" w16cid:durableId="1156989885">
    <w:abstractNumId w:val="135"/>
  </w:num>
  <w:num w:numId="159" w16cid:durableId="416174077">
    <w:abstractNumId w:val="111"/>
  </w:num>
  <w:num w:numId="160" w16cid:durableId="889221106">
    <w:abstractNumId w:val="6"/>
  </w:num>
  <w:num w:numId="161" w16cid:durableId="521669358">
    <w:abstractNumId w:val="5"/>
  </w:num>
  <w:num w:numId="162" w16cid:durableId="1680496902">
    <w:abstractNumId w:val="4"/>
  </w:num>
  <w:num w:numId="163" w16cid:durableId="588924626">
    <w:abstractNumId w:val="8"/>
  </w:num>
  <w:num w:numId="164" w16cid:durableId="1659840235">
    <w:abstractNumId w:val="3"/>
  </w:num>
  <w:num w:numId="165" w16cid:durableId="967474747">
    <w:abstractNumId w:val="2"/>
  </w:num>
  <w:num w:numId="166" w16cid:durableId="1883318974">
    <w:abstractNumId w:val="1"/>
  </w:num>
  <w:num w:numId="167" w16cid:durableId="1548377540">
    <w:abstractNumId w:val="0"/>
  </w:num>
  <w:num w:numId="168" w16cid:durableId="269239714">
    <w:abstractNumId w:val="59"/>
  </w:num>
  <w:num w:numId="169" w16cid:durableId="848760731">
    <w:abstractNumId w:val="150"/>
  </w:num>
  <w:num w:numId="170" w16cid:durableId="928468163">
    <w:abstractNumId w:val="35"/>
  </w:num>
  <w:num w:numId="171" w16cid:durableId="69738770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534033495">
    <w:abstractNumId w:val="60"/>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5"/>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C17"/>
    <w:rsid w:val="00000FF6"/>
    <w:rsid w:val="00005B7B"/>
    <w:rsid w:val="00005F1F"/>
    <w:rsid w:val="00006B3A"/>
    <w:rsid w:val="00012C44"/>
    <w:rsid w:val="0001730F"/>
    <w:rsid w:val="00023528"/>
    <w:rsid w:val="00024C43"/>
    <w:rsid w:val="00030624"/>
    <w:rsid w:val="00033041"/>
    <w:rsid w:val="00034345"/>
    <w:rsid w:val="00043925"/>
    <w:rsid w:val="000449B0"/>
    <w:rsid w:val="00044AE5"/>
    <w:rsid w:val="00046FE6"/>
    <w:rsid w:val="00047F2C"/>
    <w:rsid w:val="000508CE"/>
    <w:rsid w:val="00060BBB"/>
    <w:rsid w:val="000616BD"/>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B5A58"/>
    <w:rsid w:val="000B6B8B"/>
    <w:rsid w:val="000C11FC"/>
    <w:rsid w:val="000C7042"/>
    <w:rsid w:val="000D208F"/>
    <w:rsid w:val="000E1D25"/>
    <w:rsid w:val="000E28CA"/>
    <w:rsid w:val="000E4329"/>
    <w:rsid w:val="000E5705"/>
    <w:rsid w:val="00101D6D"/>
    <w:rsid w:val="00103679"/>
    <w:rsid w:val="00115C33"/>
    <w:rsid w:val="00117E95"/>
    <w:rsid w:val="00123F2F"/>
    <w:rsid w:val="0013391D"/>
    <w:rsid w:val="00135B49"/>
    <w:rsid w:val="00147F63"/>
    <w:rsid w:val="00177DED"/>
    <w:rsid w:val="001832F8"/>
    <w:rsid w:val="001951F3"/>
    <w:rsid w:val="00197607"/>
    <w:rsid w:val="001A31F4"/>
    <w:rsid w:val="001B73A2"/>
    <w:rsid w:val="001C1D5A"/>
    <w:rsid w:val="001C782B"/>
    <w:rsid w:val="001D1D6C"/>
    <w:rsid w:val="001E34B8"/>
    <w:rsid w:val="001E46CF"/>
    <w:rsid w:val="001E4B99"/>
    <w:rsid w:val="001F05E0"/>
    <w:rsid w:val="001F51AB"/>
    <w:rsid w:val="002153A1"/>
    <w:rsid w:val="00217683"/>
    <w:rsid w:val="00223C24"/>
    <w:rsid w:val="00231710"/>
    <w:rsid w:val="00231910"/>
    <w:rsid w:val="00232273"/>
    <w:rsid w:val="00232EC9"/>
    <w:rsid w:val="002423FB"/>
    <w:rsid w:val="00243709"/>
    <w:rsid w:val="00255718"/>
    <w:rsid w:val="00257891"/>
    <w:rsid w:val="002635DE"/>
    <w:rsid w:val="002659E9"/>
    <w:rsid w:val="002714A2"/>
    <w:rsid w:val="0027495D"/>
    <w:rsid w:val="00277205"/>
    <w:rsid w:val="00284E79"/>
    <w:rsid w:val="00286EC7"/>
    <w:rsid w:val="00290363"/>
    <w:rsid w:val="00290712"/>
    <w:rsid w:val="00294283"/>
    <w:rsid w:val="002A2B33"/>
    <w:rsid w:val="002A79A0"/>
    <w:rsid w:val="002B197B"/>
    <w:rsid w:val="002B261C"/>
    <w:rsid w:val="002B267E"/>
    <w:rsid w:val="002B7B21"/>
    <w:rsid w:val="002B7E99"/>
    <w:rsid w:val="002C0868"/>
    <w:rsid w:val="002C3099"/>
    <w:rsid w:val="002D5DF1"/>
    <w:rsid w:val="002D70F0"/>
    <w:rsid w:val="002F0E6A"/>
    <w:rsid w:val="002F10B8"/>
    <w:rsid w:val="002F1E2B"/>
    <w:rsid w:val="00300B86"/>
    <w:rsid w:val="0030202A"/>
    <w:rsid w:val="00303110"/>
    <w:rsid w:val="003129C6"/>
    <w:rsid w:val="00316300"/>
    <w:rsid w:val="0031788B"/>
    <w:rsid w:val="0032180E"/>
    <w:rsid w:val="00342831"/>
    <w:rsid w:val="00343109"/>
    <w:rsid w:val="00350E02"/>
    <w:rsid w:val="00353B51"/>
    <w:rsid w:val="00362160"/>
    <w:rsid w:val="0036615E"/>
    <w:rsid w:val="00366C20"/>
    <w:rsid w:val="003707E2"/>
    <w:rsid w:val="003734F5"/>
    <w:rsid w:val="00373F41"/>
    <w:rsid w:val="00374C8F"/>
    <w:rsid w:val="00375621"/>
    <w:rsid w:val="00393429"/>
    <w:rsid w:val="00397F32"/>
    <w:rsid w:val="003A0D47"/>
    <w:rsid w:val="003B0E37"/>
    <w:rsid w:val="003B1F5B"/>
    <w:rsid w:val="003B37FE"/>
    <w:rsid w:val="003B55C7"/>
    <w:rsid w:val="003C18EF"/>
    <w:rsid w:val="003C20A1"/>
    <w:rsid w:val="003C61EA"/>
    <w:rsid w:val="003C6C17"/>
    <w:rsid w:val="003D15AE"/>
    <w:rsid w:val="003D1945"/>
    <w:rsid w:val="003D5C65"/>
    <w:rsid w:val="003E324B"/>
    <w:rsid w:val="003E6731"/>
    <w:rsid w:val="003F008B"/>
    <w:rsid w:val="0040052F"/>
    <w:rsid w:val="00402E3A"/>
    <w:rsid w:val="00412A4B"/>
    <w:rsid w:val="004226B7"/>
    <w:rsid w:val="0042272F"/>
    <w:rsid w:val="00425220"/>
    <w:rsid w:val="00427622"/>
    <w:rsid w:val="0043023F"/>
    <w:rsid w:val="00430C66"/>
    <w:rsid w:val="00433D76"/>
    <w:rsid w:val="00453E33"/>
    <w:rsid w:val="00453E7F"/>
    <w:rsid w:val="00462FBF"/>
    <w:rsid w:val="00463972"/>
    <w:rsid w:val="00465C9F"/>
    <w:rsid w:val="00472D17"/>
    <w:rsid w:val="004757D8"/>
    <w:rsid w:val="00476F31"/>
    <w:rsid w:val="00485993"/>
    <w:rsid w:val="004904F9"/>
    <w:rsid w:val="004925B5"/>
    <w:rsid w:val="00494EE0"/>
    <w:rsid w:val="004A1E44"/>
    <w:rsid w:val="004A4186"/>
    <w:rsid w:val="004A43BE"/>
    <w:rsid w:val="004A5BBB"/>
    <w:rsid w:val="004A688D"/>
    <w:rsid w:val="004B0F58"/>
    <w:rsid w:val="004B203E"/>
    <w:rsid w:val="004B2AA0"/>
    <w:rsid w:val="004B2B8C"/>
    <w:rsid w:val="004B7927"/>
    <w:rsid w:val="004C0043"/>
    <w:rsid w:val="004C0E19"/>
    <w:rsid w:val="004C4D7C"/>
    <w:rsid w:val="004D0E5E"/>
    <w:rsid w:val="004E374A"/>
    <w:rsid w:val="004E61EC"/>
    <w:rsid w:val="004F0C73"/>
    <w:rsid w:val="004F390D"/>
    <w:rsid w:val="004F4440"/>
    <w:rsid w:val="004F5BEF"/>
    <w:rsid w:val="0050159C"/>
    <w:rsid w:val="005034EB"/>
    <w:rsid w:val="0050510A"/>
    <w:rsid w:val="00507403"/>
    <w:rsid w:val="00511992"/>
    <w:rsid w:val="005126F2"/>
    <w:rsid w:val="00513759"/>
    <w:rsid w:val="00514964"/>
    <w:rsid w:val="0051640A"/>
    <w:rsid w:val="0052099F"/>
    <w:rsid w:val="00527ED7"/>
    <w:rsid w:val="00536316"/>
    <w:rsid w:val="00537163"/>
    <w:rsid w:val="00542191"/>
    <w:rsid w:val="00547D8B"/>
    <w:rsid w:val="00547E3B"/>
    <w:rsid w:val="00551879"/>
    <w:rsid w:val="00554D3F"/>
    <w:rsid w:val="00560795"/>
    <w:rsid w:val="00572BC4"/>
    <w:rsid w:val="00590FE3"/>
    <w:rsid w:val="00591B31"/>
    <w:rsid w:val="005939BE"/>
    <w:rsid w:val="00596B92"/>
    <w:rsid w:val="005A1892"/>
    <w:rsid w:val="005A293B"/>
    <w:rsid w:val="005A3A27"/>
    <w:rsid w:val="005A5678"/>
    <w:rsid w:val="005A5E41"/>
    <w:rsid w:val="005B4758"/>
    <w:rsid w:val="005B5688"/>
    <w:rsid w:val="005C4A13"/>
    <w:rsid w:val="005D2EE1"/>
    <w:rsid w:val="005E7EC5"/>
    <w:rsid w:val="005F4F93"/>
    <w:rsid w:val="005F6837"/>
    <w:rsid w:val="0060033A"/>
    <w:rsid w:val="006047D8"/>
    <w:rsid w:val="00605B24"/>
    <w:rsid w:val="0060747C"/>
    <w:rsid w:val="006107FC"/>
    <w:rsid w:val="00615B69"/>
    <w:rsid w:val="0063430E"/>
    <w:rsid w:val="00635370"/>
    <w:rsid w:val="0066753F"/>
    <w:rsid w:val="006852B0"/>
    <w:rsid w:val="00697364"/>
    <w:rsid w:val="006A0100"/>
    <w:rsid w:val="006A3443"/>
    <w:rsid w:val="006A3CBB"/>
    <w:rsid w:val="006B2C49"/>
    <w:rsid w:val="006C3E52"/>
    <w:rsid w:val="006D26AD"/>
    <w:rsid w:val="006D31DB"/>
    <w:rsid w:val="006D33D5"/>
    <w:rsid w:val="006E1D0D"/>
    <w:rsid w:val="006E51CB"/>
    <w:rsid w:val="006F11AC"/>
    <w:rsid w:val="006F2371"/>
    <w:rsid w:val="006F2C2B"/>
    <w:rsid w:val="007001D7"/>
    <w:rsid w:val="0070385D"/>
    <w:rsid w:val="00704663"/>
    <w:rsid w:val="007057F1"/>
    <w:rsid w:val="0071217C"/>
    <w:rsid w:val="007132C1"/>
    <w:rsid w:val="007139E9"/>
    <w:rsid w:val="007165BD"/>
    <w:rsid w:val="007167BB"/>
    <w:rsid w:val="00725C36"/>
    <w:rsid w:val="00725C73"/>
    <w:rsid w:val="00727F08"/>
    <w:rsid w:val="007402C5"/>
    <w:rsid w:val="007408A0"/>
    <w:rsid w:val="007415D5"/>
    <w:rsid w:val="00742877"/>
    <w:rsid w:val="0074463C"/>
    <w:rsid w:val="00745446"/>
    <w:rsid w:val="00746D5A"/>
    <w:rsid w:val="00754545"/>
    <w:rsid w:val="007611CD"/>
    <w:rsid w:val="00763A94"/>
    <w:rsid w:val="00765F2F"/>
    <w:rsid w:val="0077006B"/>
    <w:rsid w:val="0077317A"/>
    <w:rsid w:val="0077347A"/>
    <w:rsid w:val="007816D7"/>
    <w:rsid w:val="007824D4"/>
    <w:rsid w:val="00782BDD"/>
    <w:rsid w:val="00783313"/>
    <w:rsid w:val="007842E4"/>
    <w:rsid w:val="007902D4"/>
    <w:rsid w:val="00790B4C"/>
    <w:rsid w:val="00797FF9"/>
    <w:rsid w:val="007A1064"/>
    <w:rsid w:val="007A5948"/>
    <w:rsid w:val="007A60C0"/>
    <w:rsid w:val="007A63CE"/>
    <w:rsid w:val="007C3A75"/>
    <w:rsid w:val="007C625D"/>
    <w:rsid w:val="007C6493"/>
    <w:rsid w:val="007E3373"/>
    <w:rsid w:val="008012F5"/>
    <w:rsid w:val="008020C7"/>
    <w:rsid w:val="00806704"/>
    <w:rsid w:val="00831022"/>
    <w:rsid w:val="00832B99"/>
    <w:rsid w:val="00840965"/>
    <w:rsid w:val="0084560C"/>
    <w:rsid w:val="00851329"/>
    <w:rsid w:val="00852E10"/>
    <w:rsid w:val="008543AE"/>
    <w:rsid w:val="008546B3"/>
    <w:rsid w:val="00860008"/>
    <w:rsid w:val="00861E18"/>
    <w:rsid w:val="008677C6"/>
    <w:rsid w:val="00867ED4"/>
    <w:rsid w:val="00875F61"/>
    <w:rsid w:val="00876477"/>
    <w:rsid w:val="00876B32"/>
    <w:rsid w:val="0088011D"/>
    <w:rsid w:val="00882FC4"/>
    <w:rsid w:val="0088339A"/>
    <w:rsid w:val="00885BC6"/>
    <w:rsid w:val="00890065"/>
    <w:rsid w:val="00893CAF"/>
    <w:rsid w:val="00893F59"/>
    <w:rsid w:val="008A31C5"/>
    <w:rsid w:val="008A51B1"/>
    <w:rsid w:val="008A68CC"/>
    <w:rsid w:val="008B1509"/>
    <w:rsid w:val="008B1CF4"/>
    <w:rsid w:val="008B35FC"/>
    <w:rsid w:val="008C100C"/>
    <w:rsid w:val="008C5C74"/>
    <w:rsid w:val="008C7396"/>
    <w:rsid w:val="008C7AAC"/>
    <w:rsid w:val="008D23C9"/>
    <w:rsid w:val="008D464F"/>
    <w:rsid w:val="008D603F"/>
    <w:rsid w:val="008E0F78"/>
    <w:rsid w:val="008F06B3"/>
    <w:rsid w:val="008F4458"/>
    <w:rsid w:val="008F7D12"/>
    <w:rsid w:val="00915EC3"/>
    <w:rsid w:val="00922029"/>
    <w:rsid w:val="00926CCB"/>
    <w:rsid w:val="00930197"/>
    <w:rsid w:val="00930A73"/>
    <w:rsid w:val="00930E31"/>
    <w:rsid w:val="009379DE"/>
    <w:rsid w:val="0094275A"/>
    <w:rsid w:val="00947E0C"/>
    <w:rsid w:val="00950197"/>
    <w:rsid w:val="00951C02"/>
    <w:rsid w:val="009523EF"/>
    <w:rsid w:val="0095358A"/>
    <w:rsid w:val="00960A34"/>
    <w:rsid w:val="0096165F"/>
    <w:rsid w:val="00962F1F"/>
    <w:rsid w:val="00970D63"/>
    <w:rsid w:val="009720EB"/>
    <w:rsid w:val="009739CA"/>
    <w:rsid w:val="00982437"/>
    <w:rsid w:val="00982A1E"/>
    <w:rsid w:val="0099156C"/>
    <w:rsid w:val="0099403E"/>
    <w:rsid w:val="00995224"/>
    <w:rsid w:val="00995E1B"/>
    <w:rsid w:val="009A2E52"/>
    <w:rsid w:val="009A44D0"/>
    <w:rsid w:val="009A7CE8"/>
    <w:rsid w:val="009B1FA0"/>
    <w:rsid w:val="009B28A5"/>
    <w:rsid w:val="009B4661"/>
    <w:rsid w:val="009C0ECF"/>
    <w:rsid w:val="009C3825"/>
    <w:rsid w:val="009C4A89"/>
    <w:rsid w:val="009C4CD6"/>
    <w:rsid w:val="009C7DCE"/>
    <w:rsid w:val="009D1CDA"/>
    <w:rsid w:val="009E22A1"/>
    <w:rsid w:val="009F04EF"/>
    <w:rsid w:val="009F6767"/>
    <w:rsid w:val="009F7F75"/>
    <w:rsid w:val="00A05FDF"/>
    <w:rsid w:val="00A12E16"/>
    <w:rsid w:val="00A31FB9"/>
    <w:rsid w:val="00A34900"/>
    <w:rsid w:val="00A42A53"/>
    <w:rsid w:val="00A433E8"/>
    <w:rsid w:val="00A44E81"/>
    <w:rsid w:val="00A468A8"/>
    <w:rsid w:val="00A471E7"/>
    <w:rsid w:val="00A50716"/>
    <w:rsid w:val="00A55556"/>
    <w:rsid w:val="00A650E8"/>
    <w:rsid w:val="00A6578C"/>
    <w:rsid w:val="00A710C8"/>
    <w:rsid w:val="00A71CFA"/>
    <w:rsid w:val="00A74011"/>
    <w:rsid w:val="00A833D1"/>
    <w:rsid w:val="00A83CAA"/>
    <w:rsid w:val="00A9135E"/>
    <w:rsid w:val="00A9241B"/>
    <w:rsid w:val="00A93A73"/>
    <w:rsid w:val="00A94109"/>
    <w:rsid w:val="00A9675F"/>
    <w:rsid w:val="00AA0D5A"/>
    <w:rsid w:val="00AA2431"/>
    <w:rsid w:val="00AA2F0A"/>
    <w:rsid w:val="00AB5C2E"/>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25123"/>
    <w:rsid w:val="00B274B7"/>
    <w:rsid w:val="00B311CC"/>
    <w:rsid w:val="00B31AE1"/>
    <w:rsid w:val="00B31D83"/>
    <w:rsid w:val="00B569DB"/>
    <w:rsid w:val="00B573DB"/>
    <w:rsid w:val="00B624CC"/>
    <w:rsid w:val="00B6287B"/>
    <w:rsid w:val="00B638C0"/>
    <w:rsid w:val="00B809FD"/>
    <w:rsid w:val="00B80CDB"/>
    <w:rsid w:val="00B8529B"/>
    <w:rsid w:val="00B962CE"/>
    <w:rsid w:val="00BA2083"/>
    <w:rsid w:val="00BB79DE"/>
    <w:rsid w:val="00BC41D3"/>
    <w:rsid w:val="00BC48DD"/>
    <w:rsid w:val="00BC5AF2"/>
    <w:rsid w:val="00BE1CE0"/>
    <w:rsid w:val="00BF3A33"/>
    <w:rsid w:val="00BF6D27"/>
    <w:rsid w:val="00C002AA"/>
    <w:rsid w:val="00C02DEC"/>
    <w:rsid w:val="00C04BCD"/>
    <w:rsid w:val="00C104CE"/>
    <w:rsid w:val="00C17A88"/>
    <w:rsid w:val="00C217E0"/>
    <w:rsid w:val="00C2337F"/>
    <w:rsid w:val="00C23558"/>
    <w:rsid w:val="00C304DB"/>
    <w:rsid w:val="00C32606"/>
    <w:rsid w:val="00C37A3F"/>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96AA8"/>
    <w:rsid w:val="00CA0CED"/>
    <w:rsid w:val="00CA1215"/>
    <w:rsid w:val="00CA2698"/>
    <w:rsid w:val="00CB201E"/>
    <w:rsid w:val="00CB7989"/>
    <w:rsid w:val="00CC25B2"/>
    <w:rsid w:val="00CC28F5"/>
    <w:rsid w:val="00CC2F1E"/>
    <w:rsid w:val="00CC5EC1"/>
    <w:rsid w:val="00CC6472"/>
    <w:rsid w:val="00CD33CA"/>
    <w:rsid w:val="00CE2CD5"/>
    <w:rsid w:val="00CE48E3"/>
    <w:rsid w:val="00CE59AF"/>
    <w:rsid w:val="00CF5335"/>
    <w:rsid w:val="00CF5D9B"/>
    <w:rsid w:val="00CF629C"/>
    <w:rsid w:val="00D00DF9"/>
    <w:rsid w:val="00D010DF"/>
    <w:rsid w:val="00D04A7F"/>
    <w:rsid w:val="00D06C3A"/>
    <w:rsid w:val="00D14266"/>
    <w:rsid w:val="00D27CAB"/>
    <w:rsid w:val="00D303F1"/>
    <w:rsid w:val="00D32EFC"/>
    <w:rsid w:val="00D34FFC"/>
    <w:rsid w:val="00D43CB9"/>
    <w:rsid w:val="00D5207A"/>
    <w:rsid w:val="00D54431"/>
    <w:rsid w:val="00D54A1C"/>
    <w:rsid w:val="00D56E36"/>
    <w:rsid w:val="00D57156"/>
    <w:rsid w:val="00D57FAD"/>
    <w:rsid w:val="00D61DB1"/>
    <w:rsid w:val="00D61FFC"/>
    <w:rsid w:val="00D65C25"/>
    <w:rsid w:val="00D71582"/>
    <w:rsid w:val="00D71EB1"/>
    <w:rsid w:val="00D73156"/>
    <w:rsid w:val="00D75ED0"/>
    <w:rsid w:val="00D77705"/>
    <w:rsid w:val="00D8216B"/>
    <w:rsid w:val="00D8340E"/>
    <w:rsid w:val="00D844BE"/>
    <w:rsid w:val="00D852A1"/>
    <w:rsid w:val="00D861BB"/>
    <w:rsid w:val="00DA2D14"/>
    <w:rsid w:val="00DA37E6"/>
    <w:rsid w:val="00DA5475"/>
    <w:rsid w:val="00DB27A1"/>
    <w:rsid w:val="00DB7C3C"/>
    <w:rsid w:val="00DC2EB1"/>
    <w:rsid w:val="00DC4C81"/>
    <w:rsid w:val="00DC7E9B"/>
    <w:rsid w:val="00DD0002"/>
    <w:rsid w:val="00DD0D58"/>
    <w:rsid w:val="00DD5A0D"/>
    <w:rsid w:val="00DE105D"/>
    <w:rsid w:val="00DE6F0E"/>
    <w:rsid w:val="00DF1F29"/>
    <w:rsid w:val="00DF3A4F"/>
    <w:rsid w:val="00DF5EAF"/>
    <w:rsid w:val="00E06267"/>
    <w:rsid w:val="00E115F3"/>
    <w:rsid w:val="00E15FDC"/>
    <w:rsid w:val="00E21636"/>
    <w:rsid w:val="00E21E0D"/>
    <w:rsid w:val="00E230BA"/>
    <w:rsid w:val="00E30A7D"/>
    <w:rsid w:val="00E30DE0"/>
    <w:rsid w:val="00E31A55"/>
    <w:rsid w:val="00E33995"/>
    <w:rsid w:val="00E36FE1"/>
    <w:rsid w:val="00E4299F"/>
    <w:rsid w:val="00E5513E"/>
    <w:rsid w:val="00E624E6"/>
    <w:rsid w:val="00E67FED"/>
    <w:rsid w:val="00E7674F"/>
    <w:rsid w:val="00E83D98"/>
    <w:rsid w:val="00E84342"/>
    <w:rsid w:val="00E85F43"/>
    <w:rsid w:val="00EA5FB6"/>
    <w:rsid w:val="00EB7A3C"/>
    <w:rsid w:val="00EC42BE"/>
    <w:rsid w:val="00ED09B2"/>
    <w:rsid w:val="00ED4E89"/>
    <w:rsid w:val="00EE0FF4"/>
    <w:rsid w:val="00EE32B1"/>
    <w:rsid w:val="00EE3786"/>
    <w:rsid w:val="00EE3BEF"/>
    <w:rsid w:val="00EF4464"/>
    <w:rsid w:val="00EF63FB"/>
    <w:rsid w:val="00F102AA"/>
    <w:rsid w:val="00F1108A"/>
    <w:rsid w:val="00F11CFE"/>
    <w:rsid w:val="00F12E9D"/>
    <w:rsid w:val="00F275C1"/>
    <w:rsid w:val="00F275CE"/>
    <w:rsid w:val="00F316B4"/>
    <w:rsid w:val="00F3464C"/>
    <w:rsid w:val="00F42CC9"/>
    <w:rsid w:val="00F442F9"/>
    <w:rsid w:val="00F44706"/>
    <w:rsid w:val="00F46AC4"/>
    <w:rsid w:val="00F50784"/>
    <w:rsid w:val="00F50E2C"/>
    <w:rsid w:val="00F679E8"/>
    <w:rsid w:val="00F9240B"/>
    <w:rsid w:val="00F9293F"/>
    <w:rsid w:val="00FA01F7"/>
    <w:rsid w:val="00FA361D"/>
    <w:rsid w:val="00FA4B6D"/>
    <w:rsid w:val="00FB1AB9"/>
    <w:rsid w:val="00FB384A"/>
    <w:rsid w:val="00FB3A75"/>
    <w:rsid w:val="00FB69AD"/>
    <w:rsid w:val="00FC06F0"/>
    <w:rsid w:val="00FC2B78"/>
    <w:rsid w:val="00FC3563"/>
    <w:rsid w:val="00FC6559"/>
    <w:rsid w:val="00FD6F6F"/>
    <w:rsid w:val="00FE0355"/>
    <w:rsid w:val="00FE0D97"/>
    <w:rsid w:val="00FE5628"/>
    <w:rsid w:val="00FE5C13"/>
    <w:rsid w:val="00FF0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492EB5"/>
  <w15:docId w15:val="{15FE1F92-B0A3-024B-A25A-8D7AE60EE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rsid w:val="00FD6F6F"/>
    <w:pPr>
      <w:numPr>
        <w:ilvl w:val="4"/>
      </w:numPr>
      <w:outlineLvl w:val="4"/>
    </w:pPr>
    <w:rPr>
      <w:bCs/>
      <w:iCs w:val="0"/>
      <w:sz w:val="22"/>
      <w:szCs w:val="26"/>
    </w:rPr>
  </w:style>
  <w:style w:type="paragraph" w:styleId="Heading6">
    <w:name w:val="heading 6"/>
    <w:basedOn w:val="Heading5"/>
    <w:next w:val="Normal"/>
    <w:link w:val="Heading6Char"/>
    <w:qFormat/>
    <w:rsid w:val="00FD6F6F"/>
    <w:pPr>
      <w:numPr>
        <w:ilvl w:val="5"/>
      </w:numPr>
      <w:outlineLvl w:val="5"/>
    </w:pPr>
    <w:rPr>
      <w:bCs w:val="0"/>
      <w:sz w:val="20"/>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0965"/>
    <w:rPr>
      <w:rFonts w:ascii="Liberation Sans" w:hAnsi="Liberation Sans" w:cs="Arial"/>
      <w:b/>
      <w:bCs/>
      <w:color w:val="446CAA"/>
      <w:kern w:val="32"/>
      <w:sz w:val="36"/>
      <w:szCs w:val="36"/>
    </w:rPr>
  </w:style>
  <w:style w:type="character" w:customStyle="1" w:styleId="Heading2Char">
    <w:name w:val="Heading 2 Char"/>
    <w:aliases w:val="H2 Char"/>
    <w:link w:val="Heading2"/>
    <w:rsid w:val="00840965"/>
    <w:rPr>
      <w:rFonts w:ascii="Liberation Sans" w:hAnsi="Liberation Sans" w:cs="Arial"/>
      <w:b/>
      <w:iCs/>
      <w:color w:val="446CAA"/>
      <w:kern w:val="32"/>
      <w:sz w:val="28"/>
      <w:szCs w:val="28"/>
    </w:rPr>
  </w:style>
  <w:style w:type="character" w:customStyle="1" w:styleId="Heading3Char">
    <w:name w:val="Heading 3 Char"/>
    <w:aliases w:val="H3 Char"/>
    <w:link w:val="Heading3"/>
    <w:locked/>
    <w:rsid w:val="00840965"/>
    <w:rPr>
      <w:rFonts w:ascii="Liberation Sans" w:hAnsi="Liberation Sans" w:cs="Arial"/>
      <w:b/>
      <w:bCs/>
      <w:iCs/>
      <w:color w:val="446CAA"/>
      <w:kern w:val="32"/>
      <w:sz w:val="26"/>
      <w:szCs w:val="26"/>
    </w:rPr>
  </w:style>
  <w:style w:type="character" w:customStyle="1" w:styleId="Heading4Char">
    <w:name w:val="Heading 4 Char"/>
    <w:aliases w:val="H4 Char"/>
    <w:link w:val="Heading4"/>
    <w:rsid w:val="00840965"/>
    <w:rPr>
      <w:rFonts w:ascii="Liberation Sans" w:hAnsi="Liberation Sans" w:cs="Arial"/>
      <w:b/>
      <w:iCs/>
      <w:color w:val="446CAA"/>
      <w:kern w:val="32"/>
      <w:sz w:val="24"/>
      <w:szCs w:val="28"/>
    </w:rPr>
  </w:style>
  <w:style w:type="character" w:customStyle="1" w:styleId="Heading5Char">
    <w:name w:val="Heading 5 Char"/>
    <w:link w:val="Heading5"/>
    <w:rsid w:val="00840965"/>
    <w:rPr>
      <w:rFonts w:ascii="Liberation Sans" w:hAnsi="Liberation Sans" w:cs="Arial"/>
      <w:b/>
      <w:bCs/>
      <w:color w:val="446CAA"/>
      <w:kern w:val="32"/>
      <w:sz w:val="22"/>
      <w:szCs w:val="26"/>
    </w:rPr>
  </w:style>
  <w:style w:type="character" w:customStyle="1" w:styleId="Heading6Char">
    <w:name w:val="Heading 6 Char"/>
    <w:link w:val="Heading6"/>
    <w:rsid w:val="00840965"/>
    <w:rPr>
      <w:rFonts w:ascii="Liberation Sans" w:hAnsi="Liberation Sans" w:cs="Arial"/>
      <w:b/>
      <w:color w:val="446CAA"/>
      <w:kern w:val="32"/>
      <w:szCs w:val="22"/>
    </w:rPr>
  </w:style>
  <w:style w:type="character" w:customStyle="1" w:styleId="Heading7Char">
    <w:name w:val="Heading 7 Char"/>
    <w:link w:val="Heading7"/>
    <w:rsid w:val="00840965"/>
    <w:rPr>
      <w:rFonts w:ascii="Liberation Sans" w:hAnsi="Liberation Sans" w:cs="Arial"/>
      <w:b/>
      <w:color w:val="446CAA"/>
      <w:kern w:val="32"/>
      <w:szCs w:val="22"/>
    </w:rPr>
  </w:style>
  <w:style w:type="character" w:customStyle="1" w:styleId="Heading8Char">
    <w:name w:val="Heading 8 Char"/>
    <w:link w:val="Heading8"/>
    <w:rsid w:val="00840965"/>
    <w:rPr>
      <w:rFonts w:ascii="Liberation Sans" w:hAnsi="Liberation Sans" w:cs="Arial"/>
      <w:b/>
      <w:i/>
      <w:iCs/>
      <w:color w:val="446CAA"/>
      <w:kern w:val="32"/>
      <w:szCs w:val="22"/>
    </w:rPr>
  </w:style>
  <w:style w:type="character" w:customStyle="1" w:styleId="Heading9Char">
    <w:name w:val="Heading 9 Char"/>
    <w:link w:val="Heading9"/>
    <w:rsid w:val="00840965"/>
    <w:rPr>
      <w:rFonts w:ascii="Liberation Sans" w:hAnsi="Liberation Sans" w:cs="Arial"/>
      <w:b/>
      <w:i/>
      <w:iCs/>
      <w:color w:val="446CAA"/>
      <w:kern w:val="32"/>
      <w:szCs w:val="22"/>
    </w:rPr>
  </w:style>
  <w:style w:type="paragraph" w:styleId="Title">
    <w:name w:val="Title"/>
    <w:basedOn w:val="Normal"/>
    <w:qFormat/>
    <w:rsid w:val="002B7B2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paragraph" w:customStyle="1" w:styleId="Titlepageinfo">
    <w:name w:val="Title page info"/>
    <w:basedOn w:val="Normal"/>
    <w:next w:val="Titlepageinfodescription"/>
    <w:rsid w:val="00CA0CED"/>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rsid w:val="00E115F3"/>
    <w:pPr>
      <w:tabs>
        <w:tab w:val="right" w:leader="dot" w:pos="9350"/>
      </w:tabs>
      <w:spacing w:before="60" w:after="60"/>
      <w:ind w:left="240"/>
    </w:pPr>
  </w:style>
  <w:style w:type="paragraph" w:styleId="TOC3">
    <w:name w:val="toc 3"/>
    <w:basedOn w:val="Normal"/>
    <w:next w:val="Normal"/>
    <w:autoRedefine/>
    <w:uiPriority w:val="39"/>
    <w:qFormat/>
    <w:rsid w:val="00E115F3"/>
    <w:pPr>
      <w:tabs>
        <w:tab w:val="right" w:leader="dot" w:pos="9350"/>
      </w:tabs>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E115F3"/>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AppendixHeading1Char">
    <w:name w:val="AppendixHeading1 Char"/>
    <w:link w:val="AppendixHeading1"/>
    <w:rsid w:val="00840965"/>
    <w:rPr>
      <w:rFonts w:ascii="Liberation Sans" w:hAnsi="Liberation Sans" w:cs="Arial"/>
      <w:b/>
      <w:bCs/>
      <w:color w:val="446CAA"/>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rsid w:val="00463972"/>
    <w:pPr>
      <w:ind w:left="720"/>
    </w:pPr>
    <w:rPr>
      <w:sz w:val="18"/>
    </w:rPr>
  </w:style>
  <w:style w:type="character" w:customStyle="1" w:styleId="Variable">
    <w:name w:val="Variable"/>
    <w:rPr>
      <w:i/>
    </w:rPr>
  </w:style>
  <w:style w:type="paragraph" w:styleId="TOC5">
    <w:name w:val="toc 5"/>
    <w:basedOn w:val="TOC4"/>
    <w:next w:val="Normal"/>
    <w:autoRedefine/>
    <w:uiPriority w:val="39"/>
    <w:rsid w:val="00E115F3"/>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customStyle="1" w:styleId="UnresolvedMention1">
    <w:name w:val="Unresolved Mention1"/>
    <w:basedOn w:val="DefaultParagraphFont"/>
    <w:uiPriority w:val="99"/>
    <w:semiHidden/>
    <w:unhideWhenUsed/>
    <w:rsid w:val="00D010DF"/>
    <w:rPr>
      <w:color w:val="605E5C"/>
      <w:shd w:val="clear" w:color="auto" w:fill="E1DFDD"/>
    </w:rPr>
  </w:style>
  <w:style w:type="paragraph" w:styleId="BalloonText">
    <w:name w:val="Balloon Text"/>
    <w:basedOn w:val="Normal"/>
    <w:link w:val="BalloonTextChar"/>
    <w:rsid w:val="00840965"/>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840965"/>
    <w:rPr>
      <w:rFonts w:ascii="Tahoma" w:hAnsi="Tahoma"/>
      <w:sz w:val="16"/>
      <w:szCs w:val="16"/>
      <w:lang w:val="x-none" w:eastAsia="x-none"/>
    </w:rPr>
  </w:style>
  <w:style w:type="paragraph" w:styleId="TOC8">
    <w:name w:val="toc 8"/>
    <w:basedOn w:val="Normal"/>
    <w:next w:val="Normal"/>
    <w:autoRedefine/>
    <w:uiPriority w:val="39"/>
    <w:unhideWhenUsed/>
    <w:rsid w:val="00840965"/>
    <w:pPr>
      <w:spacing w:after="100"/>
      <w:ind w:left="1400"/>
    </w:pPr>
    <w:rPr>
      <w:rFonts w:ascii="Arial" w:hAnsi="Arial"/>
    </w:rPr>
  </w:style>
  <w:style w:type="paragraph" w:styleId="TOC9">
    <w:name w:val="toc 9"/>
    <w:basedOn w:val="Normal"/>
    <w:next w:val="Normal"/>
    <w:autoRedefine/>
    <w:uiPriority w:val="39"/>
    <w:unhideWhenUsed/>
    <w:rsid w:val="00840965"/>
    <w:pPr>
      <w:spacing w:after="100"/>
      <w:ind w:left="1600"/>
    </w:pPr>
    <w:rPr>
      <w:rFonts w:ascii="Arial" w:hAnsi="Arial"/>
    </w:rPr>
  </w:style>
  <w:style w:type="paragraph" w:customStyle="1" w:styleId="Heading1WP">
    <w:name w:val="Heading 1 WP"/>
    <w:basedOn w:val="Heading1"/>
    <w:qFormat/>
    <w:rsid w:val="00840965"/>
    <w:pPr>
      <w:pageBreakBefore w:val="0"/>
      <w:numPr>
        <w:numId w:val="0"/>
      </w:numPr>
      <w:tabs>
        <w:tab w:val="num" w:pos="432"/>
      </w:tabs>
      <w:ind w:left="432" w:hanging="432"/>
    </w:pPr>
    <w:rPr>
      <w:rFonts w:ascii="Arial" w:hAnsi="Arial"/>
      <w:color w:val="3B006F"/>
    </w:rPr>
  </w:style>
  <w:style w:type="character" w:customStyle="1" w:styleId="apple-style-span">
    <w:name w:val="apple-style-span"/>
    <w:rsid w:val="00840965"/>
  </w:style>
  <w:style w:type="paragraph" w:styleId="BodyText">
    <w:name w:val="Body Text"/>
    <w:basedOn w:val="Normal"/>
    <w:link w:val="BodyTextChar"/>
    <w:rsid w:val="00840965"/>
    <w:pPr>
      <w:spacing w:before="0" w:after="120"/>
    </w:pPr>
    <w:rPr>
      <w:rFonts w:ascii="Arial" w:eastAsia="MS Mincho" w:hAnsi="Arial"/>
      <w:noProof/>
      <w:lang w:eastAsia="ja-JP"/>
    </w:rPr>
  </w:style>
  <w:style w:type="character" w:customStyle="1" w:styleId="BodyTextChar">
    <w:name w:val="Body Text Char"/>
    <w:basedOn w:val="DefaultParagraphFont"/>
    <w:link w:val="BodyText"/>
    <w:rsid w:val="00840965"/>
    <w:rPr>
      <w:rFonts w:ascii="Arial" w:eastAsia="MS Mincho" w:hAnsi="Arial"/>
      <w:noProof/>
      <w:szCs w:val="24"/>
      <w:lang w:eastAsia="ja-JP"/>
    </w:rPr>
  </w:style>
  <w:style w:type="character" w:customStyle="1" w:styleId="apple-converted-space">
    <w:name w:val="apple-converted-space"/>
    <w:rsid w:val="00840965"/>
  </w:style>
  <w:style w:type="paragraph" w:customStyle="1" w:styleId="KMIPXMLCELL">
    <w:name w:val="KMIPXMLCELL"/>
    <w:basedOn w:val="Normal"/>
    <w:link w:val="KMIPXMLCELLChar"/>
    <w:qFormat/>
    <w:rsid w:val="00840965"/>
    <w:pPr>
      <w:spacing w:before="0" w:after="0"/>
    </w:pPr>
    <w:rPr>
      <w:rFonts w:ascii="Courier New" w:hAnsi="Courier New" w:cs="Courier New"/>
      <w:szCs w:val="20"/>
    </w:rPr>
  </w:style>
  <w:style w:type="character" w:customStyle="1" w:styleId="KMIPXMLCELLChar">
    <w:name w:val="KMIPXMLCELL Char"/>
    <w:link w:val="KMIPXMLCELL"/>
    <w:rsid w:val="00840965"/>
    <w:rPr>
      <w:rFonts w:ascii="Courier New" w:hAnsi="Courier New" w:cs="Courier New"/>
    </w:rPr>
  </w:style>
  <w:style w:type="character" w:styleId="CommentReference">
    <w:name w:val="annotation reference"/>
    <w:rsid w:val="00840965"/>
    <w:rPr>
      <w:sz w:val="16"/>
      <w:szCs w:val="16"/>
    </w:rPr>
  </w:style>
  <w:style w:type="paragraph" w:styleId="CommentText">
    <w:name w:val="annotation text"/>
    <w:basedOn w:val="Normal"/>
    <w:link w:val="CommentTextChar"/>
    <w:rsid w:val="00840965"/>
    <w:rPr>
      <w:rFonts w:ascii="Arial" w:hAnsi="Arial"/>
      <w:szCs w:val="20"/>
    </w:rPr>
  </w:style>
  <w:style w:type="character" w:customStyle="1" w:styleId="CommentTextChar">
    <w:name w:val="Comment Text Char"/>
    <w:basedOn w:val="DefaultParagraphFont"/>
    <w:link w:val="CommentText"/>
    <w:rsid w:val="00840965"/>
    <w:rPr>
      <w:rFonts w:ascii="Arial" w:hAnsi="Arial"/>
    </w:rPr>
  </w:style>
  <w:style w:type="paragraph" w:styleId="CommentSubject">
    <w:name w:val="annotation subject"/>
    <w:basedOn w:val="CommentText"/>
    <w:next w:val="CommentText"/>
    <w:link w:val="CommentSubjectChar"/>
    <w:rsid w:val="00840965"/>
    <w:rPr>
      <w:b/>
      <w:bCs/>
    </w:rPr>
  </w:style>
  <w:style w:type="character" w:customStyle="1" w:styleId="CommentSubjectChar">
    <w:name w:val="Comment Subject Char"/>
    <w:basedOn w:val="CommentTextChar"/>
    <w:link w:val="CommentSubject"/>
    <w:rsid w:val="00840965"/>
    <w:rPr>
      <w:rFonts w:ascii="Arial" w:hAnsi="Arial"/>
      <w:b/>
      <w:bCs/>
    </w:rPr>
  </w:style>
  <w:style w:type="paragraph" w:customStyle="1" w:styleId="TableContents">
    <w:name w:val="Table Contents"/>
    <w:basedOn w:val="Normal"/>
    <w:rsid w:val="00840965"/>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840965"/>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840965"/>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MessageHeader">
    <w:name w:val="Message Header"/>
    <w:basedOn w:val="Normal"/>
    <w:link w:val="MessageHeaderChar"/>
    <w:rsid w:val="00840965"/>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hAnsi="Arial" w:cs="Arial"/>
      <w:sz w:val="24"/>
      <w:lang w:val="en-AU" w:eastAsia="en-AU"/>
    </w:rPr>
  </w:style>
  <w:style w:type="character" w:customStyle="1" w:styleId="MessageHeaderChar">
    <w:name w:val="Message Header Char"/>
    <w:basedOn w:val="DefaultParagraphFont"/>
    <w:link w:val="MessageHeader"/>
    <w:rsid w:val="00840965"/>
    <w:rPr>
      <w:rFonts w:ascii="Arial" w:hAnsi="Arial" w:cs="Arial"/>
      <w:sz w:val="24"/>
      <w:szCs w:val="24"/>
      <w:shd w:val="pct20" w:color="auto" w:fill="auto"/>
      <w:lang w:val="en-AU" w:eastAsia="en-AU"/>
    </w:rPr>
  </w:style>
  <w:style w:type="paragraph" w:customStyle="1" w:styleId="western">
    <w:name w:val="western"/>
    <w:basedOn w:val="Normal"/>
    <w:rsid w:val="00840965"/>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840965"/>
    <w:pPr>
      <w:ind w:left="720"/>
      <w:contextualSpacing/>
    </w:pPr>
    <w:rPr>
      <w:rFonts w:ascii="Arial" w:hAnsi="Arial"/>
    </w:rPr>
  </w:style>
  <w:style w:type="character" w:styleId="Strong">
    <w:name w:val="Strong"/>
    <w:uiPriority w:val="22"/>
    <w:rsid w:val="002F0E6A"/>
    <w:rPr>
      <w:b/>
      <w:bCs/>
    </w:rPr>
  </w:style>
  <w:style w:type="character" w:styleId="UnresolvedMention">
    <w:name w:val="Unresolved Mention"/>
    <w:basedOn w:val="DefaultParagraphFont"/>
    <w:uiPriority w:val="99"/>
    <w:semiHidden/>
    <w:unhideWhenUsed/>
    <w:rsid w:val="00005B7B"/>
    <w:rPr>
      <w:color w:val="605E5C"/>
      <w:shd w:val="clear" w:color="auto" w:fill="E1DFDD"/>
    </w:rPr>
  </w:style>
  <w:style w:type="paragraph" w:styleId="Revision">
    <w:name w:val="Revision"/>
    <w:hidden/>
    <w:uiPriority w:val="99"/>
    <w:semiHidden/>
    <w:rsid w:val="00135B49"/>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211330">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26661883">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450709389">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UseLongFileNames/>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file:///C:\Users\FurloJ\Downloads\test-cases\kmip-v3.0\mandatory\CS-BC-M-14-30.xml" TargetMode="External"/><Relationship Id="rId21" Type="http://schemas.openxmlformats.org/officeDocument/2006/relationships/hyperlink" Target="http://www.netapp.com/" TargetMode="External"/><Relationship Id="rId42" Type="http://schemas.openxmlformats.org/officeDocument/2006/relationships/hyperlink" Target="https://www.oasis-open.org/committees/kmip/ipr.php" TargetMode="External"/><Relationship Id="rId63" Type="http://schemas.openxmlformats.org/officeDocument/2006/relationships/hyperlink" Target="file:///C:\Users\FurloJ\Downloads\test-cases\kmip-v3.0\mandatory\BL-M-9-30.xml" TargetMode="External"/><Relationship Id="rId84" Type="http://schemas.openxmlformats.org/officeDocument/2006/relationships/hyperlink" Target="file:///C:\Users\FurloJ\Downloads\test-cases\kmip-v3.0\mandatory\MSGENC-JSON-M-1-30.xml" TargetMode="External"/><Relationship Id="rId138" Type="http://schemas.openxmlformats.org/officeDocument/2006/relationships/hyperlink" Target="file:///C:\Users\FurloJ\Downloads\test-cases\kmip-v3.0\mandatory\CS-AC-M-OAEP-4-30.xml" TargetMode="External"/><Relationship Id="rId159" Type="http://schemas.openxmlformats.org/officeDocument/2006/relationships/hyperlink" Target="file:///C:\Users\FurloJ\Downloads\test-cases\kmip-v3.0\mandatory\AX-M-2-30.xml" TargetMode="External"/><Relationship Id="rId107" Type="http://schemas.openxmlformats.org/officeDocument/2006/relationships/hyperlink" Target="file:///C:\Users\FurloJ\Downloads\test-cases\kmip-v3.0\mandatory\CS-BC-M-3-30.xml" TargetMode="External"/><Relationship Id="rId11" Type="http://schemas.openxmlformats.org/officeDocument/2006/relationships/hyperlink" Target="https://docs.oasis-open.org/kmip/kmip-profiles/v3.0/csd01/kmip-profiles-v3.0-csd01.pdf" TargetMode="External"/><Relationship Id="rId32" Type="http://schemas.openxmlformats.org/officeDocument/2006/relationships/hyperlink" Target="https://www.oasis-open.org/policies-guidelines/ipr" TargetMode="External"/><Relationship Id="rId53" Type="http://schemas.openxmlformats.org/officeDocument/2006/relationships/hyperlink" Target="https://www.oasis-open.org/policies-guidelines/tc-process" TargetMode="External"/><Relationship Id="rId74" Type="http://schemas.openxmlformats.org/officeDocument/2006/relationships/hyperlink" Target="file:///C:\Users\FurloJ\Downloads\test-cases\kmip-v3.0\mandatory\BL-M-20-30.xml" TargetMode="External"/><Relationship Id="rId128" Type="http://schemas.openxmlformats.org/officeDocument/2006/relationships/hyperlink" Target="file:///C:\Users\FurloJ\Downloads\test-cases\kmip-v3.0\mandatory\CS-AC-M-2-30.xml" TargetMode="External"/><Relationship Id="rId149" Type="http://schemas.openxmlformats.org/officeDocument/2006/relationships/hyperlink" Target="file:///C:\Users\FurloJ\Downloads\test-cases\kmip-v3.0\optional\CS-RNG-O-4-30.xml" TargetMode="External"/><Relationship Id="rId5" Type="http://schemas.openxmlformats.org/officeDocument/2006/relationships/webSettings" Target="webSettings.xml"/><Relationship Id="rId95" Type="http://schemas.openxmlformats.org/officeDocument/2006/relationships/hyperlink" Target="file:///C:\Users\FurloJ\Downloads\test-cases\kmip-v3.0\mandatory\SKFF-M-7-30.xml" TargetMode="External"/><Relationship Id="rId160" Type="http://schemas.openxmlformats.org/officeDocument/2006/relationships/hyperlink" Target="file:///C:\Users\FurloJ\Downloads\test-cases\kmip-v3.0\mandatory\QS-M-1-30.xml" TargetMode="External"/><Relationship Id="rId22" Type="http://schemas.openxmlformats.org/officeDocument/2006/relationships/hyperlink" Target="mailto:tjh@cryptsoft.com" TargetMode="External"/><Relationship Id="rId43" Type="http://schemas.openxmlformats.org/officeDocument/2006/relationships/hyperlink" Target="https://docs.oasis-open.org/kmip/kmip-spec/v3.0/kmip-spec-v3.0.html" TargetMode="External"/><Relationship Id="rId64" Type="http://schemas.openxmlformats.org/officeDocument/2006/relationships/hyperlink" Target="file:///C:\Users\FurloJ\Downloads\test-cases\kmip-v3.0\mandatory\BL-M-10-30.xml" TargetMode="External"/><Relationship Id="rId118" Type="http://schemas.openxmlformats.org/officeDocument/2006/relationships/hyperlink" Target="file:///C:\Users\FurloJ\Downloads\test-cases\kmip-v3.0\mandatory\CS-BC-M-14-30.xml" TargetMode="External"/><Relationship Id="rId139" Type="http://schemas.openxmlformats.org/officeDocument/2006/relationships/hyperlink" Target="file:///C:\Users\FurloJ\Downloads\test-cases\kmip-v3.0\mandatory\CS-AC-M-OAEP-5-30.xml" TargetMode="External"/><Relationship Id="rId85" Type="http://schemas.openxmlformats.org/officeDocument/2006/relationships/hyperlink" Target="file:///C:\Users\FurloJ\Downloads\test-cases\kmip-v3.0\mandatory\SKLC-M-1-30.xml" TargetMode="External"/><Relationship Id="rId150" Type="http://schemas.openxmlformats.org/officeDocument/2006/relationships/hyperlink" Target="file:///C:\Users\FurloJ\Downloads\test-cases\kmip-v3.0\mandatory\OMOS-M-1-30.xml" TargetMode="External"/><Relationship Id="rId12" Type="http://schemas.openxmlformats.org/officeDocument/2006/relationships/hyperlink" Target="https://docs.oasis-open.org/kmip/kmip-profiles/v3.0/kmip-profiles-v3.0.docx" TargetMode="External"/><Relationship Id="rId17" Type="http://schemas.openxmlformats.org/officeDocument/2006/relationships/hyperlink" Target="http://www.cryptsoft.com" TargetMode="External"/><Relationship Id="rId33" Type="http://schemas.openxmlformats.org/officeDocument/2006/relationships/hyperlink" Target="https://www.oasis-open.org/committees/kmip/ipr.php" TargetMode="External"/><Relationship Id="rId38" Type="http://schemas.openxmlformats.org/officeDocument/2006/relationships/footer" Target="footer1.xml"/><Relationship Id="rId59" Type="http://schemas.openxmlformats.org/officeDocument/2006/relationships/hyperlink" Target="file:///C:\Users\FurloJ\Downloads\test-cases\kmip-v3.0\mandatory\BL-M-5-30.xml" TargetMode="External"/><Relationship Id="rId103" Type="http://schemas.openxmlformats.org/officeDocument/2006/relationships/hyperlink" Target="file:///C:\Users\FurloJ\Downloads\test-cases\kmip-v3.0\mandatory\AKLC-M-3-30.xml" TargetMode="External"/><Relationship Id="rId108" Type="http://schemas.openxmlformats.org/officeDocument/2006/relationships/hyperlink" Target="file:///C:\Users\FurloJ\Downloads\test-cases\kmip-v3.0\mandatory\CS-BC-M-4-30.xml" TargetMode="External"/><Relationship Id="rId124" Type="http://schemas.openxmlformats.org/officeDocument/2006/relationships/hyperlink" Target="file:///C:\Users\FurloJ\Downloads\test-cases\kmip-v3.0\mandatory\CS-BC-M-CHACHA20-3-30.xml" TargetMode="External"/><Relationship Id="rId129" Type="http://schemas.openxmlformats.org/officeDocument/2006/relationships/hyperlink" Target="file:///C:\Users\FurloJ\Downloads\test-cases\kmip-v3.0\mandatory\CS-AC-M-3-30.xml" TargetMode="External"/><Relationship Id="rId54" Type="http://schemas.openxmlformats.org/officeDocument/2006/relationships/hyperlink" Target="https://www.w3.org/TR/2004/REC-xmlschema-2-20041028" TargetMode="External"/><Relationship Id="rId70" Type="http://schemas.openxmlformats.org/officeDocument/2006/relationships/hyperlink" Target="file:///C:\Users\FurloJ\Downloads\test-cases\kmip-v3.0\mandatory\BL-M-16-30.xml" TargetMode="External"/><Relationship Id="rId75" Type="http://schemas.openxmlformats.org/officeDocument/2006/relationships/hyperlink" Target="file:///C:\Users\FurloJ\Downloads\test-cases\kmip-v3.0\mandatory\BL-M-21-30.xml" TargetMode="External"/><Relationship Id="rId91" Type="http://schemas.openxmlformats.org/officeDocument/2006/relationships/hyperlink" Target="file:///C:\Users\FurloJ\Downloads\test-cases\kmip-v3.0\mandatory\SKFF-M-3-30.xml" TargetMode="External"/><Relationship Id="rId96" Type="http://schemas.openxmlformats.org/officeDocument/2006/relationships/hyperlink" Target="file:///C:\Users\FurloJ\Downloads\test-cases\kmip-v3.0\mandatory\SKFF-M-8-30.xml" TargetMode="External"/><Relationship Id="rId140" Type="http://schemas.openxmlformats.org/officeDocument/2006/relationships/hyperlink" Target="file:///C:\Users\FurloJ\Downloads\test-cases\kmip-v3.0\mandatory\CS-AC-M-OAEP-6-30.xml" TargetMode="External"/><Relationship Id="rId145" Type="http://schemas.openxmlformats.org/officeDocument/2006/relationships/hyperlink" Target="file:///C:\Users\FurloJ\Downloads\test-cases\kmip-v3.0\mandatory\CS-RNG-M-1-30.xml" TargetMode="External"/><Relationship Id="rId161" Type="http://schemas.openxmlformats.org/officeDocument/2006/relationships/hyperlink" Target="file:///C:\Users\FurloJ\Downloads\test-cases\kmip-v3.0\mandatory\QS-M-2-30.xml" TargetMode="External"/><Relationship Id="rId166"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cryptsoft.com/" TargetMode="External"/><Relationship Id="rId28" Type="http://schemas.openxmlformats.org/officeDocument/2006/relationships/hyperlink" Target="https://www.oasis-open.org/committees/tc_home.php?wg_abbrev=kmip" TargetMode="External"/><Relationship Id="rId49" Type="http://schemas.openxmlformats.org/officeDocument/2006/relationships/hyperlink" Target="http://www.rfc-editor.org/info/rfc8446" TargetMode="External"/><Relationship Id="rId114" Type="http://schemas.openxmlformats.org/officeDocument/2006/relationships/hyperlink" Target="file:///C:\Users\FurloJ\Downloads\test-cases\kmip-v3.0\mandatory\CS-BC-M-10-30.xml" TargetMode="External"/><Relationship Id="rId119" Type="http://schemas.openxmlformats.org/officeDocument/2006/relationships/hyperlink" Target="file:///C:\Users\FurloJ\Downloads\test-cases\kmip-v3.0\mandatory\CS-BC-M-GCM-1-30.xml" TargetMode="External"/><Relationship Id="rId44" Type="http://schemas.openxmlformats.org/officeDocument/2006/relationships/hyperlink" Target="https://docs.oasis-open.org/pkcs11/pkcs11-profiles/v3.1/pkcs11-profiles-v3.1-os.html" TargetMode="External"/><Relationship Id="rId60" Type="http://schemas.openxmlformats.org/officeDocument/2006/relationships/hyperlink" Target="file:///C:\Users\FurloJ\Downloads\test-cases\kmip-v3.0\mandatory\BL-M-6-30.xml" TargetMode="External"/><Relationship Id="rId65" Type="http://schemas.openxmlformats.org/officeDocument/2006/relationships/hyperlink" Target="file:///C:\Users\FurloJ\Downloads\test-cases\kmip-v3.0\mandatory\BL-M-11-30.xml" TargetMode="External"/><Relationship Id="rId81" Type="http://schemas.openxmlformats.org/officeDocument/2006/relationships/hyperlink" Target="http://docs.oasis-open.org/kmip/spec/v1.0/os/kmip-spec-1.0-os.html" TargetMode="External"/><Relationship Id="rId86" Type="http://schemas.openxmlformats.org/officeDocument/2006/relationships/hyperlink" Target="file:///C:\Users\FurloJ\Downloads\test-cases\kmip-v3.0\mandatory\SKLC-M-2-30.xml" TargetMode="External"/><Relationship Id="rId130" Type="http://schemas.openxmlformats.org/officeDocument/2006/relationships/hyperlink" Target="file:///C:\Users\FurloJ\Downloads\test-cases\kmip-v3.0\mandatory\CS-AC-M-4-30.xml" TargetMode="External"/><Relationship Id="rId135" Type="http://schemas.openxmlformats.org/officeDocument/2006/relationships/hyperlink" Target="file:///C:\Users\FurloJ\Downloads\test-cases\kmip-v3.0\mandatory\CS-AC-M-OAEP-1-30.xml" TargetMode="External"/><Relationship Id="rId151" Type="http://schemas.openxmlformats.org/officeDocument/2006/relationships/hyperlink" Target="file:///C:\Users\FurloJ\Downloads\test-cases\kmip-v3.0\optional\OMOS-O-1-30.xml" TargetMode="External"/><Relationship Id="rId156" Type="http://schemas.openxmlformats.org/officeDocument/2006/relationships/hyperlink" Target="file:///C:\Users\FurloJ\Downloads\test-cases\kmip-v3.0\mandatory\TL-M-2-30.xml" TargetMode="External"/><Relationship Id="rId13" Type="http://schemas.openxmlformats.org/officeDocument/2006/relationships/hyperlink" Target="https://docs.oasis-open.org/kmip/kmip-profiles/v3.0/kmip-profiles-v3.0.html" TargetMode="External"/><Relationship Id="rId18" Type="http://schemas.openxmlformats.org/officeDocument/2006/relationships/hyperlink" Target="mailto:Judith.Furlong@dell.com" TargetMode="External"/><Relationship Id="rId39" Type="http://schemas.openxmlformats.org/officeDocument/2006/relationships/footer" Target="footer2.xml"/><Relationship Id="rId109" Type="http://schemas.openxmlformats.org/officeDocument/2006/relationships/hyperlink" Target="file:///C:\Users\FurloJ\Downloads\test-cases\kmip-v3.0\mandatory\CS-BC-M-5-30.xml" TargetMode="External"/><Relationship Id="rId34" Type="http://schemas.openxmlformats.org/officeDocument/2006/relationships/hyperlink" Target="https://www.oasis-open.org/policies-guidelines/tc-process" TargetMode="External"/><Relationship Id="rId50" Type="http://schemas.openxmlformats.org/officeDocument/2006/relationships/hyperlink" Target="http://www.w3.org/TR/2008/REC-xml-20081126" TargetMode="External"/><Relationship Id="rId55" Type="http://schemas.openxmlformats.org/officeDocument/2006/relationships/hyperlink" Target="file:///C:\Users\FurloJ\Downloads\test-cases\kmip-v3.0\mandatory\BL-M-1-30.xml" TargetMode="External"/><Relationship Id="rId76" Type="http://schemas.openxmlformats.org/officeDocument/2006/relationships/hyperlink" Target="file:///C:\Users\FurloJ\Downloads\test-cases\kmip-v3.0\mandatory\MSGENC-HTTPS-M-1-30.xml" TargetMode="External"/><Relationship Id="rId97" Type="http://schemas.openxmlformats.org/officeDocument/2006/relationships/hyperlink" Target="file:///C:\Users\FurloJ\Downloads\test-cases\kmip-v3.0\mandatory\SKFF-M-9-30.xml" TargetMode="External"/><Relationship Id="rId104" Type="http://schemas.openxmlformats.org/officeDocument/2006/relationships/hyperlink" Target="file:///C:\Users\FurloJ\Downloads\test-cases\kmip-v3.0\optional\AKLC-O-1-30.xml" TargetMode="External"/><Relationship Id="rId120" Type="http://schemas.openxmlformats.org/officeDocument/2006/relationships/hyperlink" Target="file:///C:\Users\FurloJ\Downloads\test-cases\kmip-v3.0\mandatory\CS-BC-M-GCM-2-30.xml" TargetMode="External"/><Relationship Id="rId125" Type="http://schemas.openxmlformats.org/officeDocument/2006/relationships/hyperlink" Target="file:///C:\Users\FurloJ\Downloads\test-cases\kmip-v3.0\mandatory\CS-BC-M-CHACHA20-4-30.xml" TargetMode="External"/><Relationship Id="rId141" Type="http://schemas.openxmlformats.org/officeDocument/2006/relationships/hyperlink" Target="file:///C:\Users\FurloJ\Downloads\test-cases\kmip-v3.0\mandatory\CS-AC-M-OAEP-7-30.xml" TargetMode="External"/><Relationship Id="rId146" Type="http://schemas.openxmlformats.org/officeDocument/2006/relationships/hyperlink" Target="file:///C:\Users\FurloJ\Downloads\test-cases\kmip-v3.0\optional\CS-RNG-O-1-30.xml" TargetMode="Externa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file:///C:\Users\FurloJ\Downloads\test-cases\kmip-v3.0\mandatory\BL-M-17-30.xml" TargetMode="External"/><Relationship Id="rId92" Type="http://schemas.openxmlformats.org/officeDocument/2006/relationships/hyperlink" Target="file:///C:\Users\FurloJ\Downloads\test-cases\kmip-v3.0\mandatory\SKFF-M-4-30.xml" TargetMode="External"/><Relationship Id="rId162" Type="http://schemas.openxmlformats.org/officeDocument/2006/relationships/hyperlink" Target="file:///C:\Users\FurloJ\Downloads\test-cases\kmip-v3.0\mandatory\PKCS11-M-1-30.xml" TargetMode="External"/><Relationship Id="rId2" Type="http://schemas.openxmlformats.org/officeDocument/2006/relationships/numbering" Target="numbering.xml"/><Relationship Id="rId29" Type="http://schemas.openxmlformats.org/officeDocument/2006/relationships/hyperlink" Target="https://www.oasis-open.org/committees/comments/index.php?wg_abbrev=kmip" TargetMode="External"/><Relationship Id="rId24" Type="http://schemas.openxmlformats.org/officeDocument/2006/relationships/hyperlink" Target="https://docs.oasis-open.org/kmip/kmip-profiles/v3.0/csd01/test-cases/kmip-v3.0/mandatory/"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www.rfc-editor.org/info/rfc2119" TargetMode="External"/><Relationship Id="rId66" Type="http://schemas.openxmlformats.org/officeDocument/2006/relationships/hyperlink" Target="file:///C:\Users\FurloJ\Downloads\test-cases\kmip-v3.0\mandatory\BL-M-12-30.xml" TargetMode="External"/><Relationship Id="rId87" Type="http://schemas.openxmlformats.org/officeDocument/2006/relationships/hyperlink" Target="file:///C:\Users\FurloJ\Downloads\test-cases\kmip-v3.0\mandatory\SKLC-M-3-30.xml" TargetMode="External"/><Relationship Id="rId110" Type="http://schemas.openxmlformats.org/officeDocument/2006/relationships/hyperlink" Target="file:///C:\Users\FurloJ\Downloads\test-cases\kmip-v3.0\mandatory\CS-BC-M-6-30.xml" TargetMode="External"/><Relationship Id="rId115" Type="http://schemas.openxmlformats.org/officeDocument/2006/relationships/hyperlink" Target="file:///C:\Users\FurloJ\Downloads\test-cases\kmip-v3.0\mandatory\CS-BC-M-11-30.xml" TargetMode="External"/><Relationship Id="rId131" Type="http://schemas.openxmlformats.org/officeDocument/2006/relationships/hyperlink" Target="file:///C:\Users\FurloJ\Downloads\test-cases\kmip-v3.0\mandatory\CS-AC-M-5-30.xml" TargetMode="External"/><Relationship Id="rId136" Type="http://schemas.openxmlformats.org/officeDocument/2006/relationships/hyperlink" Target="file:///C:\Users\FurloJ\Downloads\test-cases\kmip-v3.0\mandatory\CS-AC-M-OAEP-2-30.xml" TargetMode="External"/><Relationship Id="rId157" Type="http://schemas.openxmlformats.org/officeDocument/2006/relationships/hyperlink" Target="file:///C:\Users\FurloJ\Downloads\test-cases\kmip-v3.0\mandatory\TL-M-3-30.xml" TargetMode="External"/><Relationship Id="rId61" Type="http://schemas.openxmlformats.org/officeDocument/2006/relationships/hyperlink" Target="file:///C:\Users\FurloJ\Downloads\test-cases\kmip-v3.0\mandatory\BL-M-7-30.xml" TargetMode="External"/><Relationship Id="rId82" Type="http://schemas.openxmlformats.org/officeDocument/2006/relationships/hyperlink" Target="http://docs.oasis-open.org/kmip/spec/v1.0/os/kmip-spec-1.0-os.html" TargetMode="External"/><Relationship Id="rId152" Type="http://schemas.openxmlformats.org/officeDocument/2006/relationships/hyperlink" Target="file:///C:\Users\FurloJ\Downloads\test-cases\kmip-v3.0\mandatory\SASED-M-1-30.xml" TargetMode="External"/><Relationship Id="rId19" Type="http://schemas.openxmlformats.org/officeDocument/2006/relationships/hyperlink" Target="http://www.dell.com" TargetMode="External"/><Relationship Id="rId14" Type="http://schemas.openxmlformats.org/officeDocument/2006/relationships/hyperlink" Target="https://docs.oasis-open.org/kmip/kmip-profiles/v3.0/kmip-profiles-v3.0.pdf" TargetMode="External"/><Relationship Id="rId30" Type="http://schemas.openxmlformats.org/officeDocument/2006/relationships/hyperlink" Target="https://www.oasis-open.org/committees/kmip/" TargetMode="External"/><Relationship Id="rId35" Type="http://schemas.openxmlformats.org/officeDocument/2006/relationships/hyperlink" Target="https://docs.oasis-open.org/kmip/kmip-profiles/v3.0/csd01/kmip-profiles-v3.0-csd01.html" TargetMode="External"/><Relationship Id="rId56" Type="http://schemas.openxmlformats.org/officeDocument/2006/relationships/hyperlink" Target="file:///C:\Users\FurloJ\Downloads\test-cases\kmip-v3.0\mandatory\BL-M-2-30.xml" TargetMode="External"/><Relationship Id="rId77" Type="http://schemas.openxmlformats.org/officeDocument/2006/relationships/hyperlink" Target="http://docs.oasis-open.org/kmip/spec/v1.0/os/kmip-spec-1.0-os.html" TargetMode="External"/><Relationship Id="rId100" Type="http://schemas.openxmlformats.org/officeDocument/2006/relationships/hyperlink" Target="file:///C:\Users\FurloJ\Downloads\test-cases\kmip-v3.0\mandatory\SKFF-M-12-30.xml" TargetMode="External"/><Relationship Id="rId105" Type="http://schemas.openxmlformats.org/officeDocument/2006/relationships/hyperlink" Target="file:///C:\Users\FurloJ\Downloads\test-cases\kmip-v3.0\mandatory\CS-BC-M-1-30.xml" TargetMode="External"/><Relationship Id="rId126" Type="http://schemas.openxmlformats.org/officeDocument/2006/relationships/hyperlink" Target="file:///C:\Users\FurloJ\Downloads\test-cases\kmip-v3.0\mandatory\CS-BC-M-CHACHA20POLY1305-1-30.xml" TargetMode="External"/><Relationship Id="rId147" Type="http://schemas.openxmlformats.org/officeDocument/2006/relationships/hyperlink" Target="file:///C:\Users\FurloJ\Downloads\test-cases\kmip-v3.0\optional\CS-RNG-O-2-30.xml" TargetMode="External"/><Relationship Id="rId168"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rfc-editor.org/info/rfc2246" TargetMode="External"/><Relationship Id="rId72" Type="http://schemas.openxmlformats.org/officeDocument/2006/relationships/hyperlink" Target="file:///C:\Users\FurloJ\Downloads\test-cases\kmip-v3.0\mandatory\BL-M-18-30.xml" TargetMode="External"/><Relationship Id="rId93" Type="http://schemas.openxmlformats.org/officeDocument/2006/relationships/hyperlink" Target="file:///C:\Users\FurloJ\Downloads\test-cases\kmip-v3.0\mandatory\SKFF-M-5-30.xml" TargetMode="External"/><Relationship Id="rId98" Type="http://schemas.openxmlformats.org/officeDocument/2006/relationships/hyperlink" Target="file:///C:\Users\FurloJ\Downloads\test-cases\kmip-v3.0\mandatory\SKFF-M-10-30.xml" TargetMode="External"/><Relationship Id="rId121" Type="http://schemas.openxmlformats.org/officeDocument/2006/relationships/hyperlink" Target="file:///C:\Users\FurloJ\Downloads\test-cases\kmip-v3.0\mandatory\CS-BC-M-GCM-3-30.xml" TargetMode="External"/><Relationship Id="rId142" Type="http://schemas.openxmlformats.org/officeDocument/2006/relationships/hyperlink" Target="file:///C:\Users\FurloJ\Downloads\test-cases\kmip-v3.0\mandatory\CS-AC-M-OAEP-8-30.xml" TargetMode="External"/><Relationship Id="rId163" Type="http://schemas.openxmlformats.org/officeDocument/2006/relationships/hyperlink" Target="https://www.oasis-open.org/policies-guidelines/ipr/" TargetMode="External"/><Relationship Id="rId3" Type="http://schemas.openxmlformats.org/officeDocument/2006/relationships/styles" Target="styles.xml"/><Relationship Id="rId25" Type="http://schemas.openxmlformats.org/officeDocument/2006/relationships/hyperlink" Target="https://docs.oasis-open.org/kmip/kmip-profiles/v3.0/csd01/test-cases/kmip-v3.0/optional/" TargetMode="External"/><Relationship Id="rId46" Type="http://schemas.openxmlformats.org/officeDocument/2006/relationships/hyperlink" Target="http://www.rfc-editor.org/info/rfc5246" TargetMode="External"/><Relationship Id="rId67" Type="http://schemas.openxmlformats.org/officeDocument/2006/relationships/hyperlink" Target="file:///C:\Users\FurloJ\Downloads\test-cases\kmip-v3.0\mandatory\BL-M-13-30.xml" TargetMode="External"/><Relationship Id="rId116" Type="http://schemas.openxmlformats.org/officeDocument/2006/relationships/hyperlink" Target="file:///C:\Users\FurloJ\Downloads\test-cases\kmip-v3.0\mandatory\CS-BC-M-12-30.xml" TargetMode="External"/><Relationship Id="rId137" Type="http://schemas.openxmlformats.org/officeDocument/2006/relationships/hyperlink" Target="file:///C:\Users\FurloJ\Downloads\test-cases\kmip-v3.0\mandatory\CS-AC-M-OAEP-3-30.xml" TargetMode="External"/><Relationship Id="rId158" Type="http://schemas.openxmlformats.org/officeDocument/2006/relationships/hyperlink" Target="file:///C:\Users\FurloJ\Downloads\test-cases\kmip-v3.0\mandatory\AX-M-1-30.xml" TargetMode="External"/><Relationship Id="rId20" Type="http://schemas.openxmlformats.org/officeDocument/2006/relationships/hyperlink" Target="mailto:Tim.Chevalier@netapp.com" TargetMode="External"/><Relationship Id="rId41" Type="http://schemas.openxmlformats.org/officeDocument/2006/relationships/hyperlink" Target="https://www.oasis-open.org/policies-guidelines/ipr" TargetMode="External"/><Relationship Id="rId62" Type="http://schemas.openxmlformats.org/officeDocument/2006/relationships/hyperlink" Target="file:///C:\Users\FurloJ\Downloads\test-cases\kmip-v3.0\mandatory\BL-M-8-30.xml" TargetMode="External"/><Relationship Id="rId83" Type="http://schemas.openxmlformats.org/officeDocument/2006/relationships/hyperlink" Target="http://docs.oasis-open.org/kmip/spec/v1.0/os/kmip-spec-1.0-os.html" TargetMode="External"/><Relationship Id="rId88" Type="http://schemas.openxmlformats.org/officeDocument/2006/relationships/hyperlink" Target="file:///C:\Users\FurloJ\Downloads\test-cases\kmip-v3.0\optional\SKLC-O-1-30.xml" TargetMode="External"/><Relationship Id="rId111" Type="http://schemas.openxmlformats.org/officeDocument/2006/relationships/hyperlink" Target="file:///C:\Users\FurloJ\Downloads\test-cases\kmip-v3.0\mandatory\CS-BC-M-7-30.xml" TargetMode="External"/><Relationship Id="rId132" Type="http://schemas.openxmlformats.org/officeDocument/2006/relationships/hyperlink" Target="file:///C:\Users\FurloJ\Downloads\test-cases\kmip-v3.0\mandatory\CS-AC-M-6-30.xml" TargetMode="External"/><Relationship Id="rId153" Type="http://schemas.openxmlformats.org/officeDocument/2006/relationships/hyperlink" Target="file:///C:\Users\FurloJ\Downloads\test-cases\kmip-v3.0\mandatory\SASED-M-2-30.xml" TargetMode="External"/><Relationship Id="rId15" Type="http://schemas.openxmlformats.org/officeDocument/2006/relationships/hyperlink" Target="https://www.oasis-open.org/committees/kmip/" TargetMode="External"/><Relationship Id="rId36" Type="http://schemas.openxmlformats.org/officeDocument/2006/relationships/hyperlink" Target="https://docs.oasis-open.org/kmip/kmip-profiles/v3.0/kmip-profiles-v3.0.html" TargetMode="External"/><Relationship Id="rId57" Type="http://schemas.openxmlformats.org/officeDocument/2006/relationships/hyperlink" Target="file:///C:\Users\FurloJ\Downloads\test-cases\kmip-v3.0\mandatory\BL-M-3-30.xml" TargetMode="External"/><Relationship Id="rId106" Type="http://schemas.openxmlformats.org/officeDocument/2006/relationships/hyperlink" Target="file:///C:\Users\FurloJ\Downloads\test-cases\kmip-v3.0\mandatory\CS-BC-M-2-30.xml" TargetMode="External"/><Relationship Id="rId127" Type="http://schemas.openxmlformats.org/officeDocument/2006/relationships/hyperlink" Target="file:///C:\Users\FurloJ\Downloads\test-cases\kmip-v3.0\mandatory\CS-AC-M-1-30.xml" TargetMode="External"/><Relationship Id="rId10" Type="http://schemas.openxmlformats.org/officeDocument/2006/relationships/hyperlink" Target="https://docs.oasis-open.org/kmip/kmip-profiles/v3.0/csd01/kmip-profiles-v3.0-csd01.html" TargetMode="External"/><Relationship Id="rId31" Type="http://schemas.openxmlformats.org/officeDocument/2006/relationships/hyperlink" Target="https://www.oasis-open.org/policies-guidelines/ipr" TargetMode="External"/><Relationship Id="rId52" Type="http://schemas.openxmlformats.org/officeDocument/2006/relationships/hyperlink" Target="http://www.rfc-editor.org/info/rfc4346" TargetMode="External"/><Relationship Id="rId73" Type="http://schemas.openxmlformats.org/officeDocument/2006/relationships/hyperlink" Target="file:///C:\Users\FurloJ\Downloads\test-cases\kmip-v3.0\mandatory\BL-M-19-30.xml" TargetMode="External"/><Relationship Id="rId78" Type="http://schemas.openxmlformats.org/officeDocument/2006/relationships/hyperlink" Target="https://docs.oasis-open.org/kmip/kmip-spec/v2.0/cs01/kmip-spec-v2.0-cs01.html" TargetMode="External"/><Relationship Id="rId94" Type="http://schemas.openxmlformats.org/officeDocument/2006/relationships/hyperlink" Target="file:///C:\Users\FurloJ\Downloads\test-cases\kmip-v3.0\mandatory\SKFF-M-6-30.xml" TargetMode="External"/><Relationship Id="rId99" Type="http://schemas.openxmlformats.org/officeDocument/2006/relationships/hyperlink" Target="file:///C:\Users\FurloJ\Downloads\test-cases\kmip-v3.0\mandatory\SKFF-M-11-30.xml" TargetMode="External"/><Relationship Id="rId101" Type="http://schemas.openxmlformats.org/officeDocument/2006/relationships/hyperlink" Target="file:///C:\Users\FurloJ\Downloads\test-cases\kmip-v3.0\mandatory\AKLC-M-1-30.xml" TargetMode="External"/><Relationship Id="rId122" Type="http://schemas.openxmlformats.org/officeDocument/2006/relationships/hyperlink" Target="file:///C:\Users\FurloJ\Downloads\test-cases\kmip-v3.0\mandatory\CS-BC-M-CHACHA20-1-30.xml" TargetMode="External"/><Relationship Id="rId143" Type="http://schemas.openxmlformats.org/officeDocument/2006/relationships/hyperlink" Target="file:///C:\Users\FurloJ\Downloads\test-cases\kmip-v3.0\mandatory\CS-AC-M-OAEP-9-30.xml" TargetMode="External"/><Relationship Id="rId148" Type="http://schemas.openxmlformats.org/officeDocument/2006/relationships/hyperlink" Target="file:///C:\Users\FurloJ\Downloads\test-cases\kmip-v3.0\optional\CS-RNG-O-3-30.xml" TargetMode="External"/><Relationship Id="rId164"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kmip/kmip-profiles/v3.0/csd01/kmip-profiles-v3.0-csd01.docx" TargetMode="External"/><Relationship Id="rId26" Type="http://schemas.openxmlformats.org/officeDocument/2006/relationships/hyperlink" Target="https://docs.oasis-open.org/kmip/kmip-profiles/v2.1/kmip-profiles-v2.1.html" TargetMode="External"/><Relationship Id="rId47" Type="http://schemas.openxmlformats.org/officeDocument/2006/relationships/hyperlink" Target="http://www.rfc-editor.org/info/rfc7159" TargetMode="External"/><Relationship Id="rId68" Type="http://schemas.openxmlformats.org/officeDocument/2006/relationships/hyperlink" Target="file:///C:\Users\FurloJ\Downloads\test-cases\kmip-v3.0\mandatory\BL-M-14-30.xml" TargetMode="External"/><Relationship Id="rId89" Type="http://schemas.openxmlformats.org/officeDocument/2006/relationships/hyperlink" Target="file:///C:\Users\FurloJ\Downloads\test-cases\kmip-v3.0\mandatory\SKFF-M-1-30.xml" TargetMode="External"/><Relationship Id="rId112" Type="http://schemas.openxmlformats.org/officeDocument/2006/relationships/hyperlink" Target="file:///C:\Users\FurloJ\Downloads\test-cases\kmip-v3.0\mandatory\CS-BC-M-8-30.xml" TargetMode="External"/><Relationship Id="rId133" Type="http://schemas.openxmlformats.org/officeDocument/2006/relationships/hyperlink" Target="file:///C:\Users\FurloJ\Downloads\test-cases\kmip-v3.0\mandatory\CS-AC-M-7-30.xml" TargetMode="External"/><Relationship Id="rId154" Type="http://schemas.openxmlformats.org/officeDocument/2006/relationships/hyperlink" Target="file:///C:\Users\FurloJ\Downloads\test-cases\kmip-v3.0\mandatory\SASED-M-3-30.xml" TargetMode="External"/><Relationship Id="rId16" Type="http://schemas.openxmlformats.org/officeDocument/2006/relationships/hyperlink" Target="mailto:greg.scott@cryptsoft.com" TargetMode="External"/><Relationship Id="rId37" Type="http://schemas.openxmlformats.org/officeDocument/2006/relationships/header" Target="header1.xml"/><Relationship Id="rId58" Type="http://schemas.openxmlformats.org/officeDocument/2006/relationships/hyperlink" Target="file:///C:\Users\FurloJ\Downloads\test-cases\kmip-v3.0\mandatory\BL-M-4-30.xml" TargetMode="External"/><Relationship Id="rId79" Type="http://schemas.openxmlformats.org/officeDocument/2006/relationships/hyperlink" Target="https://docs.oasis-open.org/kmip/kmip-spec/v2.0/cs01/kmip-spec-v2.0-cs01.html" TargetMode="External"/><Relationship Id="rId102" Type="http://schemas.openxmlformats.org/officeDocument/2006/relationships/hyperlink" Target="file:///C:\Users\FurloJ\Downloads\test-cases\kmip-v3.0\mandatory\AKLC-M-2-30.xml" TargetMode="External"/><Relationship Id="rId123" Type="http://schemas.openxmlformats.org/officeDocument/2006/relationships/hyperlink" Target="file:///C:\Users\FurloJ\Downloads\test-cases\kmip-v3.0\mandatory\CS-BC-M-CHACHA20-2-30.xml" TargetMode="External"/><Relationship Id="rId144" Type="http://schemas.openxmlformats.org/officeDocument/2006/relationships/hyperlink" Target="file:///C:\Users\FurloJ\Downloads\test-cases\kmip-v3.0\mandatory\CS-AC-M-OAEP-10-30.xml" TargetMode="External"/><Relationship Id="rId90" Type="http://schemas.openxmlformats.org/officeDocument/2006/relationships/hyperlink" Target="file:///C:\Users\FurloJ\Downloads\test-cases\kmip-v3.0\mandatory\SKFF-M-2-30.xml" TargetMode="External"/><Relationship Id="rId165" Type="http://schemas.openxmlformats.org/officeDocument/2006/relationships/hyperlink" Target="https://www.oasis-open.org/" TargetMode="External"/><Relationship Id="rId27" Type="http://schemas.openxmlformats.org/officeDocument/2006/relationships/hyperlink" Target="https://docs.oasis-open.org/kmip/kmip-spec/v3.0/kmip-spec-v3.0.html" TargetMode="External"/><Relationship Id="rId48" Type="http://schemas.openxmlformats.org/officeDocument/2006/relationships/hyperlink" Target="http://www.rfc-editor.org/info/rfc8174" TargetMode="External"/><Relationship Id="rId69" Type="http://schemas.openxmlformats.org/officeDocument/2006/relationships/hyperlink" Target="file:///C:\Users\FurloJ\Downloads\test-cases\kmip-v3.0\mandatory\BL-M-15-30.xml" TargetMode="External"/><Relationship Id="rId113" Type="http://schemas.openxmlformats.org/officeDocument/2006/relationships/hyperlink" Target="file:///C:\Users\FurloJ\Downloads\test-cases\kmip-v3.0\mandatory\CS-BC-M-9-30.xml" TargetMode="External"/><Relationship Id="rId134" Type="http://schemas.openxmlformats.org/officeDocument/2006/relationships/hyperlink" Target="file:///C:\Users\FurloJ\Downloads\test-cases\kmip-v3.0\mandatory\CS-AC-M-8-30.xml" TargetMode="External"/><Relationship Id="rId80" Type="http://schemas.openxmlformats.org/officeDocument/2006/relationships/hyperlink" Target="file:///C:\Users\FurloJ\Downloads\test-cases\kmip-v3.0\mandatory\MSGENC-XML-M-1-30.xml" TargetMode="External"/><Relationship Id="rId155" Type="http://schemas.openxmlformats.org/officeDocument/2006/relationships/hyperlink" Target="file:///C:\Users\FurloJ\Downloads\test-cases\kmip-v3.0\mandatory\TL-M-1-30.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7A73D-0761-44EF-B9A7-0605D994E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new-kmip-profiles-v3.0-csd01.docx</Template>
  <TotalTime>1</TotalTime>
  <Pages>1</Pages>
  <Words>28695</Words>
  <Characters>163568</Characters>
  <Application>Microsoft Office Word</Application>
  <DocSecurity>0</DocSecurity>
  <Lines>1363</Lines>
  <Paragraphs>383</Paragraphs>
  <ScaleCrop>false</ScaleCrop>
  <HeadingPairs>
    <vt:vector size="2" baseType="variant">
      <vt:variant>
        <vt:lpstr>Title</vt:lpstr>
      </vt:variant>
      <vt:variant>
        <vt:i4>1</vt:i4>
      </vt:variant>
    </vt:vector>
  </HeadingPairs>
  <TitlesOfParts>
    <vt:vector size="1" baseType="lpstr">
      <vt:lpstr>Key Management Interoperability Protocol Profiles Version 2.1</vt:lpstr>
    </vt:vector>
  </TitlesOfParts>
  <Company/>
  <LinksUpToDate>false</LinksUpToDate>
  <CharactersWithSpaces>191880</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Profiles Version 2.1</dc:title>
  <dc:creator>Furlong, Judith</dc:creator>
  <dc:description>This document is intended for developers and architects who wish to design systems and applications that interoperate using the Key Management Interoperability Protocol Specification.</dc:description>
  <cp:lastModifiedBy>Kelly Cullinane</cp:lastModifiedBy>
  <cp:revision>2</cp:revision>
  <cp:lastPrinted>2024-09-10T20:46:00Z</cp:lastPrinted>
  <dcterms:created xsi:type="dcterms:W3CDTF">2024-09-10T21:25:00Z</dcterms:created>
  <dcterms:modified xsi:type="dcterms:W3CDTF">2024-09-10T21:25:00Z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y fmtid="{D5CDD505-2E9C-101B-9397-08002B2CF9AE}" pid="8" name="MSIP_Label_dad3be33-4108-4738-9e07-d8656a181486_Enabled">
    <vt:lpwstr>true</vt:lpwstr>
  </property>
  <property fmtid="{D5CDD505-2E9C-101B-9397-08002B2CF9AE}" pid="9" name="MSIP_Label_dad3be33-4108-4738-9e07-d8656a181486_SetDate">
    <vt:lpwstr>2024-09-09T13:43:10Z</vt:lpwstr>
  </property>
  <property fmtid="{D5CDD505-2E9C-101B-9397-08002B2CF9AE}" pid="10" name="MSIP_Label_dad3be33-4108-4738-9e07-d8656a181486_Method">
    <vt:lpwstr>Privileged</vt:lpwstr>
  </property>
  <property fmtid="{D5CDD505-2E9C-101B-9397-08002B2CF9AE}" pid="11" name="MSIP_Label_dad3be33-4108-4738-9e07-d8656a181486_Name">
    <vt:lpwstr>Public No Visual Label</vt:lpwstr>
  </property>
  <property fmtid="{D5CDD505-2E9C-101B-9397-08002B2CF9AE}" pid="12" name="MSIP_Label_dad3be33-4108-4738-9e07-d8656a181486_SiteId">
    <vt:lpwstr>945c199a-83a2-4e80-9f8c-5a91be5752dd</vt:lpwstr>
  </property>
  <property fmtid="{D5CDD505-2E9C-101B-9397-08002B2CF9AE}" pid="13" name="MSIP_Label_dad3be33-4108-4738-9e07-d8656a181486_ActionId">
    <vt:lpwstr>153171e5-d406-4a1a-a72c-1a08b3e85175</vt:lpwstr>
  </property>
  <property fmtid="{D5CDD505-2E9C-101B-9397-08002B2CF9AE}" pid="14" name="MSIP_Label_dad3be33-4108-4738-9e07-d8656a181486_ContentBits">
    <vt:lpwstr>0</vt:lpwstr>
  </property>
</Properties>
</file>