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10222" w14:textId="77777777" w:rsidR="00C71349" w:rsidRDefault="00C2337F" w:rsidP="008C100C">
      <w:pPr>
        <w:pStyle w:val="Header"/>
      </w:pPr>
      <w:r>
        <w:rPr>
          <w:noProof/>
        </w:rPr>
        <w:drawing>
          <wp:inline distT="0" distB="0" distL="0" distR="0" wp14:anchorId="6CFD674D" wp14:editId="5070ED28">
            <wp:extent cx="1939925" cy="508635"/>
            <wp:effectExtent l="0" t="0" r="3175" b="5715"/>
            <wp:docPr id="1" name="Picture 1" descr="oasis">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548B97BC" w14:textId="32C957E4" w:rsidR="00C71349" w:rsidRDefault="00894BE9" w:rsidP="008C100C">
      <w:pPr>
        <w:pStyle w:val="Title"/>
      </w:pPr>
      <w:r w:rsidRPr="00786F4E">
        <w:t>OData Version 4.01. Part 1: Protocol</w:t>
      </w:r>
    </w:p>
    <w:p w14:paraId="0A48E8C8" w14:textId="7AAE0E48" w:rsidR="00E4299F" w:rsidRDefault="00894BE9" w:rsidP="008C100C">
      <w:pPr>
        <w:pStyle w:val="Subtitle"/>
      </w:pPr>
      <w:r>
        <w:t>Committee Specification Draft 0</w:t>
      </w:r>
      <w:r w:rsidR="00311CEE">
        <w:t>3</w:t>
      </w:r>
      <w:r>
        <w:t xml:space="preserve"> /</w:t>
      </w:r>
      <w:r>
        <w:br/>
        <w:t>Public Review Draft 0</w:t>
      </w:r>
      <w:r w:rsidR="00311CEE">
        <w:t>3</w:t>
      </w:r>
    </w:p>
    <w:p w14:paraId="2A170032" w14:textId="69979FA9" w:rsidR="00286EC7" w:rsidRDefault="00311CEE" w:rsidP="008C100C">
      <w:pPr>
        <w:pStyle w:val="Subtitle"/>
      </w:pPr>
      <w:r>
        <w:t>28 September</w:t>
      </w:r>
      <w:r w:rsidR="00B03FBA">
        <w:t xml:space="preserve"> </w:t>
      </w:r>
      <w:r w:rsidR="00197607">
        <w:t>2017</w:t>
      </w:r>
    </w:p>
    <w:p w14:paraId="4F6F5934"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7DBDEDF6" w14:textId="77777777" w:rsidR="00D54431" w:rsidRDefault="003B0E37" w:rsidP="00D54431">
      <w:pPr>
        <w:pStyle w:val="Titlepageinfo"/>
      </w:pPr>
      <w:r>
        <w:t xml:space="preserve">This </w:t>
      </w:r>
      <w:r w:rsidR="00C5515D">
        <w:t>v</w:t>
      </w:r>
      <w:r>
        <w:t>ersion</w:t>
      </w:r>
      <w:r w:rsidR="00D54431">
        <w:t>:</w:t>
      </w:r>
    </w:p>
    <w:p w14:paraId="7A5F00E8" w14:textId="0708748B" w:rsidR="00D54431" w:rsidRPr="003707E2" w:rsidRDefault="002A710D" w:rsidP="00D54431">
      <w:pPr>
        <w:pStyle w:val="Titlepageinfodescription"/>
        <w:rPr>
          <w:rStyle w:val="Hyperlink"/>
          <w:color w:val="auto"/>
        </w:rPr>
      </w:pPr>
      <w:hyperlink r:id="rId10" w:history="1">
        <w:r w:rsidR="00311CEE">
          <w:rPr>
            <w:rStyle w:val="Hyperlink"/>
          </w:rPr>
          <w:t>http://docs.oasis-open.org/odata/odata/v4.01/csprd03/part1-protocol/odata-v4.01-csprd03-part1-protocol.docx</w:t>
        </w:r>
      </w:hyperlink>
      <w:r w:rsidR="002659E9">
        <w:rPr>
          <w:rStyle w:val="Hyperlink"/>
          <w:color w:val="auto"/>
        </w:rPr>
        <w:t xml:space="preserve"> (Authoritative)</w:t>
      </w:r>
    </w:p>
    <w:p w14:paraId="29B2BEF1" w14:textId="13442835" w:rsidR="00FC06F0" w:rsidRDefault="002A710D" w:rsidP="00CF629C">
      <w:pPr>
        <w:pStyle w:val="Titlepageinfodescription"/>
        <w:rPr>
          <w:rStyle w:val="Hyperlink"/>
          <w:color w:val="auto"/>
        </w:rPr>
      </w:pPr>
      <w:hyperlink r:id="rId11" w:history="1">
        <w:r w:rsidR="00311CEE">
          <w:rPr>
            <w:rStyle w:val="Hyperlink"/>
          </w:rPr>
          <w:t>http://docs.oasis-open.org/odata/odata/v4.01/csprd03/part1-protocol/odata-v4.01-csprd03-part1-protocol.html</w:t>
        </w:r>
      </w:hyperlink>
    </w:p>
    <w:p w14:paraId="4953E45D" w14:textId="24514A4E" w:rsidR="00CF629C" w:rsidRPr="00FC06F0" w:rsidRDefault="002A710D" w:rsidP="00CF629C">
      <w:pPr>
        <w:pStyle w:val="Titlepageinfodescription"/>
        <w:rPr>
          <w:rStyle w:val="Hyperlink"/>
          <w:color w:val="auto"/>
        </w:rPr>
      </w:pPr>
      <w:hyperlink r:id="rId12" w:history="1">
        <w:r w:rsidR="00311CEE">
          <w:rPr>
            <w:rStyle w:val="Hyperlink"/>
          </w:rPr>
          <w:t>http://docs.oasis-open.org/odata/odata/v4.01/csprd03/part1-protocol/odata-v4.01-csprd03-part1-protocol.pdf</w:t>
        </w:r>
      </w:hyperlink>
    </w:p>
    <w:p w14:paraId="326CA232" w14:textId="77777777" w:rsidR="003B0E37" w:rsidRDefault="003B0E37" w:rsidP="003B0E37">
      <w:pPr>
        <w:pStyle w:val="Titlepageinfo"/>
      </w:pPr>
      <w:r>
        <w:t xml:space="preserve">Previous </w:t>
      </w:r>
      <w:r w:rsidR="00C5515D">
        <w:t>v</w:t>
      </w:r>
      <w:r>
        <w:t>ersion:</w:t>
      </w:r>
    </w:p>
    <w:p w14:paraId="2CD2E663" w14:textId="77777777" w:rsidR="00311CEE" w:rsidRPr="003707E2" w:rsidRDefault="002A710D" w:rsidP="00311CEE">
      <w:pPr>
        <w:pStyle w:val="Titlepageinfodescription"/>
        <w:rPr>
          <w:rStyle w:val="Hyperlink"/>
          <w:color w:val="auto"/>
        </w:rPr>
      </w:pPr>
      <w:hyperlink r:id="rId13" w:history="1">
        <w:r w:rsidR="00311CEE">
          <w:rPr>
            <w:rStyle w:val="Hyperlink"/>
          </w:rPr>
          <w:t>http://docs.oasis-open.org/odata/odata/v4.01/csprd02/part1-protocol/odata-v4.01-csprd02-part1-protocol.docx</w:t>
        </w:r>
      </w:hyperlink>
      <w:r w:rsidR="00311CEE">
        <w:rPr>
          <w:rStyle w:val="Hyperlink"/>
          <w:color w:val="auto"/>
        </w:rPr>
        <w:t xml:space="preserve"> (Authoritative)</w:t>
      </w:r>
    </w:p>
    <w:p w14:paraId="31DD375C" w14:textId="77777777" w:rsidR="00311CEE" w:rsidRDefault="002A710D" w:rsidP="00311CEE">
      <w:pPr>
        <w:pStyle w:val="Titlepageinfodescription"/>
        <w:rPr>
          <w:rStyle w:val="Hyperlink"/>
          <w:color w:val="auto"/>
        </w:rPr>
      </w:pPr>
      <w:hyperlink r:id="rId14" w:history="1">
        <w:r w:rsidR="00311CEE">
          <w:rPr>
            <w:rStyle w:val="Hyperlink"/>
          </w:rPr>
          <w:t>http://docs.oasis-open.org/odata/odata/v4.01/csprd02/part1-protocol/odata-v4.01-csprd02-part1-protocol.html</w:t>
        </w:r>
      </w:hyperlink>
    </w:p>
    <w:p w14:paraId="61806C18" w14:textId="0EA1A4A2" w:rsidR="00FC06F0" w:rsidRPr="00FC06F0" w:rsidRDefault="002A710D" w:rsidP="00311CEE">
      <w:pPr>
        <w:pStyle w:val="Titlepageinfodescription"/>
        <w:rPr>
          <w:rStyle w:val="Hyperlink"/>
          <w:color w:val="auto"/>
        </w:rPr>
      </w:pPr>
      <w:hyperlink r:id="rId15" w:history="1">
        <w:r w:rsidR="00311CEE">
          <w:rPr>
            <w:rStyle w:val="Hyperlink"/>
          </w:rPr>
          <w:t>http://docs.oasis-open.org/odata/odata/v4.01/csprd02/part1-protocol/odata-v4.01-csprd02-part1-protocol.pdf</w:t>
        </w:r>
      </w:hyperlink>
    </w:p>
    <w:p w14:paraId="16BFAFD6" w14:textId="77777777" w:rsidR="003B0E37" w:rsidRDefault="003B0E37" w:rsidP="003B0E37">
      <w:pPr>
        <w:pStyle w:val="Titlepageinfo"/>
      </w:pPr>
      <w:r>
        <w:t xml:space="preserve">Latest </w:t>
      </w:r>
      <w:r w:rsidR="00C5515D">
        <w:t>v</w:t>
      </w:r>
      <w:r>
        <w:t>ersion:</w:t>
      </w:r>
    </w:p>
    <w:p w14:paraId="79CDBEC9" w14:textId="77777777" w:rsidR="002A1C74" w:rsidRDefault="002A710D" w:rsidP="002A1C74">
      <w:pPr>
        <w:pStyle w:val="Titlepageinfodescription"/>
      </w:pPr>
      <w:hyperlink r:id="rId16" w:history="1">
        <w:r w:rsidR="002A1C74" w:rsidRPr="00A32812">
          <w:rPr>
            <w:rStyle w:val="Hyperlink"/>
          </w:rPr>
          <w:t>http://docs.oasis-open.org/odata/odata/v4.01/odata-v4.01-part1-protocol.docx</w:t>
        </w:r>
      </w:hyperlink>
      <w:r w:rsidR="002A1C74">
        <w:rPr>
          <w:rStyle w:val="Hyperlink"/>
          <w:color w:val="auto"/>
        </w:rPr>
        <w:t xml:space="preserve"> (Authoritative)</w:t>
      </w:r>
    </w:p>
    <w:p w14:paraId="651D1AA8" w14:textId="77777777" w:rsidR="002A1C74" w:rsidRDefault="002A710D" w:rsidP="002A1C74">
      <w:pPr>
        <w:pStyle w:val="Titlepageinfodescription"/>
      </w:pPr>
      <w:hyperlink r:id="rId17" w:history="1">
        <w:r w:rsidR="002A1C74" w:rsidRPr="00A32812">
          <w:rPr>
            <w:rStyle w:val="Hyperlink"/>
          </w:rPr>
          <w:t>http://docs.oasis-open.org/odata/odata/v4.01/odata-v4.01-part1-protocol.html</w:t>
        </w:r>
      </w:hyperlink>
    </w:p>
    <w:p w14:paraId="5439AFD7" w14:textId="28947FC4" w:rsidR="00FC06F0" w:rsidRPr="00FC06F0" w:rsidRDefault="002A710D" w:rsidP="002A1C74">
      <w:pPr>
        <w:pStyle w:val="Titlepageinfodescription"/>
        <w:rPr>
          <w:rStyle w:val="Hyperlink"/>
          <w:color w:val="auto"/>
        </w:rPr>
      </w:pPr>
      <w:hyperlink r:id="rId18" w:history="1">
        <w:r w:rsidR="002A1C74" w:rsidRPr="00A32812">
          <w:rPr>
            <w:rStyle w:val="Hyperlink"/>
          </w:rPr>
          <w:t>http://docs.oasis-open.org/odata/odata/v4.01/odata-v4.01-part1-protocol.pdf</w:t>
        </w:r>
      </w:hyperlink>
    </w:p>
    <w:p w14:paraId="02BFF6B0" w14:textId="77777777" w:rsidR="002A1C74" w:rsidRDefault="002A1C74" w:rsidP="002A1C74">
      <w:pPr>
        <w:pStyle w:val="Titlepageinfo"/>
      </w:pPr>
      <w:r>
        <w:t>Technical Committee:</w:t>
      </w:r>
    </w:p>
    <w:p w14:paraId="19675D7C" w14:textId="77777777" w:rsidR="002A1C74" w:rsidRPr="00F23CF3" w:rsidRDefault="002A710D" w:rsidP="002A1C74">
      <w:pPr>
        <w:pStyle w:val="Titlepageinfodescription"/>
        <w:rPr>
          <w:color w:val="0000EE"/>
        </w:rPr>
      </w:pPr>
      <w:hyperlink r:id="rId19" w:history="1">
        <w:r w:rsidR="002A1C74" w:rsidRPr="00F23CF3">
          <w:rPr>
            <w:rStyle w:val="Hyperlink"/>
          </w:rPr>
          <w:t>OASIS Open Data Protocol (OData) TC</w:t>
        </w:r>
      </w:hyperlink>
    </w:p>
    <w:p w14:paraId="2D7A2396" w14:textId="77777777" w:rsidR="002A1C74" w:rsidRDefault="002A1C74" w:rsidP="002A1C74">
      <w:pPr>
        <w:pStyle w:val="Titlepageinfo"/>
      </w:pPr>
      <w:r>
        <w:t>Chairs:</w:t>
      </w:r>
    </w:p>
    <w:p w14:paraId="41B3EB30" w14:textId="77777777" w:rsidR="002A1C74" w:rsidRPr="00DD42DF" w:rsidRDefault="002A1C74" w:rsidP="002A1C74">
      <w:pPr>
        <w:pStyle w:val="Contributor"/>
      </w:pPr>
      <w:r w:rsidRPr="00DD42DF">
        <w:rPr>
          <w:lang w:val="de-DE"/>
        </w:rPr>
        <w:t>Ralf Handl (</w:t>
      </w:r>
      <w:hyperlink r:id="rId20" w:tgtFrame="_blank" w:history="1">
        <w:r w:rsidRPr="00DD42DF">
          <w:rPr>
            <w:rStyle w:val="Hyperlink"/>
            <w:lang w:val="de-DE"/>
          </w:rPr>
          <w:t>ralf.handl@sap.com</w:t>
        </w:r>
      </w:hyperlink>
      <w:r>
        <w:rPr>
          <w:lang w:val="de-DE"/>
        </w:rPr>
        <w:t xml:space="preserve">), </w:t>
      </w:r>
      <w:hyperlink r:id="rId21" w:history="1">
        <w:r w:rsidRPr="00DD42DF">
          <w:rPr>
            <w:rStyle w:val="Hyperlink"/>
            <w:lang w:val="de-DE"/>
          </w:rPr>
          <w:t xml:space="preserve">SAP </w:t>
        </w:r>
        <w:r>
          <w:rPr>
            <w:rStyle w:val="Hyperlink"/>
            <w:lang w:val="de-DE"/>
          </w:rPr>
          <w:t>SE</w:t>
        </w:r>
      </w:hyperlink>
    </w:p>
    <w:p w14:paraId="2E526508" w14:textId="7881DBB4" w:rsidR="002A1C74" w:rsidRPr="002828DE" w:rsidRDefault="00311CEE" w:rsidP="002A1C74">
      <w:pPr>
        <w:pStyle w:val="Contributor"/>
      </w:pPr>
      <w:r w:rsidRPr="00DD42DF">
        <w:t>Michael Pizzo (</w:t>
      </w:r>
      <w:hyperlink r:id="rId22" w:tgtFrame="_blank" w:history="1">
        <w:r w:rsidRPr="00DD42DF">
          <w:rPr>
            <w:rStyle w:val="Hyperlink"/>
          </w:rPr>
          <w:t>mikep@microsoft.com</w:t>
        </w:r>
      </w:hyperlink>
      <w:r w:rsidRPr="00DD42DF">
        <w:t>),</w:t>
      </w:r>
      <w:r>
        <w:t xml:space="preserve"> </w:t>
      </w:r>
      <w:hyperlink r:id="rId23" w:history="1">
        <w:r w:rsidRPr="00DD42DF">
          <w:rPr>
            <w:rStyle w:val="Hyperlink"/>
          </w:rPr>
          <w:t>Microsoft</w:t>
        </w:r>
      </w:hyperlink>
    </w:p>
    <w:p w14:paraId="29FAC085" w14:textId="77777777" w:rsidR="002A1C74" w:rsidRDefault="002A1C74" w:rsidP="002A1C74">
      <w:pPr>
        <w:pStyle w:val="Titlepageinfo"/>
      </w:pPr>
      <w:r>
        <w:t>Editors:</w:t>
      </w:r>
    </w:p>
    <w:p w14:paraId="13B87547" w14:textId="77777777" w:rsidR="002A1C74" w:rsidRPr="00DD42DF" w:rsidRDefault="002A1C74" w:rsidP="002A1C74">
      <w:pPr>
        <w:pStyle w:val="Contributor"/>
      </w:pPr>
      <w:r w:rsidRPr="00DD42DF">
        <w:t>Michael Pizzo (</w:t>
      </w:r>
      <w:hyperlink r:id="rId24" w:tgtFrame="_blank" w:history="1">
        <w:r w:rsidRPr="00DD42DF">
          <w:rPr>
            <w:rStyle w:val="Hyperlink"/>
          </w:rPr>
          <w:t>mikep@microsoft.com</w:t>
        </w:r>
      </w:hyperlink>
      <w:r w:rsidRPr="00DD42DF">
        <w:t>),</w:t>
      </w:r>
      <w:r>
        <w:t xml:space="preserve"> </w:t>
      </w:r>
      <w:hyperlink r:id="rId25" w:history="1">
        <w:r w:rsidRPr="00DD42DF">
          <w:rPr>
            <w:rStyle w:val="Hyperlink"/>
          </w:rPr>
          <w:t>Microsoft</w:t>
        </w:r>
      </w:hyperlink>
    </w:p>
    <w:p w14:paraId="2677D8CC" w14:textId="77777777" w:rsidR="002A1C74" w:rsidRPr="00DD42DF" w:rsidRDefault="002A1C74" w:rsidP="002A1C74">
      <w:pPr>
        <w:pStyle w:val="Contributor"/>
      </w:pPr>
      <w:r w:rsidRPr="00DD42DF">
        <w:rPr>
          <w:lang w:val="de-DE"/>
        </w:rPr>
        <w:t>Ralf Handl (</w:t>
      </w:r>
      <w:hyperlink r:id="rId26" w:tgtFrame="_blank" w:history="1">
        <w:r w:rsidRPr="00DD42DF">
          <w:rPr>
            <w:rStyle w:val="Hyperlink"/>
            <w:lang w:val="de-DE"/>
          </w:rPr>
          <w:t>ralf.handl@sap.com</w:t>
        </w:r>
      </w:hyperlink>
      <w:r>
        <w:rPr>
          <w:lang w:val="de-DE"/>
        </w:rPr>
        <w:t xml:space="preserve">), </w:t>
      </w:r>
      <w:hyperlink r:id="rId27" w:history="1">
        <w:r w:rsidRPr="00DD42DF">
          <w:rPr>
            <w:rStyle w:val="Hyperlink"/>
            <w:lang w:val="de-DE"/>
          </w:rPr>
          <w:t xml:space="preserve">SAP </w:t>
        </w:r>
        <w:r>
          <w:rPr>
            <w:rStyle w:val="Hyperlink"/>
            <w:lang w:val="de-DE"/>
          </w:rPr>
          <w:t>SE</w:t>
        </w:r>
      </w:hyperlink>
    </w:p>
    <w:p w14:paraId="1CED605B" w14:textId="5EC4BFD5" w:rsidR="004C4D7C" w:rsidRDefault="002A1C74" w:rsidP="002A1C74">
      <w:pPr>
        <w:pStyle w:val="Contributor"/>
      </w:pPr>
      <w:r w:rsidRPr="00DD42DF">
        <w:rPr>
          <w:lang w:val="de-DE"/>
        </w:rPr>
        <w:t>Martin Zurmuehl (</w:t>
      </w:r>
      <w:hyperlink r:id="rId28" w:tgtFrame="_blank" w:history="1">
        <w:r w:rsidRPr="00DD42DF">
          <w:rPr>
            <w:rStyle w:val="Hyperlink"/>
            <w:lang w:val="de-DE"/>
          </w:rPr>
          <w:t>martin.zurmuehl@sap.com</w:t>
        </w:r>
      </w:hyperlink>
      <w:r>
        <w:rPr>
          <w:lang w:val="de-DE"/>
        </w:rPr>
        <w:t xml:space="preserve">), </w:t>
      </w:r>
      <w:hyperlink r:id="rId29" w:history="1">
        <w:r w:rsidRPr="00DD42DF">
          <w:rPr>
            <w:rStyle w:val="Hyperlink"/>
            <w:lang w:val="de-DE"/>
          </w:rPr>
          <w:t xml:space="preserve">SAP </w:t>
        </w:r>
        <w:r>
          <w:rPr>
            <w:rStyle w:val="Hyperlink"/>
            <w:lang w:val="de-DE"/>
          </w:rPr>
          <w:t>SE</w:t>
        </w:r>
      </w:hyperlink>
    </w:p>
    <w:p w14:paraId="59964452" w14:textId="77777777" w:rsidR="00560795" w:rsidRDefault="00D00DF9" w:rsidP="003B0E37">
      <w:pPr>
        <w:pStyle w:val="Titlepageinfo"/>
      </w:pPr>
      <w:bookmarkStart w:id="0" w:name="AdditionalArtifacts"/>
      <w:r>
        <w:t>Additional</w:t>
      </w:r>
      <w:r w:rsidR="00560795">
        <w:t xml:space="preserve"> artifacts</w:t>
      </w:r>
      <w:bookmarkEnd w:id="0"/>
      <w:r w:rsidR="00560795">
        <w:t>:</w:t>
      </w:r>
    </w:p>
    <w:p w14:paraId="7ECE475A" w14:textId="77777777" w:rsidR="002A1C74" w:rsidRDefault="002A1C74" w:rsidP="002A1C74">
      <w:pPr>
        <w:pStyle w:val="RelatedWork"/>
        <w:numPr>
          <w:ilvl w:val="0"/>
          <w:numId w:val="0"/>
        </w:numPr>
        <w:ind w:left="720"/>
      </w:pPr>
      <w:r w:rsidRPr="00560795">
        <w:t xml:space="preserve">This prose specification is one component of a Work Product </w:t>
      </w:r>
      <w:r>
        <w:t>that</w:t>
      </w:r>
      <w:r w:rsidRPr="00560795">
        <w:t xml:space="preserve"> also includes:</w:t>
      </w:r>
    </w:p>
    <w:p w14:paraId="4A944905" w14:textId="00E61A4F" w:rsidR="002A1C74" w:rsidRDefault="002A1C74" w:rsidP="002A1C74">
      <w:pPr>
        <w:pStyle w:val="RelatedWork"/>
        <w:tabs>
          <w:tab w:val="num" w:pos="1353"/>
        </w:tabs>
      </w:pPr>
      <w:r w:rsidRPr="007A2D97">
        <w:rPr>
          <w:i/>
        </w:rPr>
        <w:t>OData Version 4.01. Part 1: Protocol</w:t>
      </w:r>
      <w:r>
        <w:t xml:space="preserve"> (this document). </w:t>
      </w:r>
      <w:hyperlink r:id="rId30" w:history="1">
        <w:r w:rsidR="00311CEE">
          <w:rPr>
            <w:rStyle w:val="Hyperlink"/>
          </w:rPr>
          <w:t>http://docs.oasis-open.org/odata/odata/v4.01/csprd03/part1-protocol/odata-v4.01-csprd03-part1-protocol.html</w:t>
        </w:r>
      </w:hyperlink>
      <w:r>
        <w:t>.</w:t>
      </w:r>
    </w:p>
    <w:p w14:paraId="35C23270" w14:textId="3D63F9A1" w:rsidR="002A1C74" w:rsidRDefault="002A1C74" w:rsidP="002A1C74">
      <w:pPr>
        <w:pStyle w:val="RelatedWork"/>
        <w:tabs>
          <w:tab w:val="num" w:pos="1353"/>
        </w:tabs>
      </w:pPr>
      <w:r w:rsidRPr="007A2D97">
        <w:rPr>
          <w:i/>
        </w:rPr>
        <w:t>OData Version 4.01. Part 2: URL Conventions</w:t>
      </w:r>
      <w:r>
        <w:t xml:space="preserve">. </w:t>
      </w:r>
      <w:hyperlink r:id="rId31" w:history="1">
        <w:r w:rsidR="00DB46EC">
          <w:rPr>
            <w:rStyle w:val="Hyperlink"/>
          </w:rPr>
          <w:t>http://docs.oasis-open.org/odata/odata/v4.01/csprd03/part2-url-conventions/odata-v4.01-csprd03-part2-url-conventions.html</w:t>
        </w:r>
      </w:hyperlink>
      <w:r>
        <w:t>.</w:t>
      </w:r>
    </w:p>
    <w:p w14:paraId="2E7BF9A9" w14:textId="10796B20" w:rsidR="00D00DF9" w:rsidRDefault="002A1C74" w:rsidP="002A1C74">
      <w:pPr>
        <w:pStyle w:val="RelatedWork"/>
      </w:pPr>
      <w:r>
        <w:t xml:space="preserve">ABNF components: </w:t>
      </w:r>
      <w:r w:rsidRPr="00D26BCA">
        <w:rPr>
          <w:i/>
        </w:rPr>
        <w:t>OData ABNF Construction Rules Version 4.0</w:t>
      </w:r>
      <w:r w:rsidR="00D26BCA" w:rsidRPr="00D26BCA">
        <w:rPr>
          <w:i/>
        </w:rPr>
        <w:t>1</w:t>
      </w:r>
      <w:r>
        <w:t xml:space="preserve"> and </w:t>
      </w:r>
      <w:r w:rsidRPr="00D26BCA">
        <w:rPr>
          <w:i/>
        </w:rPr>
        <w:t>OData ABNF Test Cases</w:t>
      </w:r>
      <w:r w:rsidR="00D26BCA" w:rsidRPr="00D26BCA">
        <w:rPr>
          <w:i/>
        </w:rPr>
        <w:t xml:space="preserve"> Version 4.01</w:t>
      </w:r>
      <w:r>
        <w:t xml:space="preserve">. </w:t>
      </w:r>
      <w:hyperlink r:id="rId32" w:history="1">
        <w:r w:rsidR="00DB46EC">
          <w:rPr>
            <w:rStyle w:val="Hyperlink"/>
          </w:rPr>
          <w:t>http://docs.oasis-open.org/odata/odata/v4.01/csprd03/abnf/</w:t>
        </w:r>
      </w:hyperlink>
      <w:r>
        <w:t>.</w:t>
      </w:r>
    </w:p>
    <w:p w14:paraId="65259F4F" w14:textId="77777777" w:rsidR="00D00DF9" w:rsidRDefault="00D00DF9" w:rsidP="00D00DF9">
      <w:pPr>
        <w:pStyle w:val="Titlepageinfo"/>
      </w:pPr>
      <w:bookmarkStart w:id="1" w:name="RelatedWork"/>
      <w:r>
        <w:t>Related work</w:t>
      </w:r>
      <w:bookmarkEnd w:id="1"/>
      <w:r>
        <w:t>:</w:t>
      </w:r>
    </w:p>
    <w:p w14:paraId="347E8C9C" w14:textId="77777777" w:rsidR="009A7BA7" w:rsidRPr="004C4D7C" w:rsidRDefault="009A7BA7" w:rsidP="009A7BA7">
      <w:pPr>
        <w:pStyle w:val="Titlepageinfodescription"/>
      </w:pPr>
      <w:r>
        <w:t>This specification replaces or supersedes:</w:t>
      </w:r>
    </w:p>
    <w:p w14:paraId="75E502A7" w14:textId="26E03A36" w:rsidR="009A7BA7" w:rsidRDefault="009A7BA7" w:rsidP="009A7BA7">
      <w:pPr>
        <w:pStyle w:val="RelatedWork"/>
        <w:tabs>
          <w:tab w:val="num" w:pos="1353"/>
        </w:tabs>
      </w:pPr>
      <w:r w:rsidRPr="00763052">
        <w:rPr>
          <w:i/>
          <w:iCs/>
        </w:rPr>
        <w:lastRenderedPageBreak/>
        <w:t>OData Version 4.0 Part 1: Protocol</w:t>
      </w:r>
      <w:r w:rsidRPr="00763052">
        <w:t>. Edited by Michael Pizzo, Ralf Handl, and Martin Zurmuehl. 24</w:t>
      </w:r>
      <w:r>
        <w:t xml:space="preserve"> February 2014. OASIS Standard. </w:t>
      </w:r>
      <w:hyperlink r:id="rId33" w:history="1">
        <w:r w:rsidRPr="00763052">
          <w:rPr>
            <w:rStyle w:val="Hyperlink"/>
          </w:rPr>
          <w:t>http://docs.oasis-open.org/odata/odata/v4.0/os/part1-protocol/odata-v4.0-os-part1-protocol.html</w:t>
        </w:r>
      </w:hyperlink>
      <w:r>
        <w:t xml:space="preserve">. Latest version: </w:t>
      </w:r>
      <w:hyperlink r:id="rId34" w:history="1">
        <w:r w:rsidRPr="00763052">
          <w:rPr>
            <w:rStyle w:val="Hyperlink"/>
          </w:rPr>
          <w:t>http://docs.oasis-open.org/odata/odata/v4.0/odata-v4.0-part1-protocol.html</w:t>
        </w:r>
      </w:hyperlink>
      <w:r w:rsidRPr="00763052">
        <w:t>.</w:t>
      </w:r>
    </w:p>
    <w:p w14:paraId="6DA3B388" w14:textId="77777777" w:rsidR="009A7BA7" w:rsidRPr="00600924" w:rsidRDefault="009A7BA7" w:rsidP="009A7BA7">
      <w:pPr>
        <w:pStyle w:val="RelatedWork"/>
        <w:numPr>
          <w:ilvl w:val="0"/>
          <w:numId w:val="0"/>
        </w:numPr>
        <w:ind w:left="720"/>
        <w:rPr>
          <w:iCs/>
        </w:rPr>
      </w:pPr>
      <w:r w:rsidRPr="00600924">
        <w:rPr>
          <w:iCs/>
        </w:rPr>
        <w:t>This specification is related to:</w:t>
      </w:r>
    </w:p>
    <w:p w14:paraId="3C2B53C7" w14:textId="27849F34" w:rsidR="009A7BA7" w:rsidRPr="008D57DE" w:rsidRDefault="009A7BA7" w:rsidP="009A7BA7">
      <w:pPr>
        <w:pStyle w:val="RelatedWork"/>
        <w:tabs>
          <w:tab w:val="num" w:pos="1353"/>
        </w:tabs>
        <w:rPr>
          <w:lang w:val="de-DE"/>
        </w:rPr>
      </w:pPr>
      <w:r w:rsidRPr="00054CE2">
        <w:rPr>
          <w:i/>
        </w:rPr>
        <w:t>OData Vocabularies Version 4.0.</w:t>
      </w:r>
      <w:r>
        <w:t xml:space="preserve"> Edited by Mi</w:t>
      </w:r>
      <w:r w:rsidR="009A23EC">
        <w:t>chael</w:t>
      </w:r>
      <w:r>
        <w:t xml:space="preserve"> Pizzo, Ralf Handl, and Ram Jeyaraman. </w:t>
      </w:r>
      <w:r w:rsidRPr="008D57DE">
        <w:rPr>
          <w:lang w:val="de-DE"/>
        </w:rPr>
        <w:t xml:space="preserve">Latest version: </w:t>
      </w:r>
      <w:hyperlink r:id="rId35" w:history="1">
        <w:r w:rsidRPr="001F2D1F">
          <w:rPr>
            <w:rStyle w:val="Hyperlink"/>
            <w:lang w:val="de-DE"/>
          </w:rPr>
          <w:t>http://docs.oasis-open.org/odata/odata-vocabularies/v4.0/odata-vocabularies-v4.0.html</w:t>
        </w:r>
      </w:hyperlink>
      <w:r w:rsidRPr="008D57DE">
        <w:rPr>
          <w:lang w:val="de-DE"/>
        </w:rPr>
        <w:t>.</w:t>
      </w:r>
    </w:p>
    <w:p w14:paraId="6539DE5F" w14:textId="43D14303" w:rsidR="009A7BA7" w:rsidRPr="009C3FB6" w:rsidRDefault="009A7BA7" w:rsidP="009A7BA7">
      <w:pPr>
        <w:pStyle w:val="RelatedWork"/>
        <w:rPr>
          <w:rStyle w:val="Hyperlink"/>
          <w:i/>
          <w:iCs/>
          <w:color w:val="auto"/>
          <w:lang w:val="de-DE"/>
        </w:rPr>
      </w:pPr>
      <w:r w:rsidRPr="00AB5148">
        <w:rPr>
          <w:i/>
        </w:rPr>
        <w:t xml:space="preserve">OData Common Schema Definition Language (CSDL) </w:t>
      </w:r>
      <w:r>
        <w:rPr>
          <w:i/>
        </w:rPr>
        <w:t>JSON</w:t>
      </w:r>
      <w:r w:rsidRPr="00AB5148">
        <w:rPr>
          <w:i/>
        </w:rPr>
        <w:t xml:space="preserve"> Representation Version 4.01</w:t>
      </w:r>
      <w:r>
        <w:t xml:space="preserve">. Edited by </w:t>
      </w:r>
      <w:r w:rsidRPr="00763052">
        <w:t xml:space="preserve">Michael Pizzo, Ralf Handl, and Martin Zurmuehl. </w:t>
      </w:r>
      <w:r w:rsidRPr="00A9798C">
        <w:rPr>
          <w:lang w:val="de-DE"/>
        </w:rPr>
        <w:t xml:space="preserve">Latest version: </w:t>
      </w:r>
      <w:hyperlink r:id="rId36" w:history="1">
        <w:r>
          <w:rPr>
            <w:rStyle w:val="Hyperlink"/>
            <w:lang w:val="de-DE"/>
          </w:rPr>
          <w:t>http://docs.oasis-open.org/odata/odata-csdl-json/v4.01/odata-csdl-json-v4.01.html</w:t>
        </w:r>
      </w:hyperlink>
      <w:r w:rsidRPr="009C3FB6">
        <w:rPr>
          <w:rStyle w:val="Hyperlink"/>
          <w:color w:val="auto"/>
          <w:lang w:val="de-DE"/>
        </w:rPr>
        <w:t>.</w:t>
      </w:r>
    </w:p>
    <w:p w14:paraId="7814BD9F" w14:textId="41123EF3" w:rsidR="009A7BA7" w:rsidRPr="00D1448C" w:rsidRDefault="009A7BA7" w:rsidP="009A7BA7">
      <w:pPr>
        <w:pStyle w:val="RelatedWork"/>
        <w:tabs>
          <w:tab w:val="num" w:pos="1353"/>
        </w:tabs>
        <w:rPr>
          <w:lang w:val="de-DE"/>
        </w:rPr>
      </w:pPr>
      <w:r w:rsidRPr="00AB5148">
        <w:rPr>
          <w:i/>
        </w:rPr>
        <w:t>OData Common Schema Definition Language (CSDL) XML Representation Version 4.01</w:t>
      </w:r>
      <w:r>
        <w:t xml:space="preserve">. Edited by </w:t>
      </w:r>
      <w:r w:rsidRPr="00763052">
        <w:t xml:space="preserve">Michael Pizzo, Ralf Handl, and Martin Zurmuehl. </w:t>
      </w:r>
      <w:r w:rsidRPr="00054CE2">
        <w:rPr>
          <w:lang w:val="de-DE"/>
        </w:rPr>
        <w:t>Latest version:</w:t>
      </w:r>
      <w:r w:rsidRPr="001A0332">
        <w:rPr>
          <w:rStyle w:val="Hyperlink"/>
          <w:color w:val="auto"/>
          <w:lang w:val="de-DE"/>
        </w:rPr>
        <w:t xml:space="preserve"> </w:t>
      </w:r>
      <w:hyperlink r:id="rId37" w:history="1">
        <w:r w:rsidRPr="00846408">
          <w:rPr>
            <w:rStyle w:val="Hyperlink"/>
            <w:lang w:val="de-DE"/>
          </w:rPr>
          <w:t>http://docs.oasis-open.org/odata/odata-csdl-xml/v4.01/odata-csdl-xml-v4.01.html</w:t>
        </w:r>
      </w:hyperlink>
      <w:r w:rsidRPr="00054CE2">
        <w:rPr>
          <w:lang w:val="de-DE"/>
        </w:rPr>
        <w:t>.</w:t>
      </w:r>
    </w:p>
    <w:p w14:paraId="4EBB782B" w14:textId="3D9DCCA0" w:rsidR="009A7BA7" w:rsidRDefault="009A7BA7" w:rsidP="009A7BA7">
      <w:pPr>
        <w:pStyle w:val="RelatedWork"/>
        <w:tabs>
          <w:tab w:val="num" w:pos="1353"/>
        </w:tabs>
      </w:pPr>
      <w:r w:rsidRPr="00DF4F1B">
        <w:rPr>
          <w:i/>
          <w:iCs/>
        </w:rPr>
        <w:t>OData JSON Format Version 4.01</w:t>
      </w:r>
      <w:r w:rsidRPr="00DF4F1B">
        <w:t xml:space="preserve">. Edited by Ralf Handl, Michael Pizzo, and Mark Biamonte. </w:t>
      </w:r>
      <w:r w:rsidR="00883ADC">
        <w:t xml:space="preserve">Latest version: </w:t>
      </w:r>
      <w:hyperlink r:id="rId38" w:history="1">
        <w:r w:rsidRPr="003A64EC">
          <w:rPr>
            <w:rStyle w:val="Hyperlink"/>
          </w:rPr>
          <w:t>http://docs.oasis-open.org/odata/odata-json-format/v4.01/odata-json-format-v4.01</w:t>
        </w:r>
        <w:r w:rsidRPr="00936626">
          <w:rPr>
            <w:rStyle w:val="Hyperlink"/>
          </w:rPr>
          <w:t>.html</w:t>
        </w:r>
      </w:hyperlink>
      <w:r w:rsidRPr="00FC27A0">
        <w:t>.</w:t>
      </w:r>
    </w:p>
    <w:p w14:paraId="5B58D61B" w14:textId="5BC66673" w:rsidR="00560795" w:rsidRPr="00560795" w:rsidRDefault="009A7BA7" w:rsidP="009A7BA7">
      <w:pPr>
        <w:pStyle w:val="RelatedWork"/>
      </w:pPr>
      <w:r w:rsidRPr="00B51BA4">
        <w:rPr>
          <w:i/>
          <w:iCs/>
        </w:rPr>
        <w:t xml:space="preserve">OData </w:t>
      </w:r>
      <w:r>
        <w:rPr>
          <w:i/>
          <w:iCs/>
        </w:rPr>
        <w:t xml:space="preserve">Extension for Data Aggregation </w:t>
      </w:r>
      <w:r w:rsidRPr="00B51BA4">
        <w:rPr>
          <w:i/>
          <w:iCs/>
        </w:rPr>
        <w:t>Version 4.0</w:t>
      </w:r>
      <w:r w:rsidRPr="00B51BA4">
        <w:t xml:space="preserve">. </w:t>
      </w:r>
      <w:r>
        <w:t>Edited by Ralf Handl, Hubert Heijkers, Gerald Krause, Michael Pizzo, and M</w:t>
      </w:r>
      <w:r w:rsidR="00883ADC">
        <w:t xml:space="preserve">artin Zurmuehl. Latest version: </w:t>
      </w:r>
      <w:hyperlink r:id="rId39" w:history="1">
        <w:r w:rsidRPr="00A06D11">
          <w:rPr>
            <w:rStyle w:val="Hyperlink"/>
          </w:rPr>
          <w:t>http://docs.oasis-open.org/odata/odata-data-aggregation-ext/v4.0/odata-data-aggregation-ext-v4.0.html</w:t>
        </w:r>
      </w:hyperlink>
      <w:r>
        <w:t>.</w:t>
      </w:r>
    </w:p>
    <w:p w14:paraId="1E41A758" w14:textId="77777777" w:rsidR="009C7DCE" w:rsidRDefault="009C7DCE" w:rsidP="008C100C">
      <w:pPr>
        <w:pStyle w:val="Titlepageinfo"/>
      </w:pPr>
      <w:r>
        <w:t>Abstract:</w:t>
      </w:r>
    </w:p>
    <w:p w14:paraId="57BDA72B" w14:textId="6B2DC3D8" w:rsidR="009C7DCE" w:rsidRDefault="009A7BA7" w:rsidP="008C100C">
      <w:pPr>
        <w:pStyle w:val="Abstract"/>
      </w:pPr>
      <w:r w:rsidRPr="00E94445">
        <w:t>The Open Data Protocol (OData) enables the creation of REST-based data services, which allow resources, identified using Uniform Resource Locators (URLs) and defined in an Entity Data Model (EDM), to be published and edited by Web clients using simple HTTP messages. This document defines the core semantics and facilities of the protocol.</w:t>
      </w:r>
    </w:p>
    <w:p w14:paraId="21C31269" w14:textId="77777777" w:rsidR="009C7DCE" w:rsidRDefault="009C7DCE" w:rsidP="008C100C">
      <w:pPr>
        <w:pStyle w:val="Titlepageinfo"/>
      </w:pPr>
      <w:r>
        <w:t>Status:</w:t>
      </w:r>
    </w:p>
    <w:p w14:paraId="74D0FE78" w14:textId="77777777" w:rsidR="009A7BA7" w:rsidRDefault="009A7BA7" w:rsidP="009A7BA7">
      <w:pPr>
        <w:pStyle w:val="Abstract"/>
      </w:pPr>
      <w:r>
        <w:t xml:space="preserve">This document was last revised or approved by the </w:t>
      </w:r>
      <w:r w:rsidRPr="00A32812">
        <w:t>OASIS Open Data Protocol (OData) TC</w:t>
      </w:r>
      <w:r w:rsidRPr="002659E9">
        <w:t xml:space="preserve"> </w:t>
      </w:r>
      <w:r>
        <w:t xml:space="preserve">on the above date. The level of approval is also listed above. Check the “Latest version” location noted above for possible later revisions of this document. Any other numbered Versions and other technical work produced by the Technical Committee (TC) are listed at </w:t>
      </w:r>
      <w:hyperlink r:id="rId40" w:anchor="technical" w:history="1">
        <w:r>
          <w:rPr>
            <w:rStyle w:val="Hyperlink"/>
          </w:rPr>
          <w:t>https://www.oasis-open.org/committees/tc_home.php?wg_abbrev=odata#technical</w:t>
        </w:r>
      </w:hyperlink>
      <w:r>
        <w:t>.)</w:t>
      </w:r>
    </w:p>
    <w:p w14:paraId="247F76BE" w14:textId="10BF24F4" w:rsidR="00B569DB" w:rsidRPr="00A74011" w:rsidRDefault="009A7BA7" w:rsidP="009A7BA7">
      <w:pPr>
        <w:pStyle w:val="Abstract"/>
        <w:rPr>
          <w:rStyle w:val="Hyperlink"/>
          <w:color w:val="auto"/>
        </w:rPr>
      </w:pPr>
      <w:r>
        <w:t>TC members should send comments on this specification to the TC’s email list. Others should send comments to the TC’s public comment list, after subscribing to it by following the instructions at the “</w:t>
      </w:r>
      <w:hyperlink r:id="rId41" w:history="1">
        <w:r w:rsidRPr="00CE39E3">
          <w:rPr>
            <w:rStyle w:val="Hyperlink"/>
          </w:rPr>
          <w:t>Send A Comment</w:t>
        </w:r>
      </w:hyperlink>
      <w:r>
        <w:t xml:space="preserve">” button on the TC’s web page at </w:t>
      </w:r>
      <w:hyperlink r:id="rId42" w:history="1">
        <w:r>
          <w:rPr>
            <w:rStyle w:val="Hyperlink"/>
          </w:rPr>
          <w:t>https://www.oasis-open.org/committees/odata/</w:t>
        </w:r>
      </w:hyperlink>
      <w:r w:rsidRPr="008A31C5">
        <w:rPr>
          <w:rStyle w:val="Hyperlink"/>
          <w:color w:val="000000"/>
        </w:rPr>
        <w:t>.</w:t>
      </w:r>
    </w:p>
    <w:p w14:paraId="48FB1789" w14:textId="6B1014F1" w:rsidR="00C304DB" w:rsidRDefault="00122108" w:rsidP="00F9240B">
      <w:pPr>
        <w:pStyle w:val="Abstract"/>
      </w:pPr>
      <w:r w:rsidRPr="009D6316">
        <w:t>This Committee Sp</w:t>
      </w:r>
      <w:r>
        <w:t>ecification Public Review Draft</w:t>
      </w:r>
      <w:r w:rsidRPr="009D6316">
        <w:t xml:space="preserve"> is provided</w:t>
      </w:r>
      <w:r w:rsidR="00CF5D9B" w:rsidRPr="009D6316">
        <w:t xml:space="preserve"> under </w:t>
      </w:r>
      <w:r w:rsidR="00CF5D9B" w:rsidRPr="004C3207">
        <w:t xml:space="preserve">the </w:t>
      </w:r>
      <w:hyperlink r:id="rId43" w:anchor="RF-on-RAND-Mode" w:history="1">
        <w:r w:rsidR="00CF5D9B" w:rsidRPr="004C3207">
          <w:rPr>
            <w:rStyle w:val="Hyperlink"/>
          </w:rPr>
          <w:t>RF on RAND Terms</w:t>
        </w:r>
      </w:hyperlink>
      <w:r w:rsidR="00CF5D9B" w:rsidRPr="004C3207">
        <w:t xml:space="preserve"> Mode of the </w:t>
      </w:r>
      <w:hyperlink r:id="rId44" w:history="1">
        <w:r w:rsidR="00CF5D9B" w:rsidRPr="00A517E4">
          <w:rPr>
            <w:rStyle w:val="Hyperlink"/>
          </w:rPr>
          <w:t>OASIS IPR Policy</w:t>
        </w:r>
      </w:hyperlink>
      <w:r w:rsidR="00CF5D9B" w:rsidRPr="004C3207">
        <w:t xml:space="preserve">, the mode </w:t>
      </w:r>
      <w:r w:rsidR="00CF5D9B" w:rsidRPr="009D6316">
        <w:t>chosen when the Technical Committee was established.</w:t>
      </w:r>
      <w:r w:rsidR="00CF5D9B">
        <w:t xml:space="preserve"> </w:t>
      </w:r>
      <w:r w:rsidR="00B569DB" w:rsidRPr="00B569DB">
        <w:t xml:space="preserve">For information on whether any patents have been disclosed that may be essential to implementing this </w:t>
      </w:r>
      <w:r w:rsidR="00FC3563">
        <w:t>specification</w:t>
      </w:r>
      <w:r w:rsidR="00B569DB" w:rsidRPr="00B569DB">
        <w:t>, and any offers of patent licensing terms, please refer to the Intellectual Property Rights section of the T</w:t>
      </w:r>
      <w:r w:rsidR="002F10B8">
        <w:t>C’s</w:t>
      </w:r>
      <w:r w:rsidR="00B569DB" w:rsidRPr="00B569DB">
        <w:t xml:space="preserve"> web page (</w:t>
      </w:r>
      <w:hyperlink r:id="rId45" w:history="1">
        <w:r w:rsidR="009A7BA7">
          <w:rPr>
            <w:rStyle w:val="Hyperlink"/>
          </w:rPr>
          <w:t>https://www.oasis-open.org/committees/odata/ipr.php</w:t>
        </w:r>
      </w:hyperlink>
      <w:r w:rsidR="00A74011">
        <w:t>)</w:t>
      </w:r>
      <w:r>
        <w:t>.</w:t>
      </w:r>
    </w:p>
    <w:p w14:paraId="63C2CBAB" w14:textId="780F1912" w:rsidR="00300B86" w:rsidRPr="00300B86" w:rsidRDefault="00300B86" w:rsidP="00300B86">
      <w:pPr>
        <w:pStyle w:val="Abstract"/>
      </w:pPr>
      <w:r w:rsidRPr="00300B86">
        <w:t xml:space="preserve">Note that any machine-readable content </w:t>
      </w:r>
      <w:r w:rsidR="0040052F">
        <w:t>(</w:t>
      </w:r>
      <w:hyperlink r:id="rId46" w:anchor="quality-formalLangDefns" w:history="1">
        <w:r w:rsidR="0040052F" w:rsidRPr="009031E0">
          <w:rPr>
            <w:rStyle w:val="Hyperlink"/>
          </w:rPr>
          <w:t>Computer Language Definitions</w:t>
        </w:r>
      </w:hyperlink>
      <w:r w:rsidR="0040052F" w:rsidRPr="009225E1">
        <w:t>)</w:t>
      </w:r>
      <w:r w:rsidRPr="00300B86">
        <w:t xml:space="preserve"> declared Normative for this Work Product is provided in separate plain text files. In the event of a discrepancy between any such plain text file and display content in the Work Product's prose narrative document(s), the content in the separate plain text file prevails.</w:t>
      </w:r>
    </w:p>
    <w:p w14:paraId="430C4459" w14:textId="77777777" w:rsidR="000449B0" w:rsidRDefault="000449B0" w:rsidP="000449B0">
      <w:pPr>
        <w:pStyle w:val="Titlepageinfo"/>
      </w:pPr>
      <w:r>
        <w:t xml:space="preserve">Citation </w:t>
      </w:r>
      <w:r w:rsidR="001F51AB">
        <w:t>f</w:t>
      </w:r>
      <w:r>
        <w:t>ormat:</w:t>
      </w:r>
    </w:p>
    <w:p w14:paraId="48A6F362" w14:textId="77777777" w:rsidR="000449B0" w:rsidRDefault="000449B0" w:rsidP="000449B0">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49395256" w14:textId="77777777" w:rsidR="002A1C74" w:rsidRDefault="002A1C74" w:rsidP="002A1C74">
      <w:pPr>
        <w:pStyle w:val="Abstract"/>
      </w:pPr>
      <w:r>
        <w:rPr>
          <w:rStyle w:val="Refterm"/>
        </w:rPr>
        <w:t>[OData-Part1]</w:t>
      </w:r>
    </w:p>
    <w:p w14:paraId="21FC273A" w14:textId="79A25F86" w:rsidR="0088339A" w:rsidRPr="002A5CA9" w:rsidRDefault="002A1C74" w:rsidP="002A1C74">
      <w:pPr>
        <w:pStyle w:val="Abstract"/>
      </w:pPr>
      <w:r w:rsidRPr="00560ECE">
        <w:rPr>
          <w:i/>
        </w:rPr>
        <w:t>OData Version 4.01. Part 1: Protocol</w:t>
      </w:r>
      <w:r w:rsidRPr="002A5CA9">
        <w:t xml:space="preserve">. </w:t>
      </w:r>
      <w:r w:rsidRPr="003A4CBC">
        <w:t>Edited by Michael Pizzo, Ralf Handl, and Martin Zurmuehl.</w:t>
      </w:r>
      <w:r w:rsidRPr="002A5CA9">
        <w:t xml:space="preserve"> </w:t>
      </w:r>
      <w:r w:rsidR="00D849E7">
        <w:t>28 September</w:t>
      </w:r>
      <w:bookmarkStart w:id="2" w:name="_GoBack"/>
      <w:bookmarkEnd w:id="2"/>
      <w:r>
        <w:t xml:space="preserve"> 2017</w:t>
      </w:r>
      <w:r w:rsidRPr="002A5CA9">
        <w:t xml:space="preserve">. </w:t>
      </w:r>
      <w:r>
        <w:t>OASIS Committee Specification Draft 0</w:t>
      </w:r>
      <w:r w:rsidR="00DB46EC">
        <w:t>3</w:t>
      </w:r>
      <w:r>
        <w:t xml:space="preserve"> / Public Review Draft 0</w:t>
      </w:r>
      <w:r w:rsidR="00DB46EC">
        <w:t>3</w:t>
      </w:r>
      <w:r w:rsidRPr="002A5CA9">
        <w:t>.</w:t>
      </w:r>
      <w:r w:rsidR="0088339A" w:rsidRPr="002A5CA9">
        <w:t xml:space="preserve"> </w:t>
      </w:r>
      <w:hyperlink r:id="rId47" w:history="1">
        <w:r w:rsidR="00DB46EC">
          <w:rPr>
            <w:rStyle w:val="Hyperlink"/>
          </w:rPr>
          <w:t>http://docs.oasis-open.org/odata/odata/v4.01/csprd03/part1-protocol/odata-v4.01-csprd03-part1-protocol.html</w:t>
        </w:r>
      </w:hyperlink>
      <w:r w:rsidR="0088339A" w:rsidRPr="002A5CA9">
        <w:t>.</w:t>
      </w:r>
      <w:r w:rsidR="00F316B4">
        <w:t xml:space="preserve"> Latest version: </w:t>
      </w:r>
      <w:hyperlink r:id="rId48" w:history="1">
        <w:r w:rsidRPr="00A32812">
          <w:rPr>
            <w:rStyle w:val="Hyperlink"/>
          </w:rPr>
          <w:t>http://docs.oasis-open.org/odata/odata/v4.01/odata-v4.01-part1-protocol.html</w:t>
        </w:r>
      </w:hyperlink>
      <w:r w:rsidR="00F316B4">
        <w:t>.</w:t>
      </w:r>
    </w:p>
    <w:p w14:paraId="687B9D0E" w14:textId="77777777" w:rsidR="008677C6" w:rsidRDefault="007E3373" w:rsidP="008C100C">
      <w:pPr>
        <w:pStyle w:val="Notices"/>
      </w:pPr>
      <w:r>
        <w:lastRenderedPageBreak/>
        <w:t>Notices</w:t>
      </w:r>
    </w:p>
    <w:p w14:paraId="694502D1" w14:textId="31EED559" w:rsidR="00852E10" w:rsidRPr="00852E10" w:rsidRDefault="008C7396" w:rsidP="00852E10">
      <w:r>
        <w:t>Copyright © OASIS</w:t>
      </w:r>
      <w:r w:rsidR="00CE59AF">
        <w:t xml:space="preserve"> Open</w:t>
      </w:r>
      <w:r>
        <w:t xml:space="preserve"> </w:t>
      </w:r>
      <w:r w:rsidR="00197607">
        <w:t>2017</w:t>
      </w:r>
      <w:r w:rsidR="00852E10" w:rsidRPr="00852E10">
        <w:t>. All Rights Reserved.</w:t>
      </w:r>
    </w:p>
    <w:p w14:paraId="1789F8E0"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9" w:history="1">
        <w:r w:rsidR="00591B31">
          <w:rPr>
            <w:rStyle w:val="Hyperlink"/>
          </w:rPr>
          <w:t>Policy</w:t>
        </w:r>
      </w:hyperlink>
      <w:r w:rsidR="00591B31">
        <w:t xml:space="preserve"> m</w:t>
      </w:r>
      <w:r w:rsidRPr="00852E10">
        <w:t>ay be found at the OASIS website.</w:t>
      </w:r>
    </w:p>
    <w:p w14:paraId="231D60E6"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391B21E2" w14:textId="77777777" w:rsidR="00852E10" w:rsidRPr="00852E10" w:rsidRDefault="00852E10" w:rsidP="00852E10">
      <w:r w:rsidRPr="00852E10">
        <w:t>The limited permissions granted above are perpetual and will not be revoked by OASIS or its successors or assigns.</w:t>
      </w:r>
    </w:p>
    <w:p w14:paraId="60EFBC22"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81146CE"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79D64099"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2B791FC6"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60C4C1E0" w14:textId="77777777" w:rsidR="00852E10" w:rsidRPr="0060033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50"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51" w:history="1">
        <w:r w:rsidR="002B261C">
          <w:rPr>
            <w:rStyle w:val="Hyperlink"/>
          </w:rPr>
          <w:t>https://www.oasis-open.org/policies-guidelines/trademark</w:t>
        </w:r>
      </w:hyperlink>
      <w:r w:rsidR="0060033A">
        <w:t xml:space="preserve"> for above guidance.</w:t>
      </w:r>
    </w:p>
    <w:p w14:paraId="774E8B22" w14:textId="77777777" w:rsidR="008677C6" w:rsidRDefault="00177DED" w:rsidP="008C100C">
      <w:pPr>
        <w:pStyle w:val="Notices"/>
      </w:pPr>
      <w:r>
        <w:lastRenderedPageBreak/>
        <w:t>Table of Contents</w:t>
      </w:r>
    </w:p>
    <w:p w14:paraId="09AC648E" w14:textId="28F9BE5A" w:rsidR="000823A8" w:rsidRDefault="0029428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"1-6" \h \z \u </w:instrText>
      </w:r>
      <w:r>
        <w:fldChar w:fldCharType="separate"/>
      </w:r>
      <w:hyperlink w:anchor="_Toc494884953" w:history="1">
        <w:r w:rsidR="000823A8" w:rsidRPr="00F000C3">
          <w:rPr>
            <w:rStyle w:val="Hyperlink"/>
            <w:noProof/>
          </w:rPr>
          <w:t>1</w:t>
        </w:r>
        <w:r w:rsidR="000823A8">
          <w:rPr>
            <w:rFonts w:asciiTheme="minorHAnsi" w:eastAsiaTheme="minorEastAsia" w:hAnsiTheme="minorHAnsi" w:cstheme="minorBidi"/>
            <w:noProof/>
            <w:sz w:val="22"/>
            <w:szCs w:val="22"/>
          </w:rPr>
          <w:tab/>
        </w:r>
        <w:r w:rsidR="000823A8" w:rsidRPr="00F000C3">
          <w:rPr>
            <w:rStyle w:val="Hyperlink"/>
            <w:noProof/>
          </w:rPr>
          <w:t>Introduction</w:t>
        </w:r>
        <w:r w:rsidR="000823A8">
          <w:rPr>
            <w:noProof/>
            <w:webHidden/>
          </w:rPr>
          <w:tab/>
        </w:r>
        <w:r w:rsidR="000823A8">
          <w:rPr>
            <w:noProof/>
            <w:webHidden/>
          </w:rPr>
          <w:fldChar w:fldCharType="begin"/>
        </w:r>
        <w:r w:rsidR="000823A8">
          <w:rPr>
            <w:noProof/>
            <w:webHidden/>
          </w:rPr>
          <w:instrText xml:space="preserve"> PAGEREF _Toc494884953 \h </w:instrText>
        </w:r>
        <w:r w:rsidR="000823A8">
          <w:rPr>
            <w:noProof/>
            <w:webHidden/>
          </w:rPr>
        </w:r>
        <w:r w:rsidR="000823A8">
          <w:rPr>
            <w:noProof/>
            <w:webHidden/>
          </w:rPr>
          <w:fldChar w:fldCharType="separate"/>
        </w:r>
        <w:r w:rsidR="000823A8">
          <w:rPr>
            <w:noProof/>
            <w:webHidden/>
          </w:rPr>
          <w:t>9</w:t>
        </w:r>
        <w:r w:rsidR="000823A8">
          <w:rPr>
            <w:noProof/>
            <w:webHidden/>
          </w:rPr>
          <w:fldChar w:fldCharType="end"/>
        </w:r>
      </w:hyperlink>
    </w:p>
    <w:p w14:paraId="359A46BF" w14:textId="28FADFA4"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4954" w:history="1">
        <w:r w:rsidR="000823A8" w:rsidRPr="00F000C3">
          <w:rPr>
            <w:rStyle w:val="Hyperlink"/>
            <w:noProof/>
          </w:rPr>
          <w:t>1.0 IPR Policy</w:t>
        </w:r>
        <w:r w:rsidR="000823A8">
          <w:rPr>
            <w:noProof/>
            <w:webHidden/>
          </w:rPr>
          <w:tab/>
        </w:r>
        <w:r w:rsidR="000823A8">
          <w:rPr>
            <w:noProof/>
            <w:webHidden/>
          </w:rPr>
          <w:fldChar w:fldCharType="begin"/>
        </w:r>
        <w:r w:rsidR="000823A8">
          <w:rPr>
            <w:noProof/>
            <w:webHidden/>
          </w:rPr>
          <w:instrText xml:space="preserve"> PAGEREF _Toc494884954 \h </w:instrText>
        </w:r>
        <w:r w:rsidR="000823A8">
          <w:rPr>
            <w:noProof/>
            <w:webHidden/>
          </w:rPr>
        </w:r>
        <w:r w:rsidR="000823A8">
          <w:rPr>
            <w:noProof/>
            <w:webHidden/>
          </w:rPr>
          <w:fldChar w:fldCharType="separate"/>
        </w:r>
        <w:r w:rsidR="000823A8">
          <w:rPr>
            <w:noProof/>
            <w:webHidden/>
          </w:rPr>
          <w:t>9</w:t>
        </w:r>
        <w:r w:rsidR="000823A8">
          <w:rPr>
            <w:noProof/>
            <w:webHidden/>
          </w:rPr>
          <w:fldChar w:fldCharType="end"/>
        </w:r>
      </w:hyperlink>
    </w:p>
    <w:p w14:paraId="7A98D8D6" w14:textId="39EE5A29"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4955" w:history="1">
        <w:r w:rsidR="000823A8" w:rsidRPr="00F000C3">
          <w:rPr>
            <w:rStyle w:val="Hyperlink"/>
            <w:noProof/>
          </w:rPr>
          <w:t>1.1 Terminology</w:t>
        </w:r>
        <w:r w:rsidR="000823A8">
          <w:rPr>
            <w:noProof/>
            <w:webHidden/>
          </w:rPr>
          <w:tab/>
        </w:r>
        <w:r w:rsidR="000823A8">
          <w:rPr>
            <w:noProof/>
            <w:webHidden/>
          </w:rPr>
          <w:fldChar w:fldCharType="begin"/>
        </w:r>
        <w:r w:rsidR="000823A8">
          <w:rPr>
            <w:noProof/>
            <w:webHidden/>
          </w:rPr>
          <w:instrText xml:space="preserve"> PAGEREF _Toc494884955 \h </w:instrText>
        </w:r>
        <w:r w:rsidR="000823A8">
          <w:rPr>
            <w:noProof/>
            <w:webHidden/>
          </w:rPr>
        </w:r>
        <w:r w:rsidR="000823A8">
          <w:rPr>
            <w:noProof/>
            <w:webHidden/>
          </w:rPr>
          <w:fldChar w:fldCharType="separate"/>
        </w:r>
        <w:r w:rsidR="000823A8">
          <w:rPr>
            <w:noProof/>
            <w:webHidden/>
          </w:rPr>
          <w:t>9</w:t>
        </w:r>
        <w:r w:rsidR="000823A8">
          <w:rPr>
            <w:noProof/>
            <w:webHidden/>
          </w:rPr>
          <w:fldChar w:fldCharType="end"/>
        </w:r>
      </w:hyperlink>
    </w:p>
    <w:p w14:paraId="54C38692" w14:textId="5C1F549C"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4956" w:history="1">
        <w:r w:rsidR="000823A8" w:rsidRPr="00F000C3">
          <w:rPr>
            <w:rStyle w:val="Hyperlink"/>
            <w:noProof/>
          </w:rPr>
          <w:t>1.2 Normative References</w:t>
        </w:r>
        <w:r w:rsidR="000823A8">
          <w:rPr>
            <w:noProof/>
            <w:webHidden/>
          </w:rPr>
          <w:tab/>
        </w:r>
        <w:r w:rsidR="000823A8">
          <w:rPr>
            <w:noProof/>
            <w:webHidden/>
          </w:rPr>
          <w:fldChar w:fldCharType="begin"/>
        </w:r>
        <w:r w:rsidR="000823A8">
          <w:rPr>
            <w:noProof/>
            <w:webHidden/>
          </w:rPr>
          <w:instrText xml:space="preserve"> PAGEREF _Toc494884956 \h </w:instrText>
        </w:r>
        <w:r w:rsidR="000823A8">
          <w:rPr>
            <w:noProof/>
            <w:webHidden/>
          </w:rPr>
        </w:r>
        <w:r w:rsidR="000823A8">
          <w:rPr>
            <w:noProof/>
            <w:webHidden/>
          </w:rPr>
          <w:fldChar w:fldCharType="separate"/>
        </w:r>
        <w:r w:rsidR="000823A8">
          <w:rPr>
            <w:noProof/>
            <w:webHidden/>
          </w:rPr>
          <w:t>9</w:t>
        </w:r>
        <w:r w:rsidR="000823A8">
          <w:rPr>
            <w:noProof/>
            <w:webHidden/>
          </w:rPr>
          <w:fldChar w:fldCharType="end"/>
        </w:r>
      </w:hyperlink>
    </w:p>
    <w:p w14:paraId="6C0E808E" w14:textId="2936D62E"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4957" w:history="1">
        <w:r w:rsidR="000823A8" w:rsidRPr="00F000C3">
          <w:rPr>
            <w:rStyle w:val="Hyperlink"/>
            <w:noProof/>
          </w:rPr>
          <w:t>1.3 Typographical Conventions</w:t>
        </w:r>
        <w:r w:rsidR="000823A8">
          <w:rPr>
            <w:noProof/>
            <w:webHidden/>
          </w:rPr>
          <w:tab/>
        </w:r>
        <w:r w:rsidR="000823A8">
          <w:rPr>
            <w:noProof/>
            <w:webHidden/>
          </w:rPr>
          <w:fldChar w:fldCharType="begin"/>
        </w:r>
        <w:r w:rsidR="000823A8">
          <w:rPr>
            <w:noProof/>
            <w:webHidden/>
          </w:rPr>
          <w:instrText xml:space="preserve"> PAGEREF _Toc494884957 \h </w:instrText>
        </w:r>
        <w:r w:rsidR="000823A8">
          <w:rPr>
            <w:noProof/>
            <w:webHidden/>
          </w:rPr>
        </w:r>
        <w:r w:rsidR="000823A8">
          <w:rPr>
            <w:noProof/>
            <w:webHidden/>
          </w:rPr>
          <w:fldChar w:fldCharType="separate"/>
        </w:r>
        <w:r w:rsidR="000823A8">
          <w:rPr>
            <w:noProof/>
            <w:webHidden/>
          </w:rPr>
          <w:t>10</w:t>
        </w:r>
        <w:r w:rsidR="000823A8">
          <w:rPr>
            <w:noProof/>
            <w:webHidden/>
          </w:rPr>
          <w:fldChar w:fldCharType="end"/>
        </w:r>
      </w:hyperlink>
    </w:p>
    <w:p w14:paraId="0366A88C" w14:textId="460335B5" w:rsidR="000823A8" w:rsidRDefault="002A710D">
      <w:pPr>
        <w:pStyle w:val="TOC1"/>
        <w:tabs>
          <w:tab w:val="left" w:pos="480"/>
          <w:tab w:val="right" w:leader="dot" w:pos="9350"/>
        </w:tabs>
        <w:rPr>
          <w:rFonts w:asciiTheme="minorHAnsi" w:eastAsiaTheme="minorEastAsia" w:hAnsiTheme="minorHAnsi" w:cstheme="minorBidi"/>
          <w:noProof/>
          <w:sz w:val="22"/>
          <w:szCs w:val="22"/>
        </w:rPr>
      </w:pPr>
      <w:hyperlink w:anchor="_Toc494884958" w:history="1">
        <w:r w:rsidR="000823A8" w:rsidRPr="00F000C3">
          <w:rPr>
            <w:rStyle w:val="Hyperlink"/>
            <w:noProof/>
          </w:rPr>
          <w:t>2</w:t>
        </w:r>
        <w:r w:rsidR="000823A8">
          <w:rPr>
            <w:rFonts w:asciiTheme="minorHAnsi" w:eastAsiaTheme="minorEastAsia" w:hAnsiTheme="minorHAnsi" w:cstheme="minorBidi"/>
            <w:noProof/>
            <w:sz w:val="22"/>
            <w:szCs w:val="22"/>
          </w:rPr>
          <w:tab/>
        </w:r>
        <w:r w:rsidR="000823A8" w:rsidRPr="00F000C3">
          <w:rPr>
            <w:rStyle w:val="Hyperlink"/>
            <w:noProof/>
          </w:rPr>
          <w:t>Overview</w:t>
        </w:r>
        <w:r w:rsidR="000823A8">
          <w:rPr>
            <w:noProof/>
            <w:webHidden/>
          </w:rPr>
          <w:tab/>
        </w:r>
        <w:r w:rsidR="000823A8">
          <w:rPr>
            <w:noProof/>
            <w:webHidden/>
          </w:rPr>
          <w:fldChar w:fldCharType="begin"/>
        </w:r>
        <w:r w:rsidR="000823A8">
          <w:rPr>
            <w:noProof/>
            <w:webHidden/>
          </w:rPr>
          <w:instrText xml:space="preserve"> PAGEREF _Toc494884958 \h </w:instrText>
        </w:r>
        <w:r w:rsidR="000823A8">
          <w:rPr>
            <w:noProof/>
            <w:webHidden/>
          </w:rPr>
        </w:r>
        <w:r w:rsidR="000823A8">
          <w:rPr>
            <w:noProof/>
            <w:webHidden/>
          </w:rPr>
          <w:fldChar w:fldCharType="separate"/>
        </w:r>
        <w:r w:rsidR="000823A8">
          <w:rPr>
            <w:noProof/>
            <w:webHidden/>
          </w:rPr>
          <w:t>11</w:t>
        </w:r>
        <w:r w:rsidR="000823A8">
          <w:rPr>
            <w:noProof/>
            <w:webHidden/>
          </w:rPr>
          <w:fldChar w:fldCharType="end"/>
        </w:r>
      </w:hyperlink>
    </w:p>
    <w:p w14:paraId="145CB823" w14:textId="42140343" w:rsidR="000823A8" w:rsidRDefault="002A710D">
      <w:pPr>
        <w:pStyle w:val="TOC1"/>
        <w:tabs>
          <w:tab w:val="left" w:pos="480"/>
          <w:tab w:val="right" w:leader="dot" w:pos="9350"/>
        </w:tabs>
        <w:rPr>
          <w:rFonts w:asciiTheme="minorHAnsi" w:eastAsiaTheme="minorEastAsia" w:hAnsiTheme="minorHAnsi" w:cstheme="minorBidi"/>
          <w:noProof/>
          <w:sz w:val="22"/>
          <w:szCs w:val="22"/>
        </w:rPr>
      </w:pPr>
      <w:hyperlink w:anchor="_Toc494884959" w:history="1">
        <w:r w:rsidR="000823A8" w:rsidRPr="00F000C3">
          <w:rPr>
            <w:rStyle w:val="Hyperlink"/>
            <w:noProof/>
          </w:rPr>
          <w:t>3</w:t>
        </w:r>
        <w:r w:rsidR="000823A8">
          <w:rPr>
            <w:rFonts w:asciiTheme="minorHAnsi" w:eastAsiaTheme="minorEastAsia" w:hAnsiTheme="minorHAnsi" w:cstheme="minorBidi"/>
            <w:noProof/>
            <w:sz w:val="22"/>
            <w:szCs w:val="22"/>
          </w:rPr>
          <w:tab/>
        </w:r>
        <w:r w:rsidR="000823A8" w:rsidRPr="00F000C3">
          <w:rPr>
            <w:rStyle w:val="Hyperlink"/>
            <w:noProof/>
          </w:rPr>
          <w:t>Data Model</w:t>
        </w:r>
        <w:r w:rsidR="000823A8">
          <w:rPr>
            <w:noProof/>
            <w:webHidden/>
          </w:rPr>
          <w:tab/>
        </w:r>
        <w:r w:rsidR="000823A8">
          <w:rPr>
            <w:noProof/>
            <w:webHidden/>
          </w:rPr>
          <w:fldChar w:fldCharType="begin"/>
        </w:r>
        <w:r w:rsidR="000823A8">
          <w:rPr>
            <w:noProof/>
            <w:webHidden/>
          </w:rPr>
          <w:instrText xml:space="preserve"> PAGEREF _Toc494884959 \h </w:instrText>
        </w:r>
        <w:r w:rsidR="000823A8">
          <w:rPr>
            <w:noProof/>
            <w:webHidden/>
          </w:rPr>
        </w:r>
        <w:r w:rsidR="000823A8">
          <w:rPr>
            <w:noProof/>
            <w:webHidden/>
          </w:rPr>
          <w:fldChar w:fldCharType="separate"/>
        </w:r>
        <w:r w:rsidR="000823A8">
          <w:rPr>
            <w:noProof/>
            <w:webHidden/>
          </w:rPr>
          <w:t>12</w:t>
        </w:r>
        <w:r w:rsidR="000823A8">
          <w:rPr>
            <w:noProof/>
            <w:webHidden/>
          </w:rPr>
          <w:fldChar w:fldCharType="end"/>
        </w:r>
      </w:hyperlink>
    </w:p>
    <w:p w14:paraId="4410CFCF" w14:textId="4CFD1DD4"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4960" w:history="1">
        <w:r w:rsidR="000823A8" w:rsidRPr="00F000C3">
          <w:rPr>
            <w:rStyle w:val="Hyperlink"/>
            <w:noProof/>
          </w:rPr>
          <w:t>3.1 Annotations</w:t>
        </w:r>
        <w:r w:rsidR="000823A8">
          <w:rPr>
            <w:noProof/>
            <w:webHidden/>
          </w:rPr>
          <w:tab/>
        </w:r>
        <w:r w:rsidR="000823A8">
          <w:rPr>
            <w:noProof/>
            <w:webHidden/>
          </w:rPr>
          <w:fldChar w:fldCharType="begin"/>
        </w:r>
        <w:r w:rsidR="000823A8">
          <w:rPr>
            <w:noProof/>
            <w:webHidden/>
          </w:rPr>
          <w:instrText xml:space="preserve"> PAGEREF _Toc494884960 \h </w:instrText>
        </w:r>
        <w:r w:rsidR="000823A8">
          <w:rPr>
            <w:noProof/>
            <w:webHidden/>
          </w:rPr>
        </w:r>
        <w:r w:rsidR="000823A8">
          <w:rPr>
            <w:noProof/>
            <w:webHidden/>
          </w:rPr>
          <w:fldChar w:fldCharType="separate"/>
        </w:r>
        <w:r w:rsidR="000823A8">
          <w:rPr>
            <w:noProof/>
            <w:webHidden/>
          </w:rPr>
          <w:t>12</w:t>
        </w:r>
        <w:r w:rsidR="000823A8">
          <w:rPr>
            <w:noProof/>
            <w:webHidden/>
          </w:rPr>
          <w:fldChar w:fldCharType="end"/>
        </w:r>
      </w:hyperlink>
    </w:p>
    <w:p w14:paraId="540121C6" w14:textId="1CE29C93" w:rsidR="000823A8" w:rsidRDefault="002A710D">
      <w:pPr>
        <w:pStyle w:val="TOC1"/>
        <w:tabs>
          <w:tab w:val="left" w:pos="480"/>
          <w:tab w:val="right" w:leader="dot" w:pos="9350"/>
        </w:tabs>
        <w:rPr>
          <w:rFonts w:asciiTheme="minorHAnsi" w:eastAsiaTheme="minorEastAsia" w:hAnsiTheme="minorHAnsi" w:cstheme="minorBidi"/>
          <w:noProof/>
          <w:sz w:val="22"/>
          <w:szCs w:val="22"/>
        </w:rPr>
      </w:pPr>
      <w:hyperlink w:anchor="_Toc494884961" w:history="1">
        <w:r w:rsidR="000823A8" w:rsidRPr="00F000C3">
          <w:rPr>
            <w:rStyle w:val="Hyperlink"/>
            <w:noProof/>
          </w:rPr>
          <w:t>4</w:t>
        </w:r>
        <w:r w:rsidR="000823A8">
          <w:rPr>
            <w:rFonts w:asciiTheme="minorHAnsi" w:eastAsiaTheme="minorEastAsia" w:hAnsiTheme="minorHAnsi" w:cstheme="minorBidi"/>
            <w:noProof/>
            <w:sz w:val="22"/>
            <w:szCs w:val="22"/>
          </w:rPr>
          <w:tab/>
        </w:r>
        <w:r w:rsidR="000823A8" w:rsidRPr="00F000C3">
          <w:rPr>
            <w:rStyle w:val="Hyperlink"/>
            <w:noProof/>
          </w:rPr>
          <w:t>Service Model</w:t>
        </w:r>
        <w:r w:rsidR="000823A8">
          <w:rPr>
            <w:noProof/>
            <w:webHidden/>
          </w:rPr>
          <w:tab/>
        </w:r>
        <w:r w:rsidR="000823A8">
          <w:rPr>
            <w:noProof/>
            <w:webHidden/>
          </w:rPr>
          <w:fldChar w:fldCharType="begin"/>
        </w:r>
        <w:r w:rsidR="000823A8">
          <w:rPr>
            <w:noProof/>
            <w:webHidden/>
          </w:rPr>
          <w:instrText xml:space="preserve"> PAGEREF _Toc494884961 \h </w:instrText>
        </w:r>
        <w:r w:rsidR="000823A8">
          <w:rPr>
            <w:noProof/>
            <w:webHidden/>
          </w:rPr>
        </w:r>
        <w:r w:rsidR="000823A8">
          <w:rPr>
            <w:noProof/>
            <w:webHidden/>
          </w:rPr>
          <w:fldChar w:fldCharType="separate"/>
        </w:r>
        <w:r w:rsidR="000823A8">
          <w:rPr>
            <w:noProof/>
            <w:webHidden/>
          </w:rPr>
          <w:t>14</w:t>
        </w:r>
        <w:r w:rsidR="000823A8">
          <w:rPr>
            <w:noProof/>
            <w:webHidden/>
          </w:rPr>
          <w:fldChar w:fldCharType="end"/>
        </w:r>
      </w:hyperlink>
    </w:p>
    <w:p w14:paraId="4A798025" w14:textId="701068DE"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4962" w:history="1">
        <w:r w:rsidR="000823A8" w:rsidRPr="00F000C3">
          <w:rPr>
            <w:rStyle w:val="Hyperlink"/>
            <w:noProof/>
          </w:rPr>
          <w:t>4.1 Entity-Ids and Entity References</w:t>
        </w:r>
        <w:r w:rsidR="000823A8">
          <w:rPr>
            <w:noProof/>
            <w:webHidden/>
          </w:rPr>
          <w:tab/>
        </w:r>
        <w:r w:rsidR="000823A8">
          <w:rPr>
            <w:noProof/>
            <w:webHidden/>
          </w:rPr>
          <w:fldChar w:fldCharType="begin"/>
        </w:r>
        <w:r w:rsidR="000823A8">
          <w:rPr>
            <w:noProof/>
            <w:webHidden/>
          </w:rPr>
          <w:instrText xml:space="preserve"> PAGEREF _Toc494884962 \h </w:instrText>
        </w:r>
        <w:r w:rsidR="000823A8">
          <w:rPr>
            <w:noProof/>
            <w:webHidden/>
          </w:rPr>
        </w:r>
        <w:r w:rsidR="000823A8">
          <w:rPr>
            <w:noProof/>
            <w:webHidden/>
          </w:rPr>
          <w:fldChar w:fldCharType="separate"/>
        </w:r>
        <w:r w:rsidR="000823A8">
          <w:rPr>
            <w:noProof/>
            <w:webHidden/>
          </w:rPr>
          <w:t>14</w:t>
        </w:r>
        <w:r w:rsidR="000823A8">
          <w:rPr>
            <w:noProof/>
            <w:webHidden/>
          </w:rPr>
          <w:fldChar w:fldCharType="end"/>
        </w:r>
      </w:hyperlink>
    </w:p>
    <w:p w14:paraId="3235F5C4" w14:textId="71695401"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4963" w:history="1">
        <w:r w:rsidR="000823A8" w:rsidRPr="00F000C3">
          <w:rPr>
            <w:rStyle w:val="Hyperlink"/>
            <w:noProof/>
          </w:rPr>
          <w:t>4.2 Read URLs and Edit URLs</w:t>
        </w:r>
        <w:r w:rsidR="000823A8">
          <w:rPr>
            <w:noProof/>
            <w:webHidden/>
          </w:rPr>
          <w:tab/>
        </w:r>
        <w:r w:rsidR="000823A8">
          <w:rPr>
            <w:noProof/>
            <w:webHidden/>
          </w:rPr>
          <w:fldChar w:fldCharType="begin"/>
        </w:r>
        <w:r w:rsidR="000823A8">
          <w:rPr>
            <w:noProof/>
            <w:webHidden/>
          </w:rPr>
          <w:instrText xml:space="preserve"> PAGEREF _Toc494884963 \h </w:instrText>
        </w:r>
        <w:r w:rsidR="000823A8">
          <w:rPr>
            <w:noProof/>
            <w:webHidden/>
          </w:rPr>
        </w:r>
        <w:r w:rsidR="000823A8">
          <w:rPr>
            <w:noProof/>
            <w:webHidden/>
          </w:rPr>
          <w:fldChar w:fldCharType="separate"/>
        </w:r>
        <w:r w:rsidR="000823A8">
          <w:rPr>
            <w:noProof/>
            <w:webHidden/>
          </w:rPr>
          <w:t>14</w:t>
        </w:r>
        <w:r w:rsidR="000823A8">
          <w:rPr>
            <w:noProof/>
            <w:webHidden/>
          </w:rPr>
          <w:fldChar w:fldCharType="end"/>
        </w:r>
      </w:hyperlink>
    </w:p>
    <w:p w14:paraId="5B223060" w14:textId="2B5DF5AB"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4964" w:history="1">
        <w:r w:rsidR="000823A8" w:rsidRPr="00F000C3">
          <w:rPr>
            <w:rStyle w:val="Hyperlink"/>
            <w:noProof/>
          </w:rPr>
          <w:t>4.3 Transient Entities</w:t>
        </w:r>
        <w:r w:rsidR="000823A8">
          <w:rPr>
            <w:noProof/>
            <w:webHidden/>
          </w:rPr>
          <w:tab/>
        </w:r>
        <w:r w:rsidR="000823A8">
          <w:rPr>
            <w:noProof/>
            <w:webHidden/>
          </w:rPr>
          <w:fldChar w:fldCharType="begin"/>
        </w:r>
        <w:r w:rsidR="000823A8">
          <w:rPr>
            <w:noProof/>
            <w:webHidden/>
          </w:rPr>
          <w:instrText xml:space="preserve"> PAGEREF _Toc494884964 \h </w:instrText>
        </w:r>
        <w:r w:rsidR="000823A8">
          <w:rPr>
            <w:noProof/>
            <w:webHidden/>
          </w:rPr>
        </w:r>
        <w:r w:rsidR="000823A8">
          <w:rPr>
            <w:noProof/>
            <w:webHidden/>
          </w:rPr>
          <w:fldChar w:fldCharType="separate"/>
        </w:r>
        <w:r w:rsidR="000823A8">
          <w:rPr>
            <w:noProof/>
            <w:webHidden/>
          </w:rPr>
          <w:t>14</w:t>
        </w:r>
        <w:r w:rsidR="000823A8">
          <w:rPr>
            <w:noProof/>
            <w:webHidden/>
          </w:rPr>
          <w:fldChar w:fldCharType="end"/>
        </w:r>
      </w:hyperlink>
    </w:p>
    <w:p w14:paraId="49A6BA5A" w14:textId="34D6D42A"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4965" w:history="1">
        <w:r w:rsidR="000823A8" w:rsidRPr="00F000C3">
          <w:rPr>
            <w:rStyle w:val="Hyperlink"/>
            <w:noProof/>
          </w:rPr>
          <w:t>4.4 Default Namespaces</w:t>
        </w:r>
        <w:r w:rsidR="000823A8">
          <w:rPr>
            <w:noProof/>
            <w:webHidden/>
          </w:rPr>
          <w:tab/>
        </w:r>
        <w:r w:rsidR="000823A8">
          <w:rPr>
            <w:noProof/>
            <w:webHidden/>
          </w:rPr>
          <w:fldChar w:fldCharType="begin"/>
        </w:r>
        <w:r w:rsidR="000823A8">
          <w:rPr>
            <w:noProof/>
            <w:webHidden/>
          </w:rPr>
          <w:instrText xml:space="preserve"> PAGEREF _Toc494884965 \h </w:instrText>
        </w:r>
        <w:r w:rsidR="000823A8">
          <w:rPr>
            <w:noProof/>
            <w:webHidden/>
          </w:rPr>
        </w:r>
        <w:r w:rsidR="000823A8">
          <w:rPr>
            <w:noProof/>
            <w:webHidden/>
          </w:rPr>
          <w:fldChar w:fldCharType="separate"/>
        </w:r>
        <w:r w:rsidR="000823A8">
          <w:rPr>
            <w:noProof/>
            <w:webHidden/>
          </w:rPr>
          <w:t>15</w:t>
        </w:r>
        <w:r w:rsidR="000823A8">
          <w:rPr>
            <w:noProof/>
            <w:webHidden/>
          </w:rPr>
          <w:fldChar w:fldCharType="end"/>
        </w:r>
      </w:hyperlink>
    </w:p>
    <w:p w14:paraId="1C47E29E" w14:textId="11A0A252" w:rsidR="000823A8" w:rsidRDefault="002A710D">
      <w:pPr>
        <w:pStyle w:val="TOC1"/>
        <w:tabs>
          <w:tab w:val="left" w:pos="480"/>
          <w:tab w:val="right" w:leader="dot" w:pos="9350"/>
        </w:tabs>
        <w:rPr>
          <w:rFonts w:asciiTheme="minorHAnsi" w:eastAsiaTheme="minorEastAsia" w:hAnsiTheme="minorHAnsi" w:cstheme="minorBidi"/>
          <w:noProof/>
          <w:sz w:val="22"/>
          <w:szCs w:val="22"/>
        </w:rPr>
      </w:pPr>
      <w:hyperlink w:anchor="_Toc494884966" w:history="1">
        <w:r w:rsidR="000823A8" w:rsidRPr="00F000C3">
          <w:rPr>
            <w:rStyle w:val="Hyperlink"/>
            <w:noProof/>
          </w:rPr>
          <w:t>5</w:t>
        </w:r>
        <w:r w:rsidR="000823A8">
          <w:rPr>
            <w:rFonts w:asciiTheme="minorHAnsi" w:eastAsiaTheme="minorEastAsia" w:hAnsiTheme="minorHAnsi" w:cstheme="minorBidi"/>
            <w:noProof/>
            <w:sz w:val="22"/>
            <w:szCs w:val="22"/>
          </w:rPr>
          <w:tab/>
        </w:r>
        <w:r w:rsidR="000823A8" w:rsidRPr="00F000C3">
          <w:rPr>
            <w:rStyle w:val="Hyperlink"/>
            <w:noProof/>
          </w:rPr>
          <w:t>Versioning</w:t>
        </w:r>
        <w:r w:rsidR="000823A8">
          <w:rPr>
            <w:noProof/>
            <w:webHidden/>
          </w:rPr>
          <w:tab/>
        </w:r>
        <w:r w:rsidR="000823A8">
          <w:rPr>
            <w:noProof/>
            <w:webHidden/>
          </w:rPr>
          <w:fldChar w:fldCharType="begin"/>
        </w:r>
        <w:r w:rsidR="000823A8">
          <w:rPr>
            <w:noProof/>
            <w:webHidden/>
          </w:rPr>
          <w:instrText xml:space="preserve"> PAGEREF _Toc494884966 \h </w:instrText>
        </w:r>
        <w:r w:rsidR="000823A8">
          <w:rPr>
            <w:noProof/>
            <w:webHidden/>
          </w:rPr>
        </w:r>
        <w:r w:rsidR="000823A8">
          <w:rPr>
            <w:noProof/>
            <w:webHidden/>
          </w:rPr>
          <w:fldChar w:fldCharType="separate"/>
        </w:r>
        <w:r w:rsidR="000823A8">
          <w:rPr>
            <w:noProof/>
            <w:webHidden/>
          </w:rPr>
          <w:t>16</w:t>
        </w:r>
        <w:r w:rsidR="000823A8">
          <w:rPr>
            <w:noProof/>
            <w:webHidden/>
          </w:rPr>
          <w:fldChar w:fldCharType="end"/>
        </w:r>
      </w:hyperlink>
    </w:p>
    <w:p w14:paraId="0CCD8BA9" w14:textId="52F5E069"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4967" w:history="1">
        <w:r w:rsidR="000823A8" w:rsidRPr="00F000C3">
          <w:rPr>
            <w:rStyle w:val="Hyperlink"/>
            <w:noProof/>
          </w:rPr>
          <w:t>5.1 Protocol Versioning</w:t>
        </w:r>
        <w:r w:rsidR="000823A8">
          <w:rPr>
            <w:noProof/>
            <w:webHidden/>
          </w:rPr>
          <w:tab/>
        </w:r>
        <w:r w:rsidR="000823A8">
          <w:rPr>
            <w:noProof/>
            <w:webHidden/>
          </w:rPr>
          <w:fldChar w:fldCharType="begin"/>
        </w:r>
        <w:r w:rsidR="000823A8">
          <w:rPr>
            <w:noProof/>
            <w:webHidden/>
          </w:rPr>
          <w:instrText xml:space="preserve"> PAGEREF _Toc494884967 \h </w:instrText>
        </w:r>
        <w:r w:rsidR="000823A8">
          <w:rPr>
            <w:noProof/>
            <w:webHidden/>
          </w:rPr>
        </w:r>
        <w:r w:rsidR="000823A8">
          <w:rPr>
            <w:noProof/>
            <w:webHidden/>
          </w:rPr>
          <w:fldChar w:fldCharType="separate"/>
        </w:r>
        <w:r w:rsidR="000823A8">
          <w:rPr>
            <w:noProof/>
            <w:webHidden/>
          </w:rPr>
          <w:t>16</w:t>
        </w:r>
        <w:r w:rsidR="000823A8">
          <w:rPr>
            <w:noProof/>
            <w:webHidden/>
          </w:rPr>
          <w:fldChar w:fldCharType="end"/>
        </w:r>
      </w:hyperlink>
    </w:p>
    <w:p w14:paraId="44739814" w14:textId="01D065CD"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4968" w:history="1">
        <w:r w:rsidR="000823A8" w:rsidRPr="00F000C3">
          <w:rPr>
            <w:rStyle w:val="Hyperlink"/>
            <w:noProof/>
          </w:rPr>
          <w:t>5.2 Model Versioning</w:t>
        </w:r>
        <w:r w:rsidR="000823A8">
          <w:rPr>
            <w:noProof/>
            <w:webHidden/>
          </w:rPr>
          <w:tab/>
        </w:r>
        <w:r w:rsidR="000823A8">
          <w:rPr>
            <w:noProof/>
            <w:webHidden/>
          </w:rPr>
          <w:fldChar w:fldCharType="begin"/>
        </w:r>
        <w:r w:rsidR="000823A8">
          <w:rPr>
            <w:noProof/>
            <w:webHidden/>
          </w:rPr>
          <w:instrText xml:space="preserve"> PAGEREF _Toc494884968 \h </w:instrText>
        </w:r>
        <w:r w:rsidR="000823A8">
          <w:rPr>
            <w:noProof/>
            <w:webHidden/>
          </w:rPr>
        </w:r>
        <w:r w:rsidR="000823A8">
          <w:rPr>
            <w:noProof/>
            <w:webHidden/>
          </w:rPr>
          <w:fldChar w:fldCharType="separate"/>
        </w:r>
        <w:r w:rsidR="000823A8">
          <w:rPr>
            <w:noProof/>
            <w:webHidden/>
          </w:rPr>
          <w:t>16</w:t>
        </w:r>
        <w:r w:rsidR="000823A8">
          <w:rPr>
            <w:noProof/>
            <w:webHidden/>
          </w:rPr>
          <w:fldChar w:fldCharType="end"/>
        </w:r>
      </w:hyperlink>
    </w:p>
    <w:p w14:paraId="219E0E42" w14:textId="39227137" w:rsidR="000823A8" w:rsidRDefault="002A710D">
      <w:pPr>
        <w:pStyle w:val="TOC1"/>
        <w:tabs>
          <w:tab w:val="left" w:pos="480"/>
          <w:tab w:val="right" w:leader="dot" w:pos="9350"/>
        </w:tabs>
        <w:rPr>
          <w:rFonts w:asciiTheme="minorHAnsi" w:eastAsiaTheme="minorEastAsia" w:hAnsiTheme="minorHAnsi" w:cstheme="minorBidi"/>
          <w:noProof/>
          <w:sz w:val="22"/>
          <w:szCs w:val="22"/>
        </w:rPr>
      </w:pPr>
      <w:hyperlink w:anchor="_Toc494884969" w:history="1">
        <w:r w:rsidR="000823A8" w:rsidRPr="00F000C3">
          <w:rPr>
            <w:rStyle w:val="Hyperlink"/>
            <w:noProof/>
          </w:rPr>
          <w:t>6</w:t>
        </w:r>
        <w:r w:rsidR="000823A8">
          <w:rPr>
            <w:rFonts w:asciiTheme="minorHAnsi" w:eastAsiaTheme="minorEastAsia" w:hAnsiTheme="minorHAnsi" w:cstheme="minorBidi"/>
            <w:noProof/>
            <w:sz w:val="22"/>
            <w:szCs w:val="22"/>
          </w:rPr>
          <w:tab/>
        </w:r>
        <w:r w:rsidR="000823A8" w:rsidRPr="00F000C3">
          <w:rPr>
            <w:rStyle w:val="Hyperlink"/>
            <w:noProof/>
          </w:rPr>
          <w:t>Extensibility</w:t>
        </w:r>
        <w:r w:rsidR="000823A8">
          <w:rPr>
            <w:noProof/>
            <w:webHidden/>
          </w:rPr>
          <w:tab/>
        </w:r>
        <w:r w:rsidR="000823A8">
          <w:rPr>
            <w:noProof/>
            <w:webHidden/>
          </w:rPr>
          <w:fldChar w:fldCharType="begin"/>
        </w:r>
        <w:r w:rsidR="000823A8">
          <w:rPr>
            <w:noProof/>
            <w:webHidden/>
          </w:rPr>
          <w:instrText xml:space="preserve"> PAGEREF _Toc494884969 \h </w:instrText>
        </w:r>
        <w:r w:rsidR="000823A8">
          <w:rPr>
            <w:noProof/>
            <w:webHidden/>
          </w:rPr>
        </w:r>
        <w:r w:rsidR="000823A8">
          <w:rPr>
            <w:noProof/>
            <w:webHidden/>
          </w:rPr>
          <w:fldChar w:fldCharType="separate"/>
        </w:r>
        <w:r w:rsidR="000823A8">
          <w:rPr>
            <w:noProof/>
            <w:webHidden/>
          </w:rPr>
          <w:t>18</w:t>
        </w:r>
        <w:r w:rsidR="000823A8">
          <w:rPr>
            <w:noProof/>
            <w:webHidden/>
          </w:rPr>
          <w:fldChar w:fldCharType="end"/>
        </w:r>
      </w:hyperlink>
    </w:p>
    <w:p w14:paraId="4795CF65" w14:textId="7843D752"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4970" w:history="1">
        <w:r w:rsidR="000823A8" w:rsidRPr="00F000C3">
          <w:rPr>
            <w:rStyle w:val="Hyperlink"/>
            <w:noProof/>
          </w:rPr>
          <w:t>6.1 Query Option Extensibility</w:t>
        </w:r>
        <w:r w:rsidR="000823A8">
          <w:rPr>
            <w:noProof/>
            <w:webHidden/>
          </w:rPr>
          <w:tab/>
        </w:r>
        <w:r w:rsidR="000823A8">
          <w:rPr>
            <w:noProof/>
            <w:webHidden/>
          </w:rPr>
          <w:fldChar w:fldCharType="begin"/>
        </w:r>
        <w:r w:rsidR="000823A8">
          <w:rPr>
            <w:noProof/>
            <w:webHidden/>
          </w:rPr>
          <w:instrText xml:space="preserve"> PAGEREF _Toc494884970 \h </w:instrText>
        </w:r>
        <w:r w:rsidR="000823A8">
          <w:rPr>
            <w:noProof/>
            <w:webHidden/>
          </w:rPr>
        </w:r>
        <w:r w:rsidR="000823A8">
          <w:rPr>
            <w:noProof/>
            <w:webHidden/>
          </w:rPr>
          <w:fldChar w:fldCharType="separate"/>
        </w:r>
        <w:r w:rsidR="000823A8">
          <w:rPr>
            <w:noProof/>
            <w:webHidden/>
          </w:rPr>
          <w:t>18</w:t>
        </w:r>
        <w:r w:rsidR="000823A8">
          <w:rPr>
            <w:noProof/>
            <w:webHidden/>
          </w:rPr>
          <w:fldChar w:fldCharType="end"/>
        </w:r>
      </w:hyperlink>
    </w:p>
    <w:p w14:paraId="5942323A" w14:textId="1E47F2D5"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4971" w:history="1">
        <w:r w:rsidR="000823A8" w:rsidRPr="00F000C3">
          <w:rPr>
            <w:rStyle w:val="Hyperlink"/>
            <w:noProof/>
          </w:rPr>
          <w:t>6.2 Payload Extensibility</w:t>
        </w:r>
        <w:r w:rsidR="000823A8">
          <w:rPr>
            <w:noProof/>
            <w:webHidden/>
          </w:rPr>
          <w:tab/>
        </w:r>
        <w:r w:rsidR="000823A8">
          <w:rPr>
            <w:noProof/>
            <w:webHidden/>
          </w:rPr>
          <w:fldChar w:fldCharType="begin"/>
        </w:r>
        <w:r w:rsidR="000823A8">
          <w:rPr>
            <w:noProof/>
            <w:webHidden/>
          </w:rPr>
          <w:instrText xml:space="preserve"> PAGEREF _Toc494884971 \h </w:instrText>
        </w:r>
        <w:r w:rsidR="000823A8">
          <w:rPr>
            <w:noProof/>
            <w:webHidden/>
          </w:rPr>
        </w:r>
        <w:r w:rsidR="000823A8">
          <w:rPr>
            <w:noProof/>
            <w:webHidden/>
          </w:rPr>
          <w:fldChar w:fldCharType="separate"/>
        </w:r>
        <w:r w:rsidR="000823A8">
          <w:rPr>
            <w:noProof/>
            <w:webHidden/>
          </w:rPr>
          <w:t>18</w:t>
        </w:r>
        <w:r w:rsidR="000823A8">
          <w:rPr>
            <w:noProof/>
            <w:webHidden/>
          </w:rPr>
          <w:fldChar w:fldCharType="end"/>
        </w:r>
      </w:hyperlink>
    </w:p>
    <w:p w14:paraId="5B8DC16C" w14:textId="6943DAF1"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4972" w:history="1">
        <w:r w:rsidR="000823A8" w:rsidRPr="00F000C3">
          <w:rPr>
            <w:rStyle w:val="Hyperlink"/>
            <w:noProof/>
          </w:rPr>
          <w:t>6.3 Action/Function Extensibility</w:t>
        </w:r>
        <w:r w:rsidR="000823A8">
          <w:rPr>
            <w:noProof/>
            <w:webHidden/>
          </w:rPr>
          <w:tab/>
        </w:r>
        <w:r w:rsidR="000823A8">
          <w:rPr>
            <w:noProof/>
            <w:webHidden/>
          </w:rPr>
          <w:fldChar w:fldCharType="begin"/>
        </w:r>
        <w:r w:rsidR="000823A8">
          <w:rPr>
            <w:noProof/>
            <w:webHidden/>
          </w:rPr>
          <w:instrText xml:space="preserve"> PAGEREF _Toc494884972 \h </w:instrText>
        </w:r>
        <w:r w:rsidR="000823A8">
          <w:rPr>
            <w:noProof/>
            <w:webHidden/>
          </w:rPr>
        </w:r>
        <w:r w:rsidR="000823A8">
          <w:rPr>
            <w:noProof/>
            <w:webHidden/>
          </w:rPr>
          <w:fldChar w:fldCharType="separate"/>
        </w:r>
        <w:r w:rsidR="000823A8">
          <w:rPr>
            <w:noProof/>
            <w:webHidden/>
          </w:rPr>
          <w:t>18</w:t>
        </w:r>
        <w:r w:rsidR="000823A8">
          <w:rPr>
            <w:noProof/>
            <w:webHidden/>
          </w:rPr>
          <w:fldChar w:fldCharType="end"/>
        </w:r>
      </w:hyperlink>
    </w:p>
    <w:p w14:paraId="68422AB8" w14:textId="646C4312"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4973" w:history="1">
        <w:r w:rsidR="000823A8" w:rsidRPr="00F000C3">
          <w:rPr>
            <w:rStyle w:val="Hyperlink"/>
            <w:noProof/>
          </w:rPr>
          <w:t>6.4 Vocabulary Extensibility</w:t>
        </w:r>
        <w:r w:rsidR="000823A8">
          <w:rPr>
            <w:noProof/>
            <w:webHidden/>
          </w:rPr>
          <w:tab/>
        </w:r>
        <w:r w:rsidR="000823A8">
          <w:rPr>
            <w:noProof/>
            <w:webHidden/>
          </w:rPr>
          <w:fldChar w:fldCharType="begin"/>
        </w:r>
        <w:r w:rsidR="000823A8">
          <w:rPr>
            <w:noProof/>
            <w:webHidden/>
          </w:rPr>
          <w:instrText xml:space="preserve"> PAGEREF _Toc494884973 \h </w:instrText>
        </w:r>
        <w:r w:rsidR="000823A8">
          <w:rPr>
            <w:noProof/>
            <w:webHidden/>
          </w:rPr>
        </w:r>
        <w:r w:rsidR="000823A8">
          <w:rPr>
            <w:noProof/>
            <w:webHidden/>
          </w:rPr>
          <w:fldChar w:fldCharType="separate"/>
        </w:r>
        <w:r w:rsidR="000823A8">
          <w:rPr>
            <w:noProof/>
            <w:webHidden/>
          </w:rPr>
          <w:t>18</w:t>
        </w:r>
        <w:r w:rsidR="000823A8">
          <w:rPr>
            <w:noProof/>
            <w:webHidden/>
          </w:rPr>
          <w:fldChar w:fldCharType="end"/>
        </w:r>
      </w:hyperlink>
    </w:p>
    <w:p w14:paraId="4D6DB08E" w14:textId="228F678B"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4974" w:history="1">
        <w:r w:rsidR="000823A8" w:rsidRPr="00F000C3">
          <w:rPr>
            <w:rStyle w:val="Hyperlink"/>
            <w:noProof/>
          </w:rPr>
          <w:t>6.5 Header Field Extensibility</w:t>
        </w:r>
        <w:r w:rsidR="000823A8">
          <w:rPr>
            <w:noProof/>
            <w:webHidden/>
          </w:rPr>
          <w:tab/>
        </w:r>
        <w:r w:rsidR="000823A8">
          <w:rPr>
            <w:noProof/>
            <w:webHidden/>
          </w:rPr>
          <w:fldChar w:fldCharType="begin"/>
        </w:r>
        <w:r w:rsidR="000823A8">
          <w:rPr>
            <w:noProof/>
            <w:webHidden/>
          </w:rPr>
          <w:instrText xml:space="preserve"> PAGEREF _Toc494884974 \h </w:instrText>
        </w:r>
        <w:r w:rsidR="000823A8">
          <w:rPr>
            <w:noProof/>
            <w:webHidden/>
          </w:rPr>
        </w:r>
        <w:r w:rsidR="000823A8">
          <w:rPr>
            <w:noProof/>
            <w:webHidden/>
          </w:rPr>
          <w:fldChar w:fldCharType="separate"/>
        </w:r>
        <w:r w:rsidR="000823A8">
          <w:rPr>
            <w:noProof/>
            <w:webHidden/>
          </w:rPr>
          <w:t>19</w:t>
        </w:r>
        <w:r w:rsidR="000823A8">
          <w:rPr>
            <w:noProof/>
            <w:webHidden/>
          </w:rPr>
          <w:fldChar w:fldCharType="end"/>
        </w:r>
      </w:hyperlink>
    </w:p>
    <w:p w14:paraId="041B1E04" w14:textId="1BFB525F"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4975" w:history="1">
        <w:r w:rsidR="000823A8" w:rsidRPr="00F000C3">
          <w:rPr>
            <w:rStyle w:val="Hyperlink"/>
            <w:noProof/>
          </w:rPr>
          <w:t>6.6 Format Extensibility</w:t>
        </w:r>
        <w:r w:rsidR="000823A8">
          <w:rPr>
            <w:noProof/>
            <w:webHidden/>
          </w:rPr>
          <w:tab/>
        </w:r>
        <w:r w:rsidR="000823A8">
          <w:rPr>
            <w:noProof/>
            <w:webHidden/>
          </w:rPr>
          <w:fldChar w:fldCharType="begin"/>
        </w:r>
        <w:r w:rsidR="000823A8">
          <w:rPr>
            <w:noProof/>
            <w:webHidden/>
          </w:rPr>
          <w:instrText xml:space="preserve"> PAGEREF _Toc494884975 \h </w:instrText>
        </w:r>
        <w:r w:rsidR="000823A8">
          <w:rPr>
            <w:noProof/>
            <w:webHidden/>
          </w:rPr>
        </w:r>
        <w:r w:rsidR="000823A8">
          <w:rPr>
            <w:noProof/>
            <w:webHidden/>
          </w:rPr>
          <w:fldChar w:fldCharType="separate"/>
        </w:r>
        <w:r w:rsidR="000823A8">
          <w:rPr>
            <w:noProof/>
            <w:webHidden/>
          </w:rPr>
          <w:t>19</w:t>
        </w:r>
        <w:r w:rsidR="000823A8">
          <w:rPr>
            <w:noProof/>
            <w:webHidden/>
          </w:rPr>
          <w:fldChar w:fldCharType="end"/>
        </w:r>
      </w:hyperlink>
    </w:p>
    <w:p w14:paraId="1F5B3E8C" w14:textId="3D8B8392" w:rsidR="000823A8" w:rsidRDefault="002A710D">
      <w:pPr>
        <w:pStyle w:val="TOC1"/>
        <w:tabs>
          <w:tab w:val="left" w:pos="480"/>
          <w:tab w:val="right" w:leader="dot" w:pos="9350"/>
        </w:tabs>
        <w:rPr>
          <w:rFonts w:asciiTheme="minorHAnsi" w:eastAsiaTheme="minorEastAsia" w:hAnsiTheme="minorHAnsi" w:cstheme="minorBidi"/>
          <w:noProof/>
          <w:sz w:val="22"/>
          <w:szCs w:val="22"/>
        </w:rPr>
      </w:pPr>
      <w:hyperlink w:anchor="_Toc494884976" w:history="1">
        <w:r w:rsidR="000823A8" w:rsidRPr="00F000C3">
          <w:rPr>
            <w:rStyle w:val="Hyperlink"/>
            <w:noProof/>
          </w:rPr>
          <w:t>7</w:t>
        </w:r>
        <w:r w:rsidR="000823A8">
          <w:rPr>
            <w:rFonts w:asciiTheme="minorHAnsi" w:eastAsiaTheme="minorEastAsia" w:hAnsiTheme="minorHAnsi" w:cstheme="minorBidi"/>
            <w:noProof/>
            <w:sz w:val="22"/>
            <w:szCs w:val="22"/>
          </w:rPr>
          <w:tab/>
        </w:r>
        <w:r w:rsidR="000823A8" w:rsidRPr="00F000C3">
          <w:rPr>
            <w:rStyle w:val="Hyperlink"/>
            <w:noProof/>
          </w:rPr>
          <w:t>Formats</w:t>
        </w:r>
        <w:r w:rsidR="000823A8">
          <w:rPr>
            <w:noProof/>
            <w:webHidden/>
          </w:rPr>
          <w:tab/>
        </w:r>
        <w:r w:rsidR="000823A8">
          <w:rPr>
            <w:noProof/>
            <w:webHidden/>
          </w:rPr>
          <w:fldChar w:fldCharType="begin"/>
        </w:r>
        <w:r w:rsidR="000823A8">
          <w:rPr>
            <w:noProof/>
            <w:webHidden/>
          </w:rPr>
          <w:instrText xml:space="preserve"> PAGEREF _Toc494884976 \h </w:instrText>
        </w:r>
        <w:r w:rsidR="000823A8">
          <w:rPr>
            <w:noProof/>
            <w:webHidden/>
          </w:rPr>
        </w:r>
        <w:r w:rsidR="000823A8">
          <w:rPr>
            <w:noProof/>
            <w:webHidden/>
          </w:rPr>
          <w:fldChar w:fldCharType="separate"/>
        </w:r>
        <w:r w:rsidR="000823A8">
          <w:rPr>
            <w:noProof/>
            <w:webHidden/>
          </w:rPr>
          <w:t>20</w:t>
        </w:r>
        <w:r w:rsidR="000823A8">
          <w:rPr>
            <w:noProof/>
            <w:webHidden/>
          </w:rPr>
          <w:fldChar w:fldCharType="end"/>
        </w:r>
      </w:hyperlink>
    </w:p>
    <w:p w14:paraId="0A7B3217" w14:textId="07078D7E" w:rsidR="000823A8" w:rsidRDefault="002A710D">
      <w:pPr>
        <w:pStyle w:val="TOC1"/>
        <w:tabs>
          <w:tab w:val="left" w:pos="480"/>
          <w:tab w:val="right" w:leader="dot" w:pos="9350"/>
        </w:tabs>
        <w:rPr>
          <w:rFonts w:asciiTheme="minorHAnsi" w:eastAsiaTheme="minorEastAsia" w:hAnsiTheme="minorHAnsi" w:cstheme="minorBidi"/>
          <w:noProof/>
          <w:sz w:val="22"/>
          <w:szCs w:val="22"/>
        </w:rPr>
      </w:pPr>
      <w:hyperlink w:anchor="_Toc494884977" w:history="1">
        <w:r w:rsidR="000823A8" w:rsidRPr="00F000C3">
          <w:rPr>
            <w:rStyle w:val="Hyperlink"/>
            <w:noProof/>
          </w:rPr>
          <w:t>8</w:t>
        </w:r>
        <w:r w:rsidR="000823A8">
          <w:rPr>
            <w:rFonts w:asciiTheme="minorHAnsi" w:eastAsiaTheme="minorEastAsia" w:hAnsiTheme="minorHAnsi" w:cstheme="minorBidi"/>
            <w:noProof/>
            <w:sz w:val="22"/>
            <w:szCs w:val="22"/>
          </w:rPr>
          <w:tab/>
        </w:r>
        <w:r w:rsidR="000823A8" w:rsidRPr="00F000C3">
          <w:rPr>
            <w:rStyle w:val="Hyperlink"/>
            <w:noProof/>
          </w:rPr>
          <w:t>Header Fields</w:t>
        </w:r>
        <w:r w:rsidR="000823A8">
          <w:rPr>
            <w:noProof/>
            <w:webHidden/>
          </w:rPr>
          <w:tab/>
        </w:r>
        <w:r w:rsidR="000823A8">
          <w:rPr>
            <w:noProof/>
            <w:webHidden/>
          </w:rPr>
          <w:fldChar w:fldCharType="begin"/>
        </w:r>
        <w:r w:rsidR="000823A8">
          <w:rPr>
            <w:noProof/>
            <w:webHidden/>
          </w:rPr>
          <w:instrText xml:space="preserve"> PAGEREF _Toc494884977 \h </w:instrText>
        </w:r>
        <w:r w:rsidR="000823A8">
          <w:rPr>
            <w:noProof/>
            <w:webHidden/>
          </w:rPr>
        </w:r>
        <w:r w:rsidR="000823A8">
          <w:rPr>
            <w:noProof/>
            <w:webHidden/>
          </w:rPr>
          <w:fldChar w:fldCharType="separate"/>
        </w:r>
        <w:r w:rsidR="000823A8">
          <w:rPr>
            <w:noProof/>
            <w:webHidden/>
          </w:rPr>
          <w:t>21</w:t>
        </w:r>
        <w:r w:rsidR="000823A8">
          <w:rPr>
            <w:noProof/>
            <w:webHidden/>
          </w:rPr>
          <w:fldChar w:fldCharType="end"/>
        </w:r>
      </w:hyperlink>
    </w:p>
    <w:p w14:paraId="333D5CCB" w14:textId="482A07FF"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4978" w:history="1">
        <w:r w:rsidR="000823A8" w:rsidRPr="00F000C3">
          <w:rPr>
            <w:rStyle w:val="Hyperlink"/>
            <w:noProof/>
          </w:rPr>
          <w:t>8.1 Common Headers</w:t>
        </w:r>
        <w:r w:rsidR="000823A8">
          <w:rPr>
            <w:noProof/>
            <w:webHidden/>
          </w:rPr>
          <w:tab/>
        </w:r>
        <w:r w:rsidR="000823A8">
          <w:rPr>
            <w:noProof/>
            <w:webHidden/>
          </w:rPr>
          <w:fldChar w:fldCharType="begin"/>
        </w:r>
        <w:r w:rsidR="000823A8">
          <w:rPr>
            <w:noProof/>
            <w:webHidden/>
          </w:rPr>
          <w:instrText xml:space="preserve"> PAGEREF _Toc494884978 \h </w:instrText>
        </w:r>
        <w:r w:rsidR="000823A8">
          <w:rPr>
            <w:noProof/>
            <w:webHidden/>
          </w:rPr>
        </w:r>
        <w:r w:rsidR="000823A8">
          <w:rPr>
            <w:noProof/>
            <w:webHidden/>
          </w:rPr>
          <w:fldChar w:fldCharType="separate"/>
        </w:r>
        <w:r w:rsidR="000823A8">
          <w:rPr>
            <w:noProof/>
            <w:webHidden/>
          </w:rPr>
          <w:t>21</w:t>
        </w:r>
        <w:r w:rsidR="000823A8">
          <w:rPr>
            <w:noProof/>
            <w:webHidden/>
          </w:rPr>
          <w:fldChar w:fldCharType="end"/>
        </w:r>
      </w:hyperlink>
    </w:p>
    <w:p w14:paraId="541DB9AD" w14:textId="1E8AE2F9"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4979" w:history="1">
        <w:r w:rsidR="000823A8" w:rsidRPr="00F000C3">
          <w:rPr>
            <w:rStyle w:val="Hyperlink"/>
            <w:noProof/>
          </w:rPr>
          <w:t xml:space="preserve">8.1.1 Header </w:t>
        </w:r>
        <w:r w:rsidR="000823A8" w:rsidRPr="00F000C3">
          <w:rPr>
            <w:rStyle w:val="Hyperlink"/>
            <w:rFonts w:ascii="Courier New" w:hAnsi="Courier New"/>
            <w:noProof/>
          </w:rPr>
          <w:t>Content-Type</w:t>
        </w:r>
        <w:r w:rsidR="000823A8">
          <w:rPr>
            <w:noProof/>
            <w:webHidden/>
          </w:rPr>
          <w:tab/>
        </w:r>
        <w:r w:rsidR="000823A8">
          <w:rPr>
            <w:noProof/>
            <w:webHidden/>
          </w:rPr>
          <w:fldChar w:fldCharType="begin"/>
        </w:r>
        <w:r w:rsidR="000823A8">
          <w:rPr>
            <w:noProof/>
            <w:webHidden/>
          </w:rPr>
          <w:instrText xml:space="preserve"> PAGEREF _Toc494884979 \h </w:instrText>
        </w:r>
        <w:r w:rsidR="000823A8">
          <w:rPr>
            <w:noProof/>
            <w:webHidden/>
          </w:rPr>
        </w:r>
        <w:r w:rsidR="000823A8">
          <w:rPr>
            <w:noProof/>
            <w:webHidden/>
          </w:rPr>
          <w:fldChar w:fldCharType="separate"/>
        </w:r>
        <w:r w:rsidR="000823A8">
          <w:rPr>
            <w:noProof/>
            <w:webHidden/>
          </w:rPr>
          <w:t>21</w:t>
        </w:r>
        <w:r w:rsidR="000823A8">
          <w:rPr>
            <w:noProof/>
            <w:webHidden/>
          </w:rPr>
          <w:fldChar w:fldCharType="end"/>
        </w:r>
      </w:hyperlink>
    </w:p>
    <w:p w14:paraId="13690B33" w14:textId="00059311"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4980" w:history="1">
        <w:r w:rsidR="000823A8" w:rsidRPr="00F000C3">
          <w:rPr>
            <w:rStyle w:val="Hyperlink"/>
            <w:noProof/>
          </w:rPr>
          <w:t xml:space="preserve">8.1.2 Header </w:t>
        </w:r>
        <w:r w:rsidR="000823A8" w:rsidRPr="00F000C3">
          <w:rPr>
            <w:rStyle w:val="Hyperlink"/>
            <w:rFonts w:ascii="Courier New" w:hAnsi="Courier New"/>
            <w:noProof/>
          </w:rPr>
          <w:t>Content-Encoding</w:t>
        </w:r>
        <w:r w:rsidR="000823A8">
          <w:rPr>
            <w:noProof/>
            <w:webHidden/>
          </w:rPr>
          <w:tab/>
        </w:r>
        <w:r w:rsidR="000823A8">
          <w:rPr>
            <w:noProof/>
            <w:webHidden/>
          </w:rPr>
          <w:fldChar w:fldCharType="begin"/>
        </w:r>
        <w:r w:rsidR="000823A8">
          <w:rPr>
            <w:noProof/>
            <w:webHidden/>
          </w:rPr>
          <w:instrText xml:space="preserve"> PAGEREF _Toc494884980 \h </w:instrText>
        </w:r>
        <w:r w:rsidR="000823A8">
          <w:rPr>
            <w:noProof/>
            <w:webHidden/>
          </w:rPr>
        </w:r>
        <w:r w:rsidR="000823A8">
          <w:rPr>
            <w:noProof/>
            <w:webHidden/>
          </w:rPr>
          <w:fldChar w:fldCharType="separate"/>
        </w:r>
        <w:r w:rsidR="000823A8">
          <w:rPr>
            <w:noProof/>
            <w:webHidden/>
          </w:rPr>
          <w:t>21</w:t>
        </w:r>
        <w:r w:rsidR="000823A8">
          <w:rPr>
            <w:noProof/>
            <w:webHidden/>
          </w:rPr>
          <w:fldChar w:fldCharType="end"/>
        </w:r>
      </w:hyperlink>
    </w:p>
    <w:p w14:paraId="3FDF65D7" w14:textId="3F41424F"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4981" w:history="1">
        <w:r w:rsidR="000823A8" w:rsidRPr="00F000C3">
          <w:rPr>
            <w:rStyle w:val="Hyperlink"/>
            <w:noProof/>
          </w:rPr>
          <w:t xml:space="preserve">8.1.3 Header </w:t>
        </w:r>
        <w:r w:rsidR="000823A8" w:rsidRPr="00F000C3">
          <w:rPr>
            <w:rStyle w:val="Hyperlink"/>
            <w:rFonts w:ascii="Courier New" w:hAnsi="Courier New"/>
            <w:noProof/>
          </w:rPr>
          <w:t>Content-Language</w:t>
        </w:r>
        <w:r w:rsidR="000823A8">
          <w:rPr>
            <w:noProof/>
            <w:webHidden/>
          </w:rPr>
          <w:tab/>
        </w:r>
        <w:r w:rsidR="000823A8">
          <w:rPr>
            <w:noProof/>
            <w:webHidden/>
          </w:rPr>
          <w:fldChar w:fldCharType="begin"/>
        </w:r>
        <w:r w:rsidR="000823A8">
          <w:rPr>
            <w:noProof/>
            <w:webHidden/>
          </w:rPr>
          <w:instrText xml:space="preserve"> PAGEREF _Toc494884981 \h </w:instrText>
        </w:r>
        <w:r w:rsidR="000823A8">
          <w:rPr>
            <w:noProof/>
            <w:webHidden/>
          </w:rPr>
        </w:r>
        <w:r w:rsidR="000823A8">
          <w:rPr>
            <w:noProof/>
            <w:webHidden/>
          </w:rPr>
          <w:fldChar w:fldCharType="separate"/>
        </w:r>
        <w:r w:rsidR="000823A8">
          <w:rPr>
            <w:noProof/>
            <w:webHidden/>
          </w:rPr>
          <w:t>21</w:t>
        </w:r>
        <w:r w:rsidR="000823A8">
          <w:rPr>
            <w:noProof/>
            <w:webHidden/>
          </w:rPr>
          <w:fldChar w:fldCharType="end"/>
        </w:r>
      </w:hyperlink>
    </w:p>
    <w:p w14:paraId="7852B96D" w14:textId="549948EF"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4982" w:history="1">
        <w:r w:rsidR="000823A8" w:rsidRPr="00F000C3">
          <w:rPr>
            <w:rStyle w:val="Hyperlink"/>
            <w:noProof/>
          </w:rPr>
          <w:t xml:space="preserve">8.1.4 Header </w:t>
        </w:r>
        <w:r w:rsidR="000823A8" w:rsidRPr="00F000C3">
          <w:rPr>
            <w:rStyle w:val="Hyperlink"/>
            <w:rFonts w:ascii="Courier New" w:hAnsi="Courier New"/>
            <w:noProof/>
          </w:rPr>
          <w:t>Content-Length</w:t>
        </w:r>
        <w:r w:rsidR="000823A8">
          <w:rPr>
            <w:noProof/>
            <w:webHidden/>
          </w:rPr>
          <w:tab/>
        </w:r>
        <w:r w:rsidR="000823A8">
          <w:rPr>
            <w:noProof/>
            <w:webHidden/>
          </w:rPr>
          <w:fldChar w:fldCharType="begin"/>
        </w:r>
        <w:r w:rsidR="000823A8">
          <w:rPr>
            <w:noProof/>
            <w:webHidden/>
          </w:rPr>
          <w:instrText xml:space="preserve"> PAGEREF _Toc494884982 \h </w:instrText>
        </w:r>
        <w:r w:rsidR="000823A8">
          <w:rPr>
            <w:noProof/>
            <w:webHidden/>
          </w:rPr>
        </w:r>
        <w:r w:rsidR="000823A8">
          <w:rPr>
            <w:noProof/>
            <w:webHidden/>
          </w:rPr>
          <w:fldChar w:fldCharType="separate"/>
        </w:r>
        <w:r w:rsidR="000823A8">
          <w:rPr>
            <w:noProof/>
            <w:webHidden/>
          </w:rPr>
          <w:t>21</w:t>
        </w:r>
        <w:r w:rsidR="000823A8">
          <w:rPr>
            <w:noProof/>
            <w:webHidden/>
          </w:rPr>
          <w:fldChar w:fldCharType="end"/>
        </w:r>
      </w:hyperlink>
    </w:p>
    <w:p w14:paraId="18A08003" w14:textId="60175141"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4983" w:history="1">
        <w:r w:rsidR="000823A8" w:rsidRPr="00F000C3">
          <w:rPr>
            <w:rStyle w:val="Hyperlink"/>
            <w:noProof/>
          </w:rPr>
          <w:t xml:space="preserve">8.1.5 Header </w:t>
        </w:r>
        <w:r w:rsidR="000823A8" w:rsidRPr="00F000C3">
          <w:rPr>
            <w:rStyle w:val="Hyperlink"/>
            <w:rFonts w:ascii="Courier New" w:hAnsi="Courier New"/>
            <w:noProof/>
          </w:rPr>
          <w:t>OData-Version</w:t>
        </w:r>
        <w:r w:rsidR="000823A8">
          <w:rPr>
            <w:noProof/>
            <w:webHidden/>
          </w:rPr>
          <w:tab/>
        </w:r>
        <w:r w:rsidR="000823A8">
          <w:rPr>
            <w:noProof/>
            <w:webHidden/>
          </w:rPr>
          <w:fldChar w:fldCharType="begin"/>
        </w:r>
        <w:r w:rsidR="000823A8">
          <w:rPr>
            <w:noProof/>
            <w:webHidden/>
          </w:rPr>
          <w:instrText xml:space="preserve"> PAGEREF _Toc494884983 \h </w:instrText>
        </w:r>
        <w:r w:rsidR="000823A8">
          <w:rPr>
            <w:noProof/>
            <w:webHidden/>
          </w:rPr>
        </w:r>
        <w:r w:rsidR="000823A8">
          <w:rPr>
            <w:noProof/>
            <w:webHidden/>
          </w:rPr>
          <w:fldChar w:fldCharType="separate"/>
        </w:r>
        <w:r w:rsidR="000823A8">
          <w:rPr>
            <w:noProof/>
            <w:webHidden/>
          </w:rPr>
          <w:t>22</w:t>
        </w:r>
        <w:r w:rsidR="000823A8">
          <w:rPr>
            <w:noProof/>
            <w:webHidden/>
          </w:rPr>
          <w:fldChar w:fldCharType="end"/>
        </w:r>
      </w:hyperlink>
    </w:p>
    <w:p w14:paraId="605BBED7" w14:textId="05A1B8C1"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4984" w:history="1">
        <w:r w:rsidR="000823A8" w:rsidRPr="00F000C3">
          <w:rPr>
            <w:rStyle w:val="Hyperlink"/>
            <w:noProof/>
          </w:rPr>
          <w:t>8.2 Request Headers</w:t>
        </w:r>
        <w:r w:rsidR="000823A8">
          <w:rPr>
            <w:noProof/>
            <w:webHidden/>
          </w:rPr>
          <w:tab/>
        </w:r>
        <w:r w:rsidR="000823A8">
          <w:rPr>
            <w:noProof/>
            <w:webHidden/>
          </w:rPr>
          <w:fldChar w:fldCharType="begin"/>
        </w:r>
        <w:r w:rsidR="000823A8">
          <w:rPr>
            <w:noProof/>
            <w:webHidden/>
          </w:rPr>
          <w:instrText xml:space="preserve"> PAGEREF _Toc494884984 \h </w:instrText>
        </w:r>
        <w:r w:rsidR="000823A8">
          <w:rPr>
            <w:noProof/>
            <w:webHidden/>
          </w:rPr>
        </w:r>
        <w:r w:rsidR="000823A8">
          <w:rPr>
            <w:noProof/>
            <w:webHidden/>
          </w:rPr>
          <w:fldChar w:fldCharType="separate"/>
        </w:r>
        <w:r w:rsidR="000823A8">
          <w:rPr>
            <w:noProof/>
            <w:webHidden/>
          </w:rPr>
          <w:t>22</w:t>
        </w:r>
        <w:r w:rsidR="000823A8">
          <w:rPr>
            <w:noProof/>
            <w:webHidden/>
          </w:rPr>
          <w:fldChar w:fldCharType="end"/>
        </w:r>
      </w:hyperlink>
    </w:p>
    <w:p w14:paraId="3AB53072" w14:textId="68696077"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4985" w:history="1">
        <w:r w:rsidR="000823A8" w:rsidRPr="00F000C3">
          <w:rPr>
            <w:rStyle w:val="Hyperlink"/>
            <w:noProof/>
          </w:rPr>
          <w:t xml:space="preserve">8.2.1 Header </w:t>
        </w:r>
        <w:r w:rsidR="000823A8" w:rsidRPr="00F000C3">
          <w:rPr>
            <w:rStyle w:val="Hyperlink"/>
            <w:rFonts w:ascii="Courier New" w:hAnsi="Courier New"/>
            <w:noProof/>
          </w:rPr>
          <w:t>Accept</w:t>
        </w:r>
        <w:r w:rsidR="000823A8">
          <w:rPr>
            <w:noProof/>
            <w:webHidden/>
          </w:rPr>
          <w:tab/>
        </w:r>
        <w:r w:rsidR="000823A8">
          <w:rPr>
            <w:noProof/>
            <w:webHidden/>
          </w:rPr>
          <w:fldChar w:fldCharType="begin"/>
        </w:r>
        <w:r w:rsidR="000823A8">
          <w:rPr>
            <w:noProof/>
            <w:webHidden/>
          </w:rPr>
          <w:instrText xml:space="preserve"> PAGEREF _Toc494884985 \h </w:instrText>
        </w:r>
        <w:r w:rsidR="000823A8">
          <w:rPr>
            <w:noProof/>
            <w:webHidden/>
          </w:rPr>
        </w:r>
        <w:r w:rsidR="000823A8">
          <w:rPr>
            <w:noProof/>
            <w:webHidden/>
          </w:rPr>
          <w:fldChar w:fldCharType="separate"/>
        </w:r>
        <w:r w:rsidR="000823A8">
          <w:rPr>
            <w:noProof/>
            <w:webHidden/>
          </w:rPr>
          <w:t>22</w:t>
        </w:r>
        <w:r w:rsidR="000823A8">
          <w:rPr>
            <w:noProof/>
            <w:webHidden/>
          </w:rPr>
          <w:fldChar w:fldCharType="end"/>
        </w:r>
      </w:hyperlink>
    </w:p>
    <w:p w14:paraId="5410664C" w14:textId="598F885A"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4986" w:history="1">
        <w:r w:rsidR="000823A8" w:rsidRPr="00F000C3">
          <w:rPr>
            <w:rStyle w:val="Hyperlink"/>
            <w:noProof/>
          </w:rPr>
          <w:t xml:space="preserve">8.2.2 Header </w:t>
        </w:r>
        <w:r w:rsidR="000823A8" w:rsidRPr="00F000C3">
          <w:rPr>
            <w:rStyle w:val="Hyperlink"/>
            <w:rFonts w:ascii="Courier New" w:hAnsi="Courier New"/>
            <w:noProof/>
          </w:rPr>
          <w:t>Accept-Charset</w:t>
        </w:r>
        <w:r w:rsidR="000823A8">
          <w:rPr>
            <w:noProof/>
            <w:webHidden/>
          </w:rPr>
          <w:tab/>
        </w:r>
        <w:r w:rsidR="000823A8">
          <w:rPr>
            <w:noProof/>
            <w:webHidden/>
          </w:rPr>
          <w:fldChar w:fldCharType="begin"/>
        </w:r>
        <w:r w:rsidR="000823A8">
          <w:rPr>
            <w:noProof/>
            <w:webHidden/>
          </w:rPr>
          <w:instrText xml:space="preserve"> PAGEREF _Toc494884986 \h </w:instrText>
        </w:r>
        <w:r w:rsidR="000823A8">
          <w:rPr>
            <w:noProof/>
            <w:webHidden/>
          </w:rPr>
        </w:r>
        <w:r w:rsidR="000823A8">
          <w:rPr>
            <w:noProof/>
            <w:webHidden/>
          </w:rPr>
          <w:fldChar w:fldCharType="separate"/>
        </w:r>
        <w:r w:rsidR="000823A8">
          <w:rPr>
            <w:noProof/>
            <w:webHidden/>
          </w:rPr>
          <w:t>22</w:t>
        </w:r>
        <w:r w:rsidR="000823A8">
          <w:rPr>
            <w:noProof/>
            <w:webHidden/>
          </w:rPr>
          <w:fldChar w:fldCharType="end"/>
        </w:r>
      </w:hyperlink>
    </w:p>
    <w:p w14:paraId="14314622" w14:textId="5F4AD759"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4987" w:history="1">
        <w:r w:rsidR="000823A8" w:rsidRPr="00F000C3">
          <w:rPr>
            <w:rStyle w:val="Hyperlink"/>
            <w:noProof/>
          </w:rPr>
          <w:t xml:space="preserve">8.2.3 Header </w:t>
        </w:r>
        <w:r w:rsidR="000823A8" w:rsidRPr="00F000C3">
          <w:rPr>
            <w:rStyle w:val="Hyperlink"/>
            <w:rFonts w:ascii="Courier New" w:hAnsi="Courier New"/>
            <w:noProof/>
          </w:rPr>
          <w:t>Accept-Language</w:t>
        </w:r>
        <w:r w:rsidR="000823A8">
          <w:rPr>
            <w:noProof/>
            <w:webHidden/>
          </w:rPr>
          <w:tab/>
        </w:r>
        <w:r w:rsidR="000823A8">
          <w:rPr>
            <w:noProof/>
            <w:webHidden/>
          </w:rPr>
          <w:fldChar w:fldCharType="begin"/>
        </w:r>
        <w:r w:rsidR="000823A8">
          <w:rPr>
            <w:noProof/>
            <w:webHidden/>
          </w:rPr>
          <w:instrText xml:space="preserve"> PAGEREF _Toc494884987 \h </w:instrText>
        </w:r>
        <w:r w:rsidR="000823A8">
          <w:rPr>
            <w:noProof/>
            <w:webHidden/>
          </w:rPr>
        </w:r>
        <w:r w:rsidR="000823A8">
          <w:rPr>
            <w:noProof/>
            <w:webHidden/>
          </w:rPr>
          <w:fldChar w:fldCharType="separate"/>
        </w:r>
        <w:r w:rsidR="000823A8">
          <w:rPr>
            <w:noProof/>
            <w:webHidden/>
          </w:rPr>
          <w:t>22</w:t>
        </w:r>
        <w:r w:rsidR="000823A8">
          <w:rPr>
            <w:noProof/>
            <w:webHidden/>
          </w:rPr>
          <w:fldChar w:fldCharType="end"/>
        </w:r>
      </w:hyperlink>
    </w:p>
    <w:p w14:paraId="415C35A2" w14:textId="11AE4629"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4988" w:history="1">
        <w:r w:rsidR="000823A8" w:rsidRPr="00F000C3">
          <w:rPr>
            <w:rStyle w:val="Hyperlink"/>
            <w:noProof/>
          </w:rPr>
          <w:t xml:space="preserve">8.2.4 Header </w:t>
        </w:r>
        <w:r w:rsidR="000823A8" w:rsidRPr="00F000C3">
          <w:rPr>
            <w:rStyle w:val="Hyperlink"/>
            <w:rFonts w:ascii="Courier New" w:hAnsi="Courier New"/>
            <w:noProof/>
          </w:rPr>
          <w:t>If-Match</w:t>
        </w:r>
        <w:r w:rsidR="000823A8">
          <w:rPr>
            <w:noProof/>
            <w:webHidden/>
          </w:rPr>
          <w:tab/>
        </w:r>
        <w:r w:rsidR="000823A8">
          <w:rPr>
            <w:noProof/>
            <w:webHidden/>
          </w:rPr>
          <w:fldChar w:fldCharType="begin"/>
        </w:r>
        <w:r w:rsidR="000823A8">
          <w:rPr>
            <w:noProof/>
            <w:webHidden/>
          </w:rPr>
          <w:instrText xml:space="preserve"> PAGEREF _Toc494884988 \h </w:instrText>
        </w:r>
        <w:r w:rsidR="000823A8">
          <w:rPr>
            <w:noProof/>
            <w:webHidden/>
          </w:rPr>
        </w:r>
        <w:r w:rsidR="000823A8">
          <w:rPr>
            <w:noProof/>
            <w:webHidden/>
          </w:rPr>
          <w:fldChar w:fldCharType="separate"/>
        </w:r>
        <w:r w:rsidR="000823A8">
          <w:rPr>
            <w:noProof/>
            <w:webHidden/>
          </w:rPr>
          <w:t>23</w:t>
        </w:r>
        <w:r w:rsidR="000823A8">
          <w:rPr>
            <w:noProof/>
            <w:webHidden/>
          </w:rPr>
          <w:fldChar w:fldCharType="end"/>
        </w:r>
      </w:hyperlink>
    </w:p>
    <w:p w14:paraId="098252EF" w14:textId="3B2F0A09"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4989" w:history="1">
        <w:r w:rsidR="000823A8" w:rsidRPr="00F000C3">
          <w:rPr>
            <w:rStyle w:val="Hyperlink"/>
            <w:noProof/>
          </w:rPr>
          <w:t xml:space="preserve">8.2.5 Header </w:t>
        </w:r>
        <w:r w:rsidR="000823A8" w:rsidRPr="00F000C3">
          <w:rPr>
            <w:rStyle w:val="Hyperlink"/>
            <w:rFonts w:ascii="Courier New" w:hAnsi="Courier New"/>
            <w:noProof/>
          </w:rPr>
          <w:t>If-None-Match</w:t>
        </w:r>
        <w:r w:rsidR="000823A8">
          <w:rPr>
            <w:noProof/>
            <w:webHidden/>
          </w:rPr>
          <w:tab/>
        </w:r>
        <w:r w:rsidR="000823A8">
          <w:rPr>
            <w:noProof/>
            <w:webHidden/>
          </w:rPr>
          <w:fldChar w:fldCharType="begin"/>
        </w:r>
        <w:r w:rsidR="000823A8">
          <w:rPr>
            <w:noProof/>
            <w:webHidden/>
          </w:rPr>
          <w:instrText xml:space="preserve"> PAGEREF _Toc494884989 \h </w:instrText>
        </w:r>
        <w:r w:rsidR="000823A8">
          <w:rPr>
            <w:noProof/>
            <w:webHidden/>
          </w:rPr>
        </w:r>
        <w:r w:rsidR="000823A8">
          <w:rPr>
            <w:noProof/>
            <w:webHidden/>
          </w:rPr>
          <w:fldChar w:fldCharType="separate"/>
        </w:r>
        <w:r w:rsidR="000823A8">
          <w:rPr>
            <w:noProof/>
            <w:webHidden/>
          </w:rPr>
          <w:t>23</w:t>
        </w:r>
        <w:r w:rsidR="000823A8">
          <w:rPr>
            <w:noProof/>
            <w:webHidden/>
          </w:rPr>
          <w:fldChar w:fldCharType="end"/>
        </w:r>
      </w:hyperlink>
    </w:p>
    <w:p w14:paraId="67B44E73" w14:textId="60375D74"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4990" w:history="1">
        <w:r w:rsidR="000823A8" w:rsidRPr="00F000C3">
          <w:rPr>
            <w:rStyle w:val="Hyperlink"/>
            <w:noProof/>
          </w:rPr>
          <w:t xml:space="preserve">8.2.6 Header </w:t>
        </w:r>
        <w:r w:rsidR="000823A8" w:rsidRPr="00F000C3">
          <w:rPr>
            <w:rStyle w:val="Hyperlink"/>
            <w:rFonts w:ascii="Courier New" w:hAnsi="Courier New"/>
            <w:noProof/>
          </w:rPr>
          <w:t>Isolation</w:t>
        </w:r>
        <w:r w:rsidR="000823A8" w:rsidRPr="00F000C3">
          <w:rPr>
            <w:rStyle w:val="Hyperlink"/>
            <w:noProof/>
          </w:rPr>
          <w:t xml:space="preserve"> (</w:t>
        </w:r>
        <w:r w:rsidR="000823A8" w:rsidRPr="00F000C3">
          <w:rPr>
            <w:rStyle w:val="Hyperlink"/>
            <w:rFonts w:ascii="Courier New" w:hAnsi="Courier New"/>
            <w:noProof/>
          </w:rPr>
          <w:t>OData-Isolation</w:t>
        </w:r>
        <w:r w:rsidR="000823A8" w:rsidRPr="00F000C3">
          <w:rPr>
            <w:rStyle w:val="Hyperlink"/>
            <w:noProof/>
          </w:rPr>
          <w:t>)</w:t>
        </w:r>
        <w:r w:rsidR="000823A8">
          <w:rPr>
            <w:noProof/>
            <w:webHidden/>
          </w:rPr>
          <w:tab/>
        </w:r>
        <w:r w:rsidR="000823A8">
          <w:rPr>
            <w:noProof/>
            <w:webHidden/>
          </w:rPr>
          <w:fldChar w:fldCharType="begin"/>
        </w:r>
        <w:r w:rsidR="000823A8">
          <w:rPr>
            <w:noProof/>
            <w:webHidden/>
          </w:rPr>
          <w:instrText xml:space="preserve"> PAGEREF _Toc494884990 \h </w:instrText>
        </w:r>
        <w:r w:rsidR="000823A8">
          <w:rPr>
            <w:noProof/>
            <w:webHidden/>
          </w:rPr>
        </w:r>
        <w:r w:rsidR="000823A8">
          <w:rPr>
            <w:noProof/>
            <w:webHidden/>
          </w:rPr>
          <w:fldChar w:fldCharType="separate"/>
        </w:r>
        <w:r w:rsidR="000823A8">
          <w:rPr>
            <w:noProof/>
            <w:webHidden/>
          </w:rPr>
          <w:t>23</w:t>
        </w:r>
        <w:r w:rsidR="000823A8">
          <w:rPr>
            <w:noProof/>
            <w:webHidden/>
          </w:rPr>
          <w:fldChar w:fldCharType="end"/>
        </w:r>
      </w:hyperlink>
    </w:p>
    <w:p w14:paraId="0B327164" w14:textId="42B085FD"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4991" w:history="1">
        <w:r w:rsidR="000823A8" w:rsidRPr="00F000C3">
          <w:rPr>
            <w:rStyle w:val="Hyperlink"/>
            <w:noProof/>
          </w:rPr>
          <w:t xml:space="preserve">8.2.7 Header </w:t>
        </w:r>
        <w:r w:rsidR="000823A8" w:rsidRPr="00F000C3">
          <w:rPr>
            <w:rStyle w:val="Hyperlink"/>
            <w:rFonts w:ascii="Courier New" w:hAnsi="Courier New"/>
            <w:noProof/>
          </w:rPr>
          <w:t>OData-MaxVersion</w:t>
        </w:r>
        <w:r w:rsidR="000823A8">
          <w:rPr>
            <w:noProof/>
            <w:webHidden/>
          </w:rPr>
          <w:tab/>
        </w:r>
        <w:r w:rsidR="000823A8">
          <w:rPr>
            <w:noProof/>
            <w:webHidden/>
          </w:rPr>
          <w:fldChar w:fldCharType="begin"/>
        </w:r>
        <w:r w:rsidR="000823A8">
          <w:rPr>
            <w:noProof/>
            <w:webHidden/>
          </w:rPr>
          <w:instrText xml:space="preserve"> PAGEREF _Toc494884991 \h </w:instrText>
        </w:r>
        <w:r w:rsidR="000823A8">
          <w:rPr>
            <w:noProof/>
            <w:webHidden/>
          </w:rPr>
        </w:r>
        <w:r w:rsidR="000823A8">
          <w:rPr>
            <w:noProof/>
            <w:webHidden/>
          </w:rPr>
          <w:fldChar w:fldCharType="separate"/>
        </w:r>
        <w:r w:rsidR="000823A8">
          <w:rPr>
            <w:noProof/>
            <w:webHidden/>
          </w:rPr>
          <w:t>24</w:t>
        </w:r>
        <w:r w:rsidR="000823A8">
          <w:rPr>
            <w:noProof/>
            <w:webHidden/>
          </w:rPr>
          <w:fldChar w:fldCharType="end"/>
        </w:r>
      </w:hyperlink>
    </w:p>
    <w:p w14:paraId="2934B41D" w14:textId="63EDF49C"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4992" w:history="1">
        <w:r w:rsidR="000823A8" w:rsidRPr="00F000C3">
          <w:rPr>
            <w:rStyle w:val="Hyperlink"/>
            <w:noProof/>
          </w:rPr>
          <w:t xml:space="preserve">8.2.8 Header </w:t>
        </w:r>
        <w:r w:rsidR="000823A8" w:rsidRPr="00F000C3">
          <w:rPr>
            <w:rStyle w:val="Hyperlink"/>
            <w:rFonts w:ascii="Courier New" w:hAnsi="Courier New"/>
            <w:noProof/>
          </w:rPr>
          <w:t>Prefer</w:t>
        </w:r>
        <w:r w:rsidR="000823A8">
          <w:rPr>
            <w:noProof/>
            <w:webHidden/>
          </w:rPr>
          <w:tab/>
        </w:r>
        <w:r w:rsidR="000823A8">
          <w:rPr>
            <w:noProof/>
            <w:webHidden/>
          </w:rPr>
          <w:fldChar w:fldCharType="begin"/>
        </w:r>
        <w:r w:rsidR="000823A8">
          <w:rPr>
            <w:noProof/>
            <w:webHidden/>
          </w:rPr>
          <w:instrText xml:space="preserve"> PAGEREF _Toc494884992 \h </w:instrText>
        </w:r>
        <w:r w:rsidR="000823A8">
          <w:rPr>
            <w:noProof/>
            <w:webHidden/>
          </w:rPr>
        </w:r>
        <w:r w:rsidR="000823A8">
          <w:rPr>
            <w:noProof/>
            <w:webHidden/>
          </w:rPr>
          <w:fldChar w:fldCharType="separate"/>
        </w:r>
        <w:r w:rsidR="000823A8">
          <w:rPr>
            <w:noProof/>
            <w:webHidden/>
          </w:rPr>
          <w:t>24</w:t>
        </w:r>
        <w:r w:rsidR="000823A8">
          <w:rPr>
            <w:noProof/>
            <w:webHidden/>
          </w:rPr>
          <w:fldChar w:fldCharType="end"/>
        </w:r>
      </w:hyperlink>
    </w:p>
    <w:p w14:paraId="65EE8B82" w14:textId="387E482E"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4993" w:history="1">
        <w:r w:rsidR="000823A8" w:rsidRPr="00F000C3">
          <w:rPr>
            <w:rStyle w:val="Hyperlink"/>
            <w:noProof/>
          </w:rPr>
          <w:t xml:space="preserve">8.2.8.1 Preference </w:t>
        </w:r>
        <w:r w:rsidR="000823A8" w:rsidRPr="00F000C3">
          <w:rPr>
            <w:rStyle w:val="Hyperlink"/>
            <w:rFonts w:ascii="Courier New" w:hAnsi="Courier New" w:cs="Courier New"/>
            <w:noProof/>
          </w:rPr>
          <w:t>allow-entityreferences</w:t>
        </w:r>
        <w:r w:rsidR="000823A8" w:rsidRPr="00F000C3">
          <w:rPr>
            <w:rStyle w:val="Hyperlink"/>
            <w:noProof/>
          </w:rPr>
          <w:t xml:space="preserve"> (</w:t>
        </w:r>
        <w:r w:rsidR="000823A8" w:rsidRPr="00F000C3">
          <w:rPr>
            <w:rStyle w:val="Hyperlink"/>
            <w:rFonts w:ascii="Courier New" w:hAnsi="Courier New" w:cs="Courier New"/>
            <w:noProof/>
          </w:rPr>
          <w:t>odata.allow-entityreferences</w:t>
        </w:r>
        <w:r w:rsidR="000823A8" w:rsidRPr="00F000C3">
          <w:rPr>
            <w:rStyle w:val="Hyperlink"/>
            <w:noProof/>
          </w:rPr>
          <w:t>)</w:t>
        </w:r>
        <w:r w:rsidR="000823A8">
          <w:rPr>
            <w:noProof/>
            <w:webHidden/>
          </w:rPr>
          <w:tab/>
        </w:r>
        <w:r w:rsidR="000823A8">
          <w:rPr>
            <w:noProof/>
            <w:webHidden/>
          </w:rPr>
          <w:fldChar w:fldCharType="begin"/>
        </w:r>
        <w:r w:rsidR="000823A8">
          <w:rPr>
            <w:noProof/>
            <w:webHidden/>
          </w:rPr>
          <w:instrText xml:space="preserve"> PAGEREF _Toc494884993 \h </w:instrText>
        </w:r>
        <w:r w:rsidR="000823A8">
          <w:rPr>
            <w:noProof/>
            <w:webHidden/>
          </w:rPr>
        </w:r>
        <w:r w:rsidR="000823A8">
          <w:rPr>
            <w:noProof/>
            <w:webHidden/>
          </w:rPr>
          <w:fldChar w:fldCharType="separate"/>
        </w:r>
        <w:r w:rsidR="000823A8">
          <w:rPr>
            <w:noProof/>
            <w:webHidden/>
          </w:rPr>
          <w:t>24</w:t>
        </w:r>
        <w:r w:rsidR="000823A8">
          <w:rPr>
            <w:noProof/>
            <w:webHidden/>
          </w:rPr>
          <w:fldChar w:fldCharType="end"/>
        </w:r>
      </w:hyperlink>
    </w:p>
    <w:p w14:paraId="0B6AE54D" w14:textId="4D31329C"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4994" w:history="1">
        <w:r w:rsidR="000823A8" w:rsidRPr="00F000C3">
          <w:rPr>
            <w:rStyle w:val="Hyperlink"/>
            <w:noProof/>
          </w:rPr>
          <w:t xml:space="preserve">8.2.8.2 Preference </w:t>
        </w:r>
        <w:r w:rsidR="000823A8" w:rsidRPr="00F000C3">
          <w:rPr>
            <w:rStyle w:val="Hyperlink"/>
            <w:rFonts w:ascii="Courier New" w:hAnsi="Courier New" w:cs="Courier New"/>
            <w:noProof/>
          </w:rPr>
          <w:t>callback</w:t>
        </w:r>
        <w:r w:rsidR="000823A8" w:rsidRPr="00F000C3">
          <w:rPr>
            <w:rStyle w:val="Hyperlink"/>
            <w:noProof/>
          </w:rPr>
          <w:t xml:space="preserve"> (</w:t>
        </w:r>
        <w:r w:rsidR="000823A8" w:rsidRPr="00F000C3">
          <w:rPr>
            <w:rStyle w:val="Hyperlink"/>
            <w:rFonts w:ascii="Courier New" w:hAnsi="Courier New" w:cs="Courier New"/>
            <w:noProof/>
          </w:rPr>
          <w:t>odata.callback</w:t>
        </w:r>
        <w:r w:rsidR="000823A8" w:rsidRPr="00F000C3">
          <w:rPr>
            <w:rStyle w:val="Hyperlink"/>
            <w:noProof/>
          </w:rPr>
          <w:t>)</w:t>
        </w:r>
        <w:r w:rsidR="000823A8">
          <w:rPr>
            <w:noProof/>
            <w:webHidden/>
          </w:rPr>
          <w:tab/>
        </w:r>
        <w:r w:rsidR="000823A8">
          <w:rPr>
            <w:noProof/>
            <w:webHidden/>
          </w:rPr>
          <w:fldChar w:fldCharType="begin"/>
        </w:r>
        <w:r w:rsidR="000823A8">
          <w:rPr>
            <w:noProof/>
            <w:webHidden/>
          </w:rPr>
          <w:instrText xml:space="preserve"> PAGEREF _Toc494884994 \h </w:instrText>
        </w:r>
        <w:r w:rsidR="000823A8">
          <w:rPr>
            <w:noProof/>
            <w:webHidden/>
          </w:rPr>
        </w:r>
        <w:r w:rsidR="000823A8">
          <w:rPr>
            <w:noProof/>
            <w:webHidden/>
          </w:rPr>
          <w:fldChar w:fldCharType="separate"/>
        </w:r>
        <w:r w:rsidR="000823A8">
          <w:rPr>
            <w:noProof/>
            <w:webHidden/>
          </w:rPr>
          <w:t>25</w:t>
        </w:r>
        <w:r w:rsidR="000823A8">
          <w:rPr>
            <w:noProof/>
            <w:webHidden/>
          </w:rPr>
          <w:fldChar w:fldCharType="end"/>
        </w:r>
      </w:hyperlink>
    </w:p>
    <w:p w14:paraId="1EEB841B" w14:textId="178ED5A3"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4995" w:history="1">
        <w:r w:rsidR="000823A8" w:rsidRPr="00F000C3">
          <w:rPr>
            <w:rStyle w:val="Hyperlink"/>
            <w:noProof/>
          </w:rPr>
          <w:t xml:space="preserve">8.2.8.3 Preference </w:t>
        </w:r>
        <w:r w:rsidR="000823A8" w:rsidRPr="00F000C3">
          <w:rPr>
            <w:rStyle w:val="Hyperlink"/>
            <w:rFonts w:ascii="Courier New" w:hAnsi="Courier New" w:cs="Courier New"/>
            <w:noProof/>
          </w:rPr>
          <w:t>continue-on-error</w:t>
        </w:r>
        <w:r w:rsidR="000823A8" w:rsidRPr="00F000C3">
          <w:rPr>
            <w:rStyle w:val="Hyperlink"/>
            <w:noProof/>
          </w:rPr>
          <w:t xml:space="preserve"> (</w:t>
        </w:r>
        <w:r w:rsidR="000823A8" w:rsidRPr="00F000C3">
          <w:rPr>
            <w:rStyle w:val="Hyperlink"/>
            <w:rFonts w:ascii="Courier New" w:hAnsi="Courier New" w:cs="Courier New"/>
            <w:noProof/>
          </w:rPr>
          <w:t>odata.continue-on-error</w:t>
        </w:r>
        <w:r w:rsidR="000823A8" w:rsidRPr="00F000C3">
          <w:rPr>
            <w:rStyle w:val="Hyperlink"/>
            <w:noProof/>
          </w:rPr>
          <w:t>)</w:t>
        </w:r>
        <w:r w:rsidR="000823A8">
          <w:rPr>
            <w:noProof/>
            <w:webHidden/>
          </w:rPr>
          <w:tab/>
        </w:r>
        <w:r w:rsidR="000823A8">
          <w:rPr>
            <w:noProof/>
            <w:webHidden/>
          </w:rPr>
          <w:fldChar w:fldCharType="begin"/>
        </w:r>
        <w:r w:rsidR="000823A8">
          <w:rPr>
            <w:noProof/>
            <w:webHidden/>
          </w:rPr>
          <w:instrText xml:space="preserve"> PAGEREF _Toc494884995 \h </w:instrText>
        </w:r>
        <w:r w:rsidR="000823A8">
          <w:rPr>
            <w:noProof/>
            <w:webHidden/>
          </w:rPr>
        </w:r>
        <w:r w:rsidR="000823A8">
          <w:rPr>
            <w:noProof/>
            <w:webHidden/>
          </w:rPr>
          <w:fldChar w:fldCharType="separate"/>
        </w:r>
        <w:r w:rsidR="000823A8">
          <w:rPr>
            <w:noProof/>
            <w:webHidden/>
          </w:rPr>
          <w:t>26</w:t>
        </w:r>
        <w:r w:rsidR="000823A8">
          <w:rPr>
            <w:noProof/>
            <w:webHidden/>
          </w:rPr>
          <w:fldChar w:fldCharType="end"/>
        </w:r>
      </w:hyperlink>
    </w:p>
    <w:p w14:paraId="4C37BE13" w14:textId="0DE07CB5"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4996" w:history="1">
        <w:r w:rsidR="000823A8" w:rsidRPr="00F000C3">
          <w:rPr>
            <w:rStyle w:val="Hyperlink"/>
            <w:noProof/>
          </w:rPr>
          <w:t xml:space="preserve">8.2.8.4 Preference </w:t>
        </w:r>
        <w:r w:rsidR="000823A8" w:rsidRPr="00F000C3">
          <w:rPr>
            <w:rStyle w:val="Hyperlink"/>
            <w:rFonts w:ascii="Courier New" w:hAnsi="Courier New" w:cs="Courier New"/>
            <w:noProof/>
          </w:rPr>
          <w:t>include-annotations</w:t>
        </w:r>
        <w:r w:rsidR="000823A8" w:rsidRPr="00F000C3">
          <w:rPr>
            <w:rStyle w:val="Hyperlink"/>
            <w:noProof/>
          </w:rPr>
          <w:t xml:space="preserve"> (</w:t>
        </w:r>
        <w:r w:rsidR="000823A8" w:rsidRPr="00F000C3">
          <w:rPr>
            <w:rStyle w:val="Hyperlink"/>
            <w:rFonts w:ascii="Courier New" w:hAnsi="Courier New" w:cs="Courier New"/>
            <w:noProof/>
          </w:rPr>
          <w:t>odata.include-annotations</w:t>
        </w:r>
        <w:r w:rsidR="000823A8" w:rsidRPr="00F000C3">
          <w:rPr>
            <w:rStyle w:val="Hyperlink"/>
            <w:noProof/>
          </w:rPr>
          <w:t>)</w:t>
        </w:r>
        <w:r w:rsidR="000823A8">
          <w:rPr>
            <w:noProof/>
            <w:webHidden/>
          </w:rPr>
          <w:tab/>
        </w:r>
        <w:r w:rsidR="000823A8">
          <w:rPr>
            <w:noProof/>
            <w:webHidden/>
          </w:rPr>
          <w:fldChar w:fldCharType="begin"/>
        </w:r>
        <w:r w:rsidR="000823A8">
          <w:rPr>
            <w:noProof/>
            <w:webHidden/>
          </w:rPr>
          <w:instrText xml:space="preserve"> PAGEREF _Toc494884996 \h </w:instrText>
        </w:r>
        <w:r w:rsidR="000823A8">
          <w:rPr>
            <w:noProof/>
            <w:webHidden/>
          </w:rPr>
        </w:r>
        <w:r w:rsidR="000823A8">
          <w:rPr>
            <w:noProof/>
            <w:webHidden/>
          </w:rPr>
          <w:fldChar w:fldCharType="separate"/>
        </w:r>
        <w:r w:rsidR="000823A8">
          <w:rPr>
            <w:noProof/>
            <w:webHidden/>
          </w:rPr>
          <w:t>26</w:t>
        </w:r>
        <w:r w:rsidR="000823A8">
          <w:rPr>
            <w:noProof/>
            <w:webHidden/>
          </w:rPr>
          <w:fldChar w:fldCharType="end"/>
        </w:r>
      </w:hyperlink>
    </w:p>
    <w:p w14:paraId="1183B692" w14:textId="606F7770"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4997" w:history="1">
        <w:r w:rsidR="000823A8" w:rsidRPr="00F000C3">
          <w:rPr>
            <w:rStyle w:val="Hyperlink"/>
            <w:noProof/>
          </w:rPr>
          <w:t xml:space="preserve">8.2.8.5 Preference </w:t>
        </w:r>
        <w:r w:rsidR="000823A8" w:rsidRPr="00F000C3">
          <w:rPr>
            <w:rStyle w:val="Hyperlink"/>
            <w:rFonts w:ascii="Courier New" w:hAnsi="Courier New" w:cs="Courier New"/>
            <w:noProof/>
          </w:rPr>
          <w:t>maxpagesize</w:t>
        </w:r>
        <w:r w:rsidR="000823A8" w:rsidRPr="00F000C3">
          <w:rPr>
            <w:rStyle w:val="Hyperlink"/>
            <w:noProof/>
          </w:rPr>
          <w:t xml:space="preserve"> (</w:t>
        </w:r>
        <w:r w:rsidR="000823A8" w:rsidRPr="00F000C3">
          <w:rPr>
            <w:rStyle w:val="Hyperlink"/>
            <w:rFonts w:ascii="Courier New" w:hAnsi="Courier New" w:cs="Courier New"/>
            <w:noProof/>
          </w:rPr>
          <w:t>odata.maxpagesize</w:t>
        </w:r>
        <w:r w:rsidR="000823A8" w:rsidRPr="00F000C3">
          <w:rPr>
            <w:rStyle w:val="Hyperlink"/>
            <w:noProof/>
          </w:rPr>
          <w:t>)</w:t>
        </w:r>
        <w:r w:rsidR="000823A8">
          <w:rPr>
            <w:noProof/>
            <w:webHidden/>
          </w:rPr>
          <w:tab/>
        </w:r>
        <w:r w:rsidR="000823A8">
          <w:rPr>
            <w:noProof/>
            <w:webHidden/>
          </w:rPr>
          <w:fldChar w:fldCharType="begin"/>
        </w:r>
        <w:r w:rsidR="000823A8">
          <w:rPr>
            <w:noProof/>
            <w:webHidden/>
          </w:rPr>
          <w:instrText xml:space="preserve"> PAGEREF _Toc494884997 \h </w:instrText>
        </w:r>
        <w:r w:rsidR="000823A8">
          <w:rPr>
            <w:noProof/>
            <w:webHidden/>
          </w:rPr>
        </w:r>
        <w:r w:rsidR="000823A8">
          <w:rPr>
            <w:noProof/>
            <w:webHidden/>
          </w:rPr>
          <w:fldChar w:fldCharType="separate"/>
        </w:r>
        <w:r w:rsidR="000823A8">
          <w:rPr>
            <w:noProof/>
            <w:webHidden/>
          </w:rPr>
          <w:t>27</w:t>
        </w:r>
        <w:r w:rsidR="000823A8">
          <w:rPr>
            <w:noProof/>
            <w:webHidden/>
          </w:rPr>
          <w:fldChar w:fldCharType="end"/>
        </w:r>
      </w:hyperlink>
    </w:p>
    <w:p w14:paraId="04FFC673" w14:textId="63C1C131"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4998" w:history="1">
        <w:r w:rsidR="000823A8" w:rsidRPr="00F000C3">
          <w:rPr>
            <w:rStyle w:val="Hyperlink"/>
            <w:noProof/>
          </w:rPr>
          <w:t xml:space="preserve">8.2.8.6 Preference </w:t>
        </w:r>
        <w:r w:rsidR="000823A8" w:rsidRPr="00F000C3">
          <w:rPr>
            <w:rStyle w:val="Hyperlink"/>
            <w:rFonts w:ascii="Courier New" w:hAnsi="Courier New" w:cs="Courier New"/>
            <w:noProof/>
          </w:rPr>
          <w:t>omit-values</w:t>
        </w:r>
        <w:r w:rsidR="000823A8">
          <w:rPr>
            <w:noProof/>
            <w:webHidden/>
          </w:rPr>
          <w:tab/>
        </w:r>
        <w:r w:rsidR="000823A8">
          <w:rPr>
            <w:noProof/>
            <w:webHidden/>
          </w:rPr>
          <w:fldChar w:fldCharType="begin"/>
        </w:r>
        <w:r w:rsidR="000823A8">
          <w:rPr>
            <w:noProof/>
            <w:webHidden/>
          </w:rPr>
          <w:instrText xml:space="preserve"> PAGEREF _Toc494884998 \h </w:instrText>
        </w:r>
        <w:r w:rsidR="000823A8">
          <w:rPr>
            <w:noProof/>
            <w:webHidden/>
          </w:rPr>
        </w:r>
        <w:r w:rsidR="000823A8">
          <w:rPr>
            <w:noProof/>
            <w:webHidden/>
          </w:rPr>
          <w:fldChar w:fldCharType="separate"/>
        </w:r>
        <w:r w:rsidR="000823A8">
          <w:rPr>
            <w:noProof/>
            <w:webHidden/>
          </w:rPr>
          <w:t>28</w:t>
        </w:r>
        <w:r w:rsidR="000823A8">
          <w:rPr>
            <w:noProof/>
            <w:webHidden/>
          </w:rPr>
          <w:fldChar w:fldCharType="end"/>
        </w:r>
      </w:hyperlink>
    </w:p>
    <w:p w14:paraId="636CE139" w14:textId="7866DD8B"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4999" w:history="1">
        <w:r w:rsidR="000823A8" w:rsidRPr="00F000C3">
          <w:rPr>
            <w:rStyle w:val="Hyperlink"/>
            <w:noProof/>
          </w:rPr>
          <w:t xml:space="preserve">8.2.8.7 Preference </w:t>
        </w:r>
        <w:r w:rsidR="000823A8" w:rsidRPr="00F000C3">
          <w:rPr>
            <w:rStyle w:val="Hyperlink"/>
            <w:rFonts w:ascii="Courier New" w:hAnsi="Courier New" w:cs="Courier New"/>
            <w:noProof/>
          </w:rPr>
          <w:t>return=representation</w:t>
        </w:r>
        <w:r w:rsidR="000823A8" w:rsidRPr="00F000C3">
          <w:rPr>
            <w:rStyle w:val="Hyperlink"/>
            <w:noProof/>
          </w:rPr>
          <w:t xml:space="preserve"> and </w:t>
        </w:r>
        <w:r w:rsidR="000823A8" w:rsidRPr="00F000C3">
          <w:rPr>
            <w:rStyle w:val="Hyperlink"/>
            <w:rFonts w:ascii="Courier New" w:hAnsi="Courier New" w:cs="Courier New"/>
            <w:noProof/>
          </w:rPr>
          <w:t>return=minimal</w:t>
        </w:r>
        <w:r w:rsidR="000823A8">
          <w:rPr>
            <w:noProof/>
            <w:webHidden/>
          </w:rPr>
          <w:tab/>
        </w:r>
        <w:r w:rsidR="000823A8">
          <w:rPr>
            <w:noProof/>
            <w:webHidden/>
          </w:rPr>
          <w:fldChar w:fldCharType="begin"/>
        </w:r>
        <w:r w:rsidR="000823A8">
          <w:rPr>
            <w:noProof/>
            <w:webHidden/>
          </w:rPr>
          <w:instrText xml:space="preserve"> PAGEREF _Toc494884999 \h </w:instrText>
        </w:r>
        <w:r w:rsidR="000823A8">
          <w:rPr>
            <w:noProof/>
            <w:webHidden/>
          </w:rPr>
        </w:r>
        <w:r w:rsidR="000823A8">
          <w:rPr>
            <w:noProof/>
            <w:webHidden/>
          </w:rPr>
          <w:fldChar w:fldCharType="separate"/>
        </w:r>
        <w:r w:rsidR="000823A8">
          <w:rPr>
            <w:noProof/>
            <w:webHidden/>
          </w:rPr>
          <w:t>28</w:t>
        </w:r>
        <w:r w:rsidR="000823A8">
          <w:rPr>
            <w:noProof/>
            <w:webHidden/>
          </w:rPr>
          <w:fldChar w:fldCharType="end"/>
        </w:r>
      </w:hyperlink>
    </w:p>
    <w:p w14:paraId="6309316E" w14:textId="3426385D"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00" w:history="1">
        <w:r w:rsidR="000823A8" w:rsidRPr="00F000C3">
          <w:rPr>
            <w:rStyle w:val="Hyperlink"/>
            <w:noProof/>
          </w:rPr>
          <w:t xml:space="preserve">8.2.8.8 Preference </w:t>
        </w:r>
        <w:r w:rsidR="000823A8" w:rsidRPr="00F000C3">
          <w:rPr>
            <w:rStyle w:val="Hyperlink"/>
            <w:rFonts w:ascii="Courier New" w:hAnsi="Courier New" w:cs="Courier New"/>
            <w:noProof/>
          </w:rPr>
          <w:t>respond-async</w:t>
        </w:r>
        <w:r w:rsidR="000823A8">
          <w:rPr>
            <w:noProof/>
            <w:webHidden/>
          </w:rPr>
          <w:tab/>
        </w:r>
        <w:r w:rsidR="000823A8">
          <w:rPr>
            <w:noProof/>
            <w:webHidden/>
          </w:rPr>
          <w:fldChar w:fldCharType="begin"/>
        </w:r>
        <w:r w:rsidR="000823A8">
          <w:rPr>
            <w:noProof/>
            <w:webHidden/>
          </w:rPr>
          <w:instrText xml:space="preserve"> PAGEREF _Toc494885000 \h </w:instrText>
        </w:r>
        <w:r w:rsidR="000823A8">
          <w:rPr>
            <w:noProof/>
            <w:webHidden/>
          </w:rPr>
        </w:r>
        <w:r w:rsidR="000823A8">
          <w:rPr>
            <w:noProof/>
            <w:webHidden/>
          </w:rPr>
          <w:fldChar w:fldCharType="separate"/>
        </w:r>
        <w:r w:rsidR="000823A8">
          <w:rPr>
            <w:noProof/>
            <w:webHidden/>
          </w:rPr>
          <w:t>28</w:t>
        </w:r>
        <w:r w:rsidR="000823A8">
          <w:rPr>
            <w:noProof/>
            <w:webHidden/>
          </w:rPr>
          <w:fldChar w:fldCharType="end"/>
        </w:r>
      </w:hyperlink>
    </w:p>
    <w:p w14:paraId="72BA2E1D" w14:textId="41B97657"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01" w:history="1">
        <w:r w:rsidR="000823A8" w:rsidRPr="00F000C3">
          <w:rPr>
            <w:rStyle w:val="Hyperlink"/>
            <w:noProof/>
          </w:rPr>
          <w:t xml:space="preserve">8.2.8.9 Preference </w:t>
        </w:r>
        <w:r w:rsidR="000823A8" w:rsidRPr="00F000C3">
          <w:rPr>
            <w:rStyle w:val="Hyperlink"/>
            <w:rFonts w:ascii="Courier New" w:hAnsi="Courier New"/>
            <w:noProof/>
          </w:rPr>
          <w:t>track-changes</w:t>
        </w:r>
        <w:r w:rsidR="000823A8" w:rsidRPr="00F000C3">
          <w:rPr>
            <w:rStyle w:val="Hyperlink"/>
            <w:noProof/>
          </w:rPr>
          <w:t xml:space="preserve"> (</w:t>
        </w:r>
        <w:r w:rsidR="000823A8" w:rsidRPr="00F000C3">
          <w:rPr>
            <w:rStyle w:val="Hyperlink"/>
            <w:rFonts w:ascii="Courier New" w:hAnsi="Courier New" w:cs="Courier New"/>
            <w:noProof/>
          </w:rPr>
          <w:t>odata.track-changes</w:t>
        </w:r>
        <w:r w:rsidR="000823A8" w:rsidRPr="00F000C3">
          <w:rPr>
            <w:rStyle w:val="Hyperlink"/>
            <w:noProof/>
          </w:rPr>
          <w:t>)</w:t>
        </w:r>
        <w:r w:rsidR="000823A8">
          <w:rPr>
            <w:noProof/>
            <w:webHidden/>
          </w:rPr>
          <w:tab/>
        </w:r>
        <w:r w:rsidR="000823A8">
          <w:rPr>
            <w:noProof/>
            <w:webHidden/>
          </w:rPr>
          <w:fldChar w:fldCharType="begin"/>
        </w:r>
        <w:r w:rsidR="000823A8">
          <w:rPr>
            <w:noProof/>
            <w:webHidden/>
          </w:rPr>
          <w:instrText xml:space="preserve"> PAGEREF _Toc494885001 \h </w:instrText>
        </w:r>
        <w:r w:rsidR="000823A8">
          <w:rPr>
            <w:noProof/>
            <w:webHidden/>
          </w:rPr>
        </w:r>
        <w:r w:rsidR="000823A8">
          <w:rPr>
            <w:noProof/>
            <w:webHidden/>
          </w:rPr>
          <w:fldChar w:fldCharType="separate"/>
        </w:r>
        <w:r w:rsidR="000823A8">
          <w:rPr>
            <w:noProof/>
            <w:webHidden/>
          </w:rPr>
          <w:t>29</w:t>
        </w:r>
        <w:r w:rsidR="000823A8">
          <w:rPr>
            <w:noProof/>
            <w:webHidden/>
          </w:rPr>
          <w:fldChar w:fldCharType="end"/>
        </w:r>
      </w:hyperlink>
    </w:p>
    <w:p w14:paraId="6B87F09D" w14:textId="3194D85C"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02" w:history="1">
        <w:r w:rsidR="000823A8" w:rsidRPr="00F000C3">
          <w:rPr>
            <w:rStyle w:val="Hyperlink"/>
            <w:noProof/>
          </w:rPr>
          <w:t xml:space="preserve">8.2.8.10 Preference </w:t>
        </w:r>
        <w:r w:rsidR="000823A8" w:rsidRPr="00F000C3">
          <w:rPr>
            <w:rStyle w:val="Hyperlink"/>
            <w:rFonts w:ascii="Courier New" w:hAnsi="Courier New" w:cs="Courier New"/>
            <w:noProof/>
          </w:rPr>
          <w:t>wait</w:t>
        </w:r>
        <w:r w:rsidR="000823A8">
          <w:rPr>
            <w:noProof/>
            <w:webHidden/>
          </w:rPr>
          <w:tab/>
        </w:r>
        <w:r w:rsidR="000823A8">
          <w:rPr>
            <w:noProof/>
            <w:webHidden/>
          </w:rPr>
          <w:fldChar w:fldCharType="begin"/>
        </w:r>
        <w:r w:rsidR="000823A8">
          <w:rPr>
            <w:noProof/>
            <w:webHidden/>
          </w:rPr>
          <w:instrText xml:space="preserve"> PAGEREF _Toc494885002 \h </w:instrText>
        </w:r>
        <w:r w:rsidR="000823A8">
          <w:rPr>
            <w:noProof/>
            <w:webHidden/>
          </w:rPr>
        </w:r>
        <w:r w:rsidR="000823A8">
          <w:rPr>
            <w:noProof/>
            <w:webHidden/>
          </w:rPr>
          <w:fldChar w:fldCharType="separate"/>
        </w:r>
        <w:r w:rsidR="000823A8">
          <w:rPr>
            <w:noProof/>
            <w:webHidden/>
          </w:rPr>
          <w:t>29</w:t>
        </w:r>
        <w:r w:rsidR="000823A8">
          <w:rPr>
            <w:noProof/>
            <w:webHidden/>
          </w:rPr>
          <w:fldChar w:fldCharType="end"/>
        </w:r>
      </w:hyperlink>
    </w:p>
    <w:p w14:paraId="5926AE65" w14:textId="6462D6FB"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03" w:history="1">
        <w:r w:rsidR="000823A8" w:rsidRPr="00F000C3">
          <w:rPr>
            <w:rStyle w:val="Hyperlink"/>
            <w:noProof/>
          </w:rPr>
          <w:t>8.3 Response Headers</w:t>
        </w:r>
        <w:r w:rsidR="000823A8">
          <w:rPr>
            <w:noProof/>
            <w:webHidden/>
          </w:rPr>
          <w:tab/>
        </w:r>
        <w:r w:rsidR="000823A8">
          <w:rPr>
            <w:noProof/>
            <w:webHidden/>
          </w:rPr>
          <w:fldChar w:fldCharType="begin"/>
        </w:r>
        <w:r w:rsidR="000823A8">
          <w:rPr>
            <w:noProof/>
            <w:webHidden/>
          </w:rPr>
          <w:instrText xml:space="preserve"> PAGEREF _Toc494885003 \h </w:instrText>
        </w:r>
        <w:r w:rsidR="000823A8">
          <w:rPr>
            <w:noProof/>
            <w:webHidden/>
          </w:rPr>
        </w:r>
        <w:r w:rsidR="000823A8">
          <w:rPr>
            <w:noProof/>
            <w:webHidden/>
          </w:rPr>
          <w:fldChar w:fldCharType="separate"/>
        </w:r>
        <w:r w:rsidR="000823A8">
          <w:rPr>
            <w:noProof/>
            <w:webHidden/>
          </w:rPr>
          <w:t>29</w:t>
        </w:r>
        <w:r w:rsidR="000823A8">
          <w:rPr>
            <w:noProof/>
            <w:webHidden/>
          </w:rPr>
          <w:fldChar w:fldCharType="end"/>
        </w:r>
      </w:hyperlink>
    </w:p>
    <w:p w14:paraId="3BFD402B" w14:textId="4F11281D"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04" w:history="1">
        <w:r w:rsidR="000823A8" w:rsidRPr="00F000C3">
          <w:rPr>
            <w:rStyle w:val="Hyperlink"/>
            <w:noProof/>
          </w:rPr>
          <w:t xml:space="preserve">8.3.1 Header </w:t>
        </w:r>
        <w:r w:rsidR="000823A8" w:rsidRPr="00F000C3">
          <w:rPr>
            <w:rStyle w:val="Hyperlink"/>
            <w:rFonts w:ascii="Courier New" w:hAnsi="Courier New" w:cs="Courier New"/>
            <w:noProof/>
          </w:rPr>
          <w:t>AsyncResult</w:t>
        </w:r>
        <w:r w:rsidR="000823A8">
          <w:rPr>
            <w:noProof/>
            <w:webHidden/>
          </w:rPr>
          <w:tab/>
        </w:r>
        <w:r w:rsidR="000823A8">
          <w:rPr>
            <w:noProof/>
            <w:webHidden/>
          </w:rPr>
          <w:fldChar w:fldCharType="begin"/>
        </w:r>
        <w:r w:rsidR="000823A8">
          <w:rPr>
            <w:noProof/>
            <w:webHidden/>
          </w:rPr>
          <w:instrText xml:space="preserve"> PAGEREF _Toc494885004 \h </w:instrText>
        </w:r>
        <w:r w:rsidR="000823A8">
          <w:rPr>
            <w:noProof/>
            <w:webHidden/>
          </w:rPr>
        </w:r>
        <w:r w:rsidR="000823A8">
          <w:rPr>
            <w:noProof/>
            <w:webHidden/>
          </w:rPr>
          <w:fldChar w:fldCharType="separate"/>
        </w:r>
        <w:r w:rsidR="000823A8">
          <w:rPr>
            <w:noProof/>
            <w:webHidden/>
          </w:rPr>
          <w:t>29</w:t>
        </w:r>
        <w:r w:rsidR="000823A8">
          <w:rPr>
            <w:noProof/>
            <w:webHidden/>
          </w:rPr>
          <w:fldChar w:fldCharType="end"/>
        </w:r>
      </w:hyperlink>
    </w:p>
    <w:p w14:paraId="7D93858A" w14:textId="0051B59D"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05" w:history="1">
        <w:r w:rsidR="000823A8" w:rsidRPr="00F000C3">
          <w:rPr>
            <w:rStyle w:val="Hyperlink"/>
            <w:noProof/>
          </w:rPr>
          <w:t xml:space="preserve">8.3.2 Header </w:t>
        </w:r>
        <w:r w:rsidR="000823A8" w:rsidRPr="00F000C3">
          <w:rPr>
            <w:rStyle w:val="Hyperlink"/>
            <w:rFonts w:ascii="Courier New" w:hAnsi="Courier New" w:cs="Courier New"/>
            <w:noProof/>
          </w:rPr>
          <w:t>EntityId</w:t>
        </w:r>
        <w:r w:rsidR="000823A8" w:rsidRPr="00F000C3">
          <w:rPr>
            <w:rStyle w:val="Hyperlink"/>
            <w:noProof/>
          </w:rPr>
          <w:t xml:space="preserve"> (</w:t>
        </w:r>
        <w:r w:rsidR="000823A8" w:rsidRPr="00F000C3">
          <w:rPr>
            <w:rStyle w:val="Hyperlink"/>
            <w:rFonts w:ascii="Courier New" w:hAnsi="Courier New" w:cs="Courier New"/>
            <w:noProof/>
          </w:rPr>
          <w:t>OData-EntityId</w:t>
        </w:r>
        <w:r w:rsidR="000823A8" w:rsidRPr="00F000C3">
          <w:rPr>
            <w:rStyle w:val="Hyperlink"/>
            <w:noProof/>
          </w:rPr>
          <w:t>)</w:t>
        </w:r>
        <w:r w:rsidR="000823A8">
          <w:rPr>
            <w:noProof/>
            <w:webHidden/>
          </w:rPr>
          <w:tab/>
        </w:r>
        <w:r w:rsidR="000823A8">
          <w:rPr>
            <w:noProof/>
            <w:webHidden/>
          </w:rPr>
          <w:fldChar w:fldCharType="begin"/>
        </w:r>
        <w:r w:rsidR="000823A8">
          <w:rPr>
            <w:noProof/>
            <w:webHidden/>
          </w:rPr>
          <w:instrText xml:space="preserve"> PAGEREF _Toc494885005 \h </w:instrText>
        </w:r>
        <w:r w:rsidR="000823A8">
          <w:rPr>
            <w:noProof/>
            <w:webHidden/>
          </w:rPr>
        </w:r>
        <w:r w:rsidR="000823A8">
          <w:rPr>
            <w:noProof/>
            <w:webHidden/>
          </w:rPr>
          <w:fldChar w:fldCharType="separate"/>
        </w:r>
        <w:r w:rsidR="000823A8">
          <w:rPr>
            <w:noProof/>
            <w:webHidden/>
          </w:rPr>
          <w:t>30</w:t>
        </w:r>
        <w:r w:rsidR="000823A8">
          <w:rPr>
            <w:noProof/>
            <w:webHidden/>
          </w:rPr>
          <w:fldChar w:fldCharType="end"/>
        </w:r>
      </w:hyperlink>
    </w:p>
    <w:p w14:paraId="1F76E9C2" w14:textId="40834A4C"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06" w:history="1">
        <w:r w:rsidR="000823A8" w:rsidRPr="00F000C3">
          <w:rPr>
            <w:rStyle w:val="Hyperlink"/>
            <w:noProof/>
          </w:rPr>
          <w:t xml:space="preserve">8.3.3 Header </w:t>
        </w:r>
        <w:r w:rsidR="000823A8" w:rsidRPr="00F000C3">
          <w:rPr>
            <w:rStyle w:val="Hyperlink"/>
            <w:rFonts w:ascii="Courier New" w:hAnsi="Courier New"/>
            <w:noProof/>
          </w:rPr>
          <w:t>ETag</w:t>
        </w:r>
        <w:r w:rsidR="000823A8">
          <w:rPr>
            <w:noProof/>
            <w:webHidden/>
          </w:rPr>
          <w:tab/>
        </w:r>
        <w:r w:rsidR="000823A8">
          <w:rPr>
            <w:noProof/>
            <w:webHidden/>
          </w:rPr>
          <w:fldChar w:fldCharType="begin"/>
        </w:r>
        <w:r w:rsidR="000823A8">
          <w:rPr>
            <w:noProof/>
            <w:webHidden/>
          </w:rPr>
          <w:instrText xml:space="preserve"> PAGEREF _Toc494885006 \h </w:instrText>
        </w:r>
        <w:r w:rsidR="000823A8">
          <w:rPr>
            <w:noProof/>
            <w:webHidden/>
          </w:rPr>
        </w:r>
        <w:r w:rsidR="000823A8">
          <w:rPr>
            <w:noProof/>
            <w:webHidden/>
          </w:rPr>
          <w:fldChar w:fldCharType="separate"/>
        </w:r>
        <w:r w:rsidR="000823A8">
          <w:rPr>
            <w:noProof/>
            <w:webHidden/>
          </w:rPr>
          <w:t>30</w:t>
        </w:r>
        <w:r w:rsidR="000823A8">
          <w:rPr>
            <w:noProof/>
            <w:webHidden/>
          </w:rPr>
          <w:fldChar w:fldCharType="end"/>
        </w:r>
      </w:hyperlink>
    </w:p>
    <w:p w14:paraId="2FF27D3C" w14:textId="3F91083F"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07" w:history="1">
        <w:r w:rsidR="000823A8" w:rsidRPr="00F000C3">
          <w:rPr>
            <w:rStyle w:val="Hyperlink"/>
            <w:noProof/>
          </w:rPr>
          <w:t xml:space="preserve">8.3.4 Header </w:t>
        </w:r>
        <w:r w:rsidR="000823A8" w:rsidRPr="00F000C3">
          <w:rPr>
            <w:rStyle w:val="Hyperlink"/>
            <w:rFonts w:ascii="Courier New" w:hAnsi="Courier New"/>
            <w:noProof/>
          </w:rPr>
          <w:t>Location</w:t>
        </w:r>
        <w:r w:rsidR="000823A8">
          <w:rPr>
            <w:noProof/>
            <w:webHidden/>
          </w:rPr>
          <w:tab/>
        </w:r>
        <w:r w:rsidR="000823A8">
          <w:rPr>
            <w:noProof/>
            <w:webHidden/>
          </w:rPr>
          <w:fldChar w:fldCharType="begin"/>
        </w:r>
        <w:r w:rsidR="000823A8">
          <w:rPr>
            <w:noProof/>
            <w:webHidden/>
          </w:rPr>
          <w:instrText xml:space="preserve"> PAGEREF _Toc494885007 \h </w:instrText>
        </w:r>
        <w:r w:rsidR="000823A8">
          <w:rPr>
            <w:noProof/>
            <w:webHidden/>
          </w:rPr>
        </w:r>
        <w:r w:rsidR="000823A8">
          <w:rPr>
            <w:noProof/>
            <w:webHidden/>
          </w:rPr>
          <w:fldChar w:fldCharType="separate"/>
        </w:r>
        <w:r w:rsidR="000823A8">
          <w:rPr>
            <w:noProof/>
            <w:webHidden/>
          </w:rPr>
          <w:t>30</w:t>
        </w:r>
        <w:r w:rsidR="000823A8">
          <w:rPr>
            <w:noProof/>
            <w:webHidden/>
          </w:rPr>
          <w:fldChar w:fldCharType="end"/>
        </w:r>
      </w:hyperlink>
    </w:p>
    <w:p w14:paraId="04BB44C3" w14:textId="43ECCA63"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08" w:history="1">
        <w:r w:rsidR="000823A8" w:rsidRPr="00F000C3">
          <w:rPr>
            <w:rStyle w:val="Hyperlink"/>
            <w:noProof/>
          </w:rPr>
          <w:t xml:space="preserve">8.3.5 Header </w:t>
        </w:r>
        <w:r w:rsidR="000823A8" w:rsidRPr="00F000C3">
          <w:rPr>
            <w:rStyle w:val="Hyperlink"/>
            <w:rFonts w:ascii="Courier New" w:hAnsi="Courier New"/>
            <w:noProof/>
          </w:rPr>
          <w:t>Preference-Applied</w:t>
        </w:r>
        <w:r w:rsidR="000823A8">
          <w:rPr>
            <w:noProof/>
            <w:webHidden/>
          </w:rPr>
          <w:tab/>
        </w:r>
        <w:r w:rsidR="000823A8">
          <w:rPr>
            <w:noProof/>
            <w:webHidden/>
          </w:rPr>
          <w:fldChar w:fldCharType="begin"/>
        </w:r>
        <w:r w:rsidR="000823A8">
          <w:rPr>
            <w:noProof/>
            <w:webHidden/>
          </w:rPr>
          <w:instrText xml:space="preserve"> PAGEREF _Toc494885008 \h </w:instrText>
        </w:r>
        <w:r w:rsidR="000823A8">
          <w:rPr>
            <w:noProof/>
            <w:webHidden/>
          </w:rPr>
        </w:r>
        <w:r w:rsidR="000823A8">
          <w:rPr>
            <w:noProof/>
            <w:webHidden/>
          </w:rPr>
          <w:fldChar w:fldCharType="separate"/>
        </w:r>
        <w:r w:rsidR="000823A8">
          <w:rPr>
            <w:noProof/>
            <w:webHidden/>
          </w:rPr>
          <w:t>30</w:t>
        </w:r>
        <w:r w:rsidR="000823A8">
          <w:rPr>
            <w:noProof/>
            <w:webHidden/>
          </w:rPr>
          <w:fldChar w:fldCharType="end"/>
        </w:r>
      </w:hyperlink>
    </w:p>
    <w:p w14:paraId="1F4997C7" w14:textId="613EE601"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09" w:history="1">
        <w:r w:rsidR="000823A8" w:rsidRPr="00F000C3">
          <w:rPr>
            <w:rStyle w:val="Hyperlink"/>
            <w:noProof/>
          </w:rPr>
          <w:t xml:space="preserve">8.3.6 Header </w:t>
        </w:r>
        <w:r w:rsidR="000823A8" w:rsidRPr="00F000C3">
          <w:rPr>
            <w:rStyle w:val="Hyperlink"/>
            <w:rFonts w:ascii="Courier New" w:hAnsi="Courier New"/>
            <w:noProof/>
          </w:rPr>
          <w:t>Retry-After</w:t>
        </w:r>
        <w:r w:rsidR="000823A8">
          <w:rPr>
            <w:noProof/>
            <w:webHidden/>
          </w:rPr>
          <w:tab/>
        </w:r>
        <w:r w:rsidR="000823A8">
          <w:rPr>
            <w:noProof/>
            <w:webHidden/>
          </w:rPr>
          <w:fldChar w:fldCharType="begin"/>
        </w:r>
        <w:r w:rsidR="000823A8">
          <w:rPr>
            <w:noProof/>
            <w:webHidden/>
          </w:rPr>
          <w:instrText xml:space="preserve"> PAGEREF _Toc494885009 \h </w:instrText>
        </w:r>
        <w:r w:rsidR="000823A8">
          <w:rPr>
            <w:noProof/>
            <w:webHidden/>
          </w:rPr>
        </w:r>
        <w:r w:rsidR="000823A8">
          <w:rPr>
            <w:noProof/>
            <w:webHidden/>
          </w:rPr>
          <w:fldChar w:fldCharType="separate"/>
        </w:r>
        <w:r w:rsidR="000823A8">
          <w:rPr>
            <w:noProof/>
            <w:webHidden/>
          </w:rPr>
          <w:t>31</w:t>
        </w:r>
        <w:r w:rsidR="000823A8">
          <w:rPr>
            <w:noProof/>
            <w:webHidden/>
          </w:rPr>
          <w:fldChar w:fldCharType="end"/>
        </w:r>
      </w:hyperlink>
    </w:p>
    <w:p w14:paraId="655063D7" w14:textId="3DE1B8ED"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10" w:history="1">
        <w:r w:rsidR="000823A8" w:rsidRPr="00F000C3">
          <w:rPr>
            <w:rStyle w:val="Hyperlink"/>
            <w:noProof/>
          </w:rPr>
          <w:t xml:space="preserve">8.3.7 Header </w:t>
        </w:r>
        <w:r w:rsidR="000823A8" w:rsidRPr="00F000C3">
          <w:rPr>
            <w:rStyle w:val="Hyperlink"/>
            <w:rFonts w:ascii="Courier New" w:hAnsi="Courier New"/>
            <w:noProof/>
          </w:rPr>
          <w:t>Vary</w:t>
        </w:r>
        <w:r w:rsidR="000823A8">
          <w:rPr>
            <w:noProof/>
            <w:webHidden/>
          </w:rPr>
          <w:tab/>
        </w:r>
        <w:r w:rsidR="000823A8">
          <w:rPr>
            <w:noProof/>
            <w:webHidden/>
          </w:rPr>
          <w:fldChar w:fldCharType="begin"/>
        </w:r>
        <w:r w:rsidR="000823A8">
          <w:rPr>
            <w:noProof/>
            <w:webHidden/>
          </w:rPr>
          <w:instrText xml:space="preserve"> PAGEREF _Toc494885010 \h </w:instrText>
        </w:r>
        <w:r w:rsidR="000823A8">
          <w:rPr>
            <w:noProof/>
            <w:webHidden/>
          </w:rPr>
        </w:r>
        <w:r w:rsidR="000823A8">
          <w:rPr>
            <w:noProof/>
            <w:webHidden/>
          </w:rPr>
          <w:fldChar w:fldCharType="separate"/>
        </w:r>
        <w:r w:rsidR="000823A8">
          <w:rPr>
            <w:noProof/>
            <w:webHidden/>
          </w:rPr>
          <w:t>31</w:t>
        </w:r>
        <w:r w:rsidR="000823A8">
          <w:rPr>
            <w:noProof/>
            <w:webHidden/>
          </w:rPr>
          <w:fldChar w:fldCharType="end"/>
        </w:r>
      </w:hyperlink>
    </w:p>
    <w:p w14:paraId="581311EF" w14:textId="5EDDE821" w:rsidR="000823A8" w:rsidRDefault="002A710D">
      <w:pPr>
        <w:pStyle w:val="TOC1"/>
        <w:tabs>
          <w:tab w:val="left" w:pos="480"/>
          <w:tab w:val="right" w:leader="dot" w:pos="9350"/>
        </w:tabs>
        <w:rPr>
          <w:rFonts w:asciiTheme="minorHAnsi" w:eastAsiaTheme="minorEastAsia" w:hAnsiTheme="minorHAnsi" w:cstheme="minorBidi"/>
          <w:noProof/>
          <w:sz w:val="22"/>
          <w:szCs w:val="22"/>
        </w:rPr>
      </w:pPr>
      <w:hyperlink w:anchor="_Toc494885011" w:history="1">
        <w:r w:rsidR="000823A8" w:rsidRPr="00F000C3">
          <w:rPr>
            <w:rStyle w:val="Hyperlink"/>
            <w:noProof/>
          </w:rPr>
          <w:t>9</w:t>
        </w:r>
        <w:r w:rsidR="000823A8">
          <w:rPr>
            <w:rFonts w:asciiTheme="minorHAnsi" w:eastAsiaTheme="minorEastAsia" w:hAnsiTheme="minorHAnsi" w:cstheme="minorBidi"/>
            <w:noProof/>
            <w:sz w:val="22"/>
            <w:szCs w:val="22"/>
          </w:rPr>
          <w:tab/>
        </w:r>
        <w:r w:rsidR="000823A8" w:rsidRPr="00F000C3">
          <w:rPr>
            <w:rStyle w:val="Hyperlink"/>
            <w:noProof/>
          </w:rPr>
          <w:t>Common Response Status Codes</w:t>
        </w:r>
        <w:r w:rsidR="000823A8">
          <w:rPr>
            <w:noProof/>
            <w:webHidden/>
          </w:rPr>
          <w:tab/>
        </w:r>
        <w:r w:rsidR="000823A8">
          <w:rPr>
            <w:noProof/>
            <w:webHidden/>
          </w:rPr>
          <w:fldChar w:fldCharType="begin"/>
        </w:r>
        <w:r w:rsidR="000823A8">
          <w:rPr>
            <w:noProof/>
            <w:webHidden/>
          </w:rPr>
          <w:instrText xml:space="preserve"> PAGEREF _Toc494885011 \h </w:instrText>
        </w:r>
        <w:r w:rsidR="000823A8">
          <w:rPr>
            <w:noProof/>
            <w:webHidden/>
          </w:rPr>
        </w:r>
        <w:r w:rsidR="000823A8">
          <w:rPr>
            <w:noProof/>
            <w:webHidden/>
          </w:rPr>
          <w:fldChar w:fldCharType="separate"/>
        </w:r>
        <w:r w:rsidR="000823A8">
          <w:rPr>
            <w:noProof/>
            <w:webHidden/>
          </w:rPr>
          <w:t>32</w:t>
        </w:r>
        <w:r w:rsidR="000823A8">
          <w:rPr>
            <w:noProof/>
            <w:webHidden/>
          </w:rPr>
          <w:fldChar w:fldCharType="end"/>
        </w:r>
      </w:hyperlink>
    </w:p>
    <w:p w14:paraId="6EA3EE10" w14:textId="26B326EF"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12" w:history="1">
        <w:r w:rsidR="000823A8" w:rsidRPr="00F000C3">
          <w:rPr>
            <w:rStyle w:val="Hyperlink"/>
            <w:noProof/>
          </w:rPr>
          <w:t>9.1 Success Responses</w:t>
        </w:r>
        <w:r w:rsidR="000823A8">
          <w:rPr>
            <w:noProof/>
            <w:webHidden/>
          </w:rPr>
          <w:tab/>
        </w:r>
        <w:r w:rsidR="000823A8">
          <w:rPr>
            <w:noProof/>
            <w:webHidden/>
          </w:rPr>
          <w:fldChar w:fldCharType="begin"/>
        </w:r>
        <w:r w:rsidR="000823A8">
          <w:rPr>
            <w:noProof/>
            <w:webHidden/>
          </w:rPr>
          <w:instrText xml:space="preserve"> PAGEREF _Toc494885012 \h </w:instrText>
        </w:r>
        <w:r w:rsidR="000823A8">
          <w:rPr>
            <w:noProof/>
            <w:webHidden/>
          </w:rPr>
        </w:r>
        <w:r w:rsidR="000823A8">
          <w:rPr>
            <w:noProof/>
            <w:webHidden/>
          </w:rPr>
          <w:fldChar w:fldCharType="separate"/>
        </w:r>
        <w:r w:rsidR="000823A8">
          <w:rPr>
            <w:noProof/>
            <w:webHidden/>
          </w:rPr>
          <w:t>32</w:t>
        </w:r>
        <w:r w:rsidR="000823A8">
          <w:rPr>
            <w:noProof/>
            <w:webHidden/>
          </w:rPr>
          <w:fldChar w:fldCharType="end"/>
        </w:r>
      </w:hyperlink>
    </w:p>
    <w:p w14:paraId="21F0DFC3" w14:textId="03D3E5BC"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13" w:history="1">
        <w:r w:rsidR="000823A8" w:rsidRPr="00F000C3">
          <w:rPr>
            <w:rStyle w:val="Hyperlink"/>
            <w:noProof/>
          </w:rPr>
          <w:t xml:space="preserve">9.1.1 Response Code </w:t>
        </w:r>
        <w:r w:rsidR="000823A8" w:rsidRPr="00F000C3">
          <w:rPr>
            <w:rStyle w:val="Hyperlink"/>
            <w:rFonts w:ascii="Courier New" w:hAnsi="Courier New"/>
            <w:noProof/>
          </w:rPr>
          <w:t>200 OK</w:t>
        </w:r>
        <w:r w:rsidR="000823A8">
          <w:rPr>
            <w:noProof/>
            <w:webHidden/>
          </w:rPr>
          <w:tab/>
        </w:r>
        <w:r w:rsidR="000823A8">
          <w:rPr>
            <w:noProof/>
            <w:webHidden/>
          </w:rPr>
          <w:fldChar w:fldCharType="begin"/>
        </w:r>
        <w:r w:rsidR="000823A8">
          <w:rPr>
            <w:noProof/>
            <w:webHidden/>
          </w:rPr>
          <w:instrText xml:space="preserve"> PAGEREF _Toc494885013 \h </w:instrText>
        </w:r>
        <w:r w:rsidR="000823A8">
          <w:rPr>
            <w:noProof/>
            <w:webHidden/>
          </w:rPr>
        </w:r>
        <w:r w:rsidR="000823A8">
          <w:rPr>
            <w:noProof/>
            <w:webHidden/>
          </w:rPr>
          <w:fldChar w:fldCharType="separate"/>
        </w:r>
        <w:r w:rsidR="000823A8">
          <w:rPr>
            <w:noProof/>
            <w:webHidden/>
          </w:rPr>
          <w:t>32</w:t>
        </w:r>
        <w:r w:rsidR="000823A8">
          <w:rPr>
            <w:noProof/>
            <w:webHidden/>
          </w:rPr>
          <w:fldChar w:fldCharType="end"/>
        </w:r>
      </w:hyperlink>
    </w:p>
    <w:p w14:paraId="30C510BC" w14:textId="15608EA1"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14" w:history="1">
        <w:r w:rsidR="000823A8" w:rsidRPr="00F000C3">
          <w:rPr>
            <w:rStyle w:val="Hyperlink"/>
            <w:noProof/>
          </w:rPr>
          <w:t xml:space="preserve">9.1.2 Response Code </w:t>
        </w:r>
        <w:r w:rsidR="000823A8" w:rsidRPr="00F000C3">
          <w:rPr>
            <w:rStyle w:val="Hyperlink"/>
            <w:rFonts w:ascii="Courier New" w:hAnsi="Courier New"/>
            <w:noProof/>
          </w:rPr>
          <w:t>201 Created</w:t>
        </w:r>
        <w:r w:rsidR="000823A8">
          <w:rPr>
            <w:noProof/>
            <w:webHidden/>
          </w:rPr>
          <w:tab/>
        </w:r>
        <w:r w:rsidR="000823A8">
          <w:rPr>
            <w:noProof/>
            <w:webHidden/>
          </w:rPr>
          <w:fldChar w:fldCharType="begin"/>
        </w:r>
        <w:r w:rsidR="000823A8">
          <w:rPr>
            <w:noProof/>
            <w:webHidden/>
          </w:rPr>
          <w:instrText xml:space="preserve"> PAGEREF _Toc494885014 \h </w:instrText>
        </w:r>
        <w:r w:rsidR="000823A8">
          <w:rPr>
            <w:noProof/>
            <w:webHidden/>
          </w:rPr>
        </w:r>
        <w:r w:rsidR="000823A8">
          <w:rPr>
            <w:noProof/>
            <w:webHidden/>
          </w:rPr>
          <w:fldChar w:fldCharType="separate"/>
        </w:r>
        <w:r w:rsidR="000823A8">
          <w:rPr>
            <w:noProof/>
            <w:webHidden/>
          </w:rPr>
          <w:t>32</w:t>
        </w:r>
        <w:r w:rsidR="000823A8">
          <w:rPr>
            <w:noProof/>
            <w:webHidden/>
          </w:rPr>
          <w:fldChar w:fldCharType="end"/>
        </w:r>
      </w:hyperlink>
    </w:p>
    <w:p w14:paraId="131FCE6C" w14:textId="62CB26E8"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15" w:history="1">
        <w:r w:rsidR="000823A8" w:rsidRPr="00F000C3">
          <w:rPr>
            <w:rStyle w:val="Hyperlink"/>
            <w:noProof/>
          </w:rPr>
          <w:t xml:space="preserve">9.1.3 Response Code </w:t>
        </w:r>
        <w:r w:rsidR="000823A8" w:rsidRPr="00F000C3">
          <w:rPr>
            <w:rStyle w:val="Hyperlink"/>
            <w:rFonts w:ascii="Courier New" w:hAnsi="Courier New"/>
            <w:noProof/>
          </w:rPr>
          <w:t>202 Accepted</w:t>
        </w:r>
        <w:r w:rsidR="000823A8">
          <w:rPr>
            <w:noProof/>
            <w:webHidden/>
          </w:rPr>
          <w:tab/>
        </w:r>
        <w:r w:rsidR="000823A8">
          <w:rPr>
            <w:noProof/>
            <w:webHidden/>
          </w:rPr>
          <w:fldChar w:fldCharType="begin"/>
        </w:r>
        <w:r w:rsidR="000823A8">
          <w:rPr>
            <w:noProof/>
            <w:webHidden/>
          </w:rPr>
          <w:instrText xml:space="preserve"> PAGEREF _Toc494885015 \h </w:instrText>
        </w:r>
        <w:r w:rsidR="000823A8">
          <w:rPr>
            <w:noProof/>
            <w:webHidden/>
          </w:rPr>
        </w:r>
        <w:r w:rsidR="000823A8">
          <w:rPr>
            <w:noProof/>
            <w:webHidden/>
          </w:rPr>
          <w:fldChar w:fldCharType="separate"/>
        </w:r>
        <w:r w:rsidR="000823A8">
          <w:rPr>
            <w:noProof/>
            <w:webHidden/>
          </w:rPr>
          <w:t>32</w:t>
        </w:r>
        <w:r w:rsidR="000823A8">
          <w:rPr>
            <w:noProof/>
            <w:webHidden/>
          </w:rPr>
          <w:fldChar w:fldCharType="end"/>
        </w:r>
      </w:hyperlink>
    </w:p>
    <w:p w14:paraId="463EBBB5" w14:textId="42026EFF"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16" w:history="1">
        <w:r w:rsidR="000823A8" w:rsidRPr="00F000C3">
          <w:rPr>
            <w:rStyle w:val="Hyperlink"/>
            <w:noProof/>
          </w:rPr>
          <w:t xml:space="preserve">9.1.4 Response Code </w:t>
        </w:r>
        <w:r w:rsidR="000823A8" w:rsidRPr="00F000C3">
          <w:rPr>
            <w:rStyle w:val="Hyperlink"/>
            <w:rFonts w:ascii="Courier New" w:hAnsi="Courier New"/>
            <w:noProof/>
          </w:rPr>
          <w:t>204 No Content</w:t>
        </w:r>
        <w:r w:rsidR="000823A8">
          <w:rPr>
            <w:noProof/>
            <w:webHidden/>
          </w:rPr>
          <w:tab/>
        </w:r>
        <w:r w:rsidR="000823A8">
          <w:rPr>
            <w:noProof/>
            <w:webHidden/>
          </w:rPr>
          <w:fldChar w:fldCharType="begin"/>
        </w:r>
        <w:r w:rsidR="000823A8">
          <w:rPr>
            <w:noProof/>
            <w:webHidden/>
          </w:rPr>
          <w:instrText xml:space="preserve"> PAGEREF _Toc494885016 \h </w:instrText>
        </w:r>
        <w:r w:rsidR="000823A8">
          <w:rPr>
            <w:noProof/>
            <w:webHidden/>
          </w:rPr>
        </w:r>
        <w:r w:rsidR="000823A8">
          <w:rPr>
            <w:noProof/>
            <w:webHidden/>
          </w:rPr>
          <w:fldChar w:fldCharType="separate"/>
        </w:r>
        <w:r w:rsidR="000823A8">
          <w:rPr>
            <w:noProof/>
            <w:webHidden/>
          </w:rPr>
          <w:t>32</w:t>
        </w:r>
        <w:r w:rsidR="000823A8">
          <w:rPr>
            <w:noProof/>
            <w:webHidden/>
          </w:rPr>
          <w:fldChar w:fldCharType="end"/>
        </w:r>
      </w:hyperlink>
    </w:p>
    <w:p w14:paraId="6FB3EA9D" w14:textId="7E32DA6C"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17" w:history="1">
        <w:r w:rsidR="000823A8" w:rsidRPr="00F000C3">
          <w:rPr>
            <w:rStyle w:val="Hyperlink"/>
            <w:noProof/>
          </w:rPr>
          <w:t xml:space="preserve">9.1.5 Response Code </w:t>
        </w:r>
        <w:r w:rsidR="000823A8" w:rsidRPr="00F000C3">
          <w:rPr>
            <w:rStyle w:val="Hyperlink"/>
            <w:rFonts w:ascii="Courier New" w:hAnsi="Courier New"/>
            <w:noProof/>
          </w:rPr>
          <w:t>3xx Redirection</w:t>
        </w:r>
        <w:r w:rsidR="000823A8">
          <w:rPr>
            <w:noProof/>
            <w:webHidden/>
          </w:rPr>
          <w:tab/>
        </w:r>
        <w:r w:rsidR="000823A8">
          <w:rPr>
            <w:noProof/>
            <w:webHidden/>
          </w:rPr>
          <w:fldChar w:fldCharType="begin"/>
        </w:r>
        <w:r w:rsidR="000823A8">
          <w:rPr>
            <w:noProof/>
            <w:webHidden/>
          </w:rPr>
          <w:instrText xml:space="preserve"> PAGEREF _Toc494885017 \h </w:instrText>
        </w:r>
        <w:r w:rsidR="000823A8">
          <w:rPr>
            <w:noProof/>
            <w:webHidden/>
          </w:rPr>
        </w:r>
        <w:r w:rsidR="000823A8">
          <w:rPr>
            <w:noProof/>
            <w:webHidden/>
          </w:rPr>
          <w:fldChar w:fldCharType="separate"/>
        </w:r>
        <w:r w:rsidR="000823A8">
          <w:rPr>
            <w:noProof/>
            <w:webHidden/>
          </w:rPr>
          <w:t>32</w:t>
        </w:r>
        <w:r w:rsidR="000823A8">
          <w:rPr>
            <w:noProof/>
            <w:webHidden/>
          </w:rPr>
          <w:fldChar w:fldCharType="end"/>
        </w:r>
      </w:hyperlink>
    </w:p>
    <w:p w14:paraId="643C7D66" w14:textId="2EE8BABA"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18" w:history="1">
        <w:r w:rsidR="000823A8" w:rsidRPr="00F000C3">
          <w:rPr>
            <w:rStyle w:val="Hyperlink"/>
            <w:noProof/>
          </w:rPr>
          <w:t xml:space="preserve">9.1.6 Response Code </w:t>
        </w:r>
        <w:r w:rsidR="000823A8" w:rsidRPr="00F000C3">
          <w:rPr>
            <w:rStyle w:val="Hyperlink"/>
            <w:rFonts w:ascii="Courier New" w:hAnsi="Courier New"/>
            <w:noProof/>
          </w:rPr>
          <w:t>304 Not Modified</w:t>
        </w:r>
        <w:r w:rsidR="000823A8">
          <w:rPr>
            <w:noProof/>
            <w:webHidden/>
          </w:rPr>
          <w:tab/>
        </w:r>
        <w:r w:rsidR="000823A8">
          <w:rPr>
            <w:noProof/>
            <w:webHidden/>
          </w:rPr>
          <w:fldChar w:fldCharType="begin"/>
        </w:r>
        <w:r w:rsidR="000823A8">
          <w:rPr>
            <w:noProof/>
            <w:webHidden/>
          </w:rPr>
          <w:instrText xml:space="preserve"> PAGEREF _Toc494885018 \h </w:instrText>
        </w:r>
        <w:r w:rsidR="000823A8">
          <w:rPr>
            <w:noProof/>
            <w:webHidden/>
          </w:rPr>
        </w:r>
        <w:r w:rsidR="000823A8">
          <w:rPr>
            <w:noProof/>
            <w:webHidden/>
          </w:rPr>
          <w:fldChar w:fldCharType="separate"/>
        </w:r>
        <w:r w:rsidR="000823A8">
          <w:rPr>
            <w:noProof/>
            <w:webHidden/>
          </w:rPr>
          <w:t>32</w:t>
        </w:r>
        <w:r w:rsidR="000823A8">
          <w:rPr>
            <w:noProof/>
            <w:webHidden/>
          </w:rPr>
          <w:fldChar w:fldCharType="end"/>
        </w:r>
      </w:hyperlink>
    </w:p>
    <w:p w14:paraId="7FA38F56" w14:textId="201DFED1"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19" w:history="1">
        <w:r w:rsidR="000823A8" w:rsidRPr="00F000C3">
          <w:rPr>
            <w:rStyle w:val="Hyperlink"/>
            <w:noProof/>
          </w:rPr>
          <w:t>9.2 Client Error Responses</w:t>
        </w:r>
        <w:r w:rsidR="000823A8">
          <w:rPr>
            <w:noProof/>
            <w:webHidden/>
          </w:rPr>
          <w:tab/>
        </w:r>
        <w:r w:rsidR="000823A8">
          <w:rPr>
            <w:noProof/>
            <w:webHidden/>
          </w:rPr>
          <w:fldChar w:fldCharType="begin"/>
        </w:r>
        <w:r w:rsidR="000823A8">
          <w:rPr>
            <w:noProof/>
            <w:webHidden/>
          </w:rPr>
          <w:instrText xml:space="preserve"> PAGEREF _Toc494885019 \h </w:instrText>
        </w:r>
        <w:r w:rsidR="000823A8">
          <w:rPr>
            <w:noProof/>
            <w:webHidden/>
          </w:rPr>
        </w:r>
        <w:r w:rsidR="000823A8">
          <w:rPr>
            <w:noProof/>
            <w:webHidden/>
          </w:rPr>
          <w:fldChar w:fldCharType="separate"/>
        </w:r>
        <w:r w:rsidR="000823A8">
          <w:rPr>
            <w:noProof/>
            <w:webHidden/>
          </w:rPr>
          <w:t>33</w:t>
        </w:r>
        <w:r w:rsidR="000823A8">
          <w:rPr>
            <w:noProof/>
            <w:webHidden/>
          </w:rPr>
          <w:fldChar w:fldCharType="end"/>
        </w:r>
      </w:hyperlink>
    </w:p>
    <w:p w14:paraId="40BEDBEA" w14:textId="414A8CD8"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20" w:history="1">
        <w:r w:rsidR="000823A8" w:rsidRPr="00F000C3">
          <w:rPr>
            <w:rStyle w:val="Hyperlink"/>
            <w:noProof/>
          </w:rPr>
          <w:t xml:space="preserve">9.2.1 Response Code </w:t>
        </w:r>
        <w:r w:rsidR="000823A8" w:rsidRPr="00F000C3">
          <w:rPr>
            <w:rStyle w:val="Hyperlink"/>
            <w:rFonts w:ascii="Courier New" w:hAnsi="Courier New"/>
            <w:noProof/>
          </w:rPr>
          <w:t>404 Not Found</w:t>
        </w:r>
        <w:r w:rsidR="000823A8">
          <w:rPr>
            <w:noProof/>
            <w:webHidden/>
          </w:rPr>
          <w:tab/>
        </w:r>
        <w:r w:rsidR="000823A8">
          <w:rPr>
            <w:noProof/>
            <w:webHidden/>
          </w:rPr>
          <w:fldChar w:fldCharType="begin"/>
        </w:r>
        <w:r w:rsidR="000823A8">
          <w:rPr>
            <w:noProof/>
            <w:webHidden/>
          </w:rPr>
          <w:instrText xml:space="preserve"> PAGEREF _Toc494885020 \h </w:instrText>
        </w:r>
        <w:r w:rsidR="000823A8">
          <w:rPr>
            <w:noProof/>
            <w:webHidden/>
          </w:rPr>
        </w:r>
        <w:r w:rsidR="000823A8">
          <w:rPr>
            <w:noProof/>
            <w:webHidden/>
          </w:rPr>
          <w:fldChar w:fldCharType="separate"/>
        </w:r>
        <w:r w:rsidR="000823A8">
          <w:rPr>
            <w:noProof/>
            <w:webHidden/>
          </w:rPr>
          <w:t>33</w:t>
        </w:r>
        <w:r w:rsidR="000823A8">
          <w:rPr>
            <w:noProof/>
            <w:webHidden/>
          </w:rPr>
          <w:fldChar w:fldCharType="end"/>
        </w:r>
      </w:hyperlink>
    </w:p>
    <w:p w14:paraId="75077BA4" w14:textId="420B4BC7"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21" w:history="1">
        <w:r w:rsidR="000823A8" w:rsidRPr="00F000C3">
          <w:rPr>
            <w:rStyle w:val="Hyperlink"/>
            <w:noProof/>
          </w:rPr>
          <w:t xml:space="preserve">9.2.2 Response Code </w:t>
        </w:r>
        <w:r w:rsidR="000823A8" w:rsidRPr="00F000C3">
          <w:rPr>
            <w:rStyle w:val="Hyperlink"/>
            <w:rFonts w:ascii="Courier New" w:hAnsi="Courier New"/>
            <w:noProof/>
          </w:rPr>
          <w:t>405 Method Not Allowed</w:t>
        </w:r>
        <w:r w:rsidR="000823A8">
          <w:rPr>
            <w:noProof/>
            <w:webHidden/>
          </w:rPr>
          <w:tab/>
        </w:r>
        <w:r w:rsidR="000823A8">
          <w:rPr>
            <w:noProof/>
            <w:webHidden/>
          </w:rPr>
          <w:fldChar w:fldCharType="begin"/>
        </w:r>
        <w:r w:rsidR="000823A8">
          <w:rPr>
            <w:noProof/>
            <w:webHidden/>
          </w:rPr>
          <w:instrText xml:space="preserve"> PAGEREF _Toc494885021 \h </w:instrText>
        </w:r>
        <w:r w:rsidR="000823A8">
          <w:rPr>
            <w:noProof/>
            <w:webHidden/>
          </w:rPr>
        </w:r>
        <w:r w:rsidR="000823A8">
          <w:rPr>
            <w:noProof/>
            <w:webHidden/>
          </w:rPr>
          <w:fldChar w:fldCharType="separate"/>
        </w:r>
        <w:r w:rsidR="000823A8">
          <w:rPr>
            <w:noProof/>
            <w:webHidden/>
          </w:rPr>
          <w:t>33</w:t>
        </w:r>
        <w:r w:rsidR="000823A8">
          <w:rPr>
            <w:noProof/>
            <w:webHidden/>
          </w:rPr>
          <w:fldChar w:fldCharType="end"/>
        </w:r>
      </w:hyperlink>
    </w:p>
    <w:p w14:paraId="3B1F4867" w14:textId="22549DBE"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22" w:history="1">
        <w:r w:rsidR="000823A8" w:rsidRPr="00F000C3">
          <w:rPr>
            <w:rStyle w:val="Hyperlink"/>
            <w:noProof/>
          </w:rPr>
          <w:t xml:space="preserve">9.2.3 Response Code </w:t>
        </w:r>
        <w:r w:rsidR="000823A8" w:rsidRPr="00F000C3">
          <w:rPr>
            <w:rStyle w:val="Hyperlink"/>
            <w:rFonts w:ascii="Courier New" w:hAnsi="Courier New" w:cs="Courier New"/>
            <w:noProof/>
          </w:rPr>
          <w:t>406 Not Acceptable</w:t>
        </w:r>
        <w:r w:rsidR="000823A8">
          <w:rPr>
            <w:noProof/>
            <w:webHidden/>
          </w:rPr>
          <w:tab/>
        </w:r>
        <w:r w:rsidR="000823A8">
          <w:rPr>
            <w:noProof/>
            <w:webHidden/>
          </w:rPr>
          <w:fldChar w:fldCharType="begin"/>
        </w:r>
        <w:r w:rsidR="000823A8">
          <w:rPr>
            <w:noProof/>
            <w:webHidden/>
          </w:rPr>
          <w:instrText xml:space="preserve"> PAGEREF _Toc494885022 \h </w:instrText>
        </w:r>
        <w:r w:rsidR="000823A8">
          <w:rPr>
            <w:noProof/>
            <w:webHidden/>
          </w:rPr>
        </w:r>
        <w:r w:rsidR="000823A8">
          <w:rPr>
            <w:noProof/>
            <w:webHidden/>
          </w:rPr>
          <w:fldChar w:fldCharType="separate"/>
        </w:r>
        <w:r w:rsidR="000823A8">
          <w:rPr>
            <w:noProof/>
            <w:webHidden/>
          </w:rPr>
          <w:t>33</w:t>
        </w:r>
        <w:r w:rsidR="000823A8">
          <w:rPr>
            <w:noProof/>
            <w:webHidden/>
          </w:rPr>
          <w:fldChar w:fldCharType="end"/>
        </w:r>
      </w:hyperlink>
    </w:p>
    <w:p w14:paraId="3A295AC7" w14:textId="72F94E73"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23" w:history="1">
        <w:r w:rsidR="000823A8" w:rsidRPr="00F000C3">
          <w:rPr>
            <w:rStyle w:val="Hyperlink"/>
            <w:noProof/>
          </w:rPr>
          <w:t xml:space="preserve">9.2.4 Response Code </w:t>
        </w:r>
        <w:r w:rsidR="000823A8" w:rsidRPr="00F000C3">
          <w:rPr>
            <w:rStyle w:val="Hyperlink"/>
            <w:rFonts w:ascii="Courier New" w:hAnsi="Courier New"/>
            <w:noProof/>
          </w:rPr>
          <w:t>410 Gone</w:t>
        </w:r>
        <w:r w:rsidR="000823A8">
          <w:rPr>
            <w:noProof/>
            <w:webHidden/>
          </w:rPr>
          <w:tab/>
        </w:r>
        <w:r w:rsidR="000823A8">
          <w:rPr>
            <w:noProof/>
            <w:webHidden/>
          </w:rPr>
          <w:fldChar w:fldCharType="begin"/>
        </w:r>
        <w:r w:rsidR="000823A8">
          <w:rPr>
            <w:noProof/>
            <w:webHidden/>
          </w:rPr>
          <w:instrText xml:space="preserve"> PAGEREF _Toc494885023 \h </w:instrText>
        </w:r>
        <w:r w:rsidR="000823A8">
          <w:rPr>
            <w:noProof/>
            <w:webHidden/>
          </w:rPr>
        </w:r>
        <w:r w:rsidR="000823A8">
          <w:rPr>
            <w:noProof/>
            <w:webHidden/>
          </w:rPr>
          <w:fldChar w:fldCharType="separate"/>
        </w:r>
        <w:r w:rsidR="000823A8">
          <w:rPr>
            <w:noProof/>
            <w:webHidden/>
          </w:rPr>
          <w:t>33</w:t>
        </w:r>
        <w:r w:rsidR="000823A8">
          <w:rPr>
            <w:noProof/>
            <w:webHidden/>
          </w:rPr>
          <w:fldChar w:fldCharType="end"/>
        </w:r>
      </w:hyperlink>
    </w:p>
    <w:p w14:paraId="5F8C6972" w14:textId="68B6D1DB"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24" w:history="1">
        <w:r w:rsidR="000823A8" w:rsidRPr="00F000C3">
          <w:rPr>
            <w:rStyle w:val="Hyperlink"/>
            <w:noProof/>
          </w:rPr>
          <w:t xml:space="preserve">9.2.5 Response Code </w:t>
        </w:r>
        <w:r w:rsidR="000823A8" w:rsidRPr="00F000C3">
          <w:rPr>
            <w:rStyle w:val="Hyperlink"/>
            <w:rFonts w:ascii="Courier New" w:hAnsi="Courier New"/>
            <w:noProof/>
          </w:rPr>
          <w:t>412 Precondition Failed</w:t>
        </w:r>
        <w:r w:rsidR="000823A8">
          <w:rPr>
            <w:noProof/>
            <w:webHidden/>
          </w:rPr>
          <w:tab/>
        </w:r>
        <w:r w:rsidR="000823A8">
          <w:rPr>
            <w:noProof/>
            <w:webHidden/>
          </w:rPr>
          <w:fldChar w:fldCharType="begin"/>
        </w:r>
        <w:r w:rsidR="000823A8">
          <w:rPr>
            <w:noProof/>
            <w:webHidden/>
          </w:rPr>
          <w:instrText xml:space="preserve"> PAGEREF _Toc494885024 \h </w:instrText>
        </w:r>
        <w:r w:rsidR="000823A8">
          <w:rPr>
            <w:noProof/>
            <w:webHidden/>
          </w:rPr>
        </w:r>
        <w:r w:rsidR="000823A8">
          <w:rPr>
            <w:noProof/>
            <w:webHidden/>
          </w:rPr>
          <w:fldChar w:fldCharType="separate"/>
        </w:r>
        <w:r w:rsidR="000823A8">
          <w:rPr>
            <w:noProof/>
            <w:webHidden/>
          </w:rPr>
          <w:t>33</w:t>
        </w:r>
        <w:r w:rsidR="000823A8">
          <w:rPr>
            <w:noProof/>
            <w:webHidden/>
          </w:rPr>
          <w:fldChar w:fldCharType="end"/>
        </w:r>
      </w:hyperlink>
    </w:p>
    <w:p w14:paraId="28B61C7F" w14:textId="3CE483A7"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25" w:history="1">
        <w:r w:rsidR="000823A8" w:rsidRPr="00F000C3">
          <w:rPr>
            <w:rStyle w:val="Hyperlink"/>
            <w:noProof/>
          </w:rPr>
          <w:t xml:space="preserve">9.2.6 Response Code </w:t>
        </w:r>
        <w:r w:rsidR="000823A8" w:rsidRPr="00F000C3">
          <w:rPr>
            <w:rStyle w:val="Hyperlink"/>
            <w:rFonts w:ascii="Courier New" w:hAnsi="Courier New"/>
            <w:noProof/>
          </w:rPr>
          <w:t>424 Failed Dependency</w:t>
        </w:r>
        <w:r w:rsidR="000823A8">
          <w:rPr>
            <w:noProof/>
            <w:webHidden/>
          </w:rPr>
          <w:tab/>
        </w:r>
        <w:r w:rsidR="000823A8">
          <w:rPr>
            <w:noProof/>
            <w:webHidden/>
          </w:rPr>
          <w:fldChar w:fldCharType="begin"/>
        </w:r>
        <w:r w:rsidR="000823A8">
          <w:rPr>
            <w:noProof/>
            <w:webHidden/>
          </w:rPr>
          <w:instrText xml:space="preserve"> PAGEREF _Toc494885025 \h </w:instrText>
        </w:r>
        <w:r w:rsidR="000823A8">
          <w:rPr>
            <w:noProof/>
            <w:webHidden/>
          </w:rPr>
        </w:r>
        <w:r w:rsidR="000823A8">
          <w:rPr>
            <w:noProof/>
            <w:webHidden/>
          </w:rPr>
          <w:fldChar w:fldCharType="separate"/>
        </w:r>
        <w:r w:rsidR="000823A8">
          <w:rPr>
            <w:noProof/>
            <w:webHidden/>
          </w:rPr>
          <w:t>33</w:t>
        </w:r>
        <w:r w:rsidR="000823A8">
          <w:rPr>
            <w:noProof/>
            <w:webHidden/>
          </w:rPr>
          <w:fldChar w:fldCharType="end"/>
        </w:r>
      </w:hyperlink>
    </w:p>
    <w:p w14:paraId="6D70050F" w14:textId="33447B1B"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26" w:history="1">
        <w:r w:rsidR="000823A8" w:rsidRPr="00F000C3">
          <w:rPr>
            <w:rStyle w:val="Hyperlink"/>
            <w:noProof/>
          </w:rPr>
          <w:t>9.3 Server Error Responses</w:t>
        </w:r>
        <w:r w:rsidR="000823A8">
          <w:rPr>
            <w:noProof/>
            <w:webHidden/>
          </w:rPr>
          <w:tab/>
        </w:r>
        <w:r w:rsidR="000823A8">
          <w:rPr>
            <w:noProof/>
            <w:webHidden/>
          </w:rPr>
          <w:fldChar w:fldCharType="begin"/>
        </w:r>
        <w:r w:rsidR="000823A8">
          <w:rPr>
            <w:noProof/>
            <w:webHidden/>
          </w:rPr>
          <w:instrText xml:space="preserve"> PAGEREF _Toc494885026 \h </w:instrText>
        </w:r>
        <w:r w:rsidR="000823A8">
          <w:rPr>
            <w:noProof/>
            <w:webHidden/>
          </w:rPr>
        </w:r>
        <w:r w:rsidR="000823A8">
          <w:rPr>
            <w:noProof/>
            <w:webHidden/>
          </w:rPr>
          <w:fldChar w:fldCharType="separate"/>
        </w:r>
        <w:r w:rsidR="000823A8">
          <w:rPr>
            <w:noProof/>
            <w:webHidden/>
          </w:rPr>
          <w:t>33</w:t>
        </w:r>
        <w:r w:rsidR="000823A8">
          <w:rPr>
            <w:noProof/>
            <w:webHidden/>
          </w:rPr>
          <w:fldChar w:fldCharType="end"/>
        </w:r>
      </w:hyperlink>
    </w:p>
    <w:p w14:paraId="7D7EF0E1" w14:textId="71AB733B"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27" w:history="1">
        <w:r w:rsidR="000823A8" w:rsidRPr="00F000C3">
          <w:rPr>
            <w:rStyle w:val="Hyperlink"/>
            <w:noProof/>
          </w:rPr>
          <w:t xml:space="preserve">9.3.1 Response Code </w:t>
        </w:r>
        <w:r w:rsidR="000823A8" w:rsidRPr="00F000C3">
          <w:rPr>
            <w:rStyle w:val="Hyperlink"/>
            <w:rFonts w:ascii="Courier New" w:hAnsi="Courier New"/>
            <w:noProof/>
          </w:rPr>
          <w:t>501 Not Implemented</w:t>
        </w:r>
        <w:r w:rsidR="000823A8">
          <w:rPr>
            <w:noProof/>
            <w:webHidden/>
          </w:rPr>
          <w:tab/>
        </w:r>
        <w:r w:rsidR="000823A8">
          <w:rPr>
            <w:noProof/>
            <w:webHidden/>
          </w:rPr>
          <w:fldChar w:fldCharType="begin"/>
        </w:r>
        <w:r w:rsidR="000823A8">
          <w:rPr>
            <w:noProof/>
            <w:webHidden/>
          </w:rPr>
          <w:instrText xml:space="preserve"> PAGEREF _Toc494885027 \h </w:instrText>
        </w:r>
        <w:r w:rsidR="000823A8">
          <w:rPr>
            <w:noProof/>
            <w:webHidden/>
          </w:rPr>
        </w:r>
        <w:r w:rsidR="000823A8">
          <w:rPr>
            <w:noProof/>
            <w:webHidden/>
          </w:rPr>
          <w:fldChar w:fldCharType="separate"/>
        </w:r>
        <w:r w:rsidR="000823A8">
          <w:rPr>
            <w:noProof/>
            <w:webHidden/>
          </w:rPr>
          <w:t>34</w:t>
        </w:r>
        <w:r w:rsidR="000823A8">
          <w:rPr>
            <w:noProof/>
            <w:webHidden/>
          </w:rPr>
          <w:fldChar w:fldCharType="end"/>
        </w:r>
      </w:hyperlink>
    </w:p>
    <w:p w14:paraId="09EBDF41" w14:textId="486DD255"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28" w:history="1">
        <w:r w:rsidR="000823A8" w:rsidRPr="00F000C3">
          <w:rPr>
            <w:rStyle w:val="Hyperlink"/>
            <w:noProof/>
          </w:rPr>
          <w:t>9.4 In-Stream Errors</w:t>
        </w:r>
        <w:r w:rsidR="000823A8">
          <w:rPr>
            <w:noProof/>
            <w:webHidden/>
          </w:rPr>
          <w:tab/>
        </w:r>
        <w:r w:rsidR="000823A8">
          <w:rPr>
            <w:noProof/>
            <w:webHidden/>
          </w:rPr>
          <w:fldChar w:fldCharType="begin"/>
        </w:r>
        <w:r w:rsidR="000823A8">
          <w:rPr>
            <w:noProof/>
            <w:webHidden/>
          </w:rPr>
          <w:instrText xml:space="preserve"> PAGEREF _Toc494885028 \h </w:instrText>
        </w:r>
        <w:r w:rsidR="000823A8">
          <w:rPr>
            <w:noProof/>
            <w:webHidden/>
          </w:rPr>
        </w:r>
        <w:r w:rsidR="000823A8">
          <w:rPr>
            <w:noProof/>
            <w:webHidden/>
          </w:rPr>
          <w:fldChar w:fldCharType="separate"/>
        </w:r>
        <w:r w:rsidR="000823A8">
          <w:rPr>
            <w:noProof/>
            <w:webHidden/>
          </w:rPr>
          <w:t>34</w:t>
        </w:r>
        <w:r w:rsidR="000823A8">
          <w:rPr>
            <w:noProof/>
            <w:webHidden/>
          </w:rPr>
          <w:fldChar w:fldCharType="end"/>
        </w:r>
      </w:hyperlink>
    </w:p>
    <w:p w14:paraId="38E0694D" w14:textId="4BFC5F7C" w:rsidR="000823A8" w:rsidRDefault="002A710D">
      <w:pPr>
        <w:pStyle w:val="TOC1"/>
        <w:tabs>
          <w:tab w:val="left" w:pos="480"/>
          <w:tab w:val="right" w:leader="dot" w:pos="9350"/>
        </w:tabs>
        <w:rPr>
          <w:rFonts w:asciiTheme="minorHAnsi" w:eastAsiaTheme="minorEastAsia" w:hAnsiTheme="minorHAnsi" w:cstheme="minorBidi"/>
          <w:noProof/>
          <w:sz w:val="22"/>
          <w:szCs w:val="22"/>
        </w:rPr>
      </w:pPr>
      <w:hyperlink w:anchor="_Toc494885029" w:history="1">
        <w:r w:rsidR="000823A8" w:rsidRPr="00F000C3">
          <w:rPr>
            <w:rStyle w:val="Hyperlink"/>
            <w:noProof/>
          </w:rPr>
          <w:t>10</w:t>
        </w:r>
        <w:r w:rsidR="000823A8">
          <w:rPr>
            <w:rFonts w:asciiTheme="minorHAnsi" w:eastAsiaTheme="minorEastAsia" w:hAnsiTheme="minorHAnsi" w:cstheme="minorBidi"/>
            <w:noProof/>
            <w:sz w:val="22"/>
            <w:szCs w:val="22"/>
          </w:rPr>
          <w:tab/>
        </w:r>
        <w:r w:rsidR="000823A8" w:rsidRPr="00F000C3">
          <w:rPr>
            <w:rStyle w:val="Hyperlink"/>
            <w:noProof/>
          </w:rPr>
          <w:t>Context URL</w:t>
        </w:r>
        <w:r w:rsidR="000823A8">
          <w:rPr>
            <w:noProof/>
            <w:webHidden/>
          </w:rPr>
          <w:tab/>
        </w:r>
        <w:r w:rsidR="000823A8">
          <w:rPr>
            <w:noProof/>
            <w:webHidden/>
          </w:rPr>
          <w:fldChar w:fldCharType="begin"/>
        </w:r>
        <w:r w:rsidR="000823A8">
          <w:rPr>
            <w:noProof/>
            <w:webHidden/>
          </w:rPr>
          <w:instrText xml:space="preserve"> PAGEREF _Toc494885029 \h </w:instrText>
        </w:r>
        <w:r w:rsidR="000823A8">
          <w:rPr>
            <w:noProof/>
            <w:webHidden/>
          </w:rPr>
        </w:r>
        <w:r w:rsidR="000823A8">
          <w:rPr>
            <w:noProof/>
            <w:webHidden/>
          </w:rPr>
          <w:fldChar w:fldCharType="separate"/>
        </w:r>
        <w:r w:rsidR="000823A8">
          <w:rPr>
            <w:noProof/>
            <w:webHidden/>
          </w:rPr>
          <w:t>35</w:t>
        </w:r>
        <w:r w:rsidR="000823A8">
          <w:rPr>
            <w:noProof/>
            <w:webHidden/>
          </w:rPr>
          <w:fldChar w:fldCharType="end"/>
        </w:r>
      </w:hyperlink>
    </w:p>
    <w:p w14:paraId="14347AA7" w14:textId="5034D0C0"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30" w:history="1">
        <w:r w:rsidR="000823A8" w:rsidRPr="00F000C3">
          <w:rPr>
            <w:rStyle w:val="Hyperlink"/>
            <w:noProof/>
          </w:rPr>
          <w:t>10.1 Service Document</w:t>
        </w:r>
        <w:r w:rsidR="000823A8">
          <w:rPr>
            <w:noProof/>
            <w:webHidden/>
          </w:rPr>
          <w:tab/>
        </w:r>
        <w:r w:rsidR="000823A8">
          <w:rPr>
            <w:noProof/>
            <w:webHidden/>
          </w:rPr>
          <w:fldChar w:fldCharType="begin"/>
        </w:r>
        <w:r w:rsidR="000823A8">
          <w:rPr>
            <w:noProof/>
            <w:webHidden/>
          </w:rPr>
          <w:instrText xml:space="preserve"> PAGEREF _Toc494885030 \h </w:instrText>
        </w:r>
        <w:r w:rsidR="000823A8">
          <w:rPr>
            <w:noProof/>
            <w:webHidden/>
          </w:rPr>
        </w:r>
        <w:r w:rsidR="000823A8">
          <w:rPr>
            <w:noProof/>
            <w:webHidden/>
          </w:rPr>
          <w:fldChar w:fldCharType="separate"/>
        </w:r>
        <w:r w:rsidR="000823A8">
          <w:rPr>
            <w:noProof/>
            <w:webHidden/>
          </w:rPr>
          <w:t>35</w:t>
        </w:r>
        <w:r w:rsidR="000823A8">
          <w:rPr>
            <w:noProof/>
            <w:webHidden/>
          </w:rPr>
          <w:fldChar w:fldCharType="end"/>
        </w:r>
      </w:hyperlink>
    </w:p>
    <w:p w14:paraId="3C521DAD" w14:textId="4E66A46F"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31" w:history="1">
        <w:r w:rsidR="000823A8" w:rsidRPr="00F000C3">
          <w:rPr>
            <w:rStyle w:val="Hyperlink"/>
            <w:noProof/>
          </w:rPr>
          <w:t>10.2 Collection of Entities</w:t>
        </w:r>
        <w:r w:rsidR="000823A8">
          <w:rPr>
            <w:noProof/>
            <w:webHidden/>
          </w:rPr>
          <w:tab/>
        </w:r>
        <w:r w:rsidR="000823A8">
          <w:rPr>
            <w:noProof/>
            <w:webHidden/>
          </w:rPr>
          <w:fldChar w:fldCharType="begin"/>
        </w:r>
        <w:r w:rsidR="000823A8">
          <w:rPr>
            <w:noProof/>
            <w:webHidden/>
          </w:rPr>
          <w:instrText xml:space="preserve"> PAGEREF _Toc494885031 \h </w:instrText>
        </w:r>
        <w:r w:rsidR="000823A8">
          <w:rPr>
            <w:noProof/>
            <w:webHidden/>
          </w:rPr>
        </w:r>
        <w:r w:rsidR="000823A8">
          <w:rPr>
            <w:noProof/>
            <w:webHidden/>
          </w:rPr>
          <w:fldChar w:fldCharType="separate"/>
        </w:r>
        <w:r w:rsidR="000823A8">
          <w:rPr>
            <w:noProof/>
            <w:webHidden/>
          </w:rPr>
          <w:t>35</w:t>
        </w:r>
        <w:r w:rsidR="000823A8">
          <w:rPr>
            <w:noProof/>
            <w:webHidden/>
          </w:rPr>
          <w:fldChar w:fldCharType="end"/>
        </w:r>
      </w:hyperlink>
    </w:p>
    <w:p w14:paraId="35495ADA" w14:textId="53B8F94F"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32" w:history="1">
        <w:r w:rsidR="000823A8" w:rsidRPr="00F000C3">
          <w:rPr>
            <w:rStyle w:val="Hyperlink"/>
            <w:noProof/>
          </w:rPr>
          <w:t>10.3 Entity</w:t>
        </w:r>
        <w:r w:rsidR="000823A8">
          <w:rPr>
            <w:noProof/>
            <w:webHidden/>
          </w:rPr>
          <w:tab/>
        </w:r>
        <w:r w:rsidR="000823A8">
          <w:rPr>
            <w:noProof/>
            <w:webHidden/>
          </w:rPr>
          <w:fldChar w:fldCharType="begin"/>
        </w:r>
        <w:r w:rsidR="000823A8">
          <w:rPr>
            <w:noProof/>
            <w:webHidden/>
          </w:rPr>
          <w:instrText xml:space="preserve"> PAGEREF _Toc494885032 \h </w:instrText>
        </w:r>
        <w:r w:rsidR="000823A8">
          <w:rPr>
            <w:noProof/>
            <w:webHidden/>
          </w:rPr>
        </w:r>
        <w:r w:rsidR="000823A8">
          <w:rPr>
            <w:noProof/>
            <w:webHidden/>
          </w:rPr>
          <w:fldChar w:fldCharType="separate"/>
        </w:r>
        <w:r w:rsidR="000823A8">
          <w:rPr>
            <w:noProof/>
            <w:webHidden/>
          </w:rPr>
          <w:t>36</w:t>
        </w:r>
        <w:r w:rsidR="000823A8">
          <w:rPr>
            <w:noProof/>
            <w:webHidden/>
          </w:rPr>
          <w:fldChar w:fldCharType="end"/>
        </w:r>
      </w:hyperlink>
    </w:p>
    <w:p w14:paraId="5A2F3157" w14:textId="51972D3E"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33" w:history="1">
        <w:r w:rsidR="000823A8" w:rsidRPr="00F000C3">
          <w:rPr>
            <w:rStyle w:val="Hyperlink"/>
            <w:noProof/>
          </w:rPr>
          <w:t>10.4 Singleton</w:t>
        </w:r>
        <w:r w:rsidR="000823A8">
          <w:rPr>
            <w:noProof/>
            <w:webHidden/>
          </w:rPr>
          <w:tab/>
        </w:r>
        <w:r w:rsidR="000823A8">
          <w:rPr>
            <w:noProof/>
            <w:webHidden/>
          </w:rPr>
          <w:fldChar w:fldCharType="begin"/>
        </w:r>
        <w:r w:rsidR="000823A8">
          <w:rPr>
            <w:noProof/>
            <w:webHidden/>
          </w:rPr>
          <w:instrText xml:space="preserve"> PAGEREF _Toc494885033 \h </w:instrText>
        </w:r>
        <w:r w:rsidR="000823A8">
          <w:rPr>
            <w:noProof/>
            <w:webHidden/>
          </w:rPr>
        </w:r>
        <w:r w:rsidR="000823A8">
          <w:rPr>
            <w:noProof/>
            <w:webHidden/>
          </w:rPr>
          <w:fldChar w:fldCharType="separate"/>
        </w:r>
        <w:r w:rsidR="000823A8">
          <w:rPr>
            <w:noProof/>
            <w:webHidden/>
          </w:rPr>
          <w:t>36</w:t>
        </w:r>
        <w:r w:rsidR="000823A8">
          <w:rPr>
            <w:noProof/>
            <w:webHidden/>
          </w:rPr>
          <w:fldChar w:fldCharType="end"/>
        </w:r>
      </w:hyperlink>
    </w:p>
    <w:p w14:paraId="5F84AFC5" w14:textId="20EED31B"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34" w:history="1">
        <w:r w:rsidR="000823A8" w:rsidRPr="00F000C3">
          <w:rPr>
            <w:rStyle w:val="Hyperlink"/>
            <w:noProof/>
          </w:rPr>
          <w:t>10.5 Collection of Derived Entities</w:t>
        </w:r>
        <w:r w:rsidR="000823A8">
          <w:rPr>
            <w:noProof/>
            <w:webHidden/>
          </w:rPr>
          <w:tab/>
        </w:r>
        <w:r w:rsidR="000823A8">
          <w:rPr>
            <w:noProof/>
            <w:webHidden/>
          </w:rPr>
          <w:fldChar w:fldCharType="begin"/>
        </w:r>
        <w:r w:rsidR="000823A8">
          <w:rPr>
            <w:noProof/>
            <w:webHidden/>
          </w:rPr>
          <w:instrText xml:space="preserve"> PAGEREF _Toc494885034 \h </w:instrText>
        </w:r>
        <w:r w:rsidR="000823A8">
          <w:rPr>
            <w:noProof/>
            <w:webHidden/>
          </w:rPr>
        </w:r>
        <w:r w:rsidR="000823A8">
          <w:rPr>
            <w:noProof/>
            <w:webHidden/>
          </w:rPr>
          <w:fldChar w:fldCharType="separate"/>
        </w:r>
        <w:r w:rsidR="000823A8">
          <w:rPr>
            <w:noProof/>
            <w:webHidden/>
          </w:rPr>
          <w:t>36</w:t>
        </w:r>
        <w:r w:rsidR="000823A8">
          <w:rPr>
            <w:noProof/>
            <w:webHidden/>
          </w:rPr>
          <w:fldChar w:fldCharType="end"/>
        </w:r>
      </w:hyperlink>
    </w:p>
    <w:p w14:paraId="0057F841" w14:textId="43ADE7FC"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35" w:history="1">
        <w:r w:rsidR="000823A8" w:rsidRPr="00F000C3">
          <w:rPr>
            <w:rStyle w:val="Hyperlink"/>
            <w:noProof/>
          </w:rPr>
          <w:t>10.6 Derived Entity</w:t>
        </w:r>
        <w:r w:rsidR="000823A8">
          <w:rPr>
            <w:noProof/>
            <w:webHidden/>
          </w:rPr>
          <w:tab/>
        </w:r>
        <w:r w:rsidR="000823A8">
          <w:rPr>
            <w:noProof/>
            <w:webHidden/>
          </w:rPr>
          <w:fldChar w:fldCharType="begin"/>
        </w:r>
        <w:r w:rsidR="000823A8">
          <w:rPr>
            <w:noProof/>
            <w:webHidden/>
          </w:rPr>
          <w:instrText xml:space="preserve"> PAGEREF _Toc494885035 \h </w:instrText>
        </w:r>
        <w:r w:rsidR="000823A8">
          <w:rPr>
            <w:noProof/>
            <w:webHidden/>
          </w:rPr>
        </w:r>
        <w:r w:rsidR="000823A8">
          <w:rPr>
            <w:noProof/>
            <w:webHidden/>
          </w:rPr>
          <w:fldChar w:fldCharType="separate"/>
        </w:r>
        <w:r w:rsidR="000823A8">
          <w:rPr>
            <w:noProof/>
            <w:webHidden/>
          </w:rPr>
          <w:t>37</w:t>
        </w:r>
        <w:r w:rsidR="000823A8">
          <w:rPr>
            <w:noProof/>
            <w:webHidden/>
          </w:rPr>
          <w:fldChar w:fldCharType="end"/>
        </w:r>
      </w:hyperlink>
    </w:p>
    <w:p w14:paraId="49DB875E" w14:textId="52893906"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36" w:history="1">
        <w:r w:rsidR="000823A8" w:rsidRPr="00F000C3">
          <w:rPr>
            <w:rStyle w:val="Hyperlink"/>
            <w:noProof/>
          </w:rPr>
          <w:t>10.7 Collection of Projected Entities</w:t>
        </w:r>
        <w:r w:rsidR="000823A8">
          <w:rPr>
            <w:noProof/>
            <w:webHidden/>
          </w:rPr>
          <w:tab/>
        </w:r>
        <w:r w:rsidR="000823A8">
          <w:rPr>
            <w:noProof/>
            <w:webHidden/>
          </w:rPr>
          <w:fldChar w:fldCharType="begin"/>
        </w:r>
        <w:r w:rsidR="000823A8">
          <w:rPr>
            <w:noProof/>
            <w:webHidden/>
          </w:rPr>
          <w:instrText xml:space="preserve"> PAGEREF _Toc494885036 \h </w:instrText>
        </w:r>
        <w:r w:rsidR="000823A8">
          <w:rPr>
            <w:noProof/>
            <w:webHidden/>
          </w:rPr>
        </w:r>
        <w:r w:rsidR="000823A8">
          <w:rPr>
            <w:noProof/>
            <w:webHidden/>
          </w:rPr>
          <w:fldChar w:fldCharType="separate"/>
        </w:r>
        <w:r w:rsidR="000823A8">
          <w:rPr>
            <w:noProof/>
            <w:webHidden/>
          </w:rPr>
          <w:t>37</w:t>
        </w:r>
        <w:r w:rsidR="000823A8">
          <w:rPr>
            <w:noProof/>
            <w:webHidden/>
          </w:rPr>
          <w:fldChar w:fldCharType="end"/>
        </w:r>
      </w:hyperlink>
    </w:p>
    <w:p w14:paraId="05E4EC02" w14:textId="4E66FC9F"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37" w:history="1">
        <w:r w:rsidR="000823A8" w:rsidRPr="00F000C3">
          <w:rPr>
            <w:rStyle w:val="Hyperlink"/>
            <w:noProof/>
          </w:rPr>
          <w:t>10.8 Projected Entity</w:t>
        </w:r>
        <w:r w:rsidR="000823A8">
          <w:rPr>
            <w:noProof/>
            <w:webHidden/>
          </w:rPr>
          <w:tab/>
        </w:r>
        <w:r w:rsidR="000823A8">
          <w:rPr>
            <w:noProof/>
            <w:webHidden/>
          </w:rPr>
          <w:fldChar w:fldCharType="begin"/>
        </w:r>
        <w:r w:rsidR="000823A8">
          <w:rPr>
            <w:noProof/>
            <w:webHidden/>
          </w:rPr>
          <w:instrText xml:space="preserve"> PAGEREF _Toc494885037 \h </w:instrText>
        </w:r>
        <w:r w:rsidR="000823A8">
          <w:rPr>
            <w:noProof/>
            <w:webHidden/>
          </w:rPr>
        </w:r>
        <w:r w:rsidR="000823A8">
          <w:rPr>
            <w:noProof/>
            <w:webHidden/>
          </w:rPr>
          <w:fldChar w:fldCharType="separate"/>
        </w:r>
        <w:r w:rsidR="000823A8">
          <w:rPr>
            <w:noProof/>
            <w:webHidden/>
          </w:rPr>
          <w:t>37</w:t>
        </w:r>
        <w:r w:rsidR="000823A8">
          <w:rPr>
            <w:noProof/>
            <w:webHidden/>
          </w:rPr>
          <w:fldChar w:fldCharType="end"/>
        </w:r>
      </w:hyperlink>
    </w:p>
    <w:p w14:paraId="3A3EB5D6" w14:textId="486EE40D"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38" w:history="1">
        <w:r w:rsidR="000823A8" w:rsidRPr="00F000C3">
          <w:rPr>
            <w:rStyle w:val="Hyperlink"/>
            <w:noProof/>
          </w:rPr>
          <w:t>10.9 Collection of Expanded Entities</w:t>
        </w:r>
        <w:r w:rsidR="000823A8">
          <w:rPr>
            <w:noProof/>
            <w:webHidden/>
          </w:rPr>
          <w:tab/>
        </w:r>
        <w:r w:rsidR="000823A8">
          <w:rPr>
            <w:noProof/>
            <w:webHidden/>
          </w:rPr>
          <w:fldChar w:fldCharType="begin"/>
        </w:r>
        <w:r w:rsidR="000823A8">
          <w:rPr>
            <w:noProof/>
            <w:webHidden/>
          </w:rPr>
          <w:instrText xml:space="preserve"> PAGEREF _Toc494885038 \h </w:instrText>
        </w:r>
        <w:r w:rsidR="000823A8">
          <w:rPr>
            <w:noProof/>
            <w:webHidden/>
          </w:rPr>
        </w:r>
        <w:r w:rsidR="000823A8">
          <w:rPr>
            <w:noProof/>
            <w:webHidden/>
          </w:rPr>
          <w:fldChar w:fldCharType="separate"/>
        </w:r>
        <w:r w:rsidR="000823A8">
          <w:rPr>
            <w:noProof/>
            <w:webHidden/>
          </w:rPr>
          <w:t>38</w:t>
        </w:r>
        <w:r w:rsidR="000823A8">
          <w:rPr>
            <w:noProof/>
            <w:webHidden/>
          </w:rPr>
          <w:fldChar w:fldCharType="end"/>
        </w:r>
      </w:hyperlink>
    </w:p>
    <w:p w14:paraId="12D2938F" w14:textId="01459E65"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39" w:history="1">
        <w:r w:rsidR="000823A8" w:rsidRPr="00F000C3">
          <w:rPr>
            <w:rStyle w:val="Hyperlink"/>
            <w:noProof/>
          </w:rPr>
          <w:t>10.10 Expanded Entity</w:t>
        </w:r>
        <w:r w:rsidR="000823A8">
          <w:rPr>
            <w:noProof/>
            <w:webHidden/>
          </w:rPr>
          <w:tab/>
        </w:r>
        <w:r w:rsidR="000823A8">
          <w:rPr>
            <w:noProof/>
            <w:webHidden/>
          </w:rPr>
          <w:fldChar w:fldCharType="begin"/>
        </w:r>
        <w:r w:rsidR="000823A8">
          <w:rPr>
            <w:noProof/>
            <w:webHidden/>
          </w:rPr>
          <w:instrText xml:space="preserve"> PAGEREF _Toc494885039 \h </w:instrText>
        </w:r>
        <w:r w:rsidR="000823A8">
          <w:rPr>
            <w:noProof/>
            <w:webHidden/>
          </w:rPr>
        </w:r>
        <w:r w:rsidR="000823A8">
          <w:rPr>
            <w:noProof/>
            <w:webHidden/>
          </w:rPr>
          <w:fldChar w:fldCharType="separate"/>
        </w:r>
        <w:r w:rsidR="000823A8">
          <w:rPr>
            <w:noProof/>
            <w:webHidden/>
          </w:rPr>
          <w:t>38</w:t>
        </w:r>
        <w:r w:rsidR="000823A8">
          <w:rPr>
            <w:noProof/>
            <w:webHidden/>
          </w:rPr>
          <w:fldChar w:fldCharType="end"/>
        </w:r>
      </w:hyperlink>
    </w:p>
    <w:p w14:paraId="33738CFF" w14:textId="043A27FB"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40" w:history="1">
        <w:r w:rsidR="000823A8" w:rsidRPr="00F000C3">
          <w:rPr>
            <w:rStyle w:val="Hyperlink"/>
            <w:noProof/>
          </w:rPr>
          <w:t>10.11 Collection of Entity References</w:t>
        </w:r>
        <w:r w:rsidR="000823A8">
          <w:rPr>
            <w:noProof/>
            <w:webHidden/>
          </w:rPr>
          <w:tab/>
        </w:r>
        <w:r w:rsidR="000823A8">
          <w:rPr>
            <w:noProof/>
            <w:webHidden/>
          </w:rPr>
          <w:fldChar w:fldCharType="begin"/>
        </w:r>
        <w:r w:rsidR="000823A8">
          <w:rPr>
            <w:noProof/>
            <w:webHidden/>
          </w:rPr>
          <w:instrText xml:space="preserve"> PAGEREF _Toc494885040 \h </w:instrText>
        </w:r>
        <w:r w:rsidR="000823A8">
          <w:rPr>
            <w:noProof/>
            <w:webHidden/>
          </w:rPr>
        </w:r>
        <w:r w:rsidR="000823A8">
          <w:rPr>
            <w:noProof/>
            <w:webHidden/>
          </w:rPr>
          <w:fldChar w:fldCharType="separate"/>
        </w:r>
        <w:r w:rsidR="000823A8">
          <w:rPr>
            <w:noProof/>
            <w:webHidden/>
          </w:rPr>
          <w:t>39</w:t>
        </w:r>
        <w:r w:rsidR="000823A8">
          <w:rPr>
            <w:noProof/>
            <w:webHidden/>
          </w:rPr>
          <w:fldChar w:fldCharType="end"/>
        </w:r>
      </w:hyperlink>
    </w:p>
    <w:p w14:paraId="72F4E761" w14:textId="2C0D019D"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41" w:history="1">
        <w:r w:rsidR="000823A8" w:rsidRPr="00F000C3">
          <w:rPr>
            <w:rStyle w:val="Hyperlink"/>
            <w:noProof/>
          </w:rPr>
          <w:t>10.12 Entity Reference</w:t>
        </w:r>
        <w:r w:rsidR="000823A8">
          <w:rPr>
            <w:noProof/>
            <w:webHidden/>
          </w:rPr>
          <w:tab/>
        </w:r>
        <w:r w:rsidR="000823A8">
          <w:rPr>
            <w:noProof/>
            <w:webHidden/>
          </w:rPr>
          <w:fldChar w:fldCharType="begin"/>
        </w:r>
        <w:r w:rsidR="000823A8">
          <w:rPr>
            <w:noProof/>
            <w:webHidden/>
          </w:rPr>
          <w:instrText xml:space="preserve"> PAGEREF _Toc494885041 \h </w:instrText>
        </w:r>
        <w:r w:rsidR="000823A8">
          <w:rPr>
            <w:noProof/>
            <w:webHidden/>
          </w:rPr>
        </w:r>
        <w:r w:rsidR="000823A8">
          <w:rPr>
            <w:noProof/>
            <w:webHidden/>
          </w:rPr>
          <w:fldChar w:fldCharType="separate"/>
        </w:r>
        <w:r w:rsidR="000823A8">
          <w:rPr>
            <w:noProof/>
            <w:webHidden/>
          </w:rPr>
          <w:t>39</w:t>
        </w:r>
        <w:r w:rsidR="000823A8">
          <w:rPr>
            <w:noProof/>
            <w:webHidden/>
          </w:rPr>
          <w:fldChar w:fldCharType="end"/>
        </w:r>
      </w:hyperlink>
    </w:p>
    <w:p w14:paraId="385D5ECA" w14:textId="790444F6"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42" w:history="1">
        <w:r w:rsidR="000823A8" w:rsidRPr="00F000C3">
          <w:rPr>
            <w:rStyle w:val="Hyperlink"/>
            <w:noProof/>
          </w:rPr>
          <w:t>10.13 Property Value</w:t>
        </w:r>
        <w:r w:rsidR="000823A8">
          <w:rPr>
            <w:noProof/>
            <w:webHidden/>
          </w:rPr>
          <w:tab/>
        </w:r>
        <w:r w:rsidR="000823A8">
          <w:rPr>
            <w:noProof/>
            <w:webHidden/>
          </w:rPr>
          <w:fldChar w:fldCharType="begin"/>
        </w:r>
        <w:r w:rsidR="000823A8">
          <w:rPr>
            <w:noProof/>
            <w:webHidden/>
          </w:rPr>
          <w:instrText xml:space="preserve"> PAGEREF _Toc494885042 \h </w:instrText>
        </w:r>
        <w:r w:rsidR="000823A8">
          <w:rPr>
            <w:noProof/>
            <w:webHidden/>
          </w:rPr>
        </w:r>
        <w:r w:rsidR="000823A8">
          <w:rPr>
            <w:noProof/>
            <w:webHidden/>
          </w:rPr>
          <w:fldChar w:fldCharType="separate"/>
        </w:r>
        <w:r w:rsidR="000823A8">
          <w:rPr>
            <w:noProof/>
            <w:webHidden/>
          </w:rPr>
          <w:t>39</w:t>
        </w:r>
        <w:r w:rsidR="000823A8">
          <w:rPr>
            <w:noProof/>
            <w:webHidden/>
          </w:rPr>
          <w:fldChar w:fldCharType="end"/>
        </w:r>
      </w:hyperlink>
    </w:p>
    <w:p w14:paraId="710A2A3F" w14:textId="460AE454"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43" w:history="1">
        <w:r w:rsidR="000823A8" w:rsidRPr="00F000C3">
          <w:rPr>
            <w:rStyle w:val="Hyperlink"/>
            <w:noProof/>
          </w:rPr>
          <w:t>10.14 Collection of Complex or Primitive Types</w:t>
        </w:r>
        <w:r w:rsidR="000823A8">
          <w:rPr>
            <w:noProof/>
            <w:webHidden/>
          </w:rPr>
          <w:tab/>
        </w:r>
        <w:r w:rsidR="000823A8">
          <w:rPr>
            <w:noProof/>
            <w:webHidden/>
          </w:rPr>
          <w:fldChar w:fldCharType="begin"/>
        </w:r>
        <w:r w:rsidR="000823A8">
          <w:rPr>
            <w:noProof/>
            <w:webHidden/>
          </w:rPr>
          <w:instrText xml:space="preserve"> PAGEREF _Toc494885043 \h </w:instrText>
        </w:r>
        <w:r w:rsidR="000823A8">
          <w:rPr>
            <w:noProof/>
            <w:webHidden/>
          </w:rPr>
        </w:r>
        <w:r w:rsidR="000823A8">
          <w:rPr>
            <w:noProof/>
            <w:webHidden/>
          </w:rPr>
          <w:fldChar w:fldCharType="separate"/>
        </w:r>
        <w:r w:rsidR="000823A8">
          <w:rPr>
            <w:noProof/>
            <w:webHidden/>
          </w:rPr>
          <w:t>39</w:t>
        </w:r>
        <w:r w:rsidR="000823A8">
          <w:rPr>
            <w:noProof/>
            <w:webHidden/>
          </w:rPr>
          <w:fldChar w:fldCharType="end"/>
        </w:r>
      </w:hyperlink>
    </w:p>
    <w:p w14:paraId="2E039BF0" w14:textId="5B5B3B9D"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44" w:history="1">
        <w:r w:rsidR="000823A8" w:rsidRPr="00F000C3">
          <w:rPr>
            <w:rStyle w:val="Hyperlink"/>
            <w:noProof/>
          </w:rPr>
          <w:t>10.15 Complex or Primitive Type</w:t>
        </w:r>
        <w:r w:rsidR="000823A8">
          <w:rPr>
            <w:noProof/>
            <w:webHidden/>
          </w:rPr>
          <w:tab/>
        </w:r>
        <w:r w:rsidR="000823A8">
          <w:rPr>
            <w:noProof/>
            <w:webHidden/>
          </w:rPr>
          <w:fldChar w:fldCharType="begin"/>
        </w:r>
        <w:r w:rsidR="000823A8">
          <w:rPr>
            <w:noProof/>
            <w:webHidden/>
          </w:rPr>
          <w:instrText xml:space="preserve"> PAGEREF _Toc494885044 \h </w:instrText>
        </w:r>
        <w:r w:rsidR="000823A8">
          <w:rPr>
            <w:noProof/>
            <w:webHidden/>
          </w:rPr>
        </w:r>
        <w:r w:rsidR="000823A8">
          <w:rPr>
            <w:noProof/>
            <w:webHidden/>
          </w:rPr>
          <w:fldChar w:fldCharType="separate"/>
        </w:r>
        <w:r w:rsidR="000823A8">
          <w:rPr>
            <w:noProof/>
            <w:webHidden/>
          </w:rPr>
          <w:t>40</w:t>
        </w:r>
        <w:r w:rsidR="000823A8">
          <w:rPr>
            <w:noProof/>
            <w:webHidden/>
          </w:rPr>
          <w:fldChar w:fldCharType="end"/>
        </w:r>
      </w:hyperlink>
    </w:p>
    <w:p w14:paraId="5B821323" w14:textId="3F01ABAB"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45" w:history="1">
        <w:r w:rsidR="000823A8" w:rsidRPr="00F000C3">
          <w:rPr>
            <w:rStyle w:val="Hyperlink"/>
            <w:noProof/>
          </w:rPr>
          <w:t>10.16 Operation Result</w:t>
        </w:r>
        <w:r w:rsidR="000823A8">
          <w:rPr>
            <w:noProof/>
            <w:webHidden/>
          </w:rPr>
          <w:tab/>
        </w:r>
        <w:r w:rsidR="000823A8">
          <w:rPr>
            <w:noProof/>
            <w:webHidden/>
          </w:rPr>
          <w:fldChar w:fldCharType="begin"/>
        </w:r>
        <w:r w:rsidR="000823A8">
          <w:rPr>
            <w:noProof/>
            <w:webHidden/>
          </w:rPr>
          <w:instrText xml:space="preserve"> PAGEREF _Toc494885045 \h </w:instrText>
        </w:r>
        <w:r w:rsidR="000823A8">
          <w:rPr>
            <w:noProof/>
            <w:webHidden/>
          </w:rPr>
        </w:r>
        <w:r w:rsidR="000823A8">
          <w:rPr>
            <w:noProof/>
            <w:webHidden/>
          </w:rPr>
          <w:fldChar w:fldCharType="separate"/>
        </w:r>
        <w:r w:rsidR="000823A8">
          <w:rPr>
            <w:noProof/>
            <w:webHidden/>
          </w:rPr>
          <w:t>40</w:t>
        </w:r>
        <w:r w:rsidR="000823A8">
          <w:rPr>
            <w:noProof/>
            <w:webHidden/>
          </w:rPr>
          <w:fldChar w:fldCharType="end"/>
        </w:r>
      </w:hyperlink>
    </w:p>
    <w:p w14:paraId="28251476" w14:textId="0B666228"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46" w:history="1">
        <w:r w:rsidR="000823A8" w:rsidRPr="00F000C3">
          <w:rPr>
            <w:rStyle w:val="Hyperlink"/>
            <w:noProof/>
          </w:rPr>
          <w:t>10.17 Delta Payload Response</w:t>
        </w:r>
        <w:r w:rsidR="000823A8">
          <w:rPr>
            <w:noProof/>
            <w:webHidden/>
          </w:rPr>
          <w:tab/>
        </w:r>
        <w:r w:rsidR="000823A8">
          <w:rPr>
            <w:noProof/>
            <w:webHidden/>
          </w:rPr>
          <w:fldChar w:fldCharType="begin"/>
        </w:r>
        <w:r w:rsidR="000823A8">
          <w:rPr>
            <w:noProof/>
            <w:webHidden/>
          </w:rPr>
          <w:instrText xml:space="preserve"> PAGEREF _Toc494885046 \h </w:instrText>
        </w:r>
        <w:r w:rsidR="000823A8">
          <w:rPr>
            <w:noProof/>
            <w:webHidden/>
          </w:rPr>
        </w:r>
        <w:r w:rsidR="000823A8">
          <w:rPr>
            <w:noProof/>
            <w:webHidden/>
          </w:rPr>
          <w:fldChar w:fldCharType="separate"/>
        </w:r>
        <w:r w:rsidR="000823A8">
          <w:rPr>
            <w:noProof/>
            <w:webHidden/>
          </w:rPr>
          <w:t>40</w:t>
        </w:r>
        <w:r w:rsidR="000823A8">
          <w:rPr>
            <w:noProof/>
            <w:webHidden/>
          </w:rPr>
          <w:fldChar w:fldCharType="end"/>
        </w:r>
      </w:hyperlink>
    </w:p>
    <w:p w14:paraId="318EB82D" w14:textId="73F23E07"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47" w:history="1">
        <w:r w:rsidR="000823A8" w:rsidRPr="00F000C3">
          <w:rPr>
            <w:rStyle w:val="Hyperlink"/>
            <w:noProof/>
          </w:rPr>
          <w:t>10.18 Item in a Delta Payload Response</w:t>
        </w:r>
        <w:r w:rsidR="000823A8">
          <w:rPr>
            <w:noProof/>
            <w:webHidden/>
          </w:rPr>
          <w:tab/>
        </w:r>
        <w:r w:rsidR="000823A8">
          <w:rPr>
            <w:noProof/>
            <w:webHidden/>
          </w:rPr>
          <w:fldChar w:fldCharType="begin"/>
        </w:r>
        <w:r w:rsidR="000823A8">
          <w:rPr>
            <w:noProof/>
            <w:webHidden/>
          </w:rPr>
          <w:instrText xml:space="preserve"> PAGEREF _Toc494885047 \h </w:instrText>
        </w:r>
        <w:r w:rsidR="000823A8">
          <w:rPr>
            <w:noProof/>
            <w:webHidden/>
          </w:rPr>
        </w:r>
        <w:r w:rsidR="000823A8">
          <w:rPr>
            <w:noProof/>
            <w:webHidden/>
          </w:rPr>
          <w:fldChar w:fldCharType="separate"/>
        </w:r>
        <w:r w:rsidR="000823A8">
          <w:rPr>
            <w:noProof/>
            <w:webHidden/>
          </w:rPr>
          <w:t>40</w:t>
        </w:r>
        <w:r w:rsidR="000823A8">
          <w:rPr>
            <w:noProof/>
            <w:webHidden/>
          </w:rPr>
          <w:fldChar w:fldCharType="end"/>
        </w:r>
      </w:hyperlink>
    </w:p>
    <w:p w14:paraId="4B3C70DC" w14:textId="0DCF961D"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48" w:history="1">
        <w:r w:rsidR="000823A8" w:rsidRPr="00F000C3">
          <w:rPr>
            <w:rStyle w:val="Hyperlink"/>
            <w:noProof/>
          </w:rPr>
          <w:t>10.19 $all Response</w:t>
        </w:r>
        <w:r w:rsidR="000823A8">
          <w:rPr>
            <w:noProof/>
            <w:webHidden/>
          </w:rPr>
          <w:tab/>
        </w:r>
        <w:r w:rsidR="000823A8">
          <w:rPr>
            <w:noProof/>
            <w:webHidden/>
          </w:rPr>
          <w:fldChar w:fldCharType="begin"/>
        </w:r>
        <w:r w:rsidR="000823A8">
          <w:rPr>
            <w:noProof/>
            <w:webHidden/>
          </w:rPr>
          <w:instrText xml:space="preserve"> PAGEREF _Toc494885048 \h </w:instrText>
        </w:r>
        <w:r w:rsidR="000823A8">
          <w:rPr>
            <w:noProof/>
            <w:webHidden/>
          </w:rPr>
        </w:r>
        <w:r w:rsidR="000823A8">
          <w:rPr>
            <w:noProof/>
            <w:webHidden/>
          </w:rPr>
          <w:fldChar w:fldCharType="separate"/>
        </w:r>
        <w:r w:rsidR="000823A8">
          <w:rPr>
            <w:noProof/>
            <w:webHidden/>
          </w:rPr>
          <w:t>41</w:t>
        </w:r>
        <w:r w:rsidR="000823A8">
          <w:rPr>
            <w:noProof/>
            <w:webHidden/>
          </w:rPr>
          <w:fldChar w:fldCharType="end"/>
        </w:r>
      </w:hyperlink>
    </w:p>
    <w:p w14:paraId="68C291F1" w14:textId="318148DA"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49" w:history="1">
        <w:r w:rsidR="000823A8" w:rsidRPr="00F000C3">
          <w:rPr>
            <w:rStyle w:val="Hyperlink"/>
            <w:noProof/>
          </w:rPr>
          <w:t>10.20 $crossjoin Response</w:t>
        </w:r>
        <w:r w:rsidR="000823A8">
          <w:rPr>
            <w:noProof/>
            <w:webHidden/>
          </w:rPr>
          <w:tab/>
        </w:r>
        <w:r w:rsidR="000823A8">
          <w:rPr>
            <w:noProof/>
            <w:webHidden/>
          </w:rPr>
          <w:fldChar w:fldCharType="begin"/>
        </w:r>
        <w:r w:rsidR="000823A8">
          <w:rPr>
            <w:noProof/>
            <w:webHidden/>
          </w:rPr>
          <w:instrText xml:space="preserve"> PAGEREF _Toc494885049 \h </w:instrText>
        </w:r>
        <w:r w:rsidR="000823A8">
          <w:rPr>
            <w:noProof/>
            <w:webHidden/>
          </w:rPr>
        </w:r>
        <w:r w:rsidR="000823A8">
          <w:rPr>
            <w:noProof/>
            <w:webHidden/>
          </w:rPr>
          <w:fldChar w:fldCharType="separate"/>
        </w:r>
        <w:r w:rsidR="000823A8">
          <w:rPr>
            <w:noProof/>
            <w:webHidden/>
          </w:rPr>
          <w:t>41</w:t>
        </w:r>
        <w:r w:rsidR="000823A8">
          <w:rPr>
            <w:noProof/>
            <w:webHidden/>
          </w:rPr>
          <w:fldChar w:fldCharType="end"/>
        </w:r>
      </w:hyperlink>
    </w:p>
    <w:p w14:paraId="0B65CB95" w14:textId="008A11A5" w:rsidR="000823A8" w:rsidRDefault="002A710D">
      <w:pPr>
        <w:pStyle w:val="TOC1"/>
        <w:tabs>
          <w:tab w:val="left" w:pos="480"/>
          <w:tab w:val="right" w:leader="dot" w:pos="9350"/>
        </w:tabs>
        <w:rPr>
          <w:rFonts w:asciiTheme="minorHAnsi" w:eastAsiaTheme="minorEastAsia" w:hAnsiTheme="minorHAnsi" w:cstheme="minorBidi"/>
          <w:noProof/>
          <w:sz w:val="22"/>
          <w:szCs w:val="22"/>
        </w:rPr>
      </w:pPr>
      <w:hyperlink w:anchor="_Toc494885050" w:history="1">
        <w:r w:rsidR="000823A8" w:rsidRPr="00F000C3">
          <w:rPr>
            <w:rStyle w:val="Hyperlink"/>
            <w:noProof/>
          </w:rPr>
          <w:t>11</w:t>
        </w:r>
        <w:r w:rsidR="000823A8">
          <w:rPr>
            <w:rFonts w:asciiTheme="minorHAnsi" w:eastAsiaTheme="minorEastAsia" w:hAnsiTheme="minorHAnsi" w:cstheme="minorBidi"/>
            <w:noProof/>
            <w:sz w:val="22"/>
            <w:szCs w:val="22"/>
          </w:rPr>
          <w:tab/>
        </w:r>
        <w:r w:rsidR="000823A8" w:rsidRPr="00F000C3">
          <w:rPr>
            <w:rStyle w:val="Hyperlink"/>
            <w:noProof/>
          </w:rPr>
          <w:t>Data Service Requests</w:t>
        </w:r>
        <w:r w:rsidR="000823A8">
          <w:rPr>
            <w:noProof/>
            <w:webHidden/>
          </w:rPr>
          <w:tab/>
        </w:r>
        <w:r w:rsidR="000823A8">
          <w:rPr>
            <w:noProof/>
            <w:webHidden/>
          </w:rPr>
          <w:fldChar w:fldCharType="begin"/>
        </w:r>
        <w:r w:rsidR="000823A8">
          <w:rPr>
            <w:noProof/>
            <w:webHidden/>
          </w:rPr>
          <w:instrText xml:space="preserve"> PAGEREF _Toc494885050 \h </w:instrText>
        </w:r>
        <w:r w:rsidR="000823A8">
          <w:rPr>
            <w:noProof/>
            <w:webHidden/>
          </w:rPr>
        </w:r>
        <w:r w:rsidR="000823A8">
          <w:rPr>
            <w:noProof/>
            <w:webHidden/>
          </w:rPr>
          <w:fldChar w:fldCharType="separate"/>
        </w:r>
        <w:r w:rsidR="000823A8">
          <w:rPr>
            <w:noProof/>
            <w:webHidden/>
          </w:rPr>
          <w:t>42</w:t>
        </w:r>
        <w:r w:rsidR="000823A8">
          <w:rPr>
            <w:noProof/>
            <w:webHidden/>
          </w:rPr>
          <w:fldChar w:fldCharType="end"/>
        </w:r>
      </w:hyperlink>
    </w:p>
    <w:p w14:paraId="5B3FBE5C" w14:textId="4B3F37DA"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51" w:history="1">
        <w:r w:rsidR="000823A8" w:rsidRPr="00F000C3">
          <w:rPr>
            <w:rStyle w:val="Hyperlink"/>
            <w:noProof/>
          </w:rPr>
          <w:t>11.1 Metadata Requests</w:t>
        </w:r>
        <w:r w:rsidR="000823A8">
          <w:rPr>
            <w:noProof/>
            <w:webHidden/>
          </w:rPr>
          <w:tab/>
        </w:r>
        <w:r w:rsidR="000823A8">
          <w:rPr>
            <w:noProof/>
            <w:webHidden/>
          </w:rPr>
          <w:fldChar w:fldCharType="begin"/>
        </w:r>
        <w:r w:rsidR="000823A8">
          <w:rPr>
            <w:noProof/>
            <w:webHidden/>
          </w:rPr>
          <w:instrText xml:space="preserve"> PAGEREF _Toc494885051 \h </w:instrText>
        </w:r>
        <w:r w:rsidR="000823A8">
          <w:rPr>
            <w:noProof/>
            <w:webHidden/>
          </w:rPr>
        </w:r>
        <w:r w:rsidR="000823A8">
          <w:rPr>
            <w:noProof/>
            <w:webHidden/>
          </w:rPr>
          <w:fldChar w:fldCharType="separate"/>
        </w:r>
        <w:r w:rsidR="000823A8">
          <w:rPr>
            <w:noProof/>
            <w:webHidden/>
          </w:rPr>
          <w:t>42</w:t>
        </w:r>
        <w:r w:rsidR="000823A8">
          <w:rPr>
            <w:noProof/>
            <w:webHidden/>
          </w:rPr>
          <w:fldChar w:fldCharType="end"/>
        </w:r>
      </w:hyperlink>
    </w:p>
    <w:p w14:paraId="3776C835" w14:textId="26C1BE94"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52" w:history="1">
        <w:r w:rsidR="000823A8" w:rsidRPr="00F000C3">
          <w:rPr>
            <w:rStyle w:val="Hyperlink"/>
            <w:noProof/>
          </w:rPr>
          <w:t>11.1.1 Service Document Request</w:t>
        </w:r>
        <w:r w:rsidR="000823A8">
          <w:rPr>
            <w:noProof/>
            <w:webHidden/>
          </w:rPr>
          <w:tab/>
        </w:r>
        <w:r w:rsidR="000823A8">
          <w:rPr>
            <w:noProof/>
            <w:webHidden/>
          </w:rPr>
          <w:fldChar w:fldCharType="begin"/>
        </w:r>
        <w:r w:rsidR="000823A8">
          <w:rPr>
            <w:noProof/>
            <w:webHidden/>
          </w:rPr>
          <w:instrText xml:space="preserve"> PAGEREF _Toc494885052 \h </w:instrText>
        </w:r>
        <w:r w:rsidR="000823A8">
          <w:rPr>
            <w:noProof/>
            <w:webHidden/>
          </w:rPr>
        </w:r>
        <w:r w:rsidR="000823A8">
          <w:rPr>
            <w:noProof/>
            <w:webHidden/>
          </w:rPr>
          <w:fldChar w:fldCharType="separate"/>
        </w:r>
        <w:r w:rsidR="000823A8">
          <w:rPr>
            <w:noProof/>
            <w:webHidden/>
          </w:rPr>
          <w:t>42</w:t>
        </w:r>
        <w:r w:rsidR="000823A8">
          <w:rPr>
            <w:noProof/>
            <w:webHidden/>
          </w:rPr>
          <w:fldChar w:fldCharType="end"/>
        </w:r>
      </w:hyperlink>
    </w:p>
    <w:p w14:paraId="62EB6B99" w14:textId="5D9B4422"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53" w:history="1">
        <w:r w:rsidR="000823A8" w:rsidRPr="00F000C3">
          <w:rPr>
            <w:rStyle w:val="Hyperlink"/>
            <w:noProof/>
          </w:rPr>
          <w:t>11.1.2 Metadata Document Request</w:t>
        </w:r>
        <w:r w:rsidR="000823A8">
          <w:rPr>
            <w:noProof/>
            <w:webHidden/>
          </w:rPr>
          <w:tab/>
        </w:r>
        <w:r w:rsidR="000823A8">
          <w:rPr>
            <w:noProof/>
            <w:webHidden/>
          </w:rPr>
          <w:fldChar w:fldCharType="begin"/>
        </w:r>
        <w:r w:rsidR="000823A8">
          <w:rPr>
            <w:noProof/>
            <w:webHidden/>
          </w:rPr>
          <w:instrText xml:space="preserve"> PAGEREF _Toc494885053 \h </w:instrText>
        </w:r>
        <w:r w:rsidR="000823A8">
          <w:rPr>
            <w:noProof/>
            <w:webHidden/>
          </w:rPr>
        </w:r>
        <w:r w:rsidR="000823A8">
          <w:rPr>
            <w:noProof/>
            <w:webHidden/>
          </w:rPr>
          <w:fldChar w:fldCharType="separate"/>
        </w:r>
        <w:r w:rsidR="000823A8">
          <w:rPr>
            <w:noProof/>
            <w:webHidden/>
          </w:rPr>
          <w:t>43</w:t>
        </w:r>
        <w:r w:rsidR="000823A8">
          <w:rPr>
            <w:noProof/>
            <w:webHidden/>
          </w:rPr>
          <w:fldChar w:fldCharType="end"/>
        </w:r>
      </w:hyperlink>
    </w:p>
    <w:p w14:paraId="7C8BBE52" w14:textId="013BE6D8"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54" w:history="1">
        <w:r w:rsidR="000823A8" w:rsidRPr="00F000C3">
          <w:rPr>
            <w:rStyle w:val="Hyperlink"/>
            <w:noProof/>
          </w:rPr>
          <w:t>11.2 Requesting Data</w:t>
        </w:r>
        <w:r w:rsidR="000823A8">
          <w:rPr>
            <w:noProof/>
            <w:webHidden/>
          </w:rPr>
          <w:tab/>
        </w:r>
        <w:r w:rsidR="000823A8">
          <w:rPr>
            <w:noProof/>
            <w:webHidden/>
          </w:rPr>
          <w:fldChar w:fldCharType="begin"/>
        </w:r>
        <w:r w:rsidR="000823A8">
          <w:rPr>
            <w:noProof/>
            <w:webHidden/>
          </w:rPr>
          <w:instrText xml:space="preserve"> PAGEREF _Toc494885054 \h </w:instrText>
        </w:r>
        <w:r w:rsidR="000823A8">
          <w:rPr>
            <w:noProof/>
            <w:webHidden/>
          </w:rPr>
        </w:r>
        <w:r w:rsidR="000823A8">
          <w:rPr>
            <w:noProof/>
            <w:webHidden/>
          </w:rPr>
          <w:fldChar w:fldCharType="separate"/>
        </w:r>
        <w:r w:rsidR="000823A8">
          <w:rPr>
            <w:noProof/>
            <w:webHidden/>
          </w:rPr>
          <w:t>43</w:t>
        </w:r>
        <w:r w:rsidR="000823A8">
          <w:rPr>
            <w:noProof/>
            <w:webHidden/>
          </w:rPr>
          <w:fldChar w:fldCharType="end"/>
        </w:r>
      </w:hyperlink>
    </w:p>
    <w:p w14:paraId="181145A7" w14:textId="4FE5864A"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55" w:history="1">
        <w:r w:rsidR="000823A8" w:rsidRPr="00F000C3">
          <w:rPr>
            <w:rStyle w:val="Hyperlink"/>
            <w:noProof/>
          </w:rPr>
          <w:t>11.2.1 System Query Options</w:t>
        </w:r>
        <w:r w:rsidR="000823A8">
          <w:rPr>
            <w:noProof/>
            <w:webHidden/>
          </w:rPr>
          <w:tab/>
        </w:r>
        <w:r w:rsidR="000823A8">
          <w:rPr>
            <w:noProof/>
            <w:webHidden/>
          </w:rPr>
          <w:fldChar w:fldCharType="begin"/>
        </w:r>
        <w:r w:rsidR="000823A8">
          <w:rPr>
            <w:noProof/>
            <w:webHidden/>
          </w:rPr>
          <w:instrText xml:space="preserve"> PAGEREF _Toc494885055 \h </w:instrText>
        </w:r>
        <w:r w:rsidR="000823A8">
          <w:rPr>
            <w:noProof/>
            <w:webHidden/>
          </w:rPr>
        </w:r>
        <w:r w:rsidR="000823A8">
          <w:rPr>
            <w:noProof/>
            <w:webHidden/>
          </w:rPr>
          <w:fldChar w:fldCharType="separate"/>
        </w:r>
        <w:r w:rsidR="000823A8">
          <w:rPr>
            <w:noProof/>
            <w:webHidden/>
          </w:rPr>
          <w:t>43</w:t>
        </w:r>
        <w:r w:rsidR="000823A8">
          <w:rPr>
            <w:noProof/>
            <w:webHidden/>
          </w:rPr>
          <w:fldChar w:fldCharType="end"/>
        </w:r>
      </w:hyperlink>
    </w:p>
    <w:p w14:paraId="69A9E6DD" w14:textId="07355A39"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56" w:history="1">
        <w:r w:rsidR="000823A8" w:rsidRPr="00F000C3">
          <w:rPr>
            <w:rStyle w:val="Hyperlink"/>
            <w:noProof/>
          </w:rPr>
          <w:t>11.2.2 Requesting Individual Entities</w:t>
        </w:r>
        <w:r w:rsidR="000823A8">
          <w:rPr>
            <w:noProof/>
            <w:webHidden/>
          </w:rPr>
          <w:tab/>
        </w:r>
        <w:r w:rsidR="000823A8">
          <w:rPr>
            <w:noProof/>
            <w:webHidden/>
          </w:rPr>
          <w:fldChar w:fldCharType="begin"/>
        </w:r>
        <w:r w:rsidR="000823A8">
          <w:rPr>
            <w:noProof/>
            <w:webHidden/>
          </w:rPr>
          <w:instrText xml:space="preserve"> PAGEREF _Toc494885056 \h </w:instrText>
        </w:r>
        <w:r w:rsidR="000823A8">
          <w:rPr>
            <w:noProof/>
            <w:webHidden/>
          </w:rPr>
        </w:r>
        <w:r w:rsidR="000823A8">
          <w:rPr>
            <w:noProof/>
            <w:webHidden/>
          </w:rPr>
          <w:fldChar w:fldCharType="separate"/>
        </w:r>
        <w:r w:rsidR="000823A8">
          <w:rPr>
            <w:noProof/>
            <w:webHidden/>
          </w:rPr>
          <w:t>44</w:t>
        </w:r>
        <w:r w:rsidR="000823A8">
          <w:rPr>
            <w:noProof/>
            <w:webHidden/>
          </w:rPr>
          <w:fldChar w:fldCharType="end"/>
        </w:r>
      </w:hyperlink>
    </w:p>
    <w:p w14:paraId="360AAC43" w14:textId="6DF6AF0A"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57" w:history="1">
        <w:r w:rsidR="000823A8" w:rsidRPr="00F000C3">
          <w:rPr>
            <w:rStyle w:val="Hyperlink"/>
            <w:noProof/>
          </w:rPr>
          <w:t xml:space="preserve">11.2.3 Requesting the Media Stream of a Media Entity using </w:t>
        </w:r>
        <w:r w:rsidR="000823A8" w:rsidRPr="00F000C3">
          <w:rPr>
            <w:rStyle w:val="Hyperlink"/>
            <w:rFonts w:ascii="Courier New" w:hAnsi="Courier New" w:cs="Courier New"/>
            <w:noProof/>
          </w:rPr>
          <w:t>$value</w:t>
        </w:r>
        <w:r w:rsidR="000823A8">
          <w:rPr>
            <w:noProof/>
            <w:webHidden/>
          </w:rPr>
          <w:tab/>
        </w:r>
        <w:r w:rsidR="000823A8">
          <w:rPr>
            <w:noProof/>
            <w:webHidden/>
          </w:rPr>
          <w:fldChar w:fldCharType="begin"/>
        </w:r>
        <w:r w:rsidR="000823A8">
          <w:rPr>
            <w:noProof/>
            <w:webHidden/>
          </w:rPr>
          <w:instrText xml:space="preserve"> PAGEREF _Toc494885057 \h </w:instrText>
        </w:r>
        <w:r w:rsidR="000823A8">
          <w:rPr>
            <w:noProof/>
            <w:webHidden/>
          </w:rPr>
        </w:r>
        <w:r w:rsidR="000823A8">
          <w:rPr>
            <w:noProof/>
            <w:webHidden/>
          </w:rPr>
          <w:fldChar w:fldCharType="separate"/>
        </w:r>
        <w:r w:rsidR="000823A8">
          <w:rPr>
            <w:noProof/>
            <w:webHidden/>
          </w:rPr>
          <w:t>44</w:t>
        </w:r>
        <w:r w:rsidR="000823A8">
          <w:rPr>
            <w:noProof/>
            <w:webHidden/>
          </w:rPr>
          <w:fldChar w:fldCharType="end"/>
        </w:r>
      </w:hyperlink>
    </w:p>
    <w:p w14:paraId="527F6978" w14:textId="173B34CC"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58" w:history="1">
        <w:r w:rsidR="000823A8" w:rsidRPr="00F000C3">
          <w:rPr>
            <w:rStyle w:val="Hyperlink"/>
            <w:noProof/>
          </w:rPr>
          <w:t>11.2.4 Requesting Individual Properties</w:t>
        </w:r>
        <w:r w:rsidR="000823A8">
          <w:rPr>
            <w:noProof/>
            <w:webHidden/>
          </w:rPr>
          <w:tab/>
        </w:r>
        <w:r w:rsidR="000823A8">
          <w:rPr>
            <w:noProof/>
            <w:webHidden/>
          </w:rPr>
          <w:fldChar w:fldCharType="begin"/>
        </w:r>
        <w:r w:rsidR="000823A8">
          <w:rPr>
            <w:noProof/>
            <w:webHidden/>
          </w:rPr>
          <w:instrText xml:space="preserve"> PAGEREF _Toc494885058 \h </w:instrText>
        </w:r>
        <w:r w:rsidR="000823A8">
          <w:rPr>
            <w:noProof/>
            <w:webHidden/>
          </w:rPr>
        </w:r>
        <w:r w:rsidR="000823A8">
          <w:rPr>
            <w:noProof/>
            <w:webHidden/>
          </w:rPr>
          <w:fldChar w:fldCharType="separate"/>
        </w:r>
        <w:r w:rsidR="000823A8">
          <w:rPr>
            <w:noProof/>
            <w:webHidden/>
          </w:rPr>
          <w:t>44</w:t>
        </w:r>
        <w:r w:rsidR="000823A8">
          <w:rPr>
            <w:noProof/>
            <w:webHidden/>
          </w:rPr>
          <w:fldChar w:fldCharType="end"/>
        </w:r>
      </w:hyperlink>
    </w:p>
    <w:p w14:paraId="7CFE0658" w14:textId="2CFC4C09"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59" w:history="1">
        <w:r w:rsidR="000823A8" w:rsidRPr="00F000C3">
          <w:rPr>
            <w:rStyle w:val="Hyperlink"/>
            <w:noProof/>
          </w:rPr>
          <w:t xml:space="preserve">11.2.4.1 Requesting a Property's Raw Value using </w:t>
        </w:r>
        <w:r w:rsidR="000823A8" w:rsidRPr="00F000C3">
          <w:rPr>
            <w:rStyle w:val="Hyperlink"/>
            <w:rFonts w:ascii="Courier New" w:hAnsi="Courier New"/>
            <w:noProof/>
          </w:rPr>
          <w:t>$value</w:t>
        </w:r>
        <w:r w:rsidR="000823A8">
          <w:rPr>
            <w:noProof/>
            <w:webHidden/>
          </w:rPr>
          <w:tab/>
        </w:r>
        <w:r w:rsidR="000823A8">
          <w:rPr>
            <w:noProof/>
            <w:webHidden/>
          </w:rPr>
          <w:fldChar w:fldCharType="begin"/>
        </w:r>
        <w:r w:rsidR="000823A8">
          <w:rPr>
            <w:noProof/>
            <w:webHidden/>
          </w:rPr>
          <w:instrText xml:space="preserve"> PAGEREF _Toc494885059 \h </w:instrText>
        </w:r>
        <w:r w:rsidR="000823A8">
          <w:rPr>
            <w:noProof/>
            <w:webHidden/>
          </w:rPr>
        </w:r>
        <w:r w:rsidR="000823A8">
          <w:rPr>
            <w:noProof/>
            <w:webHidden/>
          </w:rPr>
          <w:fldChar w:fldCharType="separate"/>
        </w:r>
        <w:r w:rsidR="000823A8">
          <w:rPr>
            <w:noProof/>
            <w:webHidden/>
          </w:rPr>
          <w:t>45</w:t>
        </w:r>
        <w:r w:rsidR="000823A8">
          <w:rPr>
            <w:noProof/>
            <w:webHidden/>
          </w:rPr>
          <w:fldChar w:fldCharType="end"/>
        </w:r>
      </w:hyperlink>
    </w:p>
    <w:p w14:paraId="3846516F" w14:textId="7608197B"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60" w:history="1">
        <w:r w:rsidR="000823A8" w:rsidRPr="00F000C3">
          <w:rPr>
            <w:rStyle w:val="Hyperlink"/>
            <w:noProof/>
          </w:rPr>
          <w:t>11.2.5 Specifying Properties to Return</w:t>
        </w:r>
        <w:r w:rsidR="000823A8">
          <w:rPr>
            <w:noProof/>
            <w:webHidden/>
          </w:rPr>
          <w:tab/>
        </w:r>
        <w:r w:rsidR="000823A8">
          <w:rPr>
            <w:noProof/>
            <w:webHidden/>
          </w:rPr>
          <w:fldChar w:fldCharType="begin"/>
        </w:r>
        <w:r w:rsidR="000823A8">
          <w:rPr>
            <w:noProof/>
            <w:webHidden/>
          </w:rPr>
          <w:instrText xml:space="preserve"> PAGEREF _Toc494885060 \h </w:instrText>
        </w:r>
        <w:r w:rsidR="000823A8">
          <w:rPr>
            <w:noProof/>
            <w:webHidden/>
          </w:rPr>
        </w:r>
        <w:r w:rsidR="000823A8">
          <w:rPr>
            <w:noProof/>
            <w:webHidden/>
          </w:rPr>
          <w:fldChar w:fldCharType="separate"/>
        </w:r>
        <w:r w:rsidR="000823A8">
          <w:rPr>
            <w:noProof/>
            <w:webHidden/>
          </w:rPr>
          <w:t>45</w:t>
        </w:r>
        <w:r w:rsidR="000823A8">
          <w:rPr>
            <w:noProof/>
            <w:webHidden/>
          </w:rPr>
          <w:fldChar w:fldCharType="end"/>
        </w:r>
      </w:hyperlink>
    </w:p>
    <w:p w14:paraId="7CAEE5B7" w14:textId="43351276"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61" w:history="1">
        <w:r w:rsidR="000823A8" w:rsidRPr="00F000C3">
          <w:rPr>
            <w:rStyle w:val="Hyperlink"/>
            <w:noProof/>
          </w:rPr>
          <w:t xml:space="preserve">11.2.5.1 System Query Option </w:t>
        </w:r>
        <w:r w:rsidR="000823A8" w:rsidRPr="00F000C3">
          <w:rPr>
            <w:rStyle w:val="Hyperlink"/>
            <w:rFonts w:ascii="Courier New" w:hAnsi="Courier New"/>
            <w:noProof/>
          </w:rPr>
          <w:t>$select</w:t>
        </w:r>
        <w:r w:rsidR="000823A8">
          <w:rPr>
            <w:noProof/>
            <w:webHidden/>
          </w:rPr>
          <w:tab/>
        </w:r>
        <w:r w:rsidR="000823A8">
          <w:rPr>
            <w:noProof/>
            <w:webHidden/>
          </w:rPr>
          <w:fldChar w:fldCharType="begin"/>
        </w:r>
        <w:r w:rsidR="000823A8">
          <w:rPr>
            <w:noProof/>
            <w:webHidden/>
          </w:rPr>
          <w:instrText xml:space="preserve"> PAGEREF _Toc494885061 \h </w:instrText>
        </w:r>
        <w:r w:rsidR="000823A8">
          <w:rPr>
            <w:noProof/>
            <w:webHidden/>
          </w:rPr>
        </w:r>
        <w:r w:rsidR="000823A8">
          <w:rPr>
            <w:noProof/>
            <w:webHidden/>
          </w:rPr>
          <w:fldChar w:fldCharType="separate"/>
        </w:r>
        <w:r w:rsidR="000823A8">
          <w:rPr>
            <w:noProof/>
            <w:webHidden/>
          </w:rPr>
          <w:t>45</w:t>
        </w:r>
        <w:r w:rsidR="000823A8">
          <w:rPr>
            <w:noProof/>
            <w:webHidden/>
          </w:rPr>
          <w:fldChar w:fldCharType="end"/>
        </w:r>
      </w:hyperlink>
    </w:p>
    <w:p w14:paraId="5CAF87E1" w14:textId="1B43F1D0"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62" w:history="1">
        <w:r w:rsidR="000823A8" w:rsidRPr="00F000C3">
          <w:rPr>
            <w:rStyle w:val="Hyperlink"/>
            <w:noProof/>
          </w:rPr>
          <w:t xml:space="preserve">11.2.5.2 System Query Option </w:t>
        </w:r>
        <w:r w:rsidR="000823A8" w:rsidRPr="00F000C3">
          <w:rPr>
            <w:rStyle w:val="Hyperlink"/>
            <w:rFonts w:ascii="Courier New" w:hAnsi="Courier New"/>
            <w:noProof/>
          </w:rPr>
          <w:t>$expand</w:t>
        </w:r>
        <w:r w:rsidR="000823A8">
          <w:rPr>
            <w:noProof/>
            <w:webHidden/>
          </w:rPr>
          <w:tab/>
        </w:r>
        <w:r w:rsidR="000823A8">
          <w:rPr>
            <w:noProof/>
            <w:webHidden/>
          </w:rPr>
          <w:fldChar w:fldCharType="begin"/>
        </w:r>
        <w:r w:rsidR="000823A8">
          <w:rPr>
            <w:noProof/>
            <w:webHidden/>
          </w:rPr>
          <w:instrText xml:space="preserve"> PAGEREF _Toc494885062 \h </w:instrText>
        </w:r>
        <w:r w:rsidR="000823A8">
          <w:rPr>
            <w:noProof/>
            <w:webHidden/>
          </w:rPr>
        </w:r>
        <w:r w:rsidR="000823A8">
          <w:rPr>
            <w:noProof/>
            <w:webHidden/>
          </w:rPr>
          <w:fldChar w:fldCharType="separate"/>
        </w:r>
        <w:r w:rsidR="000823A8">
          <w:rPr>
            <w:noProof/>
            <w:webHidden/>
          </w:rPr>
          <w:t>46</w:t>
        </w:r>
        <w:r w:rsidR="000823A8">
          <w:rPr>
            <w:noProof/>
            <w:webHidden/>
          </w:rPr>
          <w:fldChar w:fldCharType="end"/>
        </w:r>
      </w:hyperlink>
    </w:p>
    <w:p w14:paraId="54FC99E1" w14:textId="05302824" w:rsidR="000823A8" w:rsidRDefault="002A710D">
      <w:pPr>
        <w:pStyle w:val="TOC5"/>
        <w:tabs>
          <w:tab w:val="right" w:leader="dot" w:pos="9350"/>
        </w:tabs>
        <w:rPr>
          <w:rFonts w:asciiTheme="minorHAnsi" w:eastAsiaTheme="minorEastAsia" w:hAnsiTheme="minorHAnsi" w:cstheme="minorBidi"/>
          <w:noProof/>
          <w:sz w:val="22"/>
          <w:szCs w:val="22"/>
        </w:rPr>
      </w:pPr>
      <w:hyperlink w:anchor="_Toc494885063" w:history="1">
        <w:r w:rsidR="000823A8" w:rsidRPr="00F000C3">
          <w:rPr>
            <w:rStyle w:val="Hyperlink"/>
            <w:noProof/>
          </w:rPr>
          <w:t>11.2.5.2.1 Expand Options</w:t>
        </w:r>
        <w:r w:rsidR="000823A8">
          <w:rPr>
            <w:noProof/>
            <w:webHidden/>
          </w:rPr>
          <w:tab/>
        </w:r>
        <w:r w:rsidR="000823A8">
          <w:rPr>
            <w:noProof/>
            <w:webHidden/>
          </w:rPr>
          <w:fldChar w:fldCharType="begin"/>
        </w:r>
        <w:r w:rsidR="000823A8">
          <w:rPr>
            <w:noProof/>
            <w:webHidden/>
          </w:rPr>
          <w:instrText xml:space="preserve"> PAGEREF _Toc494885063 \h </w:instrText>
        </w:r>
        <w:r w:rsidR="000823A8">
          <w:rPr>
            <w:noProof/>
            <w:webHidden/>
          </w:rPr>
        </w:r>
        <w:r w:rsidR="000823A8">
          <w:rPr>
            <w:noProof/>
            <w:webHidden/>
          </w:rPr>
          <w:fldChar w:fldCharType="separate"/>
        </w:r>
        <w:r w:rsidR="000823A8">
          <w:rPr>
            <w:noProof/>
            <w:webHidden/>
          </w:rPr>
          <w:t>47</w:t>
        </w:r>
        <w:r w:rsidR="000823A8">
          <w:rPr>
            <w:noProof/>
            <w:webHidden/>
          </w:rPr>
          <w:fldChar w:fldCharType="end"/>
        </w:r>
      </w:hyperlink>
    </w:p>
    <w:p w14:paraId="79A83017" w14:textId="6DADF68A" w:rsidR="000823A8" w:rsidRDefault="002A710D">
      <w:pPr>
        <w:pStyle w:val="TOC6"/>
        <w:tabs>
          <w:tab w:val="left" w:pos="2371"/>
          <w:tab w:val="right" w:leader="dot" w:pos="9350"/>
        </w:tabs>
        <w:rPr>
          <w:rFonts w:asciiTheme="minorHAnsi" w:eastAsiaTheme="minorEastAsia" w:hAnsiTheme="minorHAnsi" w:cstheme="minorBidi"/>
          <w:noProof/>
          <w:sz w:val="22"/>
          <w:szCs w:val="22"/>
        </w:rPr>
      </w:pPr>
      <w:hyperlink w:anchor="_Toc494885064" w:history="1">
        <w:r w:rsidR="000823A8" w:rsidRPr="00F000C3">
          <w:rPr>
            <w:rStyle w:val="Hyperlink"/>
            <w:noProof/>
          </w:rPr>
          <w:t>11.2.5.2.1.1</w:t>
        </w:r>
        <w:r w:rsidR="000823A8">
          <w:rPr>
            <w:rFonts w:asciiTheme="minorHAnsi" w:eastAsiaTheme="minorEastAsia" w:hAnsiTheme="minorHAnsi" w:cstheme="minorBidi"/>
            <w:noProof/>
            <w:sz w:val="22"/>
            <w:szCs w:val="22"/>
          </w:rPr>
          <w:tab/>
        </w:r>
        <w:r w:rsidR="000823A8" w:rsidRPr="00F000C3">
          <w:rPr>
            <w:rStyle w:val="Hyperlink"/>
            <w:noProof/>
          </w:rPr>
          <w:t xml:space="preserve">Expand Option </w:t>
        </w:r>
        <w:r w:rsidR="000823A8" w:rsidRPr="00F000C3">
          <w:rPr>
            <w:rStyle w:val="Hyperlink"/>
            <w:rFonts w:ascii="Courier New" w:hAnsi="Courier New"/>
            <w:noProof/>
          </w:rPr>
          <w:t>$levels</w:t>
        </w:r>
        <w:r w:rsidR="000823A8">
          <w:rPr>
            <w:noProof/>
            <w:webHidden/>
          </w:rPr>
          <w:tab/>
        </w:r>
        <w:r w:rsidR="000823A8">
          <w:rPr>
            <w:noProof/>
            <w:webHidden/>
          </w:rPr>
          <w:fldChar w:fldCharType="begin"/>
        </w:r>
        <w:r w:rsidR="000823A8">
          <w:rPr>
            <w:noProof/>
            <w:webHidden/>
          </w:rPr>
          <w:instrText xml:space="preserve"> PAGEREF _Toc494885064 \h </w:instrText>
        </w:r>
        <w:r w:rsidR="000823A8">
          <w:rPr>
            <w:noProof/>
            <w:webHidden/>
          </w:rPr>
        </w:r>
        <w:r w:rsidR="000823A8">
          <w:rPr>
            <w:noProof/>
            <w:webHidden/>
          </w:rPr>
          <w:fldChar w:fldCharType="separate"/>
        </w:r>
        <w:r w:rsidR="000823A8">
          <w:rPr>
            <w:noProof/>
            <w:webHidden/>
          </w:rPr>
          <w:t>47</w:t>
        </w:r>
        <w:r w:rsidR="000823A8">
          <w:rPr>
            <w:noProof/>
            <w:webHidden/>
          </w:rPr>
          <w:fldChar w:fldCharType="end"/>
        </w:r>
      </w:hyperlink>
    </w:p>
    <w:p w14:paraId="4449DD03" w14:textId="4975FD97"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65" w:history="1">
        <w:r w:rsidR="000823A8" w:rsidRPr="00F000C3">
          <w:rPr>
            <w:rStyle w:val="Hyperlink"/>
            <w:noProof/>
          </w:rPr>
          <w:t xml:space="preserve">11.2.5.3 System Query Option </w:t>
        </w:r>
        <w:r w:rsidR="000823A8" w:rsidRPr="00F000C3">
          <w:rPr>
            <w:rStyle w:val="Hyperlink"/>
            <w:rFonts w:ascii="Courier New" w:hAnsi="Courier New"/>
            <w:noProof/>
          </w:rPr>
          <w:t>$compute</w:t>
        </w:r>
        <w:r w:rsidR="000823A8">
          <w:rPr>
            <w:noProof/>
            <w:webHidden/>
          </w:rPr>
          <w:tab/>
        </w:r>
        <w:r w:rsidR="000823A8">
          <w:rPr>
            <w:noProof/>
            <w:webHidden/>
          </w:rPr>
          <w:fldChar w:fldCharType="begin"/>
        </w:r>
        <w:r w:rsidR="000823A8">
          <w:rPr>
            <w:noProof/>
            <w:webHidden/>
          </w:rPr>
          <w:instrText xml:space="preserve"> PAGEREF _Toc494885065 \h </w:instrText>
        </w:r>
        <w:r w:rsidR="000823A8">
          <w:rPr>
            <w:noProof/>
            <w:webHidden/>
          </w:rPr>
        </w:r>
        <w:r w:rsidR="000823A8">
          <w:rPr>
            <w:noProof/>
            <w:webHidden/>
          </w:rPr>
          <w:fldChar w:fldCharType="separate"/>
        </w:r>
        <w:r w:rsidR="000823A8">
          <w:rPr>
            <w:noProof/>
            <w:webHidden/>
          </w:rPr>
          <w:t>47</w:t>
        </w:r>
        <w:r w:rsidR="000823A8">
          <w:rPr>
            <w:noProof/>
            <w:webHidden/>
          </w:rPr>
          <w:fldChar w:fldCharType="end"/>
        </w:r>
      </w:hyperlink>
    </w:p>
    <w:p w14:paraId="60B0A344" w14:textId="61CE6A6E"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66" w:history="1">
        <w:r w:rsidR="000823A8" w:rsidRPr="00F000C3">
          <w:rPr>
            <w:rStyle w:val="Hyperlink"/>
            <w:noProof/>
          </w:rPr>
          <w:t>11.2.6 Querying Collections</w:t>
        </w:r>
        <w:r w:rsidR="000823A8">
          <w:rPr>
            <w:noProof/>
            <w:webHidden/>
          </w:rPr>
          <w:tab/>
        </w:r>
        <w:r w:rsidR="000823A8">
          <w:rPr>
            <w:noProof/>
            <w:webHidden/>
          </w:rPr>
          <w:fldChar w:fldCharType="begin"/>
        </w:r>
        <w:r w:rsidR="000823A8">
          <w:rPr>
            <w:noProof/>
            <w:webHidden/>
          </w:rPr>
          <w:instrText xml:space="preserve"> PAGEREF _Toc494885066 \h </w:instrText>
        </w:r>
        <w:r w:rsidR="000823A8">
          <w:rPr>
            <w:noProof/>
            <w:webHidden/>
          </w:rPr>
        </w:r>
        <w:r w:rsidR="000823A8">
          <w:rPr>
            <w:noProof/>
            <w:webHidden/>
          </w:rPr>
          <w:fldChar w:fldCharType="separate"/>
        </w:r>
        <w:r w:rsidR="000823A8">
          <w:rPr>
            <w:noProof/>
            <w:webHidden/>
          </w:rPr>
          <w:t>48</w:t>
        </w:r>
        <w:r w:rsidR="000823A8">
          <w:rPr>
            <w:noProof/>
            <w:webHidden/>
          </w:rPr>
          <w:fldChar w:fldCharType="end"/>
        </w:r>
      </w:hyperlink>
    </w:p>
    <w:p w14:paraId="7374461C" w14:textId="3FA7902C"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67" w:history="1">
        <w:r w:rsidR="000823A8" w:rsidRPr="00F000C3">
          <w:rPr>
            <w:rStyle w:val="Hyperlink"/>
            <w:noProof/>
          </w:rPr>
          <w:t xml:space="preserve">11.2.6.1 System Query Option </w:t>
        </w:r>
        <w:r w:rsidR="000823A8" w:rsidRPr="00F000C3">
          <w:rPr>
            <w:rStyle w:val="Hyperlink"/>
            <w:rFonts w:ascii="Courier New" w:hAnsi="Courier New"/>
            <w:noProof/>
          </w:rPr>
          <w:t>$filter</w:t>
        </w:r>
        <w:r w:rsidR="000823A8">
          <w:rPr>
            <w:noProof/>
            <w:webHidden/>
          </w:rPr>
          <w:tab/>
        </w:r>
        <w:r w:rsidR="000823A8">
          <w:rPr>
            <w:noProof/>
            <w:webHidden/>
          </w:rPr>
          <w:fldChar w:fldCharType="begin"/>
        </w:r>
        <w:r w:rsidR="000823A8">
          <w:rPr>
            <w:noProof/>
            <w:webHidden/>
          </w:rPr>
          <w:instrText xml:space="preserve"> PAGEREF _Toc494885067 \h </w:instrText>
        </w:r>
        <w:r w:rsidR="000823A8">
          <w:rPr>
            <w:noProof/>
            <w:webHidden/>
          </w:rPr>
        </w:r>
        <w:r w:rsidR="000823A8">
          <w:rPr>
            <w:noProof/>
            <w:webHidden/>
          </w:rPr>
          <w:fldChar w:fldCharType="separate"/>
        </w:r>
        <w:r w:rsidR="000823A8">
          <w:rPr>
            <w:noProof/>
            <w:webHidden/>
          </w:rPr>
          <w:t>48</w:t>
        </w:r>
        <w:r w:rsidR="000823A8">
          <w:rPr>
            <w:noProof/>
            <w:webHidden/>
          </w:rPr>
          <w:fldChar w:fldCharType="end"/>
        </w:r>
      </w:hyperlink>
    </w:p>
    <w:p w14:paraId="4EB29B47" w14:textId="28ACEF95" w:rsidR="000823A8" w:rsidRDefault="002A710D">
      <w:pPr>
        <w:pStyle w:val="TOC5"/>
        <w:tabs>
          <w:tab w:val="right" w:leader="dot" w:pos="9350"/>
        </w:tabs>
        <w:rPr>
          <w:rFonts w:asciiTheme="minorHAnsi" w:eastAsiaTheme="minorEastAsia" w:hAnsiTheme="minorHAnsi" w:cstheme="minorBidi"/>
          <w:noProof/>
          <w:sz w:val="22"/>
          <w:szCs w:val="22"/>
        </w:rPr>
      </w:pPr>
      <w:hyperlink w:anchor="_Toc494885068" w:history="1">
        <w:r w:rsidR="000823A8" w:rsidRPr="00F000C3">
          <w:rPr>
            <w:rStyle w:val="Hyperlink"/>
            <w:noProof/>
          </w:rPr>
          <w:t>11.2.6.1.1 Built-in Filter Operations</w:t>
        </w:r>
        <w:r w:rsidR="000823A8">
          <w:rPr>
            <w:noProof/>
            <w:webHidden/>
          </w:rPr>
          <w:tab/>
        </w:r>
        <w:r w:rsidR="000823A8">
          <w:rPr>
            <w:noProof/>
            <w:webHidden/>
          </w:rPr>
          <w:fldChar w:fldCharType="begin"/>
        </w:r>
        <w:r w:rsidR="000823A8">
          <w:rPr>
            <w:noProof/>
            <w:webHidden/>
          </w:rPr>
          <w:instrText xml:space="preserve"> PAGEREF _Toc494885068 \h </w:instrText>
        </w:r>
        <w:r w:rsidR="000823A8">
          <w:rPr>
            <w:noProof/>
            <w:webHidden/>
          </w:rPr>
        </w:r>
        <w:r w:rsidR="000823A8">
          <w:rPr>
            <w:noProof/>
            <w:webHidden/>
          </w:rPr>
          <w:fldChar w:fldCharType="separate"/>
        </w:r>
        <w:r w:rsidR="000823A8">
          <w:rPr>
            <w:noProof/>
            <w:webHidden/>
          </w:rPr>
          <w:t>48</w:t>
        </w:r>
        <w:r w:rsidR="000823A8">
          <w:rPr>
            <w:noProof/>
            <w:webHidden/>
          </w:rPr>
          <w:fldChar w:fldCharType="end"/>
        </w:r>
      </w:hyperlink>
    </w:p>
    <w:p w14:paraId="34FBDD6B" w14:textId="3D4FA419" w:rsidR="000823A8" w:rsidRDefault="002A710D">
      <w:pPr>
        <w:pStyle w:val="TOC5"/>
        <w:tabs>
          <w:tab w:val="right" w:leader="dot" w:pos="9350"/>
        </w:tabs>
        <w:rPr>
          <w:rFonts w:asciiTheme="minorHAnsi" w:eastAsiaTheme="minorEastAsia" w:hAnsiTheme="minorHAnsi" w:cstheme="minorBidi"/>
          <w:noProof/>
          <w:sz w:val="22"/>
          <w:szCs w:val="22"/>
        </w:rPr>
      </w:pPr>
      <w:hyperlink w:anchor="_Toc494885069" w:history="1">
        <w:r w:rsidR="000823A8" w:rsidRPr="00F000C3">
          <w:rPr>
            <w:rStyle w:val="Hyperlink"/>
            <w:noProof/>
          </w:rPr>
          <w:t>11.2.6.1.2 Built-in Query Functions</w:t>
        </w:r>
        <w:r w:rsidR="000823A8">
          <w:rPr>
            <w:noProof/>
            <w:webHidden/>
          </w:rPr>
          <w:tab/>
        </w:r>
        <w:r w:rsidR="000823A8">
          <w:rPr>
            <w:noProof/>
            <w:webHidden/>
          </w:rPr>
          <w:fldChar w:fldCharType="begin"/>
        </w:r>
        <w:r w:rsidR="000823A8">
          <w:rPr>
            <w:noProof/>
            <w:webHidden/>
          </w:rPr>
          <w:instrText xml:space="preserve"> PAGEREF _Toc494885069 \h </w:instrText>
        </w:r>
        <w:r w:rsidR="000823A8">
          <w:rPr>
            <w:noProof/>
            <w:webHidden/>
          </w:rPr>
        </w:r>
        <w:r w:rsidR="000823A8">
          <w:rPr>
            <w:noProof/>
            <w:webHidden/>
          </w:rPr>
          <w:fldChar w:fldCharType="separate"/>
        </w:r>
        <w:r w:rsidR="000823A8">
          <w:rPr>
            <w:noProof/>
            <w:webHidden/>
          </w:rPr>
          <w:t>49</w:t>
        </w:r>
        <w:r w:rsidR="000823A8">
          <w:rPr>
            <w:noProof/>
            <w:webHidden/>
          </w:rPr>
          <w:fldChar w:fldCharType="end"/>
        </w:r>
      </w:hyperlink>
    </w:p>
    <w:p w14:paraId="3D6A178E" w14:textId="07481796" w:rsidR="000823A8" w:rsidRDefault="002A710D">
      <w:pPr>
        <w:pStyle w:val="TOC5"/>
        <w:tabs>
          <w:tab w:val="right" w:leader="dot" w:pos="9350"/>
        </w:tabs>
        <w:rPr>
          <w:rFonts w:asciiTheme="minorHAnsi" w:eastAsiaTheme="minorEastAsia" w:hAnsiTheme="minorHAnsi" w:cstheme="minorBidi"/>
          <w:noProof/>
          <w:sz w:val="22"/>
          <w:szCs w:val="22"/>
        </w:rPr>
      </w:pPr>
      <w:hyperlink w:anchor="_Toc494885070" w:history="1">
        <w:r w:rsidR="000823A8" w:rsidRPr="00F000C3">
          <w:rPr>
            <w:rStyle w:val="Hyperlink"/>
            <w:noProof/>
          </w:rPr>
          <w:t>11.2.6.1.3 Parameter Aliases</w:t>
        </w:r>
        <w:r w:rsidR="000823A8">
          <w:rPr>
            <w:noProof/>
            <w:webHidden/>
          </w:rPr>
          <w:tab/>
        </w:r>
        <w:r w:rsidR="000823A8">
          <w:rPr>
            <w:noProof/>
            <w:webHidden/>
          </w:rPr>
          <w:fldChar w:fldCharType="begin"/>
        </w:r>
        <w:r w:rsidR="000823A8">
          <w:rPr>
            <w:noProof/>
            <w:webHidden/>
          </w:rPr>
          <w:instrText xml:space="preserve"> PAGEREF _Toc494885070 \h </w:instrText>
        </w:r>
        <w:r w:rsidR="000823A8">
          <w:rPr>
            <w:noProof/>
            <w:webHidden/>
          </w:rPr>
        </w:r>
        <w:r w:rsidR="000823A8">
          <w:rPr>
            <w:noProof/>
            <w:webHidden/>
          </w:rPr>
          <w:fldChar w:fldCharType="separate"/>
        </w:r>
        <w:r w:rsidR="000823A8">
          <w:rPr>
            <w:noProof/>
            <w:webHidden/>
          </w:rPr>
          <w:t>50</w:t>
        </w:r>
        <w:r w:rsidR="000823A8">
          <w:rPr>
            <w:noProof/>
            <w:webHidden/>
          </w:rPr>
          <w:fldChar w:fldCharType="end"/>
        </w:r>
      </w:hyperlink>
    </w:p>
    <w:p w14:paraId="2A167994" w14:textId="1A21A07C"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71" w:history="1">
        <w:r w:rsidR="000823A8" w:rsidRPr="00F000C3">
          <w:rPr>
            <w:rStyle w:val="Hyperlink"/>
            <w:noProof/>
          </w:rPr>
          <w:t xml:space="preserve">11.2.6.2 System Query Option </w:t>
        </w:r>
        <w:r w:rsidR="000823A8" w:rsidRPr="00F000C3">
          <w:rPr>
            <w:rStyle w:val="Hyperlink"/>
            <w:rFonts w:ascii="Courier New" w:hAnsi="Courier New"/>
            <w:noProof/>
          </w:rPr>
          <w:t>$orderby</w:t>
        </w:r>
        <w:r w:rsidR="000823A8">
          <w:rPr>
            <w:noProof/>
            <w:webHidden/>
          </w:rPr>
          <w:tab/>
        </w:r>
        <w:r w:rsidR="000823A8">
          <w:rPr>
            <w:noProof/>
            <w:webHidden/>
          </w:rPr>
          <w:fldChar w:fldCharType="begin"/>
        </w:r>
        <w:r w:rsidR="000823A8">
          <w:rPr>
            <w:noProof/>
            <w:webHidden/>
          </w:rPr>
          <w:instrText xml:space="preserve"> PAGEREF _Toc494885071 \h </w:instrText>
        </w:r>
        <w:r w:rsidR="000823A8">
          <w:rPr>
            <w:noProof/>
            <w:webHidden/>
          </w:rPr>
        </w:r>
        <w:r w:rsidR="000823A8">
          <w:rPr>
            <w:noProof/>
            <w:webHidden/>
          </w:rPr>
          <w:fldChar w:fldCharType="separate"/>
        </w:r>
        <w:r w:rsidR="000823A8">
          <w:rPr>
            <w:noProof/>
            <w:webHidden/>
          </w:rPr>
          <w:t>51</w:t>
        </w:r>
        <w:r w:rsidR="000823A8">
          <w:rPr>
            <w:noProof/>
            <w:webHidden/>
          </w:rPr>
          <w:fldChar w:fldCharType="end"/>
        </w:r>
      </w:hyperlink>
    </w:p>
    <w:p w14:paraId="3B42F82F" w14:textId="4D1A3C96"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72" w:history="1">
        <w:r w:rsidR="000823A8" w:rsidRPr="00F000C3">
          <w:rPr>
            <w:rStyle w:val="Hyperlink"/>
            <w:noProof/>
          </w:rPr>
          <w:t xml:space="preserve">11.2.6.3 System Query Option </w:t>
        </w:r>
        <w:r w:rsidR="000823A8" w:rsidRPr="00F000C3">
          <w:rPr>
            <w:rStyle w:val="Hyperlink"/>
            <w:rFonts w:ascii="Courier New" w:hAnsi="Courier New"/>
            <w:noProof/>
          </w:rPr>
          <w:t>$top</w:t>
        </w:r>
        <w:r w:rsidR="000823A8">
          <w:rPr>
            <w:noProof/>
            <w:webHidden/>
          </w:rPr>
          <w:tab/>
        </w:r>
        <w:r w:rsidR="000823A8">
          <w:rPr>
            <w:noProof/>
            <w:webHidden/>
          </w:rPr>
          <w:fldChar w:fldCharType="begin"/>
        </w:r>
        <w:r w:rsidR="000823A8">
          <w:rPr>
            <w:noProof/>
            <w:webHidden/>
          </w:rPr>
          <w:instrText xml:space="preserve"> PAGEREF _Toc494885072 \h </w:instrText>
        </w:r>
        <w:r w:rsidR="000823A8">
          <w:rPr>
            <w:noProof/>
            <w:webHidden/>
          </w:rPr>
        </w:r>
        <w:r w:rsidR="000823A8">
          <w:rPr>
            <w:noProof/>
            <w:webHidden/>
          </w:rPr>
          <w:fldChar w:fldCharType="separate"/>
        </w:r>
        <w:r w:rsidR="000823A8">
          <w:rPr>
            <w:noProof/>
            <w:webHidden/>
          </w:rPr>
          <w:t>51</w:t>
        </w:r>
        <w:r w:rsidR="000823A8">
          <w:rPr>
            <w:noProof/>
            <w:webHidden/>
          </w:rPr>
          <w:fldChar w:fldCharType="end"/>
        </w:r>
      </w:hyperlink>
    </w:p>
    <w:p w14:paraId="1337FF9D" w14:textId="7FB55C23"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73" w:history="1">
        <w:r w:rsidR="000823A8" w:rsidRPr="00F000C3">
          <w:rPr>
            <w:rStyle w:val="Hyperlink"/>
            <w:noProof/>
          </w:rPr>
          <w:t xml:space="preserve">11.2.6.4 System Query Option </w:t>
        </w:r>
        <w:r w:rsidR="000823A8" w:rsidRPr="00F000C3">
          <w:rPr>
            <w:rStyle w:val="Hyperlink"/>
            <w:rFonts w:ascii="Courier New" w:hAnsi="Courier New"/>
            <w:noProof/>
          </w:rPr>
          <w:t>$skip</w:t>
        </w:r>
        <w:r w:rsidR="000823A8">
          <w:rPr>
            <w:noProof/>
            <w:webHidden/>
          </w:rPr>
          <w:tab/>
        </w:r>
        <w:r w:rsidR="000823A8">
          <w:rPr>
            <w:noProof/>
            <w:webHidden/>
          </w:rPr>
          <w:fldChar w:fldCharType="begin"/>
        </w:r>
        <w:r w:rsidR="000823A8">
          <w:rPr>
            <w:noProof/>
            <w:webHidden/>
          </w:rPr>
          <w:instrText xml:space="preserve"> PAGEREF _Toc494885073 \h </w:instrText>
        </w:r>
        <w:r w:rsidR="000823A8">
          <w:rPr>
            <w:noProof/>
            <w:webHidden/>
          </w:rPr>
        </w:r>
        <w:r w:rsidR="000823A8">
          <w:rPr>
            <w:noProof/>
            <w:webHidden/>
          </w:rPr>
          <w:fldChar w:fldCharType="separate"/>
        </w:r>
        <w:r w:rsidR="000823A8">
          <w:rPr>
            <w:noProof/>
            <w:webHidden/>
          </w:rPr>
          <w:t>52</w:t>
        </w:r>
        <w:r w:rsidR="000823A8">
          <w:rPr>
            <w:noProof/>
            <w:webHidden/>
          </w:rPr>
          <w:fldChar w:fldCharType="end"/>
        </w:r>
      </w:hyperlink>
    </w:p>
    <w:p w14:paraId="6655EA06" w14:textId="099CC273"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74" w:history="1">
        <w:r w:rsidR="000823A8" w:rsidRPr="00F000C3">
          <w:rPr>
            <w:rStyle w:val="Hyperlink"/>
            <w:noProof/>
          </w:rPr>
          <w:t xml:space="preserve">11.2.6.5 System Query Option </w:t>
        </w:r>
        <w:r w:rsidR="000823A8" w:rsidRPr="00F000C3">
          <w:rPr>
            <w:rStyle w:val="Hyperlink"/>
            <w:rFonts w:ascii="Courier New" w:hAnsi="Courier New"/>
            <w:noProof/>
          </w:rPr>
          <w:t>$count</w:t>
        </w:r>
        <w:r w:rsidR="000823A8">
          <w:rPr>
            <w:noProof/>
            <w:webHidden/>
          </w:rPr>
          <w:tab/>
        </w:r>
        <w:r w:rsidR="000823A8">
          <w:rPr>
            <w:noProof/>
            <w:webHidden/>
          </w:rPr>
          <w:fldChar w:fldCharType="begin"/>
        </w:r>
        <w:r w:rsidR="000823A8">
          <w:rPr>
            <w:noProof/>
            <w:webHidden/>
          </w:rPr>
          <w:instrText xml:space="preserve"> PAGEREF _Toc494885074 \h </w:instrText>
        </w:r>
        <w:r w:rsidR="000823A8">
          <w:rPr>
            <w:noProof/>
            <w:webHidden/>
          </w:rPr>
        </w:r>
        <w:r w:rsidR="000823A8">
          <w:rPr>
            <w:noProof/>
            <w:webHidden/>
          </w:rPr>
          <w:fldChar w:fldCharType="separate"/>
        </w:r>
        <w:r w:rsidR="000823A8">
          <w:rPr>
            <w:noProof/>
            <w:webHidden/>
          </w:rPr>
          <w:t>52</w:t>
        </w:r>
        <w:r w:rsidR="000823A8">
          <w:rPr>
            <w:noProof/>
            <w:webHidden/>
          </w:rPr>
          <w:fldChar w:fldCharType="end"/>
        </w:r>
      </w:hyperlink>
    </w:p>
    <w:p w14:paraId="08FFC6AB" w14:textId="45348DE8"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75" w:history="1">
        <w:r w:rsidR="000823A8" w:rsidRPr="00F000C3">
          <w:rPr>
            <w:rStyle w:val="Hyperlink"/>
            <w:noProof/>
          </w:rPr>
          <w:t xml:space="preserve">11.2.6.6 System Query Option </w:t>
        </w:r>
        <w:r w:rsidR="000823A8" w:rsidRPr="00F000C3">
          <w:rPr>
            <w:rStyle w:val="Hyperlink"/>
            <w:rFonts w:ascii="Courier New" w:hAnsi="Courier New"/>
            <w:noProof/>
          </w:rPr>
          <w:t>$search</w:t>
        </w:r>
        <w:r w:rsidR="000823A8">
          <w:rPr>
            <w:noProof/>
            <w:webHidden/>
          </w:rPr>
          <w:tab/>
        </w:r>
        <w:r w:rsidR="000823A8">
          <w:rPr>
            <w:noProof/>
            <w:webHidden/>
          </w:rPr>
          <w:fldChar w:fldCharType="begin"/>
        </w:r>
        <w:r w:rsidR="000823A8">
          <w:rPr>
            <w:noProof/>
            <w:webHidden/>
          </w:rPr>
          <w:instrText xml:space="preserve"> PAGEREF _Toc494885075 \h </w:instrText>
        </w:r>
        <w:r w:rsidR="000823A8">
          <w:rPr>
            <w:noProof/>
            <w:webHidden/>
          </w:rPr>
        </w:r>
        <w:r w:rsidR="000823A8">
          <w:rPr>
            <w:noProof/>
            <w:webHidden/>
          </w:rPr>
          <w:fldChar w:fldCharType="separate"/>
        </w:r>
        <w:r w:rsidR="000823A8">
          <w:rPr>
            <w:noProof/>
            <w:webHidden/>
          </w:rPr>
          <w:t>52</w:t>
        </w:r>
        <w:r w:rsidR="000823A8">
          <w:rPr>
            <w:noProof/>
            <w:webHidden/>
          </w:rPr>
          <w:fldChar w:fldCharType="end"/>
        </w:r>
      </w:hyperlink>
    </w:p>
    <w:p w14:paraId="57754378" w14:textId="23221A7D"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76" w:history="1">
        <w:r w:rsidR="000823A8" w:rsidRPr="00F000C3">
          <w:rPr>
            <w:rStyle w:val="Hyperlink"/>
            <w:noProof/>
          </w:rPr>
          <w:t>11.2.6.7 Server-Driven Paging</w:t>
        </w:r>
        <w:r w:rsidR="000823A8">
          <w:rPr>
            <w:noProof/>
            <w:webHidden/>
          </w:rPr>
          <w:tab/>
        </w:r>
        <w:r w:rsidR="000823A8">
          <w:rPr>
            <w:noProof/>
            <w:webHidden/>
          </w:rPr>
          <w:fldChar w:fldCharType="begin"/>
        </w:r>
        <w:r w:rsidR="000823A8">
          <w:rPr>
            <w:noProof/>
            <w:webHidden/>
          </w:rPr>
          <w:instrText xml:space="preserve"> PAGEREF _Toc494885076 \h </w:instrText>
        </w:r>
        <w:r w:rsidR="000823A8">
          <w:rPr>
            <w:noProof/>
            <w:webHidden/>
          </w:rPr>
        </w:r>
        <w:r w:rsidR="000823A8">
          <w:rPr>
            <w:noProof/>
            <w:webHidden/>
          </w:rPr>
          <w:fldChar w:fldCharType="separate"/>
        </w:r>
        <w:r w:rsidR="000823A8">
          <w:rPr>
            <w:noProof/>
            <w:webHidden/>
          </w:rPr>
          <w:t>53</w:t>
        </w:r>
        <w:r w:rsidR="000823A8">
          <w:rPr>
            <w:noProof/>
            <w:webHidden/>
          </w:rPr>
          <w:fldChar w:fldCharType="end"/>
        </w:r>
      </w:hyperlink>
    </w:p>
    <w:p w14:paraId="48AA3905" w14:textId="39D14AAC"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77" w:history="1">
        <w:r w:rsidR="000823A8" w:rsidRPr="00F000C3">
          <w:rPr>
            <w:rStyle w:val="Hyperlink"/>
            <w:noProof/>
          </w:rPr>
          <w:t>11.2.6.8 Requesting an Individual Member of an Ordered Collection</w:t>
        </w:r>
        <w:r w:rsidR="000823A8">
          <w:rPr>
            <w:noProof/>
            <w:webHidden/>
          </w:rPr>
          <w:tab/>
        </w:r>
        <w:r w:rsidR="000823A8">
          <w:rPr>
            <w:noProof/>
            <w:webHidden/>
          </w:rPr>
          <w:fldChar w:fldCharType="begin"/>
        </w:r>
        <w:r w:rsidR="000823A8">
          <w:rPr>
            <w:noProof/>
            <w:webHidden/>
          </w:rPr>
          <w:instrText xml:space="preserve"> PAGEREF _Toc494885077 \h </w:instrText>
        </w:r>
        <w:r w:rsidR="000823A8">
          <w:rPr>
            <w:noProof/>
            <w:webHidden/>
          </w:rPr>
        </w:r>
        <w:r w:rsidR="000823A8">
          <w:rPr>
            <w:noProof/>
            <w:webHidden/>
          </w:rPr>
          <w:fldChar w:fldCharType="separate"/>
        </w:r>
        <w:r w:rsidR="000823A8">
          <w:rPr>
            <w:noProof/>
            <w:webHidden/>
          </w:rPr>
          <w:t>53</w:t>
        </w:r>
        <w:r w:rsidR="000823A8">
          <w:rPr>
            <w:noProof/>
            <w:webHidden/>
          </w:rPr>
          <w:fldChar w:fldCharType="end"/>
        </w:r>
      </w:hyperlink>
    </w:p>
    <w:p w14:paraId="455A5A45" w14:textId="220F005E"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78" w:history="1">
        <w:r w:rsidR="000823A8" w:rsidRPr="00F000C3">
          <w:rPr>
            <w:rStyle w:val="Hyperlink"/>
            <w:noProof/>
          </w:rPr>
          <w:t>11.2.7 Requesting Related Entities</w:t>
        </w:r>
        <w:r w:rsidR="000823A8">
          <w:rPr>
            <w:noProof/>
            <w:webHidden/>
          </w:rPr>
          <w:tab/>
        </w:r>
        <w:r w:rsidR="000823A8">
          <w:rPr>
            <w:noProof/>
            <w:webHidden/>
          </w:rPr>
          <w:fldChar w:fldCharType="begin"/>
        </w:r>
        <w:r w:rsidR="000823A8">
          <w:rPr>
            <w:noProof/>
            <w:webHidden/>
          </w:rPr>
          <w:instrText xml:space="preserve"> PAGEREF _Toc494885078 \h </w:instrText>
        </w:r>
        <w:r w:rsidR="000823A8">
          <w:rPr>
            <w:noProof/>
            <w:webHidden/>
          </w:rPr>
        </w:r>
        <w:r w:rsidR="000823A8">
          <w:rPr>
            <w:noProof/>
            <w:webHidden/>
          </w:rPr>
          <w:fldChar w:fldCharType="separate"/>
        </w:r>
        <w:r w:rsidR="000823A8">
          <w:rPr>
            <w:noProof/>
            <w:webHidden/>
          </w:rPr>
          <w:t>54</w:t>
        </w:r>
        <w:r w:rsidR="000823A8">
          <w:rPr>
            <w:noProof/>
            <w:webHidden/>
          </w:rPr>
          <w:fldChar w:fldCharType="end"/>
        </w:r>
      </w:hyperlink>
    </w:p>
    <w:p w14:paraId="3645E0A9" w14:textId="6CE4F68D"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79" w:history="1">
        <w:r w:rsidR="000823A8" w:rsidRPr="00F000C3">
          <w:rPr>
            <w:rStyle w:val="Hyperlink"/>
            <w:noProof/>
          </w:rPr>
          <w:t>11.2.8 Requesting Entity References</w:t>
        </w:r>
        <w:r w:rsidR="000823A8">
          <w:rPr>
            <w:noProof/>
            <w:webHidden/>
          </w:rPr>
          <w:tab/>
        </w:r>
        <w:r w:rsidR="000823A8">
          <w:rPr>
            <w:noProof/>
            <w:webHidden/>
          </w:rPr>
          <w:fldChar w:fldCharType="begin"/>
        </w:r>
        <w:r w:rsidR="000823A8">
          <w:rPr>
            <w:noProof/>
            <w:webHidden/>
          </w:rPr>
          <w:instrText xml:space="preserve"> PAGEREF _Toc494885079 \h </w:instrText>
        </w:r>
        <w:r w:rsidR="000823A8">
          <w:rPr>
            <w:noProof/>
            <w:webHidden/>
          </w:rPr>
        </w:r>
        <w:r w:rsidR="000823A8">
          <w:rPr>
            <w:noProof/>
            <w:webHidden/>
          </w:rPr>
          <w:fldChar w:fldCharType="separate"/>
        </w:r>
        <w:r w:rsidR="000823A8">
          <w:rPr>
            <w:noProof/>
            <w:webHidden/>
          </w:rPr>
          <w:t>54</w:t>
        </w:r>
        <w:r w:rsidR="000823A8">
          <w:rPr>
            <w:noProof/>
            <w:webHidden/>
          </w:rPr>
          <w:fldChar w:fldCharType="end"/>
        </w:r>
      </w:hyperlink>
    </w:p>
    <w:p w14:paraId="31C873D6" w14:textId="7D12786D"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80" w:history="1">
        <w:r w:rsidR="000823A8" w:rsidRPr="00F000C3">
          <w:rPr>
            <w:rStyle w:val="Hyperlink"/>
            <w:noProof/>
          </w:rPr>
          <w:t>11.2.9 Resolving an Entity-Id</w:t>
        </w:r>
        <w:r w:rsidR="000823A8">
          <w:rPr>
            <w:noProof/>
            <w:webHidden/>
          </w:rPr>
          <w:tab/>
        </w:r>
        <w:r w:rsidR="000823A8">
          <w:rPr>
            <w:noProof/>
            <w:webHidden/>
          </w:rPr>
          <w:fldChar w:fldCharType="begin"/>
        </w:r>
        <w:r w:rsidR="000823A8">
          <w:rPr>
            <w:noProof/>
            <w:webHidden/>
          </w:rPr>
          <w:instrText xml:space="preserve"> PAGEREF _Toc494885080 \h </w:instrText>
        </w:r>
        <w:r w:rsidR="000823A8">
          <w:rPr>
            <w:noProof/>
            <w:webHidden/>
          </w:rPr>
        </w:r>
        <w:r w:rsidR="000823A8">
          <w:rPr>
            <w:noProof/>
            <w:webHidden/>
          </w:rPr>
          <w:fldChar w:fldCharType="separate"/>
        </w:r>
        <w:r w:rsidR="000823A8">
          <w:rPr>
            <w:noProof/>
            <w:webHidden/>
          </w:rPr>
          <w:t>54</w:t>
        </w:r>
        <w:r w:rsidR="000823A8">
          <w:rPr>
            <w:noProof/>
            <w:webHidden/>
          </w:rPr>
          <w:fldChar w:fldCharType="end"/>
        </w:r>
      </w:hyperlink>
    </w:p>
    <w:p w14:paraId="7210944F" w14:textId="0338E943"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81" w:history="1">
        <w:r w:rsidR="000823A8" w:rsidRPr="00F000C3">
          <w:rPr>
            <w:rStyle w:val="Hyperlink"/>
            <w:noProof/>
          </w:rPr>
          <w:t>11.2.10 Requesting the Number of Items in a Collection</w:t>
        </w:r>
        <w:r w:rsidR="000823A8">
          <w:rPr>
            <w:noProof/>
            <w:webHidden/>
          </w:rPr>
          <w:tab/>
        </w:r>
        <w:r w:rsidR="000823A8">
          <w:rPr>
            <w:noProof/>
            <w:webHidden/>
          </w:rPr>
          <w:fldChar w:fldCharType="begin"/>
        </w:r>
        <w:r w:rsidR="000823A8">
          <w:rPr>
            <w:noProof/>
            <w:webHidden/>
          </w:rPr>
          <w:instrText xml:space="preserve"> PAGEREF _Toc494885081 \h </w:instrText>
        </w:r>
        <w:r w:rsidR="000823A8">
          <w:rPr>
            <w:noProof/>
            <w:webHidden/>
          </w:rPr>
        </w:r>
        <w:r w:rsidR="000823A8">
          <w:rPr>
            <w:noProof/>
            <w:webHidden/>
          </w:rPr>
          <w:fldChar w:fldCharType="separate"/>
        </w:r>
        <w:r w:rsidR="000823A8">
          <w:rPr>
            <w:noProof/>
            <w:webHidden/>
          </w:rPr>
          <w:t>55</w:t>
        </w:r>
        <w:r w:rsidR="000823A8">
          <w:rPr>
            <w:noProof/>
            <w:webHidden/>
          </w:rPr>
          <w:fldChar w:fldCharType="end"/>
        </w:r>
      </w:hyperlink>
    </w:p>
    <w:p w14:paraId="0116840D" w14:textId="345A2404"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82" w:history="1">
        <w:r w:rsidR="000823A8" w:rsidRPr="00F000C3">
          <w:rPr>
            <w:rStyle w:val="Hyperlink"/>
            <w:noProof/>
          </w:rPr>
          <w:t xml:space="preserve">11.2.11 System Query Option </w:t>
        </w:r>
        <w:r w:rsidR="000823A8" w:rsidRPr="00F000C3">
          <w:rPr>
            <w:rStyle w:val="Hyperlink"/>
            <w:rFonts w:ascii="Courier New" w:hAnsi="Courier New"/>
            <w:noProof/>
          </w:rPr>
          <w:t>$format</w:t>
        </w:r>
        <w:r w:rsidR="000823A8">
          <w:rPr>
            <w:noProof/>
            <w:webHidden/>
          </w:rPr>
          <w:tab/>
        </w:r>
        <w:r w:rsidR="000823A8">
          <w:rPr>
            <w:noProof/>
            <w:webHidden/>
          </w:rPr>
          <w:fldChar w:fldCharType="begin"/>
        </w:r>
        <w:r w:rsidR="000823A8">
          <w:rPr>
            <w:noProof/>
            <w:webHidden/>
          </w:rPr>
          <w:instrText xml:space="preserve"> PAGEREF _Toc494885082 \h </w:instrText>
        </w:r>
        <w:r w:rsidR="000823A8">
          <w:rPr>
            <w:noProof/>
            <w:webHidden/>
          </w:rPr>
        </w:r>
        <w:r w:rsidR="000823A8">
          <w:rPr>
            <w:noProof/>
            <w:webHidden/>
          </w:rPr>
          <w:fldChar w:fldCharType="separate"/>
        </w:r>
        <w:r w:rsidR="000823A8">
          <w:rPr>
            <w:noProof/>
            <w:webHidden/>
          </w:rPr>
          <w:t>55</w:t>
        </w:r>
        <w:r w:rsidR="000823A8">
          <w:rPr>
            <w:noProof/>
            <w:webHidden/>
          </w:rPr>
          <w:fldChar w:fldCharType="end"/>
        </w:r>
      </w:hyperlink>
    </w:p>
    <w:p w14:paraId="57D4A92F" w14:textId="44FBB3B3"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83" w:history="1">
        <w:r w:rsidR="000823A8" w:rsidRPr="00F000C3">
          <w:rPr>
            <w:rStyle w:val="Hyperlink"/>
            <w:noProof/>
          </w:rPr>
          <w:t xml:space="preserve">11.2.12 System Query Option </w:t>
        </w:r>
        <w:r w:rsidR="000823A8" w:rsidRPr="00F000C3">
          <w:rPr>
            <w:rStyle w:val="Hyperlink"/>
            <w:rFonts w:ascii="Courier New" w:hAnsi="Courier New"/>
            <w:noProof/>
          </w:rPr>
          <w:t>$schemaversion</w:t>
        </w:r>
        <w:r w:rsidR="000823A8">
          <w:rPr>
            <w:noProof/>
            <w:webHidden/>
          </w:rPr>
          <w:tab/>
        </w:r>
        <w:r w:rsidR="000823A8">
          <w:rPr>
            <w:noProof/>
            <w:webHidden/>
          </w:rPr>
          <w:fldChar w:fldCharType="begin"/>
        </w:r>
        <w:r w:rsidR="000823A8">
          <w:rPr>
            <w:noProof/>
            <w:webHidden/>
          </w:rPr>
          <w:instrText xml:space="preserve"> PAGEREF _Toc494885083 \h </w:instrText>
        </w:r>
        <w:r w:rsidR="000823A8">
          <w:rPr>
            <w:noProof/>
            <w:webHidden/>
          </w:rPr>
        </w:r>
        <w:r w:rsidR="000823A8">
          <w:rPr>
            <w:noProof/>
            <w:webHidden/>
          </w:rPr>
          <w:fldChar w:fldCharType="separate"/>
        </w:r>
        <w:r w:rsidR="000823A8">
          <w:rPr>
            <w:noProof/>
            <w:webHidden/>
          </w:rPr>
          <w:t>56</w:t>
        </w:r>
        <w:r w:rsidR="000823A8">
          <w:rPr>
            <w:noProof/>
            <w:webHidden/>
          </w:rPr>
          <w:fldChar w:fldCharType="end"/>
        </w:r>
      </w:hyperlink>
    </w:p>
    <w:p w14:paraId="146B4E57" w14:textId="284523F0"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84" w:history="1">
        <w:r w:rsidR="000823A8" w:rsidRPr="00F000C3">
          <w:rPr>
            <w:rStyle w:val="Hyperlink"/>
            <w:noProof/>
          </w:rPr>
          <w:t>11.3 Requesting Changes</w:t>
        </w:r>
        <w:r w:rsidR="000823A8">
          <w:rPr>
            <w:noProof/>
            <w:webHidden/>
          </w:rPr>
          <w:tab/>
        </w:r>
        <w:r w:rsidR="000823A8">
          <w:rPr>
            <w:noProof/>
            <w:webHidden/>
          </w:rPr>
          <w:fldChar w:fldCharType="begin"/>
        </w:r>
        <w:r w:rsidR="000823A8">
          <w:rPr>
            <w:noProof/>
            <w:webHidden/>
          </w:rPr>
          <w:instrText xml:space="preserve"> PAGEREF _Toc494885084 \h </w:instrText>
        </w:r>
        <w:r w:rsidR="000823A8">
          <w:rPr>
            <w:noProof/>
            <w:webHidden/>
          </w:rPr>
        </w:r>
        <w:r w:rsidR="000823A8">
          <w:rPr>
            <w:noProof/>
            <w:webHidden/>
          </w:rPr>
          <w:fldChar w:fldCharType="separate"/>
        </w:r>
        <w:r w:rsidR="000823A8">
          <w:rPr>
            <w:noProof/>
            <w:webHidden/>
          </w:rPr>
          <w:t>56</w:t>
        </w:r>
        <w:r w:rsidR="000823A8">
          <w:rPr>
            <w:noProof/>
            <w:webHidden/>
          </w:rPr>
          <w:fldChar w:fldCharType="end"/>
        </w:r>
      </w:hyperlink>
    </w:p>
    <w:p w14:paraId="73A90B83" w14:textId="31B959D9"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85" w:history="1">
        <w:r w:rsidR="000823A8" w:rsidRPr="00F000C3">
          <w:rPr>
            <w:rStyle w:val="Hyperlink"/>
            <w:noProof/>
          </w:rPr>
          <w:t>11.3.1 Delta Links</w:t>
        </w:r>
        <w:r w:rsidR="000823A8">
          <w:rPr>
            <w:noProof/>
            <w:webHidden/>
          </w:rPr>
          <w:tab/>
        </w:r>
        <w:r w:rsidR="000823A8">
          <w:rPr>
            <w:noProof/>
            <w:webHidden/>
          </w:rPr>
          <w:fldChar w:fldCharType="begin"/>
        </w:r>
        <w:r w:rsidR="000823A8">
          <w:rPr>
            <w:noProof/>
            <w:webHidden/>
          </w:rPr>
          <w:instrText xml:space="preserve"> PAGEREF _Toc494885085 \h </w:instrText>
        </w:r>
        <w:r w:rsidR="000823A8">
          <w:rPr>
            <w:noProof/>
            <w:webHidden/>
          </w:rPr>
        </w:r>
        <w:r w:rsidR="000823A8">
          <w:rPr>
            <w:noProof/>
            <w:webHidden/>
          </w:rPr>
          <w:fldChar w:fldCharType="separate"/>
        </w:r>
        <w:r w:rsidR="000823A8">
          <w:rPr>
            <w:noProof/>
            <w:webHidden/>
          </w:rPr>
          <w:t>56</w:t>
        </w:r>
        <w:r w:rsidR="000823A8">
          <w:rPr>
            <w:noProof/>
            <w:webHidden/>
          </w:rPr>
          <w:fldChar w:fldCharType="end"/>
        </w:r>
      </w:hyperlink>
    </w:p>
    <w:p w14:paraId="372B8B5D" w14:textId="6A67A757"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86" w:history="1">
        <w:r w:rsidR="000823A8" w:rsidRPr="00F000C3">
          <w:rPr>
            <w:rStyle w:val="Hyperlink"/>
            <w:noProof/>
          </w:rPr>
          <w:t>11.3.2 Using Delta Links</w:t>
        </w:r>
        <w:r w:rsidR="000823A8">
          <w:rPr>
            <w:noProof/>
            <w:webHidden/>
          </w:rPr>
          <w:tab/>
        </w:r>
        <w:r w:rsidR="000823A8">
          <w:rPr>
            <w:noProof/>
            <w:webHidden/>
          </w:rPr>
          <w:fldChar w:fldCharType="begin"/>
        </w:r>
        <w:r w:rsidR="000823A8">
          <w:rPr>
            <w:noProof/>
            <w:webHidden/>
          </w:rPr>
          <w:instrText xml:space="preserve"> PAGEREF _Toc494885086 \h </w:instrText>
        </w:r>
        <w:r w:rsidR="000823A8">
          <w:rPr>
            <w:noProof/>
            <w:webHidden/>
          </w:rPr>
        </w:r>
        <w:r w:rsidR="000823A8">
          <w:rPr>
            <w:noProof/>
            <w:webHidden/>
          </w:rPr>
          <w:fldChar w:fldCharType="separate"/>
        </w:r>
        <w:r w:rsidR="000823A8">
          <w:rPr>
            <w:noProof/>
            <w:webHidden/>
          </w:rPr>
          <w:t>57</w:t>
        </w:r>
        <w:r w:rsidR="000823A8">
          <w:rPr>
            <w:noProof/>
            <w:webHidden/>
          </w:rPr>
          <w:fldChar w:fldCharType="end"/>
        </w:r>
      </w:hyperlink>
    </w:p>
    <w:p w14:paraId="1C8E427C" w14:textId="3A2F34F9"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87" w:history="1">
        <w:r w:rsidR="000823A8" w:rsidRPr="00F000C3">
          <w:rPr>
            <w:rStyle w:val="Hyperlink"/>
            <w:noProof/>
          </w:rPr>
          <w:t>11.3.3 Delta Payloads</w:t>
        </w:r>
        <w:r w:rsidR="000823A8">
          <w:rPr>
            <w:noProof/>
            <w:webHidden/>
          </w:rPr>
          <w:tab/>
        </w:r>
        <w:r w:rsidR="000823A8">
          <w:rPr>
            <w:noProof/>
            <w:webHidden/>
          </w:rPr>
          <w:fldChar w:fldCharType="begin"/>
        </w:r>
        <w:r w:rsidR="000823A8">
          <w:rPr>
            <w:noProof/>
            <w:webHidden/>
          </w:rPr>
          <w:instrText xml:space="preserve"> PAGEREF _Toc494885087 \h </w:instrText>
        </w:r>
        <w:r w:rsidR="000823A8">
          <w:rPr>
            <w:noProof/>
            <w:webHidden/>
          </w:rPr>
        </w:r>
        <w:r w:rsidR="000823A8">
          <w:rPr>
            <w:noProof/>
            <w:webHidden/>
          </w:rPr>
          <w:fldChar w:fldCharType="separate"/>
        </w:r>
        <w:r w:rsidR="000823A8">
          <w:rPr>
            <w:noProof/>
            <w:webHidden/>
          </w:rPr>
          <w:t>58</w:t>
        </w:r>
        <w:r w:rsidR="000823A8">
          <w:rPr>
            <w:noProof/>
            <w:webHidden/>
          </w:rPr>
          <w:fldChar w:fldCharType="end"/>
        </w:r>
      </w:hyperlink>
    </w:p>
    <w:p w14:paraId="18993E67" w14:textId="4497818C"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088" w:history="1">
        <w:r w:rsidR="000823A8" w:rsidRPr="00F000C3">
          <w:rPr>
            <w:rStyle w:val="Hyperlink"/>
            <w:noProof/>
          </w:rPr>
          <w:t>11.4 Data Modification</w:t>
        </w:r>
        <w:r w:rsidR="000823A8">
          <w:rPr>
            <w:noProof/>
            <w:webHidden/>
          </w:rPr>
          <w:tab/>
        </w:r>
        <w:r w:rsidR="000823A8">
          <w:rPr>
            <w:noProof/>
            <w:webHidden/>
          </w:rPr>
          <w:fldChar w:fldCharType="begin"/>
        </w:r>
        <w:r w:rsidR="000823A8">
          <w:rPr>
            <w:noProof/>
            <w:webHidden/>
          </w:rPr>
          <w:instrText xml:space="preserve"> PAGEREF _Toc494885088 \h </w:instrText>
        </w:r>
        <w:r w:rsidR="000823A8">
          <w:rPr>
            <w:noProof/>
            <w:webHidden/>
          </w:rPr>
        </w:r>
        <w:r w:rsidR="000823A8">
          <w:rPr>
            <w:noProof/>
            <w:webHidden/>
          </w:rPr>
          <w:fldChar w:fldCharType="separate"/>
        </w:r>
        <w:r w:rsidR="000823A8">
          <w:rPr>
            <w:noProof/>
            <w:webHidden/>
          </w:rPr>
          <w:t>58</w:t>
        </w:r>
        <w:r w:rsidR="000823A8">
          <w:rPr>
            <w:noProof/>
            <w:webHidden/>
          </w:rPr>
          <w:fldChar w:fldCharType="end"/>
        </w:r>
      </w:hyperlink>
    </w:p>
    <w:p w14:paraId="49FBC777" w14:textId="586FD077"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89" w:history="1">
        <w:r w:rsidR="000823A8" w:rsidRPr="00F000C3">
          <w:rPr>
            <w:rStyle w:val="Hyperlink"/>
            <w:noProof/>
          </w:rPr>
          <w:t>11.4.1 Common Data Modification Semantics</w:t>
        </w:r>
        <w:r w:rsidR="000823A8">
          <w:rPr>
            <w:noProof/>
            <w:webHidden/>
          </w:rPr>
          <w:tab/>
        </w:r>
        <w:r w:rsidR="000823A8">
          <w:rPr>
            <w:noProof/>
            <w:webHidden/>
          </w:rPr>
          <w:fldChar w:fldCharType="begin"/>
        </w:r>
        <w:r w:rsidR="000823A8">
          <w:rPr>
            <w:noProof/>
            <w:webHidden/>
          </w:rPr>
          <w:instrText xml:space="preserve"> PAGEREF _Toc494885089 \h </w:instrText>
        </w:r>
        <w:r w:rsidR="000823A8">
          <w:rPr>
            <w:noProof/>
            <w:webHidden/>
          </w:rPr>
        </w:r>
        <w:r w:rsidR="000823A8">
          <w:rPr>
            <w:noProof/>
            <w:webHidden/>
          </w:rPr>
          <w:fldChar w:fldCharType="separate"/>
        </w:r>
        <w:r w:rsidR="000823A8">
          <w:rPr>
            <w:noProof/>
            <w:webHidden/>
          </w:rPr>
          <w:t>58</w:t>
        </w:r>
        <w:r w:rsidR="000823A8">
          <w:rPr>
            <w:noProof/>
            <w:webHidden/>
          </w:rPr>
          <w:fldChar w:fldCharType="end"/>
        </w:r>
      </w:hyperlink>
    </w:p>
    <w:p w14:paraId="5B1FF619" w14:textId="6D7194FB"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90" w:history="1">
        <w:r w:rsidR="000823A8" w:rsidRPr="00F000C3">
          <w:rPr>
            <w:rStyle w:val="Hyperlink"/>
            <w:noProof/>
          </w:rPr>
          <w:t>11.4.1.1 Use of ETags for Avoiding Update Conflicts</w:t>
        </w:r>
        <w:r w:rsidR="000823A8">
          <w:rPr>
            <w:noProof/>
            <w:webHidden/>
          </w:rPr>
          <w:tab/>
        </w:r>
        <w:r w:rsidR="000823A8">
          <w:rPr>
            <w:noProof/>
            <w:webHidden/>
          </w:rPr>
          <w:fldChar w:fldCharType="begin"/>
        </w:r>
        <w:r w:rsidR="000823A8">
          <w:rPr>
            <w:noProof/>
            <w:webHidden/>
          </w:rPr>
          <w:instrText xml:space="preserve"> PAGEREF _Toc494885090 \h </w:instrText>
        </w:r>
        <w:r w:rsidR="000823A8">
          <w:rPr>
            <w:noProof/>
            <w:webHidden/>
          </w:rPr>
        </w:r>
        <w:r w:rsidR="000823A8">
          <w:rPr>
            <w:noProof/>
            <w:webHidden/>
          </w:rPr>
          <w:fldChar w:fldCharType="separate"/>
        </w:r>
        <w:r w:rsidR="000823A8">
          <w:rPr>
            <w:noProof/>
            <w:webHidden/>
          </w:rPr>
          <w:t>58</w:t>
        </w:r>
        <w:r w:rsidR="000823A8">
          <w:rPr>
            <w:noProof/>
            <w:webHidden/>
          </w:rPr>
          <w:fldChar w:fldCharType="end"/>
        </w:r>
      </w:hyperlink>
    </w:p>
    <w:p w14:paraId="7430FD10" w14:textId="4A10ACD6"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91" w:history="1">
        <w:r w:rsidR="000823A8" w:rsidRPr="00F000C3">
          <w:rPr>
            <w:rStyle w:val="Hyperlink"/>
            <w:noProof/>
          </w:rPr>
          <w:t>11.4.1.2 Handling of DateTimeOffset Values</w:t>
        </w:r>
        <w:r w:rsidR="000823A8">
          <w:rPr>
            <w:noProof/>
            <w:webHidden/>
          </w:rPr>
          <w:tab/>
        </w:r>
        <w:r w:rsidR="000823A8">
          <w:rPr>
            <w:noProof/>
            <w:webHidden/>
          </w:rPr>
          <w:fldChar w:fldCharType="begin"/>
        </w:r>
        <w:r w:rsidR="000823A8">
          <w:rPr>
            <w:noProof/>
            <w:webHidden/>
          </w:rPr>
          <w:instrText xml:space="preserve"> PAGEREF _Toc494885091 \h </w:instrText>
        </w:r>
        <w:r w:rsidR="000823A8">
          <w:rPr>
            <w:noProof/>
            <w:webHidden/>
          </w:rPr>
        </w:r>
        <w:r w:rsidR="000823A8">
          <w:rPr>
            <w:noProof/>
            <w:webHidden/>
          </w:rPr>
          <w:fldChar w:fldCharType="separate"/>
        </w:r>
        <w:r w:rsidR="000823A8">
          <w:rPr>
            <w:noProof/>
            <w:webHidden/>
          </w:rPr>
          <w:t>58</w:t>
        </w:r>
        <w:r w:rsidR="000823A8">
          <w:rPr>
            <w:noProof/>
            <w:webHidden/>
          </w:rPr>
          <w:fldChar w:fldCharType="end"/>
        </w:r>
      </w:hyperlink>
    </w:p>
    <w:p w14:paraId="166942CE" w14:textId="59A3E6C4"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92" w:history="1">
        <w:r w:rsidR="000823A8" w:rsidRPr="00F000C3">
          <w:rPr>
            <w:rStyle w:val="Hyperlink"/>
            <w:noProof/>
          </w:rPr>
          <w:t>11.4.1.3 Handling of Properties Not Advertised in Metadata</w:t>
        </w:r>
        <w:r w:rsidR="000823A8">
          <w:rPr>
            <w:noProof/>
            <w:webHidden/>
          </w:rPr>
          <w:tab/>
        </w:r>
        <w:r w:rsidR="000823A8">
          <w:rPr>
            <w:noProof/>
            <w:webHidden/>
          </w:rPr>
          <w:fldChar w:fldCharType="begin"/>
        </w:r>
        <w:r w:rsidR="000823A8">
          <w:rPr>
            <w:noProof/>
            <w:webHidden/>
          </w:rPr>
          <w:instrText xml:space="preserve"> PAGEREF _Toc494885092 \h </w:instrText>
        </w:r>
        <w:r w:rsidR="000823A8">
          <w:rPr>
            <w:noProof/>
            <w:webHidden/>
          </w:rPr>
        </w:r>
        <w:r w:rsidR="000823A8">
          <w:rPr>
            <w:noProof/>
            <w:webHidden/>
          </w:rPr>
          <w:fldChar w:fldCharType="separate"/>
        </w:r>
        <w:r w:rsidR="000823A8">
          <w:rPr>
            <w:noProof/>
            <w:webHidden/>
          </w:rPr>
          <w:t>58</w:t>
        </w:r>
        <w:r w:rsidR="000823A8">
          <w:rPr>
            <w:noProof/>
            <w:webHidden/>
          </w:rPr>
          <w:fldChar w:fldCharType="end"/>
        </w:r>
      </w:hyperlink>
    </w:p>
    <w:p w14:paraId="5F349334" w14:textId="5BDA2B61"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93" w:history="1">
        <w:r w:rsidR="000823A8" w:rsidRPr="00F000C3">
          <w:rPr>
            <w:rStyle w:val="Hyperlink"/>
            <w:noProof/>
          </w:rPr>
          <w:t>11.4.1.4 Handling of Integrity Constraints</w:t>
        </w:r>
        <w:r w:rsidR="000823A8">
          <w:rPr>
            <w:noProof/>
            <w:webHidden/>
          </w:rPr>
          <w:tab/>
        </w:r>
        <w:r w:rsidR="000823A8">
          <w:rPr>
            <w:noProof/>
            <w:webHidden/>
          </w:rPr>
          <w:fldChar w:fldCharType="begin"/>
        </w:r>
        <w:r w:rsidR="000823A8">
          <w:rPr>
            <w:noProof/>
            <w:webHidden/>
          </w:rPr>
          <w:instrText xml:space="preserve"> PAGEREF _Toc494885093 \h </w:instrText>
        </w:r>
        <w:r w:rsidR="000823A8">
          <w:rPr>
            <w:noProof/>
            <w:webHidden/>
          </w:rPr>
        </w:r>
        <w:r w:rsidR="000823A8">
          <w:rPr>
            <w:noProof/>
            <w:webHidden/>
          </w:rPr>
          <w:fldChar w:fldCharType="separate"/>
        </w:r>
        <w:r w:rsidR="000823A8">
          <w:rPr>
            <w:noProof/>
            <w:webHidden/>
          </w:rPr>
          <w:t>59</w:t>
        </w:r>
        <w:r w:rsidR="000823A8">
          <w:rPr>
            <w:noProof/>
            <w:webHidden/>
          </w:rPr>
          <w:fldChar w:fldCharType="end"/>
        </w:r>
      </w:hyperlink>
    </w:p>
    <w:p w14:paraId="7F001ED5" w14:textId="29BDA317"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94" w:history="1">
        <w:r w:rsidR="000823A8" w:rsidRPr="00F000C3">
          <w:rPr>
            <w:rStyle w:val="Hyperlink"/>
            <w:noProof/>
          </w:rPr>
          <w:t>11.4.1.5 Returning Results from Data Modification Requests</w:t>
        </w:r>
        <w:r w:rsidR="000823A8">
          <w:rPr>
            <w:noProof/>
            <w:webHidden/>
          </w:rPr>
          <w:tab/>
        </w:r>
        <w:r w:rsidR="000823A8">
          <w:rPr>
            <w:noProof/>
            <w:webHidden/>
          </w:rPr>
          <w:fldChar w:fldCharType="begin"/>
        </w:r>
        <w:r w:rsidR="000823A8">
          <w:rPr>
            <w:noProof/>
            <w:webHidden/>
          </w:rPr>
          <w:instrText xml:space="preserve"> PAGEREF _Toc494885094 \h </w:instrText>
        </w:r>
        <w:r w:rsidR="000823A8">
          <w:rPr>
            <w:noProof/>
            <w:webHidden/>
          </w:rPr>
        </w:r>
        <w:r w:rsidR="000823A8">
          <w:rPr>
            <w:noProof/>
            <w:webHidden/>
          </w:rPr>
          <w:fldChar w:fldCharType="separate"/>
        </w:r>
        <w:r w:rsidR="000823A8">
          <w:rPr>
            <w:noProof/>
            <w:webHidden/>
          </w:rPr>
          <w:t>59</w:t>
        </w:r>
        <w:r w:rsidR="000823A8">
          <w:rPr>
            <w:noProof/>
            <w:webHidden/>
          </w:rPr>
          <w:fldChar w:fldCharType="end"/>
        </w:r>
      </w:hyperlink>
    </w:p>
    <w:p w14:paraId="42ABD5A1" w14:textId="43CCE9BD"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95" w:history="1">
        <w:r w:rsidR="000823A8" w:rsidRPr="00F000C3">
          <w:rPr>
            <w:rStyle w:val="Hyperlink"/>
            <w:noProof/>
          </w:rPr>
          <w:t>11.4.2 Create an Entity</w:t>
        </w:r>
        <w:r w:rsidR="000823A8">
          <w:rPr>
            <w:noProof/>
            <w:webHidden/>
          </w:rPr>
          <w:tab/>
        </w:r>
        <w:r w:rsidR="000823A8">
          <w:rPr>
            <w:noProof/>
            <w:webHidden/>
          </w:rPr>
          <w:fldChar w:fldCharType="begin"/>
        </w:r>
        <w:r w:rsidR="000823A8">
          <w:rPr>
            <w:noProof/>
            <w:webHidden/>
          </w:rPr>
          <w:instrText xml:space="preserve"> PAGEREF _Toc494885095 \h </w:instrText>
        </w:r>
        <w:r w:rsidR="000823A8">
          <w:rPr>
            <w:noProof/>
            <w:webHidden/>
          </w:rPr>
        </w:r>
        <w:r w:rsidR="000823A8">
          <w:rPr>
            <w:noProof/>
            <w:webHidden/>
          </w:rPr>
          <w:fldChar w:fldCharType="separate"/>
        </w:r>
        <w:r w:rsidR="000823A8">
          <w:rPr>
            <w:noProof/>
            <w:webHidden/>
          </w:rPr>
          <w:t>59</w:t>
        </w:r>
        <w:r w:rsidR="000823A8">
          <w:rPr>
            <w:noProof/>
            <w:webHidden/>
          </w:rPr>
          <w:fldChar w:fldCharType="end"/>
        </w:r>
      </w:hyperlink>
    </w:p>
    <w:p w14:paraId="552F4BE4" w14:textId="22237E40"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96" w:history="1">
        <w:r w:rsidR="000823A8" w:rsidRPr="00F000C3">
          <w:rPr>
            <w:rStyle w:val="Hyperlink"/>
            <w:noProof/>
          </w:rPr>
          <w:t>11.4.2.1 Link to Related Entities When Creating an Entity</w:t>
        </w:r>
        <w:r w:rsidR="000823A8">
          <w:rPr>
            <w:noProof/>
            <w:webHidden/>
          </w:rPr>
          <w:tab/>
        </w:r>
        <w:r w:rsidR="000823A8">
          <w:rPr>
            <w:noProof/>
            <w:webHidden/>
          </w:rPr>
          <w:fldChar w:fldCharType="begin"/>
        </w:r>
        <w:r w:rsidR="000823A8">
          <w:rPr>
            <w:noProof/>
            <w:webHidden/>
          </w:rPr>
          <w:instrText xml:space="preserve"> PAGEREF _Toc494885096 \h </w:instrText>
        </w:r>
        <w:r w:rsidR="000823A8">
          <w:rPr>
            <w:noProof/>
            <w:webHidden/>
          </w:rPr>
        </w:r>
        <w:r w:rsidR="000823A8">
          <w:rPr>
            <w:noProof/>
            <w:webHidden/>
          </w:rPr>
          <w:fldChar w:fldCharType="separate"/>
        </w:r>
        <w:r w:rsidR="000823A8">
          <w:rPr>
            <w:noProof/>
            <w:webHidden/>
          </w:rPr>
          <w:t>60</w:t>
        </w:r>
        <w:r w:rsidR="000823A8">
          <w:rPr>
            <w:noProof/>
            <w:webHidden/>
          </w:rPr>
          <w:fldChar w:fldCharType="end"/>
        </w:r>
      </w:hyperlink>
    </w:p>
    <w:p w14:paraId="127F51D5" w14:textId="7A18472E"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97" w:history="1">
        <w:r w:rsidR="000823A8" w:rsidRPr="00F000C3">
          <w:rPr>
            <w:rStyle w:val="Hyperlink"/>
            <w:noProof/>
          </w:rPr>
          <w:t>11.4.2.2 Create Related Entities When Creating an Entity</w:t>
        </w:r>
        <w:r w:rsidR="000823A8">
          <w:rPr>
            <w:noProof/>
            <w:webHidden/>
          </w:rPr>
          <w:tab/>
        </w:r>
        <w:r w:rsidR="000823A8">
          <w:rPr>
            <w:noProof/>
            <w:webHidden/>
          </w:rPr>
          <w:fldChar w:fldCharType="begin"/>
        </w:r>
        <w:r w:rsidR="000823A8">
          <w:rPr>
            <w:noProof/>
            <w:webHidden/>
          </w:rPr>
          <w:instrText xml:space="preserve"> PAGEREF _Toc494885097 \h </w:instrText>
        </w:r>
        <w:r w:rsidR="000823A8">
          <w:rPr>
            <w:noProof/>
            <w:webHidden/>
          </w:rPr>
        </w:r>
        <w:r w:rsidR="000823A8">
          <w:rPr>
            <w:noProof/>
            <w:webHidden/>
          </w:rPr>
          <w:fldChar w:fldCharType="separate"/>
        </w:r>
        <w:r w:rsidR="000823A8">
          <w:rPr>
            <w:noProof/>
            <w:webHidden/>
          </w:rPr>
          <w:t>60</w:t>
        </w:r>
        <w:r w:rsidR="000823A8">
          <w:rPr>
            <w:noProof/>
            <w:webHidden/>
          </w:rPr>
          <w:fldChar w:fldCharType="end"/>
        </w:r>
      </w:hyperlink>
    </w:p>
    <w:p w14:paraId="3973105A" w14:textId="5EB87FEC"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098" w:history="1">
        <w:r w:rsidR="000823A8" w:rsidRPr="00F000C3">
          <w:rPr>
            <w:rStyle w:val="Hyperlink"/>
            <w:noProof/>
          </w:rPr>
          <w:t>11.4.3 Update an Entity</w:t>
        </w:r>
        <w:r w:rsidR="000823A8">
          <w:rPr>
            <w:noProof/>
            <w:webHidden/>
          </w:rPr>
          <w:tab/>
        </w:r>
        <w:r w:rsidR="000823A8">
          <w:rPr>
            <w:noProof/>
            <w:webHidden/>
          </w:rPr>
          <w:fldChar w:fldCharType="begin"/>
        </w:r>
        <w:r w:rsidR="000823A8">
          <w:rPr>
            <w:noProof/>
            <w:webHidden/>
          </w:rPr>
          <w:instrText xml:space="preserve"> PAGEREF _Toc494885098 \h </w:instrText>
        </w:r>
        <w:r w:rsidR="000823A8">
          <w:rPr>
            <w:noProof/>
            <w:webHidden/>
          </w:rPr>
        </w:r>
        <w:r w:rsidR="000823A8">
          <w:rPr>
            <w:noProof/>
            <w:webHidden/>
          </w:rPr>
          <w:fldChar w:fldCharType="separate"/>
        </w:r>
        <w:r w:rsidR="000823A8">
          <w:rPr>
            <w:noProof/>
            <w:webHidden/>
          </w:rPr>
          <w:t>61</w:t>
        </w:r>
        <w:r w:rsidR="000823A8">
          <w:rPr>
            <w:noProof/>
            <w:webHidden/>
          </w:rPr>
          <w:fldChar w:fldCharType="end"/>
        </w:r>
      </w:hyperlink>
    </w:p>
    <w:p w14:paraId="0E471A79" w14:textId="34C235A0"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099" w:history="1">
        <w:r w:rsidR="000823A8" w:rsidRPr="00F000C3">
          <w:rPr>
            <w:rStyle w:val="Hyperlink"/>
            <w:noProof/>
          </w:rPr>
          <w:t>11.4.3.1 Update Related Entities When Updating an Entity</w:t>
        </w:r>
        <w:r w:rsidR="000823A8">
          <w:rPr>
            <w:noProof/>
            <w:webHidden/>
          </w:rPr>
          <w:tab/>
        </w:r>
        <w:r w:rsidR="000823A8">
          <w:rPr>
            <w:noProof/>
            <w:webHidden/>
          </w:rPr>
          <w:fldChar w:fldCharType="begin"/>
        </w:r>
        <w:r w:rsidR="000823A8">
          <w:rPr>
            <w:noProof/>
            <w:webHidden/>
          </w:rPr>
          <w:instrText xml:space="preserve"> PAGEREF _Toc494885099 \h </w:instrText>
        </w:r>
        <w:r w:rsidR="000823A8">
          <w:rPr>
            <w:noProof/>
            <w:webHidden/>
          </w:rPr>
        </w:r>
        <w:r w:rsidR="000823A8">
          <w:rPr>
            <w:noProof/>
            <w:webHidden/>
          </w:rPr>
          <w:fldChar w:fldCharType="separate"/>
        </w:r>
        <w:r w:rsidR="000823A8">
          <w:rPr>
            <w:noProof/>
            <w:webHidden/>
          </w:rPr>
          <w:t>62</w:t>
        </w:r>
        <w:r w:rsidR="000823A8">
          <w:rPr>
            <w:noProof/>
            <w:webHidden/>
          </w:rPr>
          <w:fldChar w:fldCharType="end"/>
        </w:r>
      </w:hyperlink>
    </w:p>
    <w:p w14:paraId="58CF5C43" w14:textId="64C84ABD"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00" w:history="1">
        <w:r w:rsidR="000823A8" w:rsidRPr="00F000C3">
          <w:rPr>
            <w:rStyle w:val="Hyperlink"/>
            <w:noProof/>
          </w:rPr>
          <w:t>11.4.4 Upsert an Entity</w:t>
        </w:r>
        <w:r w:rsidR="000823A8">
          <w:rPr>
            <w:noProof/>
            <w:webHidden/>
          </w:rPr>
          <w:tab/>
        </w:r>
        <w:r w:rsidR="000823A8">
          <w:rPr>
            <w:noProof/>
            <w:webHidden/>
          </w:rPr>
          <w:fldChar w:fldCharType="begin"/>
        </w:r>
        <w:r w:rsidR="000823A8">
          <w:rPr>
            <w:noProof/>
            <w:webHidden/>
          </w:rPr>
          <w:instrText xml:space="preserve"> PAGEREF _Toc494885100 \h </w:instrText>
        </w:r>
        <w:r w:rsidR="000823A8">
          <w:rPr>
            <w:noProof/>
            <w:webHidden/>
          </w:rPr>
        </w:r>
        <w:r w:rsidR="000823A8">
          <w:rPr>
            <w:noProof/>
            <w:webHidden/>
          </w:rPr>
          <w:fldChar w:fldCharType="separate"/>
        </w:r>
        <w:r w:rsidR="000823A8">
          <w:rPr>
            <w:noProof/>
            <w:webHidden/>
          </w:rPr>
          <w:t>63</w:t>
        </w:r>
        <w:r w:rsidR="000823A8">
          <w:rPr>
            <w:noProof/>
            <w:webHidden/>
          </w:rPr>
          <w:fldChar w:fldCharType="end"/>
        </w:r>
      </w:hyperlink>
    </w:p>
    <w:p w14:paraId="26135B0C" w14:textId="07FC6CD1"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01" w:history="1">
        <w:r w:rsidR="000823A8" w:rsidRPr="00F000C3">
          <w:rPr>
            <w:rStyle w:val="Hyperlink"/>
            <w:noProof/>
          </w:rPr>
          <w:t>11.4.5 Delete an Entity</w:t>
        </w:r>
        <w:r w:rsidR="000823A8">
          <w:rPr>
            <w:noProof/>
            <w:webHidden/>
          </w:rPr>
          <w:tab/>
        </w:r>
        <w:r w:rsidR="000823A8">
          <w:rPr>
            <w:noProof/>
            <w:webHidden/>
          </w:rPr>
          <w:fldChar w:fldCharType="begin"/>
        </w:r>
        <w:r w:rsidR="000823A8">
          <w:rPr>
            <w:noProof/>
            <w:webHidden/>
          </w:rPr>
          <w:instrText xml:space="preserve"> PAGEREF _Toc494885101 \h </w:instrText>
        </w:r>
        <w:r w:rsidR="000823A8">
          <w:rPr>
            <w:noProof/>
            <w:webHidden/>
          </w:rPr>
        </w:r>
        <w:r w:rsidR="000823A8">
          <w:rPr>
            <w:noProof/>
            <w:webHidden/>
          </w:rPr>
          <w:fldChar w:fldCharType="separate"/>
        </w:r>
        <w:r w:rsidR="000823A8">
          <w:rPr>
            <w:noProof/>
            <w:webHidden/>
          </w:rPr>
          <w:t>64</w:t>
        </w:r>
        <w:r w:rsidR="000823A8">
          <w:rPr>
            <w:noProof/>
            <w:webHidden/>
          </w:rPr>
          <w:fldChar w:fldCharType="end"/>
        </w:r>
      </w:hyperlink>
    </w:p>
    <w:p w14:paraId="4F9893A1" w14:textId="2D6603D8"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02" w:history="1">
        <w:r w:rsidR="000823A8" w:rsidRPr="00F000C3">
          <w:rPr>
            <w:rStyle w:val="Hyperlink"/>
            <w:noProof/>
          </w:rPr>
          <w:t>11.4.6 Modifying Relationships between Entities</w:t>
        </w:r>
        <w:r w:rsidR="000823A8">
          <w:rPr>
            <w:noProof/>
            <w:webHidden/>
          </w:rPr>
          <w:tab/>
        </w:r>
        <w:r w:rsidR="000823A8">
          <w:rPr>
            <w:noProof/>
            <w:webHidden/>
          </w:rPr>
          <w:fldChar w:fldCharType="begin"/>
        </w:r>
        <w:r w:rsidR="000823A8">
          <w:rPr>
            <w:noProof/>
            <w:webHidden/>
          </w:rPr>
          <w:instrText xml:space="preserve"> PAGEREF _Toc494885102 \h </w:instrText>
        </w:r>
        <w:r w:rsidR="000823A8">
          <w:rPr>
            <w:noProof/>
            <w:webHidden/>
          </w:rPr>
        </w:r>
        <w:r w:rsidR="000823A8">
          <w:rPr>
            <w:noProof/>
            <w:webHidden/>
          </w:rPr>
          <w:fldChar w:fldCharType="separate"/>
        </w:r>
        <w:r w:rsidR="000823A8">
          <w:rPr>
            <w:noProof/>
            <w:webHidden/>
          </w:rPr>
          <w:t>64</w:t>
        </w:r>
        <w:r w:rsidR="000823A8">
          <w:rPr>
            <w:noProof/>
            <w:webHidden/>
          </w:rPr>
          <w:fldChar w:fldCharType="end"/>
        </w:r>
      </w:hyperlink>
    </w:p>
    <w:p w14:paraId="2B647124" w14:textId="5E11EAB8"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03" w:history="1">
        <w:r w:rsidR="000823A8" w:rsidRPr="00F000C3">
          <w:rPr>
            <w:rStyle w:val="Hyperlink"/>
            <w:noProof/>
          </w:rPr>
          <w:t>11.4.6.1 Add a Reference to a Collection-Valued Navigation Property</w:t>
        </w:r>
        <w:r w:rsidR="000823A8">
          <w:rPr>
            <w:noProof/>
            <w:webHidden/>
          </w:rPr>
          <w:tab/>
        </w:r>
        <w:r w:rsidR="000823A8">
          <w:rPr>
            <w:noProof/>
            <w:webHidden/>
          </w:rPr>
          <w:fldChar w:fldCharType="begin"/>
        </w:r>
        <w:r w:rsidR="000823A8">
          <w:rPr>
            <w:noProof/>
            <w:webHidden/>
          </w:rPr>
          <w:instrText xml:space="preserve"> PAGEREF _Toc494885103 \h </w:instrText>
        </w:r>
        <w:r w:rsidR="000823A8">
          <w:rPr>
            <w:noProof/>
            <w:webHidden/>
          </w:rPr>
        </w:r>
        <w:r w:rsidR="000823A8">
          <w:rPr>
            <w:noProof/>
            <w:webHidden/>
          </w:rPr>
          <w:fldChar w:fldCharType="separate"/>
        </w:r>
        <w:r w:rsidR="000823A8">
          <w:rPr>
            <w:noProof/>
            <w:webHidden/>
          </w:rPr>
          <w:t>64</w:t>
        </w:r>
        <w:r w:rsidR="000823A8">
          <w:rPr>
            <w:noProof/>
            <w:webHidden/>
          </w:rPr>
          <w:fldChar w:fldCharType="end"/>
        </w:r>
      </w:hyperlink>
    </w:p>
    <w:p w14:paraId="475529E6" w14:textId="7CCB5F3D"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04" w:history="1">
        <w:r w:rsidR="000823A8" w:rsidRPr="00F000C3">
          <w:rPr>
            <w:rStyle w:val="Hyperlink"/>
            <w:noProof/>
          </w:rPr>
          <w:t>11.4.6.2 Remove a Reference to an Entity</w:t>
        </w:r>
        <w:r w:rsidR="000823A8">
          <w:rPr>
            <w:noProof/>
            <w:webHidden/>
          </w:rPr>
          <w:tab/>
        </w:r>
        <w:r w:rsidR="000823A8">
          <w:rPr>
            <w:noProof/>
            <w:webHidden/>
          </w:rPr>
          <w:fldChar w:fldCharType="begin"/>
        </w:r>
        <w:r w:rsidR="000823A8">
          <w:rPr>
            <w:noProof/>
            <w:webHidden/>
          </w:rPr>
          <w:instrText xml:space="preserve"> PAGEREF _Toc494885104 \h </w:instrText>
        </w:r>
        <w:r w:rsidR="000823A8">
          <w:rPr>
            <w:noProof/>
            <w:webHidden/>
          </w:rPr>
        </w:r>
        <w:r w:rsidR="000823A8">
          <w:rPr>
            <w:noProof/>
            <w:webHidden/>
          </w:rPr>
          <w:fldChar w:fldCharType="separate"/>
        </w:r>
        <w:r w:rsidR="000823A8">
          <w:rPr>
            <w:noProof/>
            <w:webHidden/>
          </w:rPr>
          <w:t>64</w:t>
        </w:r>
        <w:r w:rsidR="000823A8">
          <w:rPr>
            <w:noProof/>
            <w:webHidden/>
          </w:rPr>
          <w:fldChar w:fldCharType="end"/>
        </w:r>
      </w:hyperlink>
    </w:p>
    <w:p w14:paraId="293542C2" w14:textId="47C5D8F4"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05" w:history="1">
        <w:r w:rsidR="000823A8" w:rsidRPr="00F000C3">
          <w:rPr>
            <w:rStyle w:val="Hyperlink"/>
            <w:noProof/>
          </w:rPr>
          <w:t>11.4.6.3 Change the Reference in a Single-Valued Navigation Property</w:t>
        </w:r>
        <w:r w:rsidR="000823A8">
          <w:rPr>
            <w:noProof/>
            <w:webHidden/>
          </w:rPr>
          <w:tab/>
        </w:r>
        <w:r w:rsidR="000823A8">
          <w:rPr>
            <w:noProof/>
            <w:webHidden/>
          </w:rPr>
          <w:fldChar w:fldCharType="begin"/>
        </w:r>
        <w:r w:rsidR="000823A8">
          <w:rPr>
            <w:noProof/>
            <w:webHidden/>
          </w:rPr>
          <w:instrText xml:space="preserve"> PAGEREF _Toc494885105 \h </w:instrText>
        </w:r>
        <w:r w:rsidR="000823A8">
          <w:rPr>
            <w:noProof/>
            <w:webHidden/>
          </w:rPr>
        </w:r>
        <w:r w:rsidR="000823A8">
          <w:rPr>
            <w:noProof/>
            <w:webHidden/>
          </w:rPr>
          <w:fldChar w:fldCharType="separate"/>
        </w:r>
        <w:r w:rsidR="000823A8">
          <w:rPr>
            <w:noProof/>
            <w:webHidden/>
          </w:rPr>
          <w:t>64</w:t>
        </w:r>
        <w:r w:rsidR="000823A8">
          <w:rPr>
            <w:noProof/>
            <w:webHidden/>
          </w:rPr>
          <w:fldChar w:fldCharType="end"/>
        </w:r>
      </w:hyperlink>
    </w:p>
    <w:p w14:paraId="7B4EDD05" w14:textId="5FDD8D79"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06" w:history="1">
        <w:r w:rsidR="000823A8" w:rsidRPr="00F000C3">
          <w:rPr>
            <w:rStyle w:val="Hyperlink"/>
            <w:noProof/>
          </w:rPr>
          <w:t>11.4.6.4 Replace all References in a Collection-valued Navigation Property</w:t>
        </w:r>
        <w:r w:rsidR="000823A8">
          <w:rPr>
            <w:noProof/>
            <w:webHidden/>
          </w:rPr>
          <w:tab/>
        </w:r>
        <w:r w:rsidR="000823A8">
          <w:rPr>
            <w:noProof/>
            <w:webHidden/>
          </w:rPr>
          <w:fldChar w:fldCharType="begin"/>
        </w:r>
        <w:r w:rsidR="000823A8">
          <w:rPr>
            <w:noProof/>
            <w:webHidden/>
          </w:rPr>
          <w:instrText xml:space="preserve"> PAGEREF _Toc494885106 \h </w:instrText>
        </w:r>
        <w:r w:rsidR="000823A8">
          <w:rPr>
            <w:noProof/>
            <w:webHidden/>
          </w:rPr>
        </w:r>
        <w:r w:rsidR="000823A8">
          <w:rPr>
            <w:noProof/>
            <w:webHidden/>
          </w:rPr>
          <w:fldChar w:fldCharType="separate"/>
        </w:r>
        <w:r w:rsidR="000823A8">
          <w:rPr>
            <w:noProof/>
            <w:webHidden/>
          </w:rPr>
          <w:t>65</w:t>
        </w:r>
        <w:r w:rsidR="000823A8">
          <w:rPr>
            <w:noProof/>
            <w:webHidden/>
          </w:rPr>
          <w:fldChar w:fldCharType="end"/>
        </w:r>
      </w:hyperlink>
    </w:p>
    <w:p w14:paraId="1B821323" w14:textId="1C5B698C"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07" w:history="1">
        <w:r w:rsidR="000823A8" w:rsidRPr="00F000C3">
          <w:rPr>
            <w:rStyle w:val="Hyperlink"/>
            <w:noProof/>
          </w:rPr>
          <w:t>11.4.7 Managing Media Entities</w:t>
        </w:r>
        <w:r w:rsidR="000823A8">
          <w:rPr>
            <w:noProof/>
            <w:webHidden/>
          </w:rPr>
          <w:tab/>
        </w:r>
        <w:r w:rsidR="000823A8">
          <w:rPr>
            <w:noProof/>
            <w:webHidden/>
          </w:rPr>
          <w:fldChar w:fldCharType="begin"/>
        </w:r>
        <w:r w:rsidR="000823A8">
          <w:rPr>
            <w:noProof/>
            <w:webHidden/>
          </w:rPr>
          <w:instrText xml:space="preserve"> PAGEREF _Toc494885107 \h </w:instrText>
        </w:r>
        <w:r w:rsidR="000823A8">
          <w:rPr>
            <w:noProof/>
            <w:webHidden/>
          </w:rPr>
        </w:r>
        <w:r w:rsidR="000823A8">
          <w:rPr>
            <w:noProof/>
            <w:webHidden/>
          </w:rPr>
          <w:fldChar w:fldCharType="separate"/>
        </w:r>
        <w:r w:rsidR="000823A8">
          <w:rPr>
            <w:noProof/>
            <w:webHidden/>
          </w:rPr>
          <w:t>65</w:t>
        </w:r>
        <w:r w:rsidR="000823A8">
          <w:rPr>
            <w:noProof/>
            <w:webHidden/>
          </w:rPr>
          <w:fldChar w:fldCharType="end"/>
        </w:r>
      </w:hyperlink>
    </w:p>
    <w:p w14:paraId="6824E52D" w14:textId="4F28D94A"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08" w:history="1">
        <w:r w:rsidR="000823A8" w:rsidRPr="00F000C3">
          <w:rPr>
            <w:rStyle w:val="Hyperlink"/>
            <w:noProof/>
          </w:rPr>
          <w:t>11.4.7.1 Create a Media Entity</w:t>
        </w:r>
        <w:r w:rsidR="000823A8">
          <w:rPr>
            <w:noProof/>
            <w:webHidden/>
          </w:rPr>
          <w:tab/>
        </w:r>
        <w:r w:rsidR="000823A8">
          <w:rPr>
            <w:noProof/>
            <w:webHidden/>
          </w:rPr>
          <w:fldChar w:fldCharType="begin"/>
        </w:r>
        <w:r w:rsidR="000823A8">
          <w:rPr>
            <w:noProof/>
            <w:webHidden/>
          </w:rPr>
          <w:instrText xml:space="preserve"> PAGEREF _Toc494885108 \h </w:instrText>
        </w:r>
        <w:r w:rsidR="000823A8">
          <w:rPr>
            <w:noProof/>
            <w:webHidden/>
          </w:rPr>
        </w:r>
        <w:r w:rsidR="000823A8">
          <w:rPr>
            <w:noProof/>
            <w:webHidden/>
          </w:rPr>
          <w:fldChar w:fldCharType="separate"/>
        </w:r>
        <w:r w:rsidR="000823A8">
          <w:rPr>
            <w:noProof/>
            <w:webHidden/>
          </w:rPr>
          <w:t>65</w:t>
        </w:r>
        <w:r w:rsidR="000823A8">
          <w:rPr>
            <w:noProof/>
            <w:webHidden/>
          </w:rPr>
          <w:fldChar w:fldCharType="end"/>
        </w:r>
      </w:hyperlink>
    </w:p>
    <w:p w14:paraId="6A78E9C7" w14:textId="64A0C538"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09" w:history="1">
        <w:r w:rsidR="000823A8" w:rsidRPr="00F000C3">
          <w:rPr>
            <w:rStyle w:val="Hyperlink"/>
            <w:noProof/>
          </w:rPr>
          <w:t>11.4.7.2 Update a Media Entity Stream</w:t>
        </w:r>
        <w:r w:rsidR="000823A8">
          <w:rPr>
            <w:noProof/>
            <w:webHidden/>
          </w:rPr>
          <w:tab/>
        </w:r>
        <w:r w:rsidR="000823A8">
          <w:rPr>
            <w:noProof/>
            <w:webHidden/>
          </w:rPr>
          <w:fldChar w:fldCharType="begin"/>
        </w:r>
        <w:r w:rsidR="000823A8">
          <w:rPr>
            <w:noProof/>
            <w:webHidden/>
          </w:rPr>
          <w:instrText xml:space="preserve"> PAGEREF _Toc494885109 \h </w:instrText>
        </w:r>
        <w:r w:rsidR="000823A8">
          <w:rPr>
            <w:noProof/>
            <w:webHidden/>
          </w:rPr>
        </w:r>
        <w:r w:rsidR="000823A8">
          <w:rPr>
            <w:noProof/>
            <w:webHidden/>
          </w:rPr>
          <w:fldChar w:fldCharType="separate"/>
        </w:r>
        <w:r w:rsidR="000823A8">
          <w:rPr>
            <w:noProof/>
            <w:webHidden/>
          </w:rPr>
          <w:t>65</w:t>
        </w:r>
        <w:r w:rsidR="000823A8">
          <w:rPr>
            <w:noProof/>
            <w:webHidden/>
          </w:rPr>
          <w:fldChar w:fldCharType="end"/>
        </w:r>
      </w:hyperlink>
    </w:p>
    <w:p w14:paraId="3BAD6FDA" w14:textId="6A1C8631"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10" w:history="1">
        <w:r w:rsidR="000823A8" w:rsidRPr="00F000C3">
          <w:rPr>
            <w:rStyle w:val="Hyperlink"/>
            <w:noProof/>
          </w:rPr>
          <w:t>11.4.7.3 Delete a Media Entity</w:t>
        </w:r>
        <w:r w:rsidR="000823A8">
          <w:rPr>
            <w:noProof/>
            <w:webHidden/>
          </w:rPr>
          <w:tab/>
        </w:r>
        <w:r w:rsidR="000823A8">
          <w:rPr>
            <w:noProof/>
            <w:webHidden/>
          </w:rPr>
          <w:fldChar w:fldCharType="begin"/>
        </w:r>
        <w:r w:rsidR="000823A8">
          <w:rPr>
            <w:noProof/>
            <w:webHidden/>
          </w:rPr>
          <w:instrText xml:space="preserve"> PAGEREF _Toc494885110 \h </w:instrText>
        </w:r>
        <w:r w:rsidR="000823A8">
          <w:rPr>
            <w:noProof/>
            <w:webHidden/>
          </w:rPr>
        </w:r>
        <w:r w:rsidR="000823A8">
          <w:rPr>
            <w:noProof/>
            <w:webHidden/>
          </w:rPr>
          <w:fldChar w:fldCharType="separate"/>
        </w:r>
        <w:r w:rsidR="000823A8">
          <w:rPr>
            <w:noProof/>
            <w:webHidden/>
          </w:rPr>
          <w:t>65</w:t>
        </w:r>
        <w:r w:rsidR="000823A8">
          <w:rPr>
            <w:noProof/>
            <w:webHidden/>
          </w:rPr>
          <w:fldChar w:fldCharType="end"/>
        </w:r>
      </w:hyperlink>
    </w:p>
    <w:p w14:paraId="07A8E201" w14:textId="25F13E0E"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11" w:history="1">
        <w:r w:rsidR="000823A8" w:rsidRPr="00F000C3">
          <w:rPr>
            <w:rStyle w:val="Hyperlink"/>
            <w:noProof/>
          </w:rPr>
          <w:t>11.4.8 Managing Stream Properties</w:t>
        </w:r>
        <w:r w:rsidR="000823A8">
          <w:rPr>
            <w:noProof/>
            <w:webHidden/>
          </w:rPr>
          <w:tab/>
        </w:r>
        <w:r w:rsidR="000823A8">
          <w:rPr>
            <w:noProof/>
            <w:webHidden/>
          </w:rPr>
          <w:fldChar w:fldCharType="begin"/>
        </w:r>
        <w:r w:rsidR="000823A8">
          <w:rPr>
            <w:noProof/>
            <w:webHidden/>
          </w:rPr>
          <w:instrText xml:space="preserve"> PAGEREF _Toc494885111 \h </w:instrText>
        </w:r>
        <w:r w:rsidR="000823A8">
          <w:rPr>
            <w:noProof/>
            <w:webHidden/>
          </w:rPr>
        </w:r>
        <w:r w:rsidR="000823A8">
          <w:rPr>
            <w:noProof/>
            <w:webHidden/>
          </w:rPr>
          <w:fldChar w:fldCharType="separate"/>
        </w:r>
        <w:r w:rsidR="000823A8">
          <w:rPr>
            <w:noProof/>
            <w:webHidden/>
          </w:rPr>
          <w:t>65</w:t>
        </w:r>
        <w:r w:rsidR="000823A8">
          <w:rPr>
            <w:noProof/>
            <w:webHidden/>
          </w:rPr>
          <w:fldChar w:fldCharType="end"/>
        </w:r>
      </w:hyperlink>
    </w:p>
    <w:p w14:paraId="74F2F1BD" w14:textId="4A316175"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12" w:history="1">
        <w:r w:rsidR="000823A8" w:rsidRPr="00F000C3">
          <w:rPr>
            <w:rStyle w:val="Hyperlink"/>
            <w:noProof/>
          </w:rPr>
          <w:t>11.4.8.1 Update Stream Values</w:t>
        </w:r>
        <w:r w:rsidR="000823A8">
          <w:rPr>
            <w:noProof/>
            <w:webHidden/>
          </w:rPr>
          <w:tab/>
        </w:r>
        <w:r w:rsidR="000823A8">
          <w:rPr>
            <w:noProof/>
            <w:webHidden/>
          </w:rPr>
          <w:fldChar w:fldCharType="begin"/>
        </w:r>
        <w:r w:rsidR="000823A8">
          <w:rPr>
            <w:noProof/>
            <w:webHidden/>
          </w:rPr>
          <w:instrText xml:space="preserve"> PAGEREF _Toc494885112 \h </w:instrText>
        </w:r>
        <w:r w:rsidR="000823A8">
          <w:rPr>
            <w:noProof/>
            <w:webHidden/>
          </w:rPr>
        </w:r>
        <w:r w:rsidR="000823A8">
          <w:rPr>
            <w:noProof/>
            <w:webHidden/>
          </w:rPr>
          <w:fldChar w:fldCharType="separate"/>
        </w:r>
        <w:r w:rsidR="000823A8">
          <w:rPr>
            <w:noProof/>
            <w:webHidden/>
          </w:rPr>
          <w:t>65</w:t>
        </w:r>
        <w:r w:rsidR="000823A8">
          <w:rPr>
            <w:noProof/>
            <w:webHidden/>
          </w:rPr>
          <w:fldChar w:fldCharType="end"/>
        </w:r>
      </w:hyperlink>
    </w:p>
    <w:p w14:paraId="2730D466" w14:textId="5101897B"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13" w:history="1">
        <w:r w:rsidR="000823A8" w:rsidRPr="00F000C3">
          <w:rPr>
            <w:rStyle w:val="Hyperlink"/>
            <w:noProof/>
          </w:rPr>
          <w:t>11.4.8.2 Delete Stream Values</w:t>
        </w:r>
        <w:r w:rsidR="000823A8">
          <w:rPr>
            <w:noProof/>
            <w:webHidden/>
          </w:rPr>
          <w:tab/>
        </w:r>
        <w:r w:rsidR="000823A8">
          <w:rPr>
            <w:noProof/>
            <w:webHidden/>
          </w:rPr>
          <w:fldChar w:fldCharType="begin"/>
        </w:r>
        <w:r w:rsidR="000823A8">
          <w:rPr>
            <w:noProof/>
            <w:webHidden/>
          </w:rPr>
          <w:instrText xml:space="preserve"> PAGEREF _Toc494885113 \h </w:instrText>
        </w:r>
        <w:r w:rsidR="000823A8">
          <w:rPr>
            <w:noProof/>
            <w:webHidden/>
          </w:rPr>
        </w:r>
        <w:r w:rsidR="000823A8">
          <w:rPr>
            <w:noProof/>
            <w:webHidden/>
          </w:rPr>
          <w:fldChar w:fldCharType="separate"/>
        </w:r>
        <w:r w:rsidR="000823A8">
          <w:rPr>
            <w:noProof/>
            <w:webHidden/>
          </w:rPr>
          <w:t>66</w:t>
        </w:r>
        <w:r w:rsidR="000823A8">
          <w:rPr>
            <w:noProof/>
            <w:webHidden/>
          </w:rPr>
          <w:fldChar w:fldCharType="end"/>
        </w:r>
      </w:hyperlink>
    </w:p>
    <w:p w14:paraId="175126E6" w14:textId="5AB00E53"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14" w:history="1">
        <w:r w:rsidR="000823A8" w:rsidRPr="00F000C3">
          <w:rPr>
            <w:rStyle w:val="Hyperlink"/>
            <w:noProof/>
          </w:rPr>
          <w:t>11.4.9 Managing Values and Properties Directly</w:t>
        </w:r>
        <w:r w:rsidR="000823A8">
          <w:rPr>
            <w:noProof/>
            <w:webHidden/>
          </w:rPr>
          <w:tab/>
        </w:r>
        <w:r w:rsidR="000823A8">
          <w:rPr>
            <w:noProof/>
            <w:webHidden/>
          </w:rPr>
          <w:fldChar w:fldCharType="begin"/>
        </w:r>
        <w:r w:rsidR="000823A8">
          <w:rPr>
            <w:noProof/>
            <w:webHidden/>
          </w:rPr>
          <w:instrText xml:space="preserve"> PAGEREF _Toc494885114 \h </w:instrText>
        </w:r>
        <w:r w:rsidR="000823A8">
          <w:rPr>
            <w:noProof/>
            <w:webHidden/>
          </w:rPr>
        </w:r>
        <w:r w:rsidR="000823A8">
          <w:rPr>
            <w:noProof/>
            <w:webHidden/>
          </w:rPr>
          <w:fldChar w:fldCharType="separate"/>
        </w:r>
        <w:r w:rsidR="000823A8">
          <w:rPr>
            <w:noProof/>
            <w:webHidden/>
          </w:rPr>
          <w:t>66</w:t>
        </w:r>
        <w:r w:rsidR="000823A8">
          <w:rPr>
            <w:noProof/>
            <w:webHidden/>
          </w:rPr>
          <w:fldChar w:fldCharType="end"/>
        </w:r>
      </w:hyperlink>
    </w:p>
    <w:p w14:paraId="1F4DF0DE" w14:textId="737DC3A2"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15" w:history="1">
        <w:r w:rsidR="000823A8" w:rsidRPr="00F000C3">
          <w:rPr>
            <w:rStyle w:val="Hyperlink"/>
            <w:noProof/>
          </w:rPr>
          <w:t>11.4.9.1 Update a Primitive Property</w:t>
        </w:r>
        <w:r w:rsidR="000823A8">
          <w:rPr>
            <w:noProof/>
            <w:webHidden/>
          </w:rPr>
          <w:tab/>
        </w:r>
        <w:r w:rsidR="000823A8">
          <w:rPr>
            <w:noProof/>
            <w:webHidden/>
          </w:rPr>
          <w:fldChar w:fldCharType="begin"/>
        </w:r>
        <w:r w:rsidR="000823A8">
          <w:rPr>
            <w:noProof/>
            <w:webHidden/>
          </w:rPr>
          <w:instrText xml:space="preserve"> PAGEREF _Toc494885115 \h </w:instrText>
        </w:r>
        <w:r w:rsidR="000823A8">
          <w:rPr>
            <w:noProof/>
            <w:webHidden/>
          </w:rPr>
        </w:r>
        <w:r w:rsidR="000823A8">
          <w:rPr>
            <w:noProof/>
            <w:webHidden/>
          </w:rPr>
          <w:fldChar w:fldCharType="separate"/>
        </w:r>
        <w:r w:rsidR="000823A8">
          <w:rPr>
            <w:noProof/>
            <w:webHidden/>
          </w:rPr>
          <w:t>66</w:t>
        </w:r>
        <w:r w:rsidR="000823A8">
          <w:rPr>
            <w:noProof/>
            <w:webHidden/>
          </w:rPr>
          <w:fldChar w:fldCharType="end"/>
        </w:r>
      </w:hyperlink>
    </w:p>
    <w:p w14:paraId="0C1E27AE" w14:textId="1F3DED3D"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16" w:history="1">
        <w:r w:rsidR="000823A8" w:rsidRPr="00F000C3">
          <w:rPr>
            <w:rStyle w:val="Hyperlink"/>
            <w:noProof/>
          </w:rPr>
          <w:t>11.4.9.2 Set a Value to Null</w:t>
        </w:r>
        <w:r w:rsidR="000823A8">
          <w:rPr>
            <w:noProof/>
            <w:webHidden/>
          </w:rPr>
          <w:tab/>
        </w:r>
        <w:r w:rsidR="000823A8">
          <w:rPr>
            <w:noProof/>
            <w:webHidden/>
          </w:rPr>
          <w:fldChar w:fldCharType="begin"/>
        </w:r>
        <w:r w:rsidR="000823A8">
          <w:rPr>
            <w:noProof/>
            <w:webHidden/>
          </w:rPr>
          <w:instrText xml:space="preserve"> PAGEREF _Toc494885116 \h </w:instrText>
        </w:r>
        <w:r w:rsidR="000823A8">
          <w:rPr>
            <w:noProof/>
            <w:webHidden/>
          </w:rPr>
        </w:r>
        <w:r w:rsidR="000823A8">
          <w:rPr>
            <w:noProof/>
            <w:webHidden/>
          </w:rPr>
          <w:fldChar w:fldCharType="separate"/>
        </w:r>
        <w:r w:rsidR="000823A8">
          <w:rPr>
            <w:noProof/>
            <w:webHidden/>
          </w:rPr>
          <w:t>66</w:t>
        </w:r>
        <w:r w:rsidR="000823A8">
          <w:rPr>
            <w:noProof/>
            <w:webHidden/>
          </w:rPr>
          <w:fldChar w:fldCharType="end"/>
        </w:r>
      </w:hyperlink>
    </w:p>
    <w:p w14:paraId="7BE4E612" w14:textId="4DB581F9"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17" w:history="1">
        <w:r w:rsidR="000823A8" w:rsidRPr="00F000C3">
          <w:rPr>
            <w:rStyle w:val="Hyperlink"/>
            <w:noProof/>
          </w:rPr>
          <w:t>11.4.9.3 Update a Complex Property</w:t>
        </w:r>
        <w:r w:rsidR="000823A8">
          <w:rPr>
            <w:noProof/>
            <w:webHidden/>
          </w:rPr>
          <w:tab/>
        </w:r>
        <w:r w:rsidR="000823A8">
          <w:rPr>
            <w:noProof/>
            <w:webHidden/>
          </w:rPr>
          <w:fldChar w:fldCharType="begin"/>
        </w:r>
        <w:r w:rsidR="000823A8">
          <w:rPr>
            <w:noProof/>
            <w:webHidden/>
          </w:rPr>
          <w:instrText xml:space="preserve"> PAGEREF _Toc494885117 \h </w:instrText>
        </w:r>
        <w:r w:rsidR="000823A8">
          <w:rPr>
            <w:noProof/>
            <w:webHidden/>
          </w:rPr>
        </w:r>
        <w:r w:rsidR="000823A8">
          <w:rPr>
            <w:noProof/>
            <w:webHidden/>
          </w:rPr>
          <w:fldChar w:fldCharType="separate"/>
        </w:r>
        <w:r w:rsidR="000823A8">
          <w:rPr>
            <w:noProof/>
            <w:webHidden/>
          </w:rPr>
          <w:t>66</w:t>
        </w:r>
        <w:r w:rsidR="000823A8">
          <w:rPr>
            <w:noProof/>
            <w:webHidden/>
          </w:rPr>
          <w:fldChar w:fldCharType="end"/>
        </w:r>
      </w:hyperlink>
    </w:p>
    <w:p w14:paraId="175B32A8" w14:textId="4AC98DF8"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18" w:history="1">
        <w:r w:rsidR="000823A8" w:rsidRPr="00F000C3">
          <w:rPr>
            <w:rStyle w:val="Hyperlink"/>
            <w:noProof/>
          </w:rPr>
          <w:t>11.4.9.4 Update a Collection Property</w:t>
        </w:r>
        <w:r w:rsidR="000823A8">
          <w:rPr>
            <w:noProof/>
            <w:webHidden/>
          </w:rPr>
          <w:tab/>
        </w:r>
        <w:r w:rsidR="000823A8">
          <w:rPr>
            <w:noProof/>
            <w:webHidden/>
          </w:rPr>
          <w:fldChar w:fldCharType="begin"/>
        </w:r>
        <w:r w:rsidR="000823A8">
          <w:rPr>
            <w:noProof/>
            <w:webHidden/>
          </w:rPr>
          <w:instrText xml:space="preserve"> PAGEREF _Toc494885118 \h </w:instrText>
        </w:r>
        <w:r w:rsidR="000823A8">
          <w:rPr>
            <w:noProof/>
            <w:webHidden/>
          </w:rPr>
        </w:r>
        <w:r w:rsidR="000823A8">
          <w:rPr>
            <w:noProof/>
            <w:webHidden/>
          </w:rPr>
          <w:fldChar w:fldCharType="separate"/>
        </w:r>
        <w:r w:rsidR="000823A8">
          <w:rPr>
            <w:noProof/>
            <w:webHidden/>
          </w:rPr>
          <w:t>67</w:t>
        </w:r>
        <w:r w:rsidR="000823A8">
          <w:rPr>
            <w:noProof/>
            <w:webHidden/>
          </w:rPr>
          <w:fldChar w:fldCharType="end"/>
        </w:r>
      </w:hyperlink>
    </w:p>
    <w:p w14:paraId="20B32316" w14:textId="4B6C7723"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19" w:history="1">
        <w:r w:rsidR="000823A8" w:rsidRPr="00F000C3">
          <w:rPr>
            <w:rStyle w:val="Hyperlink"/>
            <w:noProof/>
          </w:rPr>
          <w:t>11.4.10 Managing Members of an Ordered Collection</w:t>
        </w:r>
        <w:r w:rsidR="000823A8">
          <w:rPr>
            <w:noProof/>
            <w:webHidden/>
          </w:rPr>
          <w:tab/>
        </w:r>
        <w:r w:rsidR="000823A8">
          <w:rPr>
            <w:noProof/>
            <w:webHidden/>
          </w:rPr>
          <w:fldChar w:fldCharType="begin"/>
        </w:r>
        <w:r w:rsidR="000823A8">
          <w:rPr>
            <w:noProof/>
            <w:webHidden/>
          </w:rPr>
          <w:instrText xml:space="preserve"> PAGEREF _Toc494885119 \h </w:instrText>
        </w:r>
        <w:r w:rsidR="000823A8">
          <w:rPr>
            <w:noProof/>
            <w:webHidden/>
          </w:rPr>
        </w:r>
        <w:r w:rsidR="000823A8">
          <w:rPr>
            <w:noProof/>
            <w:webHidden/>
          </w:rPr>
          <w:fldChar w:fldCharType="separate"/>
        </w:r>
        <w:r w:rsidR="000823A8">
          <w:rPr>
            <w:noProof/>
            <w:webHidden/>
          </w:rPr>
          <w:t>67</w:t>
        </w:r>
        <w:r w:rsidR="000823A8">
          <w:rPr>
            <w:noProof/>
            <w:webHidden/>
          </w:rPr>
          <w:fldChar w:fldCharType="end"/>
        </w:r>
      </w:hyperlink>
    </w:p>
    <w:p w14:paraId="1355C47C" w14:textId="4412D0C1"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20" w:history="1">
        <w:r w:rsidR="000823A8" w:rsidRPr="00F000C3">
          <w:rPr>
            <w:rStyle w:val="Hyperlink"/>
            <w:noProof/>
          </w:rPr>
          <w:t>11.4.11 Positional Inserts</w:t>
        </w:r>
        <w:r w:rsidR="000823A8">
          <w:rPr>
            <w:noProof/>
            <w:webHidden/>
          </w:rPr>
          <w:tab/>
        </w:r>
        <w:r w:rsidR="000823A8">
          <w:rPr>
            <w:noProof/>
            <w:webHidden/>
          </w:rPr>
          <w:fldChar w:fldCharType="begin"/>
        </w:r>
        <w:r w:rsidR="000823A8">
          <w:rPr>
            <w:noProof/>
            <w:webHidden/>
          </w:rPr>
          <w:instrText xml:space="preserve"> PAGEREF _Toc494885120 \h </w:instrText>
        </w:r>
        <w:r w:rsidR="000823A8">
          <w:rPr>
            <w:noProof/>
            <w:webHidden/>
          </w:rPr>
        </w:r>
        <w:r w:rsidR="000823A8">
          <w:rPr>
            <w:noProof/>
            <w:webHidden/>
          </w:rPr>
          <w:fldChar w:fldCharType="separate"/>
        </w:r>
        <w:r w:rsidR="000823A8">
          <w:rPr>
            <w:noProof/>
            <w:webHidden/>
          </w:rPr>
          <w:t>67</w:t>
        </w:r>
        <w:r w:rsidR="000823A8">
          <w:rPr>
            <w:noProof/>
            <w:webHidden/>
          </w:rPr>
          <w:fldChar w:fldCharType="end"/>
        </w:r>
      </w:hyperlink>
    </w:p>
    <w:p w14:paraId="5C5F7315" w14:textId="49E74870"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21" w:history="1">
        <w:r w:rsidR="000823A8" w:rsidRPr="00F000C3">
          <w:rPr>
            <w:rStyle w:val="Hyperlink"/>
            <w:noProof/>
          </w:rPr>
          <w:t>11.4.12 Update a Collection of Entities</w:t>
        </w:r>
        <w:r w:rsidR="000823A8">
          <w:rPr>
            <w:noProof/>
            <w:webHidden/>
          </w:rPr>
          <w:tab/>
        </w:r>
        <w:r w:rsidR="000823A8">
          <w:rPr>
            <w:noProof/>
            <w:webHidden/>
          </w:rPr>
          <w:fldChar w:fldCharType="begin"/>
        </w:r>
        <w:r w:rsidR="000823A8">
          <w:rPr>
            <w:noProof/>
            <w:webHidden/>
          </w:rPr>
          <w:instrText xml:space="preserve"> PAGEREF _Toc494885121 \h </w:instrText>
        </w:r>
        <w:r w:rsidR="000823A8">
          <w:rPr>
            <w:noProof/>
            <w:webHidden/>
          </w:rPr>
        </w:r>
        <w:r w:rsidR="000823A8">
          <w:rPr>
            <w:noProof/>
            <w:webHidden/>
          </w:rPr>
          <w:fldChar w:fldCharType="separate"/>
        </w:r>
        <w:r w:rsidR="000823A8">
          <w:rPr>
            <w:noProof/>
            <w:webHidden/>
          </w:rPr>
          <w:t>67</w:t>
        </w:r>
        <w:r w:rsidR="000823A8">
          <w:rPr>
            <w:noProof/>
            <w:webHidden/>
          </w:rPr>
          <w:fldChar w:fldCharType="end"/>
        </w:r>
      </w:hyperlink>
    </w:p>
    <w:p w14:paraId="54CEC2A5" w14:textId="7D848A7A"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22" w:history="1">
        <w:r w:rsidR="000823A8" w:rsidRPr="00F000C3">
          <w:rPr>
            <w:rStyle w:val="Hyperlink"/>
            <w:noProof/>
          </w:rPr>
          <w:t>11.4.13 Update Members of a Collection</w:t>
        </w:r>
        <w:r w:rsidR="000823A8">
          <w:rPr>
            <w:noProof/>
            <w:webHidden/>
          </w:rPr>
          <w:tab/>
        </w:r>
        <w:r w:rsidR="000823A8">
          <w:rPr>
            <w:noProof/>
            <w:webHidden/>
          </w:rPr>
          <w:fldChar w:fldCharType="begin"/>
        </w:r>
        <w:r w:rsidR="000823A8">
          <w:rPr>
            <w:noProof/>
            <w:webHidden/>
          </w:rPr>
          <w:instrText xml:space="preserve"> PAGEREF _Toc494885122 \h </w:instrText>
        </w:r>
        <w:r w:rsidR="000823A8">
          <w:rPr>
            <w:noProof/>
            <w:webHidden/>
          </w:rPr>
        </w:r>
        <w:r w:rsidR="000823A8">
          <w:rPr>
            <w:noProof/>
            <w:webHidden/>
          </w:rPr>
          <w:fldChar w:fldCharType="separate"/>
        </w:r>
        <w:r w:rsidR="000823A8">
          <w:rPr>
            <w:noProof/>
            <w:webHidden/>
          </w:rPr>
          <w:t>68</w:t>
        </w:r>
        <w:r w:rsidR="000823A8">
          <w:rPr>
            <w:noProof/>
            <w:webHidden/>
          </w:rPr>
          <w:fldChar w:fldCharType="end"/>
        </w:r>
      </w:hyperlink>
    </w:p>
    <w:p w14:paraId="1B0E21DD" w14:textId="29C842F9"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23" w:history="1">
        <w:r w:rsidR="000823A8" w:rsidRPr="00F000C3">
          <w:rPr>
            <w:rStyle w:val="Hyperlink"/>
            <w:noProof/>
          </w:rPr>
          <w:t>11.4.14 Delete Members of a Collection</w:t>
        </w:r>
        <w:r w:rsidR="000823A8">
          <w:rPr>
            <w:noProof/>
            <w:webHidden/>
          </w:rPr>
          <w:tab/>
        </w:r>
        <w:r w:rsidR="000823A8">
          <w:rPr>
            <w:noProof/>
            <w:webHidden/>
          </w:rPr>
          <w:fldChar w:fldCharType="begin"/>
        </w:r>
        <w:r w:rsidR="000823A8">
          <w:rPr>
            <w:noProof/>
            <w:webHidden/>
          </w:rPr>
          <w:instrText xml:space="preserve"> PAGEREF _Toc494885123 \h </w:instrText>
        </w:r>
        <w:r w:rsidR="000823A8">
          <w:rPr>
            <w:noProof/>
            <w:webHidden/>
          </w:rPr>
        </w:r>
        <w:r w:rsidR="000823A8">
          <w:rPr>
            <w:noProof/>
            <w:webHidden/>
          </w:rPr>
          <w:fldChar w:fldCharType="separate"/>
        </w:r>
        <w:r w:rsidR="000823A8">
          <w:rPr>
            <w:noProof/>
            <w:webHidden/>
          </w:rPr>
          <w:t>68</w:t>
        </w:r>
        <w:r w:rsidR="000823A8">
          <w:rPr>
            <w:noProof/>
            <w:webHidden/>
          </w:rPr>
          <w:fldChar w:fldCharType="end"/>
        </w:r>
      </w:hyperlink>
    </w:p>
    <w:p w14:paraId="0835E0AC" w14:textId="5ACE1839"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124" w:history="1">
        <w:r w:rsidR="000823A8" w:rsidRPr="00F000C3">
          <w:rPr>
            <w:rStyle w:val="Hyperlink"/>
            <w:noProof/>
          </w:rPr>
          <w:t>11.5 Operations</w:t>
        </w:r>
        <w:r w:rsidR="000823A8">
          <w:rPr>
            <w:noProof/>
            <w:webHidden/>
          </w:rPr>
          <w:tab/>
        </w:r>
        <w:r w:rsidR="000823A8">
          <w:rPr>
            <w:noProof/>
            <w:webHidden/>
          </w:rPr>
          <w:fldChar w:fldCharType="begin"/>
        </w:r>
        <w:r w:rsidR="000823A8">
          <w:rPr>
            <w:noProof/>
            <w:webHidden/>
          </w:rPr>
          <w:instrText xml:space="preserve"> PAGEREF _Toc494885124 \h </w:instrText>
        </w:r>
        <w:r w:rsidR="000823A8">
          <w:rPr>
            <w:noProof/>
            <w:webHidden/>
          </w:rPr>
        </w:r>
        <w:r w:rsidR="000823A8">
          <w:rPr>
            <w:noProof/>
            <w:webHidden/>
          </w:rPr>
          <w:fldChar w:fldCharType="separate"/>
        </w:r>
        <w:r w:rsidR="000823A8">
          <w:rPr>
            <w:noProof/>
            <w:webHidden/>
          </w:rPr>
          <w:t>68</w:t>
        </w:r>
        <w:r w:rsidR="000823A8">
          <w:rPr>
            <w:noProof/>
            <w:webHidden/>
          </w:rPr>
          <w:fldChar w:fldCharType="end"/>
        </w:r>
      </w:hyperlink>
    </w:p>
    <w:p w14:paraId="15F8E19B" w14:textId="1E354BFF"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25" w:history="1">
        <w:r w:rsidR="000823A8" w:rsidRPr="00F000C3">
          <w:rPr>
            <w:rStyle w:val="Hyperlink"/>
            <w:noProof/>
          </w:rPr>
          <w:t>11.5.1 Binding an Operation to a Resource</w:t>
        </w:r>
        <w:r w:rsidR="000823A8">
          <w:rPr>
            <w:noProof/>
            <w:webHidden/>
          </w:rPr>
          <w:tab/>
        </w:r>
        <w:r w:rsidR="000823A8">
          <w:rPr>
            <w:noProof/>
            <w:webHidden/>
          </w:rPr>
          <w:fldChar w:fldCharType="begin"/>
        </w:r>
        <w:r w:rsidR="000823A8">
          <w:rPr>
            <w:noProof/>
            <w:webHidden/>
          </w:rPr>
          <w:instrText xml:space="preserve"> PAGEREF _Toc494885125 \h </w:instrText>
        </w:r>
        <w:r w:rsidR="000823A8">
          <w:rPr>
            <w:noProof/>
            <w:webHidden/>
          </w:rPr>
        </w:r>
        <w:r w:rsidR="000823A8">
          <w:rPr>
            <w:noProof/>
            <w:webHidden/>
          </w:rPr>
          <w:fldChar w:fldCharType="separate"/>
        </w:r>
        <w:r w:rsidR="000823A8">
          <w:rPr>
            <w:noProof/>
            <w:webHidden/>
          </w:rPr>
          <w:t>68</w:t>
        </w:r>
        <w:r w:rsidR="000823A8">
          <w:rPr>
            <w:noProof/>
            <w:webHidden/>
          </w:rPr>
          <w:fldChar w:fldCharType="end"/>
        </w:r>
      </w:hyperlink>
    </w:p>
    <w:p w14:paraId="07F3B6DA" w14:textId="2D1A2D4D"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26" w:history="1">
        <w:r w:rsidR="000823A8" w:rsidRPr="00F000C3">
          <w:rPr>
            <w:rStyle w:val="Hyperlink"/>
            <w:noProof/>
          </w:rPr>
          <w:t>11.5.2 Advertising Available Operations within a Payload</w:t>
        </w:r>
        <w:r w:rsidR="000823A8">
          <w:rPr>
            <w:noProof/>
            <w:webHidden/>
          </w:rPr>
          <w:tab/>
        </w:r>
        <w:r w:rsidR="000823A8">
          <w:rPr>
            <w:noProof/>
            <w:webHidden/>
          </w:rPr>
          <w:fldChar w:fldCharType="begin"/>
        </w:r>
        <w:r w:rsidR="000823A8">
          <w:rPr>
            <w:noProof/>
            <w:webHidden/>
          </w:rPr>
          <w:instrText xml:space="preserve"> PAGEREF _Toc494885126 \h </w:instrText>
        </w:r>
        <w:r w:rsidR="000823A8">
          <w:rPr>
            <w:noProof/>
            <w:webHidden/>
          </w:rPr>
        </w:r>
        <w:r w:rsidR="000823A8">
          <w:rPr>
            <w:noProof/>
            <w:webHidden/>
          </w:rPr>
          <w:fldChar w:fldCharType="separate"/>
        </w:r>
        <w:r w:rsidR="000823A8">
          <w:rPr>
            <w:noProof/>
            <w:webHidden/>
          </w:rPr>
          <w:t>69</w:t>
        </w:r>
        <w:r w:rsidR="000823A8">
          <w:rPr>
            <w:noProof/>
            <w:webHidden/>
          </w:rPr>
          <w:fldChar w:fldCharType="end"/>
        </w:r>
      </w:hyperlink>
    </w:p>
    <w:p w14:paraId="2BBA7DDF" w14:textId="068BCE47"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27" w:history="1">
        <w:r w:rsidR="000823A8" w:rsidRPr="00F000C3">
          <w:rPr>
            <w:rStyle w:val="Hyperlink"/>
            <w:noProof/>
          </w:rPr>
          <w:t>11.5.3 Functions</w:t>
        </w:r>
        <w:r w:rsidR="000823A8">
          <w:rPr>
            <w:noProof/>
            <w:webHidden/>
          </w:rPr>
          <w:tab/>
        </w:r>
        <w:r w:rsidR="000823A8">
          <w:rPr>
            <w:noProof/>
            <w:webHidden/>
          </w:rPr>
          <w:fldChar w:fldCharType="begin"/>
        </w:r>
        <w:r w:rsidR="000823A8">
          <w:rPr>
            <w:noProof/>
            <w:webHidden/>
          </w:rPr>
          <w:instrText xml:space="preserve"> PAGEREF _Toc494885127 \h </w:instrText>
        </w:r>
        <w:r w:rsidR="000823A8">
          <w:rPr>
            <w:noProof/>
            <w:webHidden/>
          </w:rPr>
        </w:r>
        <w:r w:rsidR="000823A8">
          <w:rPr>
            <w:noProof/>
            <w:webHidden/>
          </w:rPr>
          <w:fldChar w:fldCharType="separate"/>
        </w:r>
        <w:r w:rsidR="000823A8">
          <w:rPr>
            <w:noProof/>
            <w:webHidden/>
          </w:rPr>
          <w:t>70</w:t>
        </w:r>
        <w:r w:rsidR="000823A8">
          <w:rPr>
            <w:noProof/>
            <w:webHidden/>
          </w:rPr>
          <w:fldChar w:fldCharType="end"/>
        </w:r>
      </w:hyperlink>
    </w:p>
    <w:p w14:paraId="2C7BA217" w14:textId="0F5B644B"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28" w:history="1">
        <w:r w:rsidR="000823A8" w:rsidRPr="00F000C3">
          <w:rPr>
            <w:rStyle w:val="Hyperlink"/>
            <w:noProof/>
          </w:rPr>
          <w:t>11.5.3.1 Invoking a Function</w:t>
        </w:r>
        <w:r w:rsidR="000823A8">
          <w:rPr>
            <w:noProof/>
            <w:webHidden/>
          </w:rPr>
          <w:tab/>
        </w:r>
        <w:r w:rsidR="000823A8">
          <w:rPr>
            <w:noProof/>
            <w:webHidden/>
          </w:rPr>
          <w:fldChar w:fldCharType="begin"/>
        </w:r>
        <w:r w:rsidR="000823A8">
          <w:rPr>
            <w:noProof/>
            <w:webHidden/>
          </w:rPr>
          <w:instrText xml:space="preserve"> PAGEREF _Toc494885128 \h </w:instrText>
        </w:r>
        <w:r w:rsidR="000823A8">
          <w:rPr>
            <w:noProof/>
            <w:webHidden/>
          </w:rPr>
        </w:r>
        <w:r w:rsidR="000823A8">
          <w:rPr>
            <w:noProof/>
            <w:webHidden/>
          </w:rPr>
          <w:fldChar w:fldCharType="separate"/>
        </w:r>
        <w:r w:rsidR="000823A8">
          <w:rPr>
            <w:noProof/>
            <w:webHidden/>
          </w:rPr>
          <w:t>70</w:t>
        </w:r>
        <w:r w:rsidR="000823A8">
          <w:rPr>
            <w:noProof/>
            <w:webHidden/>
          </w:rPr>
          <w:fldChar w:fldCharType="end"/>
        </w:r>
      </w:hyperlink>
    </w:p>
    <w:p w14:paraId="1E060A2C" w14:textId="48EFF129" w:rsidR="000823A8" w:rsidRDefault="002A710D">
      <w:pPr>
        <w:pStyle w:val="TOC5"/>
        <w:tabs>
          <w:tab w:val="right" w:leader="dot" w:pos="9350"/>
        </w:tabs>
        <w:rPr>
          <w:rFonts w:asciiTheme="minorHAnsi" w:eastAsiaTheme="minorEastAsia" w:hAnsiTheme="minorHAnsi" w:cstheme="minorBidi"/>
          <w:noProof/>
          <w:sz w:val="22"/>
          <w:szCs w:val="22"/>
        </w:rPr>
      </w:pPr>
      <w:hyperlink w:anchor="_Toc494885129" w:history="1">
        <w:r w:rsidR="000823A8" w:rsidRPr="00F000C3">
          <w:rPr>
            <w:rStyle w:val="Hyperlink"/>
            <w:noProof/>
          </w:rPr>
          <w:t>11.5.3.1.1 Inline Parameter Syntax</w:t>
        </w:r>
        <w:r w:rsidR="000823A8">
          <w:rPr>
            <w:noProof/>
            <w:webHidden/>
          </w:rPr>
          <w:tab/>
        </w:r>
        <w:r w:rsidR="000823A8">
          <w:rPr>
            <w:noProof/>
            <w:webHidden/>
          </w:rPr>
          <w:fldChar w:fldCharType="begin"/>
        </w:r>
        <w:r w:rsidR="000823A8">
          <w:rPr>
            <w:noProof/>
            <w:webHidden/>
          </w:rPr>
          <w:instrText xml:space="preserve"> PAGEREF _Toc494885129 \h </w:instrText>
        </w:r>
        <w:r w:rsidR="000823A8">
          <w:rPr>
            <w:noProof/>
            <w:webHidden/>
          </w:rPr>
        </w:r>
        <w:r w:rsidR="000823A8">
          <w:rPr>
            <w:noProof/>
            <w:webHidden/>
          </w:rPr>
          <w:fldChar w:fldCharType="separate"/>
        </w:r>
        <w:r w:rsidR="000823A8">
          <w:rPr>
            <w:noProof/>
            <w:webHidden/>
          </w:rPr>
          <w:t>71</w:t>
        </w:r>
        <w:r w:rsidR="000823A8">
          <w:rPr>
            <w:noProof/>
            <w:webHidden/>
          </w:rPr>
          <w:fldChar w:fldCharType="end"/>
        </w:r>
      </w:hyperlink>
    </w:p>
    <w:p w14:paraId="68C10E34" w14:textId="4E2550B7"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30" w:history="1">
        <w:r w:rsidR="000823A8" w:rsidRPr="00F000C3">
          <w:rPr>
            <w:rStyle w:val="Hyperlink"/>
            <w:noProof/>
          </w:rPr>
          <w:t>11.5.3.2 Function overload resolution</w:t>
        </w:r>
        <w:r w:rsidR="000823A8">
          <w:rPr>
            <w:noProof/>
            <w:webHidden/>
          </w:rPr>
          <w:tab/>
        </w:r>
        <w:r w:rsidR="000823A8">
          <w:rPr>
            <w:noProof/>
            <w:webHidden/>
          </w:rPr>
          <w:fldChar w:fldCharType="begin"/>
        </w:r>
        <w:r w:rsidR="000823A8">
          <w:rPr>
            <w:noProof/>
            <w:webHidden/>
          </w:rPr>
          <w:instrText xml:space="preserve"> PAGEREF _Toc494885130 \h </w:instrText>
        </w:r>
        <w:r w:rsidR="000823A8">
          <w:rPr>
            <w:noProof/>
            <w:webHidden/>
          </w:rPr>
        </w:r>
        <w:r w:rsidR="000823A8">
          <w:rPr>
            <w:noProof/>
            <w:webHidden/>
          </w:rPr>
          <w:fldChar w:fldCharType="separate"/>
        </w:r>
        <w:r w:rsidR="000823A8">
          <w:rPr>
            <w:noProof/>
            <w:webHidden/>
          </w:rPr>
          <w:t>71</w:t>
        </w:r>
        <w:r w:rsidR="000823A8">
          <w:rPr>
            <w:noProof/>
            <w:webHidden/>
          </w:rPr>
          <w:fldChar w:fldCharType="end"/>
        </w:r>
      </w:hyperlink>
    </w:p>
    <w:p w14:paraId="514AC106" w14:textId="27A6D15E"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31" w:history="1">
        <w:r w:rsidR="000823A8" w:rsidRPr="00F000C3">
          <w:rPr>
            <w:rStyle w:val="Hyperlink"/>
            <w:noProof/>
          </w:rPr>
          <w:t>11.5.4 Actions</w:t>
        </w:r>
        <w:r w:rsidR="000823A8">
          <w:rPr>
            <w:noProof/>
            <w:webHidden/>
          </w:rPr>
          <w:tab/>
        </w:r>
        <w:r w:rsidR="000823A8">
          <w:rPr>
            <w:noProof/>
            <w:webHidden/>
          </w:rPr>
          <w:fldChar w:fldCharType="begin"/>
        </w:r>
        <w:r w:rsidR="000823A8">
          <w:rPr>
            <w:noProof/>
            <w:webHidden/>
          </w:rPr>
          <w:instrText xml:space="preserve"> PAGEREF _Toc494885131 \h </w:instrText>
        </w:r>
        <w:r w:rsidR="000823A8">
          <w:rPr>
            <w:noProof/>
            <w:webHidden/>
          </w:rPr>
        </w:r>
        <w:r w:rsidR="000823A8">
          <w:rPr>
            <w:noProof/>
            <w:webHidden/>
          </w:rPr>
          <w:fldChar w:fldCharType="separate"/>
        </w:r>
        <w:r w:rsidR="000823A8">
          <w:rPr>
            <w:noProof/>
            <w:webHidden/>
          </w:rPr>
          <w:t>72</w:t>
        </w:r>
        <w:r w:rsidR="000823A8">
          <w:rPr>
            <w:noProof/>
            <w:webHidden/>
          </w:rPr>
          <w:fldChar w:fldCharType="end"/>
        </w:r>
      </w:hyperlink>
    </w:p>
    <w:p w14:paraId="3BDBDEBE" w14:textId="08C551AB"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32" w:history="1">
        <w:r w:rsidR="000823A8" w:rsidRPr="00F000C3">
          <w:rPr>
            <w:rStyle w:val="Hyperlink"/>
            <w:noProof/>
          </w:rPr>
          <w:t>11.5.4.1 Invoking an Action</w:t>
        </w:r>
        <w:r w:rsidR="000823A8">
          <w:rPr>
            <w:noProof/>
            <w:webHidden/>
          </w:rPr>
          <w:tab/>
        </w:r>
        <w:r w:rsidR="000823A8">
          <w:rPr>
            <w:noProof/>
            <w:webHidden/>
          </w:rPr>
          <w:fldChar w:fldCharType="begin"/>
        </w:r>
        <w:r w:rsidR="000823A8">
          <w:rPr>
            <w:noProof/>
            <w:webHidden/>
          </w:rPr>
          <w:instrText xml:space="preserve"> PAGEREF _Toc494885132 \h </w:instrText>
        </w:r>
        <w:r w:rsidR="000823A8">
          <w:rPr>
            <w:noProof/>
            <w:webHidden/>
          </w:rPr>
        </w:r>
        <w:r w:rsidR="000823A8">
          <w:rPr>
            <w:noProof/>
            <w:webHidden/>
          </w:rPr>
          <w:fldChar w:fldCharType="separate"/>
        </w:r>
        <w:r w:rsidR="000823A8">
          <w:rPr>
            <w:noProof/>
            <w:webHidden/>
          </w:rPr>
          <w:t>72</w:t>
        </w:r>
        <w:r w:rsidR="000823A8">
          <w:rPr>
            <w:noProof/>
            <w:webHidden/>
          </w:rPr>
          <w:fldChar w:fldCharType="end"/>
        </w:r>
      </w:hyperlink>
    </w:p>
    <w:p w14:paraId="7CFCF783" w14:textId="1CF30B26"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33" w:history="1">
        <w:r w:rsidR="000823A8" w:rsidRPr="00F000C3">
          <w:rPr>
            <w:rStyle w:val="Hyperlink"/>
            <w:noProof/>
          </w:rPr>
          <w:t>11.5.4.2 Action Overload Resolution</w:t>
        </w:r>
        <w:r w:rsidR="000823A8">
          <w:rPr>
            <w:noProof/>
            <w:webHidden/>
          </w:rPr>
          <w:tab/>
        </w:r>
        <w:r w:rsidR="000823A8">
          <w:rPr>
            <w:noProof/>
            <w:webHidden/>
          </w:rPr>
          <w:fldChar w:fldCharType="begin"/>
        </w:r>
        <w:r w:rsidR="000823A8">
          <w:rPr>
            <w:noProof/>
            <w:webHidden/>
          </w:rPr>
          <w:instrText xml:space="preserve"> PAGEREF _Toc494885133 \h </w:instrText>
        </w:r>
        <w:r w:rsidR="000823A8">
          <w:rPr>
            <w:noProof/>
            <w:webHidden/>
          </w:rPr>
        </w:r>
        <w:r w:rsidR="000823A8">
          <w:rPr>
            <w:noProof/>
            <w:webHidden/>
          </w:rPr>
          <w:fldChar w:fldCharType="separate"/>
        </w:r>
        <w:r w:rsidR="000823A8">
          <w:rPr>
            <w:noProof/>
            <w:webHidden/>
          </w:rPr>
          <w:t>73</w:t>
        </w:r>
        <w:r w:rsidR="000823A8">
          <w:rPr>
            <w:noProof/>
            <w:webHidden/>
          </w:rPr>
          <w:fldChar w:fldCharType="end"/>
        </w:r>
      </w:hyperlink>
    </w:p>
    <w:p w14:paraId="0FB04A4A" w14:textId="550B8F6A"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134" w:history="1">
        <w:r w:rsidR="000823A8" w:rsidRPr="00F000C3">
          <w:rPr>
            <w:rStyle w:val="Hyperlink"/>
            <w:noProof/>
          </w:rPr>
          <w:t>11.6 Asynchronous Requests</w:t>
        </w:r>
        <w:r w:rsidR="000823A8">
          <w:rPr>
            <w:noProof/>
            <w:webHidden/>
          </w:rPr>
          <w:tab/>
        </w:r>
        <w:r w:rsidR="000823A8">
          <w:rPr>
            <w:noProof/>
            <w:webHidden/>
          </w:rPr>
          <w:fldChar w:fldCharType="begin"/>
        </w:r>
        <w:r w:rsidR="000823A8">
          <w:rPr>
            <w:noProof/>
            <w:webHidden/>
          </w:rPr>
          <w:instrText xml:space="preserve"> PAGEREF _Toc494885134 \h </w:instrText>
        </w:r>
        <w:r w:rsidR="000823A8">
          <w:rPr>
            <w:noProof/>
            <w:webHidden/>
          </w:rPr>
        </w:r>
        <w:r w:rsidR="000823A8">
          <w:rPr>
            <w:noProof/>
            <w:webHidden/>
          </w:rPr>
          <w:fldChar w:fldCharType="separate"/>
        </w:r>
        <w:r w:rsidR="000823A8">
          <w:rPr>
            <w:noProof/>
            <w:webHidden/>
          </w:rPr>
          <w:t>73</w:t>
        </w:r>
        <w:r w:rsidR="000823A8">
          <w:rPr>
            <w:noProof/>
            <w:webHidden/>
          </w:rPr>
          <w:fldChar w:fldCharType="end"/>
        </w:r>
      </w:hyperlink>
    </w:p>
    <w:p w14:paraId="791EA95C" w14:textId="7F225A89"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135" w:history="1">
        <w:r w:rsidR="000823A8" w:rsidRPr="00F000C3">
          <w:rPr>
            <w:rStyle w:val="Hyperlink"/>
            <w:noProof/>
          </w:rPr>
          <w:t>11.7 Batch Requests</w:t>
        </w:r>
        <w:r w:rsidR="000823A8">
          <w:rPr>
            <w:noProof/>
            <w:webHidden/>
          </w:rPr>
          <w:tab/>
        </w:r>
        <w:r w:rsidR="000823A8">
          <w:rPr>
            <w:noProof/>
            <w:webHidden/>
          </w:rPr>
          <w:fldChar w:fldCharType="begin"/>
        </w:r>
        <w:r w:rsidR="000823A8">
          <w:rPr>
            <w:noProof/>
            <w:webHidden/>
          </w:rPr>
          <w:instrText xml:space="preserve"> PAGEREF _Toc494885135 \h </w:instrText>
        </w:r>
        <w:r w:rsidR="000823A8">
          <w:rPr>
            <w:noProof/>
            <w:webHidden/>
          </w:rPr>
        </w:r>
        <w:r w:rsidR="000823A8">
          <w:rPr>
            <w:noProof/>
            <w:webHidden/>
          </w:rPr>
          <w:fldChar w:fldCharType="separate"/>
        </w:r>
        <w:r w:rsidR="000823A8">
          <w:rPr>
            <w:noProof/>
            <w:webHidden/>
          </w:rPr>
          <w:t>74</w:t>
        </w:r>
        <w:r w:rsidR="000823A8">
          <w:rPr>
            <w:noProof/>
            <w:webHidden/>
          </w:rPr>
          <w:fldChar w:fldCharType="end"/>
        </w:r>
      </w:hyperlink>
    </w:p>
    <w:p w14:paraId="28541C45" w14:textId="40852421"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36" w:history="1">
        <w:r w:rsidR="000823A8" w:rsidRPr="00F000C3">
          <w:rPr>
            <w:rStyle w:val="Hyperlink"/>
            <w:noProof/>
          </w:rPr>
          <w:t>11.7.1 Batch Request Headers</w:t>
        </w:r>
        <w:r w:rsidR="000823A8">
          <w:rPr>
            <w:noProof/>
            <w:webHidden/>
          </w:rPr>
          <w:tab/>
        </w:r>
        <w:r w:rsidR="000823A8">
          <w:rPr>
            <w:noProof/>
            <w:webHidden/>
          </w:rPr>
          <w:fldChar w:fldCharType="begin"/>
        </w:r>
        <w:r w:rsidR="000823A8">
          <w:rPr>
            <w:noProof/>
            <w:webHidden/>
          </w:rPr>
          <w:instrText xml:space="preserve"> PAGEREF _Toc494885136 \h </w:instrText>
        </w:r>
        <w:r w:rsidR="000823A8">
          <w:rPr>
            <w:noProof/>
            <w:webHidden/>
          </w:rPr>
        </w:r>
        <w:r w:rsidR="000823A8">
          <w:rPr>
            <w:noProof/>
            <w:webHidden/>
          </w:rPr>
          <w:fldChar w:fldCharType="separate"/>
        </w:r>
        <w:r w:rsidR="000823A8">
          <w:rPr>
            <w:noProof/>
            <w:webHidden/>
          </w:rPr>
          <w:t>74</w:t>
        </w:r>
        <w:r w:rsidR="000823A8">
          <w:rPr>
            <w:noProof/>
            <w:webHidden/>
          </w:rPr>
          <w:fldChar w:fldCharType="end"/>
        </w:r>
      </w:hyperlink>
    </w:p>
    <w:p w14:paraId="3DCD41A2" w14:textId="4CF56AF8"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37" w:history="1">
        <w:r w:rsidR="000823A8" w:rsidRPr="00F000C3">
          <w:rPr>
            <w:rStyle w:val="Hyperlink"/>
            <w:noProof/>
          </w:rPr>
          <w:t>11.7.2 Request Dependencies</w:t>
        </w:r>
        <w:r w:rsidR="000823A8">
          <w:rPr>
            <w:noProof/>
            <w:webHidden/>
          </w:rPr>
          <w:tab/>
        </w:r>
        <w:r w:rsidR="000823A8">
          <w:rPr>
            <w:noProof/>
            <w:webHidden/>
          </w:rPr>
          <w:fldChar w:fldCharType="begin"/>
        </w:r>
        <w:r w:rsidR="000823A8">
          <w:rPr>
            <w:noProof/>
            <w:webHidden/>
          </w:rPr>
          <w:instrText xml:space="preserve"> PAGEREF _Toc494885137 \h </w:instrText>
        </w:r>
        <w:r w:rsidR="000823A8">
          <w:rPr>
            <w:noProof/>
            <w:webHidden/>
          </w:rPr>
        </w:r>
        <w:r w:rsidR="000823A8">
          <w:rPr>
            <w:noProof/>
            <w:webHidden/>
          </w:rPr>
          <w:fldChar w:fldCharType="separate"/>
        </w:r>
        <w:r w:rsidR="000823A8">
          <w:rPr>
            <w:noProof/>
            <w:webHidden/>
          </w:rPr>
          <w:t>75</w:t>
        </w:r>
        <w:r w:rsidR="000823A8">
          <w:rPr>
            <w:noProof/>
            <w:webHidden/>
          </w:rPr>
          <w:fldChar w:fldCharType="end"/>
        </w:r>
      </w:hyperlink>
    </w:p>
    <w:p w14:paraId="065BB108" w14:textId="768559DE"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38" w:history="1">
        <w:r w:rsidR="000823A8" w:rsidRPr="00F000C3">
          <w:rPr>
            <w:rStyle w:val="Hyperlink"/>
            <w:noProof/>
          </w:rPr>
          <w:t>11.7.3 Identifying Individual Requests</w:t>
        </w:r>
        <w:r w:rsidR="000823A8">
          <w:rPr>
            <w:noProof/>
            <w:webHidden/>
          </w:rPr>
          <w:tab/>
        </w:r>
        <w:r w:rsidR="000823A8">
          <w:rPr>
            <w:noProof/>
            <w:webHidden/>
          </w:rPr>
          <w:fldChar w:fldCharType="begin"/>
        </w:r>
        <w:r w:rsidR="000823A8">
          <w:rPr>
            <w:noProof/>
            <w:webHidden/>
          </w:rPr>
          <w:instrText xml:space="preserve"> PAGEREF _Toc494885138 \h </w:instrText>
        </w:r>
        <w:r w:rsidR="000823A8">
          <w:rPr>
            <w:noProof/>
            <w:webHidden/>
          </w:rPr>
        </w:r>
        <w:r w:rsidR="000823A8">
          <w:rPr>
            <w:noProof/>
            <w:webHidden/>
          </w:rPr>
          <w:fldChar w:fldCharType="separate"/>
        </w:r>
        <w:r w:rsidR="000823A8">
          <w:rPr>
            <w:noProof/>
            <w:webHidden/>
          </w:rPr>
          <w:t>75</w:t>
        </w:r>
        <w:r w:rsidR="000823A8">
          <w:rPr>
            <w:noProof/>
            <w:webHidden/>
          </w:rPr>
          <w:fldChar w:fldCharType="end"/>
        </w:r>
      </w:hyperlink>
    </w:p>
    <w:p w14:paraId="06A336D5" w14:textId="3A304349"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39" w:history="1">
        <w:r w:rsidR="000823A8" w:rsidRPr="00F000C3">
          <w:rPr>
            <w:rStyle w:val="Hyperlink"/>
            <w:noProof/>
          </w:rPr>
          <w:t>11.7.4 Referencing Returned Entities</w:t>
        </w:r>
        <w:r w:rsidR="000823A8">
          <w:rPr>
            <w:noProof/>
            <w:webHidden/>
          </w:rPr>
          <w:tab/>
        </w:r>
        <w:r w:rsidR="000823A8">
          <w:rPr>
            <w:noProof/>
            <w:webHidden/>
          </w:rPr>
          <w:fldChar w:fldCharType="begin"/>
        </w:r>
        <w:r w:rsidR="000823A8">
          <w:rPr>
            <w:noProof/>
            <w:webHidden/>
          </w:rPr>
          <w:instrText xml:space="preserve"> PAGEREF _Toc494885139 \h </w:instrText>
        </w:r>
        <w:r w:rsidR="000823A8">
          <w:rPr>
            <w:noProof/>
            <w:webHidden/>
          </w:rPr>
        </w:r>
        <w:r w:rsidR="000823A8">
          <w:rPr>
            <w:noProof/>
            <w:webHidden/>
          </w:rPr>
          <w:fldChar w:fldCharType="separate"/>
        </w:r>
        <w:r w:rsidR="000823A8">
          <w:rPr>
            <w:noProof/>
            <w:webHidden/>
          </w:rPr>
          <w:t>75</w:t>
        </w:r>
        <w:r w:rsidR="000823A8">
          <w:rPr>
            <w:noProof/>
            <w:webHidden/>
          </w:rPr>
          <w:fldChar w:fldCharType="end"/>
        </w:r>
      </w:hyperlink>
    </w:p>
    <w:p w14:paraId="3E7B4253" w14:textId="3727EB0D"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40" w:history="1">
        <w:r w:rsidR="000823A8" w:rsidRPr="00F000C3">
          <w:rPr>
            <w:rStyle w:val="Hyperlink"/>
            <w:noProof/>
          </w:rPr>
          <w:t>11.7.5 Referencing the ETag of an Entity</w:t>
        </w:r>
        <w:r w:rsidR="000823A8">
          <w:rPr>
            <w:noProof/>
            <w:webHidden/>
          </w:rPr>
          <w:tab/>
        </w:r>
        <w:r w:rsidR="000823A8">
          <w:rPr>
            <w:noProof/>
            <w:webHidden/>
          </w:rPr>
          <w:fldChar w:fldCharType="begin"/>
        </w:r>
        <w:r w:rsidR="000823A8">
          <w:rPr>
            <w:noProof/>
            <w:webHidden/>
          </w:rPr>
          <w:instrText xml:space="preserve"> PAGEREF _Toc494885140 \h </w:instrText>
        </w:r>
        <w:r w:rsidR="000823A8">
          <w:rPr>
            <w:noProof/>
            <w:webHidden/>
          </w:rPr>
        </w:r>
        <w:r w:rsidR="000823A8">
          <w:rPr>
            <w:noProof/>
            <w:webHidden/>
          </w:rPr>
          <w:fldChar w:fldCharType="separate"/>
        </w:r>
        <w:r w:rsidR="000823A8">
          <w:rPr>
            <w:noProof/>
            <w:webHidden/>
          </w:rPr>
          <w:t>75</w:t>
        </w:r>
        <w:r w:rsidR="000823A8">
          <w:rPr>
            <w:noProof/>
            <w:webHidden/>
          </w:rPr>
          <w:fldChar w:fldCharType="end"/>
        </w:r>
      </w:hyperlink>
    </w:p>
    <w:p w14:paraId="19AC45CB" w14:textId="6135D6BE"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41" w:history="1">
        <w:r w:rsidR="000823A8" w:rsidRPr="00F000C3">
          <w:rPr>
            <w:rStyle w:val="Hyperlink"/>
            <w:noProof/>
          </w:rPr>
          <w:t>11.7.6 Referencing Values from Response Bodies</w:t>
        </w:r>
        <w:r w:rsidR="000823A8">
          <w:rPr>
            <w:noProof/>
            <w:webHidden/>
          </w:rPr>
          <w:tab/>
        </w:r>
        <w:r w:rsidR="000823A8">
          <w:rPr>
            <w:noProof/>
            <w:webHidden/>
          </w:rPr>
          <w:fldChar w:fldCharType="begin"/>
        </w:r>
        <w:r w:rsidR="000823A8">
          <w:rPr>
            <w:noProof/>
            <w:webHidden/>
          </w:rPr>
          <w:instrText xml:space="preserve"> PAGEREF _Toc494885141 \h </w:instrText>
        </w:r>
        <w:r w:rsidR="000823A8">
          <w:rPr>
            <w:noProof/>
            <w:webHidden/>
          </w:rPr>
        </w:r>
        <w:r w:rsidR="000823A8">
          <w:rPr>
            <w:noProof/>
            <w:webHidden/>
          </w:rPr>
          <w:fldChar w:fldCharType="separate"/>
        </w:r>
        <w:r w:rsidR="000823A8">
          <w:rPr>
            <w:noProof/>
            <w:webHidden/>
          </w:rPr>
          <w:t>75</w:t>
        </w:r>
        <w:r w:rsidR="000823A8">
          <w:rPr>
            <w:noProof/>
            <w:webHidden/>
          </w:rPr>
          <w:fldChar w:fldCharType="end"/>
        </w:r>
      </w:hyperlink>
    </w:p>
    <w:p w14:paraId="00FE35D8" w14:textId="069F1C1A"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42" w:history="1">
        <w:r w:rsidR="000823A8" w:rsidRPr="00F000C3">
          <w:rPr>
            <w:rStyle w:val="Hyperlink"/>
            <w:noProof/>
          </w:rPr>
          <w:t>11.7.7 Multipart Batch Format</w:t>
        </w:r>
        <w:r w:rsidR="000823A8">
          <w:rPr>
            <w:noProof/>
            <w:webHidden/>
          </w:rPr>
          <w:tab/>
        </w:r>
        <w:r w:rsidR="000823A8">
          <w:rPr>
            <w:noProof/>
            <w:webHidden/>
          </w:rPr>
          <w:fldChar w:fldCharType="begin"/>
        </w:r>
        <w:r w:rsidR="000823A8">
          <w:rPr>
            <w:noProof/>
            <w:webHidden/>
          </w:rPr>
          <w:instrText xml:space="preserve"> PAGEREF _Toc494885142 \h </w:instrText>
        </w:r>
        <w:r w:rsidR="000823A8">
          <w:rPr>
            <w:noProof/>
            <w:webHidden/>
          </w:rPr>
        </w:r>
        <w:r w:rsidR="000823A8">
          <w:rPr>
            <w:noProof/>
            <w:webHidden/>
          </w:rPr>
          <w:fldChar w:fldCharType="separate"/>
        </w:r>
        <w:r w:rsidR="000823A8">
          <w:rPr>
            <w:noProof/>
            <w:webHidden/>
          </w:rPr>
          <w:t>76</w:t>
        </w:r>
        <w:r w:rsidR="000823A8">
          <w:rPr>
            <w:noProof/>
            <w:webHidden/>
          </w:rPr>
          <w:fldChar w:fldCharType="end"/>
        </w:r>
      </w:hyperlink>
    </w:p>
    <w:p w14:paraId="336462AE" w14:textId="2DE45FDF"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43" w:history="1">
        <w:r w:rsidR="000823A8" w:rsidRPr="00F000C3">
          <w:rPr>
            <w:rStyle w:val="Hyperlink"/>
            <w:noProof/>
          </w:rPr>
          <w:t>11.7.7.1 Multipart Batch Request Body</w:t>
        </w:r>
        <w:r w:rsidR="000823A8">
          <w:rPr>
            <w:noProof/>
            <w:webHidden/>
          </w:rPr>
          <w:tab/>
        </w:r>
        <w:r w:rsidR="000823A8">
          <w:rPr>
            <w:noProof/>
            <w:webHidden/>
          </w:rPr>
          <w:fldChar w:fldCharType="begin"/>
        </w:r>
        <w:r w:rsidR="000823A8">
          <w:rPr>
            <w:noProof/>
            <w:webHidden/>
          </w:rPr>
          <w:instrText xml:space="preserve"> PAGEREF _Toc494885143 \h </w:instrText>
        </w:r>
        <w:r w:rsidR="000823A8">
          <w:rPr>
            <w:noProof/>
            <w:webHidden/>
          </w:rPr>
        </w:r>
        <w:r w:rsidR="000823A8">
          <w:rPr>
            <w:noProof/>
            <w:webHidden/>
          </w:rPr>
          <w:fldChar w:fldCharType="separate"/>
        </w:r>
        <w:r w:rsidR="000823A8">
          <w:rPr>
            <w:noProof/>
            <w:webHidden/>
          </w:rPr>
          <w:t>76</w:t>
        </w:r>
        <w:r w:rsidR="000823A8">
          <w:rPr>
            <w:noProof/>
            <w:webHidden/>
          </w:rPr>
          <w:fldChar w:fldCharType="end"/>
        </w:r>
      </w:hyperlink>
    </w:p>
    <w:p w14:paraId="2D2A846E" w14:textId="5A61B331"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44" w:history="1">
        <w:r w:rsidR="000823A8" w:rsidRPr="00F000C3">
          <w:rPr>
            <w:rStyle w:val="Hyperlink"/>
            <w:noProof/>
          </w:rPr>
          <w:t>11.7.7.2 Referencing New Entities</w:t>
        </w:r>
        <w:r w:rsidR="000823A8">
          <w:rPr>
            <w:noProof/>
            <w:webHidden/>
          </w:rPr>
          <w:tab/>
        </w:r>
        <w:r w:rsidR="000823A8">
          <w:rPr>
            <w:noProof/>
            <w:webHidden/>
          </w:rPr>
          <w:fldChar w:fldCharType="begin"/>
        </w:r>
        <w:r w:rsidR="000823A8">
          <w:rPr>
            <w:noProof/>
            <w:webHidden/>
          </w:rPr>
          <w:instrText xml:space="preserve"> PAGEREF _Toc494885144 \h </w:instrText>
        </w:r>
        <w:r w:rsidR="000823A8">
          <w:rPr>
            <w:noProof/>
            <w:webHidden/>
          </w:rPr>
        </w:r>
        <w:r w:rsidR="000823A8">
          <w:rPr>
            <w:noProof/>
            <w:webHidden/>
          </w:rPr>
          <w:fldChar w:fldCharType="separate"/>
        </w:r>
        <w:r w:rsidR="000823A8">
          <w:rPr>
            <w:noProof/>
            <w:webHidden/>
          </w:rPr>
          <w:t>78</w:t>
        </w:r>
        <w:r w:rsidR="000823A8">
          <w:rPr>
            <w:noProof/>
            <w:webHidden/>
          </w:rPr>
          <w:fldChar w:fldCharType="end"/>
        </w:r>
      </w:hyperlink>
    </w:p>
    <w:p w14:paraId="53273F6C" w14:textId="01ADB967"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45" w:history="1">
        <w:r w:rsidR="000823A8" w:rsidRPr="00F000C3">
          <w:rPr>
            <w:rStyle w:val="Hyperlink"/>
            <w:noProof/>
          </w:rPr>
          <w:t>11.7.7.3 Referencing an ETag</w:t>
        </w:r>
        <w:r w:rsidR="000823A8">
          <w:rPr>
            <w:noProof/>
            <w:webHidden/>
          </w:rPr>
          <w:tab/>
        </w:r>
        <w:r w:rsidR="000823A8">
          <w:rPr>
            <w:noProof/>
            <w:webHidden/>
          </w:rPr>
          <w:fldChar w:fldCharType="begin"/>
        </w:r>
        <w:r w:rsidR="000823A8">
          <w:rPr>
            <w:noProof/>
            <w:webHidden/>
          </w:rPr>
          <w:instrText xml:space="preserve"> PAGEREF _Toc494885145 \h </w:instrText>
        </w:r>
        <w:r w:rsidR="000823A8">
          <w:rPr>
            <w:noProof/>
            <w:webHidden/>
          </w:rPr>
        </w:r>
        <w:r w:rsidR="000823A8">
          <w:rPr>
            <w:noProof/>
            <w:webHidden/>
          </w:rPr>
          <w:fldChar w:fldCharType="separate"/>
        </w:r>
        <w:r w:rsidR="000823A8">
          <w:rPr>
            <w:noProof/>
            <w:webHidden/>
          </w:rPr>
          <w:t>78</w:t>
        </w:r>
        <w:r w:rsidR="000823A8">
          <w:rPr>
            <w:noProof/>
            <w:webHidden/>
          </w:rPr>
          <w:fldChar w:fldCharType="end"/>
        </w:r>
      </w:hyperlink>
    </w:p>
    <w:p w14:paraId="23B8F10F" w14:textId="004D2603"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46" w:history="1">
        <w:r w:rsidR="000823A8" w:rsidRPr="00F000C3">
          <w:rPr>
            <w:rStyle w:val="Hyperlink"/>
            <w:noProof/>
          </w:rPr>
          <w:t>11.7.7.4 Processing a Multipart Batch Request</w:t>
        </w:r>
        <w:r w:rsidR="000823A8">
          <w:rPr>
            <w:noProof/>
            <w:webHidden/>
          </w:rPr>
          <w:tab/>
        </w:r>
        <w:r w:rsidR="000823A8">
          <w:rPr>
            <w:noProof/>
            <w:webHidden/>
          </w:rPr>
          <w:fldChar w:fldCharType="begin"/>
        </w:r>
        <w:r w:rsidR="000823A8">
          <w:rPr>
            <w:noProof/>
            <w:webHidden/>
          </w:rPr>
          <w:instrText xml:space="preserve"> PAGEREF _Toc494885146 \h </w:instrText>
        </w:r>
        <w:r w:rsidR="000823A8">
          <w:rPr>
            <w:noProof/>
            <w:webHidden/>
          </w:rPr>
        </w:r>
        <w:r w:rsidR="000823A8">
          <w:rPr>
            <w:noProof/>
            <w:webHidden/>
          </w:rPr>
          <w:fldChar w:fldCharType="separate"/>
        </w:r>
        <w:r w:rsidR="000823A8">
          <w:rPr>
            <w:noProof/>
            <w:webHidden/>
          </w:rPr>
          <w:t>79</w:t>
        </w:r>
        <w:r w:rsidR="000823A8">
          <w:rPr>
            <w:noProof/>
            <w:webHidden/>
          </w:rPr>
          <w:fldChar w:fldCharType="end"/>
        </w:r>
      </w:hyperlink>
    </w:p>
    <w:p w14:paraId="09048DF1" w14:textId="4AE09736"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47" w:history="1">
        <w:r w:rsidR="000823A8" w:rsidRPr="00F000C3">
          <w:rPr>
            <w:rStyle w:val="Hyperlink"/>
            <w:noProof/>
          </w:rPr>
          <w:t>11.7.7.5 Multipart Batch Response</w:t>
        </w:r>
        <w:r w:rsidR="000823A8">
          <w:rPr>
            <w:noProof/>
            <w:webHidden/>
          </w:rPr>
          <w:tab/>
        </w:r>
        <w:r w:rsidR="000823A8">
          <w:rPr>
            <w:noProof/>
            <w:webHidden/>
          </w:rPr>
          <w:fldChar w:fldCharType="begin"/>
        </w:r>
        <w:r w:rsidR="000823A8">
          <w:rPr>
            <w:noProof/>
            <w:webHidden/>
          </w:rPr>
          <w:instrText xml:space="preserve"> PAGEREF _Toc494885147 \h </w:instrText>
        </w:r>
        <w:r w:rsidR="000823A8">
          <w:rPr>
            <w:noProof/>
            <w:webHidden/>
          </w:rPr>
        </w:r>
        <w:r w:rsidR="000823A8">
          <w:rPr>
            <w:noProof/>
            <w:webHidden/>
          </w:rPr>
          <w:fldChar w:fldCharType="separate"/>
        </w:r>
        <w:r w:rsidR="000823A8">
          <w:rPr>
            <w:noProof/>
            <w:webHidden/>
          </w:rPr>
          <w:t>79</w:t>
        </w:r>
        <w:r w:rsidR="000823A8">
          <w:rPr>
            <w:noProof/>
            <w:webHidden/>
          </w:rPr>
          <w:fldChar w:fldCharType="end"/>
        </w:r>
      </w:hyperlink>
    </w:p>
    <w:p w14:paraId="0EC60097" w14:textId="3E5FC800" w:rsidR="000823A8" w:rsidRDefault="002A710D">
      <w:pPr>
        <w:pStyle w:val="TOC4"/>
        <w:tabs>
          <w:tab w:val="right" w:leader="dot" w:pos="9350"/>
        </w:tabs>
        <w:rPr>
          <w:rFonts w:asciiTheme="minorHAnsi" w:eastAsiaTheme="minorEastAsia" w:hAnsiTheme="minorHAnsi" w:cstheme="minorBidi"/>
          <w:noProof/>
          <w:sz w:val="22"/>
          <w:szCs w:val="22"/>
        </w:rPr>
      </w:pPr>
      <w:hyperlink w:anchor="_Toc494885148" w:history="1">
        <w:r w:rsidR="000823A8" w:rsidRPr="00F000C3">
          <w:rPr>
            <w:rStyle w:val="Hyperlink"/>
            <w:noProof/>
          </w:rPr>
          <w:t>11.7.7.6 Asynchronous Batch Requests</w:t>
        </w:r>
        <w:r w:rsidR="000823A8">
          <w:rPr>
            <w:noProof/>
            <w:webHidden/>
          </w:rPr>
          <w:tab/>
        </w:r>
        <w:r w:rsidR="000823A8">
          <w:rPr>
            <w:noProof/>
            <w:webHidden/>
          </w:rPr>
          <w:fldChar w:fldCharType="begin"/>
        </w:r>
        <w:r w:rsidR="000823A8">
          <w:rPr>
            <w:noProof/>
            <w:webHidden/>
          </w:rPr>
          <w:instrText xml:space="preserve"> PAGEREF _Toc494885148 \h </w:instrText>
        </w:r>
        <w:r w:rsidR="000823A8">
          <w:rPr>
            <w:noProof/>
            <w:webHidden/>
          </w:rPr>
        </w:r>
        <w:r w:rsidR="000823A8">
          <w:rPr>
            <w:noProof/>
            <w:webHidden/>
          </w:rPr>
          <w:fldChar w:fldCharType="separate"/>
        </w:r>
        <w:r w:rsidR="000823A8">
          <w:rPr>
            <w:noProof/>
            <w:webHidden/>
          </w:rPr>
          <w:t>81</w:t>
        </w:r>
        <w:r w:rsidR="000823A8">
          <w:rPr>
            <w:noProof/>
            <w:webHidden/>
          </w:rPr>
          <w:fldChar w:fldCharType="end"/>
        </w:r>
      </w:hyperlink>
    </w:p>
    <w:p w14:paraId="5D115082" w14:textId="6A9C6331" w:rsidR="000823A8" w:rsidRDefault="002A710D">
      <w:pPr>
        <w:pStyle w:val="TOC1"/>
        <w:tabs>
          <w:tab w:val="left" w:pos="480"/>
          <w:tab w:val="right" w:leader="dot" w:pos="9350"/>
        </w:tabs>
        <w:rPr>
          <w:rFonts w:asciiTheme="minorHAnsi" w:eastAsiaTheme="minorEastAsia" w:hAnsiTheme="minorHAnsi" w:cstheme="minorBidi"/>
          <w:noProof/>
          <w:sz w:val="22"/>
          <w:szCs w:val="22"/>
        </w:rPr>
      </w:pPr>
      <w:hyperlink w:anchor="_Toc494885149" w:history="1">
        <w:r w:rsidR="000823A8" w:rsidRPr="00F000C3">
          <w:rPr>
            <w:rStyle w:val="Hyperlink"/>
            <w:noProof/>
          </w:rPr>
          <w:t>12</w:t>
        </w:r>
        <w:r w:rsidR="000823A8">
          <w:rPr>
            <w:rFonts w:asciiTheme="minorHAnsi" w:eastAsiaTheme="minorEastAsia" w:hAnsiTheme="minorHAnsi" w:cstheme="minorBidi"/>
            <w:noProof/>
            <w:sz w:val="22"/>
            <w:szCs w:val="22"/>
          </w:rPr>
          <w:tab/>
        </w:r>
        <w:r w:rsidR="000823A8" w:rsidRPr="00F000C3">
          <w:rPr>
            <w:rStyle w:val="Hyperlink"/>
            <w:noProof/>
          </w:rPr>
          <w:t>Security Considerations</w:t>
        </w:r>
        <w:r w:rsidR="000823A8">
          <w:rPr>
            <w:noProof/>
            <w:webHidden/>
          </w:rPr>
          <w:tab/>
        </w:r>
        <w:r w:rsidR="000823A8">
          <w:rPr>
            <w:noProof/>
            <w:webHidden/>
          </w:rPr>
          <w:fldChar w:fldCharType="begin"/>
        </w:r>
        <w:r w:rsidR="000823A8">
          <w:rPr>
            <w:noProof/>
            <w:webHidden/>
          </w:rPr>
          <w:instrText xml:space="preserve"> PAGEREF _Toc494885149 \h </w:instrText>
        </w:r>
        <w:r w:rsidR="000823A8">
          <w:rPr>
            <w:noProof/>
            <w:webHidden/>
          </w:rPr>
        </w:r>
        <w:r w:rsidR="000823A8">
          <w:rPr>
            <w:noProof/>
            <w:webHidden/>
          </w:rPr>
          <w:fldChar w:fldCharType="separate"/>
        </w:r>
        <w:r w:rsidR="000823A8">
          <w:rPr>
            <w:noProof/>
            <w:webHidden/>
          </w:rPr>
          <w:t>83</w:t>
        </w:r>
        <w:r w:rsidR="000823A8">
          <w:rPr>
            <w:noProof/>
            <w:webHidden/>
          </w:rPr>
          <w:fldChar w:fldCharType="end"/>
        </w:r>
      </w:hyperlink>
    </w:p>
    <w:p w14:paraId="7C4A7925" w14:textId="402504F7"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150" w:history="1">
        <w:r w:rsidR="000823A8" w:rsidRPr="00F000C3">
          <w:rPr>
            <w:rStyle w:val="Hyperlink"/>
            <w:noProof/>
          </w:rPr>
          <w:t>12.1 Authentication</w:t>
        </w:r>
        <w:r w:rsidR="000823A8">
          <w:rPr>
            <w:noProof/>
            <w:webHidden/>
          </w:rPr>
          <w:tab/>
        </w:r>
        <w:r w:rsidR="000823A8">
          <w:rPr>
            <w:noProof/>
            <w:webHidden/>
          </w:rPr>
          <w:fldChar w:fldCharType="begin"/>
        </w:r>
        <w:r w:rsidR="000823A8">
          <w:rPr>
            <w:noProof/>
            <w:webHidden/>
          </w:rPr>
          <w:instrText xml:space="preserve"> PAGEREF _Toc494885150 \h </w:instrText>
        </w:r>
        <w:r w:rsidR="000823A8">
          <w:rPr>
            <w:noProof/>
            <w:webHidden/>
          </w:rPr>
        </w:r>
        <w:r w:rsidR="000823A8">
          <w:rPr>
            <w:noProof/>
            <w:webHidden/>
          </w:rPr>
          <w:fldChar w:fldCharType="separate"/>
        </w:r>
        <w:r w:rsidR="000823A8">
          <w:rPr>
            <w:noProof/>
            <w:webHidden/>
          </w:rPr>
          <w:t>83</w:t>
        </w:r>
        <w:r w:rsidR="000823A8">
          <w:rPr>
            <w:noProof/>
            <w:webHidden/>
          </w:rPr>
          <w:fldChar w:fldCharType="end"/>
        </w:r>
      </w:hyperlink>
    </w:p>
    <w:p w14:paraId="50166C30" w14:textId="6F07FA63" w:rsidR="000823A8" w:rsidRDefault="002A710D">
      <w:pPr>
        <w:pStyle w:val="TOC1"/>
        <w:tabs>
          <w:tab w:val="left" w:pos="480"/>
          <w:tab w:val="right" w:leader="dot" w:pos="9350"/>
        </w:tabs>
        <w:rPr>
          <w:rFonts w:asciiTheme="minorHAnsi" w:eastAsiaTheme="minorEastAsia" w:hAnsiTheme="minorHAnsi" w:cstheme="minorBidi"/>
          <w:noProof/>
          <w:sz w:val="22"/>
          <w:szCs w:val="22"/>
        </w:rPr>
      </w:pPr>
      <w:hyperlink w:anchor="_Toc494885151" w:history="1">
        <w:r w:rsidR="000823A8" w:rsidRPr="00F000C3">
          <w:rPr>
            <w:rStyle w:val="Hyperlink"/>
            <w:noProof/>
          </w:rPr>
          <w:t>13</w:t>
        </w:r>
        <w:r w:rsidR="000823A8">
          <w:rPr>
            <w:rFonts w:asciiTheme="minorHAnsi" w:eastAsiaTheme="minorEastAsia" w:hAnsiTheme="minorHAnsi" w:cstheme="minorBidi"/>
            <w:noProof/>
            <w:sz w:val="22"/>
            <w:szCs w:val="22"/>
          </w:rPr>
          <w:tab/>
        </w:r>
        <w:r w:rsidR="000823A8" w:rsidRPr="00F000C3">
          <w:rPr>
            <w:rStyle w:val="Hyperlink"/>
            <w:noProof/>
          </w:rPr>
          <w:t>Conformance</w:t>
        </w:r>
        <w:r w:rsidR="000823A8">
          <w:rPr>
            <w:noProof/>
            <w:webHidden/>
          </w:rPr>
          <w:tab/>
        </w:r>
        <w:r w:rsidR="000823A8">
          <w:rPr>
            <w:noProof/>
            <w:webHidden/>
          </w:rPr>
          <w:fldChar w:fldCharType="begin"/>
        </w:r>
        <w:r w:rsidR="000823A8">
          <w:rPr>
            <w:noProof/>
            <w:webHidden/>
          </w:rPr>
          <w:instrText xml:space="preserve"> PAGEREF _Toc494885151 \h </w:instrText>
        </w:r>
        <w:r w:rsidR="000823A8">
          <w:rPr>
            <w:noProof/>
            <w:webHidden/>
          </w:rPr>
        </w:r>
        <w:r w:rsidR="000823A8">
          <w:rPr>
            <w:noProof/>
            <w:webHidden/>
          </w:rPr>
          <w:fldChar w:fldCharType="separate"/>
        </w:r>
        <w:r w:rsidR="000823A8">
          <w:rPr>
            <w:noProof/>
            <w:webHidden/>
          </w:rPr>
          <w:t>84</w:t>
        </w:r>
        <w:r w:rsidR="000823A8">
          <w:rPr>
            <w:noProof/>
            <w:webHidden/>
          </w:rPr>
          <w:fldChar w:fldCharType="end"/>
        </w:r>
      </w:hyperlink>
    </w:p>
    <w:p w14:paraId="07414F13" w14:textId="79D664EE"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152" w:history="1">
        <w:r w:rsidR="000823A8" w:rsidRPr="00F000C3">
          <w:rPr>
            <w:rStyle w:val="Hyperlink"/>
            <w:noProof/>
          </w:rPr>
          <w:t>13.1 OData 4.0 Service Conformance Levels</w:t>
        </w:r>
        <w:r w:rsidR="000823A8">
          <w:rPr>
            <w:noProof/>
            <w:webHidden/>
          </w:rPr>
          <w:tab/>
        </w:r>
        <w:r w:rsidR="000823A8">
          <w:rPr>
            <w:noProof/>
            <w:webHidden/>
          </w:rPr>
          <w:fldChar w:fldCharType="begin"/>
        </w:r>
        <w:r w:rsidR="000823A8">
          <w:rPr>
            <w:noProof/>
            <w:webHidden/>
          </w:rPr>
          <w:instrText xml:space="preserve"> PAGEREF _Toc494885152 \h </w:instrText>
        </w:r>
        <w:r w:rsidR="000823A8">
          <w:rPr>
            <w:noProof/>
            <w:webHidden/>
          </w:rPr>
        </w:r>
        <w:r w:rsidR="000823A8">
          <w:rPr>
            <w:noProof/>
            <w:webHidden/>
          </w:rPr>
          <w:fldChar w:fldCharType="separate"/>
        </w:r>
        <w:r w:rsidR="000823A8">
          <w:rPr>
            <w:noProof/>
            <w:webHidden/>
          </w:rPr>
          <w:t>84</w:t>
        </w:r>
        <w:r w:rsidR="000823A8">
          <w:rPr>
            <w:noProof/>
            <w:webHidden/>
          </w:rPr>
          <w:fldChar w:fldCharType="end"/>
        </w:r>
      </w:hyperlink>
    </w:p>
    <w:p w14:paraId="6F833303" w14:textId="270C095E"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53" w:history="1">
        <w:r w:rsidR="000823A8" w:rsidRPr="00F000C3">
          <w:rPr>
            <w:rStyle w:val="Hyperlink"/>
            <w:noProof/>
          </w:rPr>
          <w:t>13.1.1 OData 4.0 Minimal Conformance Level</w:t>
        </w:r>
        <w:r w:rsidR="000823A8">
          <w:rPr>
            <w:noProof/>
            <w:webHidden/>
          </w:rPr>
          <w:tab/>
        </w:r>
        <w:r w:rsidR="000823A8">
          <w:rPr>
            <w:noProof/>
            <w:webHidden/>
          </w:rPr>
          <w:fldChar w:fldCharType="begin"/>
        </w:r>
        <w:r w:rsidR="000823A8">
          <w:rPr>
            <w:noProof/>
            <w:webHidden/>
          </w:rPr>
          <w:instrText xml:space="preserve"> PAGEREF _Toc494885153 \h </w:instrText>
        </w:r>
        <w:r w:rsidR="000823A8">
          <w:rPr>
            <w:noProof/>
            <w:webHidden/>
          </w:rPr>
        </w:r>
        <w:r w:rsidR="000823A8">
          <w:rPr>
            <w:noProof/>
            <w:webHidden/>
          </w:rPr>
          <w:fldChar w:fldCharType="separate"/>
        </w:r>
        <w:r w:rsidR="000823A8">
          <w:rPr>
            <w:noProof/>
            <w:webHidden/>
          </w:rPr>
          <w:t>84</w:t>
        </w:r>
        <w:r w:rsidR="000823A8">
          <w:rPr>
            <w:noProof/>
            <w:webHidden/>
          </w:rPr>
          <w:fldChar w:fldCharType="end"/>
        </w:r>
      </w:hyperlink>
    </w:p>
    <w:p w14:paraId="1748F340" w14:textId="06F3F64E"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54" w:history="1">
        <w:r w:rsidR="000823A8" w:rsidRPr="00F000C3">
          <w:rPr>
            <w:rStyle w:val="Hyperlink"/>
            <w:noProof/>
          </w:rPr>
          <w:t>13.1.2 OData 4.0 Intermediate Conformance Level</w:t>
        </w:r>
        <w:r w:rsidR="000823A8">
          <w:rPr>
            <w:noProof/>
            <w:webHidden/>
          </w:rPr>
          <w:tab/>
        </w:r>
        <w:r w:rsidR="000823A8">
          <w:rPr>
            <w:noProof/>
            <w:webHidden/>
          </w:rPr>
          <w:fldChar w:fldCharType="begin"/>
        </w:r>
        <w:r w:rsidR="000823A8">
          <w:rPr>
            <w:noProof/>
            <w:webHidden/>
          </w:rPr>
          <w:instrText xml:space="preserve"> PAGEREF _Toc494885154 \h </w:instrText>
        </w:r>
        <w:r w:rsidR="000823A8">
          <w:rPr>
            <w:noProof/>
            <w:webHidden/>
          </w:rPr>
        </w:r>
        <w:r w:rsidR="000823A8">
          <w:rPr>
            <w:noProof/>
            <w:webHidden/>
          </w:rPr>
          <w:fldChar w:fldCharType="separate"/>
        </w:r>
        <w:r w:rsidR="000823A8">
          <w:rPr>
            <w:noProof/>
            <w:webHidden/>
          </w:rPr>
          <w:t>85</w:t>
        </w:r>
        <w:r w:rsidR="000823A8">
          <w:rPr>
            <w:noProof/>
            <w:webHidden/>
          </w:rPr>
          <w:fldChar w:fldCharType="end"/>
        </w:r>
      </w:hyperlink>
    </w:p>
    <w:p w14:paraId="64A8AD26" w14:textId="70DFF078"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55" w:history="1">
        <w:r w:rsidR="000823A8" w:rsidRPr="00F000C3">
          <w:rPr>
            <w:rStyle w:val="Hyperlink"/>
            <w:noProof/>
          </w:rPr>
          <w:t>13.1.3 OData 4.0 Advanced Conformance Level</w:t>
        </w:r>
        <w:r w:rsidR="000823A8">
          <w:rPr>
            <w:noProof/>
            <w:webHidden/>
          </w:rPr>
          <w:tab/>
        </w:r>
        <w:r w:rsidR="000823A8">
          <w:rPr>
            <w:noProof/>
            <w:webHidden/>
          </w:rPr>
          <w:fldChar w:fldCharType="begin"/>
        </w:r>
        <w:r w:rsidR="000823A8">
          <w:rPr>
            <w:noProof/>
            <w:webHidden/>
          </w:rPr>
          <w:instrText xml:space="preserve"> PAGEREF _Toc494885155 \h </w:instrText>
        </w:r>
        <w:r w:rsidR="000823A8">
          <w:rPr>
            <w:noProof/>
            <w:webHidden/>
          </w:rPr>
        </w:r>
        <w:r w:rsidR="000823A8">
          <w:rPr>
            <w:noProof/>
            <w:webHidden/>
          </w:rPr>
          <w:fldChar w:fldCharType="separate"/>
        </w:r>
        <w:r w:rsidR="000823A8">
          <w:rPr>
            <w:noProof/>
            <w:webHidden/>
          </w:rPr>
          <w:t>86</w:t>
        </w:r>
        <w:r w:rsidR="000823A8">
          <w:rPr>
            <w:noProof/>
            <w:webHidden/>
          </w:rPr>
          <w:fldChar w:fldCharType="end"/>
        </w:r>
      </w:hyperlink>
    </w:p>
    <w:p w14:paraId="36076EE9" w14:textId="2247585B"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156" w:history="1">
        <w:r w:rsidR="000823A8" w:rsidRPr="00F000C3">
          <w:rPr>
            <w:rStyle w:val="Hyperlink"/>
            <w:noProof/>
          </w:rPr>
          <w:t>13.2 OData 4.01 Service Conformance Levels</w:t>
        </w:r>
        <w:r w:rsidR="000823A8">
          <w:rPr>
            <w:noProof/>
            <w:webHidden/>
          </w:rPr>
          <w:tab/>
        </w:r>
        <w:r w:rsidR="000823A8">
          <w:rPr>
            <w:noProof/>
            <w:webHidden/>
          </w:rPr>
          <w:fldChar w:fldCharType="begin"/>
        </w:r>
        <w:r w:rsidR="000823A8">
          <w:rPr>
            <w:noProof/>
            <w:webHidden/>
          </w:rPr>
          <w:instrText xml:space="preserve"> PAGEREF _Toc494885156 \h </w:instrText>
        </w:r>
        <w:r w:rsidR="000823A8">
          <w:rPr>
            <w:noProof/>
            <w:webHidden/>
          </w:rPr>
        </w:r>
        <w:r w:rsidR="000823A8">
          <w:rPr>
            <w:noProof/>
            <w:webHidden/>
          </w:rPr>
          <w:fldChar w:fldCharType="separate"/>
        </w:r>
        <w:r w:rsidR="000823A8">
          <w:rPr>
            <w:noProof/>
            <w:webHidden/>
          </w:rPr>
          <w:t>86</w:t>
        </w:r>
        <w:r w:rsidR="000823A8">
          <w:rPr>
            <w:noProof/>
            <w:webHidden/>
          </w:rPr>
          <w:fldChar w:fldCharType="end"/>
        </w:r>
      </w:hyperlink>
    </w:p>
    <w:p w14:paraId="5636ADE5" w14:textId="740AE944"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57" w:history="1">
        <w:r w:rsidR="000823A8" w:rsidRPr="00F000C3">
          <w:rPr>
            <w:rStyle w:val="Hyperlink"/>
            <w:noProof/>
          </w:rPr>
          <w:t>13.2.1 OData 4.01 Minimal Conformance Level</w:t>
        </w:r>
        <w:r w:rsidR="000823A8">
          <w:rPr>
            <w:noProof/>
            <w:webHidden/>
          </w:rPr>
          <w:tab/>
        </w:r>
        <w:r w:rsidR="000823A8">
          <w:rPr>
            <w:noProof/>
            <w:webHidden/>
          </w:rPr>
          <w:fldChar w:fldCharType="begin"/>
        </w:r>
        <w:r w:rsidR="000823A8">
          <w:rPr>
            <w:noProof/>
            <w:webHidden/>
          </w:rPr>
          <w:instrText xml:space="preserve"> PAGEREF _Toc494885157 \h </w:instrText>
        </w:r>
        <w:r w:rsidR="000823A8">
          <w:rPr>
            <w:noProof/>
            <w:webHidden/>
          </w:rPr>
        </w:r>
        <w:r w:rsidR="000823A8">
          <w:rPr>
            <w:noProof/>
            <w:webHidden/>
          </w:rPr>
          <w:fldChar w:fldCharType="separate"/>
        </w:r>
        <w:r w:rsidR="000823A8">
          <w:rPr>
            <w:noProof/>
            <w:webHidden/>
          </w:rPr>
          <w:t>86</w:t>
        </w:r>
        <w:r w:rsidR="000823A8">
          <w:rPr>
            <w:noProof/>
            <w:webHidden/>
          </w:rPr>
          <w:fldChar w:fldCharType="end"/>
        </w:r>
      </w:hyperlink>
    </w:p>
    <w:p w14:paraId="0ABA0E73" w14:textId="1A9CD9A1"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58" w:history="1">
        <w:r w:rsidR="000823A8" w:rsidRPr="00F000C3">
          <w:rPr>
            <w:rStyle w:val="Hyperlink"/>
            <w:noProof/>
          </w:rPr>
          <w:t>13.2.2 OData 4.01 Intermediate Conformance Level</w:t>
        </w:r>
        <w:r w:rsidR="000823A8">
          <w:rPr>
            <w:noProof/>
            <w:webHidden/>
          </w:rPr>
          <w:tab/>
        </w:r>
        <w:r w:rsidR="000823A8">
          <w:rPr>
            <w:noProof/>
            <w:webHidden/>
          </w:rPr>
          <w:fldChar w:fldCharType="begin"/>
        </w:r>
        <w:r w:rsidR="000823A8">
          <w:rPr>
            <w:noProof/>
            <w:webHidden/>
          </w:rPr>
          <w:instrText xml:space="preserve"> PAGEREF _Toc494885158 \h </w:instrText>
        </w:r>
        <w:r w:rsidR="000823A8">
          <w:rPr>
            <w:noProof/>
            <w:webHidden/>
          </w:rPr>
        </w:r>
        <w:r w:rsidR="000823A8">
          <w:rPr>
            <w:noProof/>
            <w:webHidden/>
          </w:rPr>
          <w:fldChar w:fldCharType="separate"/>
        </w:r>
        <w:r w:rsidR="000823A8">
          <w:rPr>
            <w:noProof/>
            <w:webHidden/>
          </w:rPr>
          <w:t>88</w:t>
        </w:r>
        <w:r w:rsidR="000823A8">
          <w:rPr>
            <w:noProof/>
            <w:webHidden/>
          </w:rPr>
          <w:fldChar w:fldCharType="end"/>
        </w:r>
      </w:hyperlink>
    </w:p>
    <w:p w14:paraId="1EC9069B" w14:textId="12A04023" w:rsidR="000823A8" w:rsidRDefault="002A710D">
      <w:pPr>
        <w:pStyle w:val="TOC3"/>
        <w:tabs>
          <w:tab w:val="right" w:leader="dot" w:pos="9350"/>
        </w:tabs>
        <w:rPr>
          <w:rFonts w:asciiTheme="minorHAnsi" w:eastAsiaTheme="minorEastAsia" w:hAnsiTheme="minorHAnsi" w:cstheme="minorBidi"/>
          <w:noProof/>
          <w:sz w:val="22"/>
          <w:szCs w:val="22"/>
        </w:rPr>
      </w:pPr>
      <w:hyperlink w:anchor="_Toc494885159" w:history="1">
        <w:r w:rsidR="000823A8" w:rsidRPr="00F000C3">
          <w:rPr>
            <w:rStyle w:val="Hyperlink"/>
            <w:noProof/>
          </w:rPr>
          <w:t>13.2.3 OData 4.01 Advanced Conformance Level</w:t>
        </w:r>
        <w:r w:rsidR="000823A8">
          <w:rPr>
            <w:noProof/>
            <w:webHidden/>
          </w:rPr>
          <w:tab/>
        </w:r>
        <w:r w:rsidR="000823A8">
          <w:rPr>
            <w:noProof/>
            <w:webHidden/>
          </w:rPr>
          <w:fldChar w:fldCharType="begin"/>
        </w:r>
        <w:r w:rsidR="000823A8">
          <w:rPr>
            <w:noProof/>
            <w:webHidden/>
          </w:rPr>
          <w:instrText xml:space="preserve"> PAGEREF _Toc494885159 \h </w:instrText>
        </w:r>
        <w:r w:rsidR="000823A8">
          <w:rPr>
            <w:noProof/>
            <w:webHidden/>
          </w:rPr>
        </w:r>
        <w:r w:rsidR="000823A8">
          <w:rPr>
            <w:noProof/>
            <w:webHidden/>
          </w:rPr>
          <w:fldChar w:fldCharType="separate"/>
        </w:r>
        <w:r w:rsidR="000823A8">
          <w:rPr>
            <w:noProof/>
            <w:webHidden/>
          </w:rPr>
          <w:t>88</w:t>
        </w:r>
        <w:r w:rsidR="000823A8">
          <w:rPr>
            <w:noProof/>
            <w:webHidden/>
          </w:rPr>
          <w:fldChar w:fldCharType="end"/>
        </w:r>
      </w:hyperlink>
    </w:p>
    <w:p w14:paraId="210F1DF6" w14:textId="7219CA5C" w:rsidR="000823A8" w:rsidRDefault="002A710D">
      <w:pPr>
        <w:pStyle w:val="TOC2"/>
        <w:tabs>
          <w:tab w:val="right" w:leader="dot" w:pos="9350"/>
        </w:tabs>
        <w:rPr>
          <w:rFonts w:asciiTheme="minorHAnsi" w:eastAsiaTheme="minorEastAsia" w:hAnsiTheme="minorHAnsi" w:cstheme="minorBidi"/>
          <w:noProof/>
          <w:sz w:val="22"/>
          <w:szCs w:val="22"/>
        </w:rPr>
      </w:pPr>
      <w:hyperlink w:anchor="_Toc494885160" w:history="1">
        <w:r w:rsidR="000823A8" w:rsidRPr="00F000C3">
          <w:rPr>
            <w:rStyle w:val="Hyperlink"/>
            <w:noProof/>
          </w:rPr>
          <w:t>13.3 Interoperable OData Clients</w:t>
        </w:r>
        <w:r w:rsidR="000823A8">
          <w:rPr>
            <w:noProof/>
            <w:webHidden/>
          </w:rPr>
          <w:tab/>
        </w:r>
        <w:r w:rsidR="000823A8">
          <w:rPr>
            <w:noProof/>
            <w:webHidden/>
          </w:rPr>
          <w:fldChar w:fldCharType="begin"/>
        </w:r>
        <w:r w:rsidR="000823A8">
          <w:rPr>
            <w:noProof/>
            <w:webHidden/>
          </w:rPr>
          <w:instrText xml:space="preserve"> PAGEREF _Toc494885160 \h </w:instrText>
        </w:r>
        <w:r w:rsidR="000823A8">
          <w:rPr>
            <w:noProof/>
            <w:webHidden/>
          </w:rPr>
        </w:r>
        <w:r w:rsidR="000823A8">
          <w:rPr>
            <w:noProof/>
            <w:webHidden/>
          </w:rPr>
          <w:fldChar w:fldCharType="separate"/>
        </w:r>
        <w:r w:rsidR="000823A8">
          <w:rPr>
            <w:noProof/>
            <w:webHidden/>
          </w:rPr>
          <w:t>88</w:t>
        </w:r>
        <w:r w:rsidR="000823A8">
          <w:rPr>
            <w:noProof/>
            <w:webHidden/>
          </w:rPr>
          <w:fldChar w:fldCharType="end"/>
        </w:r>
      </w:hyperlink>
    </w:p>
    <w:p w14:paraId="5BFD1BF1" w14:textId="6DD69C86" w:rsidR="000823A8" w:rsidRDefault="002A710D">
      <w:pPr>
        <w:pStyle w:val="TOC1"/>
        <w:tabs>
          <w:tab w:val="left" w:pos="1440"/>
          <w:tab w:val="right" w:leader="dot" w:pos="9350"/>
        </w:tabs>
        <w:rPr>
          <w:rFonts w:asciiTheme="minorHAnsi" w:eastAsiaTheme="minorEastAsia" w:hAnsiTheme="minorHAnsi" w:cstheme="minorBidi"/>
          <w:noProof/>
          <w:sz w:val="22"/>
          <w:szCs w:val="22"/>
        </w:rPr>
      </w:pPr>
      <w:hyperlink w:anchor="_Toc494885161" w:history="1">
        <w:r w:rsidR="000823A8" w:rsidRPr="00F000C3">
          <w:rPr>
            <w:rStyle w:val="Hyperlink"/>
            <w:noProof/>
          </w:rPr>
          <w:t>Appendix A.</w:t>
        </w:r>
        <w:r w:rsidR="000823A8">
          <w:rPr>
            <w:rFonts w:asciiTheme="minorHAnsi" w:eastAsiaTheme="minorEastAsia" w:hAnsiTheme="minorHAnsi" w:cstheme="minorBidi"/>
            <w:noProof/>
            <w:sz w:val="22"/>
            <w:szCs w:val="22"/>
          </w:rPr>
          <w:tab/>
        </w:r>
        <w:r w:rsidR="000823A8" w:rsidRPr="00F000C3">
          <w:rPr>
            <w:rStyle w:val="Hyperlink"/>
            <w:noProof/>
          </w:rPr>
          <w:t>Acknowledgments</w:t>
        </w:r>
        <w:r w:rsidR="000823A8">
          <w:rPr>
            <w:noProof/>
            <w:webHidden/>
          </w:rPr>
          <w:tab/>
        </w:r>
        <w:r w:rsidR="000823A8">
          <w:rPr>
            <w:noProof/>
            <w:webHidden/>
          </w:rPr>
          <w:fldChar w:fldCharType="begin"/>
        </w:r>
        <w:r w:rsidR="000823A8">
          <w:rPr>
            <w:noProof/>
            <w:webHidden/>
          </w:rPr>
          <w:instrText xml:space="preserve"> PAGEREF _Toc494885161 \h </w:instrText>
        </w:r>
        <w:r w:rsidR="000823A8">
          <w:rPr>
            <w:noProof/>
            <w:webHidden/>
          </w:rPr>
        </w:r>
        <w:r w:rsidR="000823A8">
          <w:rPr>
            <w:noProof/>
            <w:webHidden/>
          </w:rPr>
          <w:fldChar w:fldCharType="separate"/>
        </w:r>
        <w:r w:rsidR="000823A8">
          <w:rPr>
            <w:noProof/>
            <w:webHidden/>
          </w:rPr>
          <w:t>90</w:t>
        </w:r>
        <w:r w:rsidR="000823A8">
          <w:rPr>
            <w:noProof/>
            <w:webHidden/>
          </w:rPr>
          <w:fldChar w:fldCharType="end"/>
        </w:r>
      </w:hyperlink>
    </w:p>
    <w:p w14:paraId="1825C186" w14:textId="26CA978C" w:rsidR="000823A8" w:rsidRDefault="002A710D">
      <w:pPr>
        <w:pStyle w:val="TOC1"/>
        <w:tabs>
          <w:tab w:val="left" w:pos="1440"/>
          <w:tab w:val="right" w:leader="dot" w:pos="9350"/>
        </w:tabs>
        <w:rPr>
          <w:rFonts w:asciiTheme="minorHAnsi" w:eastAsiaTheme="minorEastAsia" w:hAnsiTheme="minorHAnsi" w:cstheme="minorBidi"/>
          <w:noProof/>
          <w:sz w:val="22"/>
          <w:szCs w:val="22"/>
        </w:rPr>
      </w:pPr>
      <w:hyperlink w:anchor="_Toc494885162" w:history="1">
        <w:r w:rsidR="000823A8" w:rsidRPr="00F000C3">
          <w:rPr>
            <w:rStyle w:val="Hyperlink"/>
            <w:noProof/>
          </w:rPr>
          <w:t>Appendix B.</w:t>
        </w:r>
        <w:r w:rsidR="000823A8">
          <w:rPr>
            <w:rFonts w:asciiTheme="minorHAnsi" w:eastAsiaTheme="minorEastAsia" w:hAnsiTheme="minorHAnsi" w:cstheme="minorBidi"/>
            <w:noProof/>
            <w:sz w:val="22"/>
            <w:szCs w:val="22"/>
          </w:rPr>
          <w:tab/>
        </w:r>
        <w:r w:rsidR="000823A8" w:rsidRPr="00F000C3">
          <w:rPr>
            <w:rStyle w:val="Hyperlink"/>
            <w:noProof/>
          </w:rPr>
          <w:t>Revision History</w:t>
        </w:r>
        <w:r w:rsidR="000823A8">
          <w:rPr>
            <w:noProof/>
            <w:webHidden/>
          </w:rPr>
          <w:tab/>
        </w:r>
        <w:r w:rsidR="000823A8">
          <w:rPr>
            <w:noProof/>
            <w:webHidden/>
          </w:rPr>
          <w:fldChar w:fldCharType="begin"/>
        </w:r>
        <w:r w:rsidR="000823A8">
          <w:rPr>
            <w:noProof/>
            <w:webHidden/>
          </w:rPr>
          <w:instrText xml:space="preserve"> PAGEREF _Toc494885162 \h </w:instrText>
        </w:r>
        <w:r w:rsidR="000823A8">
          <w:rPr>
            <w:noProof/>
            <w:webHidden/>
          </w:rPr>
        </w:r>
        <w:r w:rsidR="000823A8">
          <w:rPr>
            <w:noProof/>
            <w:webHidden/>
          </w:rPr>
          <w:fldChar w:fldCharType="separate"/>
        </w:r>
        <w:r w:rsidR="000823A8">
          <w:rPr>
            <w:noProof/>
            <w:webHidden/>
          </w:rPr>
          <w:t>91</w:t>
        </w:r>
        <w:r w:rsidR="000823A8">
          <w:rPr>
            <w:noProof/>
            <w:webHidden/>
          </w:rPr>
          <w:fldChar w:fldCharType="end"/>
        </w:r>
      </w:hyperlink>
    </w:p>
    <w:p w14:paraId="0F6DD027" w14:textId="4F217A30" w:rsidR="00177DED" w:rsidRDefault="00294283" w:rsidP="008C100C">
      <w:pPr>
        <w:pStyle w:val="TextBody"/>
      </w:pPr>
      <w:r>
        <w:rPr>
          <w:szCs w:val="24"/>
        </w:rPr>
        <w:fldChar w:fldCharType="end"/>
      </w:r>
    </w:p>
    <w:p w14:paraId="02D72E9B" w14:textId="77777777" w:rsidR="00177DED" w:rsidRPr="00177DED" w:rsidRDefault="00177DED" w:rsidP="008C100C">
      <w:pPr>
        <w:pStyle w:val="TextBody"/>
        <w:sectPr w:rsidR="00177DED" w:rsidRPr="00177DED" w:rsidSect="003D1945">
          <w:headerReference w:type="even" r:id="rId52"/>
          <w:footerReference w:type="default" r:id="rId53"/>
          <w:footerReference w:type="first" r:id="rId54"/>
          <w:pgSz w:w="12240" w:h="15840" w:code="1"/>
          <w:pgMar w:top="1440" w:right="1440" w:bottom="720" w:left="1440" w:header="720" w:footer="720" w:gutter="0"/>
          <w:cols w:space="720"/>
          <w:docGrid w:linePitch="360"/>
        </w:sectPr>
      </w:pPr>
    </w:p>
    <w:bookmarkStart w:id="3" w:name="_Toc477876541"/>
    <w:bookmarkStart w:id="4" w:name="sec_Introduction"/>
    <w:p w14:paraId="74C93602" w14:textId="77777777" w:rsidR="00752DAA" w:rsidRPr="00C52EFC" w:rsidRDefault="00752DAA" w:rsidP="006C1EBF">
      <w:pPr>
        <w:pStyle w:val="Heading1"/>
        <w:numPr>
          <w:ilvl w:val="0"/>
          <w:numId w:val="2"/>
        </w:numPr>
        <w:tabs>
          <w:tab w:val="clear" w:pos="432"/>
          <w:tab w:val="left" w:pos="567"/>
        </w:tabs>
        <w:ind w:left="397" w:hanging="397"/>
      </w:pPr>
      <w:r>
        <w:lastRenderedPageBreak/>
        <w:fldChar w:fldCharType="begin"/>
      </w:r>
      <w:r>
        <w:instrText xml:space="preserve"> HYPERLINK  \l "sec_Introduction" </w:instrText>
      </w:r>
      <w:r>
        <w:fldChar w:fldCharType="separate"/>
      </w:r>
      <w:bookmarkStart w:id="5" w:name="_Toc494884953"/>
      <w:bookmarkStart w:id="6" w:name="_Toc494356701"/>
      <w:r w:rsidRPr="004A50BC">
        <w:rPr>
          <w:rStyle w:val="Hyperlink"/>
        </w:rPr>
        <w:t>Introduction</w:t>
      </w:r>
      <w:bookmarkEnd w:id="3"/>
      <w:bookmarkEnd w:id="4"/>
      <w:bookmarkEnd w:id="5"/>
      <w:bookmarkEnd w:id="6"/>
      <w:r>
        <w:fldChar w:fldCharType="end"/>
      </w:r>
    </w:p>
    <w:p w14:paraId="6629CDC8" w14:textId="77777777" w:rsidR="00752DAA" w:rsidRDefault="00752DAA" w:rsidP="00752DAA">
      <w:r>
        <w:t>The Open Data Protocol (OData) enables the creation of REST-based data services which allow resources, identified using Uniform Resource Locators (URLs) and defined in a data model, to be published and edited by Web clients using simple HTTP messages. This specification defines the core semantics and the behavioral aspects of the protocol.</w:t>
      </w:r>
    </w:p>
    <w:p w14:paraId="6CC85097" w14:textId="77777777" w:rsidR="00752DAA" w:rsidRDefault="00752DAA" w:rsidP="00752DAA">
      <w:r>
        <w:t xml:space="preserve">The </w:t>
      </w:r>
      <w:hyperlink w:anchor="ODataURLRef" w:history="1">
        <w:r w:rsidRPr="005E626C">
          <w:rPr>
            <w:rStyle w:val="Hyperlink"/>
            <w:b/>
          </w:rPr>
          <w:t>[OData</w:t>
        </w:r>
        <w:r>
          <w:rPr>
            <w:rStyle w:val="Hyperlink"/>
            <w:b/>
          </w:rPr>
          <w:noBreakHyphen/>
        </w:r>
        <w:r w:rsidRPr="005E626C">
          <w:rPr>
            <w:rStyle w:val="Hyperlink"/>
            <w:b/>
          </w:rPr>
          <w:t>URL]</w:t>
        </w:r>
      </w:hyperlink>
      <w:r>
        <w:t xml:space="preserve"> specification defines a set of rules for constructing URLs to identify the data and metadata exposed by an OData service as well as a set of reserved URL query options.</w:t>
      </w:r>
    </w:p>
    <w:p w14:paraId="5BC89003" w14:textId="77777777" w:rsidR="00752DAA" w:rsidRPr="000E23E9" w:rsidRDefault="00752DAA" w:rsidP="00752DAA">
      <w:r>
        <w:t xml:space="preserve">The </w:t>
      </w:r>
      <w:hyperlink w:anchor="ODataCSDLJSONRef" w:history="1">
        <w:r w:rsidRPr="006F1777">
          <w:rPr>
            <w:rStyle w:val="Hyperlink"/>
            <w:b/>
          </w:rPr>
          <w:t>[OData-CSDLJSON]</w:t>
        </w:r>
      </w:hyperlink>
      <w:r>
        <w:t xml:space="preserve"> specification defines a JSON representation of the entity data model exposed by an OData service.</w:t>
      </w:r>
    </w:p>
    <w:p w14:paraId="3849B74E" w14:textId="77777777" w:rsidR="00752DAA" w:rsidRDefault="00752DAA" w:rsidP="00752DAA">
      <w:r>
        <w:t xml:space="preserve">The </w:t>
      </w:r>
      <w:hyperlink w:anchor="ODataCSDLXMLRef" w:history="1">
        <w:hyperlink w:anchor="ODataCSDLXMLRef" w:history="1">
          <w:r w:rsidRPr="00DF7F4B">
            <w:rPr>
              <w:rStyle w:val="Hyperlink"/>
              <w:b/>
            </w:rPr>
            <w:t>[OData-CSDL</w:t>
          </w:r>
          <w:r>
            <w:rPr>
              <w:rStyle w:val="Hyperlink"/>
              <w:b/>
            </w:rPr>
            <w:t>XML</w:t>
          </w:r>
          <w:r w:rsidRPr="00DF7F4B">
            <w:rPr>
              <w:rStyle w:val="Hyperlink"/>
              <w:b/>
            </w:rPr>
            <w:t>]</w:t>
          </w:r>
        </w:hyperlink>
      </w:hyperlink>
      <w:r>
        <w:t xml:space="preserve"> specification defines an XML representation of the entity data model exposed by an OData service.</w:t>
      </w:r>
    </w:p>
    <w:p w14:paraId="7F09FA9B" w14:textId="46698E83" w:rsidR="00752DAA" w:rsidRDefault="00752DAA" w:rsidP="00752DAA">
      <w:r>
        <w:t xml:space="preserve">The </w:t>
      </w:r>
      <w:hyperlink w:anchor="ODataJSONRef" w:history="1">
        <w:r w:rsidRPr="004A525C">
          <w:rPr>
            <w:rStyle w:val="Hyperlink"/>
            <w:b/>
          </w:rPr>
          <w:t>[OData-JSON]</w:t>
        </w:r>
      </w:hyperlink>
      <w:r>
        <w:t xml:space="preserve"> document specifies the JSON format of the resource representations that are exchanged using OData.</w:t>
      </w:r>
    </w:p>
    <w:p w14:paraId="5A8D1387" w14:textId="5BAA5773" w:rsidR="000823A8" w:rsidRDefault="000823A8" w:rsidP="006C1EBF">
      <w:pPr>
        <w:pStyle w:val="Heading2"/>
        <w:numPr>
          <w:ilvl w:val="1"/>
          <w:numId w:val="32"/>
        </w:numPr>
      </w:pPr>
      <w:bookmarkStart w:id="7" w:name="_Toc494884954"/>
      <w:r>
        <w:t>IPR Policy</w:t>
      </w:r>
      <w:bookmarkEnd w:id="7"/>
    </w:p>
    <w:p w14:paraId="30E9D03D" w14:textId="287EC2ED" w:rsidR="000823A8" w:rsidRPr="000823A8" w:rsidRDefault="000823A8" w:rsidP="000823A8">
      <w:r w:rsidRPr="009D6316">
        <w:t>This Committee Sp</w:t>
      </w:r>
      <w:r>
        <w:t>ecification Public Review Draft</w:t>
      </w:r>
      <w:r w:rsidRPr="009D6316">
        <w:t xml:space="preserve"> is provided under </w:t>
      </w:r>
      <w:r w:rsidRPr="004C3207">
        <w:t xml:space="preserve">the </w:t>
      </w:r>
      <w:hyperlink r:id="rId55" w:anchor="RF-on-RAND-Mode" w:history="1">
        <w:r w:rsidRPr="004C3207">
          <w:rPr>
            <w:rStyle w:val="Hyperlink"/>
          </w:rPr>
          <w:t>RF on RAND Terms</w:t>
        </w:r>
      </w:hyperlink>
      <w:r w:rsidRPr="004C3207">
        <w:t xml:space="preserve"> Mode of the </w:t>
      </w:r>
      <w:hyperlink r:id="rId56" w:history="1">
        <w:r w:rsidRPr="00A517E4">
          <w:rPr>
            <w:rStyle w:val="Hyperlink"/>
          </w:rPr>
          <w:t>OASIS IPR Policy</w:t>
        </w:r>
      </w:hyperlink>
      <w:r w:rsidRPr="004C3207">
        <w:t xml:space="preserve">, the mode </w:t>
      </w:r>
      <w:r w:rsidRPr="009D6316">
        <w:t>chosen when the Technical Committee was established.</w:t>
      </w:r>
      <w:r>
        <w:t xml:space="preserve"> </w:t>
      </w:r>
      <w:r w:rsidRPr="00B569DB">
        <w:t xml:space="preserve">For information on whether any patents have been disclosed that may be essential to implementing this </w:t>
      </w:r>
      <w:r>
        <w:t>specification</w:t>
      </w:r>
      <w:r w:rsidRPr="00B569DB">
        <w:t>, and any offers of patent licensing terms, please refer to the Intellectual Property Rights section of the T</w:t>
      </w:r>
      <w:r>
        <w:t>C’s</w:t>
      </w:r>
      <w:r w:rsidRPr="00B569DB">
        <w:t xml:space="preserve"> web page (</w:t>
      </w:r>
      <w:hyperlink r:id="rId57" w:history="1">
        <w:r>
          <w:rPr>
            <w:rStyle w:val="Hyperlink"/>
          </w:rPr>
          <w:t>https://www.oasis-open.org/committees/odata/ipr.php</w:t>
        </w:r>
      </w:hyperlink>
      <w:r>
        <w:t>).</w:t>
      </w:r>
    </w:p>
    <w:bookmarkStart w:id="8" w:name="_Toc477876542"/>
    <w:bookmarkStart w:id="9" w:name="sec_Terminology"/>
    <w:p w14:paraId="3CE01341" w14:textId="77777777" w:rsidR="00752DAA" w:rsidRDefault="00752DAA" w:rsidP="006C1EBF">
      <w:pPr>
        <w:pStyle w:val="Heading2"/>
        <w:numPr>
          <w:ilvl w:val="1"/>
          <w:numId w:val="2"/>
        </w:numPr>
        <w:tabs>
          <w:tab w:val="left" w:pos="567"/>
        </w:tabs>
      </w:pPr>
      <w:r>
        <w:fldChar w:fldCharType="begin"/>
      </w:r>
      <w:r>
        <w:instrText xml:space="preserve"> HYPERLINK  \l "sec_Terminology" </w:instrText>
      </w:r>
      <w:r>
        <w:fldChar w:fldCharType="separate"/>
      </w:r>
      <w:bookmarkStart w:id="10" w:name="_Toc494884955"/>
      <w:bookmarkStart w:id="11" w:name="_Toc494356702"/>
      <w:r w:rsidRPr="004A50BC">
        <w:rPr>
          <w:rStyle w:val="Hyperlink"/>
        </w:rPr>
        <w:t>Terminology</w:t>
      </w:r>
      <w:bookmarkEnd w:id="8"/>
      <w:bookmarkEnd w:id="9"/>
      <w:bookmarkEnd w:id="10"/>
      <w:bookmarkEnd w:id="11"/>
      <w:r>
        <w:fldChar w:fldCharType="end"/>
      </w:r>
    </w:p>
    <w:p w14:paraId="7B4F83B2" w14:textId="77777777" w:rsidR="00752DAA" w:rsidRDefault="00752DAA" w:rsidP="00752DAA">
      <w:r>
        <w:t>The key words “</w:t>
      </w:r>
      <w:r w:rsidRPr="00134406">
        <w:t>MUST</w:t>
      </w:r>
      <w:r>
        <w:t>”</w:t>
      </w:r>
      <w:r w:rsidRPr="00134406">
        <w:t xml:space="preserve">, </w:t>
      </w:r>
      <w:r>
        <w:t>“</w:t>
      </w:r>
      <w:r w:rsidRPr="00134406">
        <w:t>MUST NOT</w:t>
      </w:r>
      <w:r>
        <w:t>”</w:t>
      </w:r>
      <w:r w:rsidRPr="00134406">
        <w:t xml:space="preserve">, </w:t>
      </w:r>
      <w:r>
        <w:t>“</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RECOMMENDED</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hyperlink w:anchor="RFC2119" w:history="1">
        <w:r w:rsidRPr="00A91FFA">
          <w:rPr>
            <w:rStyle w:val="Hyperlink"/>
            <w:b/>
          </w:rPr>
          <w:t>[RFC2119]</w:t>
        </w:r>
      </w:hyperlink>
      <w:r>
        <w:t>.</w:t>
      </w:r>
    </w:p>
    <w:bookmarkStart w:id="12" w:name="_Toc477876543"/>
    <w:bookmarkStart w:id="13" w:name="sec_NormativeReferences"/>
    <w:p w14:paraId="347C30C3" w14:textId="77777777" w:rsidR="00752DAA" w:rsidRDefault="00752DAA" w:rsidP="006C1EBF">
      <w:pPr>
        <w:pStyle w:val="Heading2"/>
        <w:numPr>
          <w:ilvl w:val="1"/>
          <w:numId w:val="2"/>
        </w:numPr>
        <w:tabs>
          <w:tab w:val="left" w:pos="567"/>
        </w:tabs>
      </w:pPr>
      <w:r>
        <w:fldChar w:fldCharType="begin"/>
      </w:r>
      <w:r>
        <w:instrText xml:space="preserve"> HYPERLINK  \l "sec_NormativeReferences" </w:instrText>
      </w:r>
      <w:r>
        <w:fldChar w:fldCharType="separate"/>
      </w:r>
      <w:bookmarkStart w:id="14" w:name="_Toc494884956"/>
      <w:bookmarkStart w:id="15" w:name="_Toc494356703"/>
      <w:r w:rsidRPr="004A50BC">
        <w:rPr>
          <w:rStyle w:val="Hyperlink"/>
        </w:rPr>
        <w:t>Normative References</w:t>
      </w:r>
      <w:bookmarkEnd w:id="12"/>
      <w:bookmarkEnd w:id="13"/>
      <w:bookmarkEnd w:id="14"/>
      <w:bookmarkEnd w:id="15"/>
      <w:r>
        <w:fldChar w:fldCharType="end"/>
      </w:r>
    </w:p>
    <w:p w14:paraId="1B676E4D" w14:textId="77777777" w:rsidR="00752DAA" w:rsidRPr="00383443" w:rsidRDefault="00752DAA" w:rsidP="00752DAA">
      <w:pPr>
        <w:ind w:left="2552" w:hanging="2268"/>
        <w:rPr>
          <w:rStyle w:val="Refterm"/>
          <w:szCs w:val="20"/>
        </w:rPr>
      </w:pPr>
      <w:r w:rsidRPr="00383443">
        <w:rPr>
          <w:rStyle w:val="Refterm"/>
          <w:szCs w:val="20"/>
        </w:rPr>
        <w:t>[</w:t>
      </w:r>
      <w:bookmarkStart w:id="16" w:name="ABNF"/>
      <w:r w:rsidRPr="00383443">
        <w:rPr>
          <w:rStyle w:val="Refterm"/>
          <w:szCs w:val="20"/>
        </w:rPr>
        <w:t>OData-ABNF</w:t>
      </w:r>
      <w:bookmarkEnd w:id="16"/>
      <w:r w:rsidRPr="00383443">
        <w:rPr>
          <w:rStyle w:val="Refterm"/>
          <w:szCs w:val="20"/>
        </w:rPr>
        <w:t>]</w:t>
      </w:r>
      <w:r w:rsidRPr="00383443">
        <w:tab/>
      </w:r>
      <w:r w:rsidRPr="00383443">
        <w:rPr>
          <w:i/>
        </w:rPr>
        <w:t>OData ABNF Construction Rules Version 4.0</w:t>
      </w:r>
      <w:r>
        <w:rPr>
          <w:i/>
        </w:rPr>
        <w:t>1</w:t>
      </w:r>
      <w:r w:rsidRPr="00383443">
        <w:t xml:space="preserve">. </w:t>
      </w:r>
      <w:r w:rsidRPr="00383443">
        <w:br/>
        <w:t xml:space="preserve">See link in "Additional artifacts" section on cover page. </w:t>
      </w:r>
    </w:p>
    <w:p w14:paraId="69FF420F" w14:textId="77777777" w:rsidR="00752DAA" w:rsidRPr="00383443" w:rsidRDefault="00752DAA" w:rsidP="00752DAA">
      <w:pPr>
        <w:ind w:left="2552" w:hanging="2268"/>
      </w:pPr>
      <w:r w:rsidRPr="00383443">
        <w:rPr>
          <w:b/>
        </w:rPr>
        <w:t>[</w:t>
      </w:r>
      <w:bookmarkStart w:id="17" w:name="ODataAggregationRef"/>
      <w:r w:rsidRPr="00383443">
        <w:rPr>
          <w:b/>
        </w:rPr>
        <w:t>OData-A</w:t>
      </w:r>
      <w:r>
        <w:rPr>
          <w:b/>
        </w:rPr>
        <w:t>ggregation</w:t>
      </w:r>
      <w:bookmarkEnd w:id="17"/>
      <w:r w:rsidRPr="004C7E17">
        <w:rPr>
          <w:rStyle w:val="Hyperlink1"/>
          <w:b/>
          <w:szCs w:val="20"/>
        </w:rPr>
        <w:t>]</w:t>
      </w:r>
      <w:r w:rsidRPr="00383443">
        <w:tab/>
      </w:r>
      <w:r w:rsidRPr="00383443">
        <w:rPr>
          <w:i/>
        </w:rPr>
        <w:t xml:space="preserve">OData </w:t>
      </w:r>
      <w:r>
        <w:rPr>
          <w:i/>
          <w:iCs/>
        </w:rPr>
        <w:t xml:space="preserve">Extension for Data Aggregation </w:t>
      </w:r>
      <w:r w:rsidRPr="00383443">
        <w:rPr>
          <w:i/>
        </w:rPr>
        <w:t>Version 4.0</w:t>
      </w:r>
      <w:r w:rsidRPr="00383443">
        <w:t xml:space="preserve">. </w:t>
      </w:r>
      <w:r w:rsidRPr="00383443">
        <w:br/>
        <w:t>See link in "Related work" section on cover page.</w:t>
      </w:r>
    </w:p>
    <w:p w14:paraId="00961B3C" w14:textId="77777777" w:rsidR="00752DAA" w:rsidRDefault="00752DAA" w:rsidP="00752DAA">
      <w:pPr>
        <w:ind w:left="2552" w:hanging="2268"/>
        <w:rPr>
          <w:rFonts w:cs="Arial"/>
        </w:rPr>
      </w:pPr>
      <w:r w:rsidRPr="00383443">
        <w:rPr>
          <w:rStyle w:val="Refterm"/>
          <w:szCs w:val="20"/>
        </w:rPr>
        <w:t>[</w:t>
      </w:r>
      <w:bookmarkStart w:id="18" w:name="ODataCSDLRef"/>
      <w:bookmarkStart w:id="19" w:name="ODataCSDLJSONRef"/>
      <w:r w:rsidRPr="00383443">
        <w:rPr>
          <w:rStyle w:val="Refterm"/>
          <w:szCs w:val="20"/>
        </w:rPr>
        <w:t>OData-CSDL</w:t>
      </w:r>
      <w:bookmarkEnd w:id="18"/>
      <w:r>
        <w:rPr>
          <w:rStyle w:val="Refterm"/>
          <w:szCs w:val="20"/>
        </w:rPr>
        <w:t>JSON</w:t>
      </w:r>
      <w:bookmarkEnd w:id="19"/>
      <w:r w:rsidRPr="00383443">
        <w:rPr>
          <w:rStyle w:val="Refterm"/>
          <w:szCs w:val="20"/>
        </w:rPr>
        <w:t>]</w:t>
      </w:r>
      <w:r w:rsidRPr="00383443">
        <w:tab/>
      </w:r>
      <w:r w:rsidRPr="00383443">
        <w:rPr>
          <w:i/>
        </w:rPr>
        <w:t>OData Common Schema Definition Language (CSDL)</w:t>
      </w:r>
      <w:r>
        <w:rPr>
          <w:i/>
        </w:rPr>
        <w:t xml:space="preserve"> JSON Representation Version 4.01</w:t>
      </w:r>
      <w:r w:rsidRPr="00383443">
        <w:t>.</w:t>
      </w:r>
      <w:r>
        <w:t xml:space="preserve"> </w:t>
      </w:r>
      <w:r w:rsidRPr="00383443">
        <w:t>See link in "</w:t>
      </w:r>
      <w:r>
        <w:t>Related work</w:t>
      </w:r>
      <w:r w:rsidRPr="00383443">
        <w:t>" section on cover page</w:t>
      </w:r>
      <w:r w:rsidRPr="00383443">
        <w:rPr>
          <w:rFonts w:cs="Arial"/>
        </w:rPr>
        <w:t>.</w:t>
      </w:r>
    </w:p>
    <w:p w14:paraId="199F81D9" w14:textId="77777777" w:rsidR="00752DAA" w:rsidRDefault="00752DAA" w:rsidP="00752DAA">
      <w:pPr>
        <w:ind w:left="2552" w:hanging="2268"/>
        <w:rPr>
          <w:rFonts w:cs="Arial"/>
        </w:rPr>
      </w:pPr>
      <w:bookmarkStart w:id="20" w:name="ODataCSDLXMLRef"/>
      <w:r w:rsidRPr="00383443">
        <w:rPr>
          <w:b/>
        </w:rPr>
        <w:t>[</w:t>
      </w:r>
      <w:r w:rsidRPr="00383443">
        <w:rPr>
          <w:rStyle w:val="Refterm"/>
          <w:szCs w:val="20"/>
        </w:rPr>
        <w:t>OData-CSDL</w:t>
      </w:r>
      <w:r>
        <w:rPr>
          <w:rStyle w:val="Refterm"/>
          <w:szCs w:val="20"/>
        </w:rPr>
        <w:t>XML</w:t>
      </w:r>
      <w:r w:rsidRPr="00383443">
        <w:rPr>
          <w:rStyle w:val="Refterm"/>
          <w:szCs w:val="20"/>
        </w:rPr>
        <w:t>]</w:t>
      </w:r>
      <w:bookmarkEnd w:id="20"/>
      <w:r w:rsidRPr="00383443">
        <w:tab/>
      </w:r>
      <w:r w:rsidRPr="00AB5148">
        <w:rPr>
          <w:i/>
        </w:rPr>
        <w:t>OData Common Schema Definition Language (CSDL) XML Representation Version 4.01</w:t>
      </w:r>
      <w:r>
        <w:rPr>
          <w:i/>
        </w:rPr>
        <w:t>.</w:t>
      </w:r>
      <w:r w:rsidRPr="00AB5148">
        <w:t xml:space="preserve"> </w:t>
      </w:r>
      <w:r w:rsidRPr="00383443">
        <w:t>See link in "</w:t>
      </w:r>
      <w:r>
        <w:t>Related work</w:t>
      </w:r>
      <w:r w:rsidRPr="00383443">
        <w:t>" section on cover page</w:t>
      </w:r>
    </w:p>
    <w:p w14:paraId="17452C64" w14:textId="77777777" w:rsidR="00752DAA" w:rsidRPr="00383443" w:rsidRDefault="00752DAA" w:rsidP="00752DAA">
      <w:pPr>
        <w:ind w:left="2552" w:hanging="2268"/>
      </w:pPr>
      <w:r w:rsidRPr="00383443">
        <w:rPr>
          <w:b/>
        </w:rPr>
        <w:t>[</w:t>
      </w:r>
      <w:bookmarkStart w:id="21" w:name="ODataJSONRef"/>
      <w:r w:rsidRPr="00383443">
        <w:rPr>
          <w:b/>
        </w:rPr>
        <w:t>OData-JSON</w:t>
      </w:r>
      <w:bookmarkEnd w:id="21"/>
      <w:r w:rsidRPr="004C7E17">
        <w:rPr>
          <w:rStyle w:val="Hyperlink1"/>
          <w:b/>
          <w:szCs w:val="20"/>
        </w:rPr>
        <w:t>]</w:t>
      </w:r>
      <w:r w:rsidRPr="00383443">
        <w:tab/>
      </w:r>
      <w:r w:rsidRPr="00383443">
        <w:rPr>
          <w:i/>
        </w:rPr>
        <w:t>OData JSON Format Version 4.0</w:t>
      </w:r>
      <w:r>
        <w:rPr>
          <w:i/>
        </w:rPr>
        <w:t>1</w:t>
      </w:r>
      <w:r w:rsidRPr="00383443">
        <w:rPr>
          <w:i/>
        </w:rPr>
        <w:t>.</w:t>
      </w:r>
      <w:r w:rsidRPr="00383443">
        <w:t xml:space="preserve"> </w:t>
      </w:r>
      <w:r w:rsidRPr="00383443">
        <w:br/>
        <w:t>See link in "Related work" section on cover page.</w:t>
      </w:r>
    </w:p>
    <w:p w14:paraId="53C4AD0A" w14:textId="77777777" w:rsidR="00752DAA" w:rsidRPr="00383443" w:rsidRDefault="00752DAA" w:rsidP="00752DAA">
      <w:pPr>
        <w:ind w:left="2552" w:hanging="2268"/>
      </w:pPr>
      <w:r w:rsidRPr="00383443">
        <w:rPr>
          <w:b/>
        </w:rPr>
        <w:t>[</w:t>
      </w:r>
      <w:bookmarkStart w:id="22" w:name="ODataURLRef"/>
      <w:r w:rsidRPr="00383443">
        <w:rPr>
          <w:b/>
        </w:rPr>
        <w:t>OData-URL</w:t>
      </w:r>
      <w:bookmarkEnd w:id="22"/>
      <w:r w:rsidRPr="00383443">
        <w:rPr>
          <w:b/>
        </w:rPr>
        <w:t>]</w:t>
      </w:r>
      <w:r w:rsidRPr="00383443">
        <w:tab/>
      </w:r>
      <w:r w:rsidRPr="00383443">
        <w:rPr>
          <w:i/>
        </w:rPr>
        <w:t>OData Version 4.0</w:t>
      </w:r>
      <w:r>
        <w:rPr>
          <w:i/>
        </w:rPr>
        <w:t>1</w:t>
      </w:r>
      <w:r w:rsidRPr="00383443">
        <w:rPr>
          <w:i/>
        </w:rPr>
        <w:t xml:space="preserve"> Part 2: URL Conventions</w:t>
      </w:r>
      <w:r w:rsidRPr="00383443">
        <w:t xml:space="preserve">. </w:t>
      </w:r>
      <w:r w:rsidRPr="00383443">
        <w:br/>
        <w:t>See link in "Additional artifacts" section on cover page.</w:t>
      </w:r>
    </w:p>
    <w:p w14:paraId="3B2F3D60" w14:textId="77777777" w:rsidR="00752DAA" w:rsidRPr="00383443" w:rsidRDefault="00752DAA" w:rsidP="00752DAA">
      <w:pPr>
        <w:ind w:left="2552" w:hanging="2268"/>
      </w:pPr>
      <w:r w:rsidRPr="00383443">
        <w:rPr>
          <w:b/>
        </w:rPr>
        <w:t>[</w:t>
      </w:r>
      <w:bookmarkStart w:id="23" w:name="VocCapabilities"/>
      <w:r w:rsidRPr="00383443">
        <w:rPr>
          <w:b/>
        </w:rPr>
        <w:t>OData-VocCap</w:t>
      </w:r>
      <w:bookmarkEnd w:id="23"/>
      <w:r w:rsidRPr="00383443">
        <w:rPr>
          <w:b/>
        </w:rPr>
        <w:t>]</w:t>
      </w:r>
      <w:r w:rsidRPr="00383443">
        <w:tab/>
      </w:r>
      <w:r w:rsidRPr="00383443">
        <w:rPr>
          <w:i/>
        </w:rPr>
        <w:t xml:space="preserve">OData </w:t>
      </w:r>
      <w:r w:rsidRPr="00054CE2">
        <w:rPr>
          <w:i/>
        </w:rPr>
        <w:t>Vocabularies Version 4.0</w:t>
      </w:r>
      <w:r>
        <w:rPr>
          <w:i/>
        </w:rPr>
        <w:t xml:space="preserve">: </w:t>
      </w:r>
      <w:r w:rsidRPr="00383443">
        <w:rPr>
          <w:i/>
        </w:rPr>
        <w:t xml:space="preserve">Capabilities Vocabulary. </w:t>
      </w:r>
      <w:r w:rsidRPr="00383443">
        <w:br/>
        <w:t>See link in "</w:t>
      </w:r>
      <w:r>
        <w:t>Related work</w:t>
      </w:r>
      <w:r w:rsidRPr="00383443">
        <w:t>" section on cover page.</w:t>
      </w:r>
    </w:p>
    <w:p w14:paraId="1E525ADA" w14:textId="77777777" w:rsidR="00752DAA" w:rsidRPr="00383443" w:rsidRDefault="00752DAA" w:rsidP="00752DAA">
      <w:pPr>
        <w:ind w:left="2552" w:hanging="2268"/>
        <w:rPr>
          <w:b/>
        </w:rPr>
      </w:pPr>
      <w:r w:rsidRPr="00383443">
        <w:rPr>
          <w:b/>
        </w:rPr>
        <w:t>[</w:t>
      </w:r>
      <w:bookmarkStart w:id="24" w:name="VocCore"/>
      <w:r w:rsidRPr="00383443">
        <w:rPr>
          <w:b/>
        </w:rPr>
        <w:t>OData-VocCore</w:t>
      </w:r>
      <w:bookmarkEnd w:id="24"/>
      <w:r w:rsidRPr="00383443">
        <w:rPr>
          <w:b/>
        </w:rPr>
        <w:t>]</w:t>
      </w:r>
      <w:r w:rsidRPr="00383443">
        <w:tab/>
      </w:r>
      <w:r w:rsidRPr="00383443">
        <w:rPr>
          <w:i/>
        </w:rPr>
        <w:t xml:space="preserve">OData </w:t>
      </w:r>
      <w:r w:rsidRPr="00054CE2">
        <w:rPr>
          <w:i/>
        </w:rPr>
        <w:t>Vocabularies Version 4.0</w:t>
      </w:r>
      <w:r>
        <w:rPr>
          <w:i/>
        </w:rPr>
        <w:t xml:space="preserve">: </w:t>
      </w:r>
      <w:r w:rsidRPr="00383443">
        <w:rPr>
          <w:i/>
        </w:rPr>
        <w:t xml:space="preserve">Core Vocabulary. </w:t>
      </w:r>
      <w:r w:rsidRPr="00383443">
        <w:br/>
        <w:t>See link in "</w:t>
      </w:r>
      <w:r>
        <w:t>Related work</w:t>
      </w:r>
      <w:r w:rsidRPr="00383443">
        <w:t>" section on cover page.</w:t>
      </w:r>
    </w:p>
    <w:p w14:paraId="587421E7" w14:textId="77777777" w:rsidR="00752DAA" w:rsidRPr="004F6EB3" w:rsidRDefault="00752DAA" w:rsidP="00752DAA">
      <w:pPr>
        <w:ind w:left="2552" w:hanging="2268"/>
      </w:pPr>
      <w:r w:rsidRPr="00383443">
        <w:rPr>
          <w:b/>
        </w:rPr>
        <w:t>[</w:t>
      </w:r>
      <w:bookmarkStart w:id="25" w:name="RFC2046"/>
      <w:r w:rsidRPr="00383443">
        <w:rPr>
          <w:b/>
        </w:rPr>
        <w:t>RFC2046</w:t>
      </w:r>
      <w:bookmarkEnd w:id="25"/>
      <w:r w:rsidRPr="00383443">
        <w:rPr>
          <w:b/>
        </w:rPr>
        <w:t>]</w:t>
      </w:r>
      <w:r w:rsidRPr="00383443">
        <w:rPr>
          <w:b/>
        </w:rPr>
        <w:tab/>
      </w:r>
      <w:r w:rsidRPr="00383443">
        <w:t xml:space="preserve">Freed, N. and N. Borenstein, "Multipurpose Internet Mail Extensions (MIME) Part Two: Media </w:t>
      </w:r>
      <w:r w:rsidRPr="004F6EB3">
        <w:t>Types", RFC 2046, November 1996.</w:t>
      </w:r>
      <w:r w:rsidRPr="00942229">
        <w:t xml:space="preserve"> </w:t>
      </w:r>
      <w:hyperlink r:id="rId58" w:history="1">
        <w:r w:rsidRPr="00846408">
          <w:rPr>
            <w:rStyle w:val="Hyperlink"/>
            <w:szCs w:val="20"/>
          </w:rPr>
          <w:t>https://tools.ietf.org/html/rfc2046</w:t>
        </w:r>
      </w:hyperlink>
      <w:r w:rsidRPr="004F6EB3">
        <w:rPr>
          <w:rStyle w:val="Hyperlink"/>
          <w:szCs w:val="20"/>
        </w:rPr>
        <w:t>.</w:t>
      </w:r>
    </w:p>
    <w:p w14:paraId="7A458A68" w14:textId="77777777" w:rsidR="00752DAA" w:rsidRPr="00383443" w:rsidRDefault="00752DAA" w:rsidP="00752DAA">
      <w:pPr>
        <w:ind w:left="2552" w:hanging="2268"/>
      </w:pPr>
      <w:r w:rsidRPr="004F6EB3">
        <w:rPr>
          <w:rStyle w:val="Refterm"/>
          <w:szCs w:val="20"/>
        </w:rPr>
        <w:lastRenderedPageBreak/>
        <w:t>[</w:t>
      </w:r>
      <w:bookmarkStart w:id="26" w:name="RFC2119"/>
      <w:r w:rsidRPr="004F6EB3">
        <w:rPr>
          <w:rStyle w:val="Refterm"/>
          <w:szCs w:val="20"/>
        </w:rPr>
        <w:t>RFC2119</w:t>
      </w:r>
      <w:bookmarkEnd w:id="26"/>
      <w:r w:rsidRPr="004F6EB3">
        <w:rPr>
          <w:rStyle w:val="Refterm"/>
          <w:szCs w:val="20"/>
        </w:rPr>
        <w:t>]</w:t>
      </w:r>
      <w:r w:rsidRPr="004F6EB3">
        <w:tab/>
        <w:t>Bradner, S., “Key words for use in RFCs to Indicate Requirement Levels”, BCP 14, RFC 2119, March 1997.</w:t>
      </w:r>
      <w:r w:rsidRPr="00942229">
        <w:t xml:space="preserve"> </w:t>
      </w:r>
      <w:hyperlink r:id="rId59" w:history="1">
        <w:r w:rsidRPr="00846408">
          <w:rPr>
            <w:rStyle w:val="Hyperlink"/>
          </w:rPr>
          <w:t>https://tools.ietf.org/html/rfc2119</w:t>
        </w:r>
      </w:hyperlink>
      <w:r w:rsidRPr="004F6EB3">
        <w:t>.</w:t>
      </w:r>
    </w:p>
    <w:p w14:paraId="58DBC2C6" w14:textId="77777777" w:rsidR="00752DAA" w:rsidRPr="00383443" w:rsidRDefault="00752DAA" w:rsidP="00752DAA">
      <w:pPr>
        <w:ind w:left="2552" w:hanging="2268"/>
      </w:pPr>
      <w:r w:rsidRPr="00F77445">
        <w:rPr>
          <w:rStyle w:val="Refterm"/>
        </w:rPr>
        <w:t>[</w:t>
      </w:r>
      <w:bookmarkStart w:id="27" w:name="RFC3987"/>
      <w:r w:rsidRPr="00F77445">
        <w:rPr>
          <w:rStyle w:val="Refterm"/>
        </w:rPr>
        <w:t>RFC3987</w:t>
      </w:r>
      <w:bookmarkEnd w:id="27"/>
      <w:r w:rsidRPr="00F77445">
        <w:rPr>
          <w:rStyle w:val="Refterm"/>
        </w:rPr>
        <w:t>]</w:t>
      </w:r>
      <w:r w:rsidRPr="00F77445">
        <w:tab/>
      </w:r>
      <w:r>
        <w:t>Duerst, M. and</w:t>
      </w:r>
      <w:r w:rsidRPr="00F77445">
        <w:t>,</w:t>
      </w:r>
      <w:r>
        <w:t xml:space="preserve"> </w:t>
      </w:r>
      <w:r w:rsidRPr="0072511D">
        <w:t>M. Suignard</w:t>
      </w:r>
      <w:r>
        <w:t>,</w:t>
      </w:r>
      <w:r w:rsidRPr="00F77445">
        <w:t xml:space="preserve"> </w:t>
      </w:r>
      <w:r w:rsidRPr="00F855E4">
        <w:t>“Internationalized Resource Identifiers (IRIs)”, RFC</w:t>
      </w:r>
      <w:r>
        <w:t xml:space="preserve"> 3987</w:t>
      </w:r>
      <w:r w:rsidRPr="00F855E4">
        <w:t xml:space="preserve">, </w:t>
      </w:r>
      <w:r>
        <w:t>January 2005</w:t>
      </w:r>
      <w:r w:rsidRPr="00F855E4">
        <w:t xml:space="preserve">. </w:t>
      </w:r>
      <w:hyperlink r:id="rId60" w:history="1">
        <w:r w:rsidRPr="00846408">
          <w:rPr>
            <w:rStyle w:val="Hyperlink"/>
          </w:rPr>
          <w:t>https://tools.ietf.org/html/rfc3987</w:t>
        </w:r>
      </w:hyperlink>
      <w:r>
        <w:t xml:space="preserve">. </w:t>
      </w:r>
    </w:p>
    <w:p w14:paraId="01CBFDAD" w14:textId="77777777" w:rsidR="00752DAA" w:rsidRPr="004F6EB3" w:rsidRDefault="00752DAA" w:rsidP="00752DAA">
      <w:pPr>
        <w:ind w:left="2552" w:hanging="2268"/>
      </w:pPr>
      <w:r w:rsidRPr="00383443">
        <w:rPr>
          <w:b/>
        </w:rPr>
        <w:t>[</w:t>
      </w:r>
      <w:bookmarkStart w:id="28" w:name="RFC5789"/>
      <w:r w:rsidRPr="004C7E17">
        <w:rPr>
          <w:rStyle w:val="Hyperlink1"/>
          <w:b/>
          <w:szCs w:val="20"/>
        </w:rPr>
        <w:t>RFC5789</w:t>
      </w:r>
      <w:bookmarkEnd w:id="28"/>
      <w:r w:rsidRPr="004C7E17">
        <w:rPr>
          <w:rStyle w:val="Hyperlink1"/>
          <w:b/>
          <w:szCs w:val="20"/>
        </w:rPr>
        <w:t>]</w:t>
      </w:r>
      <w:r w:rsidRPr="00383443">
        <w:tab/>
        <w:t xml:space="preserve">Dusseault, L., </w:t>
      </w:r>
      <w:r w:rsidRPr="00383443">
        <w:rPr>
          <w:rFonts w:cs="Arial"/>
          <w:shd w:val="clear" w:color="auto" w:fill="FFFFFF"/>
        </w:rPr>
        <w:t>and J. Snell</w:t>
      </w:r>
      <w:r w:rsidRPr="00383443">
        <w:t>, “Patch Method for HTT</w:t>
      </w:r>
      <w:r w:rsidRPr="004F6EB3">
        <w:t xml:space="preserve">P”, RFC 5789, March 2010. </w:t>
      </w:r>
      <w:hyperlink r:id="rId61" w:history="1">
        <w:r w:rsidRPr="004F6EB3">
          <w:rPr>
            <w:rStyle w:val="Hyperlink"/>
            <w:szCs w:val="20"/>
          </w:rPr>
          <w:t>http://tools.ietf.org/html/rfc5789</w:t>
        </w:r>
      </w:hyperlink>
      <w:r w:rsidRPr="004F6EB3">
        <w:t>.</w:t>
      </w:r>
    </w:p>
    <w:p w14:paraId="09CF7DDD" w14:textId="77777777" w:rsidR="00752DAA" w:rsidRPr="004F6EB3" w:rsidRDefault="00752DAA" w:rsidP="00752DAA">
      <w:pPr>
        <w:ind w:left="2552" w:hanging="2268"/>
      </w:pPr>
      <w:r w:rsidRPr="004F6EB3">
        <w:rPr>
          <w:b/>
        </w:rPr>
        <w:t>[</w:t>
      </w:r>
      <w:bookmarkStart w:id="29" w:name="HTTPMessage"/>
      <w:r>
        <w:rPr>
          <w:b/>
        </w:rPr>
        <w:t>RFC</w:t>
      </w:r>
      <w:r w:rsidRPr="00475C7D">
        <w:rPr>
          <w:b/>
        </w:rPr>
        <w:t>7230</w:t>
      </w:r>
      <w:bookmarkEnd w:id="29"/>
      <w:r w:rsidRPr="004F6EB3">
        <w:rPr>
          <w:b/>
        </w:rPr>
        <w:t>]</w:t>
      </w:r>
      <w:r w:rsidRPr="004F6EB3">
        <w:tab/>
        <w:t>Fielding, R., Ed. and J. Reschke, Ed., “Hypertext Transfer Protocol (HTTP/1.1): Message Syntax and Routing”,</w:t>
      </w:r>
      <w:r>
        <w:rPr>
          <w:rFonts w:cs="Arial"/>
          <w:color w:val="333333"/>
          <w:sz w:val="21"/>
          <w:szCs w:val="21"/>
        </w:rPr>
        <w:t xml:space="preserve"> </w:t>
      </w:r>
      <w:r w:rsidRPr="009C4F38">
        <w:rPr>
          <w:rFonts w:cs="Arial"/>
          <w:color w:val="333333"/>
          <w:szCs w:val="20"/>
        </w:rPr>
        <w:t>RFC 7230, June 2014.</w:t>
      </w:r>
      <w:r w:rsidRPr="008D1F78">
        <w:t xml:space="preserve"> </w:t>
      </w:r>
      <w:hyperlink r:id="rId62" w:history="1">
        <w:r w:rsidRPr="00846408">
          <w:rPr>
            <w:rStyle w:val="Hyperlink"/>
            <w:rFonts w:cs="Arial"/>
            <w:szCs w:val="20"/>
          </w:rPr>
          <w:t>https://tools.ietf.org/html/rfc7230</w:t>
        </w:r>
      </w:hyperlink>
      <w:r w:rsidRPr="009C4F38">
        <w:rPr>
          <w:szCs w:val="20"/>
        </w:rPr>
        <w:t>.</w:t>
      </w:r>
    </w:p>
    <w:p w14:paraId="781C3A9C" w14:textId="77777777" w:rsidR="00752DAA" w:rsidRDefault="00752DAA" w:rsidP="00752DAA">
      <w:pPr>
        <w:ind w:left="2552" w:hanging="2268"/>
      </w:pPr>
      <w:r w:rsidRPr="004F6EB3">
        <w:rPr>
          <w:b/>
        </w:rPr>
        <w:t>[</w:t>
      </w:r>
      <w:bookmarkStart w:id="30" w:name="HTTPSemantic"/>
      <w:r>
        <w:rPr>
          <w:b/>
        </w:rPr>
        <w:t>RFC7231</w:t>
      </w:r>
      <w:bookmarkEnd w:id="30"/>
      <w:r w:rsidRPr="004F6EB3">
        <w:rPr>
          <w:b/>
        </w:rPr>
        <w:t>]</w:t>
      </w:r>
      <w:r w:rsidRPr="004F6EB3">
        <w:tab/>
        <w:t>Fielding, R., Ed. and J. Reschke, Ed., “Hypertext Transfer Protocol (HTTP/1.1): Semantics and Content”</w:t>
      </w:r>
      <w:r w:rsidRPr="00FB3D39">
        <w:rPr>
          <w:rFonts w:cs="Arial"/>
          <w:color w:val="333333"/>
          <w:sz w:val="21"/>
          <w:szCs w:val="21"/>
        </w:rPr>
        <w:t>,</w:t>
      </w:r>
      <w:r w:rsidRPr="009C4F38">
        <w:rPr>
          <w:rFonts w:cs="Arial"/>
          <w:color w:val="333333"/>
          <w:szCs w:val="20"/>
        </w:rPr>
        <w:t xml:space="preserve"> RFC 7231, June 2014.</w:t>
      </w:r>
      <w:r w:rsidRPr="008D1F78">
        <w:t xml:space="preserve"> </w:t>
      </w:r>
      <w:hyperlink r:id="rId63" w:history="1">
        <w:r w:rsidRPr="00846408">
          <w:rPr>
            <w:rStyle w:val="Hyperlink"/>
            <w:rFonts w:cs="Arial"/>
            <w:szCs w:val="20"/>
          </w:rPr>
          <w:t>https://tools.ietf.org/html/rfc7231</w:t>
        </w:r>
      </w:hyperlink>
      <w:r w:rsidRPr="004F6EB3">
        <w:t>.</w:t>
      </w:r>
    </w:p>
    <w:p w14:paraId="6E0173C3" w14:textId="77777777" w:rsidR="00752DAA" w:rsidRPr="009C4F38" w:rsidRDefault="00752DAA" w:rsidP="00752DAA">
      <w:pPr>
        <w:ind w:left="2552" w:hanging="2268"/>
        <w:rPr>
          <w:szCs w:val="20"/>
        </w:rPr>
      </w:pPr>
      <w:r w:rsidRPr="004F6EB3">
        <w:rPr>
          <w:b/>
        </w:rPr>
        <w:t>[</w:t>
      </w:r>
      <w:bookmarkStart w:id="31" w:name="HTTPConditional"/>
      <w:r>
        <w:rPr>
          <w:b/>
        </w:rPr>
        <w:t>RFC7232</w:t>
      </w:r>
      <w:bookmarkEnd w:id="31"/>
      <w:r w:rsidRPr="004F6EB3">
        <w:rPr>
          <w:b/>
        </w:rPr>
        <w:t>]</w:t>
      </w:r>
      <w:r>
        <w:rPr>
          <w:b/>
        </w:rPr>
        <w:tab/>
      </w:r>
      <w:r w:rsidRPr="004F6EB3">
        <w:t xml:space="preserve">Fielding, R., Ed. and J. Reschke, Ed., “Hypertext Transfer Protocol (HTTP/1.1): </w:t>
      </w:r>
      <w:r>
        <w:t>Conditional Requests</w:t>
      </w:r>
      <w:r w:rsidRPr="004F6EB3">
        <w:t>”</w:t>
      </w:r>
      <w:r w:rsidRPr="00FB3D39">
        <w:rPr>
          <w:rFonts w:cs="Arial"/>
          <w:color w:val="333333"/>
          <w:sz w:val="21"/>
          <w:szCs w:val="21"/>
        </w:rPr>
        <w:t>,</w:t>
      </w:r>
      <w:r>
        <w:rPr>
          <w:rFonts w:cs="Arial"/>
          <w:color w:val="333333"/>
          <w:sz w:val="21"/>
          <w:szCs w:val="21"/>
        </w:rPr>
        <w:t xml:space="preserve"> </w:t>
      </w:r>
      <w:r w:rsidRPr="009C4F38">
        <w:rPr>
          <w:rFonts w:cs="Arial"/>
          <w:color w:val="333333"/>
          <w:szCs w:val="20"/>
        </w:rPr>
        <w:t>RFC 7232, June 2014.</w:t>
      </w:r>
      <w:r w:rsidRPr="008D1F78">
        <w:t xml:space="preserve"> </w:t>
      </w:r>
      <w:hyperlink r:id="rId64" w:history="1">
        <w:r w:rsidRPr="00846408">
          <w:rPr>
            <w:rStyle w:val="Hyperlink"/>
            <w:rFonts w:cs="Arial"/>
            <w:szCs w:val="20"/>
          </w:rPr>
          <w:t>https://tools.ietf.org/html/rfc7232</w:t>
        </w:r>
      </w:hyperlink>
      <w:r>
        <w:rPr>
          <w:rFonts w:cs="Arial"/>
          <w:color w:val="333333"/>
          <w:szCs w:val="20"/>
        </w:rPr>
        <w:t>.</w:t>
      </w:r>
    </w:p>
    <w:p w14:paraId="48C2EF8F" w14:textId="77777777" w:rsidR="00752DAA" w:rsidRDefault="00752DAA" w:rsidP="00752DAA">
      <w:pPr>
        <w:ind w:left="2552" w:hanging="2268"/>
      </w:pPr>
      <w:bookmarkStart w:id="32" w:name="_Toc370125980"/>
      <w:bookmarkStart w:id="33" w:name="_Toc370374777"/>
      <w:r w:rsidRPr="004F6EB3">
        <w:rPr>
          <w:b/>
        </w:rPr>
        <w:t>[</w:t>
      </w:r>
      <w:bookmarkStart w:id="34" w:name="HTTPPREFER"/>
      <w:r>
        <w:rPr>
          <w:b/>
        </w:rPr>
        <w:t>RFC7240</w:t>
      </w:r>
      <w:bookmarkEnd w:id="34"/>
      <w:r w:rsidRPr="004F6EB3">
        <w:rPr>
          <w:b/>
        </w:rPr>
        <w:t>]</w:t>
      </w:r>
      <w:r w:rsidRPr="004F6EB3">
        <w:tab/>
        <w:t>Snell, J., "Prefer Header for HTTP",</w:t>
      </w:r>
      <w:r w:rsidRPr="00FB3D39">
        <w:rPr>
          <w:rFonts w:cs="Arial"/>
          <w:color w:val="333333"/>
          <w:sz w:val="21"/>
          <w:szCs w:val="21"/>
        </w:rPr>
        <w:t xml:space="preserve"> </w:t>
      </w:r>
      <w:r w:rsidRPr="009C4F38">
        <w:rPr>
          <w:rFonts w:cs="Arial"/>
          <w:color w:val="333333"/>
          <w:szCs w:val="20"/>
        </w:rPr>
        <w:t>RFC 7240, June 2014.</w:t>
      </w:r>
      <w:r w:rsidRPr="00337FC5">
        <w:rPr>
          <w:rFonts w:cs="Arial"/>
          <w:color w:val="333333"/>
          <w:szCs w:val="20"/>
        </w:rPr>
        <w:t>https://tools.ietf.org/html/rfc7240</w:t>
      </w:r>
      <w:r w:rsidRPr="009C4F38">
        <w:rPr>
          <w:szCs w:val="20"/>
        </w:rPr>
        <w:t>.</w:t>
      </w:r>
    </w:p>
    <w:p w14:paraId="796D1431" w14:textId="77777777" w:rsidR="00752DAA" w:rsidRPr="00643A19" w:rsidRDefault="00752DAA" w:rsidP="00752DAA">
      <w:pPr>
        <w:ind w:left="2552" w:hanging="2268"/>
        <w:rPr>
          <w:szCs w:val="20"/>
        </w:rPr>
      </w:pPr>
      <w:bookmarkStart w:id="35" w:name="_Toc468953695"/>
      <w:bookmarkStart w:id="36" w:name="_Toc468953895"/>
      <w:bookmarkEnd w:id="35"/>
      <w:bookmarkEnd w:id="36"/>
      <w:r w:rsidRPr="00653A5B">
        <w:rPr>
          <w:rStyle w:val="Refterm"/>
        </w:rPr>
        <w:t>[</w:t>
      </w:r>
      <w:bookmarkStart w:id="37" w:name="RFC7617"/>
      <w:r w:rsidRPr="00653A5B">
        <w:rPr>
          <w:rStyle w:val="Refterm"/>
        </w:rPr>
        <w:t>RFC7617</w:t>
      </w:r>
      <w:bookmarkEnd w:id="37"/>
      <w:r w:rsidRPr="00653A5B">
        <w:rPr>
          <w:rStyle w:val="Refterm"/>
        </w:rPr>
        <w:t>]</w:t>
      </w:r>
      <w:r>
        <w:rPr>
          <w:rFonts w:cs="Arial"/>
          <w:color w:val="333333"/>
          <w:sz w:val="21"/>
          <w:szCs w:val="21"/>
          <w:shd w:val="clear" w:color="auto" w:fill="FFFFFF"/>
        </w:rPr>
        <w:tab/>
      </w:r>
      <w:r w:rsidRPr="00653A5B">
        <w:rPr>
          <w:rFonts w:cs="Arial"/>
          <w:color w:val="333333"/>
          <w:szCs w:val="20"/>
          <w:shd w:val="clear" w:color="auto" w:fill="FFFFFF"/>
        </w:rPr>
        <w:t xml:space="preserve">Reschke, J., "The 'Basic' HTTP Authentication Scheme", RFC 7617, September 2015. </w:t>
      </w:r>
      <w:hyperlink r:id="rId65" w:history="1">
        <w:r w:rsidRPr="00846408">
          <w:rPr>
            <w:rStyle w:val="Hyperlink"/>
            <w:rFonts w:cs="Arial"/>
            <w:szCs w:val="20"/>
            <w:shd w:val="clear" w:color="auto" w:fill="FFFFFF"/>
          </w:rPr>
          <w:t>https://tools.ietf.org/html/</w:t>
        </w:r>
        <w:r w:rsidRPr="00653A5B">
          <w:rPr>
            <w:rStyle w:val="Hyperlink"/>
            <w:szCs w:val="20"/>
          </w:rPr>
          <w:t>rfc7617</w:t>
        </w:r>
      </w:hyperlink>
      <w:r w:rsidRPr="00643A19">
        <w:rPr>
          <w:rStyle w:val="Hyperlink"/>
          <w:szCs w:val="20"/>
        </w:rPr>
        <w:t>.</w:t>
      </w:r>
      <w:r w:rsidRPr="00BE62B9">
        <w:rPr>
          <w:rStyle w:val="Hyperlink"/>
          <w:szCs w:val="20"/>
        </w:rPr>
        <w:t xml:space="preserve"> </w:t>
      </w:r>
      <w:r>
        <w:rPr>
          <w:rStyle w:val="Hyperlink"/>
          <w:szCs w:val="20"/>
        </w:rPr>
        <w:t xml:space="preserve"> </w:t>
      </w:r>
    </w:p>
    <w:bookmarkStart w:id="38" w:name="_Toc477876544"/>
    <w:bookmarkStart w:id="39" w:name="sec_TypographicalConventions"/>
    <w:bookmarkEnd w:id="32"/>
    <w:bookmarkEnd w:id="33"/>
    <w:p w14:paraId="68AC946F" w14:textId="77777777" w:rsidR="00752DAA" w:rsidRDefault="00752DAA" w:rsidP="006C1EBF">
      <w:pPr>
        <w:pStyle w:val="Heading2"/>
        <w:numPr>
          <w:ilvl w:val="1"/>
          <w:numId w:val="2"/>
        </w:numPr>
        <w:tabs>
          <w:tab w:val="left" w:pos="567"/>
        </w:tabs>
      </w:pPr>
      <w:r>
        <w:fldChar w:fldCharType="begin"/>
      </w:r>
      <w:r>
        <w:instrText xml:space="preserve"> HYPERLINK  \l "sec_TypographicalConventions" </w:instrText>
      </w:r>
      <w:r>
        <w:fldChar w:fldCharType="separate"/>
      </w:r>
      <w:bookmarkStart w:id="40" w:name="_Toc494884957"/>
      <w:bookmarkStart w:id="41" w:name="_Toc494356704"/>
      <w:r w:rsidRPr="004A50BC">
        <w:rPr>
          <w:rStyle w:val="Hyperlink"/>
        </w:rPr>
        <w:t>Typographical Conventions</w:t>
      </w:r>
      <w:bookmarkEnd w:id="38"/>
      <w:bookmarkEnd w:id="39"/>
      <w:bookmarkEnd w:id="40"/>
      <w:bookmarkEnd w:id="41"/>
      <w:r>
        <w:fldChar w:fldCharType="end"/>
      </w:r>
    </w:p>
    <w:p w14:paraId="3FC7513F" w14:textId="77777777" w:rsidR="00752DAA" w:rsidRDefault="00752DAA" w:rsidP="00752DAA">
      <w:r>
        <w:t xml:space="preserve">Keywords defined by this specification use this </w:t>
      </w:r>
      <w:r w:rsidRPr="00E27A14">
        <w:rPr>
          <w:rStyle w:val="Datatype"/>
        </w:rPr>
        <w:t>monospaced</w:t>
      </w:r>
      <w:r>
        <w:t xml:space="preserve"> font.</w:t>
      </w:r>
    </w:p>
    <w:p w14:paraId="5C84BF71" w14:textId="77777777" w:rsidR="00752DAA" w:rsidRDefault="00752DAA" w:rsidP="00752DAA">
      <w:pPr>
        <w:pStyle w:val="SourceCode"/>
      </w:pPr>
      <w:r>
        <w:t>Normative source code uses this paragraph style.</w:t>
      </w:r>
    </w:p>
    <w:p w14:paraId="6BB13EEB" w14:textId="77777777" w:rsidR="00752DAA" w:rsidRDefault="00752DAA" w:rsidP="00752DAA">
      <w:r>
        <w:t xml:space="preserve">Some sections of this specification are illustrated with non-normative examples. </w:t>
      </w:r>
    </w:p>
    <w:p w14:paraId="09C7BAA8" w14:textId="77777777" w:rsidR="00752DAA" w:rsidRPr="003F1FAD"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1</w:t>
      </w:r>
      <w:r w:rsidR="002A710D">
        <w:rPr>
          <w:noProof/>
        </w:rPr>
        <w:fldChar w:fldCharType="end"/>
      </w:r>
      <w:r w:rsidRPr="003F1FAD">
        <w:t xml:space="preserve">: </w:t>
      </w:r>
      <w:r>
        <w:t>text describing an example uses this paragraph style</w:t>
      </w:r>
    </w:p>
    <w:p w14:paraId="4E50671E" w14:textId="77777777" w:rsidR="00752DAA" w:rsidRDefault="00752DAA" w:rsidP="00752DAA">
      <w:pPr>
        <w:pStyle w:val="Code"/>
      </w:pPr>
      <w:r>
        <w:t xml:space="preserve">Non-normative </w:t>
      </w:r>
      <w:r w:rsidRPr="004658BF">
        <w:t>examples</w:t>
      </w:r>
      <w:r>
        <w:t xml:space="preserve"> use this paragraph style.</w:t>
      </w:r>
    </w:p>
    <w:p w14:paraId="7D90CA8D" w14:textId="77777777" w:rsidR="00752DAA" w:rsidRDefault="00752DAA" w:rsidP="00752DAA">
      <w:r>
        <w:t>All examples in this document are non-normative and informative only.</w:t>
      </w:r>
    </w:p>
    <w:p w14:paraId="36B78F90" w14:textId="77777777" w:rsidR="00752DAA" w:rsidRDefault="00752DAA" w:rsidP="00752DAA">
      <w:r w:rsidRPr="00EE3C80">
        <w:t xml:space="preserve">All </w:t>
      </w:r>
      <w:r>
        <w:t xml:space="preserve">other </w:t>
      </w:r>
      <w:r w:rsidRPr="00EE3C80">
        <w:t>text is norm</w:t>
      </w:r>
      <w:r>
        <w:t>ative unless otherwise labeled.</w:t>
      </w:r>
    </w:p>
    <w:bookmarkStart w:id="42" w:name="_Toc477876545"/>
    <w:bookmarkStart w:id="43" w:name="sec_Overview"/>
    <w:p w14:paraId="3B0B6965" w14:textId="77777777" w:rsidR="00752DAA" w:rsidRDefault="00752DAA" w:rsidP="006C1EBF">
      <w:pPr>
        <w:pStyle w:val="Heading1"/>
        <w:numPr>
          <w:ilvl w:val="0"/>
          <w:numId w:val="2"/>
        </w:numPr>
        <w:tabs>
          <w:tab w:val="clear" w:pos="432"/>
          <w:tab w:val="left" w:pos="567"/>
        </w:tabs>
        <w:ind w:left="397" w:hanging="397"/>
      </w:pPr>
      <w:r>
        <w:lastRenderedPageBreak/>
        <w:fldChar w:fldCharType="begin"/>
      </w:r>
      <w:r>
        <w:instrText xml:space="preserve"> HYPERLINK  \l "sec_Overview" </w:instrText>
      </w:r>
      <w:r>
        <w:fldChar w:fldCharType="separate"/>
      </w:r>
      <w:bookmarkStart w:id="44" w:name="_Toc494884958"/>
      <w:bookmarkStart w:id="45" w:name="_Toc494356705"/>
      <w:r w:rsidRPr="004A50BC">
        <w:rPr>
          <w:rStyle w:val="Hyperlink"/>
        </w:rPr>
        <w:t>Overview</w:t>
      </w:r>
      <w:bookmarkEnd w:id="42"/>
      <w:bookmarkEnd w:id="43"/>
      <w:bookmarkEnd w:id="44"/>
      <w:bookmarkEnd w:id="45"/>
      <w:r>
        <w:fldChar w:fldCharType="end"/>
      </w:r>
    </w:p>
    <w:p w14:paraId="3FD7189D" w14:textId="77777777" w:rsidR="00752DAA" w:rsidRDefault="00752DAA" w:rsidP="00752DAA">
      <w:r>
        <w:t>The OData Protocol is an application-level protocol for interacting with data via RESTful interfaces. The protocol supports the description of data models and the editing and querying of data according to those models. It provides facilities for:</w:t>
      </w:r>
    </w:p>
    <w:p w14:paraId="39D81F78" w14:textId="77777777" w:rsidR="00752DAA" w:rsidRDefault="00752DAA" w:rsidP="006C1EBF">
      <w:pPr>
        <w:numPr>
          <w:ilvl w:val="0"/>
          <w:numId w:val="10"/>
        </w:numPr>
        <w:spacing w:before="0"/>
        <w:ind w:left="714" w:hanging="357"/>
      </w:pPr>
      <w:r>
        <w:t>Metadata: a machine-readable description of the data model exposed by a particular service.</w:t>
      </w:r>
    </w:p>
    <w:p w14:paraId="333C0FAB" w14:textId="77777777" w:rsidR="00752DAA" w:rsidRDefault="00752DAA" w:rsidP="006C1EBF">
      <w:pPr>
        <w:numPr>
          <w:ilvl w:val="0"/>
          <w:numId w:val="10"/>
        </w:numPr>
        <w:spacing w:before="0"/>
        <w:ind w:left="714" w:hanging="357"/>
      </w:pPr>
      <w:r>
        <w:t>Data: sets of data entities and the relationships between them.</w:t>
      </w:r>
    </w:p>
    <w:p w14:paraId="2231DB21" w14:textId="77777777" w:rsidR="00752DAA" w:rsidRDefault="00752DAA" w:rsidP="006C1EBF">
      <w:pPr>
        <w:numPr>
          <w:ilvl w:val="0"/>
          <w:numId w:val="10"/>
        </w:numPr>
        <w:spacing w:before="0"/>
        <w:ind w:left="714" w:hanging="357"/>
      </w:pPr>
      <w:r>
        <w:t>Querying: requesting that the service perform a set of filtering and other transformations to its data, then return the results.</w:t>
      </w:r>
    </w:p>
    <w:p w14:paraId="6DB049D1" w14:textId="77777777" w:rsidR="00752DAA" w:rsidRDefault="00752DAA" w:rsidP="006C1EBF">
      <w:pPr>
        <w:numPr>
          <w:ilvl w:val="0"/>
          <w:numId w:val="10"/>
        </w:numPr>
        <w:spacing w:before="0"/>
        <w:ind w:left="714" w:hanging="357"/>
      </w:pPr>
      <w:r>
        <w:t>Editing: creating, updating, and deleting data.</w:t>
      </w:r>
    </w:p>
    <w:p w14:paraId="1F0CC60C" w14:textId="77777777" w:rsidR="00752DAA" w:rsidRDefault="00752DAA" w:rsidP="006C1EBF">
      <w:pPr>
        <w:numPr>
          <w:ilvl w:val="0"/>
          <w:numId w:val="10"/>
        </w:numPr>
        <w:spacing w:before="0"/>
        <w:ind w:left="714" w:hanging="357"/>
      </w:pPr>
      <w:r>
        <w:t>Operations: invoking custom logic</w:t>
      </w:r>
    </w:p>
    <w:p w14:paraId="48167C39" w14:textId="77777777" w:rsidR="00752DAA" w:rsidRDefault="00752DAA" w:rsidP="006C1EBF">
      <w:pPr>
        <w:numPr>
          <w:ilvl w:val="0"/>
          <w:numId w:val="10"/>
        </w:numPr>
        <w:spacing w:before="0"/>
        <w:ind w:left="714" w:hanging="357"/>
      </w:pPr>
      <w:r>
        <w:t>Vocabularies: attaching custom semantics</w:t>
      </w:r>
    </w:p>
    <w:p w14:paraId="21A86396" w14:textId="77777777" w:rsidR="00752DAA" w:rsidRDefault="00752DAA" w:rsidP="00752DAA">
      <w:r>
        <w:t>The OData Protocol is different from other REST-based web service approaches in that it provides a uniform way to describe both the data and the data model. This improves semantic interoperability between systems and allows an ecosystem to emerge.</w:t>
      </w:r>
    </w:p>
    <w:p w14:paraId="540132E7" w14:textId="77777777" w:rsidR="00752DAA" w:rsidRDefault="00752DAA" w:rsidP="00752DAA">
      <w:r>
        <w:t>Towards that end, the OData Protocol follows these design principles:</w:t>
      </w:r>
    </w:p>
    <w:p w14:paraId="4D0AB7B6" w14:textId="77777777" w:rsidR="00752DAA" w:rsidRDefault="00752DAA" w:rsidP="006C1EBF">
      <w:pPr>
        <w:numPr>
          <w:ilvl w:val="0"/>
          <w:numId w:val="11"/>
        </w:numPr>
        <w:ind w:left="714" w:hanging="357"/>
      </w:pPr>
      <w:r>
        <w:t>Prefer mechanisms that work on a variety of data sources. In particular, do not assume a relational data model.</w:t>
      </w:r>
    </w:p>
    <w:p w14:paraId="2F369B42" w14:textId="77777777" w:rsidR="00752DAA" w:rsidRDefault="00752DAA" w:rsidP="006C1EBF">
      <w:pPr>
        <w:numPr>
          <w:ilvl w:val="0"/>
          <w:numId w:val="11"/>
        </w:numPr>
        <w:spacing w:before="0"/>
        <w:ind w:left="714" w:hanging="357"/>
      </w:pPr>
      <w:r>
        <w:t>Extensibility is important. Services should be able to support extended functionality without breaking clients unaware of those extensions.</w:t>
      </w:r>
    </w:p>
    <w:p w14:paraId="5CEEFA28" w14:textId="77777777" w:rsidR="00752DAA" w:rsidRDefault="00752DAA" w:rsidP="006C1EBF">
      <w:pPr>
        <w:numPr>
          <w:ilvl w:val="0"/>
          <w:numId w:val="11"/>
        </w:numPr>
        <w:spacing w:before="0"/>
        <w:ind w:left="714" w:hanging="357"/>
      </w:pPr>
      <w:r>
        <w:t>Follow REST principles.</w:t>
      </w:r>
    </w:p>
    <w:p w14:paraId="56FFBFCC" w14:textId="77777777" w:rsidR="00752DAA" w:rsidRDefault="00752DAA" w:rsidP="006C1EBF">
      <w:pPr>
        <w:numPr>
          <w:ilvl w:val="0"/>
          <w:numId w:val="11"/>
        </w:numPr>
        <w:spacing w:before="0"/>
        <w:ind w:left="714" w:hanging="357"/>
      </w:pPr>
      <w:r>
        <w:t>OData should build incrementally. A very basic, compliant service should be easy to build, with additional work necessary only to support additional capabilities.</w:t>
      </w:r>
    </w:p>
    <w:p w14:paraId="2C6DEB33" w14:textId="77777777" w:rsidR="00752DAA" w:rsidRDefault="00752DAA" w:rsidP="006C1EBF">
      <w:pPr>
        <w:numPr>
          <w:ilvl w:val="0"/>
          <w:numId w:val="11"/>
        </w:numPr>
        <w:spacing w:before="0"/>
        <w:ind w:left="714" w:hanging="357"/>
      </w:pPr>
      <w:r>
        <w:t>Keep it simple. Address the common cases and provide extensibility where necessary.</w:t>
      </w:r>
    </w:p>
    <w:bookmarkStart w:id="46" w:name="_Data_Model"/>
    <w:bookmarkStart w:id="47" w:name="_Toc477876546"/>
    <w:bookmarkStart w:id="48" w:name="sec_DataModel"/>
    <w:bookmarkEnd w:id="46"/>
    <w:p w14:paraId="0FE4C132" w14:textId="77777777" w:rsidR="00752DAA" w:rsidRDefault="00752DAA" w:rsidP="006C1EBF">
      <w:pPr>
        <w:pStyle w:val="Heading1"/>
        <w:numPr>
          <w:ilvl w:val="0"/>
          <w:numId w:val="2"/>
        </w:numPr>
        <w:tabs>
          <w:tab w:val="clear" w:pos="432"/>
          <w:tab w:val="left" w:pos="567"/>
        </w:tabs>
        <w:ind w:left="397" w:hanging="397"/>
      </w:pPr>
      <w:r>
        <w:lastRenderedPageBreak/>
        <w:fldChar w:fldCharType="begin"/>
      </w:r>
      <w:r>
        <w:instrText xml:space="preserve"> HYPERLINK  \l "sec_DataModel" </w:instrText>
      </w:r>
      <w:r>
        <w:fldChar w:fldCharType="separate"/>
      </w:r>
      <w:bookmarkStart w:id="49" w:name="_Toc494884959"/>
      <w:bookmarkStart w:id="50" w:name="_Toc494356706"/>
      <w:r w:rsidRPr="004A50BC">
        <w:rPr>
          <w:rStyle w:val="Hyperlink"/>
        </w:rPr>
        <w:t>Data Model</w:t>
      </w:r>
      <w:bookmarkEnd w:id="47"/>
      <w:bookmarkEnd w:id="48"/>
      <w:bookmarkEnd w:id="49"/>
      <w:bookmarkEnd w:id="50"/>
      <w:r>
        <w:fldChar w:fldCharType="end"/>
      </w:r>
    </w:p>
    <w:p w14:paraId="55D46172" w14:textId="77777777" w:rsidR="00752DAA" w:rsidRDefault="00752DAA" w:rsidP="00752DAA">
      <w:r>
        <w:t xml:space="preserve">This section provides a high-level description of the </w:t>
      </w:r>
      <w:r>
        <w:rPr>
          <w:i/>
        </w:rPr>
        <w:t>Entity Data Model (EDM)</w:t>
      </w:r>
      <w:r>
        <w:t xml:space="preserve">: the abstract data model that is used to describe the data exposed by an OData service. An </w:t>
      </w:r>
      <w:hyperlink w:anchor="sec_MetadataDocumentRequest" w:history="1">
        <w:r w:rsidRPr="00277348">
          <w:rPr>
            <w:rStyle w:val="Hyperlink"/>
          </w:rPr>
          <w:t>OData Metadata Document</w:t>
        </w:r>
      </w:hyperlink>
      <w:r>
        <w:t xml:space="preserve"> is a representation of a service's data model exposed for client consumption.</w:t>
      </w:r>
    </w:p>
    <w:p w14:paraId="4FAB3ACA" w14:textId="77777777" w:rsidR="00752DAA" w:rsidRDefault="00752DAA" w:rsidP="00752DAA">
      <w:r>
        <w:t xml:space="preserve">The central concepts in the EDM are </w:t>
      </w:r>
      <w:r w:rsidRPr="001F0943">
        <w:t xml:space="preserve">entities, relationships, entity sets, </w:t>
      </w:r>
      <w:r>
        <w:t>actions,</w:t>
      </w:r>
      <w:r w:rsidRPr="001F0943">
        <w:t xml:space="preserve"> and </w:t>
      </w:r>
      <w:r>
        <w:t>functions.</w:t>
      </w:r>
    </w:p>
    <w:p w14:paraId="76FB3231" w14:textId="77777777" w:rsidR="00752DAA" w:rsidRDefault="00752DAA" w:rsidP="00752DAA">
      <w:r>
        <w:rPr>
          <w:i/>
        </w:rPr>
        <w:t>Entities</w:t>
      </w:r>
      <w:r>
        <w:t xml:space="preserve"> are instances of entity types (e.g. </w:t>
      </w:r>
      <w:r w:rsidRPr="00E354B6">
        <w:rPr>
          <w:rStyle w:val="Datatype"/>
        </w:rPr>
        <w:t>Customer</w:t>
      </w:r>
      <w:r>
        <w:t xml:space="preserve">, </w:t>
      </w:r>
      <w:r w:rsidRPr="00E354B6">
        <w:rPr>
          <w:rStyle w:val="Datatype"/>
        </w:rPr>
        <w:t>Employee</w:t>
      </w:r>
      <w:r>
        <w:t xml:space="preserve">, etc.). </w:t>
      </w:r>
    </w:p>
    <w:p w14:paraId="1DC187B3" w14:textId="77777777" w:rsidR="00752DAA" w:rsidRDefault="00752DAA" w:rsidP="00752DAA">
      <w:r>
        <w:rPr>
          <w:i/>
        </w:rPr>
        <w:t>Entity types</w:t>
      </w:r>
      <w:r>
        <w:t xml:space="preserve"> are named structured types with a key. They define the named properties and relationships of an entity. Entity types may derive by single inheritance from other entity types.</w:t>
      </w:r>
    </w:p>
    <w:p w14:paraId="247FA849" w14:textId="77777777" w:rsidR="00752DAA" w:rsidRDefault="00752DAA" w:rsidP="00752DAA">
      <w:r>
        <w:t>The</w:t>
      </w:r>
      <w:r w:rsidDel="005A3020">
        <w:t xml:space="preserve"> </w:t>
      </w:r>
      <w:r>
        <w:rPr>
          <w:i/>
        </w:rPr>
        <w:t>key</w:t>
      </w:r>
      <w:r>
        <w:t xml:space="preserve"> of an entity type is formed from a subset of the primitive properties (e.g. </w:t>
      </w:r>
      <w:r w:rsidRPr="00E354B6">
        <w:rPr>
          <w:rStyle w:val="Datatype"/>
        </w:rPr>
        <w:t>CustomerId</w:t>
      </w:r>
      <w:r>
        <w:t xml:space="preserve">, </w:t>
      </w:r>
      <w:r w:rsidRPr="00E354B6">
        <w:rPr>
          <w:rStyle w:val="Datatype"/>
        </w:rPr>
        <w:t>OrderId</w:t>
      </w:r>
      <w:r w:rsidRPr="00E354B6">
        <w:t xml:space="preserve">, </w:t>
      </w:r>
      <w:r w:rsidRPr="00E354B6">
        <w:rPr>
          <w:rStyle w:val="Datatype"/>
        </w:rPr>
        <w:t>LineId</w:t>
      </w:r>
      <w:r>
        <w:t>, etc.) of the entity type.</w:t>
      </w:r>
    </w:p>
    <w:p w14:paraId="5067AC38" w14:textId="77777777" w:rsidR="00752DAA" w:rsidRDefault="00752DAA" w:rsidP="00752DAA">
      <w:r>
        <w:rPr>
          <w:i/>
        </w:rPr>
        <w:t>Complex types</w:t>
      </w:r>
      <w:r>
        <w:t xml:space="preserve"> are keyless named structured types consisting of a set of properties. These are value types whose instances cannot be referenced outside of their containing entity. Complex types are commonly used as property values in an entity or as parameters to operations.</w:t>
      </w:r>
    </w:p>
    <w:p w14:paraId="3446C6EC" w14:textId="77777777" w:rsidR="00752DAA" w:rsidRDefault="00752DAA" w:rsidP="00752DAA">
      <w:r>
        <w:t xml:space="preserve">Properties declared as part of a structured type's definition are called </w:t>
      </w:r>
      <w:r>
        <w:rPr>
          <w:i/>
        </w:rPr>
        <w:t>declared properties</w:t>
      </w:r>
      <w:r>
        <w:t xml:space="preserve">. Instances of structured types may contain additional undeclared </w:t>
      </w:r>
      <w:r>
        <w:rPr>
          <w:i/>
        </w:rPr>
        <w:t>dynamic properties</w:t>
      </w:r>
      <w:r>
        <w:t>. A dynamic property cannot have the same name as a declared property.</w:t>
      </w:r>
      <w:r w:rsidRPr="00BF707D">
        <w:t xml:space="preserve"> </w:t>
      </w:r>
      <w:r>
        <w:t xml:space="preserve">Entity or complex types which allow clients to persist additional undeclared properties are called </w:t>
      </w:r>
      <w:r>
        <w:rPr>
          <w:i/>
        </w:rPr>
        <w:t>open types</w:t>
      </w:r>
      <w:r>
        <w:t>.</w:t>
      </w:r>
    </w:p>
    <w:p w14:paraId="1A4A18C3" w14:textId="77777777" w:rsidR="00752DAA" w:rsidRDefault="00752DAA" w:rsidP="00752DAA">
      <w:r>
        <w:t xml:space="preserve">Relationships from one entity to another are represented as </w:t>
      </w:r>
      <w:r>
        <w:rPr>
          <w:i/>
        </w:rPr>
        <w:t xml:space="preserve">navigation properties. </w:t>
      </w:r>
      <w:r>
        <w:t xml:space="preserve">Navigation properties are generally </w:t>
      </w:r>
      <w:r w:rsidRPr="00153154">
        <w:t xml:space="preserve">defined </w:t>
      </w:r>
      <w:r>
        <w:t xml:space="preserve">as part of an </w:t>
      </w:r>
      <w:r w:rsidRPr="00153154">
        <w:t>entity type</w:t>
      </w:r>
      <w:r>
        <w:t xml:space="preserve">, but can also appear on entity instances as undeclared </w:t>
      </w:r>
      <w:r w:rsidRPr="00A879DE">
        <w:rPr>
          <w:i/>
        </w:rPr>
        <w:t>dynamic navigation properties</w:t>
      </w:r>
      <w:r>
        <w:t xml:space="preserve">. Each relationship has a cardinality. </w:t>
      </w:r>
    </w:p>
    <w:p w14:paraId="27A4C031" w14:textId="77777777" w:rsidR="00752DAA" w:rsidRDefault="00752DAA" w:rsidP="00752DAA">
      <w:r w:rsidRPr="00E42889">
        <w:rPr>
          <w:i/>
        </w:rPr>
        <w:t xml:space="preserve">Enumeration types </w:t>
      </w:r>
      <w:r>
        <w:t>are named primitive types whose values are named constants with underlying integer values.</w:t>
      </w:r>
    </w:p>
    <w:p w14:paraId="766DD8FC" w14:textId="77777777" w:rsidR="00752DAA" w:rsidRDefault="00752DAA" w:rsidP="00752DAA">
      <w:r w:rsidRPr="00891052">
        <w:rPr>
          <w:i/>
        </w:rPr>
        <w:t>Type</w:t>
      </w:r>
      <w:r>
        <w:rPr>
          <w:i/>
        </w:rPr>
        <w:t xml:space="preserve"> d</w:t>
      </w:r>
      <w:r w:rsidRPr="00891052">
        <w:rPr>
          <w:i/>
        </w:rPr>
        <w:t>efinitions</w:t>
      </w:r>
      <w:r>
        <w:t xml:space="preserve"> are named primitive types with fixed facet values such as maximum length or precision. Type definitions can be used in place of primitive typed properties, for example, within property definitions.</w:t>
      </w:r>
    </w:p>
    <w:p w14:paraId="6F2A3CCC" w14:textId="77777777" w:rsidR="00752DAA" w:rsidRDefault="00752DAA" w:rsidP="00752DAA">
      <w:r>
        <w:rPr>
          <w:i/>
        </w:rPr>
        <w:t>Entity sets</w:t>
      </w:r>
      <w:r>
        <w:t xml:space="preserve"> are named collections of entities (e.g. </w:t>
      </w:r>
      <w:r w:rsidRPr="0033130D">
        <w:rPr>
          <w:rStyle w:val="Datatype"/>
        </w:rPr>
        <w:t>Customers</w:t>
      </w:r>
      <w:r>
        <w:t xml:space="preserve"> is an entity set containing </w:t>
      </w:r>
      <w:r w:rsidRPr="0033130D">
        <w:rPr>
          <w:rStyle w:val="Datatype"/>
        </w:rPr>
        <w:t>Customer</w:t>
      </w:r>
      <w:r>
        <w:t xml:space="preserve"> entities). An entity's key uniquely identifies the entity within an entity set. </w:t>
      </w:r>
      <w:r w:rsidRPr="00CC7D31">
        <w:t xml:space="preserve">If multiple entity sets use the same entity type, the same combination of key values can appear in more than one entity set and identifies different entities, one per entity set where this key combination appears. Each of these entities has a different </w:t>
      </w:r>
      <w:hyperlink w:anchor="sec_EntityIdsandEntityReferences" w:history="1">
        <w:r w:rsidRPr="000F7B2E">
          <w:rPr>
            <w:rStyle w:val="Hyperlink"/>
          </w:rPr>
          <w:t>entity-id</w:t>
        </w:r>
      </w:hyperlink>
      <w:r w:rsidRPr="00CC7D31">
        <w:t xml:space="preserve">. </w:t>
      </w:r>
      <w:r>
        <w:t>Entity sets provide entry points into the data model.</w:t>
      </w:r>
      <w:r w:rsidRPr="00A879DE">
        <w:t xml:space="preserve"> </w:t>
      </w:r>
    </w:p>
    <w:p w14:paraId="426B44B0" w14:textId="77777777" w:rsidR="00752DAA" w:rsidRDefault="00752DAA" w:rsidP="00752DAA">
      <w:r>
        <w:rPr>
          <w:i/>
        </w:rPr>
        <w:t>Operations</w:t>
      </w:r>
      <w:r>
        <w:t xml:space="preserve"> allow the execution of custom logic on parts of a data model. </w:t>
      </w:r>
      <w:hyperlink w:anchor="sec_Functions" w:history="1">
        <w:r w:rsidRPr="00F64C6C">
          <w:rPr>
            <w:rStyle w:val="Hyperlink"/>
            <w:i/>
          </w:rPr>
          <w:t>Functions</w:t>
        </w:r>
      </w:hyperlink>
      <w:r>
        <w:rPr>
          <w:rStyle w:val="Hyperlink"/>
        </w:rPr>
        <w:t xml:space="preserve"> </w:t>
      </w:r>
      <w:r>
        <w:t xml:space="preserve">are operations that do not have side effects and may support further composition, for example, with additional filter operations, functions or an action. </w:t>
      </w:r>
      <w:hyperlink w:anchor="sec_Actions" w:history="1">
        <w:r w:rsidRPr="00F64C6C">
          <w:rPr>
            <w:rStyle w:val="Hyperlink"/>
            <w:i/>
          </w:rPr>
          <w:t>Actions</w:t>
        </w:r>
      </w:hyperlink>
      <w:r>
        <w:rPr>
          <w:rStyle w:val="Hyperlink"/>
        </w:rPr>
        <w:t xml:space="preserve"> </w:t>
      </w:r>
      <w:r>
        <w:t xml:space="preserve">are operations that allow side effects, such as data modification, and cannot be further composed in order to avoid non-deterministic behavior. </w:t>
      </w:r>
      <w:r w:rsidRPr="00A41316">
        <w:t>Actions</w:t>
      </w:r>
      <w:r>
        <w:t xml:space="preserve"> and f</w:t>
      </w:r>
      <w:r w:rsidRPr="00A41316">
        <w:t>unctions</w:t>
      </w:r>
      <w:r>
        <w:t xml:space="preserve"> </w:t>
      </w:r>
      <w:r w:rsidDel="0043589A">
        <w:t xml:space="preserve">are </w:t>
      </w:r>
      <w:r>
        <w:t xml:space="preserve">either </w:t>
      </w:r>
      <w:r w:rsidRPr="0043589A">
        <w:rPr>
          <w:i/>
        </w:rPr>
        <w:t>bound</w:t>
      </w:r>
      <w:r>
        <w:t xml:space="preserve"> to a type, enabling them to be called as members of an instance of that type, or unbound, in which case they are called as static operations. </w:t>
      </w:r>
      <w:r w:rsidRPr="001777C0">
        <w:rPr>
          <w:i/>
        </w:rPr>
        <w:t>Action imports</w:t>
      </w:r>
      <w:r>
        <w:t xml:space="preserve"> and </w:t>
      </w:r>
      <w:r w:rsidRPr="001777C0">
        <w:rPr>
          <w:i/>
        </w:rPr>
        <w:t>function imports</w:t>
      </w:r>
      <w:r>
        <w:t xml:space="preserve"> enable unbound actions and functions to be called from the service root.</w:t>
      </w:r>
    </w:p>
    <w:p w14:paraId="2836E10A" w14:textId="77777777" w:rsidR="00752DAA" w:rsidRPr="00D45615" w:rsidRDefault="00752DAA" w:rsidP="00752DAA">
      <w:r>
        <w:rPr>
          <w:i/>
        </w:rPr>
        <w:t>Singletons</w:t>
      </w:r>
      <w:r w:rsidRPr="009F0414">
        <w:rPr>
          <w:i/>
        </w:rPr>
        <w:t xml:space="preserve"> </w:t>
      </w:r>
      <w:r>
        <w:t>are named entities which can be accessed as direct children of the entity container. A singleton may also be a member of an entity set.</w:t>
      </w:r>
    </w:p>
    <w:p w14:paraId="5C6412F3" w14:textId="77777777" w:rsidR="00752DAA" w:rsidDel="00480D6C" w:rsidRDefault="00752DAA" w:rsidP="00752DAA">
      <w:r>
        <w:t xml:space="preserve">An OData </w:t>
      </w:r>
      <w:r>
        <w:rPr>
          <w:i/>
        </w:rPr>
        <w:t>resource</w:t>
      </w:r>
      <w:r>
        <w:t xml:space="preserve"> is anything in the model that can be addressed (an entity set, entity, property, or operation).</w:t>
      </w:r>
    </w:p>
    <w:p w14:paraId="0637D7B6" w14:textId="77777777" w:rsidR="00752DAA" w:rsidRDefault="00752DAA" w:rsidP="00752DAA">
      <w:r>
        <w:t xml:space="preserve">Refer to </w:t>
      </w:r>
      <w:hyperlink w:anchor="ODataCSDLJSONRef" w:history="1">
        <w:r w:rsidRPr="006F1777">
          <w:rPr>
            <w:rStyle w:val="Hyperlink"/>
            <w:b/>
          </w:rPr>
          <w:t>[OData-CSDLJSON]</w:t>
        </w:r>
      </w:hyperlink>
      <w:r>
        <w:t xml:space="preserve"> or</w:t>
      </w:r>
      <w:r>
        <w:rPr>
          <w:rFonts w:cs="Arial"/>
          <w:color w:val="000000"/>
          <w:szCs w:val="20"/>
          <w:shd w:val="clear" w:color="auto" w:fill="FFFFFF"/>
        </w:rPr>
        <w:t xml:space="preserve"> </w:t>
      </w:r>
      <w:hyperlink w:anchor="ODataCSDLXMLRef" w:history="1">
        <w:r w:rsidRPr="00DF7F4B">
          <w:rPr>
            <w:rStyle w:val="Hyperlink"/>
            <w:b/>
          </w:rPr>
          <w:t>[OData-CSDL</w:t>
        </w:r>
        <w:r>
          <w:rPr>
            <w:rStyle w:val="Hyperlink"/>
            <w:b/>
          </w:rPr>
          <w:t>XML</w:t>
        </w:r>
        <w:r w:rsidRPr="00DF7F4B">
          <w:rPr>
            <w:rStyle w:val="Hyperlink"/>
            <w:b/>
          </w:rPr>
          <w:t>]</w:t>
        </w:r>
      </w:hyperlink>
      <w:r>
        <w:t xml:space="preserve"> for more information on the OData entity data model.</w:t>
      </w:r>
    </w:p>
    <w:bookmarkStart w:id="51" w:name="_Annotations"/>
    <w:bookmarkStart w:id="52" w:name="_Toc477876547"/>
    <w:bookmarkStart w:id="53" w:name="sec_Annotations"/>
    <w:bookmarkEnd w:id="51"/>
    <w:p w14:paraId="275B1605" w14:textId="77777777" w:rsidR="00752DAA" w:rsidRDefault="00752DAA" w:rsidP="006C1EBF">
      <w:pPr>
        <w:pStyle w:val="Heading2"/>
        <w:numPr>
          <w:ilvl w:val="1"/>
          <w:numId w:val="2"/>
        </w:numPr>
        <w:tabs>
          <w:tab w:val="left" w:pos="567"/>
        </w:tabs>
      </w:pPr>
      <w:r>
        <w:fldChar w:fldCharType="begin"/>
      </w:r>
      <w:r>
        <w:instrText xml:space="preserve"> HYPERLINK  \l "sec_Annotations" </w:instrText>
      </w:r>
      <w:r>
        <w:fldChar w:fldCharType="separate"/>
      </w:r>
      <w:bookmarkStart w:id="54" w:name="_Toc494884960"/>
      <w:bookmarkStart w:id="55" w:name="_Toc494356707"/>
      <w:r w:rsidRPr="004A50BC">
        <w:rPr>
          <w:rStyle w:val="Hyperlink"/>
        </w:rPr>
        <w:t>Annotations</w:t>
      </w:r>
      <w:bookmarkEnd w:id="52"/>
      <w:bookmarkEnd w:id="53"/>
      <w:bookmarkEnd w:id="54"/>
      <w:bookmarkEnd w:id="55"/>
      <w:r>
        <w:fldChar w:fldCharType="end"/>
      </w:r>
    </w:p>
    <w:p w14:paraId="6C687A6E" w14:textId="77777777" w:rsidR="00752DAA" w:rsidRDefault="00752DAA" w:rsidP="00752DAA">
      <w:r>
        <w:t xml:space="preserve">Model and instance elements can be decorated with </w:t>
      </w:r>
      <w:r w:rsidRPr="006351C3">
        <w:rPr>
          <w:i/>
        </w:rPr>
        <w:t>Annotations</w:t>
      </w:r>
      <w:r>
        <w:t>.</w:t>
      </w:r>
    </w:p>
    <w:p w14:paraId="7F2DCC23" w14:textId="77777777" w:rsidR="00752DAA" w:rsidRDefault="00752DAA" w:rsidP="00752DAA">
      <w:r>
        <w:lastRenderedPageBreak/>
        <w:t>Annotations can be used to specify an individual fact about an element, such as whether it is read-only, or to define a common concept, such as a person or a movie.</w:t>
      </w:r>
    </w:p>
    <w:p w14:paraId="1AFD566D" w14:textId="77777777" w:rsidR="00752DAA" w:rsidRDefault="00752DAA" w:rsidP="00752DAA">
      <w:r>
        <w:t xml:space="preserve">Applied </w:t>
      </w:r>
      <w:r>
        <w:rPr>
          <w:i/>
        </w:rPr>
        <w:t>annotations</w:t>
      </w:r>
      <w:r>
        <w:t xml:space="preserve"> consist of a </w:t>
      </w:r>
      <w:r>
        <w:rPr>
          <w:i/>
        </w:rPr>
        <w:t>term</w:t>
      </w:r>
      <w:r>
        <w:t xml:space="preserve"> (the namespace-qualified name of the annotation being applied), a </w:t>
      </w:r>
      <w:r>
        <w:rPr>
          <w:i/>
        </w:rPr>
        <w:t>target</w:t>
      </w:r>
      <w:r>
        <w:t xml:space="preserve"> (the model or instance element to which the term is applied), and a </w:t>
      </w:r>
      <w:r>
        <w:rPr>
          <w:i/>
        </w:rPr>
        <w:t>value</w:t>
      </w:r>
      <w:r>
        <w:t>. The value may be a static value, or an expression that may contain a path to one or more properties of an annotated entity.</w:t>
      </w:r>
    </w:p>
    <w:p w14:paraId="03E942E2" w14:textId="77777777" w:rsidR="00752DAA" w:rsidRDefault="00752DAA" w:rsidP="00752DAA">
      <w:r w:rsidRPr="006351C3">
        <w:t xml:space="preserve">Annotation </w:t>
      </w:r>
      <w:r>
        <w:t xml:space="preserve">terms are defined in metadata and have a name and a type. </w:t>
      </w:r>
    </w:p>
    <w:p w14:paraId="26B77CD1" w14:textId="77777777" w:rsidR="00752DAA" w:rsidRDefault="00752DAA" w:rsidP="00752DAA">
      <w:r>
        <w:t xml:space="preserve">A set of related terms in a common namespace comprises a </w:t>
      </w:r>
      <w:r>
        <w:rPr>
          <w:i/>
        </w:rPr>
        <w:t>Vocabulary</w:t>
      </w:r>
      <w:r>
        <w:t>.</w:t>
      </w:r>
    </w:p>
    <w:bookmarkStart w:id="56" w:name="_Toc477876548"/>
    <w:bookmarkStart w:id="57" w:name="sec_ServiceModel"/>
    <w:p w14:paraId="683C37EA" w14:textId="77777777" w:rsidR="00752DAA" w:rsidRDefault="00752DAA" w:rsidP="006C1EBF">
      <w:pPr>
        <w:pStyle w:val="Heading1"/>
        <w:numPr>
          <w:ilvl w:val="0"/>
          <w:numId w:val="2"/>
        </w:numPr>
        <w:tabs>
          <w:tab w:val="clear" w:pos="432"/>
          <w:tab w:val="left" w:pos="567"/>
        </w:tabs>
        <w:ind w:left="397" w:hanging="397"/>
      </w:pPr>
      <w:r>
        <w:lastRenderedPageBreak/>
        <w:fldChar w:fldCharType="begin"/>
      </w:r>
      <w:r>
        <w:instrText xml:space="preserve"> HYPERLINK  \l "sec_ServiceModel" </w:instrText>
      </w:r>
      <w:r>
        <w:fldChar w:fldCharType="separate"/>
      </w:r>
      <w:bookmarkStart w:id="58" w:name="_Toc494884961"/>
      <w:bookmarkStart w:id="59" w:name="_Toc494356708"/>
      <w:r w:rsidRPr="004A50BC">
        <w:rPr>
          <w:rStyle w:val="Hyperlink"/>
        </w:rPr>
        <w:t>Service Model</w:t>
      </w:r>
      <w:bookmarkEnd w:id="56"/>
      <w:bookmarkEnd w:id="57"/>
      <w:bookmarkEnd w:id="58"/>
      <w:bookmarkEnd w:id="59"/>
      <w:r>
        <w:fldChar w:fldCharType="end"/>
      </w:r>
    </w:p>
    <w:p w14:paraId="6939EB9D" w14:textId="77777777" w:rsidR="00752DAA" w:rsidRDefault="00752DAA" w:rsidP="00752DAA">
      <w:r>
        <w:t xml:space="preserve">OData services are defined using a common </w:t>
      </w:r>
      <w:r w:rsidRPr="00E53E3B">
        <w:t>data model</w:t>
      </w:r>
      <w:r>
        <w:t>. The service advertises its concrete data model in a machine-readable form, allowing generic clients to interact with the service in a well-defined way.</w:t>
      </w:r>
    </w:p>
    <w:p w14:paraId="6E10DD8B" w14:textId="77777777" w:rsidR="00752DAA" w:rsidRDefault="00752DAA" w:rsidP="00752DAA">
      <w:r>
        <w:t>An OData service exposes two well-defined resources that describe its data model; a service document and a metadata document.</w:t>
      </w:r>
      <w:r w:rsidDel="003C24DF">
        <w:t xml:space="preserve"> </w:t>
      </w:r>
    </w:p>
    <w:p w14:paraId="181012D6" w14:textId="77777777" w:rsidR="00752DAA" w:rsidRDefault="00752DAA" w:rsidP="00752DAA">
      <w:r>
        <w:t xml:space="preserve">The </w:t>
      </w:r>
      <w:hyperlink w:anchor="sec_ServiceDocumentRequest">
        <w:r w:rsidRPr="00FA5FF3">
          <w:rPr>
            <w:rStyle w:val="Hyperlink"/>
            <w:i/>
          </w:rPr>
          <w:t>service document</w:t>
        </w:r>
      </w:hyperlink>
      <w:r w:rsidRPr="00FA5FF3">
        <w:rPr>
          <w:rStyle w:val="Hyperlink"/>
          <w:i/>
        </w:rPr>
        <w:t xml:space="preserve"> </w:t>
      </w:r>
      <w:r>
        <w:t>lists entity sets, functions, and singletons that can be retrieved. Clients can use the service document to navigate the model in a hypermedia-driven fashion.</w:t>
      </w:r>
    </w:p>
    <w:p w14:paraId="3BAF609A" w14:textId="77777777" w:rsidR="00752DAA" w:rsidRDefault="00752DAA" w:rsidP="00752DAA">
      <w:r>
        <w:t xml:space="preserve">The </w:t>
      </w:r>
      <w:hyperlink w:anchor="sec_MetadataDocumentRequest" w:history="1">
        <w:r w:rsidRPr="00277348">
          <w:rPr>
            <w:rStyle w:val="Hyperlink"/>
            <w:i/>
          </w:rPr>
          <w:t>metadata document</w:t>
        </w:r>
      </w:hyperlink>
      <w:r>
        <w:t xml:space="preserve"> describes the types, sets, functions and actions understood by the OData service. Clients can use the metadata document to understand how to query and interact with entities in the service.</w:t>
      </w:r>
    </w:p>
    <w:p w14:paraId="5219CB03" w14:textId="77777777" w:rsidR="00752DAA" w:rsidRDefault="00752DAA" w:rsidP="00752DAA">
      <w:r>
        <w:t>In addition to these two “fixed” resources, an OData service consists of dynamic resources. The URLs for many of these resources can be computed from the information in the metadata document.</w:t>
      </w:r>
    </w:p>
    <w:p w14:paraId="428E0E7A" w14:textId="77777777" w:rsidR="00752DAA" w:rsidDel="001840C5" w:rsidRDefault="00752DAA" w:rsidP="00752DAA">
      <w:r>
        <w:t xml:space="preserve">See </w:t>
      </w:r>
      <w:hyperlink w:anchor="sec_RequestingData" w:history="1">
        <w:r w:rsidRPr="00733CAC">
          <w:rPr>
            <w:rStyle w:val="Hyperlink"/>
          </w:rPr>
          <w:t>Requesting Data</w:t>
        </w:r>
      </w:hyperlink>
      <w:r>
        <w:t xml:space="preserve"> and </w:t>
      </w:r>
      <w:hyperlink w:anchor="sec_DataModification" w:history="1">
        <w:r w:rsidRPr="00FA5FF3">
          <w:rPr>
            <w:rStyle w:val="Hyperlink"/>
          </w:rPr>
          <w:t>Data Modification</w:t>
        </w:r>
      </w:hyperlink>
      <w:r>
        <w:t xml:space="preserve"> for details.</w:t>
      </w:r>
    </w:p>
    <w:bookmarkStart w:id="60" w:name="_Entity_Ids_and"/>
    <w:bookmarkStart w:id="61" w:name="_Entity-Ids_and_Entity"/>
    <w:bookmarkStart w:id="62" w:name="_Toc477876549"/>
    <w:bookmarkStart w:id="63" w:name="sec_EntityIdsandEntityReferences"/>
    <w:bookmarkEnd w:id="60"/>
    <w:bookmarkEnd w:id="61"/>
    <w:p w14:paraId="5ECE36BC" w14:textId="77777777" w:rsidR="00752DAA" w:rsidRDefault="00752DAA" w:rsidP="006C1EBF">
      <w:pPr>
        <w:pStyle w:val="Heading2"/>
        <w:numPr>
          <w:ilvl w:val="1"/>
          <w:numId w:val="2"/>
        </w:numPr>
        <w:tabs>
          <w:tab w:val="left" w:pos="567"/>
        </w:tabs>
      </w:pPr>
      <w:r>
        <w:fldChar w:fldCharType="begin"/>
      </w:r>
      <w:r>
        <w:instrText xml:space="preserve"> HYPERLINK  \l "sec_EntityIdsandEntityReferences" </w:instrText>
      </w:r>
      <w:r>
        <w:fldChar w:fldCharType="separate"/>
      </w:r>
      <w:bookmarkStart w:id="64" w:name="_Toc494884962"/>
      <w:bookmarkStart w:id="65" w:name="_Toc494356709"/>
      <w:r w:rsidRPr="004A50BC">
        <w:rPr>
          <w:rStyle w:val="Hyperlink"/>
        </w:rPr>
        <w:t>Entity-Ids and Entity References</w:t>
      </w:r>
      <w:bookmarkEnd w:id="62"/>
      <w:bookmarkEnd w:id="63"/>
      <w:bookmarkEnd w:id="64"/>
      <w:bookmarkEnd w:id="65"/>
      <w:r>
        <w:fldChar w:fldCharType="end"/>
      </w:r>
    </w:p>
    <w:p w14:paraId="2816B106" w14:textId="77777777" w:rsidR="00752DAA" w:rsidRDefault="00752DAA" w:rsidP="00752DAA">
      <w:pPr>
        <w:spacing w:before="0" w:after="0"/>
      </w:pPr>
      <w:r w:rsidRPr="00CC7D31">
        <w:t xml:space="preserve">Whereas entities within an entity set are uniquely identified by their key values, entities are also uniquely identified by a durable, opaque, globally unique </w:t>
      </w:r>
      <w:r w:rsidRPr="00661862">
        <w:rPr>
          <w:i/>
        </w:rPr>
        <w:t>entity</w:t>
      </w:r>
      <w:r>
        <w:rPr>
          <w:i/>
        </w:rPr>
        <w:t>-</w:t>
      </w:r>
      <w:r w:rsidRPr="00661862">
        <w:rPr>
          <w:i/>
        </w:rPr>
        <w:t>id</w:t>
      </w:r>
      <w:r w:rsidRPr="001F1505">
        <w:t xml:space="preserve">. </w:t>
      </w:r>
      <w:r>
        <w:t>The entity-id MUST</w:t>
      </w:r>
      <w:r w:rsidRPr="001F1505">
        <w:t xml:space="preserve"> be an IRI as defined in </w:t>
      </w:r>
      <w:hyperlink w:anchor="RFC3987" w:history="1">
        <w:r w:rsidRPr="00B92064">
          <w:rPr>
            <w:rStyle w:val="Hyperlink"/>
            <w:b/>
          </w:rPr>
          <w:t>[RFC3987]</w:t>
        </w:r>
      </w:hyperlink>
      <w:r>
        <w:t xml:space="preserve"> and MAY be expressed in payloads and URLs as a relative reference as appropriate.</w:t>
      </w:r>
      <w:r w:rsidRPr="001F1505">
        <w:t xml:space="preserve"> </w:t>
      </w:r>
      <w:r>
        <w:rPr>
          <w:color w:val="000000"/>
        </w:rPr>
        <w:t xml:space="preserve">While the client MUST be prepared to accept any IRI, services MUST use valid URIs in this version of the specification since there is currently no lossless representation of an IRI in the </w:t>
      </w:r>
      <w:hyperlink w:anchor="sec_HeaderEntityIdODataEntityId" w:history="1">
        <w:r>
          <w:rPr>
            <w:rStyle w:val="Hyperlink"/>
            <w:rFonts w:ascii="Courier New" w:hAnsi="Courier New"/>
          </w:rPr>
          <w:t>EntityId</w:t>
        </w:r>
      </w:hyperlink>
      <w:r>
        <w:rPr>
          <w:color w:val="000000"/>
        </w:rPr>
        <w:t xml:space="preserve"> header. </w:t>
      </w:r>
    </w:p>
    <w:p w14:paraId="09920E25" w14:textId="77777777" w:rsidR="00752DAA" w:rsidRDefault="00752DAA" w:rsidP="00752DAA">
      <w:r>
        <w:t xml:space="preserve">Services are strongly encouraged to use the canonical URL for an entity as defined in </w:t>
      </w:r>
      <w:r>
        <w:fldChar w:fldCharType="begin"/>
      </w:r>
      <w:r>
        <w:instrText xml:space="preserve"> REF ODataURLRef \h </w:instrText>
      </w:r>
      <w:r>
        <w:fldChar w:fldCharType="separate"/>
      </w:r>
      <w:r w:rsidRPr="00383443">
        <w:rPr>
          <w:b/>
        </w:rPr>
        <w:t>OData-URL</w:t>
      </w:r>
      <w:r>
        <w:fldChar w:fldCharType="end"/>
      </w:r>
      <w:r>
        <w:t xml:space="preserve"> as its entity-id, but</w:t>
      </w:r>
      <w:r w:rsidRPr="001F1505">
        <w:t xml:space="preserve"> </w:t>
      </w:r>
      <w:r>
        <w:t>clients</w:t>
      </w:r>
      <w:r w:rsidRPr="001F1505">
        <w:t xml:space="preserve"> </w:t>
      </w:r>
      <w:r>
        <w:t>cannot</w:t>
      </w:r>
      <w:r w:rsidRPr="001F1505">
        <w:t xml:space="preserve"> assume th</w:t>
      </w:r>
      <w:r>
        <w:t>e entity-id</w:t>
      </w:r>
      <w:r w:rsidRPr="001F1505">
        <w:t xml:space="preserve"> can</w:t>
      </w:r>
      <w:r>
        <w:t xml:space="preserve"> be used to</w:t>
      </w:r>
      <w:r w:rsidRPr="001F1505">
        <w:t xml:space="preserve"> </w:t>
      </w:r>
      <w:r>
        <w:t xml:space="preserve">locate the entity unless the </w:t>
      </w:r>
      <w:r w:rsidRPr="00D267A8">
        <w:rPr>
          <w:rStyle w:val="Datatype"/>
        </w:rPr>
        <w:t>Core.</w:t>
      </w:r>
      <w:r w:rsidRPr="00127DFA">
        <w:rPr>
          <w:rStyle w:val="Datatype"/>
        </w:rPr>
        <w:t>DereferenceableIDs</w:t>
      </w:r>
      <w:r>
        <w:t xml:space="preserve"> term is applied to the entity container</w:t>
      </w:r>
      <w:r w:rsidRPr="001F1505">
        <w:t xml:space="preserve">, nor </w:t>
      </w:r>
      <w:r>
        <w:t xml:space="preserve">can the client </w:t>
      </w:r>
      <w:r w:rsidRPr="001F1505">
        <w:t xml:space="preserve">assume any semantics from </w:t>
      </w:r>
      <w:r>
        <w:t xml:space="preserve">the </w:t>
      </w:r>
      <w:r w:rsidRPr="001F1505">
        <w:t>structure</w:t>
      </w:r>
      <w:r>
        <w:t xml:space="preserve"> of the entity-id</w:t>
      </w:r>
      <w:r w:rsidRPr="001F1505">
        <w:t>.</w:t>
      </w:r>
      <w:r>
        <w:t xml:space="preserve"> The canonical resource </w:t>
      </w:r>
      <w:r w:rsidRPr="00900CC9">
        <w:rPr>
          <w:rStyle w:val="Datatype"/>
        </w:rPr>
        <w:t>$entity</w:t>
      </w:r>
      <w:r>
        <w:t xml:space="preserve"> provides a general mechanism for </w:t>
      </w:r>
      <w:hyperlink w:anchor="sec_ResolvinganEntityId" w:history="1">
        <w:r w:rsidRPr="00D61A6D">
          <w:rPr>
            <w:rStyle w:val="Hyperlink"/>
          </w:rPr>
          <w:t>resolving an entity-id</w:t>
        </w:r>
      </w:hyperlink>
      <w:r>
        <w:t xml:space="preserve"> into an entity representation. </w:t>
      </w:r>
    </w:p>
    <w:p w14:paraId="4335688C" w14:textId="77777777" w:rsidR="00752DAA" w:rsidRDefault="00752DAA" w:rsidP="00752DAA">
      <w:r>
        <w:t xml:space="preserve">Services that use the standard URL conventions for entity-ids annotate their entity container with the term </w:t>
      </w:r>
      <w:r w:rsidRPr="00D267A8">
        <w:rPr>
          <w:rStyle w:val="Datatype"/>
        </w:rPr>
        <w:t>Core.</w:t>
      </w:r>
      <w:r w:rsidRPr="00127DFA">
        <w:rPr>
          <w:rStyle w:val="Datatype"/>
        </w:rPr>
        <w:t>ConventionalIDs</w:t>
      </w:r>
      <w:r w:rsidRPr="00D267A8">
        <w:t>,</w:t>
      </w:r>
      <w:r w:rsidRPr="00127DFA">
        <w:t xml:space="preserve"> </w:t>
      </w:r>
      <w:r w:rsidRPr="00D267A8">
        <w:t>see</w:t>
      </w:r>
      <w:r>
        <w:t xml:space="preserve"> </w:t>
      </w:r>
      <w:hyperlink w:anchor="VocCore" w:history="1">
        <w:r w:rsidRPr="00CF5569">
          <w:rPr>
            <w:rStyle w:val="Hyperlink"/>
            <w:b/>
          </w:rPr>
          <w:t>[OData-VocCore]</w:t>
        </w:r>
      </w:hyperlink>
      <w:r w:rsidRPr="00127DFA">
        <w:t>.</w:t>
      </w:r>
    </w:p>
    <w:p w14:paraId="72F8AB28" w14:textId="77777777" w:rsidR="00752DAA" w:rsidRPr="0018745A" w:rsidRDefault="00752DAA" w:rsidP="00752DAA">
      <w:r>
        <w:rPr>
          <w:i/>
        </w:rPr>
        <w:t>Entity</w:t>
      </w:r>
      <w:r w:rsidRPr="00661862">
        <w:rPr>
          <w:i/>
        </w:rPr>
        <w:t xml:space="preserve"> </w:t>
      </w:r>
      <w:r>
        <w:rPr>
          <w:i/>
        </w:rPr>
        <w:t>r</w:t>
      </w:r>
      <w:r w:rsidRPr="00661862">
        <w:rPr>
          <w:i/>
        </w:rPr>
        <w:t>eferences</w:t>
      </w:r>
      <w:r>
        <w:t xml:space="preserve"> refer to an entity using the entity's entity-id.</w:t>
      </w:r>
    </w:p>
    <w:bookmarkStart w:id="66" w:name="_Versioning"/>
    <w:bookmarkStart w:id="67" w:name="_Toc477876550"/>
    <w:bookmarkStart w:id="68" w:name="sec_ReadURLsandEditURLs"/>
    <w:bookmarkEnd w:id="66"/>
    <w:p w14:paraId="48CB17BD" w14:textId="77777777" w:rsidR="00752DAA" w:rsidRDefault="00752DAA" w:rsidP="006C1EBF">
      <w:pPr>
        <w:pStyle w:val="Heading2"/>
        <w:numPr>
          <w:ilvl w:val="1"/>
          <w:numId w:val="2"/>
        </w:numPr>
        <w:tabs>
          <w:tab w:val="left" w:pos="567"/>
        </w:tabs>
      </w:pPr>
      <w:r>
        <w:fldChar w:fldCharType="begin"/>
      </w:r>
      <w:r>
        <w:instrText xml:space="preserve"> HYPERLINK  \l "sec_ReadURLsandEditURLs" </w:instrText>
      </w:r>
      <w:r>
        <w:fldChar w:fldCharType="separate"/>
      </w:r>
      <w:bookmarkStart w:id="69" w:name="_Toc494884963"/>
      <w:bookmarkStart w:id="70" w:name="_Toc494356710"/>
      <w:r w:rsidRPr="004A50BC">
        <w:rPr>
          <w:rStyle w:val="Hyperlink"/>
        </w:rPr>
        <w:t>Read URLs and Edit URLs</w:t>
      </w:r>
      <w:bookmarkEnd w:id="67"/>
      <w:bookmarkEnd w:id="68"/>
      <w:bookmarkEnd w:id="69"/>
      <w:bookmarkEnd w:id="70"/>
      <w:r>
        <w:fldChar w:fldCharType="end"/>
      </w:r>
    </w:p>
    <w:p w14:paraId="325A9164" w14:textId="77777777" w:rsidR="00752DAA" w:rsidRPr="00055344" w:rsidRDefault="00752DAA" w:rsidP="00752DAA">
      <w:r>
        <w:t xml:space="preserve">The read URL of an entity is the URL that can be used to read the entity. </w:t>
      </w:r>
    </w:p>
    <w:p w14:paraId="57887A1A" w14:textId="77777777" w:rsidR="00752DAA" w:rsidRDefault="00752DAA" w:rsidP="00752DAA">
      <w:r>
        <w:t xml:space="preserve">The edit URL of an entity is the URL that can be used to update or delete the entity. </w:t>
      </w:r>
    </w:p>
    <w:p w14:paraId="29C109F1" w14:textId="77777777" w:rsidR="00752DAA" w:rsidRDefault="00752DAA" w:rsidP="00752DAA">
      <w:r>
        <w:t xml:space="preserve">The edit URL of a property is the edit URL of the entity with appended segment(s) containing the path to the property. </w:t>
      </w:r>
    </w:p>
    <w:p w14:paraId="6DA73BDD" w14:textId="77777777" w:rsidR="00752DAA" w:rsidRDefault="00752DAA" w:rsidP="00752DAA">
      <w:r>
        <w:t xml:space="preserve">Services are strongly encouraged to use the canonical URL for an entity as defined in </w:t>
      </w:r>
      <w:r>
        <w:fldChar w:fldCharType="begin"/>
      </w:r>
      <w:r>
        <w:instrText xml:space="preserve"> REF ODataURLRef \h </w:instrText>
      </w:r>
      <w:r>
        <w:fldChar w:fldCharType="separate"/>
      </w:r>
      <w:r w:rsidRPr="00383443">
        <w:rPr>
          <w:b/>
        </w:rPr>
        <w:t>OData-URL</w:t>
      </w:r>
      <w:r>
        <w:fldChar w:fldCharType="end"/>
      </w:r>
      <w:r>
        <w:t xml:space="preserve"> for both the read URL and the edit URL of an entity, with a cast segment to the type of the entity appended to the canonical URL if the type of the entity is derived from the declared type of the entity set. However, clients cannot assume this convention and must use the links specified in the payload according to the appropriate format as the two URLs may be different from one another, or one or both of them may differ from convention.</w:t>
      </w:r>
    </w:p>
    <w:bookmarkStart w:id="71" w:name="_Versioning_1"/>
    <w:bookmarkStart w:id="72" w:name="_Toc477876551"/>
    <w:bookmarkStart w:id="73" w:name="sec_TransientEntities"/>
    <w:bookmarkEnd w:id="71"/>
    <w:p w14:paraId="43B07AE8" w14:textId="77777777" w:rsidR="00752DAA" w:rsidRDefault="00752DAA" w:rsidP="006C1EBF">
      <w:pPr>
        <w:pStyle w:val="Heading2"/>
        <w:numPr>
          <w:ilvl w:val="1"/>
          <w:numId w:val="2"/>
        </w:numPr>
        <w:tabs>
          <w:tab w:val="left" w:pos="567"/>
        </w:tabs>
      </w:pPr>
      <w:r>
        <w:fldChar w:fldCharType="begin"/>
      </w:r>
      <w:r>
        <w:instrText xml:space="preserve"> HYPERLINK  \l "sec_TransientEntities" </w:instrText>
      </w:r>
      <w:r>
        <w:fldChar w:fldCharType="separate"/>
      </w:r>
      <w:bookmarkStart w:id="74" w:name="_Toc494884964"/>
      <w:bookmarkStart w:id="75" w:name="_Toc494356711"/>
      <w:r w:rsidRPr="004A50BC">
        <w:rPr>
          <w:rStyle w:val="Hyperlink"/>
        </w:rPr>
        <w:t>Transient Entities</w:t>
      </w:r>
      <w:bookmarkEnd w:id="72"/>
      <w:bookmarkEnd w:id="73"/>
      <w:bookmarkEnd w:id="74"/>
      <w:bookmarkEnd w:id="75"/>
      <w:r>
        <w:fldChar w:fldCharType="end"/>
      </w:r>
    </w:p>
    <w:p w14:paraId="6467E63A" w14:textId="77777777" w:rsidR="00752DAA" w:rsidRDefault="00752DAA" w:rsidP="00752DAA">
      <w:r>
        <w:t>Transient entities are instances of an entity type that are “calculated on the fly” and only exist within a single payload. They cannot be reread or updated and consequently possess neither a stable entity-id nor a read URL or an update URL.</w:t>
      </w:r>
    </w:p>
    <w:bookmarkStart w:id="76" w:name="_Default_Namespaces"/>
    <w:bookmarkStart w:id="77" w:name="_Toc477876552"/>
    <w:bookmarkStart w:id="78" w:name="sec_DefaultNamespaces"/>
    <w:bookmarkEnd w:id="76"/>
    <w:p w14:paraId="00F83802" w14:textId="77777777" w:rsidR="00752DAA" w:rsidRDefault="00752DAA" w:rsidP="006C1EBF">
      <w:pPr>
        <w:pStyle w:val="Heading2"/>
        <w:numPr>
          <w:ilvl w:val="1"/>
          <w:numId w:val="2"/>
        </w:numPr>
        <w:tabs>
          <w:tab w:val="left" w:pos="567"/>
        </w:tabs>
      </w:pPr>
      <w:r>
        <w:lastRenderedPageBreak/>
        <w:fldChar w:fldCharType="begin"/>
      </w:r>
      <w:r>
        <w:instrText xml:space="preserve"> HYPERLINK  \l "sec_DefaultNamespaces" </w:instrText>
      </w:r>
      <w:r>
        <w:fldChar w:fldCharType="separate"/>
      </w:r>
      <w:bookmarkStart w:id="79" w:name="_Toc494884965"/>
      <w:bookmarkStart w:id="80" w:name="_Toc494356712"/>
      <w:r w:rsidRPr="004A50BC">
        <w:rPr>
          <w:rStyle w:val="Hyperlink"/>
        </w:rPr>
        <w:t>Default Namespaces</w:t>
      </w:r>
      <w:bookmarkEnd w:id="77"/>
      <w:bookmarkEnd w:id="78"/>
      <w:bookmarkEnd w:id="79"/>
      <w:bookmarkEnd w:id="80"/>
      <w:r>
        <w:fldChar w:fldCharType="end"/>
      </w:r>
    </w:p>
    <w:p w14:paraId="4D895EA5" w14:textId="77777777" w:rsidR="00752DAA" w:rsidRDefault="00752DAA" w:rsidP="00752DAA">
      <w:r>
        <w:t>References to actions, functions, and types within a URL typically requires prefixing the name of the action, function, or type with the namespace or alias in which it is defined. This namespace qualification enables differentiating between similarly named elements across schema, or between properties and bound functions, actions, or types with the same name.</w:t>
      </w:r>
    </w:p>
    <w:p w14:paraId="2A00C971" w14:textId="77777777" w:rsidR="00752DAA" w:rsidRDefault="00752DAA" w:rsidP="00752DAA">
      <w:pPr>
        <w:rPr>
          <w:rStyle w:val="Hyperlink"/>
        </w:rPr>
      </w:pPr>
      <w:r>
        <w:t xml:space="preserve">Services MAY define one or more default namespaces through the </w:t>
      </w:r>
      <w:r w:rsidRPr="004875B7">
        <w:rPr>
          <w:rStyle w:val="Keyword"/>
        </w:rPr>
        <w:t>Core.</w:t>
      </w:r>
      <w:r>
        <w:rPr>
          <w:rStyle w:val="Datatype"/>
        </w:rPr>
        <w:t>DefaultNamespace</w:t>
      </w:r>
      <w:r w:rsidRPr="00F71D4A">
        <w:rPr>
          <w:rStyle w:val="Datatype"/>
          <w:rFonts w:ascii="Arial" w:hAnsi="Arial" w:cs="Arial"/>
        </w:rPr>
        <w:t xml:space="preserve"> </w:t>
      </w:r>
      <w:r>
        <w:t xml:space="preserve">term defined in </w:t>
      </w:r>
      <w:hyperlink w:anchor="VocCore" w:history="1">
        <w:r w:rsidRPr="00CF5569">
          <w:rPr>
            <w:rStyle w:val="Hyperlink"/>
            <w:b/>
          </w:rPr>
          <w:t>[OData-VocCore]</w:t>
        </w:r>
      </w:hyperlink>
      <w:r w:rsidRPr="004035B3">
        <w:rPr>
          <w:rStyle w:val="Hyperlink"/>
        </w:rPr>
        <w:t xml:space="preserve">. </w:t>
      </w:r>
      <w:r w:rsidRPr="00BC4AA1">
        <w:t>Functions, actions and types in a default namespace can be referenced in URLs with or without namespace or alias qualification.</w:t>
      </w:r>
      <w:r>
        <w:rPr>
          <w:rStyle w:val="Hyperlink"/>
        </w:rPr>
        <w:t xml:space="preserve"> </w:t>
      </w:r>
    </w:p>
    <w:p w14:paraId="7B3CCFC2" w14:textId="77777777" w:rsidR="00752DAA" w:rsidRDefault="00752DAA" w:rsidP="00752DAA">
      <w:r>
        <w:t>Service designers</w:t>
      </w:r>
      <w:r w:rsidRPr="000738FB">
        <w:t xml:space="preserve"> should ensure uniqueness of schema children across all default namespaces, and should avoid naming bound functions, actions, or derived types with the same name as a structural or navigation property of the type</w:t>
      </w:r>
      <w:r>
        <w:t>.</w:t>
      </w:r>
      <w:r w:rsidRPr="006A1A51">
        <w:t xml:space="preserve"> </w:t>
      </w:r>
    </w:p>
    <w:p w14:paraId="66FB5244" w14:textId="77777777" w:rsidR="00752DAA" w:rsidRDefault="00752DAA" w:rsidP="00752DAA">
      <w:r>
        <w:t>In the case where ambiguity does exist, an unqualified segment appended to a structured value is always first compared to the list of properties defined on the structured type. If no defined property with a name matching the unqualified segment exists, or the preceding segment represents a collection or a scalar value, it is next compared to the names of any bound functions or actions, or derived type names, defined within any default namespace. If it still does not match, and the preceding segment represents a structured value, it is interpreted as a dynamic property.</w:t>
      </w:r>
    </w:p>
    <w:p w14:paraId="528FE03B" w14:textId="77777777" w:rsidR="00752DAA" w:rsidRDefault="00752DAA" w:rsidP="00752DAA">
      <w:r>
        <w:t>Services MAY disallow dynamic properties on structured values whose names conflict with a bound action, function, or derived type defined within in a default namespace.</w:t>
      </w:r>
    </w:p>
    <w:p w14:paraId="749A15FD" w14:textId="77777777" w:rsidR="00752DAA" w:rsidRPr="005E4B74" w:rsidRDefault="00752DAA" w:rsidP="00752DAA">
      <w:r>
        <w:t>The behavior if name conflicts occur across children of default namespaces is undefined. Generic clients are encouraged to always qualify action, function, and type names in order to avoid any possible ambiguity</w:t>
      </w:r>
      <w:r w:rsidRPr="004035B3">
        <w:t>.</w:t>
      </w:r>
    </w:p>
    <w:bookmarkStart w:id="81" w:name="_Versioning_2"/>
    <w:bookmarkStart w:id="82" w:name="_Toc477876553"/>
    <w:bookmarkStart w:id="83" w:name="sec_Versioning"/>
    <w:bookmarkEnd w:id="81"/>
    <w:p w14:paraId="564A93F4" w14:textId="77777777" w:rsidR="00752DAA" w:rsidRDefault="00752DAA" w:rsidP="006C1EBF">
      <w:pPr>
        <w:pStyle w:val="Heading1"/>
        <w:numPr>
          <w:ilvl w:val="0"/>
          <w:numId w:val="2"/>
        </w:numPr>
        <w:tabs>
          <w:tab w:val="clear" w:pos="432"/>
          <w:tab w:val="left" w:pos="567"/>
        </w:tabs>
        <w:ind w:left="397" w:hanging="397"/>
      </w:pPr>
      <w:r>
        <w:lastRenderedPageBreak/>
        <w:fldChar w:fldCharType="begin"/>
      </w:r>
      <w:r>
        <w:instrText xml:space="preserve"> HYPERLINK  \l "sec_Versioning" </w:instrText>
      </w:r>
      <w:r>
        <w:fldChar w:fldCharType="separate"/>
      </w:r>
      <w:bookmarkStart w:id="84" w:name="_Toc494884966"/>
      <w:bookmarkStart w:id="85" w:name="_Toc494356713"/>
      <w:r w:rsidRPr="004A50BC">
        <w:rPr>
          <w:rStyle w:val="Hyperlink"/>
        </w:rPr>
        <w:t>Versioning</w:t>
      </w:r>
      <w:bookmarkEnd w:id="82"/>
      <w:bookmarkEnd w:id="83"/>
      <w:bookmarkEnd w:id="84"/>
      <w:bookmarkEnd w:id="85"/>
      <w:r>
        <w:fldChar w:fldCharType="end"/>
      </w:r>
    </w:p>
    <w:p w14:paraId="061ADA06" w14:textId="77777777" w:rsidR="00752DAA" w:rsidRPr="00FA1DBD" w:rsidRDefault="00752DAA" w:rsidP="00752DAA">
      <w:r>
        <w:t>Versioning enables clients and services to evolve independently. OData defines semantics for both protocol and data model versioning.</w:t>
      </w:r>
    </w:p>
    <w:bookmarkStart w:id="86" w:name="_Toc477876554"/>
    <w:bookmarkStart w:id="87" w:name="sec_ProtocolVersioning"/>
    <w:p w14:paraId="4F2ADE9D" w14:textId="77777777" w:rsidR="00752DAA" w:rsidRDefault="00752DAA" w:rsidP="006C1EBF">
      <w:pPr>
        <w:pStyle w:val="Heading2"/>
        <w:numPr>
          <w:ilvl w:val="1"/>
          <w:numId w:val="2"/>
        </w:numPr>
        <w:tabs>
          <w:tab w:val="left" w:pos="567"/>
        </w:tabs>
      </w:pPr>
      <w:r>
        <w:fldChar w:fldCharType="begin"/>
      </w:r>
      <w:r>
        <w:instrText xml:space="preserve"> HYPERLINK  \l "sec_ProtocolVersioning" </w:instrText>
      </w:r>
      <w:r>
        <w:fldChar w:fldCharType="separate"/>
      </w:r>
      <w:bookmarkStart w:id="88" w:name="_Toc494884967"/>
      <w:bookmarkStart w:id="89" w:name="_Toc494356714"/>
      <w:r w:rsidRPr="004A50BC">
        <w:rPr>
          <w:rStyle w:val="Hyperlink"/>
        </w:rPr>
        <w:t>Protocol Versioning</w:t>
      </w:r>
      <w:bookmarkEnd w:id="86"/>
      <w:bookmarkEnd w:id="87"/>
      <w:bookmarkEnd w:id="88"/>
      <w:bookmarkEnd w:id="89"/>
      <w:r>
        <w:fldChar w:fldCharType="end"/>
      </w:r>
    </w:p>
    <w:p w14:paraId="3AAAFCFC" w14:textId="77777777" w:rsidR="00752DAA" w:rsidRDefault="00752DAA" w:rsidP="00752DAA">
      <w:r>
        <w:t xml:space="preserve">OData requests and responses are versioned according to the </w:t>
      </w:r>
      <w:r w:rsidRPr="00731494">
        <w:rPr>
          <w:rFonts w:ascii="Courier New" w:hAnsi="Courier New" w:cs="Courier New"/>
        </w:rPr>
        <w:t>OData-Version</w:t>
      </w:r>
      <w:r w:rsidRPr="00731494">
        <w:t xml:space="preserve"> header</w:t>
      </w:r>
      <w:r>
        <w:t>.</w:t>
      </w:r>
    </w:p>
    <w:p w14:paraId="4CB8221E" w14:textId="77777777" w:rsidR="00752DAA" w:rsidRDefault="00752DAA" w:rsidP="00752DAA">
      <w:r>
        <w:t xml:space="preserve">OData clients include the </w:t>
      </w:r>
      <w:r w:rsidRPr="007F2314">
        <w:rPr>
          <w:rFonts w:ascii="Courier New" w:hAnsi="Courier New" w:cs="Courier New"/>
        </w:rPr>
        <w:t>OData-MaxVersion</w:t>
      </w:r>
      <w:r w:rsidRPr="007F2314">
        <w:rPr>
          <w:rFonts w:ascii="Courier New" w:hAnsi="Courier New"/>
        </w:rPr>
        <w:t xml:space="preserve"> </w:t>
      </w:r>
      <w:r>
        <w:t xml:space="preserve">header in requests in order to specify the maximum acceptable response version. Services respond with the maximum supported version that is less than or equal to the requested </w:t>
      </w:r>
      <w:r w:rsidRPr="00C2053A">
        <w:rPr>
          <w:rStyle w:val="Datatype"/>
        </w:rPr>
        <w:t>OData-MaxVersion</w:t>
      </w:r>
      <w:r w:rsidRPr="006D2CB4">
        <w:t>, using decimal comparison</w:t>
      </w:r>
      <w:r>
        <w:t xml:space="preserve">. </w:t>
      </w:r>
      <w:r>
        <w:rPr>
          <w:color w:val="000000"/>
        </w:rPr>
        <w:t xml:space="preserve">The syntax of the </w:t>
      </w:r>
      <w:r>
        <w:rPr>
          <w:rStyle w:val="Datatype"/>
        </w:rPr>
        <w:t>OData-Version</w:t>
      </w:r>
      <w:r>
        <w:t xml:space="preserve"> and </w:t>
      </w:r>
      <w:r>
        <w:rPr>
          <w:rStyle w:val="Datatype"/>
        </w:rPr>
        <w:t>OData-MaxVersion</w:t>
      </w:r>
      <w:r>
        <w:t xml:space="preserve"> header fields is defined in </w:t>
      </w:r>
      <w:hyperlink w:anchor="ABNF" w:history="1">
        <w:r w:rsidRPr="005C52E4">
          <w:rPr>
            <w:rStyle w:val="Hyperlink"/>
            <w:b/>
          </w:rPr>
          <w:t>[OData-ABNF]</w:t>
        </w:r>
      </w:hyperlink>
      <w:r>
        <w:t xml:space="preserve">. </w:t>
      </w:r>
    </w:p>
    <w:p w14:paraId="4F01B92E" w14:textId="77777777" w:rsidR="00752DAA" w:rsidRDefault="00752DAA" w:rsidP="00752DAA">
      <w:r>
        <w:t xml:space="preserve">Services SHOULD advertise supported versions of OData through the </w:t>
      </w:r>
      <w:r w:rsidRPr="004875B7">
        <w:rPr>
          <w:rStyle w:val="Keyword"/>
        </w:rPr>
        <w:t>Core.ODataVersions</w:t>
      </w:r>
      <w:r>
        <w:t xml:space="preserve"> term, defined in </w:t>
      </w:r>
      <w:hyperlink w:anchor="VocCore" w:history="1">
        <w:r w:rsidRPr="00CF5569">
          <w:rPr>
            <w:rStyle w:val="Hyperlink"/>
            <w:b/>
          </w:rPr>
          <w:t>[OData-VocCore]</w:t>
        </w:r>
      </w:hyperlink>
      <w:r>
        <w:t xml:space="preserve">. </w:t>
      </w:r>
    </w:p>
    <w:p w14:paraId="102A0337" w14:textId="77777777" w:rsidR="00752DAA" w:rsidRDefault="00752DAA" w:rsidP="00752DAA">
      <w:r>
        <w:t xml:space="preserve">This version of the specification defines OData version values </w:t>
      </w:r>
      <w:r w:rsidRPr="00C2053A">
        <w:rPr>
          <w:rStyle w:val="Datatype"/>
        </w:rPr>
        <w:t>4.0</w:t>
      </w:r>
      <w:r>
        <w:t xml:space="preserve"> and </w:t>
      </w:r>
      <w:r w:rsidRPr="00C2053A">
        <w:rPr>
          <w:rStyle w:val="Datatype"/>
        </w:rPr>
        <w:t>4.0</w:t>
      </w:r>
      <w:r>
        <w:rPr>
          <w:rStyle w:val="Datatype"/>
        </w:rPr>
        <w:t>1</w:t>
      </w:r>
      <w:r>
        <w:t>. Content that applies only to one version or another is explicitly called out in the text.</w:t>
      </w:r>
    </w:p>
    <w:bookmarkStart w:id="90" w:name="_Model_Versioning"/>
    <w:bookmarkStart w:id="91" w:name="_Toc477876555"/>
    <w:bookmarkStart w:id="92" w:name="sec_ModelVersioning"/>
    <w:bookmarkEnd w:id="90"/>
    <w:p w14:paraId="36C9FEDE" w14:textId="77777777" w:rsidR="00752DAA" w:rsidRDefault="00752DAA" w:rsidP="006C1EBF">
      <w:pPr>
        <w:pStyle w:val="Heading2"/>
        <w:numPr>
          <w:ilvl w:val="1"/>
          <w:numId w:val="2"/>
        </w:numPr>
        <w:tabs>
          <w:tab w:val="left" w:pos="567"/>
        </w:tabs>
      </w:pPr>
      <w:r>
        <w:fldChar w:fldCharType="begin"/>
      </w:r>
      <w:r>
        <w:instrText xml:space="preserve"> HYPERLINK  \l "sec_ModelVersioning" </w:instrText>
      </w:r>
      <w:r>
        <w:fldChar w:fldCharType="separate"/>
      </w:r>
      <w:bookmarkStart w:id="93" w:name="_Toc494884968"/>
      <w:bookmarkStart w:id="94" w:name="_Toc494356715"/>
      <w:r w:rsidRPr="004A50BC">
        <w:rPr>
          <w:rStyle w:val="Hyperlink"/>
        </w:rPr>
        <w:t>Model Versioning</w:t>
      </w:r>
      <w:bookmarkEnd w:id="91"/>
      <w:bookmarkEnd w:id="92"/>
      <w:bookmarkEnd w:id="93"/>
      <w:bookmarkEnd w:id="94"/>
      <w:r>
        <w:fldChar w:fldCharType="end"/>
      </w:r>
    </w:p>
    <w:p w14:paraId="7E4352BA" w14:textId="77777777" w:rsidR="00752DAA" w:rsidRDefault="00752DAA" w:rsidP="00752DAA">
      <w:r>
        <w:t xml:space="preserve">The </w:t>
      </w:r>
      <w:hyperlink w:anchor="sec_DataModel" w:history="1">
        <w:r w:rsidRPr="00FA1DBD">
          <w:rPr>
            <w:rStyle w:val="Hyperlink"/>
          </w:rPr>
          <w:t>Data Model</w:t>
        </w:r>
      </w:hyperlink>
      <w:r>
        <w:t xml:space="preserve"> exposed by an OData Service defines a contract between the OData service and its clients. Services are allowed to extend their model only to the degree that it does not break existing clients. Breaking changes, such as removing properties, changing the type of existing properties, or adding or removing key properties, require that a new service version is provided at a different service root URL for the new model, or that the service version its metadata using the </w:t>
      </w:r>
      <w:r w:rsidRPr="00567EA4">
        <w:rPr>
          <w:rStyle w:val="Datatype"/>
        </w:rPr>
        <w:t>Core.</w:t>
      </w:r>
      <w:r>
        <w:rPr>
          <w:rStyle w:val="Datatype"/>
        </w:rPr>
        <w:t>SchemaVersion</w:t>
      </w:r>
      <w:r>
        <w:t xml:space="preserve"> annotation, defined in </w:t>
      </w:r>
      <w:hyperlink w:anchor="VocCore" w:history="1">
        <w:r w:rsidRPr="00CF5569">
          <w:rPr>
            <w:rStyle w:val="Hyperlink"/>
            <w:b/>
          </w:rPr>
          <w:t>[OData-VocCore]</w:t>
        </w:r>
      </w:hyperlink>
      <w:r>
        <w:t>.</w:t>
      </w:r>
    </w:p>
    <w:p w14:paraId="77C99FBB" w14:textId="77777777" w:rsidR="00752DAA" w:rsidRDefault="00752DAA" w:rsidP="00752DAA">
      <w:r>
        <w:t xml:space="preserve">Services that version their metadata MUST support version-specific requests according to the </w:t>
      </w:r>
      <w:hyperlink w:anchor="sec_SystemQueryOptionschemaVersion" w:history="1">
        <w:r>
          <w:rPr>
            <w:rStyle w:val="Hyperlink"/>
            <w:rFonts w:ascii="Courier New" w:hAnsi="Courier New"/>
          </w:rPr>
          <w:t>$schemav</w:t>
        </w:r>
        <w:r w:rsidRPr="00064402">
          <w:rPr>
            <w:rStyle w:val="Hyperlink"/>
            <w:rFonts w:ascii="Courier New" w:hAnsi="Courier New"/>
          </w:rPr>
          <w:t>ersion</w:t>
        </w:r>
      </w:hyperlink>
      <w:r>
        <w:t xml:space="preserve"> system query option. The following Data Model additions are considered safe and do not require services to version their entry point or schema.</w:t>
      </w:r>
    </w:p>
    <w:p w14:paraId="0D01B402" w14:textId="77777777" w:rsidR="00752DAA" w:rsidRPr="00F018AA" w:rsidRDefault="00752DAA" w:rsidP="006C1EBF">
      <w:pPr>
        <w:numPr>
          <w:ilvl w:val="0"/>
          <w:numId w:val="11"/>
        </w:numPr>
        <w:ind w:left="714" w:hanging="357"/>
      </w:pPr>
      <w:r w:rsidRPr="00B217C8">
        <w:t>Adding a property that is nullable or has a default value</w:t>
      </w:r>
      <w:r>
        <w:t>; if it has the same name as an existing dynamic property, it must have the same type (or base type) as the existing dynamic property</w:t>
      </w:r>
    </w:p>
    <w:p w14:paraId="156379EF" w14:textId="77777777" w:rsidR="00752DAA" w:rsidRPr="00F018AA" w:rsidRDefault="00752DAA" w:rsidP="006C1EBF">
      <w:pPr>
        <w:numPr>
          <w:ilvl w:val="0"/>
          <w:numId w:val="11"/>
        </w:numPr>
        <w:ind w:left="714" w:hanging="357"/>
      </w:pPr>
      <w:r w:rsidRPr="00B217C8">
        <w:t>Adding a navigation property that is nullable or collection-valued</w:t>
      </w:r>
      <w:r>
        <w:t>; if it has the same name as an existing dynamic navigation property, it must have the same type (or base type) as the existing dynamic navigation property</w:t>
      </w:r>
    </w:p>
    <w:p w14:paraId="24498B0F" w14:textId="77777777" w:rsidR="00752DAA" w:rsidRPr="007727DE" w:rsidRDefault="00752DAA" w:rsidP="006C1EBF">
      <w:pPr>
        <w:numPr>
          <w:ilvl w:val="0"/>
          <w:numId w:val="11"/>
        </w:numPr>
        <w:ind w:left="714" w:hanging="357"/>
      </w:pPr>
      <w:r w:rsidRPr="00B217C8">
        <w:t>Adding a new entity type to the model</w:t>
      </w:r>
    </w:p>
    <w:p w14:paraId="346891FF" w14:textId="77777777" w:rsidR="00752DAA" w:rsidRPr="00F018AA" w:rsidRDefault="00752DAA" w:rsidP="006C1EBF">
      <w:pPr>
        <w:numPr>
          <w:ilvl w:val="0"/>
          <w:numId w:val="11"/>
        </w:numPr>
        <w:ind w:left="714" w:hanging="357"/>
      </w:pPr>
      <w:r w:rsidRPr="00B217C8">
        <w:t>Adding a new complex type to the model</w:t>
      </w:r>
    </w:p>
    <w:p w14:paraId="2AB5AB6B" w14:textId="77777777" w:rsidR="00752DAA" w:rsidRPr="00F018AA" w:rsidRDefault="00752DAA" w:rsidP="006C1EBF">
      <w:pPr>
        <w:numPr>
          <w:ilvl w:val="0"/>
          <w:numId w:val="11"/>
        </w:numPr>
        <w:ind w:left="714" w:hanging="357"/>
      </w:pPr>
      <w:r w:rsidRPr="00B217C8">
        <w:t>Adding a new entity set</w:t>
      </w:r>
    </w:p>
    <w:p w14:paraId="167E022A" w14:textId="77777777" w:rsidR="00752DAA" w:rsidRPr="00F018AA" w:rsidRDefault="00752DAA" w:rsidP="006C1EBF">
      <w:pPr>
        <w:numPr>
          <w:ilvl w:val="0"/>
          <w:numId w:val="11"/>
        </w:numPr>
        <w:ind w:left="714" w:hanging="357"/>
      </w:pPr>
      <w:r w:rsidRPr="00B217C8">
        <w:t xml:space="preserve">Adding a new </w:t>
      </w:r>
      <w:r>
        <w:t>singleton</w:t>
      </w:r>
    </w:p>
    <w:p w14:paraId="7B25B403" w14:textId="77777777" w:rsidR="00752DAA" w:rsidRPr="00F018AA" w:rsidRDefault="00752DAA" w:rsidP="006C1EBF">
      <w:pPr>
        <w:numPr>
          <w:ilvl w:val="0"/>
          <w:numId w:val="11"/>
        </w:numPr>
        <w:ind w:left="714" w:hanging="357"/>
      </w:pPr>
      <w:r w:rsidRPr="00B217C8">
        <w:t xml:space="preserve">Adding </w:t>
      </w:r>
      <w:r>
        <w:t xml:space="preserve">an action, </w:t>
      </w:r>
      <w:r w:rsidRPr="00B217C8">
        <w:t>a function</w:t>
      </w:r>
      <w:r>
        <w:t>, an action import,</w:t>
      </w:r>
      <w:r w:rsidRPr="00B217C8">
        <w:t xml:space="preserve"> or function import </w:t>
      </w:r>
    </w:p>
    <w:p w14:paraId="7077BE1D" w14:textId="77777777" w:rsidR="00752DAA" w:rsidRPr="00F018AA" w:rsidRDefault="00752DAA" w:rsidP="006C1EBF">
      <w:pPr>
        <w:numPr>
          <w:ilvl w:val="0"/>
          <w:numId w:val="11"/>
        </w:numPr>
        <w:ind w:left="714" w:hanging="357"/>
      </w:pPr>
      <w:r w:rsidRPr="00B217C8">
        <w:t>Adding a</w:t>
      </w:r>
      <w:r>
        <w:t xml:space="preserve">n action </w:t>
      </w:r>
      <w:r w:rsidRPr="00B217C8">
        <w:t>parameter that is nullable</w:t>
      </w:r>
    </w:p>
    <w:p w14:paraId="3CC55572" w14:textId="77777777" w:rsidR="00752DAA" w:rsidRDefault="00752DAA" w:rsidP="006C1EBF">
      <w:pPr>
        <w:numPr>
          <w:ilvl w:val="0"/>
          <w:numId w:val="11"/>
        </w:numPr>
        <w:ind w:left="714" w:hanging="357"/>
      </w:pPr>
      <w:r>
        <w:t>Adding a type definition or enumeration</w:t>
      </w:r>
    </w:p>
    <w:p w14:paraId="796BDA71" w14:textId="77777777" w:rsidR="00752DAA" w:rsidRDefault="00752DAA" w:rsidP="006C1EBF">
      <w:pPr>
        <w:numPr>
          <w:ilvl w:val="0"/>
          <w:numId w:val="11"/>
        </w:numPr>
        <w:ind w:left="714" w:hanging="357"/>
      </w:pPr>
      <w:r>
        <w:t>Adding a new term</w:t>
      </w:r>
    </w:p>
    <w:p w14:paraId="39A80DB3" w14:textId="77777777" w:rsidR="00752DAA" w:rsidRPr="007727DE" w:rsidRDefault="00752DAA" w:rsidP="006C1EBF">
      <w:pPr>
        <w:numPr>
          <w:ilvl w:val="0"/>
          <w:numId w:val="11"/>
        </w:numPr>
        <w:ind w:left="714" w:hanging="357"/>
      </w:pPr>
      <w:r w:rsidRPr="00B217C8">
        <w:t>Adding any annotation to a model element that does not need to be understood by the client in order to correctly interact with the service</w:t>
      </w:r>
    </w:p>
    <w:p w14:paraId="7F224E2F" w14:textId="77777777" w:rsidR="00752DAA" w:rsidRDefault="00752DAA" w:rsidP="00752DAA">
      <w:r>
        <w:t>Clients SHOULD be prepared for services to make such incremental changes to their model. In particular, clients SHOULD be prepared to receive properties and derived types not previously defined by the service.</w:t>
      </w:r>
    </w:p>
    <w:p w14:paraId="621E702F" w14:textId="77777777" w:rsidR="00752DAA" w:rsidRDefault="00752DAA" w:rsidP="00752DAA">
      <w:pPr>
        <w:rPr>
          <w:color w:val="000000"/>
        </w:rPr>
      </w:pPr>
      <w:r>
        <w:rPr>
          <w:color w:val="000000"/>
        </w:rPr>
        <w:lastRenderedPageBreak/>
        <w:t xml:space="preserve">Services SHOULD NOT change their data model depending on the authenticated user. If the data model is user or user group dependent, all changes MUST be </w:t>
      </w:r>
      <w:r w:rsidRPr="008C71C4">
        <w:rPr>
          <w:i/>
          <w:color w:val="000000"/>
        </w:rPr>
        <w:t>safe changes</w:t>
      </w:r>
      <w:r>
        <w:rPr>
          <w:color w:val="000000"/>
        </w:rPr>
        <w:t xml:space="preserve"> as defined in this section when comparing the full model to the model visible to users with restricted authorizations.</w:t>
      </w:r>
    </w:p>
    <w:p w14:paraId="44C2B8E1" w14:textId="77777777" w:rsidR="00752DAA" w:rsidRPr="00FA1DBD" w:rsidRDefault="00752DAA" w:rsidP="00752DAA"/>
    <w:bookmarkStart w:id="95" w:name="_Extensibility"/>
    <w:bookmarkStart w:id="96" w:name="_Toc477876556"/>
    <w:bookmarkStart w:id="97" w:name="sec_Extensibility"/>
    <w:bookmarkEnd w:id="95"/>
    <w:p w14:paraId="7D3B689A" w14:textId="77777777" w:rsidR="00752DAA" w:rsidRDefault="00752DAA" w:rsidP="006C1EBF">
      <w:pPr>
        <w:pStyle w:val="Heading1"/>
        <w:numPr>
          <w:ilvl w:val="0"/>
          <w:numId w:val="2"/>
        </w:numPr>
        <w:tabs>
          <w:tab w:val="clear" w:pos="432"/>
          <w:tab w:val="left" w:pos="567"/>
        </w:tabs>
        <w:ind w:left="397" w:hanging="397"/>
      </w:pPr>
      <w:r>
        <w:lastRenderedPageBreak/>
        <w:fldChar w:fldCharType="begin"/>
      </w:r>
      <w:r>
        <w:instrText xml:space="preserve"> HYPERLINK  \l "sec_Extensibility" </w:instrText>
      </w:r>
      <w:r>
        <w:fldChar w:fldCharType="separate"/>
      </w:r>
      <w:bookmarkStart w:id="98" w:name="_Toc494884969"/>
      <w:bookmarkStart w:id="99" w:name="_Toc494356716"/>
      <w:r w:rsidRPr="004A50BC">
        <w:rPr>
          <w:rStyle w:val="Hyperlink"/>
        </w:rPr>
        <w:t>Extensibility</w:t>
      </w:r>
      <w:bookmarkEnd w:id="96"/>
      <w:bookmarkEnd w:id="97"/>
      <w:bookmarkEnd w:id="98"/>
      <w:bookmarkEnd w:id="99"/>
      <w:r>
        <w:fldChar w:fldCharType="end"/>
      </w:r>
    </w:p>
    <w:p w14:paraId="6B28C61E" w14:textId="77777777" w:rsidR="00752DAA" w:rsidRDefault="00752DAA" w:rsidP="00752DAA">
      <w:r>
        <w:t>The OData protocol supports both user- and version-driven extensibility through a combination of versioning, convention, and explicit extension points.</w:t>
      </w:r>
    </w:p>
    <w:bookmarkStart w:id="100" w:name="_Toc477876557"/>
    <w:bookmarkStart w:id="101" w:name="sec_QueryOptionExtensibility"/>
    <w:p w14:paraId="16455593" w14:textId="77777777" w:rsidR="00752DAA" w:rsidRDefault="00752DAA" w:rsidP="006C1EBF">
      <w:pPr>
        <w:pStyle w:val="Heading2"/>
        <w:numPr>
          <w:ilvl w:val="1"/>
          <w:numId w:val="2"/>
        </w:numPr>
        <w:tabs>
          <w:tab w:val="left" w:pos="567"/>
        </w:tabs>
      </w:pPr>
      <w:r>
        <w:fldChar w:fldCharType="begin"/>
      </w:r>
      <w:r>
        <w:instrText xml:space="preserve"> HYPERLINK  \l "sec_QueryOptionExtensibility" </w:instrText>
      </w:r>
      <w:r>
        <w:fldChar w:fldCharType="separate"/>
      </w:r>
      <w:bookmarkStart w:id="102" w:name="_Toc494884970"/>
      <w:bookmarkStart w:id="103" w:name="_Toc494356717"/>
      <w:r w:rsidRPr="004A50BC">
        <w:rPr>
          <w:rStyle w:val="Hyperlink"/>
        </w:rPr>
        <w:t>Query Option Extensibility</w:t>
      </w:r>
      <w:bookmarkEnd w:id="100"/>
      <w:bookmarkEnd w:id="101"/>
      <w:bookmarkEnd w:id="102"/>
      <w:bookmarkEnd w:id="103"/>
      <w:r>
        <w:fldChar w:fldCharType="end"/>
      </w:r>
    </w:p>
    <w:p w14:paraId="7CF0B8CC" w14:textId="77777777" w:rsidR="00752DAA" w:rsidRDefault="00752DAA" w:rsidP="00752DAA">
      <w:r>
        <w:t>Query options within the request URL can control how a particular request is processed by the service.</w:t>
      </w:r>
    </w:p>
    <w:p w14:paraId="39EE667E" w14:textId="77777777" w:rsidR="00752DAA" w:rsidRDefault="00752DAA" w:rsidP="00752DAA">
      <w:r>
        <w:t>OData-defined system query options are optionally prefixed with "</w:t>
      </w:r>
      <w:r w:rsidRPr="00B475FC">
        <w:rPr>
          <w:rStyle w:val="Datatype"/>
        </w:rPr>
        <w:t>$</w:t>
      </w:r>
      <w:r>
        <w:t>". Services</w:t>
      </w:r>
      <w:r w:rsidDel="00154F26">
        <w:t xml:space="preserve"> </w:t>
      </w:r>
      <w:r>
        <w:t>may support additional custom query options not defined in the OData specification, but they MUST NOT begin with the "</w:t>
      </w:r>
      <w:r w:rsidRPr="00B475FC">
        <w:rPr>
          <w:rStyle w:val="Datatype"/>
        </w:rPr>
        <w:t>$</w:t>
      </w:r>
      <w:r>
        <w:t>" or "</w:t>
      </w:r>
      <w:r w:rsidRPr="00C10941">
        <w:rPr>
          <w:rStyle w:val="Datatype"/>
        </w:rPr>
        <w:t>@</w:t>
      </w:r>
      <w:r>
        <w:t>" character and MUST NOT conflict with any OData-defined system query options defined in the OData version supported by the service.</w:t>
      </w:r>
    </w:p>
    <w:p w14:paraId="09DEB755" w14:textId="77777777" w:rsidR="00752DAA" w:rsidRDefault="00752DAA" w:rsidP="00752DAA">
      <w:r>
        <w:t>OData services SHOULD NOT require any query options to be specified in a request. Services SHOULD fail any request that contains query options that they do not understand and MUST fail any request that contains unsupported OData query options defined in the version of this specification supported by the service.</w:t>
      </w:r>
    </w:p>
    <w:p w14:paraId="402BFD43" w14:textId="77777777" w:rsidR="00752DAA" w:rsidRDefault="00752DAA" w:rsidP="00752DAA">
      <w:r>
        <w:t xml:space="preserve">In many cases OData services return URLs to identify resources that are later requested by clients. Where possible, interoperability is enhanced by providing all identifying information in the path portion of the URL. However, clients should be prepared for such URLs to include custom query options and propagate any such custom query options in future requests to the identified resource. </w:t>
      </w:r>
    </w:p>
    <w:bookmarkStart w:id="104" w:name="_Payload_Extensibility"/>
    <w:bookmarkStart w:id="105" w:name="_Toc477876558"/>
    <w:bookmarkStart w:id="106" w:name="sec_PayloadExtensibility"/>
    <w:bookmarkEnd w:id="104"/>
    <w:p w14:paraId="729FD4D2" w14:textId="77777777" w:rsidR="00752DAA" w:rsidRDefault="00752DAA" w:rsidP="006C1EBF">
      <w:pPr>
        <w:pStyle w:val="Heading2"/>
        <w:numPr>
          <w:ilvl w:val="1"/>
          <w:numId w:val="2"/>
        </w:numPr>
        <w:tabs>
          <w:tab w:val="left" w:pos="567"/>
        </w:tabs>
      </w:pPr>
      <w:r>
        <w:fldChar w:fldCharType="begin"/>
      </w:r>
      <w:r>
        <w:instrText xml:space="preserve"> HYPERLINK  \l "sec_PayloadExtensibility" </w:instrText>
      </w:r>
      <w:r>
        <w:fldChar w:fldCharType="separate"/>
      </w:r>
      <w:bookmarkStart w:id="107" w:name="_Toc494884971"/>
      <w:bookmarkStart w:id="108" w:name="_Toc494356718"/>
      <w:r w:rsidRPr="004A50BC">
        <w:rPr>
          <w:rStyle w:val="Hyperlink"/>
        </w:rPr>
        <w:t>Payload Extensibility</w:t>
      </w:r>
      <w:bookmarkEnd w:id="105"/>
      <w:bookmarkEnd w:id="106"/>
      <w:bookmarkEnd w:id="107"/>
      <w:bookmarkEnd w:id="108"/>
      <w:r>
        <w:fldChar w:fldCharType="end"/>
      </w:r>
    </w:p>
    <w:p w14:paraId="78B46230" w14:textId="77777777" w:rsidR="00752DAA" w:rsidRDefault="00752DAA" w:rsidP="00752DAA">
      <w:r>
        <w:t>OData supports extensibility in the payload, according to the specific format.</w:t>
      </w:r>
    </w:p>
    <w:p w14:paraId="3B27CCD7" w14:textId="77777777" w:rsidR="00752DAA" w:rsidRDefault="00752DAA" w:rsidP="00752DAA">
      <w:r>
        <w:t xml:space="preserve">Regardless of the format, additional content MUST NOT be present if it needs to be understood by the receiver in order to correctly interpret the payload according to the specified </w:t>
      </w:r>
      <w:hyperlink w:anchor="sec_HeaderODataVersion" w:history="1">
        <w:r>
          <w:rPr>
            <w:rStyle w:val="Hyperlink"/>
          </w:rPr>
          <w:t>OData-Version</w:t>
        </w:r>
      </w:hyperlink>
      <w:r>
        <w:rPr>
          <w:rStyle w:val="Hyperlink"/>
        </w:rPr>
        <w:t xml:space="preserve"> </w:t>
      </w:r>
      <w:r>
        <w:t xml:space="preserve">header. Thus, clients and services MUST be prepared to handle or safely ignore any content not specifically defined in the version of the payload specified by the </w:t>
      </w:r>
      <w:r w:rsidRPr="00E00970">
        <w:rPr>
          <w:rFonts w:ascii="Courier New" w:hAnsi="Courier New"/>
        </w:rPr>
        <w:t>OData-Version</w:t>
      </w:r>
      <w:r w:rsidRPr="005834D2">
        <w:rPr>
          <w:rStyle w:val="Hyperlink1"/>
          <w:rFonts w:ascii="Courier New" w:hAnsi="Courier New" w:cs="Courier New"/>
        </w:rPr>
        <w:t xml:space="preserve"> </w:t>
      </w:r>
      <w:r>
        <w:t>header.</w:t>
      </w:r>
    </w:p>
    <w:bookmarkStart w:id="109" w:name="_Toc477876559"/>
    <w:bookmarkStart w:id="110" w:name="sec_ActionFunctionExtensibility"/>
    <w:p w14:paraId="00EA2243" w14:textId="77777777" w:rsidR="00752DAA" w:rsidRDefault="00752DAA" w:rsidP="006C1EBF">
      <w:pPr>
        <w:pStyle w:val="Heading2"/>
        <w:numPr>
          <w:ilvl w:val="1"/>
          <w:numId w:val="2"/>
        </w:numPr>
        <w:tabs>
          <w:tab w:val="left" w:pos="567"/>
        </w:tabs>
      </w:pPr>
      <w:r>
        <w:fldChar w:fldCharType="begin"/>
      </w:r>
      <w:r>
        <w:instrText xml:space="preserve"> HYPERLINK  \l "sec_ActionFunctionExtensibility" </w:instrText>
      </w:r>
      <w:r>
        <w:fldChar w:fldCharType="separate"/>
      </w:r>
      <w:bookmarkStart w:id="111" w:name="_Toc494884972"/>
      <w:bookmarkStart w:id="112" w:name="_Toc494356719"/>
      <w:r w:rsidRPr="004A50BC">
        <w:rPr>
          <w:rStyle w:val="Hyperlink"/>
        </w:rPr>
        <w:t>Action/Function Extensibility</w:t>
      </w:r>
      <w:bookmarkEnd w:id="109"/>
      <w:bookmarkEnd w:id="110"/>
      <w:bookmarkEnd w:id="111"/>
      <w:bookmarkEnd w:id="112"/>
      <w:r>
        <w:fldChar w:fldCharType="end"/>
      </w:r>
    </w:p>
    <w:p w14:paraId="313102C3" w14:textId="77777777" w:rsidR="00752DAA" w:rsidRDefault="002A710D" w:rsidP="00752DAA">
      <w:hyperlink w:anchor="sec_Actions" w:history="1">
        <w:r w:rsidR="00752DAA">
          <w:rPr>
            <w:rStyle w:val="Hyperlink"/>
          </w:rPr>
          <w:t>Actions</w:t>
        </w:r>
      </w:hyperlink>
      <w:r w:rsidR="00752DAA">
        <w:rPr>
          <w:rStyle w:val="Hyperlink"/>
        </w:rPr>
        <w:t xml:space="preserve"> </w:t>
      </w:r>
      <w:r w:rsidR="00752DAA" w:rsidRPr="006E630A">
        <w:t xml:space="preserve">and </w:t>
      </w:r>
      <w:hyperlink w:anchor="sec_Functions" w:history="1">
        <w:r w:rsidR="00752DAA">
          <w:rPr>
            <w:rStyle w:val="Hyperlink"/>
          </w:rPr>
          <w:t>Functions</w:t>
        </w:r>
      </w:hyperlink>
      <w:r w:rsidR="00752DAA">
        <w:rPr>
          <w:rStyle w:val="Hyperlink"/>
        </w:rPr>
        <w:t xml:space="preserve"> </w:t>
      </w:r>
      <w:r w:rsidR="00752DAA" w:rsidRPr="006E630A">
        <w:t xml:space="preserve">extend the set of operations that can be performed on or with a service or resource. </w:t>
      </w:r>
      <w:r w:rsidR="00752DAA" w:rsidRPr="006E630A">
        <w:rPr>
          <w:rStyle w:val="Hyperlink1"/>
        </w:rPr>
        <w:t>Actions</w:t>
      </w:r>
      <w:r w:rsidR="00752DAA" w:rsidRPr="006E630A" w:rsidDel="00154F26">
        <w:t xml:space="preserve"> </w:t>
      </w:r>
      <w:r w:rsidR="00752DAA">
        <w:t>can</w:t>
      </w:r>
      <w:r w:rsidR="00752DAA" w:rsidRPr="006E630A">
        <w:t xml:space="preserve"> have side-effects. For example</w:t>
      </w:r>
      <w:r w:rsidR="00752DAA">
        <w:t>,</w:t>
      </w:r>
      <w:r w:rsidR="00752DAA" w:rsidRPr="006E630A">
        <w:t xml:space="preserve"> </w:t>
      </w:r>
      <w:r w:rsidR="00752DAA" w:rsidRPr="006E630A">
        <w:rPr>
          <w:rStyle w:val="Hyperlink1"/>
        </w:rPr>
        <w:t>Actions</w:t>
      </w:r>
      <w:r w:rsidR="00752DAA" w:rsidRPr="006E630A">
        <w:t xml:space="preserve"> </w:t>
      </w:r>
      <w:r w:rsidR="00752DAA">
        <w:t>can</w:t>
      </w:r>
      <w:r w:rsidR="00752DAA" w:rsidRPr="006E630A">
        <w:t xml:space="preserve"> be used to </w:t>
      </w:r>
      <w:r w:rsidR="00752DAA">
        <w:t>modify data</w:t>
      </w:r>
      <w:r w:rsidR="00752DAA" w:rsidRPr="006E630A">
        <w:t xml:space="preserve"> or to invoke custom operations. Functions MUST NOT have side-effects. Functions can be invoked</w:t>
      </w:r>
      <w:r w:rsidR="00752DAA">
        <w:t xml:space="preserve"> from a URL that addresses a resource or within an expression to a </w:t>
      </w:r>
      <w:hyperlink w:anchor="sec_SystemQueryOptionfilter" w:history="1">
        <w:r w:rsidR="00752DAA" w:rsidRPr="001840C5">
          <w:rPr>
            <w:rStyle w:val="Hyperlink"/>
            <w:rFonts w:ascii="Courier New" w:hAnsi="Courier New"/>
          </w:rPr>
          <w:t>$filter</w:t>
        </w:r>
      </w:hyperlink>
      <w:r w:rsidR="00752DAA">
        <w:t xml:space="preserve"> or </w:t>
      </w:r>
      <w:hyperlink w:anchor="sec_SystemQueryOptionorderby" w:history="1">
        <w:r w:rsidR="00752DAA" w:rsidRPr="001840C5">
          <w:rPr>
            <w:rStyle w:val="Hyperlink"/>
            <w:rFonts w:ascii="Courier New" w:hAnsi="Courier New"/>
          </w:rPr>
          <w:t>$orderby</w:t>
        </w:r>
      </w:hyperlink>
      <w:r w:rsidR="00752DAA">
        <w:t xml:space="preserve"> system query option.</w:t>
      </w:r>
    </w:p>
    <w:p w14:paraId="4043C2F1" w14:textId="77777777" w:rsidR="00752DAA" w:rsidRDefault="00752DAA" w:rsidP="00752DAA">
      <w:r>
        <w:t xml:space="preserve">Fully qualified action and function names include a namespace or alias prefix. The </w:t>
      </w:r>
      <w:r w:rsidRPr="002C6DD3">
        <w:rPr>
          <w:rStyle w:val="Datatype"/>
        </w:rPr>
        <w:t>Edm</w:t>
      </w:r>
      <w:r>
        <w:t xml:space="preserve">, </w:t>
      </w:r>
      <w:r w:rsidRPr="00B475FC">
        <w:rPr>
          <w:rStyle w:val="Datatype"/>
        </w:rPr>
        <w:t>odata</w:t>
      </w:r>
      <w:r>
        <w:t xml:space="preserve"> and </w:t>
      </w:r>
      <w:r w:rsidRPr="00B475FC">
        <w:rPr>
          <w:rStyle w:val="Datatype"/>
        </w:rPr>
        <w:t>geo</w:t>
      </w:r>
      <w:r>
        <w:t xml:space="preserve"> namespaces are reserved for the use of this specification.</w:t>
      </w:r>
    </w:p>
    <w:p w14:paraId="029A5D33" w14:textId="77777777" w:rsidR="00752DAA" w:rsidRDefault="00752DAA" w:rsidP="00752DAA">
      <w:r>
        <w:t>An OData service MUST fail any request that contains actions or functions that it does not understand.</w:t>
      </w:r>
    </w:p>
    <w:bookmarkStart w:id="113" w:name="_Toc477876560"/>
    <w:bookmarkStart w:id="114" w:name="sec_VocabularyExtensibility"/>
    <w:p w14:paraId="76F62DD0" w14:textId="77777777" w:rsidR="00752DAA" w:rsidRDefault="00752DAA" w:rsidP="006C1EBF">
      <w:pPr>
        <w:pStyle w:val="Heading2"/>
        <w:numPr>
          <w:ilvl w:val="1"/>
          <w:numId w:val="2"/>
        </w:numPr>
        <w:tabs>
          <w:tab w:val="left" w:pos="567"/>
        </w:tabs>
      </w:pPr>
      <w:r>
        <w:fldChar w:fldCharType="begin"/>
      </w:r>
      <w:r>
        <w:instrText xml:space="preserve"> HYPERLINK  \l "sec_VocabularyExtensibility" </w:instrText>
      </w:r>
      <w:r>
        <w:fldChar w:fldCharType="separate"/>
      </w:r>
      <w:bookmarkStart w:id="115" w:name="_Toc494884973"/>
      <w:bookmarkStart w:id="116" w:name="_Toc494356720"/>
      <w:r w:rsidRPr="004A50BC">
        <w:rPr>
          <w:rStyle w:val="Hyperlink"/>
        </w:rPr>
        <w:t>Vocabulary Extensibility</w:t>
      </w:r>
      <w:bookmarkEnd w:id="113"/>
      <w:bookmarkEnd w:id="114"/>
      <w:bookmarkEnd w:id="115"/>
      <w:bookmarkEnd w:id="116"/>
      <w:r>
        <w:fldChar w:fldCharType="end"/>
      </w:r>
    </w:p>
    <w:p w14:paraId="5D487EEC" w14:textId="77777777" w:rsidR="00752DAA" w:rsidRDefault="00752DAA" w:rsidP="00752DAA">
      <w:r>
        <w:t xml:space="preserve">The set of </w:t>
      </w:r>
      <w:hyperlink w:anchor="sec_Annotations" w:history="1">
        <w:r w:rsidRPr="00FF4639">
          <w:rPr>
            <w:rStyle w:val="Hyperlink"/>
          </w:rPr>
          <w:t>annotations</w:t>
        </w:r>
      </w:hyperlink>
      <w:r>
        <w:t xml:space="preserve"> defined within a schema comprise a </w:t>
      </w:r>
      <w:r w:rsidRPr="00FF4639">
        <w:rPr>
          <w:i/>
        </w:rPr>
        <w:t>vocabulary</w:t>
      </w:r>
      <w:r>
        <w:t>. Shared vocabularies provide a powerful extensibility point for OData.</w:t>
      </w:r>
    </w:p>
    <w:p w14:paraId="413A05F7" w14:textId="77777777" w:rsidR="00752DAA" w:rsidRDefault="00752DAA" w:rsidP="00752DAA">
      <w:r>
        <w:t>Metadata annotations can be used to define additional characteristics or capabilities of a metadata element, such as a service, entity type, property, function, action or parameter. For example, a metadata annotation could define ranges of valid values for a particular property.</w:t>
      </w:r>
    </w:p>
    <w:p w14:paraId="6A03B396" w14:textId="77777777" w:rsidR="00752DAA" w:rsidRDefault="00752DAA" w:rsidP="00752DAA">
      <w:r>
        <w:t>Instance annotations can be used to define additional information associated with a particular result, entity, property, or error; for example whether a property is read-only for a particular instance.</w:t>
      </w:r>
    </w:p>
    <w:p w14:paraId="2B0D800C" w14:textId="77777777" w:rsidR="00752DAA" w:rsidRDefault="00752DAA" w:rsidP="00752DAA">
      <w:r>
        <w:t xml:space="preserve">Where annotations apply across all instances of a type, services are encouraged to specify the annotation in metadata rather than repeating in each instance of the payload. Where the same annotation </w:t>
      </w:r>
      <w:r>
        <w:lastRenderedPageBreak/>
        <w:t>is defined at both the metadata and instance level, the instance-level annotation overrides the one specified at the metadata level.</w:t>
      </w:r>
    </w:p>
    <w:p w14:paraId="3FF61E2E" w14:textId="77777777" w:rsidR="00752DAA" w:rsidRDefault="00752DAA" w:rsidP="00752DAA">
      <w:r>
        <w:t>A service MUST NOT require the client to understand custom annotations in order to accurately interpret a response.</w:t>
      </w:r>
    </w:p>
    <w:p w14:paraId="5FF0B209" w14:textId="77777777" w:rsidR="00752DAA" w:rsidRDefault="00752DAA" w:rsidP="00752DAA">
      <w:r>
        <w:t xml:space="preserve">OData defines a </w:t>
      </w:r>
      <w:r w:rsidRPr="00E34316">
        <w:rPr>
          <w:rStyle w:val="Datatype"/>
        </w:rPr>
        <w:t>Core</w:t>
      </w:r>
      <w:r>
        <w:rPr>
          <w:b/>
        </w:rPr>
        <w:t xml:space="preserve"> </w:t>
      </w:r>
      <w:r>
        <w:t xml:space="preserve">vocabulary with a set of basic terms describing behavioral aspects along with terms that can be used in defining other vocabularies; see </w:t>
      </w:r>
      <w:hyperlink w:anchor="VocCore" w:history="1">
        <w:r w:rsidRPr="00CF5569">
          <w:rPr>
            <w:rStyle w:val="Hyperlink"/>
            <w:b/>
          </w:rPr>
          <w:t>[OData-VocCore]</w:t>
        </w:r>
      </w:hyperlink>
      <w:r>
        <w:t>.</w:t>
      </w:r>
    </w:p>
    <w:bookmarkStart w:id="117" w:name="_Header_Field_Extensibility"/>
    <w:bookmarkStart w:id="118" w:name="_Toc477876561"/>
    <w:bookmarkStart w:id="119" w:name="sec_HeaderFieldExtensibility"/>
    <w:bookmarkEnd w:id="117"/>
    <w:p w14:paraId="2FEAEF9E" w14:textId="77777777" w:rsidR="00752DAA" w:rsidRDefault="00752DAA" w:rsidP="006C1EBF">
      <w:pPr>
        <w:pStyle w:val="Heading2"/>
        <w:numPr>
          <w:ilvl w:val="1"/>
          <w:numId w:val="2"/>
        </w:numPr>
        <w:tabs>
          <w:tab w:val="left" w:pos="567"/>
        </w:tabs>
      </w:pPr>
      <w:r>
        <w:fldChar w:fldCharType="begin"/>
      </w:r>
      <w:r>
        <w:instrText xml:space="preserve"> HYPERLINK  \l "sec_HeaderFieldExtensibility" </w:instrText>
      </w:r>
      <w:r>
        <w:fldChar w:fldCharType="separate"/>
      </w:r>
      <w:bookmarkStart w:id="120" w:name="_Toc494884974"/>
      <w:bookmarkStart w:id="121" w:name="_Toc494356721"/>
      <w:r w:rsidRPr="004A50BC">
        <w:rPr>
          <w:rStyle w:val="Hyperlink"/>
        </w:rPr>
        <w:t>Header Field Extensibility</w:t>
      </w:r>
      <w:bookmarkEnd w:id="118"/>
      <w:bookmarkEnd w:id="119"/>
      <w:bookmarkEnd w:id="120"/>
      <w:bookmarkEnd w:id="121"/>
      <w:r>
        <w:fldChar w:fldCharType="end"/>
      </w:r>
    </w:p>
    <w:p w14:paraId="62F74CE6" w14:textId="77777777" w:rsidR="00752DAA" w:rsidRDefault="00752DAA" w:rsidP="00752DAA">
      <w:r>
        <w:t>OData defines semantics around certain HTTP request and response headers. Services that support a version of OData conform to the processing requirements for the headers defined by this specification for that version.</w:t>
      </w:r>
    </w:p>
    <w:p w14:paraId="444DFEDA" w14:textId="77777777" w:rsidR="00752DAA" w:rsidRDefault="00752DAA" w:rsidP="00752DAA">
      <w:r>
        <w:t>Individual services</w:t>
      </w:r>
      <w:r w:rsidDel="00FF4639">
        <w:t xml:space="preserve"> </w:t>
      </w:r>
      <w:r>
        <w:t xml:space="preserve">may define custom headers. These headers MUST NOT begin with </w:t>
      </w:r>
      <w:r w:rsidRPr="00590ABE">
        <w:rPr>
          <w:rStyle w:val="Datatype"/>
        </w:rPr>
        <w:t>OData</w:t>
      </w:r>
      <w:r>
        <w:t>. Custom headers SHOULD be optional when making requests to the service. A service MUST NOT require the client to understand custom headers to accurately interpret the response.</w:t>
      </w:r>
    </w:p>
    <w:bookmarkStart w:id="122" w:name="_Toc477876562"/>
    <w:bookmarkStart w:id="123" w:name="sec_FormatExtensibility"/>
    <w:p w14:paraId="7F36CF3A" w14:textId="77777777" w:rsidR="00752DAA" w:rsidRDefault="00752DAA" w:rsidP="006C1EBF">
      <w:pPr>
        <w:pStyle w:val="Heading2"/>
        <w:numPr>
          <w:ilvl w:val="1"/>
          <w:numId w:val="2"/>
        </w:numPr>
        <w:tabs>
          <w:tab w:val="left" w:pos="567"/>
        </w:tabs>
      </w:pPr>
      <w:r>
        <w:fldChar w:fldCharType="begin"/>
      </w:r>
      <w:r>
        <w:instrText xml:space="preserve"> HYPERLINK  \l "sec_FormatExtensibility" </w:instrText>
      </w:r>
      <w:r>
        <w:fldChar w:fldCharType="separate"/>
      </w:r>
      <w:bookmarkStart w:id="124" w:name="_Toc494884975"/>
      <w:bookmarkStart w:id="125" w:name="_Toc494356722"/>
      <w:r w:rsidRPr="004A50BC">
        <w:rPr>
          <w:rStyle w:val="Hyperlink"/>
        </w:rPr>
        <w:t>Format Extensibility</w:t>
      </w:r>
      <w:bookmarkEnd w:id="122"/>
      <w:bookmarkEnd w:id="123"/>
      <w:bookmarkEnd w:id="124"/>
      <w:bookmarkEnd w:id="125"/>
      <w:r>
        <w:fldChar w:fldCharType="end"/>
      </w:r>
    </w:p>
    <w:p w14:paraId="74B8E2B2" w14:textId="77777777" w:rsidR="00752DAA" w:rsidRDefault="00752DAA" w:rsidP="00752DAA">
      <w:r w:rsidRPr="00CD7ED4">
        <w:t xml:space="preserve">An OData </w:t>
      </w:r>
      <w:r>
        <w:t>s</w:t>
      </w:r>
      <w:r w:rsidRPr="00CD7ED4">
        <w:t>ervice MUST support</w:t>
      </w:r>
      <w:r>
        <w:t xml:space="preserve"> </w:t>
      </w:r>
      <w:hyperlink w:anchor="ODataJSONRef" w:history="1">
        <w:r w:rsidRPr="004A525C">
          <w:rPr>
            <w:rStyle w:val="Hyperlink"/>
            <w:b/>
          </w:rPr>
          <w:t>[OData-JSON]</w:t>
        </w:r>
      </w:hyperlink>
      <w:r w:rsidRPr="00CD7ED4">
        <w:t xml:space="preserve"> and MAY support additional formats for both request and response bodies.</w:t>
      </w:r>
    </w:p>
    <w:bookmarkStart w:id="126" w:name="_Formats"/>
    <w:bookmarkStart w:id="127" w:name="_Toc477876563"/>
    <w:bookmarkStart w:id="128" w:name="sec_Formats"/>
    <w:bookmarkEnd w:id="126"/>
    <w:p w14:paraId="73DDC5F7" w14:textId="77777777" w:rsidR="00752DAA" w:rsidRDefault="00752DAA" w:rsidP="006C1EBF">
      <w:pPr>
        <w:pStyle w:val="Heading1"/>
        <w:numPr>
          <w:ilvl w:val="0"/>
          <w:numId w:val="2"/>
        </w:numPr>
        <w:tabs>
          <w:tab w:val="clear" w:pos="432"/>
          <w:tab w:val="left" w:pos="567"/>
        </w:tabs>
        <w:ind w:left="397" w:hanging="397"/>
      </w:pPr>
      <w:r>
        <w:lastRenderedPageBreak/>
        <w:fldChar w:fldCharType="begin"/>
      </w:r>
      <w:r>
        <w:instrText xml:space="preserve"> HYPERLINK  \l "sec_Formats" </w:instrText>
      </w:r>
      <w:r>
        <w:fldChar w:fldCharType="separate"/>
      </w:r>
      <w:bookmarkStart w:id="129" w:name="_Toc494884976"/>
      <w:bookmarkStart w:id="130" w:name="_Toc494356723"/>
      <w:r w:rsidRPr="004A50BC">
        <w:rPr>
          <w:rStyle w:val="Hyperlink"/>
        </w:rPr>
        <w:t>Formats</w:t>
      </w:r>
      <w:bookmarkEnd w:id="127"/>
      <w:bookmarkEnd w:id="128"/>
      <w:bookmarkEnd w:id="129"/>
      <w:bookmarkEnd w:id="130"/>
      <w:r>
        <w:fldChar w:fldCharType="end"/>
      </w:r>
    </w:p>
    <w:p w14:paraId="1E0085F3" w14:textId="77777777" w:rsidR="00752DAA" w:rsidRDefault="00752DAA" w:rsidP="00752DAA">
      <w:r>
        <w:t xml:space="preserve">The client MAY request a particular response format through the </w:t>
      </w:r>
      <w:hyperlink w:anchor="sec_HeaderAccept" w:history="1">
        <w:r w:rsidRPr="00AF068A">
          <w:rPr>
            <w:rStyle w:val="Hyperlink"/>
            <w:rFonts w:ascii="Courier New" w:hAnsi="Courier New"/>
          </w:rPr>
          <w:t>Accept</w:t>
        </w:r>
      </w:hyperlink>
      <w:r>
        <w:t xml:space="preserve"> header, as defined in </w:t>
      </w:r>
      <w:hyperlink w:anchor="HTTPSemantic" w:history="1">
        <w:r w:rsidRPr="00CE1171">
          <w:rPr>
            <w:rStyle w:val="Hyperlink"/>
            <w:b/>
          </w:rPr>
          <w:t>[RFC7231]</w:t>
        </w:r>
      </w:hyperlink>
      <w:r>
        <w:t xml:space="preserve">, or through the </w:t>
      </w:r>
      <w:r w:rsidRPr="00DA5424">
        <w:t>system query option</w:t>
      </w:r>
      <w:r>
        <w:t xml:space="preserve"> </w:t>
      </w:r>
      <w:hyperlink w:anchor="sec_SystemQueryOptionformat" w:history="1">
        <w:r w:rsidRPr="00737604">
          <w:rPr>
            <w:rStyle w:val="Hyperlink"/>
          </w:rPr>
          <w:t>$format</w:t>
        </w:r>
      </w:hyperlink>
      <w:r>
        <w:rPr>
          <w:rStyle w:val="Hyperlink"/>
        </w:rPr>
        <w:t>.</w:t>
      </w:r>
    </w:p>
    <w:p w14:paraId="151F8070" w14:textId="77777777" w:rsidR="00752DAA" w:rsidRDefault="00752DAA" w:rsidP="00752DAA">
      <w:r>
        <w:t xml:space="preserve">In the case that both the </w:t>
      </w:r>
      <w:r w:rsidRPr="001440D4">
        <w:rPr>
          <w:rStyle w:val="Datatype"/>
        </w:rPr>
        <w:t>Accept</w:t>
      </w:r>
      <w:r>
        <w:t xml:space="preserve"> header and the </w:t>
      </w:r>
      <w:r w:rsidRPr="001440D4">
        <w:rPr>
          <w:rStyle w:val="Datatype"/>
        </w:rPr>
        <w:t>$format</w:t>
      </w:r>
      <w:r w:rsidRPr="00C55D5E">
        <w:rPr>
          <w:rStyle w:val="Datatype"/>
          <w:rFonts w:ascii="Arial" w:hAnsi="Arial" w:cs="Arial"/>
        </w:rPr>
        <w:t xml:space="preserve"> system </w:t>
      </w:r>
      <w:r>
        <w:t xml:space="preserve">query option are specified on a request, the value specified in the </w:t>
      </w:r>
      <w:r w:rsidRPr="001440D4">
        <w:rPr>
          <w:rStyle w:val="Datatype"/>
        </w:rPr>
        <w:t>$format</w:t>
      </w:r>
      <w:r>
        <w:t xml:space="preserve"> query option MUST be used.</w:t>
      </w:r>
    </w:p>
    <w:p w14:paraId="748F1543" w14:textId="77777777" w:rsidR="00752DAA" w:rsidRDefault="00752DAA" w:rsidP="00752DAA">
      <w:r>
        <w:t xml:space="preserve">If the service does not support the requested format, it replies with a </w:t>
      </w:r>
      <w:hyperlink w:anchor="sec_ResponseCode406NotAcceptable" w:history="1">
        <w:r w:rsidRPr="00CA2303">
          <w:rPr>
            <w:rStyle w:val="Hyperlink"/>
            <w:rFonts w:ascii="Courier New" w:hAnsi="Courier New"/>
          </w:rPr>
          <w:t>406 Not Acceptable</w:t>
        </w:r>
      </w:hyperlink>
      <w:r>
        <w:t xml:space="preserve"> error response.</w:t>
      </w:r>
    </w:p>
    <w:p w14:paraId="302F9D9B" w14:textId="77777777" w:rsidR="00752DAA" w:rsidRDefault="00752DAA" w:rsidP="00752DAA">
      <w:r>
        <w:t xml:space="preserve">Services SHOULD advertise their supported formats in the metadata document by annotating their entity container with the term </w:t>
      </w:r>
      <w:r w:rsidRPr="00E633BD">
        <w:rPr>
          <w:rFonts w:ascii="Courier New" w:hAnsi="Courier New" w:cs="Courier New"/>
        </w:rPr>
        <w:t>Capabilities</w:t>
      </w:r>
      <w:r>
        <w:t>.</w:t>
      </w:r>
      <w:r w:rsidRPr="009F0F90">
        <w:rPr>
          <w:rStyle w:val="Datatype"/>
        </w:rPr>
        <w:t>SupportedFormats</w:t>
      </w:r>
      <w:r>
        <w:t xml:space="preserve">, as defined in </w:t>
      </w:r>
      <w:hyperlink w:anchor="VocCapabilities" w:history="1">
        <w:r w:rsidRPr="002768AF">
          <w:rPr>
            <w:rStyle w:val="Hyperlink"/>
            <w:b/>
          </w:rPr>
          <w:t>[OData-VocCap]</w:t>
        </w:r>
      </w:hyperlink>
      <w:r>
        <w:t>, listing all available formats and combinations of supported format parameters.</w:t>
      </w:r>
    </w:p>
    <w:p w14:paraId="2DBE1D4D" w14:textId="77777777" w:rsidR="00752DAA" w:rsidRDefault="00752DAA" w:rsidP="00752DAA">
      <w:r>
        <w:t>The media types for the JSON and XML representation of the metadata document are described in section “</w:t>
      </w:r>
      <w:hyperlink w:anchor="sec_MetadataDocumentRequest" w:history="1">
        <w:r>
          <w:rPr>
            <w:rStyle w:val="Hyperlink"/>
          </w:rPr>
          <w:t>Metadata Document Request</w:t>
        </w:r>
      </w:hyperlink>
      <w:r>
        <w:t>”.</w:t>
      </w:r>
      <w:r w:rsidRPr="00C2536C">
        <w:t xml:space="preserve"> </w:t>
      </w:r>
    </w:p>
    <w:p w14:paraId="7176CC37" w14:textId="77777777" w:rsidR="00752DAA" w:rsidRDefault="00752DAA" w:rsidP="00752DAA">
      <w:r>
        <w:t xml:space="preserve">The format specification </w:t>
      </w:r>
      <w:hyperlink w:anchor="ODataJSONRef" w:history="1">
        <w:r w:rsidRPr="004A525C">
          <w:rPr>
            <w:rStyle w:val="Hyperlink"/>
            <w:b/>
          </w:rPr>
          <w:t>[OData-JSON]</w:t>
        </w:r>
      </w:hyperlink>
      <w:r w:rsidRPr="006427AE">
        <w:t xml:space="preserve"> </w:t>
      </w:r>
      <w:r>
        <w:t>describes the media type and the format parameters for non-metadata requests and responses.</w:t>
      </w:r>
    </w:p>
    <w:p w14:paraId="7585517D" w14:textId="77777777" w:rsidR="00752DAA" w:rsidRDefault="00752DAA" w:rsidP="00752DAA">
      <w:r>
        <w:rPr>
          <w:rFonts w:cs="Arial"/>
          <w:color w:val="333333"/>
          <w:szCs w:val="20"/>
          <w:shd w:val="clear" w:color="auto" w:fill="FFFFFF"/>
        </w:rPr>
        <w:t>For non-metadata requests, if</w:t>
      </w:r>
      <w:r>
        <w:t xml:space="preserve"> </w:t>
      </w:r>
      <w:r w:rsidRPr="007A2617">
        <w:rPr>
          <w:rFonts w:cs="Arial"/>
          <w:color w:val="333333"/>
          <w:szCs w:val="20"/>
          <w:shd w:val="clear" w:color="auto" w:fill="FFFFFF"/>
        </w:rPr>
        <w:t xml:space="preserve">neither the </w:t>
      </w:r>
      <w:r w:rsidRPr="007A2617">
        <w:rPr>
          <w:rStyle w:val="Datatype"/>
          <w:szCs w:val="20"/>
        </w:rPr>
        <w:t>Accept</w:t>
      </w:r>
      <w:r w:rsidRPr="007A2617">
        <w:rPr>
          <w:rFonts w:cs="Arial"/>
          <w:color w:val="333333"/>
          <w:szCs w:val="20"/>
          <w:shd w:val="clear" w:color="auto" w:fill="FFFFFF"/>
        </w:rPr>
        <w:t xml:space="preserve"> header nor the </w:t>
      </w:r>
      <w:r w:rsidRPr="007A2617">
        <w:rPr>
          <w:rStyle w:val="Datatype"/>
          <w:szCs w:val="20"/>
        </w:rPr>
        <w:t>$format</w:t>
      </w:r>
      <w:r w:rsidRPr="007A2617">
        <w:rPr>
          <w:rFonts w:cs="Arial"/>
          <w:color w:val="333333"/>
          <w:szCs w:val="20"/>
          <w:shd w:val="clear" w:color="auto" w:fill="FFFFFF"/>
        </w:rPr>
        <w:t xml:space="preserve"> query option are specified, the service </w:t>
      </w:r>
      <w:r>
        <w:rPr>
          <w:rFonts w:cs="Arial"/>
          <w:color w:val="333333"/>
          <w:szCs w:val="20"/>
          <w:shd w:val="clear" w:color="auto" w:fill="FFFFFF"/>
        </w:rPr>
        <w:t>MAY</w:t>
      </w:r>
      <w:r w:rsidRPr="007A2617">
        <w:rPr>
          <w:rFonts w:cs="Arial"/>
          <w:color w:val="333333"/>
          <w:szCs w:val="20"/>
          <w:shd w:val="clear" w:color="auto" w:fill="FFFFFF"/>
        </w:rPr>
        <w:t xml:space="preserve"> respond to requests in any format.</w:t>
      </w:r>
      <w:r>
        <w:rPr>
          <w:rFonts w:cs="Arial"/>
          <w:color w:val="333333"/>
          <w:szCs w:val="20"/>
          <w:shd w:val="clear" w:color="auto" w:fill="FFFFFF"/>
        </w:rPr>
        <w:t xml:space="preserve"> </w:t>
      </w:r>
    </w:p>
    <w:p w14:paraId="16941DD3" w14:textId="77777777" w:rsidR="00752DAA" w:rsidRDefault="00752DAA" w:rsidP="00752DAA">
      <w:r>
        <w:t xml:space="preserve">Client libraries MUST retain the order of objects within an array in JSON responses, and elements in document order for XML responses, including CSDL documents. </w:t>
      </w:r>
    </w:p>
    <w:bookmarkStart w:id="131" w:name="_Toc477876564"/>
    <w:bookmarkStart w:id="132" w:name="sec_HeaderFields"/>
    <w:p w14:paraId="4B48F368" w14:textId="77777777" w:rsidR="00752DAA" w:rsidRDefault="00752DAA" w:rsidP="006C1EBF">
      <w:pPr>
        <w:pStyle w:val="Heading1"/>
        <w:numPr>
          <w:ilvl w:val="0"/>
          <w:numId w:val="2"/>
        </w:numPr>
        <w:tabs>
          <w:tab w:val="clear" w:pos="432"/>
          <w:tab w:val="left" w:pos="567"/>
        </w:tabs>
        <w:ind w:left="397" w:hanging="397"/>
      </w:pPr>
      <w:r>
        <w:lastRenderedPageBreak/>
        <w:fldChar w:fldCharType="begin"/>
      </w:r>
      <w:r>
        <w:instrText xml:space="preserve"> HYPERLINK  \l "sec_HeaderFields" </w:instrText>
      </w:r>
      <w:r>
        <w:fldChar w:fldCharType="separate"/>
      </w:r>
      <w:bookmarkStart w:id="133" w:name="_Toc494884977"/>
      <w:bookmarkStart w:id="134" w:name="_Toc494356724"/>
      <w:r w:rsidRPr="004A50BC">
        <w:rPr>
          <w:rStyle w:val="Hyperlink"/>
        </w:rPr>
        <w:t>Header Fields</w:t>
      </w:r>
      <w:bookmarkEnd w:id="131"/>
      <w:bookmarkEnd w:id="132"/>
      <w:bookmarkEnd w:id="133"/>
      <w:bookmarkEnd w:id="134"/>
      <w:r>
        <w:fldChar w:fldCharType="end"/>
      </w:r>
    </w:p>
    <w:p w14:paraId="48AEA8C2" w14:textId="77777777" w:rsidR="00752DAA" w:rsidRDefault="00752DAA" w:rsidP="00752DAA">
      <w:r>
        <w:t>OData defines semantics around the following request and response headers. Additional headers may be specified, but have no unique semantics defined in OData.</w:t>
      </w:r>
    </w:p>
    <w:bookmarkStart w:id="135" w:name="_Common_Headers"/>
    <w:bookmarkStart w:id="136" w:name="_Toc477876565"/>
    <w:bookmarkStart w:id="137" w:name="sec_CommonHeaders"/>
    <w:bookmarkEnd w:id="135"/>
    <w:p w14:paraId="6F8CFB5B" w14:textId="77777777" w:rsidR="00752DAA" w:rsidRDefault="00752DAA" w:rsidP="006C1EBF">
      <w:pPr>
        <w:pStyle w:val="Heading2"/>
        <w:numPr>
          <w:ilvl w:val="1"/>
          <w:numId w:val="2"/>
        </w:numPr>
        <w:tabs>
          <w:tab w:val="left" w:pos="567"/>
        </w:tabs>
      </w:pPr>
      <w:r>
        <w:fldChar w:fldCharType="begin"/>
      </w:r>
      <w:r>
        <w:instrText xml:space="preserve"> HYPERLINK  \l "sec_CommonHeaders" </w:instrText>
      </w:r>
      <w:r>
        <w:fldChar w:fldCharType="separate"/>
      </w:r>
      <w:bookmarkStart w:id="138" w:name="_Toc494884978"/>
      <w:bookmarkStart w:id="139" w:name="_Toc494356725"/>
      <w:r w:rsidRPr="004A50BC">
        <w:rPr>
          <w:rStyle w:val="Hyperlink"/>
        </w:rPr>
        <w:t>Common Headers</w:t>
      </w:r>
      <w:bookmarkEnd w:id="136"/>
      <w:bookmarkEnd w:id="137"/>
      <w:bookmarkEnd w:id="138"/>
      <w:bookmarkEnd w:id="139"/>
      <w:r>
        <w:fldChar w:fldCharType="end"/>
      </w:r>
    </w:p>
    <w:p w14:paraId="0E93CCF2" w14:textId="77777777" w:rsidR="00752DAA" w:rsidRDefault="00752DAA" w:rsidP="00752DAA">
      <w:r>
        <w:t>The following headers are common between OData requests and responses.</w:t>
      </w:r>
    </w:p>
    <w:bookmarkStart w:id="140" w:name="_The_DataServiceVersion_Header"/>
    <w:bookmarkStart w:id="141" w:name="_The_Content-Type_Header"/>
    <w:bookmarkStart w:id="142" w:name="_Header_Content-Type"/>
    <w:bookmarkStart w:id="143" w:name="_Toc477876566"/>
    <w:bookmarkStart w:id="144" w:name="sec_HeaderContentType"/>
    <w:bookmarkEnd w:id="140"/>
    <w:bookmarkEnd w:id="141"/>
    <w:bookmarkEnd w:id="142"/>
    <w:p w14:paraId="572A0F31" w14:textId="77777777" w:rsidR="00752DAA" w:rsidRDefault="00752DAA" w:rsidP="006C1EBF">
      <w:pPr>
        <w:pStyle w:val="Heading3"/>
        <w:numPr>
          <w:ilvl w:val="2"/>
          <w:numId w:val="2"/>
        </w:numPr>
        <w:tabs>
          <w:tab w:val="left" w:pos="567"/>
        </w:tabs>
      </w:pPr>
      <w:r>
        <w:fldChar w:fldCharType="begin"/>
      </w:r>
      <w:r>
        <w:instrText xml:space="preserve"> HYPERLINK  \l "sec_HeaderContentType" </w:instrText>
      </w:r>
      <w:r>
        <w:fldChar w:fldCharType="separate"/>
      </w:r>
      <w:bookmarkStart w:id="145" w:name="_Toc494884979"/>
      <w:bookmarkStart w:id="146" w:name="_Toc494356726"/>
      <w:r w:rsidRPr="004A50BC">
        <w:rPr>
          <w:rStyle w:val="Hyperlink"/>
        </w:rPr>
        <w:t xml:space="preserve">Header </w:t>
      </w:r>
      <w:r w:rsidRPr="004A50BC">
        <w:rPr>
          <w:rStyle w:val="Hyperlink"/>
          <w:rFonts w:ascii="Courier New" w:hAnsi="Courier New"/>
        </w:rPr>
        <w:t>Content-Type</w:t>
      </w:r>
      <w:bookmarkEnd w:id="143"/>
      <w:bookmarkEnd w:id="144"/>
      <w:bookmarkEnd w:id="145"/>
      <w:bookmarkEnd w:id="146"/>
      <w:r>
        <w:fldChar w:fldCharType="end"/>
      </w:r>
    </w:p>
    <w:p w14:paraId="0395BC3F" w14:textId="77777777" w:rsidR="00752DAA" w:rsidRDefault="00752DAA" w:rsidP="00752DAA">
      <w:r>
        <w:t xml:space="preserve">The format of a non-empty individual request or response body, alone or within a batch, MUST be specified in the </w:t>
      </w:r>
      <w:r w:rsidRPr="00056032">
        <w:rPr>
          <w:rStyle w:val="Datatype"/>
        </w:rPr>
        <w:t>Content-Type</w:t>
      </w:r>
      <w:r>
        <w:t xml:space="preserve"> header of a request or response. The exception to this is if the body represents the media stream of a </w:t>
      </w:r>
      <w:hyperlink w:anchor="sec_RequestingtheMediaStreamofaMediaEnti" w:history="1">
        <w:r w:rsidRPr="00153157">
          <w:rPr>
            <w:rStyle w:val="Hyperlink"/>
          </w:rPr>
          <w:t>media entity</w:t>
        </w:r>
      </w:hyperlink>
      <w:r>
        <w:t xml:space="preserve"> or </w:t>
      </w:r>
      <w:hyperlink w:anchor="sec_ManagingStreamProperties" w:history="1">
        <w:r w:rsidRPr="00153157">
          <w:rPr>
            <w:rStyle w:val="Hyperlink"/>
          </w:rPr>
          <w:t>stream property</w:t>
        </w:r>
      </w:hyperlink>
      <w:r>
        <w:t xml:space="preserve">, in which case the </w:t>
      </w:r>
      <w:r w:rsidRPr="00056032">
        <w:rPr>
          <w:rStyle w:val="Datatype"/>
        </w:rPr>
        <w:t>Content-Type</w:t>
      </w:r>
      <w:r>
        <w:t xml:space="preserve"> header SHOULD be present.</w:t>
      </w:r>
    </w:p>
    <w:p w14:paraId="22637084" w14:textId="77777777" w:rsidR="00752DAA" w:rsidRDefault="00752DAA" w:rsidP="00752DAA">
      <w:r>
        <w:t>The specified format MAY include format parameters. Clients MUST be prepared for the service to return custom format parameters not defined in OData and SHOULD NOT expect that such format parameters can be ignored. Custom format parameters MUST NOT start with "odata" and services MUST NOT require generic OData consumers to understand custom format parameters in order to correctly interpret the payload.</w:t>
      </w:r>
    </w:p>
    <w:p w14:paraId="5BE03132" w14:textId="77777777" w:rsidR="00752DAA" w:rsidRDefault="00752DAA" w:rsidP="00752DAA">
      <w:r>
        <w:t xml:space="preserve">See </w:t>
      </w:r>
      <w:hyperlink w:anchor="ODataJSONRef" w:history="1">
        <w:r w:rsidRPr="004A525C">
          <w:rPr>
            <w:rStyle w:val="Hyperlink"/>
            <w:b/>
          </w:rPr>
          <w:t>[OData-JSON]</w:t>
        </w:r>
      </w:hyperlink>
      <w:r>
        <w:t xml:space="preserve"> for format-specific details about format parameters within the </w:t>
      </w:r>
      <w:r w:rsidRPr="00056032">
        <w:rPr>
          <w:rStyle w:val="Datatype"/>
        </w:rPr>
        <w:t>Content-Type</w:t>
      </w:r>
      <w:r>
        <w:t xml:space="preserve"> header.</w:t>
      </w:r>
    </w:p>
    <w:bookmarkStart w:id="147" w:name="_Toc477876567"/>
    <w:bookmarkStart w:id="148" w:name="sec_HeaderContentEncoding"/>
    <w:p w14:paraId="42CC42AD" w14:textId="77777777" w:rsidR="00752DAA" w:rsidRDefault="00752DAA" w:rsidP="006C1EBF">
      <w:pPr>
        <w:pStyle w:val="Heading3"/>
        <w:numPr>
          <w:ilvl w:val="2"/>
          <w:numId w:val="2"/>
        </w:numPr>
        <w:tabs>
          <w:tab w:val="left" w:pos="567"/>
        </w:tabs>
      </w:pPr>
      <w:r>
        <w:fldChar w:fldCharType="begin"/>
      </w:r>
      <w:r>
        <w:instrText xml:space="preserve"> HYPERLINK  \l "sec_HeaderContentEncoding" </w:instrText>
      </w:r>
      <w:r>
        <w:fldChar w:fldCharType="separate"/>
      </w:r>
      <w:bookmarkStart w:id="149" w:name="_Toc494884980"/>
      <w:bookmarkStart w:id="150" w:name="_Toc494356727"/>
      <w:r w:rsidRPr="004A50BC">
        <w:rPr>
          <w:rStyle w:val="Hyperlink"/>
        </w:rPr>
        <w:t xml:space="preserve">Header </w:t>
      </w:r>
      <w:r w:rsidRPr="004A50BC">
        <w:rPr>
          <w:rStyle w:val="Hyperlink"/>
          <w:rFonts w:ascii="Courier New" w:hAnsi="Courier New"/>
        </w:rPr>
        <w:t>Content-Encoding</w:t>
      </w:r>
      <w:bookmarkEnd w:id="147"/>
      <w:bookmarkEnd w:id="148"/>
      <w:bookmarkEnd w:id="149"/>
      <w:bookmarkEnd w:id="150"/>
      <w:r>
        <w:fldChar w:fldCharType="end"/>
      </w:r>
    </w:p>
    <w:p w14:paraId="3126B5D3" w14:textId="77777777" w:rsidR="00752DAA" w:rsidRDefault="00752DAA" w:rsidP="00752DAA">
      <w:r>
        <w:t xml:space="preserve">As defined in </w:t>
      </w:r>
      <w:hyperlink w:anchor="HTTPSemantic" w:history="1">
        <w:r w:rsidRPr="00CE1171">
          <w:rPr>
            <w:rStyle w:val="Hyperlink"/>
            <w:b/>
          </w:rPr>
          <w:t>[RFC7231]</w:t>
        </w:r>
      </w:hyperlink>
      <w:r>
        <w:t xml:space="preserve">, </w:t>
      </w:r>
      <w:r w:rsidRPr="007F516E">
        <w:t xml:space="preserve">the </w:t>
      </w:r>
      <w:r w:rsidRPr="007F516E">
        <w:rPr>
          <w:rFonts w:ascii="Courier New" w:hAnsi="Courier New" w:cs="Courier New"/>
        </w:rPr>
        <w:t>Content-Encoding</w:t>
      </w:r>
      <w:r w:rsidRPr="007F516E">
        <w:t xml:space="preserve"> header</w:t>
      </w:r>
      <w:r>
        <w:t xml:space="preserve"> </w:t>
      </w:r>
      <w:r w:rsidRPr="006748EA">
        <w:t>field is used as a modifier to the media-type</w:t>
      </w:r>
      <w:r>
        <w:t xml:space="preserve"> (as indicated in the </w:t>
      </w:r>
      <w:r w:rsidRPr="006748EA">
        <w:rPr>
          <w:rFonts w:ascii="Courier New" w:hAnsi="Courier New" w:cs="Courier New"/>
        </w:rPr>
        <w:t>Content-Type</w:t>
      </w:r>
      <w:r>
        <w:t>)</w:t>
      </w:r>
      <w:r w:rsidRPr="006748EA">
        <w:t>.</w:t>
      </w:r>
      <w:r>
        <w:t xml:space="preserve"> </w:t>
      </w:r>
      <w:r w:rsidRPr="00113D30">
        <w:t>When present, its value indicates what additional content codings have been applied to the entity-body</w:t>
      </w:r>
      <w:r>
        <w:t xml:space="preserve">. </w:t>
      </w:r>
      <w:r>
        <w:br/>
        <w:t xml:space="preserve">A service MAY specify a list of acceptable content codings using an annotation with term </w:t>
      </w:r>
      <w:r w:rsidRPr="00E633BD">
        <w:rPr>
          <w:rFonts w:ascii="Courier New" w:hAnsi="Courier New" w:cs="Courier New"/>
        </w:rPr>
        <w:t>Capabilities</w:t>
      </w:r>
      <w:r>
        <w:rPr>
          <w:rStyle w:val="Datatype"/>
        </w:rPr>
        <w:t>.AcceptableEncodings</w:t>
      </w:r>
      <w:r>
        <w:t xml:space="preserve">, see </w:t>
      </w:r>
      <w:hyperlink w:anchor="VocCapabilities" w:history="1">
        <w:r w:rsidRPr="002768AF">
          <w:rPr>
            <w:rStyle w:val="Hyperlink"/>
            <w:b/>
          </w:rPr>
          <w:t>[OData-VocCap]</w:t>
        </w:r>
      </w:hyperlink>
      <w:r>
        <w:t>.</w:t>
      </w:r>
    </w:p>
    <w:p w14:paraId="351A245D" w14:textId="77777777" w:rsidR="00752DAA" w:rsidRDefault="00752DAA" w:rsidP="00752DAA">
      <w:r>
        <w:t>If the</w:t>
      </w:r>
      <w:r w:rsidRPr="007F516E">
        <w:t xml:space="preserve"> </w:t>
      </w:r>
      <w:r w:rsidRPr="007F516E">
        <w:rPr>
          <w:rFonts w:ascii="Courier New" w:hAnsi="Courier New" w:cs="Courier New"/>
        </w:rPr>
        <w:t>Content-Encoding</w:t>
      </w:r>
      <w:r w:rsidRPr="007F516E">
        <w:t xml:space="preserve"> </w:t>
      </w:r>
      <w:r>
        <w:t xml:space="preserve">header is specified on an individual request or response within a batch, then it specifies the encoding for that individual request or response. Individual requests or responses that don’t include the </w:t>
      </w:r>
      <w:r w:rsidRPr="007F516E">
        <w:rPr>
          <w:rFonts w:ascii="Courier New" w:hAnsi="Courier New" w:cs="Courier New"/>
        </w:rPr>
        <w:t>Content-Encoding</w:t>
      </w:r>
      <w:r w:rsidRPr="006B58A6">
        <w:t xml:space="preserve"> </w:t>
      </w:r>
      <w:r>
        <w:t>header inherit the encoding of the overall batch request or response.</w:t>
      </w:r>
    </w:p>
    <w:bookmarkStart w:id="151" w:name="_Header_Content-Language"/>
    <w:bookmarkStart w:id="152" w:name="_Toc477876568"/>
    <w:bookmarkStart w:id="153" w:name="sec_HeaderContentLanguage"/>
    <w:bookmarkStart w:id="154" w:name="_Toc370126003"/>
    <w:bookmarkEnd w:id="151"/>
    <w:p w14:paraId="46F1CCEA" w14:textId="77777777" w:rsidR="00752DAA" w:rsidRDefault="00752DAA" w:rsidP="006C1EBF">
      <w:pPr>
        <w:pStyle w:val="Heading3"/>
        <w:numPr>
          <w:ilvl w:val="2"/>
          <w:numId w:val="2"/>
        </w:numPr>
        <w:tabs>
          <w:tab w:val="left" w:pos="567"/>
        </w:tabs>
      </w:pPr>
      <w:r>
        <w:fldChar w:fldCharType="begin"/>
      </w:r>
      <w:r>
        <w:instrText xml:space="preserve"> HYPERLINK  \l "sec_HeaderContentLanguage" </w:instrText>
      </w:r>
      <w:r>
        <w:fldChar w:fldCharType="separate"/>
      </w:r>
      <w:bookmarkStart w:id="155" w:name="_Toc494884981"/>
      <w:bookmarkStart w:id="156" w:name="_Toc494356728"/>
      <w:r w:rsidRPr="004A50BC">
        <w:rPr>
          <w:rStyle w:val="Hyperlink"/>
        </w:rPr>
        <w:t xml:space="preserve">Header </w:t>
      </w:r>
      <w:r w:rsidRPr="004A50BC">
        <w:rPr>
          <w:rStyle w:val="Hyperlink"/>
          <w:rFonts w:ascii="Courier New" w:hAnsi="Courier New"/>
        </w:rPr>
        <w:t>Content-Language</w:t>
      </w:r>
      <w:bookmarkEnd w:id="152"/>
      <w:bookmarkEnd w:id="153"/>
      <w:bookmarkEnd w:id="155"/>
      <w:bookmarkEnd w:id="156"/>
      <w:r>
        <w:fldChar w:fldCharType="end"/>
      </w:r>
    </w:p>
    <w:p w14:paraId="454F11A3" w14:textId="77777777" w:rsidR="00752DAA" w:rsidRDefault="00752DAA" w:rsidP="00752DAA">
      <w:pPr>
        <w:rPr>
          <w:color w:val="000000"/>
        </w:rPr>
      </w:pPr>
      <w:r>
        <w:t xml:space="preserve">As defined in </w:t>
      </w:r>
      <w:hyperlink w:anchor="HTTPSemantic" w:history="1">
        <w:r w:rsidRPr="00CE1171">
          <w:rPr>
            <w:rStyle w:val="Hyperlink"/>
            <w:b/>
          </w:rPr>
          <w:t>[RFC7231]</w:t>
        </w:r>
      </w:hyperlink>
      <w:r w:rsidRPr="00B6318F">
        <w:rPr>
          <w:rStyle w:val="Hyperlink"/>
          <w:b/>
          <w:color w:val="auto"/>
        </w:rPr>
        <w:t>,</w:t>
      </w:r>
      <w:r>
        <w:t xml:space="preserve"> a request or response can include a </w:t>
      </w:r>
      <w:r w:rsidRPr="00056032">
        <w:rPr>
          <w:rStyle w:val="Datatype"/>
        </w:rPr>
        <w:t>Content-</w:t>
      </w:r>
      <w:r>
        <w:rPr>
          <w:rStyle w:val="Datatype"/>
        </w:rPr>
        <w:t>Language</w:t>
      </w:r>
      <w:r>
        <w:t xml:space="preserve"> header to indicate the natural language of the intended audience for the enclosed </w:t>
      </w:r>
      <w:r>
        <w:rPr>
          <w:color w:val="000000"/>
        </w:rPr>
        <w:t>message body</w:t>
      </w:r>
      <w:r>
        <w:t xml:space="preserve">. OData does not add any additional </w:t>
      </w:r>
      <w:r>
        <w:rPr>
          <w:color w:val="000000"/>
        </w:rPr>
        <w:t>requirements over HTTP</w:t>
      </w:r>
      <w:r w:rsidRPr="00FF0DE7">
        <w:t xml:space="preserve"> </w:t>
      </w:r>
      <w:r>
        <w:rPr>
          <w:color w:val="000000"/>
        </w:rPr>
        <w:t xml:space="preserve">for including </w:t>
      </w:r>
      <w:r w:rsidRPr="00056032">
        <w:rPr>
          <w:rStyle w:val="Datatype"/>
        </w:rPr>
        <w:t>Content-</w:t>
      </w:r>
      <w:r>
        <w:rPr>
          <w:rStyle w:val="Datatype"/>
        </w:rPr>
        <w:t>Language</w:t>
      </w:r>
      <w:r>
        <w:rPr>
          <w:color w:val="000000"/>
        </w:rPr>
        <w:t xml:space="preserve">. OData services can annotate model elements whose content depends on the content language with the term </w:t>
      </w:r>
      <w:r w:rsidRPr="00306051">
        <w:rPr>
          <w:rStyle w:val="Datatype"/>
        </w:rPr>
        <w:t>Core.IsLanguageDependent</w:t>
      </w:r>
      <w:r>
        <w:rPr>
          <w:color w:val="000000"/>
        </w:rPr>
        <w:t xml:space="preserve">, see </w:t>
      </w:r>
      <w:hyperlink w:anchor="VocCore" w:history="1">
        <w:r w:rsidRPr="00CF5569">
          <w:rPr>
            <w:rStyle w:val="Hyperlink"/>
            <w:b/>
          </w:rPr>
          <w:t>[OData-VocCore]</w:t>
        </w:r>
      </w:hyperlink>
      <w:r>
        <w:rPr>
          <w:color w:val="000000"/>
        </w:rPr>
        <w:t>.</w:t>
      </w:r>
    </w:p>
    <w:p w14:paraId="056471E3" w14:textId="77777777" w:rsidR="00752DAA" w:rsidRDefault="00752DAA" w:rsidP="00752DAA">
      <w:r>
        <w:t>If the</w:t>
      </w:r>
      <w:r w:rsidRPr="007F516E">
        <w:t xml:space="preserve"> </w:t>
      </w:r>
      <w:r w:rsidRPr="00056032">
        <w:rPr>
          <w:rStyle w:val="Datatype"/>
        </w:rPr>
        <w:t>Content-</w:t>
      </w:r>
      <w:r>
        <w:rPr>
          <w:rStyle w:val="Datatype"/>
        </w:rPr>
        <w:t>Language</w:t>
      </w:r>
      <w:r>
        <w:t xml:space="preserve"> header is specified on an individual request or response within a batch, then it specifies the language for that individual request or response. Individual requests or responses that don’t include the </w:t>
      </w:r>
      <w:r w:rsidRPr="00056032">
        <w:rPr>
          <w:rStyle w:val="Datatype"/>
        </w:rPr>
        <w:t>Content-</w:t>
      </w:r>
      <w:r>
        <w:rPr>
          <w:rStyle w:val="Datatype"/>
        </w:rPr>
        <w:t>Language</w:t>
      </w:r>
      <w:r>
        <w:t xml:space="preserve"> header inherit the language of the overall batch request or response.</w:t>
      </w:r>
    </w:p>
    <w:bookmarkStart w:id="157" w:name="_Toc477876569"/>
    <w:bookmarkStart w:id="158" w:name="sec_HeaderContentLength"/>
    <w:bookmarkEnd w:id="154"/>
    <w:p w14:paraId="7971B281" w14:textId="77777777" w:rsidR="00752DAA" w:rsidRDefault="00752DAA" w:rsidP="006C1EBF">
      <w:pPr>
        <w:pStyle w:val="Heading3"/>
        <w:numPr>
          <w:ilvl w:val="2"/>
          <w:numId w:val="2"/>
        </w:numPr>
        <w:tabs>
          <w:tab w:val="left" w:pos="567"/>
        </w:tabs>
      </w:pPr>
      <w:r>
        <w:fldChar w:fldCharType="begin"/>
      </w:r>
      <w:r>
        <w:instrText xml:space="preserve"> HYPERLINK  \l "sec_HeaderContentLength" </w:instrText>
      </w:r>
      <w:r>
        <w:fldChar w:fldCharType="separate"/>
      </w:r>
      <w:bookmarkStart w:id="159" w:name="_Toc494884982"/>
      <w:bookmarkStart w:id="160" w:name="_Toc494356729"/>
      <w:r w:rsidRPr="004A50BC">
        <w:rPr>
          <w:rStyle w:val="Hyperlink"/>
        </w:rPr>
        <w:t xml:space="preserve">Header </w:t>
      </w:r>
      <w:r w:rsidRPr="004A50BC">
        <w:rPr>
          <w:rStyle w:val="Hyperlink"/>
          <w:rFonts w:ascii="Courier New" w:hAnsi="Courier New"/>
        </w:rPr>
        <w:t>Content-Length</w:t>
      </w:r>
      <w:bookmarkEnd w:id="157"/>
      <w:bookmarkEnd w:id="158"/>
      <w:bookmarkEnd w:id="159"/>
      <w:bookmarkEnd w:id="160"/>
      <w:r>
        <w:fldChar w:fldCharType="end"/>
      </w:r>
    </w:p>
    <w:p w14:paraId="19DA030A" w14:textId="77777777" w:rsidR="00752DAA" w:rsidRDefault="00752DAA" w:rsidP="00752DAA">
      <w:pPr>
        <w:rPr>
          <w:color w:val="000000"/>
        </w:rPr>
      </w:pPr>
      <w:r>
        <w:t>As defined in</w:t>
      </w:r>
      <w:r w:rsidRPr="00990535">
        <w:t xml:space="preserve"> </w:t>
      </w:r>
      <w:hyperlink w:anchor="HTTPMessage" w:history="1">
        <w:r w:rsidRPr="00AC4451">
          <w:rPr>
            <w:rStyle w:val="Hyperlink"/>
            <w:b/>
          </w:rPr>
          <w:t>[RFC7230]</w:t>
        </w:r>
      </w:hyperlink>
      <w:r w:rsidRPr="00B6318F">
        <w:rPr>
          <w:rStyle w:val="Hyperlink"/>
          <w:b/>
          <w:color w:val="auto"/>
        </w:rPr>
        <w:t>,</w:t>
      </w:r>
      <w:r>
        <w:t xml:space="preserve"> a request or response SHOULD include a </w:t>
      </w:r>
      <w:r w:rsidRPr="00056032">
        <w:rPr>
          <w:rStyle w:val="Datatype"/>
        </w:rPr>
        <w:t>Content-</w:t>
      </w:r>
      <w:r>
        <w:rPr>
          <w:rStyle w:val="Datatype"/>
        </w:rPr>
        <w:t>Length</w:t>
      </w:r>
      <w:r>
        <w:t xml:space="preserve"> header </w:t>
      </w:r>
      <w:r>
        <w:rPr>
          <w:color w:val="000000"/>
        </w:rPr>
        <w:t>when the message's length can be determined prior to being transferred</w:t>
      </w:r>
      <w:r>
        <w:t xml:space="preserve">. OData does not add any additional </w:t>
      </w:r>
      <w:r>
        <w:rPr>
          <w:color w:val="000000"/>
        </w:rPr>
        <w:t xml:space="preserve">requirements over HTTP for writing </w:t>
      </w:r>
      <w:r w:rsidRPr="00056032">
        <w:rPr>
          <w:rStyle w:val="Datatype"/>
        </w:rPr>
        <w:t>Content-</w:t>
      </w:r>
      <w:r>
        <w:rPr>
          <w:rStyle w:val="Datatype"/>
        </w:rPr>
        <w:t>Length</w:t>
      </w:r>
      <w:r>
        <w:rPr>
          <w:color w:val="000000"/>
        </w:rPr>
        <w:t>.</w:t>
      </w:r>
    </w:p>
    <w:p w14:paraId="5BB359FE" w14:textId="77777777" w:rsidR="00752DAA" w:rsidRDefault="00752DAA" w:rsidP="00752DAA">
      <w:r>
        <w:t>If the</w:t>
      </w:r>
      <w:r w:rsidRPr="007F516E">
        <w:t xml:space="preserve"> </w:t>
      </w:r>
      <w:r w:rsidRPr="00056032">
        <w:rPr>
          <w:rStyle w:val="Datatype"/>
        </w:rPr>
        <w:t>Content-</w:t>
      </w:r>
      <w:r>
        <w:rPr>
          <w:rStyle w:val="Datatype"/>
        </w:rPr>
        <w:t>Length</w:t>
      </w:r>
      <w:r>
        <w:t xml:space="preserve"> header is specified on an individual request or response within a batch, then it specifies the length for that individual request or response. </w:t>
      </w:r>
    </w:p>
    <w:bookmarkStart w:id="161" w:name="_The_OData-Version_Header"/>
    <w:bookmarkStart w:id="162" w:name="_Header_OData-Version"/>
    <w:bookmarkStart w:id="163" w:name="_Toc477876570"/>
    <w:bookmarkStart w:id="164" w:name="sec_HeaderODataVersion"/>
    <w:bookmarkEnd w:id="161"/>
    <w:bookmarkEnd w:id="162"/>
    <w:p w14:paraId="0A904A6E" w14:textId="77777777" w:rsidR="00752DAA" w:rsidRDefault="00752DAA" w:rsidP="006C1EBF">
      <w:pPr>
        <w:pStyle w:val="Heading3"/>
        <w:numPr>
          <w:ilvl w:val="2"/>
          <w:numId w:val="2"/>
        </w:numPr>
        <w:tabs>
          <w:tab w:val="left" w:pos="567"/>
        </w:tabs>
      </w:pPr>
      <w:r>
        <w:lastRenderedPageBreak/>
        <w:fldChar w:fldCharType="begin"/>
      </w:r>
      <w:r>
        <w:instrText xml:space="preserve"> HYPERLINK  \l "sec_HeaderODataVersion" </w:instrText>
      </w:r>
      <w:r>
        <w:fldChar w:fldCharType="separate"/>
      </w:r>
      <w:bookmarkStart w:id="165" w:name="_Toc494884983"/>
      <w:bookmarkStart w:id="166" w:name="_Toc494356730"/>
      <w:r w:rsidRPr="004A50BC">
        <w:rPr>
          <w:rStyle w:val="Hyperlink"/>
        </w:rPr>
        <w:t xml:space="preserve">Header </w:t>
      </w:r>
      <w:r w:rsidRPr="004A50BC">
        <w:rPr>
          <w:rStyle w:val="Hyperlink"/>
          <w:rFonts w:ascii="Courier New" w:hAnsi="Courier New"/>
        </w:rPr>
        <w:t>OData-Version</w:t>
      </w:r>
      <w:bookmarkEnd w:id="163"/>
      <w:bookmarkEnd w:id="164"/>
      <w:bookmarkEnd w:id="165"/>
      <w:bookmarkEnd w:id="166"/>
      <w:r>
        <w:fldChar w:fldCharType="end"/>
      </w:r>
    </w:p>
    <w:p w14:paraId="5C8419AD" w14:textId="77777777" w:rsidR="00752DAA" w:rsidRDefault="00752DAA" w:rsidP="00752DAA">
      <w:r>
        <w:t xml:space="preserve">OData clients SHOULD use the </w:t>
      </w:r>
      <w:r>
        <w:rPr>
          <w:rStyle w:val="Datatype"/>
        </w:rPr>
        <w:t>OData-Version</w:t>
      </w:r>
      <w:r>
        <w:t xml:space="preserve"> header on a request to specify the version of the protocol used to generate the request.</w:t>
      </w:r>
    </w:p>
    <w:p w14:paraId="52D9F922" w14:textId="77777777" w:rsidR="00752DAA" w:rsidRDefault="00752DAA" w:rsidP="00752DAA">
      <w:r>
        <w:t xml:space="preserve">If present on a request, the service MUST interpret the request according to the rules defined in the specified version of the protocol, or fail the request with a </w:t>
      </w:r>
      <w:r w:rsidRPr="00056032">
        <w:rPr>
          <w:rStyle w:val="Datatype"/>
        </w:rPr>
        <w:t>4xx</w:t>
      </w:r>
      <w:r>
        <w:t xml:space="preserve"> response code.</w:t>
      </w:r>
    </w:p>
    <w:p w14:paraId="0F376DCA" w14:textId="77777777" w:rsidR="00752DAA" w:rsidRDefault="00752DAA" w:rsidP="00752DAA">
      <w:r>
        <w:t xml:space="preserve">If not specified in a request, the service MUST assume the request is generated using the minimum of the </w:t>
      </w:r>
      <w:hyperlink w:anchor="sec_HeaderODataMaxVersion" w:history="1">
        <w:r w:rsidRPr="009E633D">
          <w:rPr>
            <w:rStyle w:val="Hyperlink"/>
            <w:rFonts w:ascii="Courier New" w:hAnsi="Courier New" w:cs="Courier New"/>
          </w:rPr>
          <w:t>OData-MaxVersion</w:t>
        </w:r>
      </w:hyperlink>
      <w:r>
        <w:t>, if specified, and the maximum version of the protocol that the service understands.</w:t>
      </w:r>
    </w:p>
    <w:p w14:paraId="5C7B8917" w14:textId="77777777" w:rsidR="00752DAA" w:rsidRDefault="00752DAA" w:rsidP="00752DAA">
      <w:r>
        <w:t xml:space="preserve">OData services MUST include the </w:t>
      </w:r>
      <w:r>
        <w:rPr>
          <w:rStyle w:val="Datatype"/>
        </w:rPr>
        <w:t>OData-Version</w:t>
      </w:r>
      <w:r>
        <w:t xml:space="preserve"> header on a response to specify the version of the protocol used to generate the response. The client MUST interpret the response according to the rules defined in the specified version of the protocol. </w:t>
      </w:r>
    </w:p>
    <w:p w14:paraId="0A4725BA" w14:textId="77777777" w:rsidR="00752DAA" w:rsidRDefault="00752DAA" w:rsidP="00752DAA">
      <w:r>
        <w:t xml:space="preserve">For more details, see </w:t>
      </w:r>
      <w:hyperlink w:anchor="sec_Versioning">
        <w:r w:rsidRPr="00A85EAF">
          <w:rPr>
            <w:rStyle w:val="Hyperlink"/>
          </w:rPr>
          <w:t>Versioning</w:t>
        </w:r>
      </w:hyperlink>
      <w:r>
        <w:t>.</w:t>
      </w:r>
    </w:p>
    <w:p w14:paraId="667F1966" w14:textId="77777777" w:rsidR="00752DAA" w:rsidRDefault="00752DAA" w:rsidP="00752DAA">
      <w:bookmarkStart w:id="167" w:name="_Toc477876571"/>
      <w:r>
        <w:t>If the</w:t>
      </w:r>
      <w:r w:rsidRPr="007F516E">
        <w:t xml:space="preserve"> </w:t>
      </w:r>
      <w:r>
        <w:rPr>
          <w:rStyle w:val="Datatype"/>
        </w:rPr>
        <w:t>OData-Version</w:t>
      </w:r>
      <w:r>
        <w:t xml:space="preserve"> header is specified on an individual request or response within a batch, then it specifies the OData version for that individual request or response. Individual requests or responses that don’t include the </w:t>
      </w:r>
      <w:r>
        <w:rPr>
          <w:rStyle w:val="Datatype"/>
        </w:rPr>
        <w:t>OData-Version</w:t>
      </w:r>
      <w:r>
        <w:t xml:space="preserve"> header inherit the OData version of the overall batch request or response. This OData version does not typically vary within a batch.</w:t>
      </w:r>
      <w:r w:rsidDel="006B58A6">
        <w:t xml:space="preserve"> </w:t>
      </w:r>
    </w:p>
    <w:bookmarkStart w:id="168" w:name="sec_RequestHeaders"/>
    <w:p w14:paraId="34FE4D2D" w14:textId="77777777" w:rsidR="00752DAA" w:rsidRDefault="00752DAA" w:rsidP="006C1EBF">
      <w:pPr>
        <w:pStyle w:val="Heading2"/>
        <w:numPr>
          <w:ilvl w:val="1"/>
          <w:numId w:val="2"/>
        </w:numPr>
        <w:tabs>
          <w:tab w:val="left" w:pos="567"/>
        </w:tabs>
      </w:pPr>
      <w:r>
        <w:fldChar w:fldCharType="begin"/>
      </w:r>
      <w:r>
        <w:instrText xml:space="preserve"> HYPERLINK  \l "sec_RequestHeaders" </w:instrText>
      </w:r>
      <w:r>
        <w:fldChar w:fldCharType="separate"/>
      </w:r>
      <w:bookmarkStart w:id="169" w:name="_Toc494884984"/>
      <w:bookmarkStart w:id="170" w:name="_Toc494356731"/>
      <w:r w:rsidRPr="004A50BC">
        <w:rPr>
          <w:rStyle w:val="Hyperlink"/>
        </w:rPr>
        <w:t>Request Headers</w:t>
      </w:r>
      <w:bookmarkEnd w:id="167"/>
      <w:bookmarkEnd w:id="168"/>
      <w:bookmarkEnd w:id="169"/>
      <w:bookmarkEnd w:id="170"/>
      <w:r>
        <w:fldChar w:fldCharType="end"/>
      </w:r>
    </w:p>
    <w:p w14:paraId="1AE37923" w14:textId="77777777" w:rsidR="00752DAA" w:rsidRDefault="00752DAA" w:rsidP="00752DAA">
      <w:r>
        <w:t xml:space="preserve">In addition to the </w:t>
      </w:r>
      <w:hyperlink w:anchor="sec_CommonHeaders">
        <w:r w:rsidRPr="00A85EAF">
          <w:rPr>
            <w:rStyle w:val="Hyperlink"/>
          </w:rPr>
          <w:t>Common Headers</w:t>
        </w:r>
      </w:hyperlink>
      <w:r>
        <w:t>, the client may specify any combination of the following request headers.</w:t>
      </w:r>
    </w:p>
    <w:bookmarkStart w:id="171" w:name="_The_MaxDataServiceVersion_Request"/>
    <w:bookmarkStart w:id="172" w:name="_The_MinDataServiceVersion_Request"/>
    <w:bookmarkStart w:id="173" w:name="_The_Accept_Request"/>
    <w:bookmarkStart w:id="174" w:name="_Header_Accept"/>
    <w:bookmarkStart w:id="175" w:name="_Toc477876572"/>
    <w:bookmarkStart w:id="176" w:name="sec_HeaderAccept"/>
    <w:bookmarkEnd w:id="171"/>
    <w:bookmarkEnd w:id="172"/>
    <w:bookmarkEnd w:id="173"/>
    <w:bookmarkEnd w:id="174"/>
    <w:p w14:paraId="23AAF9A0" w14:textId="77777777" w:rsidR="00752DAA" w:rsidRDefault="00752DAA" w:rsidP="006C1EBF">
      <w:pPr>
        <w:pStyle w:val="Heading3"/>
        <w:numPr>
          <w:ilvl w:val="2"/>
          <w:numId w:val="2"/>
        </w:numPr>
        <w:tabs>
          <w:tab w:val="left" w:pos="567"/>
        </w:tabs>
      </w:pPr>
      <w:r>
        <w:fldChar w:fldCharType="begin"/>
      </w:r>
      <w:r>
        <w:instrText xml:space="preserve"> HYPERLINK  \l "sec_HeaderAccept" </w:instrText>
      </w:r>
      <w:r>
        <w:fldChar w:fldCharType="separate"/>
      </w:r>
      <w:bookmarkStart w:id="177" w:name="_Toc494884985"/>
      <w:bookmarkStart w:id="178" w:name="_Toc494356732"/>
      <w:r w:rsidRPr="004A50BC">
        <w:rPr>
          <w:rStyle w:val="Hyperlink"/>
        </w:rPr>
        <w:t xml:space="preserve">Header </w:t>
      </w:r>
      <w:r w:rsidRPr="004A50BC">
        <w:rPr>
          <w:rStyle w:val="Hyperlink"/>
          <w:rFonts w:ascii="Courier New" w:hAnsi="Courier New"/>
        </w:rPr>
        <w:t>Accept</w:t>
      </w:r>
      <w:bookmarkEnd w:id="175"/>
      <w:bookmarkEnd w:id="176"/>
      <w:bookmarkEnd w:id="177"/>
      <w:bookmarkEnd w:id="178"/>
      <w:r>
        <w:fldChar w:fldCharType="end"/>
      </w:r>
    </w:p>
    <w:p w14:paraId="713734A8" w14:textId="77777777" w:rsidR="00752DAA" w:rsidRDefault="00752DAA" w:rsidP="00752DAA">
      <w:r>
        <w:t xml:space="preserve">As defined in </w:t>
      </w:r>
      <w:hyperlink w:anchor="HTTPSemantic" w:history="1">
        <w:r w:rsidRPr="00CE1171">
          <w:rPr>
            <w:rStyle w:val="Hyperlink"/>
            <w:b/>
          </w:rPr>
          <w:t>[RFC7231]</w:t>
        </w:r>
      </w:hyperlink>
      <w:r>
        <w:t xml:space="preserve">, the client MAY specify the set of accepted </w:t>
      </w:r>
      <w:hyperlink w:anchor="sec_Formats" w:history="1">
        <w:r w:rsidRPr="00733CAC">
          <w:rPr>
            <w:rStyle w:val="Hyperlink"/>
          </w:rPr>
          <w:t>formats</w:t>
        </w:r>
      </w:hyperlink>
      <w:r>
        <w:t xml:space="preserve"> with the </w:t>
      </w:r>
      <w:r w:rsidRPr="00056032">
        <w:rPr>
          <w:rStyle w:val="Datatype"/>
        </w:rPr>
        <w:t>Accept</w:t>
      </w:r>
      <w:r>
        <w:t xml:space="preserve"> Header.</w:t>
      </w:r>
    </w:p>
    <w:p w14:paraId="6DEC0072" w14:textId="77777777" w:rsidR="00752DAA" w:rsidRDefault="00752DAA" w:rsidP="00752DAA">
      <w:r>
        <w:t>Services MUST reject formats that specify unknown or unsupported format parameters.</w:t>
      </w:r>
    </w:p>
    <w:p w14:paraId="11DA1984" w14:textId="77777777" w:rsidR="00752DAA" w:rsidRDefault="00752DAA" w:rsidP="00752DAA">
      <w:r>
        <w:t xml:space="preserve">If a media type specified in the </w:t>
      </w:r>
      <w:r w:rsidRPr="00BB6F0B">
        <w:rPr>
          <w:rFonts w:ascii="Courier New" w:hAnsi="Courier New" w:cs="Courier New"/>
        </w:rPr>
        <w:t>Accept</w:t>
      </w:r>
      <w:r>
        <w:t xml:space="preserve"> header includes a </w:t>
      </w:r>
      <w:r w:rsidRPr="00BB6F0B">
        <w:rPr>
          <w:rFonts w:ascii="Courier New" w:hAnsi="Courier New" w:cs="Courier New"/>
        </w:rPr>
        <w:t>charset</w:t>
      </w:r>
      <w:r>
        <w:t xml:space="preserve"> format parameter and the request also contains an </w:t>
      </w:r>
      <w:hyperlink w:anchor="sec_HeaderAcceptCharset" w:history="1">
        <w:r w:rsidRPr="00BB6F0B">
          <w:rPr>
            <w:rStyle w:val="Hyperlink"/>
            <w:rFonts w:ascii="Courier New" w:hAnsi="Courier New" w:cs="Courier New"/>
          </w:rPr>
          <w:t>Accept-Charset</w:t>
        </w:r>
      </w:hyperlink>
      <w:r>
        <w:t xml:space="preserve"> header, then the </w:t>
      </w:r>
      <w:r w:rsidRPr="00BB6F0B">
        <w:rPr>
          <w:rFonts w:ascii="Courier New" w:hAnsi="Courier New" w:cs="Courier New"/>
        </w:rPr>
        <w:t>Accept-Charset</w:t>
      </w:r>
      <w:r>
        <w:t xml:space="preserve"> header MUST be used.</w:t>
      </w:r>
    </w:p>
    <w:p w14:paraId="7711996B" w14:textId="77777777" w:rsidR="00752DAA" w:rsidRDefault="00752DAA" w:rsidP="00752DAA">
      <w:r>
        <w:t xml:space="preserve">If the media type specified in the </w:t>
      </w:r>
      <w:r w:rsidRPr="00BB6F0B">
        <w:rPr>
          <w:rFonts w:ascii="Courier New" w:hAnsi="Courier New" w:cs="Courier New"/>
        </w:rPr>
        <w:t>Accept</w:t>
      </w:r>
      <w:r>
        <w:t xml:space="preserve"> header does not include a </w:t>
      </w:r>
      <w:r w:rsidRPr="00BB6F0B">
        <w:rPr>
          <w:rFonts w:ascii="Courier New" w:hAnsi="Courier New" w:cs="Courier New"/>
        </w:rPr>
        <w:t>charset</w:t>
      </w:r>
      <w:r>
        <w:t xml:space="preserve"> format parameter, then the </w:t>
      </w:r>
      <w:hyperlink w:anchor="sec_HeaderContentType" w:history="1">
        <w:r w:rsidRPr="00BB6F0B">
          <w:rPr>
            <w:rStyle w:val="Hyperlink"/>
            <w:rFonts w:ascii="Courier New" w:hAnsi="Courier New" w:cs="Courier New"/>
          </w:rPr>
          <w:t>Content-Type</w:t>
        </w:r>
      </w:hyperlink>
      <w:r>
        <w:t xml:space="preserve"> header of the response MUST NOT contain a </w:t>
      </w:r>
      <w:r w:rsidRPr="00BB6F0B">
        <w:rPr>
          <w:rFonts w:ascii="Courier New" w:hAnsi="Courier New" w:cs="Courier New"/>
        </w:rPr>
        <w:t>charset</w:t>
      </w:r>
      <w:r>
        <w:t xml:space="preserve"> format parameter.</w:t>
      </w:r>
    </w:p>
    <w:p w14:paraId="79378E1C" w14:textId="77777777" w:rsidR="00752DAA" w:rsidRDefault="00752DAA" w:rsidP="00752DAA">
      <w:r>
        <w:t xml:space="preserve">The service SHOULD NOT add any format parameters to the </w:t>
      </w:r>
      <w:r>
        <w:rPr>
          <w:rFonts w:ascii="Courier New" w:hAnsi="Courier New" w:cs="Courier New"/>
        </w:rPr>
        <w:t>Content-Type</w:t>
      </w:r>
      <w:r>
        <w:t xml:space="preserve"> parameter not specified in the </w:t>
      </w:r>
      <w:r w:rsidRPr="00BB6F0B">
        <w:rPr>
          <w:rFonts w:ascii="Courier New" w:hAnsi="Courier New" w:cs="Courier New"/>
        </w:rPr>
        <w:t>Accept</w:t>
      </w:r>
      <w:r>
        <w:t xml:space="preserve"> header.</w:t>
      </w:r>
    </w:p>
    <w:p w14:paraId="6353CC45" w14:textId="77777777" w:rsidR="00752DAA" w:rsidRPr="00EC0F0E" w:rsidDel="00D11EFA" w:rsidRDefault="00752DAA" w:rsidP="00752DAA">
      <w:r w:rsidRPr="00EC0F0E" w:rsidDel="00D11EFA">
        <w:t xml:space="preserve">If the </w:t>
      </w:r>
      <w:r w:rsidRPr="00EC0F0E" w:rsidDel="00D11EFA">
        <w:rPr>
          <w:rFonts w:ascii="Courier New" w:hAnsi="Courier New" w:cs="Courier New"/>
        </w:rPr>
        <w:t>Accept</w:t>
      </w:r>
      <w:r w:rsidRPr="00EC0F0E" w:rsidDel="00D11EFA">
        <w:t xml:space="preserve"> header is specified on an individual request within a batch, then it specifies the acceptable formats for that individual request. Requests within a batch that don’t include the </w:t>
      </w:r>
      <w:r w:rsidRPr="00EC0F0E" w:rsidDel="00D11EFA">
        <w:rPr>
          <w:rFonts w:ascii="Courier New" w:hAnsi="Courier New" w:cs="Courier New"/>
        </w:rPr>
        <w:t>Accept</w:t>
      </w:r>
      <w:r w:rsidRPr="00EC0F0E" w:rsidDel="00D11EFA">
        <w:t xml:space="preserve"> header inherit the acceptable formats of the overall batch request.</w:t>
      </w:r>
      <w:bookmarkStart w:id="179" w:name="_Toc476928750"/>
      <w:bookmarkStart w:id="180" w:name="_Toc477182251"/>
      <w:bookmarkStart w:id="181" w:name="_Toc477189939"/>
      <w:bookmarkStart w:id="182" w:name="_Toc477190145"/>
      <w:bookmarkEnd w:id="179"/>
      <w:bookmarkEnd w:id="180"/>
      <w:bookmarkEnd w:id="181"/>
      <w:bookmarkEnd w:id="182"/>
    </w:p>
    <w:bookmarkStart w:id="183" w:name="_The_If-Match_Request"/>
    <w:bookmarkStart w:id="184" w:name="_The_Accept-Charset_Request"/>
    <w:bookmarkStart w:id="185" w:name="_Toc477876573"/>
    <w:bookmarkStart w:id="186" w:name="sec_HeaderAcceptCharset"/>
    <w:bookmarkEnd w:id="183"/>
    <w:bookmarkEnd w:id="184"/>
    <w:p w14:paraId="20D055E6" w14:textId="77777777" w:rsidR="00752DAA" w:rsidRDefault="00752DAA" w:rsidP="006C1EBF">
      <w:pPr>
        <w:pStyle w:val="Heading3"/>
        <w:numPr>
          <w:ilvl w:val="2"/>
          <w:numId w:val="2"/>
        </w:numPr>
        <w:tabs>
          <w:tab w:val="left" w:pos="567"/>
        </w:tabs>
      </w:pPr>
      <w:r>
        <w:rPr>
          <w:color w:val="auto"/>
        </w:rPr>
        <w:fldChar w:fldCharType="begin"/>
      </w:r>
      <w:r>
        <w:rPr>
          <w:color w:val="auto"/>
        </w:rPr>
        <w:instrText xml:space="preserve"> HYPERLINK  \l "sec_HeaderAcceptCharset" </w:instrText>
      </w:r>
      <w:r>
        <w:rPr>
          <w:color w:val="auto"/>
        </w:rPr>
        <w:fldChar w:fldCharType="separate"/>
      </w:r>
      <w:bookmarkStart w:id="187" w:name="_Toc494884986"/>
      <w:bookmarkStart w:id="188" w:name="_Toc494356733"/>
      <w:r w:rsidRPr="004A50BC">
        <w:rPr>
          <w:rStyle w:val="Hyperlink"/>
        </w:rPr>
        <w:t xml:space="preserve">Header </w:t>
      </w:r>
      <w:r w:rsidRPr="004A50BC">
        <w:rPr>
          <w:rStyle w:val="Hyperlink"/>
          <w:rFonts w:ascii="Courier New" w:hAnsi="Courier New"/>
        </w:rPr>
        <w:t>Accept-Charset</w:t>
      </w:r>
      <w:bookmarkEnd w:id="185"/>
      <w:bookmarkEnd w:id="186"/>
      <w:bookmarkEnd w:id="187"/>
      <w:bookmarkEnd w:id="188"/>
      <w:r>
        <w:rPr>
          <w:color w:val="auto"/>
        </w:rPr>
        <w:fldChar w:fldCharType="end"/>
      </w:r>
    </w:p>
    <w:p w14:paraId="737C226E" w14:textId="77777777" w:rsidR="00752DAA" w:rsidRDefault="00752DAA" w:rsidP="00752DAA">
      <w:r>
        <w:t>As defined in</w:t>
      </w:r>
      <w:r w:rsidRPr="00182200">
        <w:rPr>
          <w:b/>
        </w:rPr>
        <w:t xml:space="preserve"> </w:t>
      </w:r>
      <w:hyperlink w:anchor="HTTPSemantic" w:history="1">
        <w:r w:rsidRPr="00CE1171">
          <w:rPr>
            <w:rStyle w:val="Hyperlink"/>
            <w:b/>
          </w:rPr>
          <w:t>[RFC7231]</w:t>
        </w:r>
      </w:hyperlink>
      <w:r>
        <w:t xml:space="preserve">, the client MAY specify the set of accepted character sets with the </w:t>
      </w:r>
      <w:r w:rsidRPr="00056032">
        <w:rPr>
          <w:rStyle w:val="Datatype"/>
        </w:rPr>
        <w:t>Accep</w:t>
      </w:r>
      <w:r>
        <w:rPr>
          <w:rStyle w:val="Datatype"/>
        </w:rPr>
        <w:t>t-Charset</w:t>
      </w:r>
      <w:r>
        <w:t xml:space="preserve"> header.</w:t>
      </w:r>
    </w:p>
    <w:p w14:paraId="7C41D9E8" w14:textId="77777777" w:rsidR="00752DAA" w:rsidRDefault="00752DAA" w:rsidP="00752DAA">
      <w:r>
        <w:t>If the</w:t>
      </w:r>
      <w:r w:rsidRPr="007F516E">
        <w:t xml:space="preserve"> </w:t>
      </w:r>
      <w:r w:rsidRPr="00056032">
        <w:rPr>
          <w:rStyle w:val="Datatype"/>
        </w:rPr>
        <w:t>Accep</w:t>
      </w:r>
      <w:r>
        <w:rPr>
          <w:rStyle w:val="Datatype"/>
        </w:rPr>
        <w:t>t-Charset</w:t>
      </w:r>
      <w:r>
        <w:t xml:space="preserve"> header is specified on an individual request within a batch, then it specifies the acceptable character sets for that individual request. Requests within a batch that don’t include the </w:t>
      </w:r>
      <w:r w:rsidRPr="00056032">
        <w:rPr>
          <w:rStyle w:val="Datatype"/>
        </w:rPr>
        <w:t>Accep</w:t>
      </w:r>
      <w:r>
        <w:rPr>
          <w:rStyle w:val="Datatype"/>
        </w:rPr>
        <w:t>t-Charset</w:t>
      </w:r>
      <w:r>
        <w:t xml:space="preserve"> header inherit the acceptable character sets of the overall batch request.</w:t>
      </w:r>
    </w:p>
    <w:bookmarkStart w:id="189" w:name="_Header_If-Match"/>
    <w:bookmarkStart w:id="190" w:name="_Toc477876574"/>
    <w:bookmarkStart w:id="191" w:name="sec_HeaderAcceptLanguage"/>
    <w:bookmarkEnd w:id="189"/>
    <w:p w14:paraId="0551948B" w14:textId="77777777" w:rsidR="00752DAA" w:rsidRDefault="00752DAA" w:rsidP="006C1EBF">
      <w:pPr>
        <w:pStyle w:val="Heading3"/>
        <w:numPr>
          <w:ilvl w:val="2"/>
          <w:numId w:val="2"/>
        </w:numPr>
        <w:tabs>
          <w:tab w:val="left" w:pos="567"/>
        </w:tabs>
      </w:pPr>
      <w:r>
        <w:fldChar w:fldCharType="begin"/>
      </w:r>
      <w:r>
        <w:instrText xml:space="preserve"> HYPERLINK  \l "sec_HeaderAcceptLanguage" </w:instrText>
      </w:r>
      <w:r>
        <w:fldChar w:fldCharType="separate"/>
      </w:r>
      <w:bookmarkStart w:id="192" w:name="_Toc494884987"/>
      <w:bookmarkStart w:id="193" w:name="_Toc494356734"/>
      <w:r w:rsidRPr="004A50BC">
        <w:rPr>
          <w:rStyle w:val="Hyperlink"/>
        </w:rPr>
        <w:t xml:space="preserve">Header </w:t>
      </w:r>
      <w:r w:rsidRPr="004A50BC">
        <w:rPr>
          <w:rStyle w:val="Hyperlink"/>
          <w:rFonts w:ascii="Courier New" w:hAnsi="Courier New"/>
        </w:rPr>
        <w:t>Accept-Language</w:t>
      </w:r>
      <w:bookmarkEnd w:id="190"/>
      <w:bookmarkEnd w:id="191"/>
      <w:bookmarkEnd w:id="192"/>
      <w:bookmarkEnd w:id="193"/>
      <w:r>
        <w:fldChar w:fldCharType="end"/>
      </w:r>
    </w:p>
    <w:p w14:paraId="25BC4455" w14:textId="77777777" w:rsidR="00752DAA" w:rsidRDefault="00752DAA" w:rsidP="00752DAA">
      <w:r>
        <w:t xml:space="preserve">As defined in </w:t>
      </w:r>
      <w:hyperlink w:anchor="HTTPSemantic" w:history="1">
        <w:r w:rsidRPr="00CE1171">
          <w:rPr>
            <w:rStyle w:val="Hyperlink"/>
            <w:b/>
          </w:rPr>
          <w:t>[RFC7231]</w:t>
        </w:r>
      </w:hyperlink>
      <w:r>
        <w:t xml:space="preserve">, the client MAY specify the set of accepted natural languages with the </w:t>
      </w:r>
      <w:r w:rsidRPr="00056032">
        <w:rPr>
          <w:rStyle w:val="Datatype"/>
        </w:rPr>
        <w:t>Accep</w:t>
      </w:r>
      <w:r>
        <w:rPr>
          <w:rStyle w:val="Datatype"/>
        </w:rPr>
        <w:t>t-Language</w:t>
      </w:r>
      <w:r>
        <w:t xml:space="preserve"> header.</w:t>
      </w:r>
    </w:p>
    <w:p w14:paraId="42962E52" w14:textId="77777777" w:rsidR="00752DAA" w:rsidRDefault="00752DAA" w:rsidP="00752DAA">
      <w:r>
        <w:t>If the</w:t>
      </w:r>
      <w:r w:rsidRPr="007F516E">
        <w:t xml:space="preserve"> </w:t>
      </w:r>
      <w:r w:rsidRPr="00056032">
        <w:rPr>
          <w:rStyle w:val="Datatype"/>
        </w:rPr>
        <w:t>Accep</w:t>
      </w:r>
      <w:r>
        <w:rPr>
          <w:rStyle w:val="Datatype"/>
        </w:rPr>
        <w:t>t-Language</w:t>
      </w:r>
      <w:r>
        <w:t xml:space="preserve"> header is specified on an individual request within a batch, then it specifies the acceptable languages for that individual request. Requests within a batch that don’t include the </w:t>
      </w:r>
      <w:r w:rsidRPr="00056032">
        <w:rPr>
          <w:rStyle w:val="Datatype"/>
        </w:rPr>
        <w:t>Accep</w:t>
      </w:r>
      <w:r>
        <w:rPr>
          <w:rStyle w:val="Datatype"/>
        </w:rPr>
        <w:t>t-Language</w:t>
      </w:r>
      <w:r>
        <w:t xml:space="preserve"> header inherit the acceptable languages of the overall batch request.</w:t>
      </w:r>
    </w:p>
    <w:bookmarkStart w:id="194" w:name="_Header_If-Match_1"/>
    <w:bookmarkStart w:id="195" w:name="_Toc477876575"/>
    <w:bookmarkStart w:id="196" w:name="sec_HeaderIfMatch"/>
    <w:bookmarkEnd w:id="194"/>
    <w:p w14:paraId="167BD788" w14:textId="77777777" w:rsidR="00752DAA" w:rsidRDefault="00752DAA" w:rsidP="006C1EBF">
      <w:pPr>
        <w:pStyle w:val="Heading3"/>
        <w:numPr>
          <w:ilvl w:val="2"/>
          <w:numId w:val="2"/>
        </w:numPr>
        <w:tabs>
          <w:tab w:val="left" w:pos="567"/>
        </w:tabs>
      </w:pPr>
      <w:r>
        <w:lastRenderedPageBreak/>
        <w:fldChar w:fldCharType="begin"/>
      </w:r>
      <w:r>
        <w:instrText xml:space="preserve"> HYPERLINK  \l "sec_HeaderIfMatch" </w:instrText>
      </w:r>
      <w:r>
        <w:fldChar w:fldCharType="separate"/>
      </w:r>
      <w:bookmarkStart w:id="197" w:name="_Toc494884988"/>
      <w:bookmarkStart w:id="198" w:name="_Toc494356735"/>
      <w:r w:rsidRPr="004A50BC">
        <w:rPr>
          <w:rStyle w:val="Hyperlink"/>
        </w:rPr>
        <w:t xml:space="preserve">Header </w:t>
      </w:r>
      <w:r w:rsidRPr="004A50BC">
        <w:rPr>
          <w:rStyle w:val="Hyperlink"/>
          <w:rFonts w:ascii="Courier New" w:hAnsi="Courier New"/>
        </w:rPr>
        <w:t>If-Match</w:t>
      </w:r>
      <w:bookmarkEnd w:id="195"/>
      <w:bookmarkEnd w:id="196"/>
      <w:bookmarkEnd w:id="197"/>
      <w:bookmarkEnd w:id="198"/>
      <w:r>
        <w:fldChar w:fldCharType="end"/>
      </w:r>
    </w:p>
    <w:p w14:paraId="28084AC8" w14:textId="77777777" w:rsidR="00752DAA" w:rsidRDefault="00752DAA" w:rsidP="00752DAA">
      <w:r>
        <w:t xml:space="preserve">As defined in </w:t>
      </w:r>
      <w:hyperlink w:anchor="HTTPConditional" w:history="1">
        <w:r w:rsidRPr="004F67CB">
          <w:rPr>
            <w:rStyle w:val="Hyperlink"/>
            <w:b/>
          </w:rPr>
          <w:t>[RFC7232]</w:t>
        </w:r>
      </w:hyperlink>
      <w:r w:rsidRPr="00B47A14">
        <w:rPr>
          <w:rStyle w:val="Hyperlink"/>
        </w:rPr>
        <w:t>,</w:t>
      </w:r>
      <w:r>
        <w:t xml:space="preserve"> a client MAY include an </w:t>
      </w:r>
      <w:r w:rsidRPr="00056032">
        <w:rPr>
          <w:rStyle w:val="Datatype"/>
        </w:rPr>
        <w:t>If-Match</w:t>
      </w:r>
      <w:r>
        <w:t xml:space="preserve"> header in a request to </w:t>
      </w:r>
      <w:r w:rsidRPr="00056032">
        <w:rPr>
          <w:rStyle w:val="Datatype"/>
        </w:rPr>
        <w:t>GET</w:t>
      </w:r>
      <w:r>
        <w:t xml:space="preserve">, </w:t>
      </w:r>
      <w:r w:rsidRPr="00056032">
        <w:rPr>
          <w:rStyle w:val="Datatype"/>
        </w:rPr>
        <w:t>PUT</w:t>
      </w:r>
      <w:r>
        <w:t xml:space="preserve">, </w:t>
      </w:r>
      <w:r w:rsidRPr="00056032">
        <w:rPr>
          <w:rStyle w:val="Datatype"/>
        </w:rPr>
        <w:t>PATCH</w:t>
      </w:r>
      <w:r>
        <w:t xml:space="preserve"> or </w:t>
      </w:r>
      <w:r w:rsidRPr="00056032">
        <w:rPr>
          <w:rStyle w:val="Datatype"/>
        </w:rPr>
        <w:t>DELETE</w:t>
      </w:r>
      <w:r w:rsidRPr="00387CC5">
        <w:t xml:space="preserve">. </w:t>
      </w:r>
      <w:r>
        <w:t xml:space="preserve">The value of the </w:t>
      </w:r>
      <w:r w:rsidRPr="00056032">
        <w:rPr>
          <w:rStyle w:val="Datatype"/>
        </w:rPr>
        <w:t>If-Match</w:t>
      </w:r>
      <w:r>
        <w:t xml:space="preserve"> request header MUST be an ETag value previously retrieved for the resource, or “</w:t>
      </w:r>
      <w:r w:rsidRPr="00111FB0">
        <w:rPr>
          <w:rFonts w:ascii="Courier New" w:hAnsi="Courier New" w:cs="Courier New"/>
        </w:rPr>
        <w:t>*</w:t>
      </w:r>
      <w:r w:rsidRPr="00F16A2D">
        <w:rPr>
          <w:rFonts w:cs="Arial"/>
        </w:rPr>
        <w:t>”</w:t>
      </w:r>
      <w:r>
        <w:t xml:space="preserve"> to match any value.</w:t>
      </w:r>
    </w:p>
    <w:p w14:paraId="6129B458" w14:textId="77777777" w:rsidR="00752DAA" w:rsidRDefault="00752DAA" w:rsidP="00752DAA">
      <w:r>
        <w:t xml:space="preserve">If an operation on an existing resource requires an ETag, (see </w:t>
      </w:r>
      <w:r>
        <w:rPr>
          <w:rStyle w:val="Datatype"/>
        </w:rPr>
        <w:t>Core</w:t>
      </w:r>
      <w:r w:rsidRPr="00E646E6">
        <w:rPr>
          <w:rStyle w:val="Datatype"/>
        </w:rPr>
        <w:t>.OptimisticConcurrency</w:t>
      </w:r>
      <w:r w:rsidRPr="00E646E6">
        <w:rPr>
          <w:rStyle w:val="Datatype"/>
          <w:rFonts w:ascii="Arial" w:hAnsi="Arial" w:cs="Arial"/>
        </w:rPr>
        <w:t xml:space="preserve"> </w:t>
      </w:r>
      <w:r>
        <w:t xml:space="preserve">in </w:t>
      </w:r>
      <w:hyperlink w:anchor="VocCore" w:history="1">
        <w:r w:rsidRPr="00CF5569">
          <w:rPr>
            <w:rStyle w:val="Hyperlink"/>
            <w:b/>
          </w:rPr>
          <w:t>[OData-VocCore]</w:t>
        </w:r>
      </w:hyperlink>
      <w:r w:rsidRPr="007E7222">
        <w:rPr>
          <w:color w:val="000000"/>
        </w:rPr>
        <w:t>)</w:t>
      </w:r>
      <w:r>
        <w:rPr>
          <w:color w:val="000000"/>
        </w:rPr>
        <w:t xml:space="preserve"> and the client does not specify an </w:t>
      </w:r>
      <w:r w:rsidRPr="006A5AFF">
        <w:rPr>
          <w:rStyle w:val="Datatype"/>
        </w:rPr>
        <w:t>If-Match</w:t>
      </w:r>
      <w:r>
        <w:rPr>
          <w:color w:val="000000"/>
        </w:rPr>
        <w:t xml:space="preserve"> request header in a </w:t>
      </w:r>
      <w:hyperlink w:anchor="sec_DataModification" w:history="1">
        <w:r w:rsidRPr="002C42AC">
          <w:rPr>
            <w:rStyle w:val="Hyperlink"/>
          </w:rPr>
          <w:t>Data Modification Request</w:t>
        </w:r>
      </w:hyperlink>
      <w:r>
        <w:rPr>
          <w:color w:val="000000"/>
        </w:rPr>
        <w:t xml:space="preserve"> or </w:t>
      </w:r>
      <w:r>
        <w:t xml:space="preserve">in an </w:t>
      </w:r>
      <w:hyperlink w:anchor="sec_Actions" w:history="1">
        <w:r w:rsidRPr="002C42AC">
          <w:rPr>
            <w:rStyle w:val="Hyperlink"/>
          </w:rPr>
          <w:t>Action Request</w:t>
        </w:r>
      </w:hyperlink>
      <w:r>
        <w:rPr>
          <w:color w:val="000000"/>
        </w:rPr>
        <w:t xml:space="preserve"> bound to the resource, the service responds with a </w:t>
      </w:r>
      <w:r w:rsidRPr="006A5AFF">
        <w:rPr>
          <w:rStyle w:val="Datatype"/>
        </w:rPr>
        <w:t>428 Precondition Required</w:t>
      </w:r>
      <w:r>
        <w:rPr>
          <w:color w:val="000000"/>
        </w:rPr>
        <w:t xml:space="preserve"> and MUST ensure that no observable change occurs as a result of the request.</w:t>
      </w:r>
    </w:p>
    <w:p w14:paraId="17F87E12" w14:textId="77777777" w:rsidR="00752DAA" w:rsidRDefault="00752DAA" w:rsidP="00752DAA">
      <w:r>
        <w:t xml:space="preserve">If present, the request MUST only be processed if the specified ETag value matches the current ETag value of the target resource. Services sending </w:t>
      </w:r>
      <w:hyperlink w:anchor="sec_HeaderETag" w:history="1">
        <w:r w:rsidRPr="004D1DE2">
          <w:rPr>
            <w:rStyle w:val="Hyperlink"/>
            <w:rFonts w:ascii="Courier New" w:hAnsi="Courier New"/>
          </w:rPr>
          <w:t>ETag</w:t>
        </w:r>
        <w:r w:rsidRPr="004D1DE2">
          <w:rPr>
            <w:rStyle w:val="Hyperlink"/>
          </w:rPr>
          <w:t xml:space="preserve"> heade</w:t>
        </w:r>
        <w:r>
          <w:rPr>
            <w:rStyle w:val="Hyperlink"/>
          </w:rPr>
          <w:t>rs</w:t>
        </w:r>
      </w:hyperlink>
      <w:r>
        <w:t xml:space="preserve"> with weak ETags that only depend on the representation-independent entity state MUST use the weak comparison function because it is sufficient to prevent accidental overwrites. This is a deviation from </w:t>
      </w:r>
      <w:hyperlink w:anchor="HTTPConditional" w:history="1">
        <w:r w:rsidRPr="004F67CB">
          <w:rPr>
            <w:rStyle w:val="Hyperlink"/>
            <w:b/>
          </w:rPr>
          <w:t>[RFC7232]</w:t>
        </w:r>
      </w:hyperlink>
      <w:r>
        <w:t xml:space="preserve">. </w:t>
      </w:r>
    </w:p>
    <w:p w14:paraId="330933CF" w14:textId="77777777" w:rsidR="00752DAA" w:rsidRDefault="00752DAA" w:rsidP="00752DAA">
      <w:pPr>
        <w:rPr>
          <w:color w:val="000000"/>
        </w:rPr>
      </w:pPr>
      <w:r>
        <w:t xml:space="preserve">If the value does not match the current ETag value of the resource for a </w:t>
      </w:r>
      <w:hyperlink w:anchor="sec_DataModification" w:history="1">
        <w:hyperlink w:anchor="sec_DataModification" w:history="1">
          <w:r w:rsidRPr="002C42AC">
            <w:rPr>
              <w:rStyle w:val="Hyperlink"/>
            </w:rPr>
            <w:t>Data Modification Request</w:t>
          </w:r>
        </w:hyperlink>
        <w:r>
          <w:t xml:space="preserve"> </w:t>
        </w:r>
      </w:hyperlink>
      <w:r>
        <w:t xml:space="preserve">or </w:t>
      </w:r>
      <w:hyperlink w:anchor="sec_Actions" w:history="1">
        <w:r w:rsidRPr="002C42AC">
          <w:rPr>
            <w:rStyle w:val="Hyperlink"/>
          </w:rPr>
          <w:t>Action Request</w:t>
        </w:r>
      </w:hyperlink>
      <w:r>
        <w:t xml:space="preserve">, the service MUST respond with </w:t>
      </w:r>
      <w:hyperlink w:anchor="sec_ResponseCode412PreconditionFailed" w:history="1">
        <w:r w:rsidRPr="00697CDF">
          <w:rPr>
            <w:rStyle w:val="Hyperlink"/>
            <w:rFonts w:ascii="Courier New" w:hAnsi="Courier New"/>
          </w:rPr>
          <w:t>412 Precondition Failed</w:t>
        </w:r>
      </w:hyperlink>
      <w:r>
        <w:t xml:space="preserve"> and MUST ensure that no observable change occurs as a result of the request.</w:t>
      </w:r>
      <w:r w:rsidRPr="000A2393">
        <w:rPr>
          <w:color w:val="000000"/>
        </w:rPr>
        <w:t xml:space="preserve"> </w:t>
      </w:r>
      <w:r>
        <w:rPr>
          <w:color w:val="000000"/>
        </w:rPr>
        <w:t xml:space="preserve">In the case of an </w:t>
      </w:r>
      <w:hyperlink w:anchor="sec_UpsertanEntity" w:history="1">
        <w:r w:rsidRPr="00752225">
          <w:rPr>
            <w:rStyle w:val="Hyperlink"/>
          </w:rPr>
          <w:t>upsert</w:t>
        </w:r>
      </w:hyperlink>
      <w:r>
        <w:rPr>
          <w:color w:val="000000"/>
        </w:rPr>
        <w:t>, if the addressed entity does not exist the provided ETag value is considered not to match.</w:t>
      </w:r>
    </w:p>
    <w:p w14:paraId="031559AE" w14:textId="77777777" w:rsidR="00752DAA" w:rsidRDefault="00752DAA" w:rsidP="00752DAA">
      <w:pPr>
        <w:rPr>
          <w:rFonts w:cs="Arial"/>
        </w:rPr>
      </w:pPr>
      <w:r>
        <w:t xml:space="preserve">An </w:t>
      </w:r>
      <w:r w:rsidRPr="00EE677A">
        <w:rPr>
          <w:rStyle w:val="Datatype"/>
        </w:rPr>
        <w:t>If-Match</w:t>
      </w:r>
      <w:r>
        <w:t xml:space="preserve"> header with a value of “</w:t>
      </w:r>
      <w:r w:rsidRPr="00111FB0">
        <w:rPr>
          <w:rFonts w:ascii="Courier New" w:hAnsi="Courier New" w:cs="Courier New"/>
        </w:rPr>
        <w:t>*</w:t>
      </w:r>
      <w:r w:rsidRPr="00F16A2D">
        <w:rPr>
          <w:rFonts w:cs="Arial"/>
        </w:rPr>
        <w:t>”</w:t>
      </w:r>
      <w:r>
        <w:t xml:space="preserve"> </w:t>
      </w:r>
      <w:r>
        <w:rPr>
          <w:rFonts w:cs="Arial"/>
        </w:rPr>
        <w:t xml:space="preserve">in a </w:t>
      </w:r>
      <w:r w:rsidRPr="007E32DD">
        <w:rPr>
          <w:rStyle w:val="Datatype"/>
        </w:rPr>
        <w:t>PUT</w:t>
      </w:r>
      <w:r>
        <w:rPr>
          <w:rFonts w:cs="Arial"/>
        </w:rPr>
        <w:t xml:space="preserve"> or </w:t>
      </w:r>
      <w:r w:rsidRPr="007E32DD">
        <w:rPr>
          <w:rStyle w:val="Datatype"/>
        </w:rPr>
        <w:t>PATCH</w:t>
      </w:r>
      <w:r>
        <w:rPr>
          <w:rFonts w:cs="Arial"/>
        </w:rPr>
        <w:t xml:space="preserve"> request results in an </w:t>
      </w:r>
      <w:hyperlink w:anchor="sec_UpsertanEntity" w:history="1">
        <w:r w:rsidRPr="00111FB0">
          <w:rPr>
            <w:rStyle w:val="Hyperlink"/>
            <w:rFonts w:cs="Arial"/>
          </w:rPr>
          <w:t>upsert request</w:t>
        </w:r>
      </w:hyperlink>
      <w:r>
        <w:rPr>
          <w:rFonts w:cs="Arial"/>
        </w:rPr>
        <w:t xml:space="preserve"> being processed as an </w:t>
      </w:r>
      <w:r w:rsidRPr="0095225D">
        <w:rPr>
          <w:rFonts w:cs="Arial"/>
        </w:rPr>
        <w:t>update</w:t>
      </w:r>
      <w:r>
        <w:rPr>
          <w:rFonts w:cs="Arial"/>
        </w:rPr>
        <w:t xml:space="preserve"> and not an </w:t>
      </w:r>
      <w:r w:rsidRPr="0095225D">
        <w:rPr>
          <w:rFonts w:cs="Arial"/>
        </w:rPr>
        <w:t>insert</w:t>
      </w:r>
      <w:r>
        <w:rPr>
          <w:rFonts w:cs="Arial"/>
        </w:rPr>
        <w:t>.</w:t>
      </w:r>
    </w:p>
    <w:p w14:paraId="651E14A4" w14:textId="77777777" w:rsidR="00752DAA" w:rsidRPr="00111FB0" w:rsidRDefault="00752DAA" w:rsidP="00752DAA">
      <w:pPr>
        <w:rPr>
          <w:rFonts w:cs="Arial"/>
        </w:rPr>
      </w:pPr>
      <w:r>
        <w:t>The</w:t>
      </w:r>
      <w:r w:rsidRPr="007F516E">
        <w:t xml:space="preserve"> </w:t>
      </w:r>
      <w:r w:rsidRPr="00056032">
        <w:rPr>
          <w:rStyle w:val="Datatype"/>
        </w:rPr>
        <w:t>If-Match</w:t>
      </w:r>
      <w:r>
        <w:t xml:space="preserve"> header MUST NOT be specified on a batch request, but MAY be specified on individual requests within the batch.</w:t>
      </w:r>
    </w:p>
    <w:bookmarkStart w:id="199" w:name="_The_If-None-Match_Request"/>
    <w:bookmarkStart w:id="200" w:name="_Header_If-None-Match"/>
    <w:bookmarkStart w:id="201" w:name="_Toc477876576"/>
    <w:bookmarkStart w:id="202" w:name="sec_HeaderIfNoneMatch"/>
    <w:bookmarkEnd w:id="199"/>
    <w:bookmarkEnd w:id="200"/>
    <w:p w14:paraId="4E0ACCC5" w14:textId="77777777" w:rsidR="00752DAA" w:rsidRDefault="00752DAA" w:rsidP="006C1EBF">
      <w:pPr>
        <w:pStyle w:val="Heading3"/>
        <w:numPr>
          <w:ilvl w:val="2"/>
          <w:numId w:val="2"/>
        </w:numPr>
        <w:tabs>
          <w:tab w:val="left" w:pos="567"/>
        </w:tabs>
      </w:pPr>
      <w:r>
        <w:fldChar w:fldCharType="begin"/>
      </w:r>
      <w:r>
        <w:instrText xml:space="preserve"> HYPERLINK  \l "sec_HeaderIfNoneMatch" </w:instrText>
      </w:r>
      <w:r>
        <w:fldChar w:fldCharType="separate"/>
      </w:r>
      <w:bookmarkStart w:id="203" w:name="_Toc494884989"/>
      <w:bookmarkStart w:id="204" w:name="_Toc494356736"/>
      <w:r w:rsidRPr="004A50BC">
        <w:rPr>
          <w:rStyle w:val="Hyperlink"/>
        </w:rPr>
        <w:t xml:space="preserve">Header </w:t>
      </w:r>
      <w:r w:rsidRPr="004A50BC">
        <w:rPr>
          <w:rStyle w:val="Hyperlink"/>
          <w:rFonts w:ascii="Courier New" w:hAnsi="Courier New"/>
        </w:rPr>
        <w:t>If-None-Match</w:t>
      </w:r>
      <w:bookmarkEnd w:id="201"/>
      <w:bookmarkEnd w:id="202"/>
      <w:bookmarkEnd w:id="203"/>
      <w:bookmarkEnd w:id="204"/>
      <w:r>
        <w:fldChar w:fldCharType="end"/>
      </w:r>
    </w:p>
    <w:p w14:paraId="0F5E6F58" w14:textId="77777777" w:rsidR="00752DAA" w:rsidRDefault="00752DAA" w:rsidP="00752DAA">
      <w:r>
        <w:t xml:space="preserve">As defined in </w:t>
      </w:r>
      <w:hyperlink w:anchor="HTTPConditional" w:history="1">
        <w:r w:rsidRPr="00AC4451">
          <w:rPr>
            <w:rStyle w:val="Hyperlink"/>
            <w:b/>
          </w:rPr>
          <w:t>[RFC723</w:t>
        </w:r>
        <w:r>
          <w:rPr>
            <w:rStyle w:val="Hyperlink"/>
            <w:b/>
          </w:rPr>
          <w:t>2</w:t>
        </w:r>
        <w:r w:rsidRPr="00AC4451">
          <w:rPr>
            <w:rStyle w:val="Hyperlink"/>
            <w:b/>
          </w:rPr>
          <w:t>]</w:t>
        </w:r>
      </w:hyperlink>
      <w:r>
        <w:t xml:space="preserve">, a client MAY include an </w:t>
      </w:r>
      <w:r w:rsidRPr="00EE677A">
        <w:rPr>
          <w:rStyle w:val="Datatype"/>
        </w:rPr>
        <w:t>If-None-Match</w:t>
      </w:r>
      <w:r>
        <w:t xml:space="preserve"> header in a request to </w:t>
      </w:r>
      <w:r w:rsidRPr="00EF6E1B">
        <w:rPr>
          <w:rStyle w:val="Datatype"/>
        </w:rPr>
        <w:t>GET</w:t>
      </w:r>
      <w:r>
        <w:t xml:space="preserve">, </w:t>
      </w:r>
      <w:r w:rsidRPr="00EF6E1B">
        <w:rPr>
          <w:rStyle w:val="Datatype"/>
        </w:rPr>
        <w:t>PUT</w:t>
      </w:r>
      <w:r>
        <w:t xml:space="preserve">, </w:t>
      </w:r>
      <w:r w:rsidRPr="00EF6E1B">
        <w:rPr>
          <w:rStyle w:val="Datatype"/>
        </w:rPr>
        <w:t>PATCH</w:t>
      </w:r>
      <w:r>
        <w:t xml:space="preserve"> or </w:t>
      </w:r>
      <w:r w:rsidRPr="00EF6E1B">
        <w:rPr>
          <w:rStyle w:val="Datatype"/>
        </w:rPr>
        <w:t>DELETE</w:t>
      </w:r>
      <w:r>
        <w:t xml:space="preserve">. The value of the </w:t>
      </w:r>
      <w:r w:rsidRPr="00885AA5">
        <w:rPr>
          <w:rStyle w:val="Datatype"/>
        </w:rPr>
        <w:t xml:space="preserve">If-None-Match </w:t>
      </w:r>
      <w:r>
        <w:t>request header MUST be an ETag value previously retrieved for the resource, or “</w:t>
      </w:r>
      <w:r w:rsidRPr="00111FB0">
        <w:rPr>
          <w:rFonts w:ascii="Courier New" w:hAnsi="Courier New" w:cs="Courier New"/>
        </w:rPr>
        <w:t>*</w:t>
      </w:r>
      <w:r w:rsidRPr="00F16A2D">
        <w:rPr>
          <w:rFonts w:cs="Arial"/>
        </w:rPr>
        <w:t>”</w:t>
      </w:r>
      <w:r>
        <w:t>.</w:t>
      </w:r>
    </w:p>
    <w:p w14:paraId="34E24B47" w14:textId="77777777" w:rsidR="00752DAA" w:rsidRDefault="00752DAA" w:rsidP="00752DAA">
      <w:r>
        <w:t>If present, the request MUST only be processed if the specified ETag value does not match the current ETag value of the resource, using the weak comparison function (see</w:t>
      </w:r>
      <w:r>
        <w:rPr>
          <w:rStyle w:val="Hyperlink"/>
          <w:b/>
        </w:rPr>
        <w:t xml:space="preserve"> </w:t>
      </w:r>
      <w:hyperlink w:anchor="HTTPConditional" w:history="1">
        <w:r w:rsidRPr="004F67CB">
          <w:rPr>
            <w:rStyle w:val="Hyperlink"/>
            <w:b/>
          </w:rPr>
          <w:t>[RFC7232]</w:t>
        </w:r>
      </w:hyperlink>
      <w:r>
        <w:t>). If the value</w:t>
      </w:r>
      <w:r w:rsidDel="001407DF">
        <w:t xml:space="preserve"> </w:t>
      </w:r>
      <w:r>
        <w:t xml:space="preserve">matches the current ETag value of the resource, then for a </w:t>
      </w:r>
      <w:r w:rsidRPr="007E32DD">
        <w:rPr>
          <w:rStyle w:val="Datatype"/>
        </w:rPr>
        <w:t>GET</w:t>
      </w:r>
      <w:r>
        <w:t xml:space="preserve"> request, the service SHOULD respond with </w:t>
      </w:r>
      <w:hyperlink w:anchor="sec_ResponseCode304NotModified" w:history="1">
        <w:r w:rsidRPr="00102D3D">
          <w:rPr>
            <w:rStyle w:val="Hyperlink"/>
            <w:rFonts w:ascii="Courier New" w:hAnsi="Courier New"/>
          </w:rPr>
          <w:t>304 Not Modified</w:t>
        </w:r>
      </w:hyperlink>
      <w:r>
        <w:t xml:space="preserve">, and for a </w:t>
      </w:r>
      <w:hyperlink w:anchor="sec_DataModification" w:history="1">
        <w:hyperlink w:anchor="sec_DataModification" w:history="1">
          <w:r w:rsidRPr="002C42AC">
            <w:rPr>
              <w:rStyle w:val="Hyperlink"/>
            </w:rPr>
            <w:t>Data Modification Request</w:t>
          </w:r>
        </w:hyperlink>
        <w:r>
          <w:t xml:space="preserve"> </w:t>
        </w:r>
      </w:hyperlink>
      <w:r>
        <w:t xml:space="preserve">or </w:t>
      </w:r>
      <w:hyperlink w:anchor="sec_Actions" w:history="1">
        <w:r w:rsidRPr="002C42AC">
          <w:rPr>
            <w:rStyle w:val="Hyperlink"/>
          </w:rPr>
          <w:t>Action Request</w:t>
        </w:r>
      </w:hyperlink>
      <w:r>
        <w:rPr>
          <w:rStyle w:val="Hyperlink"/>
        </w:rPr>
        <w:t>,</w:t>
      </w:r>
      <w:r>
        <w:t xml:space="preserve"> the service MUST respond with </w:t>
      </w:r>
      <w:hyperlink w:anchor="sec_ResponseCode412PreconditionFailed" w:history="1">
        <w:r w:rsidRPr="00697CDF">
          <w:rPr>
            <w:rStyle w:val="Hyperlink"/>
            <w:rFonts w:ascii="Courier New" w:hAnsi="Courier New"/>
          </w:rPr>
          <w:t>412 Precondition Failed</w:t>
        </w:r>
      </w:hyperlink>
      <w:r>
        <w:t xml:space="preserve"> and MUST ensure that no observable change occurs as a result of the request.</w:t>
      </w:r>
    </w:p>
    <w:p w14:paraId="686EA122" w14:textId="77777777" w:rsidR="00752DAA" w:rsidRDefault="00752DAA" w:rsidP="00752DAA">
      <w:pPr>
        <w:rPr>
          <w:rFonts w:cs="Arial"/>
        </w:rPr>
      </w:pPr>
      <w:r>
        <w:t xml:space="preserve">An </w:t>
      </w:r>
      <w:r w:rsidRPr="00EE677A">
        <w:rPr>
          <w:rStyle w:val="Datatype"/>
        </w:rPr>
        <w:t>If-None-Match</w:t>
      </w:r>
      <w:r>
        <w:t xml:space="preserve"> header with a value of “</w:t>
      </w:r>
      <w:r w:rsidRPr="00111FB0">
        <w:rPr>
          <w:rFonts w:ascii="Courier New" w:hAnsi="Courier New" w:cs="Courier New"/>
        </w:rPr>
        <w:t>*</w:t>
      </w:r>
      <w:r w:rsidRPr="00F16A2D">
        <w:rPr>
          <w:rFonts w:cs="Arial"/>
        </w:rPr>
        <w:t>”</w:t>
      </w:r>
      <w:r>
        <w:rPr>
          <w:rFonts w:cs="Arial"/>
        </w:rPr>
        <w:t xml:space="preserve"> in a </w:t>
      </w:r>
      <w:r w:rsidRPr="007E32DD">
        <w:rPr>
          <w:rStyle w:val="Datatype"/>
        </w:rPr>
        <w:t>PUT</w:t>
      </w:r>
      <w:r>
        <w:rPr>
          <w:rFonts w:cs="Arial"/>
        </w:rPr>
        <w:t xml:space="preserve"> or </w:t>
      </w:r>
      <w:r w:rsidRPr="007E32DD">
        <w:rPr>
          <w:rStyle w:val="Datatype"/>
        </w:rPr>
        <w:t>PATCH</w:t>
      </w:r>
      <w:r>
        <w:rPr>
          <w:rFonts w:cs="Arial"/>
        </w:rPr>
        <w:t xml:space="preserve"> request results in an </w:t>
      </w:r>
      <w:hyperlink w:anchor="sec_UpsertanEntity" w:history="1">
        <w:r w:rsidRPr="00111FB0">
          <w:rPr>
            <w:rStyle w:val="Hyperlink"/>
            <w:rFonts w:cs="Arial"/>
          </w:rPr>
          <w:t>upsert request</w:t>
        </w:r>
      </w:hyperlink>
      <w:r>
        <w:rPr>
          <w:rFonts w:cs="Arial"/>
        </w:rPr>
        <w:t xml:space="preserve"> being processed as an </w:t>
      </w:r>
      <w:hyperlink w:anchor="sec_CreateanEntity" w:history="1">
        <w:r w:rsidRPr="00111FB0">
          <w:rPr>
            <w:rStyle w:val="Hyperlink"/>
            <w:rFonts w:cs="Arial"/>
          </w:rPr>
          <w:t>insert</w:t>
        </w:r>
      </w:hyperlink>
      <w:r>
        <w:rPr>
          <w:rFonts w:cs="Arial"/>
        </w:rPr>
        <w:t xml:space="preserve"> and not an </w:t>
      </w:r>
      <w:hyperlink w:anchor="sec_UpdateanEntity" w:history="1">
        <w:r w:rsidRPr="00111FB0">
          <w:rPr>
            <w:rStyle w:val="Hyperlink"/>
            <w:rFonts w:cs="Arial"/>
          </w:rPr>
          <w:t>update</w:t>
        </w:r>
      </w:hyperlink>
      <w:r>
        <w:rPr>
          <w:rFonts w:cs="Arial"/>
        </w:rPr>
        <w:t>.</w:t>
      </w:r>
    </w:p>
    <w:p w14:paraId="772873FC" w14:textId="77777777" w:rsidR="00752DAA" w:rsidRPr="00111FB0" w:rsidRDefault="00752DAA" w:rsidP="00752DAA">
      <w:pPr>
        <w:rPr>
          <w:rFonts w:cs="Arial"/>
        </w:rPr>
      </w:pPr>
      <w:r>
        <w:t>The</w:t>
      </w:r>
      <w:r w:rsidRPr="007F516E">
        <w:t xml:space="preserve"> </w:t>
      </w:r>
      <w:r w:rsidRPr="00056032">
        <w:rPr>
          <w:rStyle w:val="Datatype"/>
        </w:rPr>
        <w:t>If-</w:t>
      </w:r>
      <w:r>
        <w:rPr>
          <w:rStyle w:val="Datatype"/>
        </w:rPr>
        <w:t>None-</w:t>
      </w:r>
      <w:r w:rsidRPr="00056032">
        <w:rPr>
          <w:rStyle w:val="Datatype"/>
        </w:rPr>
        <w:t>Match</w:t>
      </w:r>
      <w:r>
        <w:t xml:space="preserve"> header MUST NOT be specified on a batch request, but MAY be specified on individual requests within the batch.</w:t>
      </w:r>
    </w:p>
    <w:bookmarkStart w:id="205" w:name="_The_Prefer_Header_1"/>
    <w:bookmarkStart w:id="206" w:name="_Header_OData-MaxVersion"/>
    <w:bookmarkStart w:id="207" w:name="_Header_OData-Isolation"/>
    <w:bookmarkStart w:id="208" w:name="_Toc477876577"/>
    <w:bookmarkStart w:id="209" w:name="sec_HeaderIsolationODataIsolation"/>
    <w:bookmarkStart w:id="210" w:name="_Ref356809484"/>
    <w:bookmarkStart w:id="211" w:name="_Ref356812046"/>
    <w:bookmarkEnd w:id="205"/>
    <w:bookmarkEnd w:id="206"/>
    <w:bookmarkEnd w:id="207"/>
    <w:p w14:paraId="65F67432" w14:textId="77777777" w:rsidR="00752DAA" w:rsidRPr="001C4C82" w:rsidRDefault="00752DAA" w:rsidP="006C1EBF">
      <w:pPr>
        <w:pStyle w:val="Heading3"/>
        <w:numPr>
          <w:ilvl w:val="2"/>
          <w:numId w:val="2"/>
        </w:numPr>
        <w:tabs>
          <w:tab w:val="left" w:pos="567"/>
        </w:tabs>
        <w:rPr>
          <w:shd w:val="clear" w:color="auto" w:fill="FFFFFF"/>
        </w:rPr>
      </w:pPr>
      <w:r>
        <w:fldChar w:fldCharType="begin"/>
      </w:r>
      <w:r>
        <w:instrText xml:space="preserve"> HYPERLINK  \l "sec_HeaderIsolationODataIsolation" </w:instrText>
      </w:r>
      <w:r>
        <w:fldChar w:fldCharType="separate"/>
      </w:r>
      <w:bookmarkStart w:id="212" w:name="_Toc494884990"/>
      <w:bookmarkStart w:id="213" w:name="_Toc494356737"/>
      <w:r w:rsidRPr="004A50BC">
        <w:rPr>
          <w:rStyle w:val="Hyperlink"/>
        </w:rPr>
        <w:t xml:space="preserve">Header </w:t>
      </w:r>
      <w:r w:rsidRPr="004A50BC">
        <w:rPr>
          <w:rStyle w:val="Hyperlink"/>
          <w:rFonts w:ascii="Courier New" w:hAnsi="Courier New"/>
        </w:rPr>
        <w:t>Isolation</w:t>
      </w:r>
      <w:r w:rsidRPr="004A50BC">
        <w:rPr>
          <w:rStyle w:val="Hyperlink"/>
        </w:rPr>
        <w:t xml:space="preserve"> (</w:t>
      </w:r>
      <w:r w:rsidRPr="004A50BC">
        <w:rPr>
          <w:rStyle w:val="Hyperlink"/>
          <w:rFonts w:ascii="Courier New" w:hAnsi="Courier New"/>
        </w:rPr>
        <w:t>OData-Isolation</w:t>
      </w:r>
      <w:r w:rsidRPr="004A50BC">
        <w:rPr>
          <w:rStyle w:val="Hyperlink"/>
        </w:rPr>
        <w:t>)</w:t>
      </w:r>
      <w:bookmarkEnd w:id="208"/>
      <w:bookmarkEnd w:id="209"/>
      <w:bookmarkEnd w:id="212"/>
      <w:bookmarkEnd w:id="213"/>
      <w:r>
        <w:fldChar w:fldCharType="end"/>
      </w:r>
    </w:p>
    <w:p w14:paraId="3AD48080" w14:textId="77777777" w:rsidR="00752DAA" w:rsidRDefault="00752DAA" w:rsidP="00752DAA">
      <w:r>
        <w:t xml:space="preserve">The </w:t>
      </w:r>
      <w:r>
        <w:rPr>
          <w:rFonts w:ascii="Courier New" w:hAnsi="Courier New" w:cs="Courier New"/>
          <w:shd w:val="clear" w:color="auto" w:fill="FFFFFF"/>
        </w:rPr>
        <w:t>I</w:t>
      </w:r>
      <w:r w:rsidRPr="00B8791A">
        <w:rPr>
          <w:rFonts w:ascii="Courier New" w:hAnsi="Courier New" w:cs="Courier New"/>
          <w:shd w:val="clear" w:color="auto" w:fill="FFFFFF"/>
        </w:rPr>
        <w:t>solation</w:t>
      </w:r>
      <w:r>
        <w:t xml:space="preserve"> header specifies the isolation of the current request from external changes. The only supported value for this header is </w:t>
      </w:r>
      <w:r w:rsidRPr="002A7CC6">
        <w:rPr>
          <w:rStyle w:val="Datatype"/>
        </w:rPr>
        <w:t>snapshot</w:t>
      </w:r>
      <w:r>
        <w:t>.</w:t>
      </w:r>
    </w:p>
    <w:p w14:paraId="05527C48" w14:textId="77777777" w:rsidR="00752DAA" w:rsidRDefault="00752DAA" w:rsidP="00752DAA">
      <w:r>
        <w:t xml:space="preserve">If the service doesn’t support </w:t>
      </w:r>
      <w:r>
        <w:rPr>
          <w:rFonts w:ascii="Courier New" w:hAnsi="Courier New" w:cs="Courier New"/>
          <w:shd w:val="clear" w:color="auto" w:fill="FFFFFF"/>
        </w:rPr>
        <w:t>I</w:t>
      </w:r>
      <w:r w:rsidRPr="00B8791A">
        <w:rPr>
          <w:rFonts w:ascii="Courier New" w:hAnsi="Courier New" w:cs="Courier New"/>
          <w:shd w:val="clear" w:color="auto" w:fill="FFFFFF"/>
        </w:rPr>
        <w:t>solation</w:t>
      </w:r>
      <w:r>
        <w:rPr>
          <w:rFonts w:ascii="Courier New" w:hAnsi="Courier New" w:cs="Courier New"/>
          <w:shd w:val="clear" w:color="auto" w:fill="FFFFFF"/>
        </w:rPr>
        <w:t>:</w:t>
      </w:r>
      <w:r w:rsidRPr="00F36D52">
        <w:rPr>
          <w:rFonts w:ascii="Courier New" w:hAnsi="Courier New" w:cs="Courier New"/>
          <w:shd w:val="clear" w:color="auto" w:fill="FFFFFF"/>
        </w:rPr>
        <w:t>snapshot</w:t>
      </w:r>
      <w:r>
        <w:rPr>
          <w:rFonts w:ascii="Courier New" w:hAnsi="Courier New" w:cs="Courier New"/>
          <w:shd w:val="clear" w:color="auto" w:fill="FFFFFF"/>
        </w:rPr>
        <w:t xml:space="preserve"> </w:t>
      </w:r>
      <w:r w:rsidRPr="00F36D52">
        <w:t>a</w:t>
      </w:r>
      <w:r>
        <w:t xml:space="preserve">nd </w:t>
      </w:r>
      <w:r w:rsidRPr="00F36D52">
        <w:t>this header was specified on the request</w:t>
      </w:r>
      <w:r>
        <w:t xml:space="preserve">, the service MUST NOT process the request and MUST respond with </w:t>
      </w:r>
      <w:r w:rsidRPr="006A5AFF">
        <w:rPr>
          <w:rStyle w:val="Datatype"/>
        </w:rPr>
        <w:t>412 Precondition Failed</w:t>
      </w:r>
      <w:r>
        <w:rPr>
          <w:rStyle w:val="Datatype"/>
        </w:rPr>
        <w:t>.</w:t>
      </w:r>
      <w:r>
        <w:t xml:space="preserve"> </w:t>
      </w:r>
    </w:p>
    <w:p w14:paraId="48767819" w14:textId="77777777" w:rsidR="00752DAA" w:rsidRDefault="00752DAA" w:rsidP="00752DAA">
      <w:r w:rsidRPr="006F6D6C">
        <w:rPr>
          <w:i/>
        </w:rPr>
        <w:t>Snapshot isolation</w:t>
      </w:r>
      <w:r>
        <w:t xml:space="preserve"> guarantees that all data returned for a request, including multiple requests within a </w:t>
      </w:r>
      <w:hyperlink w:anchor="sec_BatchRequests" w:history="1">
        <w:r w:rsidRPr="00DA74DD">
          <w:rPr>
            <w:rStyle w:val="Hyperlink"/>
          </w:rPr>
          <w:t>batch</w:t>
        </w:r>
      </w:hyperlink>
      <w:r>
        <w:rPr>
          <w:rStyle w:val="Hyperlink"/>
        </w:rPr>
        <w:t xml:space="preserve"> </w:t>
      </w:r>
      <w:r>
        <w:t xml:space="preserve">or results retrieved across multiple </w:t>
      </w:r>
      <w:hyperlink w:anchor="sec_ServerDrivenPaging" w:history="1">
        <w:r w:rsidRPr="00422A2F">
          <w:rPr>
            <w:rStyle w:val="Hyperlink"/>
          </w:rPr>
          <w:t>pages</w:t>
        </w:r>
      </w:hyperlink>
      <w:r>
        <w:t>, will be consistent as of a single point in time. Only data modifications made within the request (for example, by a data modification request within the same batch) are visible. The effect is as if the request generates a "</w:t>
      </w:r>
      <w:r w:rsidRPr="006F6D6C">
        <w:t>snapshot</w:t>
      </w:r>
      <w:r>
        <w:t>" of the committed data as it existed at the start of the request.</w:t>
      </w:r>
    </w:p>
    <w:p w14:paraId="03EA3BCA" w14:textId="77777777" w:rsidR="00752DAA" w:rsidRDefault="00752DAA" w:rsidP="00752DAA">
      <w:r w:rsidRPr="007A34B3">
        <w:rPr>
          <w:rFonts w:cs="Arial"/>
          <w:color w:val="000000"/>
          <w:szCs w:val="18"/>
          <w:shd w:val="clear" w:color="auto" w:fill="FFFFFF"/>
        </w:rPr>
        <w:t>The</w:t>
      </w:r>
      <w:r>
        <w:rPr>
          <w:rFonts w:ascii="Courier New" w:hAnsi="Courier New" w:cs="Courier New"/>
          <w:shd w:val="clear" w:color="auto" w:fill="FFFFFF"/>
        </w:rPr>
        <w:t xml:space="preserve"> Isolation </w:t>
      </w:r>
      <w:r>
        <w:t>header may be specified on a single or batch request. If it is specified on a batch then the value is applied to all statements within the batch.</w:t>
      </w:r>
    </w:p>
    <w:p w14:paraId="4C046CA7" w14:textId="77777777" w:rsidR="00752DAA" w:rsidRDefault="00752DAA" w:rsidP="00752DAA">
      <w:r>
        <w:rPr>
          <w:rFonts w:cs="Arial"/>
          <w:color w:val="000000"/>
          <w:szCs w:val="18"/>
          <w:shd w:val="clear" w:color="auto" w:fill="FFFFFF"/>
        </w:rPr>
        <w:lastRenderedPageBreak/>
        <w:t>Next links returned within a snapshot return results within the same snapshot as the initial request;</w:t>
      </w:r>
      <w:r>
        <w:t xml:space="preserve"> the </w:t>
      </w:r>
      <w:r w:rsidRPr="00217D33">
        <w:t xml:space="preserve">client </w:t>
      </w:r>
      <w:r>
        <w:t>i</w:t>
      </w:r>
      <w:r w:rsidRPr="00217D33">
        <w:t xml:space="preserve">s not required to </w:t>
      </w:r>
      <w:r>
        <w:t>repeat the header on each individual page request.</w:t>
      </w:r>
    </w:p>
    <w:p w14:paraId="60C92C51" w14:textId="77777777" w:rsidR="00752DAA" w:rsidRDefault="00752DAA" w:rsidP="00752DAA">
      <w:pPr>
        <w:rPr>
          <w:rFonts w:cs="Arial"/>
          <w:color w:val="000000"/>
          <w:szCs w:val="18"/>
          <w:shd w:val="clear" w:color="auto" w:fill="FFFFFF"/>
        </w:rPr>
      </w:pPr>
      <w:r w:rsidRPr="007A34B3">
        <w:rPr>
          <w:rFonts w:cs="Arial"/>
          <w:color w:val="000000"/>
          <w:szCs w:val="18"/>
          <w:shd w:val="clear" w:color="auto" w:fill="FFFFFF"/>
        </w:rPr>
        <w:t xml:space="preserve">The </w:t>
      </w:r>
      <w:r w:rsidRPr="00BE0918">
        <w:rPr>
          <w:rStyle w:val="Datatype"/>
        </w:rPr>
        <w:t>Isolation</w:t>
      </w:r>
      <w:r>
        <w:t xml:space="preserve"> header</w:t>
      </w:r>
      <w:r w:rsidRPr="007A34B3">
        <w:rPr>
          <w:rFonts w:cs="Arial"/>
          <w:color w:val="000000"/>
          <w:szCs w:val="18"/>
          <w:shd w:val="clear" w:color="auto" w:fill="FFFFFF"/>
        </w:rPr>
        <w:t xml:space="preserve"> has no effe</w:t>
      </w:r>
      <w:r>
        <w:rPr>
          <w:rFonts w:cs="Arial"/>
          <w:color w:val="000000"/>
          <w:szCs w:val="18"/>
          <w:shd w:val="clear" w:color="auto" w:fill="FFFFFF"/>
        </w:rPr>
        <w:t xml:space="preserve">ct on links other than the next </w:t>
      </w:r>
      <w:r w:rsidRPr="007A34B3">
        <w:rPr>
          <w:rFonts w:cs="Arial"/>
          <w:color w:val="000000"/>
          <w:szCs w:val="18"/>
          <w:shd w:val="clear" w:color="auto" w:fill="FFFFFF"/>
        </w:rPr>
        <w:t>link</w:t>
      </w:r>
      <w:r>
        <w:rPr>
          <w:rFonts w:cs="Arial"/>
          <w:color w:val="000000"/>
          <w:szCs w:val="18"/>
          <w:shd w:val="clear" w:color="auto" w:fill="FFFFFF"/>
        </w:rPr>
        <w:t xml:space="preserve">. Navigation </w:t>
      </w:r>
      <w:r w:rsidRPr="007A34B3">
        <w:rPr>
          <w:rFonts w:cs="Arial"/>
          <w:color w:val="000000"/>
          <w:szCs w:val="18"/>
          <w:shd w:val="clear" w:color="auto" w:fill="FFFFFF"/>
        </w:rPr>
        <w:t>links</w:t>
      </w:r>
      <w:r>
        <w:rPr>
          <w:rFonts w:cs="Arial"/>
          <w:color w:val="000000"/>
          <w:szCs w:val="18"/>
          <w:shd w:val="clear" w:color="auto" w:fill="FFFFFF"/>
        </w:rPr>
        <w:t>,</w:t>
      </w:r>
      <w:r w:rsidRPr="007A34B3">
        <w:rPr>
          <w:rFonts w:cs="Arial"/>
          <w:color w:val="000000"/>
          <w:szCs w:val="18"/>
          <w:shd w:val="clear" w:color="auto" w:fill="FFFFFF"/>
        </w:rPr>
        <w:t xml:space="preserve"> </w:t>
      </w:r>
      <w:r>
        <w:rPr>
          <w:rFonts w:cs="Arial"/>
          <w:color w:val="000000"/>
          <w:szCs w:val="18"/>
          <w:shd w:val="clear" w:color="auto" w:fill="FFFFFF"/>
        </w:rPr>
        <w:t xml:space="preserve">read </w:t>
      </w:r>
      <w:r w:rsidRPr="007A34B3">
        <w:rPr>
          <w:rFonts w:cs="Arial"/>
          <w:color w:val="000000"/>
          <w:szCs w:val="18"/>
          <w:shd w:val="clear" w:color="auto" w:fill="FFFFFF"/>
        </w:rPr>
        <w:t>links</w:t>
      </w:r>
      <w:r>
        <w:rPr>
          <w:rFonts w:cs="Arial"/>
          <w:color w:val="000000"/>
          <w:szCs w:val="18"/>
          <w:shd w:val="clear" w:color="auto" w:fill="FFFFFF"/>
        </w:rPr>
        <w:t>,</w:t>
      </w:r>
      <w:r w:rsidRPr="007A34B3">
        <w:rPr>
          <w:rFonts w:cs="Arial"/>
          <w:color w:val="000000"/>
          <w:szCs w:val="18"/>
          <w:shd w:val="clear" w:color="auto" w:fill="FFFFFF"/>
        </w:rPr>
        <w:t xml:space="preserve"> and e</w:t>
      </w:r>
      <w:r>
        <w:rPr>
          <w:rFonts w:cs="Arial"/>
          <w:color w:val="000000"/>
          <w:szCs w:val="18"/>
          <w:shd w:val="clear" w:color="auto" w:fill="FFFFFF"/>
        </w:rPr>
        <w:t>dit links return the current</w:t>
      </w:r>
      <w:r w:rsidRPr="007A34B3">
        <w:rPr>
          <w:rFonts w:cs="Arial"/>
          <w:color w:val="000000"/>
          <w:szCs w:val="18"/>
          <w:shd w:val="clear" w:color="auto" w:fill="FFFFFF"/>
        </w:rPr>
        <w:t xml:space="preserve"> version</w:t>
      </w:r>
      <w:r>
        <w:rPr>
          <w:rFonts w:cs="Arial"/>
          <w:color w:val="000000"/>
          <w:szCs w:val="18"/>
          <w:shd w:val="clear" w:color="auto" w:fill="FFFFFF"/>
        </w:rPr>
        <w:t xml:space="preserve"> of the data</w:t>
      </w:r>
      <w:r w:rsidRPr="007A34B3">
        <w:rPr>
          <w:rFonts w:cs="Arial"/>
          <w:color w:val="000000"/>
          <w:szCs w:val="18"/>
          <w:shd w:val="clear" w:color="auto" w:fill="FFFFFF"/>
        </w:rPr>
        <w:t>.</w:t>
      </w:r>
    </w:p>
    <w:p w14:paraId="20B5FD9D" w14:textId="77777777" w:rsidR="00752DAA" w:rsidRPr="00E34840" w:rsidRDefault="00752DAA" w:rsidP="00752DAA">
      <w:pPr>
        <w:rPr>
          <w:color w:val="000000"/>
          <w:szCs w:val="20"/>
          <w:shd w:val="clear" w:color="auto" w:fill="FFFFFF"/>
        </w:rPr>
      </w:pPr>
      <w:r w:rsidRPr="00E34840">
        <w:rPr>
          <w:rFonts w:cs="Arial"/>
          <w:color w:val="000000"/>
          <w:szCs w:val="20"/>
          <w:shd w:val="clear" w:color="auto" w:fill="FFFFFF"/>
        </w:rPr>
        <w:t xml:space="preserve">A service returns </w:t>
      </w:r>
      <w:hyperlink w:anchor="sec_ResponseCode410Gone" w:history="1">
        <w:r w:rsidRPr="00E34840">
          <w:rPr>
            <w:rStyle w:val="Hyperlink"/>
            <w:rFonts w:ascii="Courier New" w:hAnsi="Courier New"/>
            <w:szCs w:val="20"/>
          </w:rPr>
          <w:t>410 Gone</w:t>
        </w:r>
      </w:hyperlink>
      <w:r w:rsidRPr="00E34840">
        <w:rPr>
          <w:rFonts w:cs="Arial"/>
          <w:color w:val="000000"/>
          <w:szCs w:val="20"/>
          <w:shd w:val="clear" w:color="auto" w:fill="FFFFFF"/>
        </w:rPr>
        <w:t xml:space="preserve"> or </w:t>
      </w:r>
      <w:hyperlink w:anchor="sec_ResponseCode404NotFound" w:history="1">
        <w:r w:rsidRPr="00E34840">
          <w:rPr>
            <w:rStyle w:val="Hyperlink"/>
            <w:rFonts w:ascii="Courier New" w:hAnsi="Courier New"/>
            <w:szCs w:val="20"/>
          </w:rPr>
          <w:t>404 Not Found</w:t>
        </w:r>
      </w:hyperlink>
      <w:r w:rsidRPr="00E34840">
        <w:rPr>
          <w:rFonts w:cs="Arial"/>
          <w:color w:val="000000"/>
          <w:szCs w:val="20"/>
          <w:shd w:val="clear" w:color="auto" w:fill="FFFFFF"/>
        </w:rPr>
        <w:t xml:space="preserve"> if a consumer tries to follow a next link referring to a snapshot that is no longer available.</w:t>
      </w:r>
    </w:p>
    <w:p w14:paraId="00CF2FE1" w14:textId="77777777" w:rsidR="00752DAA" w:rsidRDefault="00752DAA" w:rsidP="00752DAA">
      <w:r>
        <w:rPr>
          <w:color w:val="000000"/>
        </w:rPr>
        <w:t xml:space="preserve">The syntax of the </w:t>
      </w:r>
      <w:r>
        <w:rPr>
          <w:rFonts w:ascii="Courier New" w:hAnsi="Courier New" w:cs="Courier New"/>
          <w:shd w:val="clear" w:color="auto" w:fill="FFFFFF"/>
        </w:rPr>
        <w:t>I</w:t>
      </w:r>
      <w:r w:rsidRPr="00B8791A">
        <w:rPr>
          <w:rFonts w:ascii="Courier New" w:hAnsi="Courier New" w:cs="Courier New"/>
          <w:shd w:val="clear" w:color="auto" w:fill="FFFFFF"/>
        </w:rPr>
        <w:t>solation</w:t>
      </w:r>
      <w:r>
        <w:t xml:space="preserve"> header is defined in </w:t>
      </w:r>
      <w:hyperlink w:anchor="ABNF" w:history="1">
        <w:r w:rsidRPr="005C52E4">
          <w:rPr>
            <w:rStyle w:val="Hyperlink"/>
            <w:b/>
          </w:rPr>
          <w:t>[OData-ABNF]</w:t>
        </w:r>
      </w:hyperlink>
      <w:r>
        <w:t>.</w:t>
      </w:r>
    </w:p>
    <w:p w14:paraId="276C74ED" w14:textId="77777777" w:rsidR="00752DAA" w:rsidRDefault="00752DAA" w:rsidP="00752DAA">
      <w:r>
        <w:t xml:space="preserve">A service MAY specify the support for </w:t>
      </w:r>
      <w:r>
        <w:rPr>
          <w:rFonts w:ascii="Courier New" w:hAnsi="Courier New" w:cs="Courier New"/>
          <w:shd w:val="clear" w:color="auto" w:fill="FFFFFF"/>
        </w:rPr>
        <w:t>I</w:t>
      </w:r>
      <w:r w:rsidRPr="00B8791A">
        <w:rPr>
          <w:rFonts w:ascii="Courier New" w:hAnsi="Courier New" w:cs="Courier New"/>
          <w:shd w:val="clear" w:color="auto" w:fill="FFFFFF"/>
        </w:rPr>
        <w:t>solation</w:t>
      </w:r>
      <w:r>
        <w:rPr>
          <w:rFonts w:ascii="Courier New" w:hAnsi="Courier New" w:cs="Courier New"/>
          <w:shd w:val="clear" w:color="auto" w:fill="FFFFFF"/>
        </w:rPr>
        <w:t>:</w:t>
      </w:r>
      <w:r w:rsidRPr="00F36D52">
        <w:rPr>
          <w:rFonts w:ascii="Courier New" w:hAnsi="Courier New" w:cs="Courier New"/>
          <w:shd w:val="clear" w:color="auto" w:fill="FFFFFF"/>
        </w:rPr>
        <w:t>snapshot</w:t>
      </w:r>
      <w:r>
        <w:t xml:space="preserve"> using an annotation with term </w:t>
      </w:r>
      <w:r w:rsidRPr="00E633BD">
        <w:rPr>
          <w:rFonts w:ascii="Courier New" w:hAnsi="Courier New" w:cs="Courier New"/>
        </w:rPr>
        <w:t>Capabilities</w:t>
      </w:r>
      <w:r w:rsidRPr="00987699">
        <w:rPr>
          <w:rStyle w:val="Datatype"/>
          <w:rFonts w:cs="Courier New"/>
        </w:rPr>
        <w:t>.</w:t>
      </w:r>
      <w:r w:rsidRPr="005A7EBC">
        <w:rPr>
          <w:rStyle w:val="Datatype"/>
          <w:rFonts w:cs="Courier New"/>
        </w:rPr>
        <w:t>IsolationSupport</w:t>
      </w:r>
      <w:r>
        <w:t>, see</w:t>
      </w:r>
      <w:r>
        <w:rPr>
          <w:b/>
        </w:rPr>
        <w:t xml:space="preserve"> </w:t>
      </w:r>
      <w:hyperlink w:anchor="VocCapabilities" w:history="1">
        <w:r w:rsidRPr="002768AF">
          <w:rPr>
            <w:rStyle w:val="Hyperlink"/>
            <w:b/>
          </w:rPr>
          <w:t>[OData-VocCap]</w:t>
        </w:r>
      </w:hyperlink>
      <w:r>
        <w:t>.</w:t>
      </w:r>
    </w:p>
    <w:p w14:paraId="06CE65B2" w14:textId="77777777" w:rsidR="00752DAA" w:rsidRPr="007A34B3" w:rsidRDefault="00752DAA" w:rsidP="00752DAA">
      <w:pPr>
        <w:rPr>
          <w:rFonts w:cs="Arial"/>
          <w:color w:val="000000"/>
          <w:szCs w:val="18"/>
          <w:shd w:val="clear" w:color="auto" w:fill="FFFFFF"/>
        </w:rPr>
      </w:pPr>
      <w:r>
        <w:t xml:space="preserve">Note: The </w:t>
      </w:r>
      <w:r>
        <w:rPr>
          <w:rFonts w:ascii="Courier New" w:hAnsi="Courier New" w:cs="Courier New"/>
          <w:shd w:val="clear" w:color="auto" w:fill="FFFFFF"/>
        </w:rPr>
        <w:t>I</w:t>
      </w:r>
      <w:r w:rsidRPr="00B8791A">
        <w:rPr>
          <w:rFonts w:ascii="Courier New" w:hAnsi="Courier New" w:cs="Courier New"/>
          <w:shd w:val="clear" w:color="auto" w:fill="FFFFFF"/>
        </w:rPr>
        <w:t>solation</w:t>
      </w:r>
      <w:r>
        <w:t xml:space="preserve"> header was named </w:t>
      </w:r>
      <w:r>
        <w:rPr>
          <w:rFonts w:ascii="Courier New" w:hAnsi="Courier New" w:cs="Courier New"/>
          <w:shd w:val="clear" w:color="auto" w:fill="FFFFFF"/>
        </w:rPr>
        <w:t>OData-I</w:t>
      </w:r>
      <w:r w:rsidRPr="00B8791A">
        <w:rPr>
          <w:rFonts w:ascii="Courier New" w:hAnsi="Courier New" w:cs="Courier New"/>
          <w:shd w:val="clear" w:color="auto" w:fill="FFFFFF"/>
        </w:rPr>
        <w:t>solation</w:t>
      </w:r>
      <w:r>
        <w:t xml:space="preserve"> in OData version 4.0. Services that support the</w:t>
      </w:r>
      <w:r>
        <w:rPr>
          <w:rFonts w:ascii="Courier New" w:hAnsi="Courier New" w:cs="Courier New"/>
          <w:shd w:val="clear" w:color="auto" w:fill="FFFFFF"/>
        </w:rPr>
        <w:t xml:space="preserve"> I</w:t>
      </w:r>
      <w:r w:rsidRPr="00B8791A">
        <w:rPr>
          <w:rFonts w:ascii="Courier New" w:hAnsi="Courier New" w:cs="Courier New"/>
          <w:shd w:val="clear" w:color="auto" w:fill="FFFFFF"/>
        </w:rPr>
        <w:t>solation</w:t>
      </w:r>
      <w:r>
        <w:t xml:space="preserve"> header SHOULD also support </w:t>
      </w:r>
      <w:r>
        <w:rPr>
          <w:rFonts w:ascii="Courier New" w:hAnsi="Courier New" w:cs="Courier New"/>
          <w:shd w:val="clear" w:color="auto" w:fill="FFFFFF"/>
        </w:rPr>
        <w:t>OData-I</w:t>
      </w:r>
      <w:r w:rsidRPr="00B8791A">
        <w:rPr>
          <w:rFonts w:ascii="Courier New" w:hAnsi="Courier New" w:cs="Courier New"/>
          <w:shd w:val="clear" w:color="auto" w:fill="FFFFFF"/>
        </w:rPr>
        <w:t>solation</w:t>
      </w:r>
      <w:r>
        <w:t xml:space="preserve"> for OData 4.0 clients and clients SHOULD use </w:t>
      </w:r>
      <w:r>
        <w:rPr>
          <w:rFonts w:ascii="Courier New" w:hAnsi="Courier New" w:cs="Courier New"/>
          <w:shd w:val="clear" w:color="auto" w:fill="FFFFFF"/>
        </w:rPr>
        <w:t>OData-I</w:t>
      </w:r>
      <w:r w:rsidRPr="00B8791A">
        <w:rPr>
          <w:rFonts w:ascii="Courier New" w:hAnsi="Courier New" w:cs="Courier New"/>
          <w:shd w:val="clear" w:color="auto" w:fill="FFFFFF"/>
        </w:rPr>
        <w:t>solation</w:t>
      </w:r>
      <w:r>
        <w:t xml:space="preserve"> for compatibility with OData 4.0 services.</w:t>
      </w:r>
      <w:r w:rsidRPr="00534250">
        <w:t xml:space="preserve"> </w:t>
      </w:r>
      <w:r>
        <w:t xml:space="preserve">If both </w:t>
      </w:r>
      <w:r>
        <w:rPr>
          <w:rFonts w:ascii="Courier New" w:hAnsi="Courier New" w:cs="Courier New"/>
          <w:shd w:val="clear" w:color="auto" w:fill="FFFFFF"/>
        </w:rPr>
        <w:t>I</w:t>
      </w:r>
      <w:r w:rsidRPr="00B8791A">
        <w:rPr>
          <w:rFonts w:ascii="Courier New" w:hAnsi="Courier New" w:cs="Courier New"/>
          <w:shd w:val="clear" w:color="auto" w:fill="FFFFFF"/>
        </w:rPr>
        <w:t>solation</w:t>
      </w:r>
      <w:r>
        <w:t xml:space="preserve"> and </w:t>
      </w:r>
      <w:r>
        <w:rPr>
          <w:rFonts w:ascii="Courier New" w:hAnsi="Courier New" w:cs="Courier New"/>
          <w:shd w:val="clear" w:color="auto" w:fill="FFFFFF"/>
        </w:rPr>
        <w:t>OData-I</w:t>
      </w:r>
      <w:r w:rsidRPr="00B8791A">
        <w:rPr>
          <w:rFonts w:ascii="Courier New" w:hAnsi="Courier New" w:cs="Courier New"/>
          <w:shd w:val="clear" w:color="auto" w:fill="FFFFFF"/>
        </w:rPr>
        <w:t>solation</w:t>
      </w:r>
      <w:r>
        <w:t xml:space="preserve"> headers are specified in the same request, the value of the </w:t>
      </w:r>
      <w:r>
        <w:rPr>
          <w:rFonts w:ascii="Courier New" w:hAnsi="Courier New" w:cs="Courier New"/>
          <w:shd w:val="clear" w:color="auto" w:fill="FFFFFF"/>
        </w:rPr>
        <w:t>I</w:t>
      </w:r>
      <w:r w:rsidRPr="00B8791A">
        <w:rPr>
          <w:rFonts w:ascii="Courier New" w:hAnsi="Courier New" w:cs="Courier New"/>
          <w:shd w:val="clear" w:color="auto" w:fill="FFFFFF"/>
        </w:rPr>
        <w:t>solation</w:t>
      </w:r>
      <w:r w:rsidRPr="00E257ED">
        <w:t xml:space="preserve"> </w:t>
      </w:r>
      <w:r>
        <w:t>preference SHOULD be used.</w:t>
      </w:r>
    </w:p>
    <w:bookmarkStart w:id="214" w:name="_Header_OData-MaxVersion_1"/>
    <w:bookmarkStart w:id="215" w:name="_Toc477876578"/>
    <w:bookmarkStart w:id="216" w:name="sec_HeaderODataMaxVersion"/>
    <w:bookmarkEnd w:id="210"/>
    <w:bookmarkEnd w:id="211"/>
    <w:bookmarkEnd w:id="214"/>
    <w:p w14:paraId="3720021E" w14:textId="77777777" w:rsidR="00752DAA" w:rsidRDefault="00752DAA" w:rsidP="006C1EBF">
      <w:pPr>
        <w:pStyle w:val="Heading3"/>
        <w:numPr>
          <w:ilvl w:val="2"/>
          <w:numId w:val="2"/>
        </w:numPr>
        <w:tabs>
          <w:tab w:val="left" w:pos="567"/>
        </w:tabs>
      </w:pPr>
      <w:r>
        <w:fldChar w:fldCharType="begin"/>
      </w:r>
      <w:r>
        <w:instrText xml:space="preserve"> HYPERLINK  \l "sec_HeaderODataMaxVersion" </w:instrText>
      </w:r>
      <w:r>
        <w:fldChar w:fldCharType="separate"/>
      </w:r>
      <w:bookmarkStart w:id="217" w:name="_Toc494884991"/>
      <w:bookmarkStart w:id="218" w:name="_Toc494356738"/>
      <w:r w:rsidRPr="004A50BC">
        <w:rPr>
          <w:rStyle w:val="Hyperlink"/>
        </w:rPr>
        <w:t xml:space="preserve">Header </w:t>
      </w:r>
      <w:r w:rsidRPr="004A50BC">
        <w:rPr>
          <w:rStyle w:val="Hyperlink"/>
          <w:rFonts w:ascii="Courier New" w:hAnsi="Courier New"/>
        </w:rPr>
        <w:t>OData-MaxVersion</w:t>
      </w:r>
      <w:bookmarkEnd w:id="215"/>
      <w:bookmarkEnd w:id="216"/>
      <w:bookmarkEnd w:id="217"/>
      <w:bookmarkEnd w:id="218"/>
      <w:r>
        <w:fldChar w:fldCharType="end"/>
      </w:r>
    </w:p>
    <w:p w14:paraId="61FE0DAE" w14:textId="77777777" w:rsidR="00752DAA" w:rsidRDefault="00752DAA" w:rsidP="00752DAA">
      <w:r>
        <w:t xml:space="preserve">Clients SHOULD specify an </w:t>
      </w:r>
      <w:r>
        <w:rPr>
          <w:rStyle w:val="Datatype"/>
        </w:rPr>
        <w:t>OData-MaxVersion</w:t>
      </w:r>
      <w:r>
        <w:t xml:space="preserve"> request header.</w:t>
      </w:r>
    </w:p>
    <w:p w14:paraId="6A5FA706" w14:textId="77777777" w:rsidR="00752DAA" w:rsidRDefault="00752DAA" w:rsidP="00752DAA">
      <w:r>
        <w:t xml:space="preserve">If specified the service MUST generate a response with an </w:t>
      </w:r>
      <w:hyperlink w:anchor="sec_HeaderODataVersion" w:history="1">
        <w:r>
          <w:rPr>
            <w:rStyle w:val="Hyperlink"/>
            <w:rFonts w:ascii="Courier New" w:hAnsi="Courier New" w:cs="Courier New"/>
          </w:rPr>
          <w:t>OData-Version</w:t>
        </w:r>
      </w:hyperlink>
      <w:r>
        <w:t xml:space="preserve"> less than or equal to the specified </w:t>
      </w:r>
      <w:r>
        <w:rPr>
          <w:rStyle w:val="Datatype"/>
        </w:rPr>
        <w:t>OData-MaxVersion</w:t>
      </w:r>
      <w:r>
        <w:t>.</w:t>
      </w:r>
    </w:p>
    <w:p w14:paraId="729770B6" w14:textId="77777777" w:rsidR="00752DAA" w:rsidRDefault="00752DAA" w:rsidP="00752DAA">
      <w:r>
        <w:t xml:space="preserve">If </w:t>
      </w:r>
      <w:r>
        <w:rPr>
          <w:rStyle w:val="Datatype"/>
        </w:rPr>
        <w:t>OData-MaxVersion</w:t>
      </w:r>
      <w:r>
        <w:t xml:space="preserve"> is not specified, then the service SHOULD interpret the request as having an </w:t>
      </w:r>
      <w:r>
        <w:rPr>
          <w:rStyle w:val="Datatype"/>
        </w:rPr>
        <w:t>OData-MaxVersion</w:t>
      </w:r>
      <w:r>
        <w:t xml:space="preserve"> equal to the maximum version supported by the service.</w:t>
      </w:r>
    </w:p>
    <w:p w14:paraId="36CBE6A9" w14:textId="77777777" w:rsidR="00752DAA" w:rsidRDefault="00752DAA" w:rsidP="00752DAA">
      <w:r>
        <w:t>If the</w:t>
      </w:r>
      <w:r w:rsidRPr="007F516E">
        <w:t xml:space="preserve"> </w:t>
      </w:r>
      <w:r>
        <w:rPr>
          <w:rStyle w:val="Datatype"/>
        </w:rPr>
        <w:t>OData-MaxVersion</w:t>
      </w:r>
      <w:r>
        <w:t xml:space="preserve"> header is specified on an individual request within a batch, then it specifies the maximum OData version for that individual request. Individual requests that don’t include the </w:t>
      </w:r>
      <w:r>
        <w:rPr>
          <w:rStyle w:val="Datatype"/>
        </w:rPr>
        <w:t>OData-Version</w:t>
      </w:r>
      <w:r>
        <w:t xml:space="preserve"> header inherit the maximum OData version of the overall batch request or response. The maximum OData version does not typically vary within a batch.</w:t>
      </w:r>
      <w:r w:rsidDel="006B58A6">
        <w:t xml:space="preserve"> </w:t>
      </w:r>
    </w:p>
    <w:p w14:paraId="475CB4A4" w14:textId="77777777" w:rsidR="00752DAA" w:rsidRDefault="00752DAA" w:rsidP="00752DAA">
      <w:r>
        <w:t xml:space="preserve">For more details, see </w:t>
      </w:r>
      <w:hyperlink w:anchor="sec_Versioning">
        <w:r w:rsidRPr="00255F9A">
          <w:rPr>
            <w:rStyle w:val="Hyperlink"/>
          </w:rPr>
          <w:t>Versioning</w:t>
        </w:r>
      </w:hyperlink>
      <w:r>
        <w:t xml:space="preserve">. </w:t>
      </w:r>
    </w:p>
    <w:bookmarkStart w:id="219" w:name="_Header_Prefer"/>
    <w:bookmarkStart w:id="220" w:name="_Toc477876579"/>
    <w:bookmarkStart w:id="221" w:name="sec_HeaderPrefer"/>
    <w:bookmarkEnd w:id="219"/>
    <w:p w14:paraId="4A8AC9D9" w14:textId="77777777" w:rsidR="00752DAA" w:rsidRDefault="00752DAA" w:rsidP="006C1EBF">
      <w:pPr>
        <w:pStyle w:val="Heading3"/>
        <w:numPr>
          <w:ilvl w:val="2"/>
          <w:numId w:val="2"/>
        </w:numPr>
        <w:tabs>
          <w:tab w:val="left" w:pos="567"/>
        </w:tabs>
      </w:pPr>
      <w:r>
        <w:fldChar w:fldCharType="begin"/>
      </w:r>
      <w:r>
        <w:instrText xml:space="preserve"> HYPERLINK  \l "sec_HeaderPrefer" </w:instrText>
      </w:r>
      <w:r>
        <w:fldChar w:fldCharType="separate"/>
      </w:r>
      <w:bookmarkStart w:id="222" w:name="_Toc494884992"/>
      <w:bookmarkStart w:id="223" w:name="_Toc494356739"/>
      <w:r w:rsidRPr="004A50BC">
        <w:rPr>
          <w:rStyle w:val="Hyperlink"/>
        </w:rPr>
        <w:t xml:space="preserve">Header </w:t>
      </w:r>
      <w:r w:rsidRPr="004A50BC">
        <w:rPr>
          <w:rStyle w:val="Hyperlink"/>
          <w:rFonts w:ascii="Courier New" w:hAnsi="Courier New"/>
        </w:rPr>
        <w:t>Prefer</w:t>
      </w:r>
      <w:bookmarkEnd w:id="220"/>
      <w:bookmarkEnd w:id="221"/>
      <w:bookmarkEnd w:id="222"/>
      <w:bookmarkEnd w:id="223"/>
      <w:r>
        <w:fldChar w:fldCharType="end"/>
      </w:r>
    </w:p>
    <w:p w14:paraId="496E749B" w14:textId="77777777" w:rsidR="00752DAA" w:rsidRDefault="00752DAA" w:rsidP="00752DAA">
      <w:r>
        <w:t xml:space="preserve">The </w:t>
      </w:r>
      <w:r w:rsidRPr="00E72A93">
        <w:rPr>
          <w:rStyle w:val="Datatype"/>
        </w:rPr>
        <w:t>Prefer</w:t>
      </w:r>
      <w:r>
        <w:t xml:space="preserve"> header, as defined in </w:t>
      </w:r>
      <w:hyperlink w:anchor="HTTPPREFER" w:history="1">
        <w:r w:rsidRPr="006B6949">
          <w:rPr>
            <w:rStyle w:val="Hyperlink"/>
            <w:b/>
          </w:rPr>
          <w:t>[RFC7240]</w:t>
        </w:r>
      </w:hyperlink>
      <w:r>
        <w:t>, allows clients to request certain behavior from the service. The service MUST ignore preference values that are either not supported or not known by the service.</w:t>
      </w:r>
    </w:p>
    <w:p w14:paraId="2D7C31EE" w14:textId="77777777" w:rsidR="00752DAA" w:rsidRDefault="00752DAA" w:rsidP="00752DAA">
      <w:r>
        <w:t xml:space="preserve">The value of the </w:t>
      </w:r>
      <w:r w:rsidRPr="007B4ACC">
        <w:rPr>
          <w:rStyle w:val="Datatype"/>
        </w:rPr>
        <w:t>Prefer</w:t>
      </w:r>
      <w:r>
        <w:t xml:space="preserve"> header is a comma-separated list of </w:t>
      </w:r>
      <w:r w:rsidRPr="00E86232">
        <w:rPr>
          <w:i/>
        </w:rPr>
        <w:t>preferences</w:t>
      </w:r>
      <w:r>
        <w:t>. The following subsections describe preferences whose meaning in OData is defined by this specification.</w:t>
      </w:r>
    </w:p>
    <w:p w14:paraId="10944637" w14:textId="77777777" w:rsidR="00752DAA" w:rsidRDefault="00752DAA" w:rsidP="00752DAA">
      <w:r>
        <w:t xml:space="preserve">In response to a request containing a </w:t>
      </w:r>
      <w:r w:rsidRPr="00917306">
        <w:rPr>
          <w:rStyle w:val="Datatype"/>
        </w:rPr>
        <w:t>Prefer</w:t>
      </w:r>
      <w:r>
        <w:t xml:space="preserve"> header, the service MAY return the </w:t>
      </w:r>
      <w:hyperlink w:anchor="sec_HeaderPreferenceApplied" w:history="1">
        <w:r>
          <w:rPr>
            <w:rStyle w:val="Hyperlink"/>
            <w:rFonts w:ascii="Courier New" w:hAnsi="Courier New" w:cs="Courier New"/>
          </w:rPr>
          <w:t>Preference-Applied</w:t>
        </w:r>
      </w:hyperlink>
      <w:r>
        <w:t xml:space="preserve"> and </w:t>
      </w:r>
      <w:hyperlink w:anchor="sec_HeaderVary" w:history="1">
        <w:r w:rsidRPr="0031723E">
          <w:rPr>
            <w:rStyle w:val="Hyperlink"/>
            <w:rFonts w:ascii="Courier New" w:hAnsi="Courier New" w:cs="Courier New"/>
          </w:rPr>
          <w:t>Vary</w:t>
        </w:r>
      </w:hyperlink>
      <w:r>
        <w:t xml:space="preserve"> headers.</w:t>
      </w:r>
    </w:p>
    <w:bookmarkStart w:id="224" w:name="_Toc477876580"/>
    <w:bookmarkStart w:id="225" w:name="sec_Preferenceallowentityreferencesodata"/>
    <w:p w14:paraId="23565BC9" w14:textId="77777777" w:rsidR="00752DAA" w:rsidRDefault="00752DAA" w:rsidP="006C1EBF">
      <w:pPr>
        <w:pStyle w:val="Heading4"/>
        <w:numPr>
          <w:ilvl w:val="3"/>
          <w:numId w:val="2"/>
        </w:numPr>
        <w:tabs>
          <w:tab w:val="left" w:pos="567"/>
        </w:tabs>
      </w:pPr>
      <w:r>
        <w:fldChar w:fldCharType="begin"/>
      </w:r>
      <w:r>
        <w:instrText xml:space="preserve"> HYPERLINK  \l "sec_Preferenceallowentityreferencesodata" </w:instrText>
      </w:r>
      <w:r>
        <w:fldChar w:fldCharType="separate"/>
      </w:r>
      <w:bookmarkStart w:id="226" w:name="_Toc494884993"/>
      <w:bookmarkStart w:id="227" w:name="_Toc494356740"/>
      <w:r w:rsidRPr="004A50BC">
        <w:rPr>
          <w:rStyle w:val="Hyperlink"/>
        </w:rPr>
        <w:t xml:space="preserve">Preference </w:t>
      </w:r>
      <w:r w:rsidRPr="004A50BC">
        <w:rPr>
          <w:rStyle w:val="Hyperlink"/>
          <w:rFonts w:ascii="Courier New" w:hAnsi="Courier New" w:cs="Courier New"/>
        </w:rPr>
        <w:t>allow-entityreferences</w:t>
      </w:r>
      <w:r w:rsidRPr="004A50BC">
        <w:rPr>
          <w:rStyle w:val="Hyperlink"/>
        </w:rPr>
        <w:t xml:space="preserve"> (</w:t>
      </w:r>
      <w:r w:rsidRPr="004A50BC">
        <w:rPr>
          <w:rStyle w:val="Hyperlink"/>
          <w:rFonts w:ascii="Courier New" w:hAnsi="Courier New" w:cs="Courier New"/>
        </w:rPr>
        <w:t>odata.allow-entityreferences</w:t>
      </w:r>
      <w:r w:rsidRPr="004A50BC">
        <w:rPr>
          <w:rStyle w:val="Hyperlink"/>
        </w:rPr>
        <w:t>)</w:t>
      </w:r>
      <w:bookmarkEnd w:id="224"/>
      <w:bookmarkEnd w:id="225"/>
      <w:bookmarkEnd w:id="226"/>
      <w:bookmarkEnd w:id="227"/>
      <w:r>
        <w:fldChar w:fldCharType="end"/>
      </w:r>
    </w:p>
    <w:p w14:paraId="430C0383" w14:textId="77777777" w:rsidR="00752DAA" w:rsidRDefault="00752DAA" w:rsidP="00752DAA">
      <w:pPr>
        <w:rPr>
          <w:rFonts w:ascii="Courier New" w:hAnsi="Courier New" w:cs="Courier New"/>
        </w:rPr>
      </w:pPr>
      <w:r>
        <w:t xml:space="preserve">The </w:t>
      </w:r>
      <w:r w:rsidRPr="001A266E">
        <w:rPr>
          <w:rFonts w:ascii="Courier New" w:hAnsi="Courier New" w:cs="Courier New"/>
        </w:rPr>
        <w:t>allow-</w:t>
      </w:r>
      <w:r>
        <w:rPr>
          <w:rFonts w:ascii="Courier New" w:hAnsi="Courier New" w:cs="Courier New"/>
        </w:rPr>
        <w:t>entity</w:t>
      </w:r>
      <w:r w:rsidRPr="001A266E">
        <w:rPr>
          <w:rFonts w:ascii="Courier New" w:hAnsi="Courier New" w:cs="Courier New"/>
        </w:rPr>
        <w:t>references</w:t>
      </w:r>
      <w:r>
        <w:t xml:space="preserve"> preference indicates that the service is allowed to return entity references in place of entities that have previously been returned, with at least the properties requested, in the same response (for example, when serializing the expanded results of many-to-many relationships). The service MUST NOT return entity references in place of requested entities if </w:t>
      </w:r>
      <w:r w:rsidRPr="001A266E">
        <w:rPr>
          <w:rFonts w:ascii="Courier New" w:hAnsi="Courier New" w:cs="Courier New"/>
        </w:rPr>
        <w:t>allow-</w:t>
      </w:r>
      <w:r>
        <w:rPr>
          <w:rFonts w:ascii="Courier New" w:hAnsi="Courier New" w:cs="Courier New"/>
        </w:rPr>
        <w:t>entity</w:t>
      </w:r>
      <w:r w:rsidRPr="001A266E">
        <w:rPr>
          <w:rFonts w:ascii="Courier New" w:hAnsi="Courier New" w:cs="Courier New"/>
        </w:rPr>
        <w:t>references</w:t>
      </w:r>
      <w:r>
        <w:rPr>
          <w:rFonts w:ascii="Courier New" w:hAnsi="Courier New" w:cs="Courier New"/>
        </w:rPr>
        <w:t xml:space="preserve"> </w:t>
      </w:r>
      <w:r>
        <w:t>has not been specified in the request, unless explicitly defined by other rules in this document</w:t>
      </w:r>
      <w:r>
        <w:rPr>
          <w:rFonts w:ascii="Courier New" w:hAnsi="Courier New" w:cs="Courier New"/>
        </w:rPr>
        <w:t>.</w:t>
      </w:r>
      <w:r w:rsidRPr="00F35CD1">
        <w:rPr>
          <w:color w:val="000000"/>
        </w:rPr>
        <w:t xml:space="preserve"> </w:t>
      </w:r>
      <w:r>
        <w:rPr>
          <w:color w:val="000000"/>
        </w:rPr>
        <w:t xml:space="preserve">The syntax of the </w:t>
      </w:r>
      <w:r w:rsidRPr="001A266E">
        <w:rPr>
          <w:rFonts w:ascii="Courier New" w:hAnsi="Courier New" w:cs="Courier New"/>
        </w:rPr>
        <w:t>allow-</w:t>
      </w:r>
      <w:r>
        <w:rPr>
          <w:rFonts w:ascii="Courier New" w:hAnsi="Courier New" w:cs="Courier New"/>
        </w:rPr>
        <w:t>entity</w:t>
      </w:r>
      <w:r w:rsidRPr="001A266E">
        <w:rPr>
          <w:rFonts w:ascii="Courier New" w:hAnsi="Courier New" w:cs="Courier New"/>
        </w:rPr>
        <w:t>references</w:t>
      </w:r>
      <w:r>
        <w:rPr>
          <w:rFonts w:ascii="Courier New" w:hAnsi="Courier New" w:cs="Courier New"/>
        </w:rPr>
        <w:t xml:space="preserve"> </w:t>
      </w:r>
      <w:r>
        <w:t xml:space="preserve">preference is defined in </w:t>
      </w:r>
      <w:hyperlink w:anchor="ABNF" w:history="1">
        <w:r w:rsidRPr="005C52E4">
          <w:rPr>
            <w:rStyle w:val="Hyperlink"/>
            <w:b/>
          </w:rPr>
          <w:t>[OData-ABNF]</w:t>
        </w:r>
      </w:hyperlink>
      <w:r>
        <w:t>.</w:t>
      </w:r>
    </w:p>
    <w:p w14:paraId="3EEF9C18" w14:textId="77777777" w:rsidR="00752DAA" w:rsidRDefault="00752DAA" w:rsidP="00752DAA">
      <w:pPr>
        <w:spacing w:after="0"/>
        <w:rPr>
          <w:rFonts w:ascii="Calibri" w:hAnsi="Calibri"/>
        </w:rPr>
      </w:pPr>
      <w:r>
        <w:t xml:space="preserve">In the case the service applies the </w:t>
      </w:r>
      <w:r>
        <w:rPr>
          <w:rStyle w:val="Datatype"/>
        </w:rPr>
        <w:t>allow-entityreferences</w:t>
      </w:r>
      <w:r>
        <w:t xml:space="preserve"> preference it MUST include a </w:t>
      </w:r>
      <w:hyperlink w:anchor="sec_HeaderPreferenceApplied" w:history="1">
        <w:r>
          <w:rPr>
            <w:rStyle w:val="Hyperlink"/>
            <w:rFonts w:ascii="Courier New" w:hAnsi="Courier New" w:cs="Courier New"/>
          </w:rPr>
          <w:t>Preference-Applied</w:t>
        </w:r>
      </w:hyperlink>
      <w:r w:rsidDel="0013395E">
        <w:t xml:space="preserve"> </w:t>
      </w:r>
      <w:r>
        <w:t xml:space="preserve">response header containing the </w:t>
      </w:r>
      <w:r>
        <w:rPr>
          <w:rStyle w:val="Datatype"/>
        </w:rPr>
        <w:t>allow-entityreferences</w:t>
      </w:r>
      <w:r>
        <w:t xml:space="preserve"> preference to indicate that entity references MAY be returned in place of entities that have previously been returned</w:t>
      </w:r>
      <w:r w:rsidRPr="00CA457B">
        <w:rPr>
          <w:rFonts w:ascii="Calibri" w:hAnsi="Calibri"/>
        </w:rPr>
        <w:t>.</w:t>
      </w:r>
    </w:p>
    <w:p w14:paraId="094426F4" w14:textId="77777777" w:rsidR="00752DAA" w:rsidRDefault="00752DAA" w:rsidP="00752DAA">
      <w:pPr>
        <w:rPr>
          <w:rFonts w:ascii="Calibri" w:hAnsi="Calibri"/>
        </w:rPr>
      </w:pPr>
      <w:r>
        <w:lastRenderedPageBreak/>
        <w:t>If the</w:t>
      </w:r>
      <w:r w:rsidRPr="007F516E">
        <w:t xml:space="preserve"> </w:t>
      </w:r>
      <w:r w:rsidRPr="001A266E">
        <w:rPr>
          <w:rFonts w:ascii="Courier New" w:hAnsi="Courier New" w:cs="Courier New"/>
        </w:rPr>
        <w:t>allow-</w:t>
      </w:r>
      <w:r>
        <w:rPr>
          <w:rFonts w:ascii="Courier New" w:hAnsi="Courier New" w:cs="Courier New"/>
        </w:rPr>
        <w:t>entity</w:t>
      </w:r>
      <w:r w:rsidRPr="001A266E">
        <w:rPr>
          <w:rFonts w:ascii="Courier New" w:hAnsi="Courier New" w:cs="Courier New"/>
        </w:rPr>
        <w:t>references</w:t>
      </w:r>
      <w:r>
        <w:t xml:space="preserve"> preference is specified on an individual request within a batch, then it specifies the preference for that individual request. Individual requests within a batch that don’t include the </w:t>
      </w:r>
      <w:r w:rsidRPr="001A266E">
        <w:rPr>
          <w:rFonts w:ascii="Courier New" w:hAnsi="Courier New" w:cs="Courier New"/>
        </w:rPr>
        <w:t>allow-</w:t>
      </w:r>
      <w:r>
        <w:rPr>
          <w:rFonts w:ascii="Courier New" w:hAnsi="Courier New" w:cs="Courier New"/>
        </w:rPr>
        <w:t>entity</w:t>
      </w:r>
      <w:r w:rsidRPr="001A266E">
        <w:rPr>
          <w:rFonts w:ascii="Courier New" w:hAnsi="Courier New" w:cs="Courier New"/>
        </w:rPr>
        <w:t>references</w:t>
      </w:r>
      <w:r>
        <w:t xml:space="preserve"> preference inherit the preference of the overall batch request.</w:t>
      </w:r>
      <w:r w:rsidDel="006B58A6">
        <w:t xml:space="preserve"> </w:t>
      </w:r>
    </w:p>
    <w:p w14:paraId="16971724" w14:textId="77777777" w:rsidR="00752DAA" w:rsidRPr="00887A08" w:rsidRDefault="00752DAA" w:rsidP="00752DAA">
      <w:r>
        <w:t xml:space="preserve">Note: The </w:t>
      </w:r>
      <w:r>
        <w:rPr>
          <w:rFonts w:ascii="Courier New" w:hAnsi="Courier New" w:cs="Courier New"/>
          <w:shd w:val="clear" w:color="auto" w:fill="FFFFFF"/>
        </w:rPr>
        <w:t>allow-entityreferences</w:t>
      </w:r>
      <w:r>
        <w:t xml:space="preserve"> preference was named </w:t>
      </w:r>
      <w:r>
        <w:rPr>
          <w:rFonts w:ascii="Courier New" w:hAnsi="Courier New" w:cs="Courier New"/>
          <w:shd w:val="clear" w:color="auto" w:fill="FFFFFF"/>
        </w:rPr>
        <w:t>odata.allow-entityreferences</w:t>
      </w:r>
      <w:r>
        <w:t xml:space="preserve"> in OData version 4.0. Services that support the</w:t>
      </w:r>
      <w:r>
        <w:rPr>
          <w:rFonts w:ascii="Courier New" w:hAnsi="Courier New" w:cs="Courier New"/>
          <w:shd w:val="clear" w:color="auto" w:fill="FFFFFF"/>
        </w:rPr>
        <w:t xml:space="preserve"> allow-entityreferences</w:t>
      </w:r>
      <w:r>
        <w:t xml:space="preserve"> preference SHOULD also support </w:t>
      </w:r>
      <w:r>
        <w:rPr>
          <w:rFonts w:ascii="Courier New" w:hAnsi="Courier New" w:cs="Courier New"/>
          <w:shd w:val="clear" w:color="auto" w:fill="FFFFFF"/>
        </w:rPr>
        <w:t>odata.allow-entityreferences</w:t>
      </w:r>
      <w:r>
        <w:t xml:space="preserve"> for OData 4.0 clients and clients SHOULD use </w:t>
      </w:r>
      <w:r>
        <w:rPr>
          <w:rFonts w:ascii="Courier New" w:hAnsi="Courier New" w:cs="Courier New"/>
          <w:shd w:val="clear" w:color="auto" w:fill="FFFFFF"/>
        </w:rPr>
        <w:t>odata.allow-entityreferences</w:t>
      </w:r>
      <w:r>
        <w:t xml:space="preserve"> for compatibility with OData 4.0 services.</w:t>
      </w:r>
    </w:p>
    <w:bookmarkStart w:id="228" w:name="_The_odata-track-changes_Preference"/>
    <w:bookmarkStart w:id="229" w:name="_The_OData-Continue-On-Error_Prefere"/>
    <w:bookmarkStart w:id="230" w:name="_Toc477876581"/>
    <w:bookmarkStart w:id="231" w:name="sec_Preferencecallbackodatacallback"/>
    <w:bookmarkEnd w:id="228"/>
    <w:bookmarkEnd w:id="229"/>
    <w:p w14:paraId="3D5F71E8" w14:textId="77777777" w:rsidR="00752DAA" w:rsidRDefault="00752DAA" w:rsidP="006C1EBF">
      <w:pPr>
        <w:pStyle w:val="Heading4"/>
        <w:numPr>
          <w:ilvl w:val="3"/>
          <w:numId w:val="2"/>
        </w:numPr>
        <w:tabs>
          <w:tab w:val="left" w:pos="567"/>
        </w:tabs>
      </w:pPr>
      <w:r>
        <w:rPr>
          <w:szCs w:val="24"/>
        </w:rPr>
        <w:fldChar w:fldCharType="begin"/>
      </w:r>
      <w:r>
        <w:rPr>
          <w:szCs w:val="24"/>
        </w:rPr>
        <w:instrText xml:space="preserve"> HYPERLINK  \l "sec_Preferencecallbackodatacallback" </w:instrText>
      </w:r>
      <w:r>
        <w:rPr>
          <w:szCs w:val="24"/>
        </w:rPr>
        <w:fldChar w:fldCharType="separate"/>
      </w:r>
      <w:bookmarkStart w:id="232" w:name="_Toc494884994"/>
      <w:bookmarkStart w:id="233" w:name="_Toc494356741"/>
      <w:r w:rsidRPr="004A50BC">
        <w:rPr>
          <w:rStyle w:val="Hyperlink"/>
          <w:szCs w:val="24"/>
        </w:rPr>
        <w:t xml:space="preserve">Preference </w:t>
      </w:r>
      <w:r w:rsidRPr="004A50BC">
        <w:rPr>
          <w:rStyle w:val="Hyperlink"/>
          <w:rFonts w:ascii="Courier New" w:hAnsi="Courier New" w:cs="Courier New"/>
          <w:szCs w:val="24"/>
        </w:rPr>
        <w:t>callback</w:t>
      </w:r>
      <w:r w:rsidRPr="004A50BC">
        <w:rPr>
          <w:rStyle w:val="Hyperlink"/>
          <w:szCs w:val="24"/>
        </w:rPr>
        <w:t xml:space="preserve"> (</w:t>
      </w:r>
      <w:r w:rsidRPr="004A50BC">
        <w:rPr>
          <w:rStyle w:val="Hyperlink"/>
          <w:rFonts w:ascii="Courier New" w:hAnsi="Courier New" w:cs="Courier New"/>
          <w:szCs w:val="24"/>
        </w:rPr>
        <w:t>odata.callback</w:t>
      </w:r>
      <w:r w:rsidRPr="004A50BC">
        <w:rPr>
          <w:rStyle w:val="Hyperlink"/>
          <w:szCs w:val="24"/>
        </w:rPr>
        <w:t>)</w:t>
      </w:r>
      <w:bookmarkEnd w:id="230"/>
      <w:bookmarkEnd w:id="231"/>
      <w:bookmarkEnd w:id="232"/>
      <w:bookmarkEnd w:id="233"/>
      <w:r>
        <w:rPr>
          <w:szCs w:val="24"/>
        </w:rPr>
        <w:fldChar w:fldCharType="end"/>
      </w:r>
    </w:p>
    <w:p w14:paraId="11A1A31B" w14:textId="77777777" w:rsidR="00752DAA" w:rsidRDefault="00752DAA" w:rsidP="00752DAA">
      <w:r>
        <w:t>For scenarios in which links returned by the service are used by the client to poll for additional information</w:t>
      </w:r>
      <w:r w:rsidDel="00F006FE">
        <w:t xml:space="preserve">, </w:t>
      </w:r>
      <w:r w:rsidDel="00993A92">
        <w:t xml:space="preserve">the client </w:t>
      </w:r>
      <w:r>
        <w:t xml:space="preserve">can specify the </w:t>
      </w:r>
      <w:r w:rsidRPr="00051353">
        <w:rPr>
          <w:rFonts w:ascii="Courier New" w:hAnsi="Courier New"/>
        </w:rPr>
        <w:t>callback</w:t>
      </w:r>
      <w:r>
        <w:t xml:space="preserve"> preference to request that the service notify the client when data is available.</w:t>
      </w:r>
    </w:p>
    <w:p w14:paraId="00FB03C7" w14:textId="77777777" w:rsidR="00752DAA" w:rsidRDefault="00752DAA" w:rsidP="00752DAA">
      <w:pPr>
        <w:keepNext/>
      </w:pPr>
      <w:r>
        <w:t xml:space="preserve">The </w:t>
      </w:r>
      <w:r w:rsidRPr="00051353">
        <w:rPr>
          <w:rFonts w:ascii="Courier New" w:hAnsi="Courier New"/>
        </w:rPr>
        <w:t>callback</w:t>
      </w:r>
      <w:r>
        <w:t xml:space="preserve"> preference can be specified:</w:t>
      </w:r>
    </w:p>
    <w:p w14:paraId="38CC88EA" w14:textId="77777777" w:rsidR="00752DAA" w:rsidRDefault="00752DAA" w:rsidP="006C1EBF">
      <w:pPr>
        <w:keepNext/>
        <w:numPr>
          <w:ilvl w:val="0"/>
          <w:numId w:val="24"/>
        </w:numPr>
      </w:pPr>
      <w:r>
        <w:t xml:space="preserve">when requesting asynchronous processing of a request with </w:t>
      </w:r>
      <w:r w:rsidRPr="00377831">
        <w:t xml:space="preserve">the </w:t>
      </w:r>
      <w:hyperlink w:anchor="sec_Preferencerespondasync" w:history="1">
        <w:r w:rsidRPr="00E11F88">
          <w:rPr>
            <w:rStyle w:val="Hyperlink"/>
            <w:rFonts w:ascii="Courier New" w:hAnsi="Courier New" w:cs="Courier New"/>
          </w:rPr>
          <w:t>respond-async</w:t>
        </w:r>
      </w:hyperlink>
      <w:r>
        <w:rPr>
          <w:rStyle w:val="Hyperlink"/>
          <w:rFonts w:ascii="Courier New" w:hAnsi="Courier New" w:cs="Courier New"/>
        </w:rPr>
        <w:t xml:space="preserve"> </w:t>
      </w:r>
      <w:r>
        <w:t>preference, or</w:t>
      </w:r>
    </w:p>
    <w:p w14:paraId="19AD4583" w14:textId="77777777" w:rsidR="00752DAA" w:rsidRDefault="00752DAA" w:rsidP="006C1EBF">
      <w:pPr>
        <w:numPr>
          <w:ilvl w:val="0"/>
          <w:numId w:val="24"/>
        </w:numPr>
      </w:pPr>
      <w:r>
        <w:t xml:space="preserve">on a </w:t>
      </w:r>
      <w:r w:rsidRPr="00431CF3">
        <w:rPr>
          <w:rStyle w:val="Datatype"/>
        </w:rPr>
        <w:t>GET</w:t>
      </w:r>
      <w:r>
        <w:t xml:space="preserve"> request to a </w:t>
      </w:r>
      <w:hyperlink w:anchor="sec_DeltaLinks" w:history="1">
        <w:r>
          <w:rPr>
            <w:rStyle w:val="Hyperlink"/>
          </w:rPr>
          <w:t xml:space="preserve">delta </w:t>
        </w:r>
        <w:r w:rsidRPr="00B10E6F">
          <w:rPr>
            <w:rStyle w:val="Hyperlink"/>
          </w:rPr>
          <w:t>link</w:t>
        </w:r>
      </w:hyperlink>
      <w:r>
        <w:rPr>
          <w:rStyle w:val="Hyperlink"/>
        </w:rPr>
        <w:t>.</w:t>
      </w:r>
      <w:r>
        <w:t xml:space="preserve"> </w:t>
      </w:r>
    </w:p>
    <w:p w14:paraId="275082FD" w14:textId="77777777" w:rsidR="00752DAA" w:rsidRDefault="00752DAA" w:rsidP="00752DAA">
      <w:r>
        <w:t xml:space="preserve">The </w:t>
      </w:r>
      <w:r w:rsidRPr="00905883">
        <w:rPr>
          <w:rFonts w:ascii="Courier New" w:hAnsi="Courier New"/>
        </w:rPr>
        <w:t>callback</w:t>
      </w:r>
      <w:r>
        <w:t xml:space="preserve"> preference MUST include the parameter </w:t>
      </w:r>
      <w:r w:rsidRPr="00905883">
        <w:rPr>
          <w:rFonts w:ascii="Courier New" w:hAnsi="Courier New" w:cs="Courier New"/>
        </w:rPr>
        <w:t>url</w:t>
      </w:r>
      <w:r>
        <w:t xml:space="preserve"> whose value is the URL of a callback endpoint to be invoked by the OData service when data is available.</w:t>
      </w:r>
      <w:r w:rsidRPr="00F35CD1">
        <w:rPr>
          <w:color w:val="000000"/>
        </w:rPr>
        <w:t xml:space="preserve"> </w:t>
      </w:r>
      <w:r>
        <w:rPr>
          <w:color w:val="000000"/>
        </w:rPr>
        <w:t xml:space="preserve">The syntax of the </w:t>
      </w:r>
      <w:r>
        <w:rPr>
          <w:rFonts w:ascii="Courier New" w:hAnsi="Courier New" w:cs="Courier New"/>
        </w:rPr>
        <w:t>callback</w:t>
      </w:r>
      <w:r>
        <w:t xml:space="preserve"> preference is defined in </w:t>
      </w:r>
      <w:hyperlink w:anchor="ABNF" w:history="1">
        <w:r w:rsidRPr="005C52E4">
          <w:rPr>
            <w:rStyle w:val="Hyperlink"/>
            <w:b/>
          </w:rPr>
          <w:t>[OData-ABNF]</w:t>
        </w:r>
      </w:hyperlink>
      <w:r>
        <w:t>.</w:t>
      </w:r>
    </w:p>
    <w:p w14:paraId="56BDF9ED" w14:textId="77777777" w:rsidR="00752DAA" w:rsidRDefault="00752DAA" w:rsidP="00752DAA">
      <w:r>
        <w:t xml:space="preserve">For HTTP based callbacks, the OData service executes an HTTP </w:t>
      </w:r>
      <w:r w:rsidRPr="00431CF3">
        <w:rPr>
          <w:rStyle w:val="Datatype"/>
        </w:rPr>
        <w:t>GET</w:t>
      </w:r>
      <w:r>
        <w:t xml:space="preserve"> request against the specified URL. </w:t>
      </w:r>
    </w:p>
    <w:p w14:paraId="5129E704" w14:textId="77777777" w:rsidR="00752DAA" w:rsidRDefault="00752DAA" w:rsidP="00752DAA">
      <w:r>
        <w:t xml:space="preserve">Services that support </w:t>
      </w:r>
      <w:r w:rsidRPr="007B5B6B">
        <w:rPr>
          <w:rStyle w:val="Datatype"/>
        </w:rPr>
        <w:t>callback</w:t>
      </w:r>
      <w:r>
        <w:t xml:space="preserve"> SHOULD support notifying the client through HTTP. Services can advertise callback support using the </w:t>
      </w:r>
      <w:r w:rsidRPr="00E633BD">
        <w:rPr>
          <w:rFonts w:ascii="Courier New" w:hAnsi="Courier New" w:cs="Courier New"/>
        </w:rPr>
        <w:t>Capabilities</w:t>
      </w:r>
      <w:r>
        <w:t>.</w:t>
      </w:r>
      <w:r w:rsidRPr="00CD376B">
        <w:rPr>
          <w:rStyle w:val="Datatype"/>
        </w:rPr>
        <w:t>Callback</w:t>
      </w:r>
      <w:r>
        <w:rPr>
          <w:rStyle w:val="Datatype"/>
        </w:rPr>
        <w:t>Support</w:t>
      </w:r>
      <w:r>
        <w:t xml:space="preserve"> annotation term defined in </w:t>
      </w:r>
      <w:hyperlink w:anchor="VocCapabilities" w:history="1">
        <w:r w:rsidRPr="002768AF">
          <w:rPr>
            <w:rStyle w:val="Hyperlink"/>
            <w:b/>
          </w:rPr>
          <w:t>[OData-VocCap]</w:t>
        </w:r>
      </w:hyperlink>
      <w:r>
        <w:t>.</w:t>
      </w:r>
    </w:p>
    <w:p w14:paraId="4F907033" w14:textId="77777777" w:rsidR="00752DAA" w:rsidRPr="00413C7E" w:rsidRDefault="00752DAA" w:rsidP="00752DAA">
      <w:r>
        <w:t xml:space="preserve">If the service applies the </w:t>
      </w:r>
      <w:r w:rsidRPr="00051353">
        <w:rPr>
          <w:rFonts w:ascii="Courier New" w:hAnsi="Courier New"/>
        </w:rPr>
        <w:t>callback</w:t>
      </w:r>
      <w:r>
        <w:t xml:space="preserve"> preference it MUST include the </w:t>
      </w:r>
      <w:r w:rsidRPr="00051353">
        <w:rPr>
          <w:rFonts w:ascii="Courier New" w:hAnsi="Courier New"/>
        </w:rPr>
        <w:t>callback</w:t>
      </w:r>
      <w:r>
        <w:t xml:space="preserve"> preference in the </w:t>
      </w:r>
      <w:hyperlink w:anchor="sec_HeaderPreferenceApplied" w:history="1">
        <w:r w:rsidRPr="00EE5F8C">
          <w:rPr>
            <w:rStyle w:val="Hyperlink"/>
            <w:rFonts w:ascii="Courier New" w:hAnsi="Courier New" w:cs="Courier New"/>
          </w:rPr>
          <w:t>Preference-Applied</w:t>
        </w:r>
      </w:hyperlink>
      <w:r>
        <w:t xml:space="preserve"> response header. </w:t>
      </w:r>
    </w:p>
    <w:p w14:paraId="732D3602" w14:textId="77777777" w:rsidR="00752DAA" w:rsidRDefault="00752DAA" w:rsidP="00752DAA">
      <w:r>
        <w:t xml:space="preserve">When the </w:t>
      </w:r>
      <w:r w:rsidRPr="00051353">
        <w:rPr>
          <w:rFonts w:ascii="Courier New" w:hAnsi="Courier New"/>
        </w:rPr>
        <w:t>callback</w:t>
      </w:r>
      <w:r>
        <w:t xml:space="preserve"> preference is applied to asynchronous requests, the OData service invokes the callback endpoint once it has finished processing the request. The status monitor resource, returned in the </w:t>
      </w:r>
      <w:hyperlink w:anchor="sec_HeaderLocation" w:history="1">
        <w:r w:rsidRPr="0061284C">
          <w:rPr>
            <w:rStyle w:val="Hyperlink"/>
            <w:rFonts w:ascii="Courier New" w:hAnsi="Courier New" w:cs="Courier New"/>
          </w:rPr>
          <w:t>Location</w:t>
        </w:r>
        <w:r w:rsidRPr="0061284C">
          <w:rPr>
            <w:rStyle w:val="Hyperlink"/>
          </w:rPr>
          <w:t xml:space="preserve"> header</w:t>
        </w:r>
      </w:hyperlink>
      <w:r>
        <w:t xml:space="preserve"> of the previously returned </w:t>
      </w:r>
      <w:hyperlink w:anchor="sec_ResponseCode202Accepted" w:history="1">
        <w:r w:rsidRPr="00EF5EDA">
          <w:rPr>
            <w:rStyle w:val="Hyperlink"/>
            <w:rFonts w:ascii="Courier New" w:hAnsi="Courier New"/>
          </w:rPr>
          <w:t>202 Accepted</w:t>
        </w:r>
      </w:hyperlink>
      <w:r>
        <w:t xml:space="preserve"> response, can then be used to retrieve the results of the asynchronously executed request.</w:t>
      </w:r>
    </w:p>
    <w:p w14:paraId="287DD0A1" w14:textId="77777777" w:rsidR="00752DAA" w:rsidRDefault="00752DAA" w:rsidP="00752DAA">
      <w:r>
        <w:t xml:space="preserve">When the </w:t>
      </w:r>
      <w:r w:rsidRPr="00051353">
        <w:rPr>
          <w:rFonts w:ascii="Courier New" w:hAnsi="Courier New"/>
        </w:rPr>
        <w:t>callback</w:t>
      </w:r>
      <w:r>
        <w:t xml:space="preserve"> preference is specified on a </w:t>
      </w:r>
      <w:r w:rsidRPr="00EF5EDA">
        <w:rPr>
          <w:rStyle w:val="Datatype"/>
        </w:rPr>
        <w:t>GET</w:t>
      </w:r>
      <w:r>
        <w:t xml:space="preserve"> request to</w:t>
      </w:r>
      <w:r w:rsidRPr="00116823">
        <w:t xml:space="preserve"> </w:t>
      </w:r>
      <w:r>
        <w:t xml:space="preserve">a </w:t>
      </w:r>
      <w:r w:rsidRPr="00051353">
        <w:t>delta</w:t>
      </w:r>
      <w:r>
        <w:t xml:space="preserve"> </w:t>
      </w:r>
      <w:r w:rsidRPr="00051353">
        <w:t>link</w:t>
      </w:r>
      <w:r>
        <w:t xml:space="preserve"> and there are no changes available, the OData service returns a </w:t>
      </w:r>
      <w:hyperlink w:anchor="sec_ResponseCode202Accepted" w:history="1">
        <w:r w:rsidRPr="00443BC6">
          <w:rPr>
            <w:rStyle w:val="Hyperlink"/>
            <w:rFonts w:ascii="Courier New" w:hAnsi="Courier New"/>
          </w:rPr>
          <w:t>202 Accepted</w:t>
        </w:r>
      </w:hyperlink>
      <w:r>
        <w:t xml:space="preserve"> response with a </w:t>
      </w:r>
      <w:hyperlink w:anchor="sec_HeaderLocation" w:history="1">
        <w:r w:rsidRPr="0061284C">
          <w:rPr>
            <w:rStyle w:val="Hyperlink"/>
            <w:rFonts w:ascii="Courier New" w:hAnsi="Courier New" w:cs="Courier New"/>
          </w:rPr>
          <w:t>Location</w:t>
        </w:r>
        <w:r w:rsidRPr="0061284C">
          <w:rPr>
            <w:rStyle w:val="Hyperlink"/>
          </w:rPr>
          <w:t xml:space="preserve"> header</w:t>
        </w:r>
      </w:hyperlink>
      <w:r>
        <w:t xml:space="preserve"> specifying the </w:t>
      </w:r>
      <w:r w:rsidRPr="00051353">
        <w:t>delta</w:t>
      </w:r>
      <w:r>
        <w:t xml:space="preserve"> </w:t>
      </w:r>
      <w:r w:rsidRPr="00051353">
        <w:t>link</w:t>
      </w:r>
      <w:r>
        <w:t xml:space="preserve"> to be used to check for future updates. The OData service then invokes the specified callback endpoint once new changes become available.</w:t>
      </w:r>
    </w:p>
    <w:p w14:paraId="7DB98B86" w14:textId="77777777" w:rsidR="00752DAA" w:rsidRDefault="00752DAA" w:rsidP="00752DAA">
      <w:r>
        <w:t xml:space="preserve">Combining </w:t>
      </w:r>
      <w:hyperlink w:anchor="sec_Preferencerespondasync" w:history="1">
        <w:r w:rsidRPr="00931206">
          <w:rPr>
            <w:rStyle w:val="Hyperlink"/>
            <w:rFonts w:ascii="Courier New" w:hAnsi="Courier New" w:cs="Courier New"/>
          </w:rPr>
          <w:t>respond-async</w:t>
        </w:r>
      </w:hyperlink>
      <w:r>
        <w:t xml:space="preserve">, </w:t>
      </w:r>
      <w:r w:rsidRPr="00051353">
        <w:rPr>
          <w:rFonts w:ascii="Courier New" w:hAnsi="Courier New"/>
        </w:rPr>
        <w:t>callback</w:t>
      </w:r>
      <w:r>
        <w:t xml:space="preserve"> and </w:t>
      </w:r>
      <w:hyperlink w:anchor="sec_Preferencetrackchangesodatatrackchan" w:history="1">
        <w:r w:rsidRPr="00E91D74">
          <w:rPr>
            <w:rStyle w:val="Hyperlink"/>
            <w:rFonts w:ascii="Courier New" w:hAnsi="Courier New"/>
          </w:rPr>
          <w:t>track-changes</w:t>
        </w:r>
      </w:hyperlink>
      <w:r>
        <w:t xml:space="preserve"> preferences on a </w:t>
      </w:r>
      <w:r w:rsidRPr="00931206">
        <w:rPr>
          <w:rStyle w:val="Datatype"/>
        </w:rPr>
        <w:t>GET</w:t>
      </w:r>
      <w:r>
        <w:t xml:space="preserve"> request to</w:t>
      </w:r>
      <w:r w:rsidRPr="00116823">
        <w:t xml:space="preserve"> </w:t>
      </w:r>
      <w:r>
        <w:t xml:space="preserve">a </w:t>
      </w:r>
      <w:r w:rsidRPr="006B6FAF">
        <w:t>delta-link</w:t>
      </w:r>
      <w:r>
        <w:t xml:space="preserve"> might influence the response in a couple of ways. </w:t>
      </w:r>
    </w:p>
    <w:p w14:paraId="522A881E" w14:textId="77777777" w:rsidR="00752DAA" w:rsidRPr="00293D79" w:rsidRDefault="00752DAA" w:rsidP="006C1EBF">
      <w:pPr>
        <w:numPr>
          <w:ilvl w:val="0"/>
          <w:numId w:val="10"/>
        </w:numPr>
        <w:spacing w:before="0"/>
        <w:ind w:left="714" w:hanging="357"/>
        <w:rPr>
          <w:rStyle w:val="Datatype"/>
          <w:rFonts w:ascii="Arial" w:hAnsi="Arial" w:cs="Arial"/>
        </w:rPr>
      </w:pPr>
      <w:r w:rsidRPr="00293D79">
        <w:rPr>
          <w:rStyle w:val="Datatype"/>
          <w:rFonts w:ascii="Arial" w:hAnsi="Arial" w:cs="Arial"/>
        </w:rPr>
        <w:t>If the service</w:t>
      </w:r>
      <w:r w:rsidRPr="00293D79" w:rsidDel="00834B3D">
        <w:rPr>
          <w:rStyle w:val="Datatype"/>
          <w:rFonts w:ascii="Arial" w:hAnsi="Arial" w:cs="Arial"/>
        </w:rPr>
        <w:t xml:space="preserve"> </w:t>
      </w:r>
      <w:r w:rsidRPr="00293D79">
        <w:rPr>
          <w:rStyle w:val="Datatype"/>
          <w:rFonts w:ascii="Arial" w:hAnsi="Arial" w:cs="Arial"/>
        </w:rPr>
        <w:t xml:space="preserve">processes the request synchronously, and no updates are available, then the response is the same as if the </w:t>
      </w:r>
      <w:r w:rsidRPr="00293D79">
        <w:rPr>
          <w:rStyle w:val="Datatype"/>
        </w:rPr>
        <w:t>respond-async</w:t>
      </w:r>
      <w:r w:rsidRPr="00293D79">
        <w:rPr>
          <w:rStyle w:val="Datatype"/>
          <w:rFonts w:ascii="Arial" w:hAnsi="Arial" w:cs="Arial"/>
        </w:rPr>
        <w:t xml:space="preserve"> hadn’t been specified and results in a response as described above. </w:t>
      </w:r>
    </w:p>
    <w:p w14:paraId="44B4CB3A" w14:textId="77777777" w:rsidR="00752DAA" w:rsidRPr="00293D79" w:rsidRDefault="00752DAA" w:rsidP="006C1EBF">
      <w:pPr>
        <w:numPr>
          <w:ilvl w:val="0"/>
          <w:numId w:val="10"/>
        </w:numPr>
        <w:spacing w:before="0"/>
        <w:rPr>
          <w:rStyle w:val="Datatype"/>
          <w:rFonts w:ascii="Arial" w:hAnsi="Arial" w:cs="Arial"/>
        </w:rPr>
      </w:pPr>
      <w:r w:rsidRPr="00293D79">
        <w:rPr>
          <w:rStyle w:val="Datatype"/>
          <w:rFonts w:ascii="Arial" w:hAnsi="Arial" w:cs="Arial"/>
        </w:rPr>
        <w:t xml:space="preserve">If the service processes the request asynchronously, then it responds with a </w:t>
      </w:r>
      <w:hyperlink w:anchor="sec_ResponseCode202Accepted" w:history="1">
        <w:r w:rsidRPr="00293D79">
          <w:rPr>
            <w:rStyle w:val="Hyperlink"/>
            <w:rFonts w:ascii="Courier New" w:hAnsi="Courier New"/>
          </w:rPr>
          <w:t>202 Accepted</w:t>
        </w:r>
      </w:hyperlink>
      <w:r w:rsidRPr="00293D79">
        <w:rPr>
          <w:rStyle w:val="Datatype"/>
          <w:rFonts w:ascii="Arial" w:hAnsi="Arial" w:cs="Arial"/>
        </w:rPr>
        <w:t xml:space="preserve"> response specifying the URL to the status monitor resource as it would have with any other asynchronous request. Once the service has finished processing the asynchronous request to the delta link resource, if changes are available it invokes the specified callback endpoint. If no changes</w:t>
      </w:r>
      <w:r w:rsidRPr="00293D79" w:rsidDel="00834B3D">
        <w:rPr>
          <w:rStyle w:val="Datatype"/>
          <w:rFonts w:ascii="Arial" w:hAnsi="Arial" w:cs="Arial"/>
        </w:rPr>
        <w:t xml:space="preserve"> are available</w:t>
      </w:r>
      <w:r w:rsidRPr="00293D79">
        <w:rPr>
          <w:rStyle w:val="Datatype"/>
          <w:rFonts w:ascii="Arial" w:hAnsi="Arial" w:cs="Arial"/>
        </w:rPr>
        <w:t xml:space="preserve">, the service SHOULD wait to notify the client until changes are available. Once notified, the client uses the status monitor resource from the </w:t>
      </w:r>
      <w:r w:rsidRPr="00293D79">
        <w:rPr>
          <w:rStyle w:val="Datatype"/>
        </w:rPr>
        <w:t>Location</w:t>
      </w:r>
      <w:r w:rsidRPr="00293D79">
        <w:rPr>
          <w:rStyle w:val="Datatype"/>
          <w:rFonts w:ascii="Arial" w:hAnsi="Arial" w:cs="Arial"/>
        </w:rPr>
        <w:t xml:space="preserve"> header of the previously returned </w:t>
      </w:r>
      <w:hyperlink w:anchor="sec_ResponseCode202Accepted" w:history="1">
        <w:r w:rsidRPr="00293D79">
          <w:rPr>
            <w:rStyle w:val="Hyperlink"/>
            <w:rFonts w:ascii="Courier New" w:hAnsi="Courier New" w:cs="Courier New"/>
          </w:rPr>
          <w:t>202 Accepted</w:t>
        </w:r>
      </w:hyperlink>
      <w:r w:rsidRPr="00293D79">
        <w:rPr>
          <w:rStyle w:val="Datatype"/>
          <w:rFonts w:ascii="Arial" w:hAnsi="Arial" w:cs="Arial"/>
        </w:rPr>
        <w:t xml:space="preserve"> response to retrieve the results</w:t>
      </w:r>
      <w:r w:rsidRPr="00293D79" w:rsidDel="00DB5016">
        <w:rPr>
          <w:rStyle w:val="Datatype"/>
          <w:rFonts w:ascii="Arial" w:hAnsi="Arial" w:cs="Arial"/>
        </w:rPr>
        <w:t>.</w:t>
      </w:r>
      <w:r w:rsidRPr="00293D79">
        <w:rPr>
          <w:rStyle w:val="Datatype"/>
          <w:rFonts w:ascii="Arial" w:hAnsi="Arial" w:cs="Arial"/>
        </w:rPr>
        <w:t xml:space="preserve"> In case no updates were available after processing the initial request, the result will contain no updates and the client can use the delta-link contained in the result to retrieve the updates that have since become available.</w:t>
      </w:r>
    </w:p>
    <w:p w14:paraId="66E55239" w14:textId="77777777" w:rsidR="00752DAA" w:rsidRDefault="00752DAA" w:rsidP="00752DAA">
      <w:r>
        <w:t xml:space="preserve">If the </w:t>
      </w:r>
      <w:r w:rsidDel="00905883">
        <w:t>consumer</w:t>
      </w:r>
      <w:r w:rsidDel="005454BD">
        <w:t xml:space="preserve"> </w:t>
      </w:r>
      <w:r>
        <w:t>specifies the same URL as callback endpoint in multiple requests, the service MAY collate them into a single notification once additional data is available for any of the requests. However, the consumer MUST be prepared to deal with receiving up to as many notifications as it requested.</w:t>
      </w:r>
    </w:p>
    <w:p w14:paraId="069052F7" w14:textId="77777777" w:rsidR="00752DAA" w:rsidRPr="003F1FAD" w:rsidRDefault="00752DAA" w:rsidP="00752DAA">
      <w:pPr>
        <w:pStyle w:val="Caption"/>
      </w:pPr>
      <w:r w:rsidRPr="003F1FAD">
        <w:lastRenderedPageBreak/>
        <w:t xml:space="preserve">Example </w:t>
      </w:r>
      <w:r w:rsidR="002A710D">
        <w:fldChar w:fldCharType="begin"/>
      </w:r>
      <w:r w:rsidR="002A710D">
        <w:instrText xml:space="preserve"> SEQ Example \* ARABIC </w:instrText>
      </w:r>
      <w:r w:rsidR="002A710D">
        <w:fldChar w:fldCharType="separate"/>
      </w:r>
      <w:r>
        <w:rPr>
          <w:noProof/>
        </w:rPr>
        <w:t>2</w:t>
      </w:r>
      <w:r w:rsidR="002A710D">
        <w:rPr>
          <w:noProof/>
        </w:rPr>
        <w:fldChar w:fldCharType="end"/>
      </w:r>
      <w:r w:rsidRPr="003F1FAD">
        <w:t xml:space="preserve">: </w:t>
      </w:r>
      <w:r>
        <w:t>using a HTTP callback endpoint to receive notification</w:t>
      </w:r>
    </w:p>
    <w:p w14:paraId="69CB83AD" w14:textId="77777777" w:rsidR="00752DAA" w:rsidRDefault="00752DAA" w:rsidP="00752DAA">
      <w:pPr>
        <w:pStyle w:val="Code"/>
      </w:pPr>
      <w:r w:rsidRPr="00377831">
        <w:t xml:space="preserve">Prefer: </w:t>
      </w:r>
      <w:r>
        <w:t>callback; url</w:t>
      </w:r>
      <w:r w:rsidRPr="00377831">
        <w:t>=</w:t>
      </w:r>
      <w:r>
        <w:t>"http://myserver/notfication/token/12345"</w:t>
      </w:r>
    </w:p>
    <w:p w14:paraId="3F877BA9" w14:textId="77777777" w:rsidR="00752DAA" w:rsidRDefault="00752DAA" w:rsidP="00752DAA">
      <w:pPr>
        <w:rPr>
          <w:rFonts w:ascii="Calibri" w:hAnsi="Calibri"/>
        </w:rPr>
      </w:pPr>
      <w:bookmarkStart w:id="234" w:name="_Preference_odata.continue-on-error"/>
      <w:bookmarkStart w:id="235" w:name="_Toc370126017"/>
      <w:bookmarkStart w:id="236" w:name="_Toc370374814"/>
      <w:bookmarkEnd w:id="234"/>
      <w:r>
        <w:t>If the</w:t>
      </w:r>
      <w:r w:rsidRPr="007F516E">
        <w:t xml:space="preserve"> </w:t>
      </w:r>
      <w:r>
        <w:rPr>
          <w:rFonts w:ascii="Courier New" w:hAnsi="Courier New" w:cs="Courier New"/>
          <w:shd w:val="clear" w:color="auto" w:fill="FFFFFF"/>
        </w:rPr>
        <w:t>callback</w:t>
      </w:r>
      <w:r>
        <w:t xml:space="preserve"> preference is specified on an individual request within a batch, then it specifies the callback to be used for tracking changes to that individual request.</w:t>
      </w:r>
      <w:r w:rsidRPr="004E12AF">
        <w:t xml:space="preserve"> </w:t>
      </w:r>
      <w:r>
        <w:t>If the</w:t>
      </w:r>
      <w:r w:rsidRPr="007F516E">
        <w:t xml:space="preserve"> </w:t>
      </w:r>
      <w:r>
        <w:rPr>
          <w:rFonts w:ascii="Courier New" w:hAnsi="Courier New" w:cs="Courier New"/>
          <w:shd w:val="clear" w:color="auto" w:fill="FFFFFF"/>
        </w:rPr>
        <w:t>callback</w:t>
      </w:r>
      <w:r>
        <w:t xml:space="preserve"> preference is specified on a batch, then it specifies the callback to be used for async responses to the batch.</w:t>
      </w:r>
      <w:r w:rsidDel="006B58A6">
        <w:t xml:space="preserve"> </w:t>
      </w:r>
    </w:p>
    <w:p w14:paraId="4B9FC6E1" w14:textId="77777777" w:rsidR="00752DAA" w:rsidRDefault="00752DAA" w:rsidP="00752DAA">
      <w:r>
        <w:t xml:space="preserve">Note: The </w:t>
      </w:r>
      <w:r>
        <w:rPr>
          <w:rFonts w:ascii="Courier New" w:hAnsi="Courier New" w:cs="Courier New"/>
          <w:shd w:val="clear" w:color="auto" w:fill="FFFFFF"/>
        </w:rPr>
        <w:t>callback</w:t>
      </w:r>
      <w:r>
        <w:t xml:space="preserve"> preference was named </w:t>
      </w:r>
      <w:r>
        <w:rPr>
          <w:rFonts w:ascii="Courier New" w:hAnsi="Courier New" w:cs="Courier New"/>
          <w:shd w:val="clear" w:color="auto" w:fill="FFFFFF"/>
        </w:rPr>
        <w:t>odata.callback</w:t>
      </w:r>
      <w:r>
        <w:t xml:space="preserve"> in OData version 4.0. Services that support the</w:t>
      </w:r>
      <w:r>
        <w:rPr>
          <w:rFonts w:ascii="Courier New" w:hAnsi="Courier New" w:cs="Courier New"/>
          <w:shd w:val="clear" w:color="auto" w:fill="FFFFFF"/>
        </w:rPr>
        <w:t xml:space="preserve"> callback</w:t>
      </w:r>
      <w:r>
        <w:t xml:space="preserve"> preference SHOULD also support </w:t>
      </w:r>
      <w:r>
        <w:rPr>
          <w:rFonts w:ascii="Courier New" w:hAnsi="Courier New" w:cs="Courier New"/>
          <w:shd w:val="clear" w:color="auto" w:fill="FFFFFF"/>
        </w:rPr>
        <w:t>odata.callback</w:t>
      </w:r>
      <w:r>
        <w:t xml:space="preserve"> for OData 4.0 clients and clients SHOULD use </w:t>
      </w:r>
      <w:r>
        <w:rPr>
          <w:rFonts w:ascii="Courier New" w:hAnsi="Courier New" w:cs="Courier New"/>
          <w:shd w:val="clear" w:color="auto" w:fill="FFFFFF"/>
        </w:rPr>
        <w:t>odata.callback</w:t>
      </w:r>
      <w:r>
        <w:t xml:space="preserve"> for compatibility with OData 4.0 services. If both </w:t>
      </w:r>
      <w:r>
        <w:rPr>
          <w:rFonts w:ascii="Courier New" w:hAnsi="Courier New" w:cs="Courier New"/>
          <w:shd w:val="clear" w:color="auto" w:fill="FFFFFF"/>
        </w:rPr>
        <w:t>callback</w:t>
      </w:r>
      <w:r>
        <w:t xml:space="preserve"> and </w:t>
      </w:r>
      <w:r>
        <w:rPr>
          <w:rFonts w:ascii="Courier New" w:hAnsi="Courier New" w:cs="Courier New"/>
          <w:shd w:val="clear" w:color="auto" w:fill="FFFFFF"/>
        </w:rPr>
        <w:t>odata.callback</w:t>
      </w:r>
      <w:r w:rsidRPr="00E257ED">
        <w:t xml:space="preserve"> </w:t>
      </w:r>
      <w:r>
        <w:t xml:space="preserve">preferences are specified in the same request, the value of the </w:t>
      </w:r>
      <w:r>
        <w:rPr>
          <w:rFonts w:ascii="Courier New" w:hAnsi="Courier New" w:cs="Courier New"/>
          <w:shd w:val="clear" w:color="auto" w:fill="FFFFFF"/>
        </w:rPr>
        <w:t>callback</w:t>
      </w:r>
      <w:r w:rsidRPr="00E257ED">
        <w:t xml:space="preserve"> </w:t>
      </w:r>
      <w:r>
        <w:t>preference SHOULD be used.</w:t>
      </w:r>
    </w:p>
    <w:bookmarkStart w:id="237" w:name="_Toc477876582"/>
    <w:bookmarkStart w:id="238" w:name="sec_Preferencecontinueonerrorodatacontin"/>
    <w:bookmarkEnd w:id="235"/>
    <w:bookmarkEnd w:id="236"/>
    <w:p w14:paraId="4B9D8054" w14:textId="77777777" w:rsidR="00752DAA" w:rsidRDefault="00752DAA" w:rsidP="006C1EBF">
      <w:pPr>
        <w:pStyle w:val="Heading4"/>
        <w:numPr>
          <w:ilvl w:val="3"/>
          <w:numId w:val="2"/>
        </w:numPr>
        <w:tabs>
          <w:tab w:val="left" w:pos="567"/>
        </w:tabs>
      </w:pPr>
      <w:r>
        <w:fldChar w:fldCharType="begin"/>
      </w:r>
      <w:r>
        <w:instrText xml:space="preserve"> HYPERLINK  \l "sec_Preferencecontinueonerrorodatacontin" </w:instrText>
      </w:r>
      <w:r>
        <w:fldChar w:fldCharType="separate"/>
      </w:r>
      <w:bookmarkStart w:id="239" w:name="_Toc494884995"/>
      <w:bookmarkStart w:id="240" w:name="_Toc494356742"/>
      <w:r w:rsidRPr="004A50BC">
        <w:rPr>
          <w:rStyle w:val="Hyperlink"/>
        </w:rPr>
        <w:t xml:space="preserve">Preference </w:t>
      </w:r>
      <w:r w:rsidRPr="004A50BC">
        <w:rPr>
          <w:rStyle w:val="Hyperlink"/>
          <w:rFonts w:ascii="Courier New" w:hAnsi="Courier New" w:cs="Courier New"/>
        </w:rPr>
        <w:t>continue-on-error</w:t>
      </w:r>
      <w:r w:rsidRPr="004A50BC">
        <w:rPr>
          <w:rStyle w:val="Hyperlink"/>
        </w:rPr>
        <w:t xml:space="preserve"> (</w:t>
      </w:r>
      <w:r w:rsidRPr="004A50BC">
        <w:rPr>
          <w:rStyle w:val="Hyperlink"/>
          <w:rFonts w:ascii="Courier New" w:hAnsi="Courier New" w:cs="Courier New"/>
        </w:rPr>
        <w:t>odata.continue-on-error</w:t>
      </w:r>
      <w:r w:rsidRPr="004A50BC">
        <w:rPr>
          <w:rStyle w:val="Hyperlink"/>
        </w:rPr>
        <w:t>)</w:t>
      </w:r>
      <w:bookmarkEnd w:id="237"/>
      <w:bookmarkEnd w:id="238"/>
      <w:bookmarkEnd w:id="239"/>
      <w:bookmarkEnd w:id="240"/>
      <w:r>
        <w:fldChar w:fldCharType="end"/>
      </w:r>
    </w:p>
    <w:p w14:paraId="7450E124" w14:textId="77777777" w:rsidR="00752DAA" w:rsidRDefault="00752DAA" w:rsidP="00752DAA">
      <w:r>
        <w:t xml:space="preserve">The </w:t>
      </w:r>
      <w:r>
        <w:rPr>
          <w:rFonts w:ascii="Courier New" w:hAnsi="Courier New" w:cs="Courier New"/>
        </w:rPr>
        <w:t>c</w:t>
      </w:r>
      <w:r w:rsidRPr="00DE6A5C">
        <w:rPr>
          <w:rFonts w:ascii="Courier New" w:hAnsi="Courier New" w:cs="Courier New"/>
        </w:rPr>
        <w:t>ontinue-</w:t>
      </w:r>
      <w:r>
        <w:rPr>
          <w:rFonts w:ascii="Courier New" w:hAnsi="Courier New" w:cs="Courier New"/>
        </w:rPr>
        <w:t>o</w:t>
      </w:r>
      <w:r w:rsidRPr="00DE6A5C">
        <w:rPr>
          <w:rFonts w:ascii="Courier New" w:hAnsi="Courier New" w:cs="Courier New"/>
        </w:rPr>
        <w:t>n-</w:t>
      </w:r>
      <w:r>
        <w:rPr>
          <w:rFonts w:ascii="Courier New" w:hAnsi="Courier New" w:cs="Courier New"/>
        </w:rPr>
        <w:t>e</w:t>
      </w:r>
      <w:r w:rsidRPr="00DE6A5C">
        <w:rPr>
          <w:rFonts w:ascii="Courier New" w:hAnsi="Courier New" w:cs="Courier New"/>
        </w:rPr>
        <w:t>rror</w:t>
      </w:r>
      <w:r>
        <w:t xml:space="preserve"> preference on a </w:t>
      </w:r>
      <w:hyperlink w:anchor="sec_BatchRequests" w:history="1">
        <w:r w:rsidRPr="00DA74DD">
          <w:rPr>
            <w:rStyle w:val="Hyperlink"/>
          </w:rPr>
          <w:t>batch request</w:t>
        </w:r>
      </w:hyperlink>
      <w:r>
        <w:t xml:space="preserve"> is used to request that, upon encountering a request within the batch that returns an error, the service return the error for that request and continue processing additional requests within the batch.</w:t>
      </w:r>
      <w:r w:rsidRPr="00F35CD1">
        <w:rPr>
          <w:color w:val="000000"/>
        </w:rPr>
        <w:t xml:space="preserve"> </w:t>
      </w:r>
      <w:r>
        <w:rPr>
          <w:color w:val="000000"/>
        </w:rPr>
        <w:t xml:space="preserve">The syntax of the </w:t>
      </w:r>
      <w:r>
        <w:rPr>
          <w:rFonts w:ascii="Courier New" w:hAnsi="Courier New" w:cs="Courier New"/>
        </w:rPr>
        <w:t>c</w:t>
      </w:r>
      <w:r w:rsidRPr="00DE6A5C">
        <w:rPr>
          <w:rFonts w:ascii="Courier New" w:hAnsi="Courier New" w:cs="Courier New"/>
        </w:rPr>
        <w:t>ontinue-</w:t>
      </w:r>
      <w:r>
        <w:rPr>
          <w:rFonts w:ascii="Courier New" w:hAnsi="Courier New" w:cs="Courier New"/>
        </w:rPr>
        <w:t>o</w:t>
      </w:r>
      <w:r w:rsidRPr="00DE6A5C">
        <w:rPr>
          <w:rFonts w:ascii="Courier New" w:hAnsi="Courier New" w:cs="Courier New"/>
        </w:rPr>
        <w:t>n-</w:t>
      </w:r>
      <w:r>
        <w:rPr>
          <w:rFonts w:ascii="Courier New" w:hAnsi="Courier New" w:cs="Courier New"/>
        </w:rPr>
        <w:t>e</w:t>
      </w:r>
      <w:r w:rsidRPr="00DE6A5C">
        <w:rPr>
          <w:rFonts w:ascii="Courier New" w:hAnsi="Courier New" w:cs="Courier New"/>
        </w:rPr>
        <w:t>rror</w:t>
      </w:r>
      <w:r>
        <w:t xml:space="preserve"> preference is defined in </w:t>
      </w:r>
      <w:hyperlink w:anchor="ABNF" w:history="1">
        <w:r w:rsidRPr="005C52E4">
          <w:rPr>
            <w:rStyle w:val="Hyperlink"/>
            <w:b/>
          </w:rPr>
          <w:t>[OData-ABNF]</w:t>
        </w:r>
      </w:hyperlink>
      <w:r>
        <w:t>.</w:t>
      </w:r>
    </w:p>
    <w:p w14:paraId="5DDA1EFB" w14:textId="77777777" w:rsidR="00752DAA" w:rsidRPr="00DE6A5C" w:rsidRDefault="00752DAA" w:rsidP="00752DAA">
      <w:r>
        <w:t>If not specified, upon encountering an error the service MUST return the error within the batch and stop processing additional requests within the batch.</w:t>
      </w:r>
    </w:p>
    <w:p w14:paraId="13E37B99" w14:textId="77777777" w:rsidR="00752DAA" w:rsidRDefault="00752DAA" w:rsidP="00752DAA">
      <w:r>
        <w:t xml:space="preserve">A service MAY specify the support for the </w:t>
      </w:r>
      <w:r>
        <w:rPr>
          <w:rFonts w:ascii="Courier New" w:hAnsi="Courier New" w:cs="Courier New"/>
        </w:rPr>
        <w:t>c</w:t>
      </w:r>
      <w:r w:rsidRPr="00DE6A5C">
        <w:rPr>
          <w:rFonts w:ascii="Courier New" w:hAnsi="Courier New" w:cs="Courier New"/>
        </w:rPr>
        <w:t>ontinue-</w:t>
      </w:r>
      <w:r>
        <w:rPr>
          <w:rFonts w:ascii="Courier New" w:hAnsi="Courier New" w:cs="Courier New"/>
        </w:rPr>
        <w:t>o</w:t>
      </w:r>
      <w:r w:rsidRPr="00DE6A5C">
        <w:rPr>
          <w:rFonts w:ascii="Courier New" w:hAnsi="Courier New" w:cs="Courier New"/>
        </w:rPr>
        <w:t>n-</w:t>
      </w:r>
      <w:r>
        <w:rPr>
          <w:rFonts w:ascii="Courier New" w:hAnsi="Courier New" w:cs="Courier New"/>
        </w:rPr>
        <w:t>e</w:t>
      </w:r>
      <w:r w:rsidRPr="00DE6A5C">
        <w:rPr>
          <w:rFonts w:ascii="Courier New" w:hAnsi="Courier New" w:cs="Courier New"/>
        </w:rPr>
        <w:t>rror</w:t>
      </w:r>
      <w:r>
        <w:t xml:space="preserve"> preference using an annotation with term </w:t>
      </w:r>
      <w:r w:rsidRPr="00E633BD">
        <w:rPr>
          <w:rFonts w:ascii="Courier New" w:hAnsi="Courier New" w:cs="Courier New"/>
        </w:rPr>
        <w:t>Capabilities</w:t>
      </w:r>
      <w:r w:rsidRPr="00987699">
        <w:rPr>
          <w:rStyle w:val="Datatype"/>
          <w:rFonts w:cs="Courier New"/>
        </w:rPr>
        <w:t>.BatchContinueOnErrorSupported</w:t>
      </w:r>
      <w:r>
        <w:t>, see</w:t>
      </w:r>
      <w:r>
        <w:rPr>
          <w:b/>
        </w:rPr>
        <w:t xml:space="preserve"> </w:t>
      </w:r>
      <w:hyperlink w:anchor="VocCapabilities" w:history="1">
        <w:r w:rsidRPr="002768AF">
          <w:rPr>
            <w:rStyle w:val="Hyperlink"/>
            <w:b/>
          </w:rPr>
          <w:t>[OData-VocCap]</w:t>
        </w:r>
      </w:hyperlink>
      <w:r>
        <w:t>.</w:t>
      </w:r>
    </w:p>
    <w:p w14:paraId="19094C17" w14:textId="77777777" w:rsidR="00752DAA" w:rsidRDefault="00752DAA" w:rsidP="00752DAA">
      <w:r>
        <w:t xml:space="preserve">The </w:t>
      </w:r>
      <w:r>
        <w:rPr>
          <w:rFonts w:ascii="Courier New" w:hAnsi="Courier New" w:cs="Courier New"/>
          <w:shd w:val="clear" w:color="auto" w:fill="FFFFFF"/>
        </w:rPr>
        <w:t>continue-on-error</w:t>
      </w:r>
      <w:r>
        <w:t xml:space="preserve"> preference SHOULD NOT be applied to individual requests within a batch. </w:t>
      </w:r>
    </w:p>
    <w:p w14:paraId="14B8C7FA" w14:textId="77777777" w:rsidR="00752DAA" w:rsidRDefault="00752DAA" w:rsidP="00752DAA">
      <w:r>
        <w:t xml:space="preserve">Note: The </w:t>
      </w:r>
      <w:r>
        <w:rPr>
          <w:rFonts w:ascii="Courier New" w:hAnsi="Courier New" w:cs="Courier New"/>
          <w:shd w:val="clear" w:color="auto" w:fill="FFFFFF"/>
        </w:rPr>
        <w:t>continue-on-error</w:t>
      </w:r>
      <w:r>
        <w:t xml:space="preserve"> preference was named </w:t>
      </w:r>
      <w:r>
        <w:rPr>
          <w:rFonts w:ascii="Courier New" w:hAnsi="Courier New" w:cs="Courier New"/>
          <w:shd w:val="clear" w:color="auto" w:fill="FFFFFF"/>
        </w:rPr>
        <w:t>odata.continue-on-error</w:t>
      </w:r>
      <w:r>
        <w:t xml:space="preserve"> in OData version 4.0. Services that support the</w:t>
      </w:r>
      <w:r>
        <w:rPr>
          <w:rFonts w:ascii="Courier New" w:hAnsi="Courier New" w:cs="Courier New"/>
          <w:shd w:val="clear" w:color="auto" w:fill="FFFFFF"/>
        </w:rPr>
        <w:t xml:space="preserve"> continue-on-error</w:t>
      </w:r>
      <w:r>
        <w:t xml:space="preserve"> preference SHOULD also support </w:t>
      </w:r>
      <w:r>
        <w:rPr>
          <w:rFonts w:ascii="Courier New" w:hAnsi="Courier New" w:cs="Courier New"/>
          <w:shd w:val="clear" w:color="auto" w:fill="FFFFFF"/>
        </w:rPr>
        <w:t>odata.continue-on-error</w:t>
      </w:r>
      <w:r>
        <w:t xml:space="preserve"> for OData 4.0 clients and clients SHOULD use </w:t>
      </w:r>
      <w:r>
        <w:rPr>
          <w:rFonts w:ascii="Courier New" w:hAnsi="Courier New" w:cs="Courier New"/>
          <w:shd w:val="clear" w:color="auto" w:fill="FFFFFF"/>
        </w:rPr>
        <w:t>odata.continue-on-error</w:t>
      </w:r>
      <w:r>
        <w:t xml:space="preserve"> for compatibility with OData 4.0 services.</w:t>
      </w:r>
    </w:p>
    <w:bookmarkStart w:id="241" w:name="_Toc477876583"/>
    <w:bookmarkStart w:id="242" w:name="sec_Preferenceincludeannotationsodatainc"/>
    <w:p w14:paraId="0FDC8F73" w14:textId="77777777" w:rsidR="00752DAA" w:rsidRDefault="00752DAA" w:rsidP="006C1EBF">
      <w:pPr>
        <w:pStyle w:val="Heading4"/>
        <w:numPr>
          <w:ilvl w:val="3"/>
          <w:numId w:val="2"/>
        </w:numPr>
        <w:tabs>
          <w:tab w:val="left" w:pos="567"/>
        </w:tabs>
      </w:pPr>
      <w:r>
        <w:rPr>
          <w:szCs w:val="24"/>
        </w:rPr>
        <w:fldChar w:fldCharType="begin"/>
      </w:r>
      <w:r>
        <w:rPr>
          <w:szCs w:val="24"/>
        </w:rPr>
        <w:instrText xml:space="preserve"> HYPERLINK  \l "sec_Preferenceincludeannotationsodatainc" </w:instrText>
      </w:r>
      <w:r>
        <w:rPr>
          <w:szCs w:val="24"/>
        </w:rPr>
        <w:fldChar w:fldCharType="separate"/>
      </w:r>
      <w:bookmarkStart w:id="243" w:name="_Toc494884996"/>
      <w:bookmarkStart w:id="244" w:name="_Toc494356743"/>
      <w:r w:rsidRPr="004A50BC">
        <w:rPr>
          <w:rStyle w:val="Hyperlink"/>
          <w:szCs w:val="24"/>
        </w:rPr>
        <w:t xml:space="preserve">Preference </w:t>
      </w:r>
      <w:r w:rsidRPr="004A50BC">
        <w:rPr>
          <w:rStyle w:val="Hyperlink"/>
          <w:rFonts w:ascii="Courier New" w:hAnsi="Courier New" w:cs="Courier New"/>
          <w:szCs w:val="24"/>
        </w:rPr>
        <w:t>include-annotations</w:t>
      </w:r>
      <w:r w:rsidRPr="004A50BC">
        <w:rPr>
          <w:rStyle w:val="Hyperlink"/>
          <w:szCs w:val="24"/>
        </w:rPr>
        <w:t xml:space="preserve"> (</w:t>
      </w:r>
      <w:r w:rsidRPr="004A50BC">
        <w:rPr>
          <w:rStyle w:val="Hyperlink"/>
          <w:rFonts w:ascii="Courier New" w:hAnsi="Courier New" w:cs="Courier New"/>
          <w:szCs w:val="24"/>
        </w:rPr>
        <w:t>odata.include-annotations</w:t>
      </w:r>
      <w:r w:rsidRPr="004A50BC">
        <w:rPr>
          <w:rStyle w:val="Hyperlink"/>
          <w:szCs w:val="24"/>
        </w:rPr>
        <w:t>)</w:t>
      </w:r>
      <w:bookmarkEnd w:id="241"/>
      <w:bookmarkEnd w:id="242"/>
      <w:bookmarkEnd w:id="243"/>
      <w:bookmarkEnd w:id="244"/>
      <w:r>
        <w:rPr>
          <w:szCs w:val="24"/>
        </w:rPr>
        <w:fldChar w:fldCharType="end"/>
      </w:r>
    </w:p>
    <w:p w14:paraId="1B77E926" w14:textId="77777777" w:rsidR="00752DAA" w:rsidRDefault="00752DAA" w:rsidP="00752DAA">
      <w:pPr>
        <w:spacing w:after="0"/>
      </w:pPr>
      <w:r>
        <w:t xml:space="preserve">The </w:t>
      </w:r>
      <w:r>
        <w:rPr>
          <w:rFonts w:ascii="Courier New" w:hAnsi="Courier New" w:cs="Courier New"/>
        </w:rPr>
        <w:t>include-annotations</w:t>
      </w:r>
      <w:r>
        <w:t xml:space="preserve"> preference in a request for </w:t>
      </w:r>
      <w:hyperlink w:anchor="sec_RequestingData" w:history="1">
        <w:r w:rsidRPr="00394169">
          <w:rPr>
            <w:rStyle w:val="Hyperlink"/>
          </w:rPr>
          <w:t>data</w:t>
        </w:r>
      </w:hyperlink>
      <w:r>
        <w:t xml:space="preserve"> or </w:t>
      </w:r>
      <w:hyperlink w:anchor="sec_MetadataDocumentRequest" w:history="1">
        <w:r w:rsidRPr="00394169">
          <w:rPr>
            <w:rStyle w:val="Hyperlink"/>
          </w:rPr>
          <w:t>metadata</w:t>
        </w:r>
      </w:hyperlink>
      <w:r>
        <w:t xml:space="preserve"> is used to specify the set of annotations the client requests to be included, where applicable, in the response.</w:t>
      </w:r>
      <w:r w:rsidRPr="002C45A2">
        <w:t xml:space="preserve"> </w:t>
      </w:r>
    </w:p>
    <w:p w14:paraId="62381D63" w14:textId="77777777" w:rsidR="00752DAA" w:rsidRDefault="00752DAA" w:rsidP="00752DAA">
      <w:pPr>
        <w:spacing w:after="0"/>
      </w:pPr>
      <w:r>
        <w:t xml:space="preserve">The value of the </w:t>
      </w:r>
      <w:r>
        <w:rPr>
          <w:rFonts w:ascii="Courier New" w:hAnsi="Courier New" w:cs="Courier New"/>
        </w:rPr>
        <w:t>include-annotations</w:t>
      </w:r>
      <w:r>
        <w:t xml:space="preserve"> preference is </w:t>
      </w:r>
      <w:r>
        <w:rPr>
          <w:color w:val="000000"/>
        </w:rPr>
        <w:t>a comma-separated list of namespace-qualified term names or term name patterns to include or exclude,</w:t>
      </w:r>
      <w:r w:rsidDel="00EB6806">
        <w:rPr>
          <w:color w:val="000000"/>
        </w:rPr>
        <w:t xml:space="preserve"> </w:t>
      </w:r>
      <w:r>
        <w:rPr>
          <w:color w:val="000000"/>
        </w:rPr>
        <w:t>with "*" as a wildcard for name segments. Term names and term name patterns can optionally be followed by a hash (</w:t>
      </w:r>
      <w:r w:rsidRPr="00200042">
        <w:rPr>
          <w:rStyle w:val="Datatype"/>
        </w:rPr>
        <w:t>#</w:t>
      </w:r>
      <w:r>
        <w:rPr>
          <w:color w:val="000000"/>
        </w:rPr>
        <w:t xml:space="preserve">) character and an annotation qualifier. The full syntax of the </w:t>
      </w:r>
      <w:r>
        <w:rPr>
          <w:rFonts w:ascii="Courier New" w:hAnsi="Courier New" w:cs="Courier New"/>
        </w:rPr>
        <w:t>include-annotations</w:t>
      </w:r>
      <w:r>
        <w:t xml:space="preserve"> preference is defined in</w:t>
      </w:r>
      <w:r w:rsidDel="00EB6806">
        <w:fldChar w:fldCharType="begin"/>
      </w:r>
      <w:r w:rsidDel="00EB6806">
        <w:fldChar w:fldCharType="end"/>
      </w:r>
      <w:r>
        <w:t xml:space="preserve"> </w:t>
      </w:r>
      <w:hyperlink w:anchor="ABNF" w:history="1">
        <w:r w:rsidRPr="005C52E4">
          <w:rPr>
            <w:rStyle w:val="Hyperlink"/>
            <w:b/>
          </w:rPr>
          <w:t>[OData-ABNF]</w:t>
        </w:r>
      </w:hyperlink>
      <w:r>
        <w:t>.</w:t>
      </w:r>
    </w:p>
    <w:p w14:paraId="1DCC3CDA" w14:textId="77777777" w:rsidR="00752DAA" w:rsidRDefault="00752DAA" w:rsidP="00752DAA">
      <w:pPr>
        <w:spacing w:after="0"/>
        <w:rPr>
          <w:color w:val="000000"/>
        </w:rPr>
      </w:pPr>
      <w:r>
        <w:rPr>
          <w:color w:val="000000"/>
        </w:rPr>
        <w:t xml:space="preserve">The most specific identifier always takes precedence, with an explicit name taking precedence over a name pattern, and a longer pattern taking precedence over a shorter pattern. If the same identifier value is requested to both be excluded and included the behavior is undefined; the service MAY return or omit the specified vocabulary but MUST NOT raise an exception. </w:t>
      </w:r>
    </w:p>
    <w:p w14:paraId="3F474186"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3</w:t>
      </w:r>
      <w:r w:rsidR="002A710D">
        <w:rPr>
          <w:noProof/>
        </w:rPr>
        <w:fldChar w:fldCharType="end"/>
      </w:r>
      <w:r w:rsidRPr="003F1FAD">
        <w:t xml:space="preserve">: </w:t>
      </w:r>
      <w:r>
        <w:t>a</w:t>
      </w:r>
      <w:r w:rsidRPr="00345BA6">
        <w:rPr>
          <w:rFonts w:cs="Arial"/>
        </w:rPr>
        <w:t xml:space="preserve"> </w:t>
      </w:r>
      <w:r w:rsidRPr="00567172">
        <w:rPr>
          <w:rFonts w:ascii="Courier New" w:hAnsi="Courier New"/>
        </w:rPr>
        <w:t>Prefer</w:t>
      </w:r>
      <w:r>
        <w:t xml:space="preserve"> header requesting all annotations within a metadata document to be returned</w:t>
      </w:r>
    </w:p>
    <w:p w14:paraId="2BA992B7" w14:textId="77777777" w:rsidR="00752DAA" w:rsidRDefault="00752DAA" w:rsidP="00752DAA">
      <w:pPr>
        <w:pStyle w:val="Code"/>
      </w:pPr>
      <w:r>
        <w:t xml:space="preserve">Prefer: include-annotations="*" </w:t>
      </w:r>
    </w:p>
    <w:p w14:paraId="236E3293"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4</w:t>
      </w:r>
      <w:r w:rsidR="002A710D">
        <w:rPr>
          <w:noProof/>
        </w:rPr>
        <w:fldChar w:fldCharType="end"/>
      </w:r>
      <w:r w:rsidRPr="003F1FAD">
        <w:t xml:space="preserve">: </w:t>
      </w:r>
      <w:r>
        <w:t xml:space="preserve">a </w:t>
      </w:r>
      <w:r>
        <w:rPr>
          <w:rFonts w:ascii="Courier New" w:hAnsi="Courier New"/>
        </w:rPr>
        <w:t>P</w:t>
      </w:r>
      <w:r w:rsidRPr="00567172">
        <w:rPr>
          <w:rFonts w:ascii="Courier New" w:hAnsi="Courier New"/>
        </w:rPr>
        <w:t>refer</w:t>
      </w:r>
      <w:r>
        <w:t xml:space="preserve"> header requesting that no annotations are returned</w:t>
      </w:r>
    </w:p>
    <w:p w14:paraId="5596FECD" w14:textId="77777777" w:rsidR="00752DAA" w:rsidRDefault="00752DAA" w:rsidP="00752DAA">
      <w:pPr>
        <w:pStyle w:val="Code"/>
      </w:pPr>
      <w:r>
        <w:t xml:space="preserve">Prefer: include-annotations="-*" </w:t>
      </w:r>
    </w:p>
    <w:p w14:paraId="1CB9F0AA"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5</w:t>
      </w:r>
      <w:r w:rsidR="002A710D">
        <w:rPr>
          <w:noProof/>
        </w:rPr>
        <w:fldChar w:fldCharType="end"/>
      </w:r>
      <w:r w:rsidRPr="003F1FAD">
        <w:t xml:space="preserve">: </w:t>
      </w:r>
      <w:r>
        <w:t xml:space="preserve">a </w:t>
      </w:r>
      <w:r>
        <w:rPr>
          <w:rFonts w:ascii="Courier New" w:hAnsi="Courier New"/>
        </w:rPr>
        <w:t>P</w:t>
      </w:r>
      <w:r w:rsidRPr="00567172">
        <w:rPr>
          <w:rFonts w:ascii="Courier New" w:hAnsi="Courier New"/>
        </w:rPr>
        <w:t>refer</w:t>
      </w:r>
      <w:r>
        <w:t xml:space="preserve"> header requesting that all annotations defined under the "display" namespace (recursively) be returned</w:t>
      </w:r>
    </w:p>
    <w:p w14:paraId="24527CB5" w14:textId="77777777" w:rsidR="00752DAA" w:rsidRDefault="00752DAA" w:rsidP="00752DAA">
      <w:pPr>
        <w:pStyle w:val="Code"/>
      </w:pPr>
      <w:r>
        <w:t xml:space="preserve">Prefer: include-annotations="display.*" </w:t>
      </w:r>
    </w:p>
    <w:p w14:paraId="0B86E228" w14:textId="77777777" w:rsidR="00752DAA" w:rsidRDefault="00752DAA" w:rsidP="00752DAA">
      <w:pPr>
        <w:pStyle w:val="Caption"/>
      </w:pPr>
      <w:r w:rsidRPr="003F1FAD">
        <w:lastRenderedPageBreak/>
        <w:t xml:space="preserve">Example </w:t>
      </w:r>
      <w:r w:rsidR="002A710D">
        <w:fldChar w:fldCharType="begin"/>
      </w:r>
      <w:r w:rsidR="002A710D">
        <w:instrText xml:space="preserve"> SEQ Example \* ARABIC </w:instrText>
      </w:r>
      <w:r w:rsidR="002A710D">
        <w:fldChar w:fldCharType="separate"/>
      </w:r>
      <w:r>
        <w:rPr>
          <w:noProof/>
        </w:rPr>
        <w:t>6</w:t>
      </w:r>
      <w:r w:rsidR="002A710D">
        <w:rPr>
          <w:noProof/>
        </w:rPr>
        <w:fldChar w:fldCharType="end"/>
      </w:r>
      <w:r w:rsidRPr="003F1FAD">
        <w:t xml:space="preserve">: </w:t>
      </w:r>
      <w:r>
        <w:t xml:space="preserve">a </w:t>
      </w:r>
      <w:r>
        <w:rPr>
          <w:rFonts w:ascii="Courier New" w:hAnsi="Courier New"/>
        </w:rPr>
        <w:t>P</w:t>
      </w:r>
      <w:r w:rsidRPr="00567172">
        <w:rPr>
          <w:rFonts w:ascii="Courier New" w:hAnsi="Courier New"/>
        </w:rPr>
        <w:t>refer</w:t>
      </w:r>
      <w:r>
        <w:t xml:space="preserve"> header requesting that the annotation with the term name </w:t>
      </w:r>
      <w:r w:rsidRPr="00886EA7">
        <w:rPr>
          <w:rStyle w:val="Datatype"/>
        </w:rPr>
        <w:t>subject</w:t>
      </w:r>
      <w:r>
        <w:t xml:space="preserve"> within the </w:t>
      </w:r>
      <w:r w:rsidRPr="009B4AFA">
        <w:rPr>
          <w:rStyle w:val="Datatype"/>
        </w:rPr>
        <w:t>display</w:t>
      </w:r>
      <w:r>
        <w:t xml:space="preserve"> namespace be returned</w:t>
      </w:r>
    </w:p>
    <w:p w14:paraId="509EC710" w14:textId="77777777" w:rsidR="00752DAA" w:rsidRDefault="00752DAA" w:rsidP="00752DAA">
      <w:pPr>
        <w:pStyle w:val="Code"/>
      </w:pPr>
      <w:r>
        <w:t>Prefer: include-annotations="display.subject"</w:t>
      </w:r>
    </w:p>
    <w:p w14:paraId="764782EE"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7</w:t>
      </w:r>
      <w:r w:rsidR="002A710D">
        <w:rPr>
          <w:noProof/>
        </w:rPr>
        <w:fldChar w:fldCharType="end"/>
      </w:r>
      <w:r w:rsidRPr="003F1FAD">
        <w:t xml:space="preserve">: </w:t>
      </w:r>
      <w:r>
        <w:t xml:space="preserve">a </w:t>
      </w:r>
      <w:r>
        <w:rPr>
          <w:rFonts w:ascii="Courier New" w:hAnsi="Courier New"/>
        </w:rPr>
        <w:t>P</w:t>
      </w:r>
      <w:r w:rsidRPr="00567172">
        <w:rPr>
          <w:rFonts w:ascii="Courier New" w:hAnsi="Courier New"/>
        </w:rPr>
        <w:t>refer</w:t>
      </w:r>
      <w:r>
        <w:t xml:space="preserve"> header requesting that all annotations defined under the "display" namespace (recursively) with the qualifier “tablet” be returned</w:t>
      </w:r>
    </w:p>
    <w:p w14:paraId="3076E7A9" w14:textId="77777777" w:rsidR="00752DAA" w:rsidRDefault="00752DAA" w:rsidP="00752DAA">
      <w:pPr>
        <w:pStyle w:val="Code"/>
      </w:pPr>
      <w:r>
        <w:t>Prefer: include-annotations="display.*#tablet"</w:t>
      </w:r>
    </w:p>
    <w:p w14:paraId="5CA21A55" w14:textId="77777777" w:rsidR="00752DAA" w:rsidRDefault="00752DAA" w:rsidP="00752DAA">
      <w:pPr>
        <w:spacing w:after="0"/>
      </w:pPr>
      <w:r>
        <w:rPr>
          <w:color w:val="000000"/>
        </w:rPr>
        <w:t xml:space="preserve">The </w:t>
      </w:r>
      <w:r>
        <w:rPr>
          <w:rFonts w:ascii="Courier New" w:hAnsi="Courier New" w:cs="Courier New"/>
        </w:rPr>
        <w:t>include-annotations</w:t>
      </w:r>
      <w:r>
        <w:rPr>
          <w:color w:val="000000"/>
        </w:rPr>
        <w:t xml:space="preserve"> preference is only a hint to the service. The service MAY ignore the preference and is free to decide whether or not to return annotations not specified in the </w:t>
      </w:r>
      <w:r>
        <w:rPr>
          <w:rFonts w:ascii="Courier New" w:hAnsi="Courier New" w:cs="Courier New"/>
        </w:rPr>
        <w:t>include-annotations</w:t>
      </w:r>
      <w:r>
        <w:rPr>
          <w:color w:val="000000"/>
        </w:rPr>
        <w:t xml:space="preserve"> preference. </w:t>
      </w:r>
    </w:p>
    <w:p w14:paraId="51D903D9" w14:textId="77777777" w:rsidR="00752DAA" w:rsidRDefault="00752DAA" w:rsidP="00752DAA">
      <w:pPr>
        <w:spacing w:after="0"/>
        <w:rPr>
          <w:color w:val="000000"/>
        </w:rPr>
      </w:pPr>
      <w:r>
        <w:t xml:space="preserve">In the case that the client has specified the </w:t>
      </w:r>
      <w:r>
        <w:rPr>
          <w:rStyle w:val="Datatype"/>
        </w:rPr>
        <w:t>include-annotations</w:t>
      </w:r>
      <w:r>
        <w:t xml:space="preserve"> preference in the request, the service SHOULD include a </w:t>
      </w:r>
      <w:hyperlink w:anchor="sec_HeaderPreferenceApplied" w:history="1">
        <w:r w:rsidRPr="00EE5F8C">
          <w:rPr>
            <w:rStyle w:val="Hyperlink"/>
            <w:rFonts w:ascii="Courier New" w:hAnsi="Courier New" w:cs="Courier New"/>
          </w:rPr>
          <w:t>Preference-Applied</w:t>
        </w:r>
      </w:hyperlink>
      <w:r w:rsidDel="0013395E">
        <w:t xml:space="preserve"> r</w:t>
      </w:r>
      <w:r>
        <w:t xml:space="preserve">esponse header containing the </w:t>
      </w:r>
      <w:r>
        <w:rPr>
          <w:rStyle w:val="Datatype"/>
        </w:rPr>
        <w:t>include-annotations</w:t>
      </w:r>
      <w:r>
        <w:t xml:space="preserve"> preference</w:t>
      </w:r>
      <w:r>
        <w:rPr>
          <w:color w:val="000000"/>
        </w:rPr>
        <w:t xml:space="preserve"> to specify the annotations actually included, where applicable, in the response. This value may differ from the annotations requested in the </w:t>
      </w:r>
      <w:hyperlink w:anchor="sec_HeaderPrefer" w:history="1">
        <w:r w:rsidRPr="00903E08">
          <w:rPr>
            <w:rStyle w:val="Hyperlink"/>
            <w:rFonts w:ascii="Courier New" w:hAnsi="Courier New" w:cs="Courier New"/>
          </w:rPr>
          <w:t>Prefer</w:t>
        </w:r>
      </w:hyperlink>
      <w:r w:rsidRPr="00342B7A">
        <w:rPr>
          <w:color w:val="000000"/>
        </w:rPr>
        <w:t xml:space="preserve"> </w:t>
      </w:r>
      <w:r>
        <w:rPr>
          <w:color w:val="000000"/>
        </w:rPr>
        <w:t xml:space="preserve">header of the request. </w:t>
      </w:r>
    </w:p>
    <w:p w14:paraId="0D7574ED" w14:textId="77777777" w:rsidR="00752DAA" w:rsidRDefault="00752DAA" w:rsidP="00752DAA">
      <w:pPr>
        <w:rPr>
          <w:rFonts w:ascii="Calibri" w:hAnsi="Calibri"/>
        </w:rPr>
      </w:pPr>
      <w:r>
        <w:t>If the</w:t>
      </w:r>
      <w:r w:rsidRPr="007F516E">
        <w:t xml:space="preserve"> </w:t>
      </w:r>
      <w:r>
        <w:rPr>
          <w:rStyle w:val="Datatype"/>
        </w:rPr>
        <w:t>include-annotations</w:t>
      </w:r>
      <w:r>
        <w:t xml:space="preserve"> preference is specified on an individual request within a batch, then it specifies the preference for that individual request. Individual requests within a batch that don’t include the </w:t>
      </w:r>
      <w:r>
        <w:rPr>
          <w:rStyle w:val="Datatype"/>
        </w:rPr>
        <w:t>include-annotations</w:t>
      </w:r>
      <w:r>
        <w:t xml:space="preserve"> preference inherit the preference of the overall batch request.</w:t>
      </w:r>
      <w:r w:rsidDel="006B58A6">
        <w:t xml:space="preserve"> </w:t>
      </w:r>
    </w:p>
    <w:p w14:paraId="6E135A72" w14:textId="77777777" w:rsidR="00752DAA" w:rsidRDefault="00752DAA" w:rsidP="00752DAA">
      <w:pPr>
        <w:rPr>
          <w:color w:val="000000"/>
        </w:rPr>
      </w:pPr>
      <w:r>
        <w:t xml:space="preserve">Note: The </w:t>
      </w:r>
      <w:r w:rsidRPr="00E257ED">
        <w:rPr>
          <w:rFonts w:ascii="Courier New" w:hAnsi="Courier New" w:cs="Courier New"/>
          <w:shd w:val="clear" w:color="auto" w:fill="FFFFFF"/>
        </w:rPr>
        <w:t xml:space="preserve">include-annotations </w:t>
      </w:r>
      <w:r>
        <w:t xml:space="preserve">preference was named </w:t>
      </w:r>
      <w:r>
        <w:rPr>
          <w:rFonts w:ascii="Courier New" w:hAnsi="Courier New" w:cs="Courier New"/>
          <w:shd w:val="clear" w:color="auto" w:fill="FFFFFF"/>
        </w:rPr>
        <w:t>odata.</w:t>
      </w:r>
      <w:r w:rsidRPr="00E257ED">
        <w:rPr>
          <w:rFonts w:ascii="Courier New" w:hAnsi="Courier New" w:cs="Courier New"/>
          <w:shd w:val="clear" w:color="auto" w:fill="FFFFFF"/>
        </w:rPr>
        <w:t>include-annotations</w:t>
      </w:r>
      <w:r>
        <w:t xml:space="preserve"> in OData version 4.0. Services that support the</w:t>
      </w:r>
      <w:r>
        <w:rPr>
          <w:rFonts w:ascii="Courier New" w:hAnsi="Courier New" w:cs="Courier New"/>
          <w:shd w:val="clear" w:color="auto" w:fill="FFFFFF"/>
        </w:rPr>
        <w:t xml:space="preserve"> </w:t>
      </w:r>
      <w:r w:rsidRPr="00E257ED">
        <w:rPr>
          <w:rFonts w:ascii="Courier New" w:hAnsi="Courier New" w:cs="Courier New"/>
          <w:shd w:val="clear" w:color="auto" w:fill="FFFFFF"/>
        </w:rPr>
        <w:t xml:space="preserve">include-annotations </w:t>
      </w:r>
      <w:r>
        <w:t xml:space="preserve">preference SHOULD also support </w:t>
      </w:r>
      <w:r>
        <w:rPr>
          <w:rFonts w:ascii="Courier New" w:hAnsi="Courier New" w:cs="Courier New"/>
          <w:shd w:val="clear" w:color="auto" w:fill="FFFFFF"/>
        </w:rPr>
        <w:t>odata.</w:t>
      </w:r>
      <w:r w:rsidRPr="00E257ED">
        <w:rPr>
          <w:rFonts w:ascii="Courier New" w:hAnsi="Courier New" w:cs="Courier New"/>
          <w:shd w:val="clear" w:color="auto" w:fill="FFFFFF"/>
        </w:rPr>
        <w:t>include-annotations</w:t>
      </w:r>
      <w:r>
        <w:t xml:space="preserve"> for OData 4.0 clients and clients SHOULD use </w:t>
      </w:r>
      <w:r>
        <w:rPr>
          <w:rFonts w:ascii="Courier New" w:hAnsi="Courier New" w:cs="Courier New"/>
          <w:shd w:val="clear" w:color="auto" w:fill="FFFFFF"/>
        </w:rPr>
        <w:t>odata.</w:t>
      </w:r>
      <w:r w:rsidRPr="00E257ED">
        <w:rPr>
          <w:rFonts w:ascii="Courier New" w:hAnsi="Courier New" w:cs="Courier New"/>
          <w:shd w:val="clear" w:color="auto" w:fill="FFFFFF"/>
        </w:rPr>
        <w:t>include-annotations</w:t>
      </w:r>
      <w:r>
        <w:t xml:space="preserve"> for compatibility with OData 4.0 services. If both </w:t>
      </w:r>
      <w:r w:rsidRPr="00E257ED">
        <w:rPr>
          <w:rFonts w:ascii="Courier New" w:hAnsi="Courier New" w:cs="Courier New"/>
          <w:shd w:val="clear" w:color="auto" w:fill="FFFFFF"/>
        </w:rPr>
        <w:t>include-annotations</w:t>
      </w:r>
      <w:r>
        <w:t xml:space="preserve"> and </w:t>
      </w:r>
      <w:r>
        <w:rPr>
          <w:rFonts w:ascii="Courier New" w:hAnsi="Courier New" w:cs="Courier New"/>
          <w:shd w:val="clear" w:color="auto" w:fill="FFFFFF"/>
        </w:rPr>
        <w:t>odata.</w:t>
      </w:r>
      <w:r w:rsidRPr="00E257ED">
        <w:rPr>
          <w:rFonts w:ascii="Courier New" w:hAnsi="Courier New" w:cs="Courier New"/>
          <w:shd w:val="clear" w:color="auto" w:fill="FFFFFF"/>
        </w:rPr>
        <w:t>include-annotations</w:t>
      </w:r>
      <w:r w:rsidRPr="00E257ED">
        <w:t xml:space="preserve"> </w:t>
      </w:r>
      <w:r>
        <w:t xml:space="preserve">preferences are specified in the same request, the value of the </w:t>
      </w:r>
      <w:r w:rsidRPr="00E257ED">
        <w:rPr>
          <w:rFonts w:ascii="Courier New" w:hAnsi="Courier New" w:cs="Courier New"/>
          <w:shd w:val="clear" w:color="auto" w:fill="FFFFFF"/>
        </w:rPr>
        <w:t>include-annotations</w:t>
      </w:r>
      <w:r w:rsidRPr="00E257ED">
        <w:t xml:space="preserve"> </w:t>
      </w:r>
      <w:r>
        <w:t>preference SHOULD be used.</w:t>
      </w:r>
    </w:p>
    <w:bookmarkStart w:id="245" w:name="_The_odata.maxpagesize_Preference"/>
    <w:bookmarkStart w:id="246" w:name="_Toc477876584"/>
    <w:bookmarkStart w:id="247" w:name="sec_Preferencemaxpagesizeodatamaxpagesiz"/>
    <w:bookmarkEnd w:id="245"/>
    <w:p w14:paraId="7781CA03" w14:textId="77777777" w:rsidR="00752DAA" w:rsidRDefault="00752DAA" w:rsidP="006C1EBF">
      <w:pPr>
        <w:pStyle w:val="Heading4"/>
        <w:numPr>
          <w:ilvl w:val="3"/>
          <w:numId w:val="2"/>
        </w:numPr>
        <w:tabs>
          <w:tab w:val="left" w:pos="567"/>
        </w:tabs>
      </w:pPr>
      <w:r>
        <w:fldChar w:fldCharType="begin"/>
      </w:r>
      <w:r>
        <w:instrText xml:space="preserve"> HYPERLINK  \l "sec_Preferencemaxpagesizeodatamaxpagesiz" </w:instrText>
      </w:r>
      <w:r>
        <w:fldChar w:fldCharType="separate"/>
      </w:r>
      <w:bookmarkStart w:id="248" w:name="_Toc494884997"/>
      <w:bookmarkStart w:id="249" w:name="_Toc494356744"/>
      <w:r w:rsidRPr="004A50BC">
        <w:rPr>
          <w:rStyle w:val="Hyperlink"/>
        </w:rPr>
        <w:t xml:space="preserve">Preference </w:t>
      </w:r>
      <w:r w:rsidRPr="004A50BC">
        <w:rPr>
          <w:rStyle w:val="Hyperlink"/>
          <w:rFonts w:ascii="Courier New" w:hAnsi="Courier New" w:cs="Courier New"/>
        </w:rPr>
        <w:t>maxpagesize</w:t>
      </w:r>
      <w:r w:rsidRPr="004A50BC">
        <w:rPr>
          <w:rStyle w:val="Hyperlink"/>
        </w:rPr>
        <w:t xml:space="preserve"> (</w:t>
      </w:r>
      <w:r w:rsidRPr="004A50BC">
        <w:rPr>
          <w:rStyle w:val="Hyperlink"/>
          <w:rFonts w:ascii="Courier New" w:hAnsi="Courier New" w:cs="Courier New"/>
        </w:rPr>
        <w:t>odata.maxpagesize</w:t>
      </w:r>
      <w:r w:rsidRPr="004A50BC">
        <w:rPr>
          <w:rStyle w:val="Hyperlink"/>
        </w:rPr>
        <w:t>)</w:t>
      </w:r>
      <w:bookmarkEnd w:id="246"/>
      <w:bookmarkEnd w:id="247"/>
      <w:bookmarkEnd w:id="248"/>
      <w:bookmarkEnd w:id="249"/>
      <w:r>
        <w:fldChar w:fldCharType="end"/>
      </w:r>
    </w:p>
    <w:p w14:paraId="492FC602" w14:textId="77777777" w:rsidR="00752DAA" w:rsidRDefault="00752DAA" w:rsidP="00752DAA">
      <w:pPr>
        <w:spacing w:after="0"/>
      </w:pPr>
      <w:r>
        <w:t xml:space="preserve">The </w:t>
      </w:r>
      <w:r w:rsidRPr="00D71A48">
        <w:rPr>
          <w:rFonts w:ascii="Courier New" w:hAnsi="Courier New" w:cs="Courier New"/>
        </w:rPr>
        <w:t>maxpagesize</w:t>
      </w:r>
      <w:r>
        <w:t xml:space="preserve"> preference is used to request that each collection within the response contain no more than the number of items specified as the positive integer value of this preference.</w:t>
      </w:r>
      <w:r w:rsidRPr="00D462E7">
        <w:rPr>
          <w:color w:val="000000"/>
        </w:rPr>
        <w:t xml:space="preserve"> </w:t>
      </w:r>
      <w:r>
        <w:rPr>
          <w:color w:val="000000"/>
        </w:rPr>
        <w:t xml:space="preserve">The syntax of the </w:t>
      </w:r>
      <w:r>
        <w:rPr>
          <w:rFonts w:ascii="Courier New" w:hAnsi="Courier New" w:cs="Courier New"/>
        </w:rPr>
        <w:t>maxpagesize</w:t>
      </w:r>
      <w:r>
        <w:t xml:space="preserve"> preference is defined in </w:t>
      </w:r>
      <w:hyperlink w:anchor="ABNF" w:history="1">
        <w:r w:rsidRPr="005C52E4">
          <w:rPr>
            <w:rStyle w:val="Hyperlink"/>
            <w:b/>
          </w:rPr>
          <w:t>[OData-ABNF]</w:t>
        </w:r>
      </w:hyperlink>
      <w:r>
        <w:t>.</w:t>
      </w:r>
    </w:p>
    <w:p w14:paraId="48CC0A60"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8</w:t>
      </w:r>
      <w:r w:rsidR="002A710D">
        <w:rPr>
          <w:noProof/>
        </w:rPr>
        <w:fldChar w:fldCharType="end"/>
      </w:r>
      <w:r w:rsidRPr="003F1FAD">
        <w:t>:</w:t>
      </w:r>
      <w:r>
        <w:t xml:space="preserve"> a request for customers and their orders would result in a response containing one collection with customer entities and for every customer a separate collection with order entities. The client could specify </w:t>
      </w:r>
      <w:r w:rsidRPr="00D71A48">
        <w:rPr>
          <w:rFonts w:ascii="Courier New" w:hAnsi="Courier New" w:cs="Courier New"/>
        </w:rPr>
        <w:t>maxpagesize</w:t>
      </w:r>
      <w:r>
        <w:rPr>
          <w:rFonts w:ascii="Courier New" w:hAnsi="Courier New" w:cs="Courier New"/>
        </w:rPr>
        <w:t xml:space="preserve">=50 </w:t>
      </w:r>
      <w:r>
        <w:t xml:space="preserve">in order to request that each page of results contain a maximum of 50 customers, each with a maximum of 50 orders. </w:t>
      </w:r>
    </w:p>
    <w:p w14:paraId="56B6E1EF" w14:textId="77777777" w:rsidR="00752DAA" w:rsidRDefault="00752DAA" w:rsidP="00752DAA">
      <w:pPr>
        <w:spacing w:after="0"/>
      </w:pPr>
      <w:r>
        <w:t xml:space="preserve">If a collection within the result contains more than the specified </w:t>
      </w:r>
      <w:r w:rsidRPr="00680B72">
        <w:rPr>
          <w:rStyle w:val="Keyword"/>
        </w:rPr>
        <w:t>maxpagesize</w:t>
      </w:r>
      <w:r>
        <w:t xml:space="preserve">, the collection SHOULD be </w:t>
      </w:r>
      <w:hyperlink w:anchor="sec_ServerDrivenPaging" w:history="1">
        <w:r w:rsidRPr="00C22E60">
          <w:rPr>
            <w:rStyle w:val="Hyperlink"/>
          </w:rPr>
          <w:t>a partial set of the results</w:t>
        </w:r>
      </w:hyperlink>
      <w:r>
        <w:t xml:space="preserve"> with a </w:t>
      </w:r>
      <w:hyperlink w:anchor="sec_ServerDrivenPaging" w:history="1">
        <w:r w:rsidRPr="00396D0A">
          <w:rPr>
            <w:rStyle w:val="Hyperlink"/>
          </w:rPr>
          <w:t>next</w:t>
        </w:r>
        <w:r>
          <w:rPr>
            <w:rStyle w:val="Hyperlink"/>
          </w:rPr>
          <w:t xml:space="preserve"> </w:t>
        </w:r>
        <w:r w:rsidRPr="00396D0A">
          <w:rPr>
            <w:rStyle w:val="Hyperlink"/>
          </w:rPr>
          <w:t>link</w:t>
        </w:r>
      </w:hyperlink>
      <w:r>
        <w:t xml:space="preserve"> to the next page of results. The client MAY specify a different value for this preference with every request following a next link.</w:t>
      </w:r>
    </w:p>
    <w:p w14:paraId="41067E97" w14:textId="77777777" w:rsidR="00752DAA" w:rsidRDefault="00752DAA" w:rsidP="00752DAA">
      <w:pPr>
        <w:pStyle w:val="Caption"/>
      </w:pPr>
      <w:r>
        <w:t>In the example given above, the result page should include a next link for the customer collection, if there are more than 50 customers, and additional next links for all returned orders collections with more than 50 entities.</w:t>
      </w:r>
    </w:p>
    <w:p w14:paraId="31334EDB" w14:textId="77777777" w:rsidR="00752DAA" w:rsidRDefault="00752DAA" w:rsidP="00752DAA">
      <w:pPr>
        <w:spacing w:after="0"/>
        <w:rPr>
          <w:rFonts w:cs="Arial"/>
        </w:rPr>
      </w:pPr>
      <w:r>
        <w:t xml:space="preserve">If the client has specified the </w:t>
      </w:r>
      <w:r w:rsidRPr="00D71A48">
        <w:rPr>
          <w:rFonts w:ascii="Courier New" w:hAnsi="Courier New" w:cs="Courier New"/>
        </w:rPr>
        <w:t>maxpagesize</w:t>
      </w:r>
      <w:r>
        <w:t xml:space="preserve"> preference in the request, and the service limits the number of items in collections within the response through </w:t>
      </w:r>
      <w:hyperlink w:anchor="sec_ServerDrivenPaging" w:history="1">
        <w:r w:rsidRPr="00342B7A">
          <w:rPr>
            <w:rStyle w:val="Hyperlink"/>
          </w:rPr>
          <w:t>server-driven paging</w:t>
        </w:r>
      </w:hyperlink>
      <w:r>
        <w:t xml:space="preserve">, the service MAY include a </w:t>
      </w:r>
      <w:hyperlink w:anchor="sec_HeaderPreferenceApplied" w:history="1">
        <w:r w:rsidRPr="00EE5F8C">
          <w:rPr>
            <w:rStyle w:val="Hyperlink"/>
            <w:rFonts w:ascii="Courier New" w:hAnsi="Courier New" w:cs="Courier New"/>
          </w:rPr>
          <w:t>Preference-Applied</w:t>
        </w:r>
      </w:hyperlink>
      <w:r>
        <w:rPr>
          <w:rStyle w:val="Datatype"/>
        </w:rPr>
        <w:t xml:space="preserve"> </w:t>
      </w:r>
      <w:r>
        <w:t xml:space="preserve">response header containing the </w:t>
      </w:r>
      <w:r w:rsidRPr="00D71A48">
        <w:rPr>
          <w:rFonts w:ascii="Courier New" w:hAnsi="Courier New" w:cs="Courier New"/>
        </w:rPr>
        <w:t>maxpagesize</w:t>
      </w:r>
      <w:r>
        <w:t xml:space="preserve"> preference and the maximum page size applied</w:t>
      </w:r>
      <w:r w:rsidRPr="00342B7A">
        <w:rPr>
          <w:rFonts w:cs="Arial"/>
        </w:rPr>
        <w:t xml:space="preserve">. </w:t>
      </w:r>
      <w:r>
        <w:rPr>
          <w:rFonts w:cs="Arial"/>
        </w:rPr>
        <w:t>T</w:t>
      </w:r>
      <w:r w:rsidRPr="00342B7A">
        <w:rPr>
          <w:rFonts w:cs="Arial"/>
        </w:rPr>
        <w:t>his value</w:t>
      </w:r>
      <w:r w:rsidRPr="00342B7A" w:rsidDel="007542F5">
        <w:rPr>
          <w:rFonts w:cs="Arial"/>
        </w:rPr>
        <w:t xml:space="preserve"> </w:t>
      </w:r>
      <w:r>
        <w:rPr>
          <w:rFonts w:cs="Arial"/>
        </w:rPr>
        <w:t>may</w:t>
      </w:r>
      <w:r w:rsidRPr="00342B7A">
        <w:rPr>
          <w:rFonts w:cs="Arial"/>
        </w:rPr>
        <w:t xml:space="preserve"> differ from the value requested by the client.</w:t>
      </w:r>
    </w:p>
    <w:p w14:paraId="186505E5" w14:textId="77777777" w:rsidR="00752DAA" w:rsidRDefault="00752DAA" w:rsidP="00752DAA">
      <w:r>
        <w:t xml:space="preserve">The </w:t>
      </w:r>
      <w:r w:rsidRPr="00D71A48">
        <w:rPr>
          <w:rFonts w:ascii="Courier New" w:hAnsi="Courier New" w:cs="Courier New"/>
        </w:rPr>
        <w:t>maxpagesize</w:t>
      </w:r>
      <w:r>
        <w:t xml:space="preserve"> preference SHOULD NOT be applied to a batch request, but MAY be applied to individual requests within a batch. </w:t>
      </w:r>
    </w:p>
    <w:p w14:paraId="769FEFF7" w14:textId="77777777" w:rsidR="00752DAA" w:rsidRDefault="00752DAA" w:rsidP="00752DAA">
      <w:r>
        <w:t xml:space="preserve">Note: The </w:t>
      </w:r>
      <w:r w:rsidRPr="00D71A48">
        <w:rPr>
          <w:rFonts w:ascii="Courier New" w:hAnsi="Courier New" w:cs="Courier New"/>
        </w:rPr>
        <w:t>maxpagesize</w:t>
      </w:r>
      <w:r>
        <w:t xml:space="preserve"> preference was named </w:t>
      </w:r>
      <w:r>
        <w:rPr>
          <w:rFonts w:ascii="Courier New" w:hAnsi="Courier New" w:cs="Courier New"/>
          <w:shd w:val="clear" w:color="auto" w:fill="FFFFFF"/>
        </w:rPr>
        <w:t>odata.</w:t>
      </w:r>
      <w:r w:rsidRPr="00D71A48">
        <w:rPr>
          <w:rFonts w:ascii="Courier New" w:hAnsi="Courier New" w:cs="Courier New"/>
        </w:rPr>
        <w:t>maxpagesize</w:t>
      </w:r>
      <w:r>
        <w:t xml:space="preserve"> in OData version 4.0. Services that support the</w:t>
      </w:r>
      <w:r>
        <w:rPr>
          <w:rFonts w:ascii="Courier New" w:hAnsi="Courier New" w:cs="Courier New"/>
          <w:shd w:val="clear" w:color="auto" w:fill="FFFFFF"/>
        </w:rPr>
        <w:t xml:space="preserve"> </w:t>
      </w:r>
      <w:r w:rsidRPr="00D71A48">
        <w:rPr>
          <w:rFonts w:ascii="Courier New" w:hAnsi="Courier New" w:cs="Courier New"/>
        </w:rPr>
        <w:t>maxpagesize</w:t>
      </w:r>
      <w:r>
        <w:t xml:space="preserve"> preference SHOULD also support </w:t>
      </w:r>
      <w:r>
        <w:rPr>
          <w:rFonts w:ascii="Courier New" w:hAnsi="Courier New" w:cs="Courier New"/>
          <w:shd w:val="clear" w:color="auto" w:fill="FFFFFF"/>
        </w:rPr>
        <w:t>odata.</w:t>
      </w:r>
      <w:r w:rsidRPr="00D71A48">
        <w:rPr>
          <w:rFonts w:ascii="Courier New" w:hAnsi="Courier New" w:cs="Courier New"/>
        </w:rPr>
        <w:t>maxpagesize</w:t>
      </w:r>
      <w:r>
        <w:t xml:space="preserve"> for OData 4.0 clients and clients SHOULD use </w:t>
      </w:r>
      <w:r>
        <w:rPr>
          <w:rFonts w:ascii="Courier New" w:hAnsi="Courier New" w:cs="Courier New"/>
          <w:shd w:val="clear" w:color="auto" w:fill="FFFFFF"/>
        </w:rPr>
        <w:t>odata.</w:t>
      </w:r>
      <w:r w:rsidRPr="00D71A48">
        <w:rPr>
          <w:rFonts w:ascii="Courier New" w:hAnsi="Courier New" w:cs="Courier New"/>
        </w:rPr>
        <w:t>maxpagesize</w:t>
      </w:r>
      <w:r>
        <w:t xml:space="preserve"> for compatibility with OData 4.0 services. If both </w:t>
      </w:r>
      <w:r w:rsidRPr="00D71A48">
        <w:rPr>
          <w:rFonts w:ascii="Courier New" w:hAnsi="Courier New" w:cs="Courier New"/>
        </w:rPr>
        <w:t>maxpagesize</w:t>
      </w:r>
      <w:r>
        <w:t xml:space="preserve"> and </w:t>
      </w:r>
      <w:r>
        <w:rPr>
          <w:rFonts w:ascii="Courier New" w:hAnsi="Courier New" w:cs="Courier New"/>
          <w:shd w:val="clear" w:color="auto" w:fill="FFFFFF"/>
        </w:rPr>
        <w:t>odata.</w:t>
      </w:r>
      <w:r w:rsidRPr="00D71A48">
        <w:rPr>
          <w:rFonts w:ascii="Courier New" w:hAnsi="Courier New" w:cs="Courier New"/>
        </w:rPr>
        <w:t>maxpagesize</w:t>
      </w:r>
      <w:r w:rsidRPr="00E257ED">
        <w:t xml:space="preserve"> </w:t>
      </w:r>
      <w:r>
        <w:t xml:space="preserve">preferences are specified in the same request, the value of the </w:t>
      </w:r>
      <w:r w:rsidRPr="00D71A48">
        <w:rPr>
          <w:rFonts w:ascii="Courier New" w:hAnsi="Courier New" w:cs="Courier New"/>
        </w:rPr>
        <w:t>maxpagesize</w:t>
      </w:r>
      <w:r>
        <w:t xml:space="preserve"> preference SHOULD be used.</w:t>
      </w:r>
    </w:p>
    <w:bookmarkStart w:id="250" w:name="_Preference_odata.track-changes"/>
    <w:bookmarkStart w:id="251" w:name="_Toc462914200"/>
    <w:bookmarkStart w:id="252" w:name="_Toc462914420"/>
    <w:bookmarkStart w:id="253" w:name="_Toc477876585"/>
    <w:bookmarkStart w:id="254" w:name="sec_Preferenceomitvalues"/>
    <w:bookmarkEnd w:id="250"/>
    <w:bookmarkEnd w:id="251"/>
    <w:bookmarkEnd w:id="252"/>
    <w:p w14:paraId="70C5C566" w14:textId="77777777" w:rsidR="00752DAA" w:rsidRPr="00871B30" w:rsidRDefault="00752DAA" w:rsidP="006C1EBF">
      <w:pPr>
        <w:pStyle w:val="Heading4"/>
        <w:numPr>
          <w:ilvl w:val="3"/>
          <w:numId w:val="2"/>
        </w:numPr>
        <w:tabs>
          <w:tab w:val="left" w:pos="567"/>
        </w:tabs>
      </w:pPr>
      <w:r>
        <w:lastRenderedPageBreak/>
        <w:fldChar w:fldCharType="begin"/>
      </w:r>
      <w:r>
        <w:instrText xml:space="preserve"> HYPERLINK  \l "sec_Preferenceomitvalues" </w:instrText>
      </w:r>
      <w:r>
        <w:fldChar w:fldCharType="separate"/>
      </w:r>
      <w:bookmarkStart w:id="255" w:name="_Toc494884998"/>
      <w:bookmarkStart w:id="256" w:name="_Toc494356745"/>
      <w:r w:rsidRPr="004A50BC">
        <w:rPr>
          <w:rStyle w:val="Hyperlink"/>
        </w:rPr>
        <w:t xml:space="preserve">Preference </w:t>
      </w:r>
      <w:r w:rsidRPr="004A50BC">
        <w:rPr>
          <w:rStyle w:val="Hyperlink"/>
          <w:rFonts w:ascii="Courier New" w:hAnsi="Courier New" w:cs="Courier New"/>
        </w:rPr>
        <w:t>omit-values</w:t>
      </w:r>
      <w:bookmarkEnd w:id="253"/>
      <w:bookmarkEnd w:id="254"/>
      <w:bookmarkEnd w:id="255"/>
      <w:bookmarkEnd w:id="256"/>
      <w:r>
        <w:fldChar w:fldCharType="end"/>
      </w:r>
    </w:p>
    <w:p w14:paraId="6E32BED5" w14:textId="77777777" w:rsidR="00752DAA" w:rsidRDefault="00752DAA" w:rsidP="00752DAA">
      <w:pPr>
        <w:rPr>
          <w:lang w:eastAsia="ja-JP"/>
        </w:rPr>
      </w:pPr>
      <w:r>
        <w:rPr>
          <w:lang w:eastAsia="ja-JP"/>
        </w:rPr>
        <w:t xml:space="preserve">The </w:t>
      </w:r>
      <w:r>
        <w:rPr>
          <w:rStyle w:val="Datatype"/>
        </w:rPr>
        <w:t>omit-values</w:t>
      </w:r>
      <w:r>
        <w:rPr>
          <w:lang w:eastAsia="ja-JP"/>
        </w:rPr>
        <w:t xml:space="preserve"> preference</w:t>
      </w:r>
      <w:r>
        <w:t xml:space="preserve"> specifies values that MAY be omitted from a response payload. Valid values are </w:t>
      </w:r>
      <w:r>
        <w:rPr>
          <w:rStyle w:val="Datatype"/>
        </w:rPr>
        <w:t>nulls</w:t>
      </w:r>
      <w:r>
        <w:rPr>
          <w:lang w:eastAsia="ja-JP"/>
        </w:rPr>
        <w:t xml:space="preserve"> or </w:t>
      </w:r>
      <w:r>
        <w:rPr>
          <w:rStyle w:val="Datatype"/>
        </w:rPr>
        <w:t>defaults</w:t>
      </w:r>
      <w:r>
        <w:rPr>
          <w:lang w:eastAsia="ja-JP"/>
        </w:rPr>
        <w:t>.</w:t>
      </w:r>
    </w:p>
    <w:p w14:paraId="2BCFD70F" w14:textId="77777777" w:rsidR="00752DAA" w:rsidRDefault="00752DAA" w:rsidP="00752DAA">
      <w:pPr>
        <w:rPr>
          <w:lang w:eastAsia="ja-JP"/>
        </w:rPr>
      </w:pPr>
      <w:r>
        <w:rPr>
          <w:lang w:eastAsia="ja-JP"/>
        </w:rPr>
        <w:t>If</w:t>
      </w:r>
      <w:r>
        <w:t xml:space="preserve"> </w:t>
      </w:r>
      <w:r>
        <w:rPr>
          <w:rStyle w:val="Datatype"/>
        </w:rPr>
        <w:t>nulls</w:t>
      </w:r>
      <w:r>
        <w:rPr>
          <w:lang w:eastAsia="ja-JP"/>
        </w:rPr>
        <w:t xml:space="preserve"> is specified, then the service MAY omit properties containing null values from the response, in which case it MUST specify the </w:t>
      </w:r>
      <w:r>
        <w:rPr>
          <w:rStyle w:val="Datatype"/>
        </w:rPr>
        <w:t>Preference-Applied</w:t>
      </w:r>
      <w:r>
        <w:rPr>
          <w:lang w:eastAsia="ja-JP"/>
        </w:rPr>
        <w:t xml:space="preserve"> response header with </w:t>
      </w:r>
      <w:r>
        <w:rPr>
          <w:rStyle w:val="Datatype"/>
        </w:rPr>
        <w:t>omit-values=nulls</w:t>
      </w:r>
      <w:r>
        <w:rPr>
          <w:lang w:eastAsia="ja-JP"/>
        </w:rPr>
        <w:t xml:space="preserve">. </w:t>
      </w:r>
    </w:p>
    <w:p w14:paraId="5F7A20A8" w14:textId="77777777" w:rsidR="00752DAA" w:rsidRDefault="00752DAA" w:rsidP="00752DAA">
      <w:pPr>
        <w:rPr>
          <w:lang w:eastAsia="ja-JP"/>
        </w:rPr>
      </w:pPr>
      <w:r>
        <w:rPr>
          <w:lang w:eastAsia="ja-JP"/>
        </w:rPr>
        <w:t xml:space="preserve">If </w:t>
      </w:r>
      <w:r>
        <w:rPr>
          <w:rStyle w:val="Datatype"/>
        </w:rPr>
        <w:t>defaults</w:t>
      </w:r>
      <w:r>
        <w:rPr>
          <w:lang w:eastAsia="ja-JP"/>
        </w:rPr>
        <w:t xml:space="preserve"> is specified, then the service MAY omit properties containing default values from the response, including nulls for properties that have no other defined default value. Nulls MUST be included for properties that have a non-null default value defined. If the service omits default values it MUST specify the </w:t>
      </w:r>
      <w:r>
        <w:rPr>
          <w:rStyle w:val="Datatype"/>
        </w:rPr>
        <w:t>Preference-Applied</w:t>
      </w:r>
      <w:r>
        <w:rPr>
          <w:lang w:eastAsia="ja-JP"/>
        </w:rPr>
        <w:t xml:space="preserve"> response header with </w:t>
      </w:r>
      <w:r>
        <w:rPr>
          <w:rStyle w:val="Datatype"/>
        </w:rPr>
        <w:t>omit-values=defaults</w:t>
      </w:r>
      <w:r>
        <w:rPr>
          <w:lang w:eastAsia="ja-JP"/>
        </w:rPr>
        <w:t>.</w:t>
      </w:r>
    </w:p>
    <w:p w14:paraId="6B43AE70" w14:textId="77777777" w:rsidR="00752DAA" w:rsidRDefault="00752DAA" w:rsidP="00752DAA">
      <w:pPr>
        <w:rPr>
          <w:lang w:eastAsia="ja-JP"/>
        </w:rPr>
      </w:pPr>
      <w:r>
        <w:rPr>
          <w:lang w:eastAsia="ja-JP"/>
        </w:rPr>
        <w:t>Properties with null or default values MUST be included in delta payloads, if modified.</w:t>
      </w:r>
    </w:p>
    <w:p w14:paraId="1E87DDA0" w14:textId="77777777" w:rsidR="00752DAA" w:rsidRDefault="00752DAA" w:rsidP="00752DAA">
      <w:r>
        <w:t>The response to a POST operation MUST include any properties not set to their default value, and the response to a PUT</w:t>
      </w:r>
      <w:r w:rsidDel="00032BDC">
        <w:t>/</w:t>
      </w:r>
      <w:r>
        <w:t xml:space="preserve">PATCH operation MUST include any properties whose values were changed as part of the operation. </w:t>
      </w:r>
    </w:p>
    <w:p w14:paraId="5D4DFBFE" w14:textId="77777777" w:rsidR="00752DAA" w:rsidRDefault="00752DAA" w:rsidP="00752DAA">
      <w:pPr>
        <w:rPr>
          <w:lang w:eastAsia="ja-JP"/>
        </w:rPr>
      </w:pPr>
      <w:r>
        <w:t xml:space="preserve">The </w:t>
      </w:r>
      <w:r>
        <w:rPr>
          <w:rStyle w:val="Datatype"/>
        </w:rPr>
        <w:t>omit-values</w:t>
      </w:r>
      <w:r>
        <w:rPr>
          <w:lang w:eastAsia="ja-JP"/>
        </w:rPr>
        <w:t xml:space="preserve"> preference</w:t>
      </w:r>
      <w:r>
        <w:t xml:space="preserve"> does not affect a request payload.</w:t>
      </w:r>
    </w:p>
    <w:bookmarkStart w:id="257" w:name="_Toc462914202"/>
    <w:bookmarkStart w:id="258" w:name="_Toc462914422"/>
    <w:bookmarkStart w:id="259" w:name="_Toc462914204"/>
    <w:bookmarkStart w:id="260" w:name="_Toc462914424"/>
    <w:bookmarkStart w:id="261" w:name="_Toc462914206"/>
    <w:bookmarkStart w:id="262" w:name="_Toc462914426"/>
    <w:bookmarkStart w:id="263" w:name="_Toc462914208"/>
    <w:bookmarkStart w:id="264" w:name="_Toc462914428"/>
    <w:bookmarkStart w:id="265" w:name="_Toc462914212"/>
    <w:bookmarkStart w:id="266" w:name="_Toc462914432"/>
    <w:bookmarkStart w:id="267" w:name="_Toc462914216"/>
    <w:bookmarkStart w:id="268" w:name="_Toc462914436"/>
    <w:bookmarkStart w:id="269" w:name="_Toc477876586"/>
    <w:bookmarkStart w:id="270" w:name="sec_Preferencereturnrepresentationandret"/>
    <w:bookmarkEnd w:id="257"/>
    <w:bookmarkEnd w:id="258"/>
    <w:bookmarkEnd w:id="259"/>
    <w:bookmarkEnd w:id="260"/>
    <w:bookmarkEnd w:id="261"/>
    <w:bookmarkEnd w:id="262"/>
    <w:bookmarkEnd w:id="263"/>
    <w:bookmarkEnd w:id="264"/>
    <w:bookmarkEnd w:id="265"/>
    <w:bookmarkEnd w:id="266"/>
    <w:bookmarkEnd w:id="267"/>
    <w:bookmarkEnd w:id="268"/>
    <w:p w14:paraId="13C93A4F" w14:textId="77777777" w:rsidR="00752DAA" w:rsidRDefault="00752DAA" w:rsidP="006C1EBF">
      <w:pPr>
        <w:pStyle w:val="Heading4"/>
        <w:numPr>
          <w:ilvl w:val="3"/>
          <w:numId w:val="2"/>
        </w:numPr>
        <w:tabs>
          <w:tab w:val="left" w:pos="567"/>
        </w:tabs>
      </w:pPr>
      <w:r>
        <w:fldChar w:fldCharType="begin"/>
      </w:r>
      <w:r>
        <w:instrText xml:space="preserve"> HYPERLINK  \l "sec_Preferencereturnrepresentationandret" </w:instrText>
      </w:r>
      <w:r>
        <w:fldChar w:fldCharType="separate"/>
      </w:r>
      <w:bookmarkStart w:id="271" w:name="_Toc494884999"/>
      <w:bookmarkStart w:id="272" w:name="_Toc494356746"/>
      <w:r w:rsidRPr="004A50BC">
        <w:rPr>
          <w:rStyle w:val="Hyperlink"/>
        </w:rPr>
        <w:t xml:space="preserve">Preference </w:t>
      </w:r>
      <w:r w:rsidRPr="004A50BC">
        <w:rPr>
          <w:rStyle w:val="Hyperlink"/>
          <w:rFonts w:ascii="Courier New" w:hAnsi="Courier New" w:cs="Courier New"/>
        </w:rPr>
        <w:t>return=representation</w:t>
      </w:r>
      <w:r w:rsidRPr="004A50BC">
        <w:rPr>
          <w:rStyle w:val="Hyperlink"/>
        </w:rPr>
        <w:t xml:space="preserve"> and </w:t>
      </w:r>
      <w:r w:rsidRPr="004A50BC">
        <w:rPr>
          <w:rStyle w:val="Hyperlink"/>
          <w:rFonts w:ascii="Courier New" w:hAnsi="Courier New" w:cs="Courier New"/>
        </w:rPr>
        <w:t>return=minimal</w:t>
      </w:r>
      <w:bookmarkEnd w:id="269"/>
      <w:bookmarkEnd w:id="270"/>
      <w:bookmarkEnd w:id="271"/>
      <w:bookmarkEnd w:id="272"/>
      <w:r>
        <w:fldChar w:fldCharType="end"/>
      </w:r>
    </w:p>
    <w:p w14:paraId="29CEA5EB" w14:textId="77777777" w:rsidR="00752DAA" w:rsidRDefault="00752DAA" w:rsidP="00752DAA">
      <w:pPr>
        <w:ind w:left="1985" w:hanging="1985"/>
        <w:rPr>
          <w:rStyle w:val="Datatype"/>
        </w:rPr>
      </w:pPr>
      <w:r>
        <w:t xml:space="preserve">The </w:t>
      </w:r>
      <w:r>
        <w:rPr>
          <w:rStyle w:val="Datatype"/>
        </w:rPr>
        <w:t>return=representation</w:t>
      </w:r>
      <w:r>
        <w:rPr>
          <w:color w:val="000000"/>
        </w:rPr>
        <w:t xml:space="preserve"> and </w:t>
      </w:r>
      <w:r>
        <w:rPr>
          <w:rStyle w:val="Datatype"/>
        </w:rPr>
        <w:t>return=minimal</w:t>
      </w:r>
      <w:r>
        <w:t xml:space="preserve"> preferences are defined in </w:t>
      </w:r>
      <w:hyperlink w:anchor="HTTPPREFER" w:history="1">
        <w:r w:rsidRPr="006B6949">
          <w:rPr>
            <w:rStyle w:val="Hyperlink"/>
            <w:b/>
          </w:rPr>
          <w:t>[RFC7240]</w:t>
        </w:r>
      </w:hyperlink>
      <w:r>
        <w:t>.</w:t>
      </w:r>
    </w:p>
    <w:p w14:paraId="77BFEB34" w14:textId="77777777" w:rsidR="00752DAA" w:rsidRDefault="00752DAA" w:rsidP="00752DAA">
      <w:pPr>
        <w:rPr>
          <w:color w:val="000000"/>
        </w:rPr>
      </w:pPr>
      <w:r>
        <w:rPr>
          <w:color w:val="000000"/>
        </w:rPr>
        <w:t xml:space="preserve">In OData, </w:t>
      </w:r>
      <w:r>
        <w:rPr>
          <w:rStyle w:val="Datatype"/>
        </w:rPr>
        <w:t>return=representation</w:t>
      </w:r>
      <w:r>
        <w:rPr>
          <w:color w:val="000000"/>
        </w:rPr>
        <w:t xml:space="preserve"> or </w:t>
      </w:r>
      <w:r>
        <w:rPr>
          <w:rStyle w:val="Datatype"/>
        </w:rPr>
        <w:t>return=minimal</w:t>
      </w:r>
      <w:r>
        <w:rPr>
          <w:color w:val="000000"/>
        </w:rPr>
        <w:t xml:space="preserve"> is defined for use with a </w:t>
      </w:r>
      <w:r w:rsidRPr="00E72A93">
        <w:rPr>
          <w:rStyle w:val="Datatype"/>
        </w:rPr>
        <w:t>POST</w:t>
      </w:r>
      <w:r>
        <w:rPr>
          <w:color w:val="000000"/>
        </w:rPr>
        <w:t xml:space="preserve">, </w:t>
      </w:r>
      <w:r w:rsidRPr="00E72A93">
        <w:rPr>
          <w:rStyle w:val="Datatype"/>
        </w:rPr>
        <w:t>PUT</w:t>
      </w:r>
      <w:r>
        <w:rPr>
          <w:color w:val="000000"/>
        </w:rPr>
        <w:t xml:space="preserve">, or </w:t>
      </w:r>
      <w:r w:rsidRPr="00E72A93">
        <w:rPr>
          <w:rStyle w:val="Datatype"/>
        </w:rPr>
        <w:t>PATCH</w:t>
      </w:r>
      <w:r>
        <w:rPr>
          <w:color w:val="000000"/>
        </w:rPr>
        <w:t xml:space="preserve"> </w:t>
      </w:r>
      <w:hyperlink w:anchor="sec_DataModification" w:history="1">
        <w:r w:rsidRPr="004015F3">
          <w:rPr>
            <w:rStyle w:val="Hyperlink"/>
          </w:rPr>
          <w:t>Data Modification Request</w:t>
        </w:r>
      </w:hyperlink>
      <w:r>
        <w:rPr>
          <w:color w:val="000000"/>
        </w:rPr>
        <w:t xml:space="preserve"> other than to a stream property, or to an </w:t>
      </w:r>
      <w:hyperlink w:anchor="sec_Actions" w:history="1">
        <w:r w:rsidRPr="002C42AC">
          <w:rPr>
            <w:rStyle w:val="Hyperlink"/>
          </w:rPr>
          <w:t>Action Request</w:t>
        </w:r>
      </w:hyperlink>
      <w:r>
        <w:rPr>
          <w:color w:val="000000"/>
        </w:rPr>
        <w:t xml:space="preserve">. Specifying a preference of </w:t>
      </w:r>
      <w:r>
        <w:rPr>
          <w:rStyle w:val="Datatype"/>
        </w:rPr>
        <w:t>return=representation</w:t>
      </w:r>
      <w:r>
        <w:rPr>
          <w:color w:val="000000"/>
        </w:rPr>
        <w:t xml:space="preserve"> or </w:t>
      </w:r>
      <w:r>
        <w:rPr>
          <w:rStyle w:val="Datatype"/>
        </w:rPr>
        <w:t>return=minimal</w:t>
      </w:r>
      <w:r>
        <w:rPr>
          <w:color w:val="000000"/>
        </w:rPr>
        <w:t xml:space="preserve"> in a </w:t>
      </w:r>
      <w:r w:rsidRPr="00E72A93">
        <w:rPr>
          <w:rStyle w:val="Datatype"/>
        </w:rPr>
        <w:t>GET</w:t>
      </w:r>
      <w:r>
        <w:rPr>
          <w:color w:val="000000"/>
        </w:rPr>
        <w:t xml:space="preserve"> or </w:t>
      </w:r>
      <w:r w:rsidRPr="00E72A93">
        <w:rPr>
          <w:rStyle w:val="Datatype"/>
        </w:rPr>
        <w:t>DELETE</w:t>
      </w:r>
      <w:r>
        <w:rPr>
          <w:color w:val="000000"/>
        </w:rPr>
        <w:t xml:space="preserve"> request, or any request to a stream property, SHOULD return a </w:t>
      </w:r>
      <w:r w:rsidRPr="00E72A93">
        <w:rPr>
          <w:rStyle w:val="Datatype"/>
        </w:rPr>
        <w:t>4xx Client Error</w:t>
      </w:r>
      <w:r>
        <w:rPr>
          <w:color w:val="000000"/>
        </w:rPr>
        <w:t xml:space="preserve">. </w:t>
      </w:r>
    </w:p>
    <w:p w14:paraId="18AF2AFF" w14:textId="77777777" w:rsidR="00752DAA" w:rsidRDefault="00752DAA" w:rsidP="00752DAA">
      <w:pPr>
        <w:rPr>
          <w:color w:val="000000"/>
        </w:rPr>
      </w:pPr>
      <w:r>
        <w:rPr>
          <w:color w:val="000000"/>
        </w:rPr>
        <w:t xml:space="preserve">A preference of </w:t>
      </w:r>
      <w:r>
        <w:rPr>
          <w:rStyle w:val="Datatype"/>
        </w:rPr>
        <w:t>return=representation</w:t>
      </w:r>
      <w:r>
        <w:rPr>
          <w:color w:val="000000"/>
        </w:rPr>
        <w:t xml:space="preserve"> or </w:t>
      </w:r>
      <w:r>
        <w:rPr>
          <w:rStyle w:val="Datatype"/>
        </w:rPr>
        <w:t>return=minimal</w:t>
      </w:r>
      <w:r>
        <w:rPr>
          <w:color w:val="000000"/>
        </w:rPr>
        <w:t xml:space="preserve"> is allowed on an individual </w:t>
      </w:r>
      <w:hyperlink w:anchor="sec_DataModification" w:history="1">
        <w:r w:rsidRPr="00130E4B">
          <w:rPr>
            <w:rStyle w:val="Hyperlink"/>
          </w:rPr>
          <w:t>Data Modification Request</w:t>
        </w:r>
      </w:hyperlink>
      <w:r>
        <w:rPr>
          <w:color w:val="000000"/>
        </w:rPr>
        <w:t xml:space="preserve"> or </w:t>
      </w:r>
      <w:hyperlink w:anchor="sec_Actions" w:history="1">
        <w:r w:rsidRPr="002C42AC">
          <w:rPr>
            <w:rStyle w:val="Hyperlink"/>
          </w:rPr>
          <w:t>Action Request</w:t>
        </w:r>
      </w:hyperlink>
      <w:r w:rsidDel="002042D5">
        <w:rPr>
          <w:rStyle w:val="Hyperlink"/>
        </w:rPr>
        <w:t xml:space="preserve"> </w:t>
      </w:r>
      <w:r>
        <w:rPr>
          <w:color w:val="000000"/>
        </w:rPr>
        <w:t xml:space="preserve">within a batch, subject to the same restrictions, but SHOULD return a </w:t>
      </w:r>
      <w:r w:rsidRPr="007B4ACC">
        <w:rPr>
          <w:rStyle w:val="Datatype"/>
        </w:rPr>
        <w:t>4xx Client Error</w:t>
      </w:r>
      <w:r>
        <w:rPr>
          <w:color w:val="000000"/>
        </w:rPr>
        <w:t xml:space="preserve"> if specified on the batch request itself. </w:t>
      </w:r>
    </w:p>
    <w:p w14:paraId="13112AEB" w14:textId="77777777" w:rsidR="00752DAA" w:rsidRDefault="00752DAA" w:rsidP="00752DAA">
      <w:r>
        <w:t xml:space="preserve">A preference of </w:t>
      </w:r>
      <w:r>
        <w:rPr>
          <w:rStyle w:val="Datatype"/>
        </w:rPr>
        <w:t>return=minimal</w:t>
      </w:r>
      <w:r>
        <w:t xml:space="preserve"> requests that the service invoke the request but does not return content in the response. The service MAY apply this preference by returning </w:t>
      </w:r>
      <w:hyperlink w:anchor="sec_ResponseCode204NoContent" w:history="1">
        <w:r w:rsidRPr="00972923">
          <w:rPr>
            <w:rStyle w:val="Hyperlink"/>
            <w:rFonts w:ascii="Courier New" w:hAnsi="Courier New" w:cs="Courier New"/>
          </w:rPr>
          <w:t>204 No Content</w:t>
        </w:r>
      </w:hyperlink>
      <w:r w:rsidRPr="00972923">
        <w:rPr>
          <w:rFonts w:ascii="Courier New" w:hAnsi="Courier New" w:cs="Courier New"/>
        </w:rPr>
        <w:t xml:space="preserve"> </w:t>
      </w:r>
      <w:r>
        <w:t xml:space="preserve">in which case it MAY include a </w:t>
      </w:r>
      <w:hyperlink w:anchor="sec_HeaderPreferenceApplied" w:history="1">
        <w:r w:rsidRPr="00841BD8">
          <w:rPr>
            <w:rStyle w:val="Hyperlink"/>
            <w:rFonts w:ascii="Courier New" w:hAnsi="Courier New" w:cs="Courier New"/>
          </w:rPr>
          <w:t>Preference-Applied</w:t>
        </w:r>
      </w:hyperlink>
      <w:r w:rsidRPr="00841BD8">
        <w:rPr>
          <w:rStyle w:val="Datatype"/>
          <w:rFonts w:ascii="Arial" w:hAnsi="Arial" w:cs="Arial"/>
        </w:rPr>
        <w:t xml:space="preserve"> </w:t>
      </w:r>
      <w:r>
        <w:t xml:space="preserve">response header containing the </w:t>
      </w:r>
      <w:r>
        <w:rPr>
          <w:rStyle w:val="Datatype"/>
        </w:rPr>
        <w:t xml:space="preserve">return=minimal </w:t>
      </w:r>
      <w:r>
        <w:t>preference</w:t>
      </w:r>
      <w:r w:rsidRPr="00CA457B">
        <w:rPr>
          <w:rFonts w:ascii="Calibri" w:hAnsi="Calibri"/>
        </w:rPr>
        <w:t>.</w:t>
      </w:r>
    </w:p>
    <w:p w14:paraId="14A82847" w14:textId="77777777" w:rsidR="00752DAA" w:rsidRDefault="00752DAA" w:rsidP="00752DAA">
      <w:r>
        <w:t>A</w:t>
      </w:r>
      <w:r w:rsidRPr="00917306">
        <w:t xml:space="preserve"> </w:t>
      </w:r>
      <w:r>
        <w:t xml:space="preserve">preference </w:t>
      </w:r>
      <w:r w:rsidRPr="00917306">
        <w:t>of</w:t>
      </w:r>
      <w:r w:rsidRPr="00CA457B">
        <w:rPr>
          <w:rFonts w:ascii="Calibri" w:hAnsi="Calibri"/>
        </w:rPr>
        <w:t xml:space="preserve"> </w:t>
      </w:r>
      <w:r>
        <w:rPr>
          <w:rStyle w:val="Datatype"/>
        </w:rPr>
        <w:t>return=representation</w:t>
      </w:r>
      <w:r>
        <w:t xml:space="preserve"> requests that the service invokes the request and returns the modified resource. The service MAY apply this</w:t>
      </w:r>
      <w:r w:rsidDel="00393BDB">
        <w:t xml:space="preserve"> </w:t>
      </w:r>
      <w:r>
        <w:t xml:space="preserve">preference by returning the representation of the successfully modified resource in the body of the response, formatted according to the rules specified for the requested </w:t>
      </w:r>
      <w:hyperlink w:anchor="sec_Formats" w:history="1">
        <w:r>
          <w:rPr>
            <w:rStyle w:val="Hyperlink"/>
          </w:rPr>
          <w:t>format</w:t>
        </w:r>
      </w:hyperlink>
      <w:r w:rsidRPr="00E91AC1">
        <w:rPr>
          <w:rStyle w:val="Hyperlink1"/>
        </w:rPr>
        <w:t>. In this case the service</w:t>
      </w:r>
      <w:r w:rsidRPr="00E91AC1">
        <w:t xml:space="preserve"> </w:t>
      </w:r>
      <w:r>
        <w:t xml:space="preserve">MAY include a </w:t>
      </w:r>
      <w:hyperlink w:anchor="sec_HeaderPreferenceApplied" w:history="1">
        <w:r w:rsidRPr="00AA03E9">
          <w:rPr>
            <w:rStyle w:val="Hyperlink"/>
            <w:rFonts w:ascii="Courier New" w:hAnsi="Courier New"/>
          </w:rPr>
          <w:t>Preference-Applied</w:t>
        </w:r>
      </w:hyperlink>
      <w:r>
        <w:t xml:space="preserve"> response header containing the </w:t>
      </w:r>
      <w:r>
        <w:rPr>
          <w:rStyle w:val="Datatype"/>
        </w:rPr>
        <w:t>return=representation</w:t>
      </w:r>
      <w:r>
        <w:t xml:space="preserve"> preference.</w:t>
      </w:r>
    </w:p>
    <w:p w14:paraId="121DFA65" w14:textId="77777777" w:rsidR="00752DAA" w:rsidRDefault="00752DAA" w:rsidP="00752DAA">
      <w:r>
        <w:t xml:space="preserve">The </w:t>
      </w:r>
      <w:r>
        <w:rPr>
          <w:rFonts w:ascii="Courier New" w:hAnsi="Courier New" w:cs="Courier New"/>
        </w:rPr>
        <w:t>return</w:t>
      </w:r>
      <w:r>
        <w:t xml:space="preserve"> preference SHOULD NOT be applied to a batch request, but MAY be applied to individual requests within a batch. </w:t>
      </w:r>
    </w:p>
    <w:bookmarkStart w:id="273" w:name="_The_respond-async_Preference"/>
    <w:bookmarkStart w:id="274" w:name="_Preference_respond-async"/>
    <w:bookmarkStart w:id="275" w:name="_Toc477876587"/>
    <w:bookmarkStart w:id="276" w:name="sec_Preferencerespondasync"/>
    <w:bookmarkEnd w:id="273"/>
    <w:bookmarkEnd w:id="274"/>
    <w:p w14:paraId="231BBCED" w14:textId="77777777" w:rsidR="00752DAA" w:rsidRPr="008A269E" w:rsidRDefault="00752DAA" w:rsidP="006C1EBF">
      <w:pPr>
        <w:pStyle w:val="Heading4"/>
        <w:numPr>
          <w:ilvl w:val="3"/>
          <w:numId w:val="2"/>
        </w:numPr>
        <w:tabs>
          <w:tab w:val="left" w:pos="567"/>
        </w:tabs>
      </w:pPr>
      <w:r>
        <w:rPr>
          <w:szCs w:val="24"/>
        </w:rPr>
        <w:fldChar w:fldCharType="begin"/>
      </w:r>
      <w:r>
        <w:rPr>
          <w:szCs w:val="24"/>
        </w:rPr>
        <w:instrText xml:space="preserve"> HYPERLINK  \l "sec_Preferencerespondasync" </w:instrText>
      </w:r>
      <w:r>
        <w:rPr>
          <w:szCs w:val="24"/>
        </w:rPr>
        <w:fldChar w:fldCharType="separate"/>
      </w:r>
      <w:bookmarkStart w:id="277" w:name="_Toc494885000"/>
      <w:bookmarkStart w:id="278" w:name="_Toc494356747"/>
      <w:r w:rsidRPr="004A50BC">
        <w:rPr>
          <w:rStyle w:val="Hyperlink"/>
          <w:szCs w:val="24"/>
        </w:rPr>
        <w:t xml:space="preserve">Preference </w:t>
      </w:r>
      <w:r w:rsidRPr="004A50BC">
        <w:rPr>
          <w:rStyle w:val="Hyperlink"/>
          <w:rFonts w:ascii="Courier New" w:hAnsi="Courier New" w:cs="Courier New"/>
          <w:szCs w:val="24"/>
        </w:rPr>
        <w:t>respond-async</w:t>
      </w:r>
      <w:bookmarkEnd w:id="275"/>
      <w:bookmarkEnd w:id="276"/>
      <w:bookmarkEnd w:id="277"/>
      <w:bookmarkEnd w:id="278"/>
      <w:r>
        <w:rPr>
          <w:szCs w:val="24"/>
        </w:rPr>
        <w:fldChar w:fldCharType="end"/>
      </w:r>
    </w:p>
    <w:p w14:paraId="7A2B8777" w14:textId="77777777" w:rsidR="00752DAA" w:rsidRDefault="00752DAA" w:rsidP="00752DAA">
      <w:r>
        <w:t xml:space="preserve">The </w:t>
      </w:r>
      <w:r w:rsidRPr="007970A1">
        <w:rPr>
          <w:rStyle w:val="Datatype"/>
        </w:rPr>
        <w:t>respond-async</w:t>
      </w:r>
      <w:r>
        <w:rPr>
          <w:rStyle w:val="Datatype"/>
        </w:rPr>
        <w:t xml:space="preserve"> </w:t>
      </w:r>
      <w:r w:rsidRPr="007970A1">
        <w:t>preferen</w:t>
      </w:r>
      <w:r>
        <w:t>c</w:t>
      </w:r>
      <w:r w:rsidRPr="007970A1">
        <w:t>e</w:t>
      </w:r>
      <w:r>
        <w:t xml:space="preserve">, as defined in </w:t>
      </w:r>
      <w:hyperlink w:anchor="HTTPPREFER" w:history="1">
        <w:r w:rsidRPr="006B6949">
          <w:rPr>
            <w:rStyle w:val="Hyperlink"/>
            <w:b/>
          </w:rPr>
          <w:t>[RFC7240]</w:t>
        </w:r>
      </w:hyperlink>
      <w:r>
        <w:t xml:space="preserve">, allows clients to request that the service process the request asynchronously. </w:t>
      </w:r>
    </w:p>
    <w:p w14:paraId="72F8E959" w14:textId="77777777" w:rsidR="00752DAA" w:rsidRDefault="00752DAA" w:rsidP="00752DAA">
      <w:r>
        <w:t>If the client has specified</w:t>
      </w:r>
      <w:r w:rsidRPr="00CA6AD3">
        <w:rPr>
          <w:rStyle w:val="Datatype"/>
        </w:rPr>
        <w:t xml:space="preserve"> </w:t>
      </w:r>
      <w:r w:rsidRPr="007970A1">
        <w:rPr>
          <w:rStyle w:val="Datatype"/>
        </w:rPr>
        <w:t>respond-async</w:t>
      </w:r>
      <w:r>
        <w:t xml:space="preserve"> in the request, the service MAY process the request asynchronously and return a </w:t>
      </w:r>
      <w:hyperlink w:anchor="sec_ResponseCode202Accepted" w:history="1">
        <w:r w:rsidRPr="00051353">
          <w:rPr>
            <w:rStyle w:val="Hyperlink"/>
            <w:rFonts w:ascii="Courier New" w:hAnsi="Courier New"/>
          </w:rPr>
          <w:t>202 Accepted</w:t>
        </w:r>
      </w:hyperlink>
      <w:r>
        <w:t xml:space="preserve"> response.</w:t>
      </w:r>
    </w:p>
    <w:p w14:paraId="521CE4C1" w14:textId="77777777" w:rsidR="00752DAA" w:rsidRDefault="00752DAA" w:rsidP="00752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88" w:lineRule="atLeast"/>
      </w:pPr>
      <w:r>
        <w:t xml:space="preserve">The </w:t>
      </w:r>
      <w:r w:rsidRPr="007970A1">
        <w:rPr>
          <w:rStyle w:val="Datatype"/>
        </w:rPr>
        <w:t>respond-</w:t>
      </w:r>
      <w:r w:rsidRPr="00BD2894">
        <w:rPr>
          <w:rStyle w:val="Datatype"/>
        </w:rPr>
        <w:t>async</w:t>
      </w:r>
      <w:r w:rsidRPr="00377831">
        <w:t xml:space="preserve"> preference </w:t>
      </w:r>
      <w:r>
        <w:t xml:space="preserve">MAY </w:t>
      </w:r>
      <w:r w:rsidRPr="00377831">
        <w:t>be used</w:t>
      </w:r>
      <w:r>
        <w:t xml:space="preserve"> for batch requests, but the service MUST ignore the </w:t>
      </w:r>
      <w:r w:rsidRPr="00BD2894">
        <w:rPr>
          <w:rStyle w:val="Datatype"/>
        </w:rPr>
        <w:t>respond-async</w:t>
      </w:r>
      <w:r>
        <w:t xml:space="preserve"> preference for individual requests within a batch request.</w:t>
      </w:r>
    </w:p>
    <w:p w14:paraId="3980AFD5" w14:textId="77777777" w:rsidR="00752DAA" w:rsidRDefault="00752DAA" w:rsidP="00752DAA">
      <w:pPr>
        <w:spacing w:after="0"/>
      </w:pPr>
      <w:r>
        <w:t xml:space="preserve">In the case that the service applies the </w:t>
      </w:r>
      <w:r w:rsidRPr="007970A1">
        <w:rPr>
          <w:rStyle w:val="Datatype"/>
        </w:rPr>
        <w:t>respond-async</w:t>
      </w:r>
      <w:r>
        <w:t xml:space="preserve"> preference it MUST include a </w:t>
      </w:r>
      <w:hyperlink w:anchor="sec_HeaderPreferenceApplied" w:history="1">
        <w:r w:rsidRPr="00841BD8">
          <w:rPr>
            <w:rStyle w:val="Hyperlink"/>
            <w:rFonts w:ascii="Courier New" w:hAnsi="Courier New" w:cs="Courier New"/>
          </w:rPr>
          <w:t>Preference-Applied</w:t>
        </w:r>
      </w:hyperlink>
      <w:r>
        <w:rPr>
          <w:rStyle w:val="Datatype"/>
        </w:rPr>
        <w:t xml:space="preserve"> </w:t>
      </w:r>
      <w:r>
        <w:t xml:space="preserve">response header containing the </w:t>
      </w:r>
      <w:r w:rsidRPr="007970A1">
        <w:rPr>
          <w:rStyle w:val="Datatype"/>
        </w:rPr>
        <w:t>respond-async</w:t>
      </w:r>
      <w:r>
        <w:t xml:space="preserve"> preference.</w:t>
      </w:r>
    </w:p>
    <w:p w14:paraId="18E6518D" w14:textId="77777777" w:rsidR="00752DAA" w:rsidRDefault="00752DAA" w:rsidP="00752DAA">
      <w:pPr>
        <w:spacing w:after="0"/>
      </w:pPr>
      <w:r>
        <w:t xml:space="preserve">A service MAY specify the support for the </w:t>
      </w:r>
      <w:r w:rsidRPr="007970A1">
        <w:rPr>
          <w:rStyle w:val="Datatype"/>
        </w:rPr>
        <w:t>respond-async</w:t>
      </w:r>
      <w:r>
        <w:t xml:space="preserve"> preference using an annotation with term </w:t>
      </w:r>
      <w:r w:rsidRPr="00E633BD">
        <w:rPr>
          <w:rFonts w:ascii="Courier New" w:hAnsi="Courier New" w:cs="Courier New"/>
        </w:rPr>
        <w:t>Capabilities</w:t>
      </w:r>
      <w:r w:rsidRPr="00987699">
        <w:rPr>
          <w:rStyle w:val="Datatype"/>
          <w:rFonts w:cs="Courier New"/>
        </w:rPr>
        <w:t>.AsynchronousRequestsSupported</w:t>
      </w:r>
      <w:r>
        <w:t>, see</w:t>
      </w:r>
      <w:r>
        <w:rPr>
          <w:b/>
        </w:rPr>
        <w:t xml:space="preserve"> </w:t>
      </w:r>
      <w:hyperlink w:anchor="VocCapabilities" w:history="1">
        <w:r w:rsidRPr="002768AF">
          <w:rPr>
            <w:rStyle w:val="Hyperlink"/>
            <w:b/>
          </w:rPr>
          <w:t>[OData-VocCap]</w:t>
        </w:r>
      </w:hyperlink>
      <w:r>
        <w:t>.</w:t>
      </w:r>
    </w:p>
    <w:p w14:paraId="56D35986" w14:textId="77777777" w:rsidR="00752DAA" w:rsidRDefault="00752DAA" w:rsidP="00752DAA">
      <w:pPr>
        <w:pStyle w:val="Caption"/>
      </w:pPr>
      <w:r>
        <w:lastRenderedPageBreak/>
        <w:t>Example</w:t>
      </w:r>
      <w:r w:rsidRPr="003F1FAD">
        <w:t xml:space="preserve"> </w:t>
      </w:r>
      <w:r w:rsidR="002A710D">
        <w:fldChar w:fldCharType="begin"/>
      </w:r>
      <w:r w:rsidR="002A710D">
        <w:instrText xml:space="preserve"> SEQ Example \* ARABIC </w:instrText>
      </w:r>
      <w:r w:rsidR="002A710D">
        <w:fldChar w:fldCharType="separate"/>
      </w:r>
      <w:r>
        <w:rPr>
          <w:noProof/>
        </w:rPr>
        <w:t>9</w:t>
      </w:r>
      <w:r w:rsidR="002A710D">
        <w:rPr>
          <w:noProof/>
        </w:rPr>
        <w:fldChar w:fldCharType="end"/>
      </w:r>
      <w:r w:rsidRPr="003F1FAD">
        <w:t xml:space="preserve">: </w:t>
      </w:r>
      <w:r>
        <w:t>a service</w:t>
      </w:r>
      <w:r w:rsidRPr="00377831">
        <w:t xml:space="preserve"> receiving the following </w:t>
      </w:r>
      <w:r>
        <w:t>header</w:t>
      </w:r>
      <w:r w:rsidRPr="00377831">
        <w:t xml:space="preserve"> might choose to respond </w:t>
      </w:r>
    </w:p>
    <w:p w14:paraId="051E5894" w14:textId="77777777" w:rsidR="00752DAA" w:rsidRPr="00FB35C1" w:rsidRDefault="00752DAA" w:rsidP="006C1EBF">
      <w:pPr>
        <w:pStyle w:val="Caption"/>
        <w:keepNext/>
        <w:numPr>
          <w:ilvl w:val="0"/>
          <w:numId w:val="19"/>
        </w:numPr>
        <w:rPr>
          <w:rFonts w:ascii="Courier New" w:hAnsi="Courier New" w:cs="Courier New"/>
        </w:rPr>
      </w:pPr>
      <w:r w:rsidRPr="00377831">
        <w:t>asynchronously if the synchronous processing of the request will take longer than 10 seconds</w:t>
      </w:r>
    </w:p>
    <w:p w14:paraId="7838D2A5" w14:textId="77777777" w:rsidR="00752DAA" w:rsidRPr="003A4E30" w:rsidRDefault="00752DAA" w:rsidP="006C1EBF">
      <w:pPr>
        <w:pStyle w:val="Caption"/>
        <w:keepNext/>
        <w:numPr>
          <w:ilvl w:val="0"/>
          <w:numId w:val="19"/>
        </w:numPr>
        <w:rPr>
          <w:rFonts w:ascii="Courier New" w:hAnsi="Courier New" w:cs="Courier New"/>
        </w:rPr>
      </w:pPr>
      <w:r w:rsidRPr="00377831">
        <w:t>synchronously</w:t>
      </w:r>
      <w:r>
        <w:t xml:space="preserve"> after 5 seconds</w:t>
      </w:r>
    </w:p>
    <w:p w14:paraId="36F5FC94" w14:textId="77777777" w:rsidR="00752DAA" w:rsidRPr="00FB35C1" w:rsidRDefault="00752DAA" w:rsidP="006C1EBF">
      <w:pPr>
        <w:pStyle w:val="Caption"/>
        <w:keepNext/>
        <w:numPr>
          <w:ilvl w:val="0"/>
          <w:numId w:val="19"/>
        </w:numPr>
        <w:rPr>
          <w:rFonts w:ascii="Courier New" w:hAnsi="Courier New" w:cs="Courier New"/>
        </w:rPr>
      </w:pPr>
      <w:r w:rsidRPr="00377831">
        <w:t>asynchronously</w:t>
      </w:r>
      <w:r>
        <w:t xml:space="preserve"> (ignoring the </w:t>
      </w:r>
      <w:hyperlink w:anchor="sec_Preferencewait" w:history="1">
        <w:r w:rsidRPr="00377831">
          <w:rPr>
            <w:rStyle w:val="Hyperlink"/>
            <w:rFonts w:ascii="Courier New" w:hAnsi="Courier New"/>
          </w:rPr>
          <w:t>wait</w:t>
        </w:r>
      </w:hyperlink>
      <w:r w:rsidRPr="00377831">
        <w:t xml:space="preserve"> </w:t>
      </w:r>
      <w:r>
        <w:t>preference)</w:t>
      </w:r>
    </w:p>
    <w:p w14:paraId="15E77E54" w14:textId="77777777" w:rsidR="00752DAA" w:rsidRPr="003A4E30" w:rsidRDefault="00752DAA" w:rsidP="006C1EBF">
      <w:pPr>
        <w:pStyle w:val="Caption"/>
        <w:keepNext/>
        <w:numPr>
          <w:ilvl w:val="0"/>
          <w:numId w:val="19"/>
        </w:numPr>
        <w:rPr>
          <w:rFonts w:ascii="Courier New" w:hAnsi="Courier New" w:cs="Courier New"/>
        </w:rPr>
      </w:pPr>
      <w:r w:rsidRPr="00377831">
        <w:t>synchronously</w:t>
      </w:r>
      <w:r>
        <w:t xml:space="preserve"> after 15 seconds (ignoring </w:t>
      </w:r>
      <w:r w:rsidRPr="007970A1">
        <w:rPr>
          <w:rStyle w:val="Datatype"/>
        </w:rPr>
        <w:t>respond-</w:t>
      </w:r>
      <w:r w:rsidRPr="00377831">
        <w:t xml:space="preserve">async preference </w:t>
      </w:r>
      <w:r>
        <w:t xml:space="preserve">and the </w:t>
      </w:r>
      <w:hyperlink w:anchor="sec_Preferencewait" w:history="1">
        <w:r w:rsidRPr="00377831">
          <w:rPr>
            <w:rStyle w:val="Hyperlink"/>
            <w:rFonts w:ascii="Courier New" w:hAnsi="Courier New"/>
          </w:rPr>
          <w:t>wait</w:t>
        </w:r>
      </w:hyperlink>
      <w:r w:rsidRPr="00377831">
        <w:t xml:space="preserve"> </w:t>
      </w:r>
      <w:r>
        <w:t>preference)</w:t>
      </w:r>
    </w:p>
    <w:p w14:paraId="6CE617B5" w14:textId="77777777" w:rsidR="00752DAA" w:rsidRPr="0004143C" w:rsidRDefault="00752DAA" w:rsidP="00752DAA">
      <w:pPr>
        <w:pStyle w:val="Code"/>
      </w:pPr>
      <w:r w:rsidRPr="00377831">
        <w:t>Prefer: respond-async, wait=10</w:t>
      </w:r>
    </w:p>
    <w:p w14:paraId="522867A0" w14:textId="77777777" w:rsidR="00752DAA" w:rsidRDefault="00752DAA" w:rsidP="00752DAA">
      <w:bookmarkStart w:id="279" w:name="_The_wait_Preference"/>
      <w:bookmarkStart w:id="280" w:name="_Toc370126023"/>
      <w:bookmarkStart w:id="281" w:name="_Toc370374820"/>
      <w:bookmarkEnd w:id="279"/>
      <w:r>
        <w:t xml:space="preserve">The </w:t>
      </w:r>
      <w:r>
        <w:rPr>
          <w:rFonts w:ascii="Courier New" w:hAnsi="Courier New" w:cs="Courier New"/>
        </w:rPr>
        <w:t>respond-async</w:t>
      </w:r>
      <w:r>
        <w:t xml:space="preserve"> preference SHOULD NOT be applied to individual requests within a batch. </w:t>
      </w:r>
    </w:p>
    <w:bookmarkStart w:id="282" w:name="_Toc477876588"/>
    <w:bookmarkStart w:id="283" w:name="sec_Preferencetrackchangesodatatrackchan"/>
    <w:p w14:paraId="731C3C1D" w14:textId="77777777" w:rsidR="00752DAA" w:rsidRDefault="00752DAA" w:rsidP="006C1EBF">
      <w:pPr>
        <w:pStyle w:val="Heading4"/>
        <w:numPr>
          <w:ilvl w:val="3"/>
          <w:numId w:val="2"/>
        </w:numPr>
        <w:tabs>
          <w:tab w:val="left" w:pos="567"/>
        </w:tabs>
      </w:pPr>
      <w:r>
        <w:rPr>
          <w:szCs w:val="24"/>
        </w:rPr>
        <w:fldChar w:fldCharType="begin"/>
      </w:r>
      <w:r>
        <w:rPr>
          <w:szCs w:val="24"/>
        </w:rPr>
        <w:instrText xml:space="preserve"> HYPERLINK  \l "sec_Preferencetrackchangesodatatrackchan" </w:instrText>
      </w:r>
      <w:r>
        <w:rPr>
          <w:szCs w:val="24"/>
        </w:rPr>
        <w:fldChar w:fldCharType="separate"/>
      </w:r>
      <w:bookmarkStart w:id="284" w:name="_Toc494885001"/>
      <w:bookmarkStart w:id="285" w:name="_Toc494356748"/>
      <w:r w:rsidRPr="004A50BC">
        <w:rPr>
          <w:rStyle w:val="Hyperlink"/>
          <w:szCs w:val="24"/>
        </w:rPr>
        <w:t xml:space="preserve">Preference </w:t>
      </w:r>
      <w:r w:rsidRPr="004A50BC">
        <w:rPr>
          <w:rStyle w:val="Hyperlink"/>
          <w:rFonts w:ascii="Courier New" w:hAnsi="Courier New"/>
        </w:rPr>
        <w:t>track-changes</w:t>
      </w:r>
      <w:r w:rsidRPr="004A50BC">
        <w:rPr>
          <w:rStyle w:val="Hyperlink"/>
          <w:szCs w:val="24"/>
        </w:rPr>
        <w:t xml:space="preserve"> (</w:t>
      </w:r>
      <w:r w:rsidRPr="004A50BC">
        <w:rPr>
          <w:rStyle w:val="Hyperlink"/>
          <w:rFonts w:ascii="Courier New" w:hAnsi="Courier New" w:cs="Courier New"/>
          <w:szCs w:val="24"/>
        </w:rPr>
        <w:t>odata.track-changes</w:t>
      </w:r>
      <w:r w:rsidRPr="004A50BC">
        <w:rPr>
          <w:rStyle w:val="Hyperlink"/>
          <w:szCs w:val="24"/>
        </w:rPr>
        <w:t>)</w:t>
      </w:r>
      <w:bookmarkEnd w:id="282"/>
      <w:bookmarkEnd w:id="283"/>
      <w:bookmarkEnd w:id="284"/>
      <w:bookmarkEnd w:id="285"/>
      <w:r>
        <w:rPr>
          <w:szCs w:val="24"/>
        </w:rPr>
        <w:fldChar w:fldCharType="end"/>
      </w:r>
    </w:p>
    <w:p w14:paraId="1D3B2052" w14:textId="77777777" w:rsidR="00752DAA" w:rsidRDefault="00752DAA" w:rsidP="00752DAA">
      <w:pPr>
        <w:spacing w:after="0"/>
      </w:pPr>
      <w:r>
        <w:t xml:space="preserve">The </w:t>
      </w:r>
      <w:r w:rsidRPr="00887A08">
        <w:rPr>
          <w:rFonts w:ascii="Courier New" w:hAnsi="Courier New" w:cs="Courier New"/>
        </w:rPr>
        <w:t>track-changes</w:t>
      </w:r>
      <w:r>
        <w:t xml:space="preserve"> preference is used to request that the service return a</w:t>
      </w:r>
      <w:r>
        <w:rPr>
          <w:rStyle w:val="Hyperlink"/>
        </w:rPr>
        <w:t xml:space="preserve"> </w:t>
      </w:r>
      <w:hyperlink w:anchor="sec_DeltaLinks" w:history="1">
        <w:r w:rsidRPr="00EA0EFC">
          <w:rPr>
            <w:rStyle w:val="Hyperlink"/>
          </w:rPr>
          <w:t>delta link</w:t>
        </w:r>
      </w:hyperlink>
      <w:r>
        <w:t xml:space="preserve"> that can subsequently be used to obtain </w:t>
      </w:r>
      <w:hyperlink w:anchor="sec_RequestingChanges" w:history="1">
        <w:r w:rsidRPr="00EC7ED6">
          <w:rPr>
            <w:rStyle w:val="Hyperlink"/>
          </w:rPr>
          <w:t xml:space="preserve">changes </w:t>
        </w:r>
      </w:hyperlink>
      <w:r>
        <w:t xml:space="preserve">(deltas) to this result. </w:t>
      </w:r>
      <w:r>
        <w:rPr>
          <w:color w:val="000000"/>
        </w:rPr>
        <w:t xml:space="preserve">The syntax of the </w:t>
      </w:r>
      <w:r w:rsidRPr="00887A08">
        <w:rPr>
          <w:rFonts w:ascii="Courier New" w:hAnsi="Courier New" w:cs="Courier New"/>
        </w:rPr>
        <w:t>track-changes</w:t>
      </w:r>
      <w:r w:rsidRPr="00D71A48">
        <w:rPr>
          <w:rFonts w:ascii="Courier New" w:hAnsi="Courier New" w:cs="Courier New"/>
        </w:rPr>
        <w:t xml:space="preserve"> </w:t>
      </w:r>
      <w:r>
        <w:t xml:space="preserve">preference is defined in </w:t>
      </w:r>
      <w:hyperlink w:anchor="ABNF" w:history="1">
        <w:r w:rsidRPr="005C52E4">
          <w:rPr>
            <w:rStyle w:val="Hyperlink"/>
            <w:b/>
          </w:rPr>
          <w:t>[OData-ABNF]</w:t>
        </w:r>
      </w:hyperlink>
      <w:r>
        <w:t>.</w:t>
      </w:r>
    </w:p>
    <w:p w14:paraId="00539FF7" w14:textId="77777777" w:rsidR="00752DAA" w:rsidRDefault="00752DAA" w:rsidP="00752DAA">
      <w:r>
        <w:t xml:space="preserve">For </w:t>
      </w:r>
      <w:hyperlink w:anchor="sec_ServerDrivenPaging" w:history="1">
        <w:r w:rsidRPr="00EA0EFC">
          <w:rPr>
            <w:rStyle w:val="Hyperlink"/>
          </w:rPr>
          <w:t>paged results</w:t>
        </w:r>
      </w:hyperlink>
      <w:r>
        <w:t xml:space="preserve">, the preference MUST be specified on the initial request. Services MUST ignore the </w:t>
      </w:r>
      <w:hyperlink w:anchor="sec_Preferencetrackchangesodatatrackchan" w:history="1">
        <w:r w:rsidRPr="007F5E99">
          <w:rPr>
            <w:rStyle w:val="Hyperlink"/>
            <w:rFonts w:ascii="Courier New" w:hAnsi="Courier New"/>
          </w:rPr>
          <w:t>track-changes</w:t>
        </w:r>
      </w:hyperlink>
      <w:r>
        <w:t xml:space="preserve"> preference if applied to the next link.</w:t>
      </w:r>
    </w:p>
    <w:p w14:paraId="232C86B9" w14:textId="77777777" w:rsidR="00752DAA" w:rsidRDefault="00752DAA" w:rsidP="00752DAA">
      <w:pPr>
        <w:spacing w:after="0"/>
      </w:pPr>
      <w:r>
        <w:t>The delta link MUST NOT be returned prior to the final page of results.</w:t>
      </w:r>
    </w:p>
    <w:p w14:paraId="7E391F54" w14:textId="77777777" w:rsidR="00752DAA" w:rsidRDefault="00752DAA" w:rsidP="00752DAA">
      <w:pPr>
        <w:spacing w:after="0"/>
      </w:pPr>
      <w:r>
        <w:t>The service</w:t>
      </w:r>
      <w:r w:rsidDel="003036D4">
        <w:t xml:space="preserve"> </w:t>
      </w:r>
      <w:r>
        <w:t xml:space="preserve">includes a </w:t>
      </w:r>
      <w:hyperlink w:anchor="sec_HeaderPreferenceApplied" w:history="1">
        <w:r>
          <w:rPr>
            <w:rStyle w:val="Hyperlink"/>
            <w:rFonts w:ascii="Courier New" w:hAnsi="Courier New" w:cs="Courier New"/>
          </w:rPr>
          <w:t>Preference-Applied</w:t>
        </w:r>
      </w:hyperlink>
      <w:r>
        <w:rPr>
          <w:rStyle w:val="Datatype"/>
        </w:rPr>
        <w:t xml:space="preserve"> </w:t>
      </w:r>
      <w:r>
        <w:t xml:space="preserve">response header in the first page of the response containing the </w:t>
      </w:r>
      <w:r>
        <w:rPr>
          <w:rStyle w:val="Datatype"/>
        </w:rPr>
        <w:t>track-changes</w:t>
      </w:r>
      <w:r>
        <w:t xml:space="preserve"> preference to signal that changes are being tracked.</w:t>
      </w:r>
    </w:p>
    <w:p w14:paraId="7073C39D" w14:textId="77777777" w:rsidR="00752DAA" w:rsidRDefault="00752DAA" w:rsidP="00752DAA">
      <w:pPr>
        <w:spacing w:after="0"/>
      </w:pPr>
      <w:r>
        <w:t xml:space="preserve">A service MAY specify the support for the </w:t>
      </w:r>
      <w:r w:rsidRPr="00887A08">
        <w:rPr>
          <w:rFonts w:ascii="Courier New" w:hAnsi="Courier New" w:cs="Courier New"/>
        </w:rPr>
        <w:t>track-changes</w:t>
      </w:r>
      <w:r>
        <w:t xml:space="preserve"> preference using an annotation with term </w:t>
      </w:r>
      <w:r w:rsidRPr="00E633BD">
        <w:rPr>
          <w:rFonts w:ascii="Courier New" w:hAnsi="Courier New" w:cs="Courier New"/>
        </w:rPr>
        <w:t>Capabilities</w:t>
      </w:r>
      <w:r w:rsidRPr="00987699">
        <w:rPr>
          <w:rStyle w:val="Datatype"/>
          <w:rFonts w:cs="Courier New"/>
        </w:rPr>
        <w:t>.ChangeTracking</w:t>
      </w:r>
      <w:r>
        <w:t>, see</w:t>
      </w:r>
      <w:r>
        <w:rPr>
          <w:b/>
        </w:rPr>
        <w:t xml:space="preserve"> </w:t>
      </w:r>
      <w:hyperlink w:anchor="VocCapabilities" w:history="1">
        <w:r w:rsidRPr="002768AF">
          <w:rPr>
            <w:rStyle w:val="Hyperlink"/>
            <w:b/>
          </w:rPr>
          <w:t>[OData-VocCap]</w:t>
        </w:r>
      </w:hyperlink>
      <w:r>
        <w:t>.</w:t>
      </w:r>
    </w:p>
    <w:p w14:paraId="24243FAB" w14:textId="77777777" w:rsidR="00752DAA" w:rsidRDefault="00752DAA" w:rsidP="00752DAA">
      <w:r>
        <w:t xml:space="preserve">The </w:t>
      </w:r>
      <w:r>
        <w:rPr>
          <w:rStyle w:val="Datatype"/>
        </w:rPr>
        <w:t>track-changes</w:t>
      </w:r>
      <w:r>
        <w:t xml:space="preserve"> preference SHOULD NOT be applied to a batch request, but MAY be applied to individual requests within a batch.</w:t>
      </w:r>
    </w:p>
    <w:p w14:paraId="1DAB50AD" w14:textId="77777777" w:rsidR="00752DAA" w:rsidRPr="00887A08" w:rsidRDefault="00752DAA" w:rsidP="00752DAA">
      <w:r>
        <w:t xml:space="preserve">Note: The </w:t>
      </w:r>
      <w:r>
        <w:rPr>
          <w:rStyle w:val="Datatype"/>
        </w:rPr>
        <w:t>track-changes</w:t>
      </w:r>
      <w:r>
        <w:t xml:space="preserve"> preference was named </w:t>
      </w:r>
      <w:r>
        <w:rPr>
          <w:rFonts w:ascii="Courier New" w:hAnsi="Courier New" w:cs="Courier New"/>
          <w:shd w:val="clear" w:color="auto" w:fill="FFFFFF"/>
        </w:rPr>
        <w:t>odata</w:t>
      </w:r>
      <w:r>
        <w:rPr>
          <w:rStyle w:val="Datatype"/>
        </w:rPr>
        <w:t>.track-changes</w:t>
      </w:r>
      <w:r>
        <w:t xml:space="preserve"> in OData version 4.0. Services that support the</w:t>
      </w:r>
      <w:r>
        <w:rPr>
          <w:rFonts w:ascii="Courier New" w:hAnsi="Courier New" w:cs="Courier New"/>
          <w:shd w:val="clear" w:color="auto" w:fill="FFFFFF"/>
        </w:rPr>
        <w:t xml:space="preserve"> </w:t>
      </w:r>
      <w:r>
        <w:rPr>
          <w:rStyle w:val="Datatype"/>
        </w:rPr>
        <w:t>track-changes</w:t>
      </w:r>
      <w:r>
        <w:t xml:space="preserve"> preference SHOULD also support </w:t>
      </w:r>
      <w:r>
        <w:rPr>
          <w:rFonts w:ascii="Courier New" w:hAnsi="Courier New" w:cs="Courier New"/>
          <w:shd w:val="clear" w:color="auto" w:fill="FFFFFF"/>
        </w:rPr>
        <w:t>odata.</w:t>
      </w:r>
      <w:r>
        <w:rPr>
          <w:rStyle w:val="Datatype"/>
        </w:rPr>
        <w:t>track-changes</w:t>
      </w:r>
      <w:r>
        <w:t xml:space="preserve"> for OData 4.0 clients and clients SHOULD use </w:t>
      </w:r>
      <w:r>
        <w:rPr>
          <w:rFonts w:ascii="Courier New" w:hAnsi="Courier New" w:cs="Courier New"/>
          <w:shd w:val="clear" w:color="auto" w:fill="FFFFFF"/>
        </w:rPr>
        <w:t>odata.</w:t>
      </w:r>
      <w:r>
        <w:rPr>
          <w:rStyle w:val="Datatype"/>
        </w:rPr>
        <w:t>track-changes</w:t>
      </w:r>
      <w:r>
        <w:t xml:space="preserve"> for compatibility with OData 4.0 services.</w:t>
      </w:r>
    </w:p>
    <w:bookmarkStart w:id="286" w:name="_Toc477876589"/>
    <w:bookmarkStart w:id="287" w:name="sec_Preferencewait"/>
    <w:bookmarkEnd w:id="280"/>
    <w:bookmarkEnd w:id="281"/>
    <w:p w14:paraId="5042B03F" w14:textId="77777777" w:rsidR="00752DAA" w:rsidRDefault="00752DAA" w:rsidP="006C1EBF">
      <w:pPr>
        <w:pStyle w:val="Heading4"/>
        <w:numPr>
          <w:ilvl w:val="3"/>
          <w:numId w:val="2"/>
        </w:numPr>
        <w:tabs>
          <w:tab w:val="left" w:pos="567"/>
        </w:tabs>
      </w:pPr>
      <w:r>
        <w:rPr>
          <w:szCs w:val="24"/>
        </w:rPr>
        <w:fldChar w:fldCharType="begin"/>
      </w:r>
      <w:r>
        <w:rPr>
          <w:szCs w:val="24"/>
        </w:rPr>
        <w:instrText xml:space="preserve"> HYPERLINK  \l "sec_Preferencewait" </w:instrText>
      </w:r>
      <w:r>
        <w:rPr>
          <w:szCs w:val="24"/>
        </w:rPr>
        <w:fldChar w:fldCharType="separate"/>
      </w:r>
      <w:bookmarkStart w:id="288" w:name="_Toc494885002"/>
      <w:bookmarkStart w:id="289" w:name="_Toc494356749"/>
      <w:r w:rsidRPr="004A50BC">
        <w:rPr>
          <w:rStyle w:val="Hyperlink"/>
          <w:szCs w:val="24"/>
        </w:rPr>
        <w:t xml:space="preserve">Preference </w:t>
      </w:r>
      <w:r w:rsidRPr="004A50BC">
        <w:rPr>
          <w:rStyle w:val="Hyperlink"/>
          <w:rFonts w:ascii="Courier New" w:hAnsi="Courier New" w:cs="Courier New"/>
          <w:szCs w:val="24"/>
        </w:rPr>
        <w:t>wait</w:t>
      </w:r>
      <w:bookmarkEnd w:id="286"/>
      <w:bookmarkEnd w:id="287"/>
      <w:bookmarkEnd w:id="288"/>
      <w:bookmarkEnd w:id="289"/>
      <w:r>
        <w:rPr>
          <w:szCs w:val="24"/>
        </w:rPr>
        <w:fldChar w:fldCharType="end"/>
      </w:r>
    </w:p>
    <w:p w14:paraId="297051F5" w14:textId="77777777" w:rsidR="00752DAA" w:rsidRDefault="00752DAA" w:rsidP="00752DAA">
      <w:pPr>
        <w:rPr>
          <w:lang w:eastAsia="ja-JP"/>
        </w:rPr>
      </w:pPr>
      <w:r>
        <w:rPr>
          <w:lang w:eastAsia="ja-JP"/>
        </w:rPr>
        <w:t xml:space="preserve">The </w:t>
      </w:r>
      <w:r w:rsidRPr="007970A1">
        <w:rPr>
          <w:rStyle w:val="Datatype"/>
        </w:rPr>
        <w:t>wait</w:t>
      </w:r>
      <w:r>
        <w:rPr>
          <w:lang w:eastAsia="ja-JP"/>
        </w:rPr>
        <w:t xml:space="preserve"> preference</w:t>
      </w:r>
      <w:r>
        <w:t xml:space="preserve">, as defined in </w:t>
      </w:r>
      <w:hyperlink w:anchor="HTTPPREFER" w:history="1">
        <w:r w:rsidRPr="006B6949">
          <w:rPr>
            <w:rStyle w:val="Hyperlink"/>
            <w:b/>
          </w:rPr>
          <w:t>[RFC7240]</w:t>
        </w:r>
      </w:hyperlink>
      <w:r>
        <w:t xml:space="preserve">, </w:t>
      </w:r>
      <w:r>
        <w:rPr>
          <w:lang w:eastAsia="ja-JP"/>
        </w:rPr>
        <w:t xml:space="preserve">is used to establish an upper bound on the length of time, in seconds, the client is prepared to wait for the service to process the request </w:t>
      </w:r>
      <w:r w:rsidRPr="00377831">
        <w:t xml:space="preserve">synchronously </w:t>
      </w:r>
      <w:r>
        <w:rPr>
          <w:lang w:eastAsia="ja-JP"/>
        </w:rPr>
        <w:t xml:space="preserve">once it has been received. </w:t>
      </w:r>
    </w:p>
    <w:p w14:paraId="5504DB26" w14:textId="77777777" w:rsidR="00752DAA" w:rsidRDefault="00752DAA" w:rsidP="00752DAA">
      <w:pPr>
        <w:rPr>
          <w:lang w:eastAsia="ja-JP"/>
        </w:rPr>
      </w:pPr>
      <w:r>
        <w:rPr>
          <w:lang w:eastAsia="ja-JP"/>
        </w:rPr>
        <w:t xml:space="preserve">If the </w:t>
      </w:r>
      <w:r w:rsidRPr="00D45D80">
        <w:rPr>
          <w:rFonts w:ascii="Courier New" w:hAnsi="Courier New" w:cs="Courier New"/>
          <w:lang w:eastAsia="ja-JP"/>
        </w:rPr>
        <w:t>respond-async</w:t>
      </w:r>
      <w:r>
        <w:rPr>
          <w:lang w:eastAsia="ja-JP"/>
        </w:rPr>
        <w:t xml:space="preserve"> preference is also specified, the client requests that the service respond asynchronously after the specified length of time. </w:t>
      </w:r>
    </w:p>
    <w:p w14:paraId="36583505" w14:textId="77777777" w:rsidR="00752DAA" w:rsidRDefault="00752DAA" w:rsidP="00752DAA">
      <w:pPr>
        <w:rPr>
          <w:lang w:eastAsia="ja-JP"/>
        </w:rPr>
      </w:pPr>
      <w:r>
        <w:rPr>
          <w:lang w:eastAsia="ja-JP"/>
        </w:rPr>
        <w:t xml:space="preserve">If the </w:t>
      </w:r>
      <w:r w:rsidRPr="00D45D80">
        <w:rPr>
          <w:rFonts w:ascii="Courier New" w:hAnsi="Courier New" w:cs="Courier New"/>
          <w:lang w:eastAsia="ja-JP"/>
        </w:rPr>
        <w:t>respond-async</w:t>
      </w:r>
      <w:r>
        <w:rPr>
          <w:lang w:eastAsia="ja-JP"/>
        </w:rPr>
        <w:t xml:space="preserve"> preference has not been specified, the service MAY interpret the </w:t>
      </w:r>
      <w:r w:rsidRPr="00D62040">
        <w:rPr>
          <w:rFonts w:ascii="Courier New" w:hAnsi="Courier New" w:cs="Courier New"/>
          <w:lang w:eastAsia="ja-JP"/>
        </w:rPr>
        <w:t>wait</w:t>
      </w:r>
      <w:r>
        <w:rPr>
          <w:lang w:eastAsia="ja-JP"/>
        </w:rPr>
        <w:t xml:space="preserve"> as a request to timeout after the specified period of time. </w:t>
      </w:r>
    </w:p>
    <w:p w14:paraId="70F6D016" w14:textId="77777777" w:rsidR="00752DAA" w:rsidRDefault="00752DAA" w:rsidP="00752DAA">
      <w:pPr>
        <w:rPr>
          <w:lang w:eastAsia="ja-JP"/>
        </w:rPr>
      </w:pPr>
      <w:r>
        <w:t>If the</w:t>
      </w:r>
      <w:r w:rsidRPr="007F516E">
        <w:t xml:space="preserve"> </w:t>
      </w:r>
      <w:r>
        <w:rPr>
          <w:rFonts w:ascii="Courier New" w:hAnsi="Courier New" w:cs="Courier New"/>
          <w:shd w:val="clear" w:color="auto" w:fill="FFFFFF"/>
        </w:rPr>
        <w:t>wait</w:t>
      </w:r>
      <w:r>
        <w:t xml:space="preserve"> preference is specified on an individual request within a batch, then it specifies the maximum amount of time to wait for that individual request.</w:t>
      </w:r>
      <w:r w:rsidRPr="004E12AF">
        <w:t xml:space="preserve"> </w:t>
      </w:r>
      <w:r>
        <w:t>If the</w:t>
      </w:r>
      <w:r w:rsidRPr="007F516E">
        <w:t xml:space="preserve"> </w:t>
      </w:r>
      <w:r>
        <w:rPr>
          <w:rFonts w:ascii="Courier New" w:hAnsi="Courier New" w:cs="Courier New"/>
          <w:shd w:val="clear" w:color="auto" w:fill="FFFFFF"/>
        </w:rPr>
        <w:t>wait</w:t>
      </w:r>
      <w:r>
        <w:t xml:space="preserve"> preference is specified on a batch, then it specifies the maximum time to wait for the entire batch.</w:t>
      </w:r>
    </w:p>
    <w:bookmarkStart w:id="290" w:name="_Header_SchemaVersion"/>
    <w:bookmarkStart w:id="291" w:name="_Toc477876590"/>
    <w:bookmarkStart w:id="292" w:name="sec_ResponseHeaders"/>
    <w:bookmarkEnd w:id="290"/>
    <w:p w14:paraId="4799E2F0" w14:textId="77777777" w:rsidR="00752DAA" w:rsidRDefault="00752DAA" w:rsidP="006C1EBF">
      <w:pPr>
        <w:pStyle w:val="Heading2"/>
        <w:numPr>
          <w:ilvl w:val="1"/>
          <w:numId w:val="2"/>
        </w:numPr>
        <w:tabs>
          <w:tab w:val="left" w:pos="567"/>
        </w:tabs>
      </w:pPr>
      <w:r>
        <w:fldChar w:fldCharType="begin"/>
      </w:r>
      <w:r>
        <w:instrText xml:space="preserve"> HYPERLINK  \l "sec_ResponseHeaders" </w:instrText>
      </w:r>
      <w:r>
        <w:fldChar w:fldCharType="separate"/>
      </w:r>
      <w:bookmarkStart w:id="293" w:name="_Toc494885003"/>
      <w:bookmarkStart w:id="294" w:name="_Toc494356750"/>
      <w:r w:rsidRPr="004A50BC">
        <w:rPr>
          <w:rStyle w:val="Hyperlink"/>
        </w:rPr>
        <w:t>Response Headers</w:t>
      </w:r>
      <w:bookmarkEnd w:id="291"/>
      <w:bookmarkEnd w:id="292"/>
      <w:bookmarkEnd w:id="293"/>
      <w:bookmarkEnd w:id="294"/>
      <w:r>
        <w:fldChar w:fldCharType="end"/>
      </w:r>
    </w:p>
    <w:p w14:paraId="75A3F045" w14:textId="77777777" w:rsidR="00752DAA" w:rsidRDefault="00752DAA" w:rsidP="00752DAA">
      <w:r>
        <w:t xml:space="preserve">In addition to the </w:t>
      </w:r>
      <w:hyperlink w:anchor="sec_CommonHeaders">
        <w:r w:rsidRPr="00A85EAF">
          <w:rPr>
            <w:rStyle w:val="Hyperlink"/>
          </w:rPr>
          <w:t>Common Headers</w:t>
        </w:r>
      </w:hyperlink>
      <w:r>
        <w:t>, the following response headers have defined meaning in OData.</w:t>
      </w:r>
    </w:p>
    <w:bookmarkStart w:id="295" w:name="_The_ETag_Header"/>
    <w:bookmarkStart w:id="296" w:name="_Toc477876596"/>
    <w:bookmarkStart w:id="297" w:name="sec_HeaderAsyncResult"/>
    <w:bookmarkStart w:id="298" w:name="_Toc477876593"/>
    <w:bookmarkStart w:id="299" w:name="_Toc477876591"/>
    <w:bookmarkEnd w:id="295"/>
    <w:p w14:paraId="2D45742A" w14:textId="77777777" w:rsidR="00752DAA" w:rsidRDefault="00752DAA" w:rsidP="006C1EBF">
      <w:pPr>
        <w:pStyle w:val="Heading3"/>
        <w:numPr>
          <w:ilvl w:val="2"/>
          <w:numId w:val="2"/>
        </w:numPr>
        <w:tabs>
          <w:tab w:val="left" w:pos="567"/>
        </w:tabs>
      </w:pPr>
      <w:r>
        <w:fldChar w:fldCharType="begin"/>
      </w:r>
      <w:r>
        <w:instrText xml:space="preserve"> HYPERLINK  \l "sec_HeaderAsyncResult" </w:instrText>
      </w:r>
      <w:r>
        <w:fldChar w:fldCharType="separate"/>
      </w:r>
      <w:bookmarkStart w:id="300" w:name="_Toc494885004"/>
      <w:bookmarkStart w:id="301" w:name="_Toc494356751"/>
      <w:r w:rsidRPr="004A50BC">
        <w:rPr>
          <w:rStyle w:val="Hyperlink"/>
        </w:rPr>
        <w:t xml:space="preserve">Header </w:t>
      </w:r>
      <w:r w:rsidRPr="004A50BC">
        <w:rPr>
          <w:rStyle w:val="Hyperlink"/>
          <w:rFonts w:ascii="Courier New" w:hAnsi="Courier New" w:cs="Courier New"/>
        </w:rPr>
        <w:t>AsyncResult</w:t>
      </w:r>
      <w:bookmarkEnd w:id="296"/>
      <w:bookmarkEnd w:id="297"/>
      <w:bookmarkEnd w:id="300"/>
      <w:bookmarkEnd w:id="301"/>
      <w:r>
        <w:fldChar w:fldCharType="end"/>
      </w:r>
    </w:p>
    <w:p w14:paraId="5C8634B7" w14:textId="77777777" w:rsidR="00752DAA" w:rsidRDefault="00752DAA" w:rsidP="00752DAA">
      <w:r w:rsidRPr="000B5567">
        <w:rPr>
          <w:rFonts w:cs="Arial"/>
        </w:rPr>
        <w:t xml:space="preserve">A </w:t>
      </w:r>
      <w:r w:rsidRPr="001F7FA4">
        <w:rPr>
          <w:rStyle w:val="Datatype"/>
          <w:rFonts w:ascii="Arial" w:hAnsi="Arial" w:cs="Arial"/>
        </w:rPr>
        <w:t>4.01</w:t>
      </w:r>
      <w:r>
        <w:t xml:space="preserve"> service MUST include the </w:t>
      </w:r>
      <w:r>
        <w:rPr>
          <w:rStyle w:val="Datatype"/>
        </w:rPr>
        <w:t>AsyncResult</w:t>
      </w:r>
      <w:r>
        <w:t xml:space="preserve"> header in </w:t>
      </w:r>
      <w:hyperlink w:anchor="sec_ResponseCode200OK" w:history="1">
        <w:r w:rsidRPr="00B94CA8">
          <w:rPr>
            <w:rStyle w:val="Hyperlink"/>
            <w:rFonts w:ascii="Courier New" w:hAnsi="Courier New" w:cs="Courier New"/>
          </w:rPr>
          <w:t>20</w:t>
        </w:r>
        <w:r>
          <w:rPr>
            <w:rStyle w:val="Hyperlink"/>
            <w:rFonts w:ascii="Courier New" w:hAnsi="Courier New" w:cs="Courier New"/>
          </w:rPr>
          <w:t>0</w:t>
        </w:r>
        <w:r w:rsidRPr="00B94CA8">
          <w:rPr>
            <w:rStyle w:val="Hyperlink"/>
            <w:rFonts w:ascii="Courier New" w:hAnsi="Courier New" w:cs="Courier New"/>
          </w:rPr>
          <w:t xml:space="preserve"> </w:t>
        </w:r>
        <w:r>
          <w:rPr>
            <w:rStyle w:val="Hyperlink"/>
            <w:rFonts w:ascii="Courier New" w:hAnsi="Courier New" w:cs="Courier New"/>
          </w:rPr>
          <w:t>OK</w:t>
        </w:r>
      </w:hyperlink>
      <w:r>
        <w:rPr>
          <w:rStyle w:val="Hyperlink"/>
          <w:rFonts w:ascii="Courier New" w:hAnsi="Courier New" w:cs="Courier New"/>
        </w:rPr>
        <w:t xml:space="preserve"> </w:t>
      </w:r>
      <w:r>
        <w:t xml:space="preserve">response from a status monitor resource in order to indicate the final </w:t>
      </w:r>
      <w:hyperlink w:anchor="sec_CommonResponseStatusCodes" w:history="1">
        <w:r w:rsidRPr="00F46F0B">
          <w:rPr>
            <w:rStyle w:val="Hyperlink"/>
          </w:rPr>
          <w:t xml:space="preserve">HTTP Response </w:t>
        </w:r>
        <w:r>
          <w:rPr>
            <w:rStyle w:val="Hyperlink"/>
          </w:rPr>
          <w:t>Status C</w:t>
        </w:r>
        <w:r w:rsidRPr="00F46F0B">
          <w:rPr>
            <w:rStyle w:val="Hyperlink"/>
          </w:rPr>
          <w:t>ode</w:t>
        </w:r>
      </w:hyperlink>
      <w:r>
        <w:t xml:space="preserve"> of an </w:t>
      </w:r>
      <w:hyperlink w:anchor="sec_AsynchronousRequests" w:history="1">
        <w:r w:rsidRPr="00033747">
          <w:rPr>
            <w:rStyle w:val="Hyperlink"/>
          </w:rPr>
          <w:t>asynchronously executed request</w:t>
        </w:r>
      </w:hyperlink>
      <w:r>
        <w:t>.</w:t>
      </w:r>
    </w:p>
    <w:p w14:paraId="23A138EF" w14:textId="77777777" w:rsidR="00752DAA" w:rsidRDefault="00752DAA" w:rsidP="00752DAA">
      <w:r>
        <w:lastRenderedPageBreak/>
        <w:t xml:space="preserve">The </w:t>
      </w:r>
      <w:r>
        <w:rPr>
          <w:rStyle w:val="Datatype"/>
        </w:rPr>
        <w:t>AsyncResult</w:t>
      </w:r>
      <w:r>
        <w:t xml:space="preserve"> header SHOULD NOT be applied to individual responses within a batch.</w:t>
      </w:r>
    </w:p>
    <w:p w14:paraId="7B11E43D" w14:textId="77777777" w:rsidR="00752DAA" w:rsidRDefault="00752DAA" w:rsidP="00752DAA"/>
    <w:bookmarkStart w:id="302" w:name="sec_HeaderEntityIdODataEntityId"/>
    <w:p w14:paraId="786DF9EF" w14:textId="77777777" w:rsidR="00752DAA" w:rsidRDefault="00752DAA" w:rsidP="006C1EBF">
      <w:pPr>
        <w:pStyle w:val="Heading3"/>
        <w:numPr>
          <w:ilvl w:val="2"/>
          <w:numId w:val="2"/>
        </w:numPr>
        <w:tabs>
          <w:tab w:val="left" w:pos="567"/>
        </w:tabs>
      </w:pPr>
      <w:r>
        <w:fldChar w:fldCharType="begin"/>
      </w:r>
      <w:r>
        <w:instrText xml:space="preserve"> HYPERLINK  \l "sec_HeaderEntityIdODataEntityId" </w:instrText>
      </w:r>
      <w:r>
        <w:fldChar w:fldCharType="separate"/>
      </w:r>
      <w:bookmarkStart w:id="303" w:name="_Toc494885005"/>
      <w:bookmarkStart w:id="304" w:name="_Toc494356752"/>
      <w:r w:rsidRPr="004A50BC">
        <w:rPr>
          <w:rStyle w:val="Hyperlink"/>
        </w:rPr>
        <w:t xml:space="preserve">Header </w:t>
      </w:r>
      <w:r w:rsidRPr="004A50BC">
        <w:rPr>
          <w:rStyle w:val="Hyperlink"/>
          <w:rFonts w:ascii="Courier New" w:hAnsi="Courier New" w:cs="Courier New"/>
        </w:rPr>
        <w:t>EntityId</w:t>
      </w:r>
      <w:r w:rsidRPr="004A50BC">
        <w:rPr>
          <w:rStyle w:val="Hyperlink"/>
        </w:rPr>
        <w:t xml:space="preserve"> (</w:t>
      </w:r>
      <w:r w:rsidRPr="004A50BC">
        <w:rPr>
          <w:rStyle w:val="Hyperlink"/>
          <w:rFonts w:ascii="Courier New" w:hAnsi="Courier New" w:cs="Courier New"/>
        </w:rPr>
        <w:t>OData-EntityId</w:t>
      </w:r>
      <w:r w:rsidRPr="004A50BC">
        <w:rPr>
          <w:rStyle w:val="Hyperlink"/>
        </w:rPr>
        <w:t>)</w:t>
      </w:r>
      <w:bookmarkEnd w:id="298"/>
      <w:bookmarkEnd w:id="302"/>
      <w:bookmarkEnd w:id="303"/>
      <w:bookmarkEnd w:id="304"/>
      <w:r>
        <w:fldChar w:fldCharType="end"/>
      </w:r>
    </w:p>
    <w:p w14:paraId="2E1A36BE" w14:textId="77777777" w:rsidR="00752DAA" w:rsidRDefault="00752DAA" w:rsidP="00752DAA">
      <w:r>
        <w:t xml:space="preserve">A response to a </w:t>
      </w:r>
      <w:hyperlink w:anchor="sec_CreateanEntity" w:history="1">
        <w:r>
          <w:rPr>
            <w:rStyle w:val="Hyperlink"/>
          </w:rPr>
          <w:t>create</w:t>
        </w:r>
      </w:hyperlink>
      <w:r>
        <w:rPr>
          <w:rStyle w:val="Hyperlink"/>
        </w:rPr>
        <w:t xml:space="preserve"> </w:t>
      </w:r>
      <w:r w:rsidRPr="002450DB">
        <w:rPr>
          <w:rStyle w:val="Hyperlink"/>
          <w:color w:val="auto"/>
        </w:rPr>
        <w:t xml:space="preserve">or </w:t>
      </w:r>
      <w:hyperlink w:anchor="sec_UpsertanEntity" w:history="1">
        <w:r w:rsidRPr="00EA5278">
          <w:rPr>
            <w:rStyle w:val="Hyperlink"/>
          </w:rPr>
          <w:t>upsert</w:t>
        </w:r>
      </w:hyperlink>
      <w:r>
        <w:rPr>
          <w:rStyle w:val="Hyperlink"/>
        </w:rPr>
        <w:t xml:space="preserve"> operation</w:t>
      </w:r>
      <w:r>
        <w:t xml:space="preserve"> that returns </w:t>
      </w:r>
      <w:hyperlink w:anchor="sec_ResponseCode204NoContent" w:history="1">
        <w:r w:rsidRPr="00093219">
          <w:rPr>
            <w:rStyle w:val="Hyperlink"/>
            <w:rFonts w:ascii="Courier New" w:hAnsi="Courier New"/>
          </w:rPr>
          <w:t xml:space="preserve">204 </w:t>
        </w:r>
        <w:r w:rsidRPr="00093219">
          <w:rPr>
            <w:rStyle w:val="Hyperlink"/>
            <w:rFonts w:ascii="Courier New" w:hAnsi="Courier New" w:cs="Courier New"/>
          </w:rPr>
          <w:t>No Content</w:t>
        </w:r>
      </w:hyperlink>
      <w:r w:rsidRPr="00CA457B">
        <w:rPr>
          <w:rFonts w:ascii="Calibri" w:hAnsi="Calibri"/>
        </w:rPr>
        <w:t xml:space="preserve"> </w:t>
      </w:r>
      <w:r w:rsidRPr="00031089">
        <w:t>MUST</w:t>
      </w:r>
      <w:r>
        <w:t xml:space="preserve"> include an </w:t>
      </w:r>
      <w:r>
        <w:rPr>
          <w:rStyle w:val="Datatype"/>
        </w:rPr>
        <w:t>EntityId</w:t>
      </w:r>
      <w:r>
        <w:t xml:space="preserve"> response header. The value of the header is the </w:t>
      </w:r>
      <w:hyperlink w:anchor="sec_EntityIdsandEntityReferences" w:history="1">
        <w:r w:rsidRPr="005C6E05">
          <w:rPr>
            <w:rStyle w:val="Hyperlink"/>
          </w:rPr>
          <w:t>entity-id</w:t>
        </w:r>
      </w:hyperlink>
      <w:r>
        <w:t xml:space="preserve"> of the entity that was acted on by the request. </w:t>
      </w:r>
      <w:r>
        <w:rPr>
          <w:color w:val="000000"/>
        </w:rPr>
        <w:t xml:space="preserve">The syntax of the </w:t>
      </w:r>
      <w:r>
        <w:rPr>
          <w:rStyle w:val="Datatype"/>
        </w:rPr>
        <w:t>EntityId</w:t>
      </w:r>
      <w:r w:rsidRPr="004066DA">
        <w:rPr>
          <w:rFonts w:cs="Arial"/>
        </w:rPr>
        <w:t xml:space="preserve"> </w:t>
      </w:r>
      <w:r>
        <w:t xml:space="preserve">header is defined in </w:t>
      </w:r>
      <w:hyperlink w:anchor="ABNF" w:history="1">
        <w:r w:rsidRPr="005C52E4">
          <w:rPr>
            <w:rStyle w:val="Hyperlink"/>
            <w:b/>
          </w:rPr>
          <w:t>[OData-ABNF]</w:t>
        </w:r>
      </w:hyperlink>
      <w:r>
        <w:t>.</w:t>
      </w:r>
    </w:p>
    <w:p w14:paraId="3EB2E6AC" w14:textId="77777777" w:rsidR="00752DAA" w:rsidRDefault="00752DAA" w:rsidP="00752DAA">
      <w:r>
        <w:t xml:space="preserve">The </w:t>
      </w:r>
      <w:r>
        <w:rPr>
          <w:rStyle w:val="Datatype"/>
        </w:rPr>
        <w:t>EntityID</w:t>
      </w:r>
      <w:r>
        <w:t xml:space="preserve"> header SHOULD NOT be included for the overall batch response, but MAY be included in individual responses within a batch.</w:t>
      </w:r>
    </w:p>
    <w:p w14:paraId="7048318B" w14:textId="77777777" w:rsidR="00752DAA" w:rsidRPr="007A34B3" w:rsidRDefault="00752DAA" w:rsidP="00752DAA">
      <w:pPr>
        <w:rPr>
          <w:rFonts w:cs="Arial"/>
          <w:color w:val="000000"/>
          <w:szCs w:val="18"/>
          <w:shd w:val="clear" w:color="auto" w:fill="FFFFFF"/>
        </w:rPr>
      </w:pPr>
      <w:r>
        <w:t xml:space="preserve">Note: The </w:t>
      </w:r>
      <w:r>
        <w:rPr>
          <w:rStyle w:val="Datatype"/>
        </w:rPr>
        <w:t>EntityId</w:t>
      </w:r>
      <w:r>
        <w:t xml:space="preserve"> header was named </w:t>
      </w:r>
      <w:r>
        <w:rPr>
          <w:rFonts w:ascii="Courier New" w:hAnsi="Courier New" w:cs="Courier New"/>
          <w:shd w:val="clear" w:color="auto" w:fill="FFFFFF"/>
        </w:rPr>
        <w:t>OData-</w:t>
      </w:r>
      <w:r>
        <w:rPr>
          <w:rStyle w:val="Datatype"/>
        </w:rPr>
        <w:t>EntityId</w:t>
      </w:r>
      <w:r>
        <w:t xml:space="preserve"> in OData version 4.0. Services MUST return the </w:t>
      </w:r>
      <w:r>
        <w:rPr>
          <w:rFonts w:ascii="Courier New" w:hAnsi="Courier New" w:cs="Courier New"/>
          <w:shd w:val="clear" w:color="auto" w:fill="FFFFFF"/>
        </w:rPr>
        <w:t>OData-</w:t>
      </w:r>
      <w:r>
        <w:rPr>
          <w:rStyle w:val="Datatype"/>
        </w:rPr>
        <w:t>EntityId</w:t>
      </w:r>
      <w:r>
        <w:t xml:space="preserve"> header for responses that have an </w:t>
      </w:r>
      <w:r>
        <w:rPr>
          <w:rFonts w:ascii="Courier New" w:hAnsi="Courier New" w:cs="Courier New"/>
          <w:shd w:val="clear" w:color="auto" w:fill="FFFFFF"/>
        </w:rPr>
        <w:t>OData.Version</w:t>
      </w:r>
      <w:r>
        <w:t xml:space="preserve"> response header of </w:t>
      </w:r>
      <w:r>
        <w:rPr>
          <w:rFonts w:ascii="Courier New" w:hAnsi="Courier New" w:cs="Courier New"/>
          <w:shd w:val="clear" w:color="auto" w:fill="FFFFFF"/>
        </w:rPr>
        <w:t>4.0</w:t>
      </w:r>
      <w:r>
        <w:t xml:space="preserve"> and the </w:t>
      </w:r>
      <w:r>
        <w:rPr>
          <w:rStyle w:val="Datatype"/>
        </w:rPr>
        <w:t>EntityId</w:t>
      </w:r>
      <w:r>
        <w:t xml:space="preserve"> header for response with an </w:t>
      </w:r>
      <w:r>
        <w:rPr>
          <w:rFonts w:ascii="Courier New" w:hAnsi="Courier New" w:cs="Courier New"/>
          <w:shd w:val="clear" w:color="auto" w:fill="FFFFFF"/>
        </w:rPr>
        <w:t>OData.Version</w:t>
      </w:r>
      <w:r>
        <w:t xml:space="preserve"> header of </w:t>
      </w:r>
      <w:r>
        <w:rPr>
          <w:rFonts w:ascii="Courier New" w:hAnsi="Courier New" w:cs="Courier New"/>
          <w:shd w:val="clear" w:color="auto" w:fill="FFFFFF"/>
        </w:rPr>
        <w:t>4.01</w:t>
      </w:r>
      <w:r>
        <w:t xml:space="preserve"> or greater, and MAY return both </w:t>
      </w:r>
      <w:r>
        <w:rPr>
          <w:rStyle w:val="Datatype"/>
        </w:rPr>
        <w:t>EntityId</w:t>
      </w:r>
      <w:r>
        <w:t xml:space="preserve"> and </w:t>
      </w:r>
      <w:r>
        <w:rPr>
          <w:rStyle w:val="Datatype"/>
        </w:rPr>
        <w:t>OData-EntityId</w:t>
      </w:r>
      <w:r>
        <w:t xml:space="preserve"> headers in the same response.</w:t>
      </w:r>
    </w:p>
    <w:bookmarkStart w:id="305" w:name="sec_HeaderETag"/>
    <w:p w14:paraId="1CA19244" w14:textId="77777777" w:rsidR="00752DAA" w:rsidRDefault="00752DAA" w:rsidP="006C1EBF">
      <w:pPr>
        <w:pStyle w:val="Heading3"/>
        <w:numPr>
          <w:ilvl w:val="2"/>
          <w:numId w:val="2"/>
        </w:numPr>
        <w:tabs>
          <w:tab w:val="left" w:pos="567"/>
        </w:tabs>
      </w:pPr>
      <w:r>
        <w:fldChar w:fldCharType="begin"/>
      </w:r>
      <w:r>
        <w:instrText xml:space="preserve"> HYPERLINK  \l "sec_HeaderETag" </w:instrText>
      </w:r>
      <w:r>
        <w:fldChar w:fldCharType="separate"/>
      </w:r>
      <w:bookmarkStart w:id="306" w:name="_Toc494885006"/>
      <w:bookmarkStart w:id="307" w:name="_Toc494356753"/>
      <w:r w:rsidRPr="004A50BC">
        <w:rPr>
          <w:rStyle w:val="Hyperlink"/>
        </w:rPr>
        <w:t xml:space="preserve">Header </w:t>
      </w:r>
      <w:r w:rsidRPr="004A50BC">
        <w:rPr>
          <w:rStyle w:val="Hyperlink"/>
          <w:rFonts w:ascii="Courier New" w:hAnsi="Courier New"/>
        </w:rPr>
        <w:t>ETag</w:t>
      </w:r>
      <w:bookmarkEnd w:id="299"/>
      <w:bookmarkEnd w:id="305"/>
      <w:bookmarkEnd w:id="306"/>
      <w:bookmarkEnd w:id="307"/>
      <w:r>
        <w:fldChar w:fldCharType="end"/>
      </w:r>
    </w:p>
    <w:p w14:paraId="7D74FC69" w14:textId="77777777" w:rsidR="00752DAA" w:rsidRDefault="00752DAA" w:rsidP="00752DAA">
      <w:r>
        <w:t xml:space="preserve">A response MAY include an </w:t>
      </w:r>
      <w:r w:rsidRPr="00B94CA8">
        <w:rPr>
          <w:rStyle w:val="Datatype"/>
        </w:rPr>
        <w:t>ETag</w:t>
      </w:r>
      <w:r>
        <w:t xml:space="preserve"> header, see </w:t>
      </w:r>
      <w:hyperlink w:anchor="HTTPConditional" w:history="1">
        <w:r w:rsidRPr="004F67CB">
          <w:rPr>
            <w:rStyle w:val="Hyperlink"/>
            <w:b/>
          </w:rPr>
          <w:t>[RFC7232]</w:t>
        </w:r>
      </w:hyperlink>
      <w:r>
        <w:t>. Services MUST include this header if they require an ETag to be specified when modifying the resource.</w:t>
      </w:r>
    </w:p>
    <w:p w14:paraId="0C0453D0" w14:textId="77777777" w:rsidR="00752DAA" w:rsidRDefault="00752DAA" w:rsidP="00752DAA">
      <w:r>
        <w:t xml:space="preserve">Services MUST support specifying the value returned in the </w:t>
      </w:r>
      <w:r>
        <w:rPr>
          <w:rStyle w:val="VerbatimChar"/>
          <w:rFonts w:eastAsia="Cambria"/>
        </w:rPr>
        <w:t>ETag</w:t>
      </w:r>
      <w:r>
        <w:t xml:space="preserve"> header in an </w:t>
      </w:r>
      <w:hyperlink w:anchor="sec_HeaderIfNoneMatch">
        <w:r w:rsidRPr="00600625">
          <w:rPr>
            <w:rStyle w:val="Hyperlink"/>
            <w:rFonts w:ascii="Courier New" w:hAnsi="Courier New"/>
          </w:rPr>
          <w:t>If-None-Match</w:t>
        </w:r>
      </w:hyperlink>
      <w:r>
        <w:t xml:space="preserve"> header of a subsequent </w:t>
      </w:r>
      <w:hyperlink w:anchor="sec_RequestingData" w:history="1">
        <w:r w:rsidRPr="000B48E4">
          <w:rPr>
            <w:rStyle w:val="Hyperlink"/>
          </w:rPr>
          <w:t>Data Request</w:t>
        </w:r>
      </w:hyperlink>
      <w:r>
        <w:t xml:space="preserve"> for the resource. Clients MUST specify the value returned in the </w:t>
      </w:r>
      <w:r>
        <w:rPr>
          <w:rStyle w:val="VerbatimChar"/>
          <w:rFonts w:eastAsia="Cambria"/>
        </w:rPr>
        <w:t>ETag</w:t>
      </w:r>
      <w:r>
        <w:t xml:space="preserve"> header, or star (</w:t>
      </w:r>
      <w:r>
        <w:rPr>
          <w:rStyle w:val="Datatype"/>
        </w:rPr>
        <w:t>*</w:t>
      </w:r>
      <w:r>
        <w:t xml:space="preserve">), in an </w:t>
      </w:r>
      <w:hyperlink w:anchor="sec_HeaderIfMatch">
        <w:r w:rsidRPr="00600625">
          <w:rPr>
            <w:rStyle w:val="Hyperlink"/>
            <w:rFonts w:ascii="Courier New" w:hAnsi="Courier New"/>
          </w:rPr>
          <w:t>If-Match</w:t>
        </w:r>
      </w:hyperlink>
      <w:r>
        <w:t xml:space="preserve"> header of a subsequent </w:t>
      </w:r>
      <w:hyperlink w:anchor="sec_DataModification" w:history="1">
        <w:hyperlink w:anchor="sec_DataModification" w:history="1">
          <w:r w:rsidRPr="00130E4B">
            <w:rPr>
              <w:rStyle w:val="Hyperlink"/>
            </w:rPr>
            <w:t>Data Modification Request</w:t>
          </w:r>
        </w:hyperlink>
      </w:hyperlink>
      <w:r>
        <w:t xml:space="preserve"> or </w:t>
      </w:r>
      <w:hyperlink w:anchor="sec_Actions" w:history="1">
        <w:r w:rsidRPr="002C42AC">
          <w:rPr>
            <w:rStyle w:val="Hyperlink"/>
          </w:rPr>
          <w:t>Action Request</w:t>
        </w:r>
      </w:hyperlink>
      <w:r>
        <w:t xml:space="preserve"> in order to apply </w:t>
      </w:r>
      <w:hyperlink w:anchor="sec_UseofETagsforAvoidingUpdateConflicts" w:history="1">
        <w:r w:rsidRPr="005C6E05">
          <w:rPr>
            <w:rStyle w:val="Hyperlink"/>
          </w:rPr>
          <w:t>optimistic concurrency</w:t>
        </w:r>
      </w:hyperlink>
      <w:r>
        <w:t xml:space="preserve"> in updating, deleting, or invoking an action bound to the resource.</w:t>
      </w:r>
    </w:p>
    <w:p w14:paraId="1D101C38" w14:textId="77777777" w:rsidR="00752DAA" w:rsidRDefault="00752DAA" w:rsidP="00752DAA">
      <w:r>
        <w:t xml:space="preserve">As OData allows multiple formats for representing the same structured information, services SHOULD use weak ETags that only depend on the representation-independent entity state. A strong ETag MUST change whenever the representation of an entity changes, so it has to depend on the </w:t>
      </w:r>
      <w:hyperlink w:anchor="sec_HeaderContentType" w:history="1">
        <w:r w:rsidRPr="00542CEE">
          <w:rPr>
            <w:rStyle w:val="Hyperlink"/>
            <w:rFonts w:ascii="Courier New" w:hAnsi="Courier New"/>
          </w:rPr>
          <w:t>Content-Type</w:t>
        </w:r>
      </w:hyperlink>
      <w:r>
        <w:t xml:space="preserve">, the </w:t>
      </w:r>
      <w:hyperlink w:anchor="sec_HeaderContentEncoding" w:history="1">
        <w:r w:rsidRPr="00132623">
          <w:rPr>
            <w:rStyle w:val="Hyperlink"/>
            <w:rFonts w:ascii="Courier New" w:hAnsi="Courier New"/>
          </w:rPr>
          <w:t>Content-Encoding</w:t>
        </w:r>
      </w:hyperlink>
      <w:r>
        <w:t>, and potentially other characteristics of the response.</w:t>
      </w:r>
    </w:p>
    <w:p w14:paraId="0E175907" w14:textId="77777777" w:rsidR="00752DAA" w:rsidRDefault="00752DAA" w:rsidP="00752DAA">
      <w:bookmarkStart w:id="308" w:name="_The_Location_Header"/>
      <w:bookmarkEnd w:id="308"/>
      <w:r>
        <w:t xml:space="preserve">An </w:t>
      </w:r>
      <w:r w:rsidRPr="006A6FCC">
        <w:rPr>
          <w:rStyle w:val="Datatype"/>
        </w:rPr>
        <w:t>ETag</w:t>
      </w:r>
      <w:r>
        <w:t xml:space="preserve"> header MAY also be returned on a </w:t>
      </w:r>
      <w:hyperlink w:anchor="sec_MetadataDocumentRequest" w:history="1">
        <w:r w:rsidRPr="003F51CE">
          <w:rPr>
            <w:rStyle w:val="Hyperlink"/>
          </w:rPr>
          <w:t xml:space="preserve">metadata </w:t>
        </w:r>
        <w:r>
          <w:rPr>
            <w:rStyle w:val="Hyperlink"/>
          </w:rPr>
          <w:t xml:space="preserve">document </w:t>
        </w:r>
        <w:r w:rsidRPr="003F51CE">
          <w:rPr>
            <w:rStyle w:val="Hyperlink"/>
          </w:rPr>
          <w:t>request</w:t>
        </w:r>
      </w:hyperlink>
      <w:r>
        <w:t xml:space="preserve"> or </w:t>
      </w:r>
      <w:hyperlink w:anchor="sec_ServiceDocumentRequest" w:history="1">
        <w:r w:rsidRPr="00600625">
          <w:rPr>
            <w:rStyle w:val="Hyperlink"/>
          </w:rPr>
          <w:t>service document request</w:t>
        </w:r>
      </w:hyperlink>
      <w:r>
        <w:t xml:space="preserve"> to allow the client subsequently to make a conditional request for the metadata or service document. Clients can also compare the value of the </w:t>
      </w:r>
      <w:r w:rsidRPr="006A6FCC">
        <w:rPr>
          <w:rStyle w:val="Datatype"/>
        </w:rPr>
        <w:t>ETag</w:t>
      </w:r>
      <w:r>
        <w:t xml:space="preserve"> header returned from a metadata document request to the metadata ETag returned in a response in order to verify the version of the metadata used to generate that response.</w:t>
      </w:r>
    </w:p>
    <w:p w14:paraId="30BF1C5D" w14:textId="77777777" w:rsidR="00752DAA" w:rsidRDefault="00752DAA" w:rsidP="00752DAA">
      <w:r>
        <w:t xml:space="preserve">The </w:t>
      </w:r>
      <w:r>
        <w:rPr>
          <w:rStyle w:val="Datatype"/>
        </w:rPr>
        <w:t>ETag</w:t>
      </w:r>
      <w:r>
        <w:t xml:space="preserve"> header SHOULD NOT be included for the overall batch response, but MAY be included in individual responses within a batch.</w:t>
      </w:r>
    </w:p>
    <w:bookmarkStart w:id="309" w:name="_Header_Location"/>
    <w:bookmarkStart w:id="310" w:name="_Toc477876592"/>
    <w:bookmarkStart w:id="311" w:name="sec_HeaderLocation"/>
    <w:bookmarkEnd w:id="309"/>
    <w:p w14:paraId="2EAFE5D1" w14:textId="77777777" w:rsidR="00752DAA" w:rsidRPr="00981C96" w:rsidRDefault="00752DAA" w:rsidP="006C1EBF">
      <w:pPr>
        <w:pStyle w:val="Heading3"/>
        <w:numPr>
          <w:ilvl w:val="2"/>
          <w:numId w:val="2"/>
        </w:numPr>
        <w:tabs>
          <w:tab w:val="left" w:pos="567"/>
        </w:tabs>
      </w:pPr>
      <w:r>
        <w:fldChar w:fldCharType="begin"/>
      </w:r>
      <w:r>
        <w:instrText xml:space="preserve"> HYPERLINK  \l "sec_HeaderLocation" </w:instrText>
      </w:r>
      <w:r>
        <w:fldChar w:fldCharType="separate"/>
      </w:r>
      <w:bookmarkStart w:id="312" w:name="_Toc494885007"/>
      <w:bookmarkStart w:id="313" w:name="_Toc494356754"/>
      <w:r w:rsidRPr="004A50BC">
        <w:rPr>
          <w:rStyle w:val="Hyperlink"/>
        </w:rPr>
        <w:t xml:space="preserve">Header </w:t>
      </w:r>
      <w:r w:rsidRPr="004A50BC">
        <w:rPr>
          <w:rStyle w:val="Hyperlink"/>
          <w:rFonts w:ascii="Courier New" w:hAnsi="Courier New"/>
        </w:rPr>
        <w:t>Location</w:t>
      </w:r>
      <w:bookmarkEnd w:id="310"/>
      <w:bookmarkEnd w:id="311"/>
      <w:bookmarkEnd w:id="312"/>
      <w:bookmarkEnd w:id="313"/>
      <w:r>
        <w:fldChar w:fldCharType="end"/>
      </w:r>
    </w:p>
    <w:p w14:paraId="2D104816" w14:textId="77777777" w:rsidR="00752DAA" w:rsidRDefault="00752DAA" w:rsidP="00752DAA">
      <w:r w:rsidRPr="00981C96">
        <w:t xml:space="preserve">The </w:t>
      </w:r>
      <w:r w:rsidRPr="00FD3A03">
        <w:rPr>
          <w:rFonts w:ascii="Courier New" w:hAnsi="Courier New"/>
        </w:rPr>
        <w:t>Location</w:t>
      </w:r>
      <w:r w:rsidRPr="00981C96">
        <w:t xml:space="preserve"> header </w:t>
      </w:r>
      <w:r>
        <w:t xml:space="preserve">MUST be returned in the response from a </w:t>
      </w:r>
      <w:hyperlink w:anchor="sec_CreateanEntity" w:history="1">
        <w:r w:rsidRPr="008B3116">
          <w:rPr>
            <w:rStyle w:val="Hyperlink"/>
          </w:rPr>
          <w:t>Create Entity</w:t>
        </w:r>
      </w:hyperlink>
      <w:r>
        <w:t xml:space="preserve"> or </w:t>
      </w:r>
      <w:hyperlink w:anchor="sec_CreateaMediaEntity" w:history="1">
        <w:r w:rsidRPr="00111742">
          <w:rPr>
            <w:rStyle w:val="Hyperlink"/>
          </w:rPr>
          <w:t>Create Media Entity</w:t>
        </w:r>
      </w:hyperlink>
      <w:r>
        <w:t xml:space="preserve"> request</w:t>
      </w:r>
      <w:r w:rsidRPr="00981C96">
        <w:t xml:space="preserve"> to specify the </w:t>
      </w:r>
      <w:r>
        <w:t xml:space="preserve">edit </w:t>
      </w:r>
      <w:r w:rsidRPr="00981C96">
        <w:t>URL</w:t>
      </w:r>
      <w:r>
        <w:t>, or for read-only entities the read URL,</w:t>
      </w:r>
      <w:r w:rsidRPr="00981C96">
        <w:t xml:space="preserve"> of </w:t>
      </w:r>
      <w:r>
        <w:t>the created</w:t>
      </w:r>
      <w:r w:rsidRPr="00981C96">
        <w:t xml:space="preserve"> entity</w:t>
      </w:r>
      <w:r>
        <w:t xml:space="preserve">, and in responses returning </w:t>
      </w:r>
      <w:hyperlink w:anchor="sec_ResponseCode202Accepted" w:history="1">
        <w:r w:rsidRPr="00981C96">
          <w:rPr>
            <w:rStyle w:val="Hyperlink"/>
            <w:rFonts w:ascii="Courier New" w:hAnsi="Courier New" w:cs="Courier New"/>
          </w:rPr>
          <w:t>202 Accepted</w:t>
        </w:r>
      </w:hyperlink>
      <w:r>
        <w:t xml:space="preserve"> to specify</w:t>
      </w:r>
      <w:r w:rsidRPr="00981C96">
        <w:t xml:space="preserve"> the URL</w:t>
      </w:r>
      <w:r>
        <w:t xml:space="preserve"> that the client can use </w:t>
      </w:r>
      <w:r w:rsidRPr="00981C96">
        <w:t xml:space="preserve">to </w:t>
      </w:r>
      <w:r>
        <w:t>request</w:t>
      </w:r>
      <w:r w:rsidRPr="00981C96">
        <w:t xml:space="preserve"> the status of an asynchronous </w:t>
      </w:r>
      <w:r>
        <w:t>request</w:t>
      </w:r>
      <w:r w:rsidRPr="00981C96">
        <w:t>.</w:t>
      </w:r>
    </w:p>
    <w:p w14:paraId="64AA4091" w14:textId="77777777" w:rsidR="00752DAA" w:rsidRDefault="00752DAA" w:rsidP="00752DAA">
      <w:r>
        <w:t xml:space="preserve">The </w:t>
      </w:r>
      <w:r>
        <w:rPr>
          <w:rStyle w:val="Datatype"/>
        </w:rPr>
        <w:t>Location</w:t>
      </w:r>
      <w:r>
        <w:t xml:space="preserve"> header SHOULD NOT be included for the overall batch response, but MAY be included in individual responses within a batch.</w:t>
      </w:r>
    </w:p>
    <w:bookmarkStart w:id="314" w:name="_The_Preference-Applied_Header"/>
    <w:bookmarkStart w:id="315" w:name="_Header_OData-EntityId"/>
    <w:bookmarkStart w:id="316" w:name="_Header_Preference-Applied"/>
    <w:bookmarkStart w:id="317" w:name="_Toc477876594"/>
    <w:bookmarkStart w:id="318" w:name="sec_HeaderPreferenceApplied"/>
    <w:bookmarkEnd w:id="314"/>
    <w:bookmarkEnd w:id="315"/>
    <w:bookmarkEnd w:id="316"/>
    <w:p w14:paraId="727BECF0" w14:textId="77777777" w:rsidR="00752DAA" w:rsidRDefault="00752DAA" w:rsidP="006C1EBF">
      <w:pPr>
        <w:pStyle w:val="Heading3"/>
        <w:numPr>
          <w:ilvl w:val="2"/>
          <w:numId w:val="2"/>
        </w:numPr>
        <w:tabs>
          <w:tab w:val="left" w:pos="567"/>
        </w:tabs>
      </w:pPr>
      <w:r>
        <w:fldChar w:fldCharType="begin"/>
      </w:r>
      <w:r>
        <w:instrText xml:space="preserve"> HYPERLINK  \l "sec_HeaderPreferenceApplied" </w:instrText>
      </w:r>
      <w:r>
        <w:fldChar w:fldCharType="separate"/>
      </w:r>
      <w:bookmarkStart w:id="319" w:name="_Toc494885008"/>
      <w:bookmarkStart w:id="320" w:name="_Toc494356755"/>
      <w:r w:rsidRPr="004A50BC">
        <w:rPr>
          <w:rStyle w:val="Hyperlink"/>
        </w:rPr>
        <w:t xml:space="preserve">Header </w:t>
      </w:r>
      <w:r w:rsidRPr="004A50BC">
        <w:rPr>
          <w:rStyle w:val="Hyperlink"/>
          <w:rFonts w:ascii="Courier New" w:hAnsi="Courier New"/>
        </w:rPr>
        <w:t>Preference-Applied</w:t>
      </w:r>
      <w:bookmarkEnd w:id="317"/>
      <w:bookmarkEnd w:id="318"/>
      <w:bookmarkEnd w:id="319"/>
      <w:bookmarkEnd w:id="320"/>
      <w:r>
        <w:fldChar w:fldCharType="end"/>
      </w:r>
    </w:p>
    <w:p w14:paraId="173DB378" w14:textId="77777777" w:rsidR="00752DAA" w:rsidRDefault="00752DAA" w:rsidP="00752DAA">
      <w:r>
        <w:t xml:space="preserve">In a response to a request that specifies a </w:t>
      </w:r>
      <w:hyperlink w:anchor="sec_HeaderPrefer" w:history="1">
        <w:r w:rsidRPr="00EC5E82">
          <w:rPr>
            <w:rStyle w:val="Hyperlink"/>
            <w:rFonts w:ascii="Courier New" w:hAnsi="Courier New" w:cs="Courier New"/>
          </w:rPr>
          <w:t>Prefer</w:t>
        </w:r>
      </w:hyperlink>
      <w:r>
        <w:t xml:space="preserve"> header, a service MAY include a </w:t>
      </w:r>
      <w:r w:rsidRPr="00AA03E9">
        <w:rPr>
          <w:rFonts w:ascii="Courier New" w:hAnsi="Courier New" w:cs="Courier New"/>
        </w:rPr>
        <w:t>Preference-Applied</w:t>
      </w:r>
      <w:r>
        <w:t xml:space="preserve"> header, as defined in </w:t>
      </w:r>
      <w:hyperlink w:anchor="HTTPPREFER" w:history="1">
        <w:r w:rsidRPr="006B6949">
          <w:rPr>
            <w:rStyle w:val="Hyperlink"/>
            <w:b/>
          </w:rPr>
          <w:t>[RFC7240]</w:t>
        </w:r>
      </w:hyperlink>
      <w:r>
        <w:t>, specifying how individual preferences within the request were handled.</w:t>
      </w:r>
    </w:p>
    <w:p w14:paraId="351AB4DF" w14:textId="77777777" w:rsidR="00752DAA" w:rsidRDefault="00752DAA" w:rsidP="00752DAA">
      <w:r>
        <w:t xml:space="preserve">The value of the </w:t>
      </w:r>
      <w:r w:rsidRPr="00AA03E9">
        <w:rPr>
          <w:rFonts w:ascii="Courier New" w:hAnsi="Courier New" w:cs="Courier New"/>
        </w:rPr>
        <w:t>Preference-Applied</w:t>
      </w:r>
      <w:r>
        <w:t xml:space="preserve"> header is a comma-separated list of preferences applied in the response. For more information on the individual preferences, see the </w:t>
      </w:r>
      <w:hyperlink w:anchor="sec_HeaderPrefer" w:history="1">
        <w:r w:rsidRPr="00EC5E82">
          <w:rPr>
            <w:rStyle w:val="Hyperlink"/>
            <w:rFonts w:ascii="Courier New" w:hAnsi="Courier New" w:cs="Courier New"/>
          </w:rPr>
          <w:t>Prefer</w:t>
        </w:r>
      </w:hyperlink>
      <w:r>
        <w:t xml:space="preserve"> header.</w:t>
      </w:r>
    </w:p>
    <w:p w14:paraId="5C99A447" w14:textId="77777777" w:rsidR="00752DAA" w:rsidRDefault="00752DAA" w:rsidP="00752DAA">
      <w:r>
        <w:lastRenderedPageBreak/>
        <w:t>If the</w:t>
      </w:r>
      <w:r w:rsidRPr="007F516E">
        <w:t xml:space="preserve"> </w:t>
      </w:r>
      <w:r>
        <w:rPr>
          <w:rFonts w:ascii="Courier New" w:hAnsi="Courier New" w:cs="Courier New"/>
          <w:shd w:val="clear" w:color="auto" w:fill="FFFFFF"/>
        </w:rPr>
        <w:t>Preference-Applied</w:t>
      </w:r>
      <w:r>
        <w:t xml:space="preserve"> header is specified on an individual response within a batch, then it specifies the preferences applied to that individual response.</w:t>
      </w:r>
      <w:r w:rsidRPr="004E12AF">
        <w:t xml:space="preserve"> </w:t>
      </w:r>
      <w:r>
        <w:t>If the</w:t>
      </w:r>
      <w:r w:rsidRPr="007F516E">
        <w:t xml:space="preserve"> </w:t>
      </w:r>
      <w:r>
        <w:rPr>
          <w:rFonts w:ascii="Courier New" w:hAnsi="Courier New" w:cs="Courier New"/>
          <w:shd w:val="clear" w:color="auto" w:fill="FFFFFF"/>
        </w:rPr>
        <w:t>Preference-Applied</w:t>
      </w:r>
      <w:r>
        <w:t xml:space="preserve"> header is specified on a batch response, then it specifies the preferences applied to the overall batch.</w:t>
      </w:r>
      <w:r w:rsidDel="006B58A6">
        <w:t xml:space="preserve"> </w:t>
      </w:r>
    </w:p>
    <w:bookmarkStart w:id="321" w:name="_The_Prefer_Header"/>
    <w:bookmarkStart w:id="322" w:name="_The_Retry-After_Header"/>
    <w:bookmarkStart w:id="323" w:name="_Toc477876595"/>
    <w:bookmarkStart w:id="324" w:name="sec_HeaderRetryAfter"/>
    <w:bookmarkEnd w:id="321"/>
    <w:bookmarkEnd w:id="322"/>
    <w:p w14:paraId="0D402CC2" w14:textId="77777777" w:rsidR="00752DAA" w:rsidRDefault="00752DAA" w:rsidP="006C1EBF">
      <w:pPr>
        <w:pStyle w:val="Heading3"/>
        <w:numPr>
          <w:ilvl w:val="2"/>
          <w:numId w:val="2"/>
        </w:numPr>
        <w:tabs>
          <w:tab w:val="left" w:pos="567"/>
        </w:tabs>
      </w:pPr>
      <w:r>
        <w:fldChar w:fldCharType="begin"/>
      </w:r>
      <w:r>
        <w:instrText xml:space="preserve"> HYPERLINK  \l "sec_HeaderRetryAfter" </w:instrText>
      </w:r>
      <w:r>
        <w:fldChar w:fldCharType="separate"/>
      </w:r>
      <w:bookmarkStart w:id="325" w:name="_Toc494885009"/>
      <w:bookmarkStart w:id="326" w:name="_Toc494356756"/>
      <w:r w:rsidRPr="004A50BC">
        <w:rPr>
          <w:rStyle w:val="Hyperlink"/>
        </w:rPr>
        <w:t xml:space="preserve">Header </w:t>
      </w:r>
      <w:r w:rsidRPr="004A50BC">
        <w:rPr>
          <w:rStyle w:val="Hyperlink"/>
          <w:rFonts w:ascii="Courier New" w:hAnsi="Courier New"/>
        </w:rPr>
        <w:t>Retry-After</w:t>
      </w:r>
      <w:bookmarkEnd w:id="323"/>
      <w:bookmarkEnd w:id="324"/>
      <w:bookmarkEnd w:id="325"/>
      <w:bookmarkEnd w:id="326"/>
      <w:r>
        <w:fldChar w:fldCharType="end"/>
      </w:r>
    </w:p>
    <w:p w14:paraId="7201D6B4" w14:textId="77777777" w:rsidR="00752DAA" w:rsidRDefault="00752DAA" w:rsidP="00752DAA">
      <w:r>
        <w:t xml:space="preserve">A service MAY include a </w:t>
      </w:r>
      <w:r w:rsidRPr="0056491D">
        <w:rPr>
          <w:rStyle w:val="Datatype"/>
        </w:rPr>
        <w:t>Retry-After</w:t>
      </w:r>
      <w:r>
        <w:t xml:space="preserve"> header, as defined in </w:t>
      </w:r>
      <w:hyperlink w:anchor="HTTPSemantic" w:history="1">
        <w:r w:rsidRPr="00CE1171">
          <w:rPr>
            <w:rStyle w:val="Hyperlink"/>
            <w:b/>
          </w:rPr>
          <w:t>[RFC7231]</w:t>
        </w:r>
      </w:hyperlink>
      <w:r>
        <w:rPr>
          <w:rStyle w:val="Hyperlink"/>
          <w:b/>
        </w:rPr>
        <w:t>,</w:t>
      </w:r>
      <w:r>
        <w:t xml:space="preserve"> in </w:t>
      </w:r>
      <w:hyperlink w:anchor="sec_ResponseCode202Accepted" w:history="1">
        <w:r w:rsidRPr="00B94CA8">
          <w:rPr>
            <w:rStyle w:val="Hyperlink"/>
            <w:rFonts w:ascii="Courier New" w:hAnsi="Courier New" w:cs="Courier New"/>
          </w:rPr>
          <w:t>202 Accepted</w:t>
        </w:r>
      </w:hyperlink>
      <w:r>
        <w:t xml:space="preserve"> and</w:t>
      </w:r>
      <w:r w:rsidDel="00EF3E55">
        <w:t xml:space="preserve"> </w:t>
      </w:r>
      <w:r>
        <w:t xml:space="preserve">in </w:t>
      </w:r>
      <w:hyperlink w:anchor="sec_ResponseCode3xxRedirection" w:history="1">
        <w:r w:rsidRPr="00EF3E55">
          <w:rPr>
            <w:rStyle w:val="Hyperlink"/>
            <w:rFonts w:ascii="Courier New" w:hAnsi="Courier New" w:cs="Courier New"/>
          </w:rPr>
          <w:t>3xx Redirect</w:t>
        </w:r>
      </w:hyperlink>
      <w:r w:rsidRPr="00EF3E55">
        <w:t xml:space="preserve"> </w:t>
      </w:r>
      <w:r>
        <w:t>responses</w:t>
      </w:r>
    </w:p>
    <w:p w14:paraId="4B96BB7D" w14:textId="77777777" w:rsidR="00752DAA" w:rsidRDefault="00752DAA" w:rsidP="00752DAA">
      <w:r>
        <w:t xml:space="preserve">The </w:t>
      </w:r>
      <w:r w:rsidRPr="0056491D">
        <w:rPr>
          <w:rStyle w:val="Datatype"/>
        </w:rPr>
        <w:t>Retry-After</w:t>
      </w:r>
      <w:r>
        <w:t xml:space="preserve"> header specifies the duration of </w:t>
      </w:r>
      <w:r w:rsidRPr="00414D78">
        <w:t>time, in seconds,</w:t>
      </w:r>
      <w:r>
        <w:t xml:space="preserve"> that the client is asked to wait before retrying the request or issuing a request to the resource returned as the value of the </w:t>
      </w:r>
      <w:hyperlink w:anchor="sec_HeaderLocation" w:history="1">
        <w:r w:rsidRPr="0061284C">
          <w:rPr>
            <w:rStyle w:val="Hyperlink"/>
            <w:rFonts w:ascii="Courier New" w:hAnsi="Courier New" w:cs="Courier New"/>
          </w:rPr>
          <w:t>Location</w:t>
        </w:r>
        <w:r w:rsidRPr="0061284C">
          <w:rPr>
            <w:rStyle w:val="Hyperlink"/>
          </w:rPr>
          <w:t xml:space="preserve"> header</w:t>
        </w:r>
      </w:hyperlink>
      <w:r>
        <w:t>.</w:t>
      </w:r>
    </w:p>
    <w:bookmarkStart w:id="327" w:name="sec_HeaderVary"/>
    <w:p w14:paraId="70A38D3D" w14:textId="77777777" w:rsidR="00752DAA" w:rsidRDefault="00752DAA" w:rsidP="006C1EBF">
      <w:pPr>
        <w:pStyle w:val="Heading3"/>
        <w:numPr>
          <w:ilvl w:val="2"/>
          <w:numId w:val="2"/>
        </w:numPr>
        <w:tabs>
          <w:tab w:val="left" w:pos="567"/>
        </w:tabs>
      </w:pPr>
      <w:r>
        <w:fldChar w:fldCharType="begin"/>
      </w:r>
      <w:r>
        <w:instrText xml:space="preserve"> HYPERLINK  \l "sec_HeaderVary" </w:instrText>
      </w:r>
      <w:r>
        <w:fldChar w:fldCharType="separate"/>
      </w:r>
      <w:bookmarkStart w:id="328" w:name="_Toc494885010"/>
      <w:bookmarkStart w:id="329" w:name="_Toc494356757"/>
      <w:r w:rsidRPr="004A50BC">
        <w:rPr>
          <w:rStyle w:val="Hyperlink"/>
        </w:rPr>
        <w:t xml:space="preserve">Header </w:t>
      </w:r>
      <w:r w:rsidRPr="004A50BC">
        <w:rPr>
          <w:rStyle w:val="Hyperlink"/>
          <w:rFonts w:ascii="Courier New" w:hAnsi="Courier New"/>
        </w:rPr>
        <w:t>Vary</w:t>
      </w:r>
      <w:bookmarkEnd w:id="327"/>
      <w:bookmarkEnd w:id="328"/>
      <w:bookmarkEnd w:id="329"/>
      <w:r>
        <w:fldChar w:fldCharType="end"/>
      </w:r>
    </w:p>
    <w:p w14:paraId="4D6E4D67" w14:textId="77777777" w:rsidR="00752DAA" w:rsidRDefault="00752DAA" w:rsidP="00752DAA">
      <w:r>
        <w:t xml:space="preserve">If a response varies depending on the </w:t>
      </w:r>
      <w:hyperlink w:anchor="sec_HeaderODataVersion" w:history="1">
        <w:r w:rsidRPr="009F1750">
          <w:rPr>
            <w:rStyle w:val="Hyperlink"/>
            <w:rFonts w:ascii="Courier New" w:hAnsi="Courier New"/>
          </w:rPr>
          <w:t>OData-Version</w:t>
        </w:r>
      </w:hyperlink>
      <w:r>
        <w:t xml:space="preserve"> of the response, the service MUST include a </w:t>
      </w:r>
      <w:r w:rsidRPr="00AC684E">
        <w:rPr>
          <w:rStyle w:val="Datatype"/>
        </w:rPr>
        <w:t>Vary</w:t>
      </w:r>
      <w:r>
        <w:t xml:space="preserve"> header listing the </w:t>
      </w:r>
      <w:hyperlink w:anchor="sec_HeaderODataMaxVersion" w:history="1">
        <w:r w:rsidRPr="009F1750">
          <w:rPr>
            <w:rStyle w:val="Hyperlink"/>
            <w:rFonts w:ascii="Courier New" w:hAnsi="Courier New"/>
          </w:rPr>
          <w:t>OData-MaxVersion</w:t>
        </w:r>
      </w:hyperlink>
      <w:r>
        <w:t xml:space="preserve"> request header field to allow correct caching of the response.</w:t>
      </w:r>
    </w:p>
    <w:p w14:paraId="1B9C4628" w14:textId="77777777" w:rsidR="00752DAA" w:rsidRDefault="00752DAA" w:rsidP="00752DAA">
      <w:r>
        <w:t>If a response varies depending on the applied preferences (</w:t>
      </w:r>
      <w:hyperlink w:anchor="sec_Preferenceallowentityreferencesodata" w:history="1">
        <w:r w:rsidRPr="00CC05F0">
          <w:rPr>
            <w:rStyle w:val="Hyperlink"/>
            <w:rFonts w:ascii="Courier New" w:hAnsi="Courier New"/>
          </w:rPr>
          <w:t>allow-entityreferences</w:t>
        </w:r>
      </w:hyperlink>
      <w:r>
        <w:t xml:space="preserve">, </w:t>
      </w:r>
      <w:hyperlink w:anchor="sec_Preferenceincludeannotationsodatainc" w:history="1">
        <w:r w:rsidRPr="00CC05F0">
          <w:rPr>
            <w:rStyle w:val="Hyperlink"/>
            <w:rFonts w:ascii="Courier New" w:hAnsi="Courier New"/>
          </w:rPr>
          <w:t>include-annotations</w:t>
        </w:r>
      </w:hyperlink>
      <w:r>
        <w:t xml:space="preserve">, </w:t>
      </w:r>
      <w:hyperlink w:anchor="sec_Preferenceomitvalues" w:history="1">
        <w:r w:rsidRPr="00CC05F0">
          <w:rPr>
            <w:rStyle w:val="Hyperlink"/>
            <w:rFonts w:ascii="Courier New" w:hAnsi="Courier New"/>
          </w:rPr>
          <w:t>omit-values</w:t>
        </w:r>
      </w:hyperlink>
      <w:r w:rsidRPr="009F1750">
        <w:rPr>
          <w:rStyle w:val="Datatype"/>
          <w:rFonts w:ascii="Arial" w:hAnsi="Arial" w:cs="Arial"/>
        </w:rPr>
        <w:t xml:space="preserve">, </w:t>
      </w:r>
      <w:hyperlink w:anchor="sec_Preferencereturnrepresentationandret" w:history="1">
        <w:r w:rsidRPr="009F1750">
          <w:rPr>
            <w:rStyle w:val="Hyperlink"/>
            <w:rFonts w:ascii="Courier New" w:hAnsi="Courier New"/>
          </w:rPr>
          <w:t>return</w:t>
        </w:r>
      </w:hyperlink>
      <w:r>
        <w:t xml:space="preserve">), the service MUST include a </w:t>
      </w:r>
      <w:r w:rsidRPr="00AC684E">
        <w:rPr>
          <w:rStyle w:val="Datatype"/>
        </w:rPr>
        <w:t>Vary</w:t>
      </w:r>
      <w:r>
        <w:t xml:space="preserve"> header listing the </w:t>
      </w:r>
      <w:hyperlink w:anchor="sec_HeaderPrefer" w:history="1">
        <w:r w:rsidRPr="00AC684E">
          <w:rPr>
            <w:rStyle w:val="Hyperlink"/>
            <w:rFonts w:ascii="Courier New" w:hAnsi="Courier New" w:cs="Courier New"/>
          </w:rPr>
          <w:t>Prefer</w:t>
        </w:r>
      </w:hyperlink>
      <w:r>
        <w:t xml:space="preserve"> request header field to allow correct caching of the response. </w:t>
      </w:r>
    </w:p>
    <w:p w14:paraId="553C28EC" w14:textId="77777777" w:rsidR="00752DAA" w:rsidRDefault="00752DAA" w:rsidP="00752DAA">
      <w:r>
        <w:t xml:space="preserve">Alternatively, the server MAY include a </w:t>
      </w:r>
      <w:r w:rsidRPr="00AC684E">
        <w:rPr>
          <w:rStyle w:val="Datatype"/>
        </w:rPr>
        <w:t>Vary</w:t>
      </w:r>
      <w:r>
        <w:t xml:space="preserve"> header with the special value </w:t>
      </w:r>
      <w:r w:rsidRPr="00AC684E">
        <w:rPr>
          <w:rStyle w:val="Datatype"/>
        </w:rPr>
        <w:t>*</w:t>
      </w:r>
      <w:r>
        <w:t xml:space="preserve"> as defined by </w:t>
      </w:r>
      <w:hyperlink w:anchor="HTTPSemantic" w:history="1">
        <w:r w:rsidRPr="00CE1171">
          <w:rPr>
            <w:rStyle w:val="Hyperlink"/>
            <w:b/>
          </w:rPr>
          <w:t>[RFC7231]</w:t>
        </w:r>
      </w:hyperlink>
      <w:r>
        <w:t xml:space="preserve">, Section 8.2.1. Note that this will make it impossible for a proxy to cache the response, see </w:t>
      </w:r>
      <w:hyperlink w:anchor="HTTPPREFER" w:history="1">
        <w:r w:rsidRPr="006B6949">
          <w:rPr>
            <w:rStyle w:val="Hyperlink"/>
            <w:b/>
          </w:rPr>
          <w:t>[RFC7240]</w:t>
        </w:r>
      </w:hyperlink>
      <w:r>
        <w:rPr>
          <w:rStyle w:val="Hyperlink"/>
          <w:b/>
        </w:rPr>
        <w:t>.</w:t>
      </w:r>
    </w:p>
    <w:bookmarkStart w:id="330" w:name="_Toc479151427"/>
    <w:bookmarkStart w:id="331" w:name="_AsyncResult"/>
    <w:bookmarkStart w:id="332" w:name="_Header_AsyncResult"/>
    <w:bookmarkStart w:id="333" w:name="_Common_Response_Status"/>
    <w:bookmarkStart w:id="334" w:name="_Toc477876597"/>
    <w:bookmarkStart w:id="335" w:name="sec_CommonResponseStatusCodes"/>
    <w:bookmarkEnd w:id="330"/>
    <w:bookmarkEnd w:id="331"/>
    <w:bookmarkEnd w:id="332"/>
    <w:bookmarkEnd w:id="333"/>
    <w:p w14:paraId="7FFACF01" w14:textId="77777777" w:rsidR="00752DAA" w:rsidRDefault="00752DAA" w:rsidP="006C1EBF">
      <w:pPr>
        <w:pStyle w:val="Heading1"/>
        <w:numPr>
          <w:ilvl w:val="0"/>
          <w:numId w:val="2"/>
        </w:numPr>
        <w:tabs>
          <w:tab w:val="clear" w:pos="432"/>
          <w:tab w:val="left" w:pos="567"/>
        </w:tabs>
        <w:ind w:left="397" w:hanging="397"/>
      </w:pPr>
      <w:r>
        <w:lastRenderedPageBreak/>
        <w:fldChar w:fldCharType="begin"/>
      </w:r>
      <w:r>
        <w:instrText xml:space="preserve"> HYPERLINK  \l "sec_CommonResponseStatusCodes" </w:instrText>
      </w:r>
      <w:r>
        <w:fldChar w:fldCharType="separate"/>
      </w:r>
      <w:bookmarkStart w:id="336" w:name="_Toc494885011"/>
      <w:bookmarkStart w:id="337" w:name="_Toc494356758"/>
      <w:r w:rsidRPr="004A50BC">
        <w:rPr>
          <w:rStyle w:val="Hyperlink"/>
        </w:rPr>
        <w:t>Common Response Status Codes</w:t>
      </w:r>
      <w:bookmarkEnd w:id="334"/>
      <w:bookmarkEnd w:id="335"/>
      <w:bookmarkEnd w:id="336"/>
      <w:bookmarkEnd w:id="337"/>
      <w:r>
        <w:fldChar w:fldCharType="end"/>
      </w:r>
    </w:p>
    <w:p w14:paraId="53E4616F" w14:textId="77777777" w:rsidR="00752DAA" w:rsidRDefault="00752DAA" w:rsidP="00752DAA">
      <w:r>
        <w:t>An OData service MAY respond to any request using any valid HTTP status code appropriate for the request. A service SHOULD be as specific as possible in its choice of HTTP status codes.</w:t>
      </w:r>
    </w:p>
    <w:p w14:paraId="7B7AB3C4" w14:textId="77777777" w:rsidR="00752DAA" w:rsidRDefault="00752DAA" w:rsidP="00752DAA">
      <w:r>
        <w:t>The following represent the most common success response codes. In some cases, a service MAY respond with a more specific success code.</w:t>
      </w:r>
    </w:p>
    <w:bookmarkStart w:id="338" w:name="_Success_Response_Codes"/>
    <w:bookmarkStart w:id="339" w:name="_Toc477876598"/>
    <w:bookmarkStart w:id="340" w:name="sec_SuccessResponses"/>
    <w:bookmarkEnd w:id="338"/>
    <w:p w14:paraId="2D4F5B3E" w14:textId="77777777" w:rsidR="00752DAA" w:rsidRDefault="00752DAA" w:rsidP="006C1EBF">
      <w:pPr>
        <w:pStyle w:val="Heading2"/>
        <w:numPr>
          <w:ilvl w:val="1"/>
          <w:numId w:val="2"/>
        </w:numPr>
        <w:tabs>
          <w:tab w:val="left" w:pos="567"/>
        </w:tabs>
      </w:pPr>
      <w:r>
        <w:fldChar w:fldCharType="begin"/>
      </w:r>
      <w:r>
        <w:instrText xml:space="preserve"> HYPERLINK  \l "sec_SuccessResponses" </w:instrText>
      </w:r>
      <w:r>
        <w:fldChar w:fldCharType="separate"/>
      </w:r>
      <w:bookmarkStart w:id="341" w:name="_Toc494885012"/>
      <w:bookmarkStart w:id="342" w:name="_Toc494356759"/>
      <w:r w:rsidRPr="004A50BC">
        <w:rPr>
          <w:rStyle w:val="Hyperlink"/>
        </w:rPr>
        <w:t>Success Responses</w:t>
      </w:r>
      <w:bookmarkEnd w:id="339"/>
      <w:bookmarkEnd w:id="340"/>
      <w:bookmarkEnd w:id="341"/>
      <w:bookmarkEnd w:id="342"/>
      <w:r>
        <w:fldChar w:fldCharType="end"/>
      </w:r>
    </w:p>
    <w:p w14:paraId="586C28DF" w14:textId="77777777" w:rsidR="00752DAA" w:rsidRDefault="00752DAA" w:rsidP="00752DAA">
      <w:r>
        <w:t>The following response codes represent successful requests.</w:t>
      </w:r>
    </w:p>
    <w:bookmarkStart w:id="343" w:name="_200_OK_Response"/>
    <w:bookmarkStart w:id="344" w:name="_Response_Code_200"/>
    <w:bookmarkStart w:id="345" w:name="_Toc477876599"/>
    <w:bookmarkStart w:id="346" w:name="sec_ResponseCode200OK"/>
    <w:bookmarkEnd w:id="343"/>
    <w:bookmarkEnd w:id="344"/>
    <w:p w14:paraId="4868DA90" w14:textId="77777777" w:rsidR="00752DAA" w:rsidRDefault="00752DAA" w:rsidP="006C1EBF">
      <w:pPr>
        <w:pStyle w:val="Heading3"/>
        <w:numPr>
          <w:ilvl w:val="2"/>
          <w:numId w:val="2"/>
        </w:numPr>
        <w:tabs>
          <w:tab w:val="left" w:pos="567"/>
        </w:tabs>
      </w:pPr>
      <w:r>
        <w:fldChar w:fldCharType="begin"/>
      </w:r>
      <w:r>
        <w:instrText xml:space="preserve"> HYPERLINK  \l "sec_ResponseCode200OK" </w:instrText>
      </w:r>
      <w:r>
        <w:fldChar w:fldCharType="separate"/>
      </w:r>
      <w:bookmarkStart w:id="347" w:name="_Toc494885013"/>
      <w:bookmarkStart w:id="348" w:name="_Toc494356760"/>
      <w:r w:rsidRPr="004A50BC">
        <w:rPr>
          <w:rStyle w:val="Hyperlink"/>
        </w:rPr>
        <w:t xml:space="preserve">Response Code </w:t>
      </w:r>
      <w:r w:rsidRPr="004A50BC">
        <w:rPr>
          <w:rStyle w:val="Hyperlink"/>
          <w:rFonts w:ascii="Courier New" w:hAnsi="Courier New"/>
        </w:rPr>
        <w:t>200 OK</w:t>
      </w:r>
      <w:bookmarkEnd w:id="345"/>
      <w:bookmarkEnd w:id="347"/>
      <w:bookmarkEnd w:id="348"/>
      <w:r w:rsidRPr="004A50BC">
        <w:rPr>
          <w:rStyle w:val="Hyperlink"/>
          <w:rFonts w:ascii="Courier New" w:hAnsi="Courier New"/>
        </w:rPr>
        <w:t xml:space="preserve"> </w:t>
      </w:r>
      <w:r>
        <w:fldChar w:fldCharType="end"/>
      </w:r>
      <w:r>
        <w:t xml:space="preserve"> </w:t>
      </w:r>
      <w:bookmarkEnd w:id="346"/>
    </w:p>
    <w:p w14:paraId="7995A133" w14:textId="77777777" w:rsidR="00752DAA" w:rsidRDefault="00752DAA" w:rsidP="00752DAA">
      <w:r>
        <w:t xml:space="preserve">A request that does not create a resource returns </w:t>
      </w:r>
      <w:r w:rsidRPr="00F81CBC">
        <w:rPr>
          <w:rStyle w:val="Datatype"/>
        </w:rPr>
        <w:t>200 OK</w:t>
      </w:r>
      <w:r>
        <w:t xml:space="preserve"> if it is completed successfully and the value of the resource is not </w:t>
      </w:r>
      <w:r w:rsidRPr="00B213EC">
        <w:rPr>
          <w:rStyle w:val="Datatype"/>
        </w:rPr>
        <w:t>null</w:t>
      </w:r>
      <w:r>
        <w:t>. In this case, the response body MUST contain the value of the resource specified in the request URL.</w:t>
      </w:r>
    </w:p>
    <w:bookmarkStart w:id="349" w:name="_201_Created_Response"/>
    <w:bookmarkStart w:id="350" w:name="_Response_Code_201"/>
    <w:bookmarkStart w:id="351" w:name="_Toc477876600"/>
    <w:bookmarkStart w:id="352" w:name="sec_ResponseCode201Created"/>
    <w:bookmarkEnd w:id="349"/>
    <w:bookmarkEnd w:id="350"/>
    <w:p w14:paraId="7C560807" w14:textId="77777777" w:rsidR="00752DAA" w:rsidRDefault="00752DAA" w:rsidP="006C1EBF">
      <w:pPr>
        <w:pStyle w:val="Heading3"/>
        <w:numPr>
          <w:ilvl w:val="2"/>
          <w:numId w:val="2"/>
        </w:numPr>
        <w:tabs>
          <w:tab w:val="left" w:pos="567"/>
        </w:tabs>
      </w:pPr>
      <w:r>
        <w:fldChar w:fldCharType="begin"/>
      </w:r>
      <w:r>
        <w:instrText xml:space="preserve"> HYPERLINK  \l "sec_ResponseCode201Created" </w:instrText>
      </w:r>
      <w:r>
        <w:fldChar w:fldCharType="separate"/>
      </w:r>
      <w:bookmarkStart w:id="353" w:name="_Toc494885014"/>
      <w:bookmarkStart w:id="354" w:name="_Toc494356761"/>
      <w:r w:rsidRPr="004A50BC">
        <w:rPr>
          <w:rStyle w:val="Hyperlink"/>
        </w:rPr>
        <w:t xml:space="preserve">Response Code </w:t>
      </w:r>
      <w:r w:rsidRPr="004A50BC">
        <w:rPr>
          <w:rStyle w:val="Hyperlink"/>
          <w:rFonts w:ascii="Courier New" w:hAnsi="Courier New"/>
        </w:rPr>
        <w:t>201 Created</w:t>
      </w:r>
      <w:bookmarkEnd w:id="351"/>
      <w:bookmarkEnd w:id="352"/>
      <w:bookmarkEnd w:id="353"/>
      <w:bookmarkEnd w:id="354"/>
      <w:r>
        <w:fldChar w:fldCharType="end"/>
      </w:r>
    </w:p>
    <w:p w14:paraId="0B7EE0F8" w14:textId="77777777" w:rsidR="00752DAA" w:rsidRDefault="00752DAA" w:rsidP="00752DAA">
      <w:r>
        <w:t xml:space="preserve">A </w:t>
      </w:r>
      <w:hyperlink w:anchor="sec_CreateanEntity" w:history="1">
        <w:r w:rsidRPr="00F40EC7">
          <w:rPr>
            <w:rStyle w:val="Hyperlink"/>
          </w:rPr>
          <w:t>Create Entity</w:t>
        </w:r>
      </w:hyperlink>
      <w:r>
        <w:t xml:space="preserve">, </w:t>
      </w:r>
      <w:hyperlink w:anchor="sec_CreateaMediaEntity" w:history="1">
        <w:r w:rsidRPr="001070BF">
          <w:rPr>
            <w:rStyle w:val="Hyperlink"/>
          </w:rPr>
          <w:t>Create Media Entity</w:t>
        </w:r>
      </w:hyperlink>
      <w:r>
        <w:t xml:space="preserve">, </w:t>
      </w:r>
      <w:hyperlink w:anchor="sec_ModifyingRelationshipsbetweenEntitie" w:history="1">
        <w:r w:rsidRPr="00F40EC7">
          <w:rPr>
            <w:rStyle w:val="Hyperlink"/>
          </w:rPr>
          <w:t>Create Link</w:t>
        </w:r>
      </w:hyperlink>
      <w:r>
        <w:t xml:space="preserve"> or </w:t>
      </w:r>
      <w:hyperlink w:anchor="sec_InvokinganAction" w:history="1">
        <w:r w:rsidRPr="00F40EC7">
          <w:rPr>
            <w:rStyle w:val="Hyperlink"/>
          </w:rPr>
          <w:t>Invoke Action</w:t>
        </w:r>
      </w:hyperlink>
      <w:r>
        <w:t xml:space="preserve"> request that successfully creates a resource returns </w:t>
      </w:r>
      <w:r w:rsidRPr="00F81CBC">
        <w:rPr>
          <w:rStyle w:val="Datatype"/>
        </w:rPr>
        <w:t>201 Created</w:t>
      </w:r>
      <w:r>
        <w:t>. In this case, the response body MUST contain the resource created.</w:t>
      </w:r>
    </w:p>
    <w:bookmarkStart w:id="355" w:name="_202_Accepted_Response"/>
    <w:bookmarkStart w:id="356" w:name="_Response_Code_202"/>
    <w:bookmarkStart w:id="357" w:name="_Toc477876601"/>
    <w:bookmarkStart w:id="358" w:name="sec_ResponseCode202Accepted"/>
    <w:bookmarkEnd w:id="355"/>
    <w:bookmarkEnd w:id="356"/>
    <w:p w14:paraId="1D893747" w14:textId="77777777" w:rsidR="00752DAA" w:rsidRDefault="00752DAA" w:rsidP="006C1EBF">
      <w:pPr>
        <w:pStyle w:val="Heading3"/>
        <w:numPr>
          <w:ilvl w:val="2"/>
          <w:numId w:val="2"/>
        </w:numPr>
        <w:tabs>
          <w:tab w:val="left" w:pos="567"/>
        </w:tabs>
      </w:pPr>
      <w:r>
        <w:fldChar w:fldCharType="begin"/>
      </w:r>
      <w:r>
        <w:instrText xml:space="preserve"> HYPERLINK  \l "sec_ResponseCode202Accepted" </w:instrText>
      </w:r>
      <w:r>
        <w:fldChar w:fldCharType="separate"/>
      </w:r>
      <w:bookmarkStart w:id="359" w:name="_Toc494885015"/>
      <w:bookmarkStart w:id="360" w:name="_Toc494356762"/>
      <w:r w:rsidRPr="004A50BC">
        <w:rPr>
          <w:rStyle w:val="Hyperlink"/>
        </w:rPr>
        <w:t xml:space="preserve">Response Code </w:t>
      </w:r>
      <w:r w:rsidRPr="004A50BC">
        <w:rPr>
          <w:rStyle w:val="Hyperlink"/>
          <w:rFonts w:ascii="Courier New" w:hAnsi="Courier New"/>
        </w:rPr>
        <w:t>202 Accepted</w:t>
      </w:r>
      <w:bookmarkEnd w:id="357"/>
      <w:bookmarkEnd w:id="358"/>
      <w:bookmarkEnd w:id="359"/>
      <w:bookmarkEnd w:id="360"/>
      <w:r>
        <w:fldChar w:fldCharType="end"/>
      </w:r>
    </w:p>
    <w:p w14:paraId="341A6693" w14:textId="77777777" w:rsidR="00752DAA" w:rsidRPr="00315C3D" w:rsidRDefault="00752DAA" w:rsidP="00752DAA">
      <w:r w:rsidRPr="00F81CBC">
        <w:rPr>
          <w:rStyle w:val="Datatype"/>
        </w:rPr>
        <w:t>202 Accepted</w:t>
      </w:r>
      <w:r>
        <w:t xml:space="preserve"> indicates that the </w:t>
      </w:r>
      <w:hyperlink w:anchor="sec_DataServiceRequests" w:history="1">
        <w:r>
          <w:rPr>
            <w:rStyle w:val="Hyperlink"/>
          </w:rPr>
          <w:t>Data Service Request</w:t>
        </w:r>
      </w:hyperlink>
      <w:r>
        <w:rPr>
          <w:lang w:eastAsia="ja-JP"/>
        </w:rPr>
        <w:t xml:space="preserve"> </w:t>
      </w:r>
      <w:r>
        <w:t xml:space="preserve">has been accepted and has not yet completed executing </w:t>
      </w:r>
      <w:r w:rsidRPr="006321FE">
        <w:t>asynchronously</w:t>
      </w:r>
      <w:r>
        <w:t>.</w:t>
      </w:r>
      <w:r w:rsidDel="00534E2A">
        <w:t xml:space="preserve"> </w:t>
      </w:r>
      <w:r>
        <w:t xml:space="preserve">The asynchronous handling of requests is defined in the sections on </w:t>
      </w:r>
      <w:hyperlink w:anchor="sec_AsynchronousRequests" w:history="1">
        <w:r w:rsidRPr="00DD5236">
          <w:rPr>
            <w:rStyle w:val="Hyperlink"/>
          </w:rPr>
          <w:t>Asynchronous Requests</w:t>
        </w:r>
      </w:hyperlink>
      <w:r>
        <w:t xml:space="preserve"> and </w:t>
      </w:r>
      <w:hyperlink w:anchor="sec_AsynchronousBatchRequests" w:history="1">
        <w:r w:rsidRPr="00DD5236">
          <w:rPr>
            <w:rStyle w:val="Hyperlink"/>
          </w:rPr>
          <w:t>Asynchronous Batch Requests</w:t>
        </w:r>
      </w:hyperlink>
      <w:r>
        <w:t>..</w:t>
      </w:r>
    </w:p>
    <w:bookmarkStart w:id="361" w:name="_204_No_Content"/>
    <w:bookmarkStart w:id="362" w:name="_Response_Code_204"/>
    <w:bookmarkStart w:id="363" w:name="_Toc477876602"/>
    <w:bookmarkStart w:id="364" w:name="sec_ResponseCode204NoContent"/>
    <w:bookmarkEnd w:id="361"/>
    <w:bookmarkEnd w:id="362"/>
    <w:p w14:paraId="73DDEFB0" w14:textId="77777777" w:rsidR="00752DAA" w:rsidRDefault="00752DAA" w:rsidP="006C1EBF">
      <w:pPr>
        <w:pStyle w:val="Heading3"/>
        <w:numPr>
          <w:ilvl w:val="2"/>
          <w:numId w:val="2"/>
        </w:numPr>
        <w:tabs>
          <w:tab w:val="left" w:pos="567"/>
        </w:tabs>
      </w:pPr>
      <w:r>
        <w:fldChar w:fldCharType="begin"/>
      </w:r>
      <w:r>
        <w:instrText xml:space="preserve"> HYPERLINK  \l "sec_ResponseCode204NoContent" </w:instrText>
      </w:r>
      <w:r>
        <w:fldChar w:fldCharType="separate"/>
      </w:r>
      <w:bookmarkStart w:id="365" w:name="_Toc494885016"/>
      <w:bookmarkStart w:id="366" w:name="_Toc494356763"/>
      <w:r w:rsidRPr="004A50BC">
        <w:rPr>
          <w:rStyle w:val="Hyperlink"/>
        </w:rPr>
        <w:t xml:space="preserve">Response Code </w:t>
      </w:r>
      <w:r w:rsidRPr="004A50BC">
        <w:rPr>
          <w:rStyle w:val="Hyperlink"/>
          <w:rFonts w:ascii="Courier New" w:hAnsi="Courier New"/>
        </w:rPr>
        <w:t>204 No Content</w:t>
      </w:r>
      <w:bookmarkEnd w:id="363"/>
      <w:bookmarkEnd w:id="364"/>
      <w:bookmarkEnd w:id="365"/>
      <w:bookmarkEnd w:id="366"/>
      <w:r>
        <w:fldChar w:fldCharType="end"/>
      </w:r>
    </w:p>
    <w:p w14:paraId="24412E6C" w14:textId="77777777" w:rsidR="00752DAA" w:rsidRDefault="00752DAA" w:rsidP="00752DAA">
      <w:r>
        <w:t xml:space="preserve">A request returns </w:t>
      </w:r>
      <w:r w:rsidRPr="007B0ED6">
        <w:rPr>
          <w:rStyle w:val="Datatype"/>
        </w:rPr>
        <w:t>204 No Content</w:t>
      </w:r>
      <w:r>
        <w:t xml:space="preserve"> if the requested resource has the </w:t>
      </w:r>
      <w:r w:rsidRPr="007B0ED6">
        <w:rPr>
          <w:rStyle w:val="Datatype"/>
        </w:rPr>
        <w:t>null</w:t>
      </w:r>
      <w:r>
        <w:t xml:space="preserve"> value, or if the service applies a </w:t>
      </w:r>
      <w:hyperlink w:anchor="sec_Preferencereturnrepresentationandret" w:history="1">
        <w:r w:rsidRPr="003D356C">
          <w:rPr>
            <w:rStyle w:val="Hyperlink"/>
            <w:rFonts w:ascii="Courier New" w:hAnsi="Courier New"/>
          </w:rPr>
          <w:t>return=minimal</w:t>
        </w:r>
        <w:r w:rsidRPr="003D356C">
          <w:rPr>
            <w:rStyle w:val="Hyperlink"/>
          </w:rPr>
          <w:t xml:space="preserve"> preference</w:t>
        </w:r>
      </w:hyperlink>
      <w:r>
        <w:t>. In this case, the response body MUST be empty.</w:t>
      </w:r>
    </w:p>
    <w:p w14:paraId="739EA5E5" w14:textId="77777777" w:rsidR="00752DAA" w:rsidRDefault="00752DAA" w:rsidP="00752DAA">
      <w:r>
        <w:t xml:space="preserve">As defined in </w:t>
      </w:r>
      <w:hyperlink w:anchor="HTTPSemantic" w:history="1">
        <w:r w:rsidRPr="00CE1171">
          <w:rPr>
            <w:rStyle w:val="Hyperlink"/>
            <w:b/>
          </w:rPr>
          <w:t>[RFC7231]</w:t>
        </w:r>
      </w:hyperlink>
      <w:r>
        <w:t xml:space="preserve">, a </w:t>
      </w:r>
      <w:hyperlink w:anchor="sec_DataModification" w:history="1">
        <w:r w:rsidRPr="00130E4B">
          <w:rPr>
            <w:rStyle w:val="Hyperlink"/>
          </w:rPr>
          <w:t>Data Modification Request</w:t>
        </w:r>
      </w:hyperlink>
      <w:r>
        <w:t xml:space="preserve"> that responds with </w:t>
      </w:r>
      <w:r w:rsidRPr="008445EF">
        <w:rPr>
          <w:rStyle w:val="Datatype"/>
        </w:rPr>
        <w:t>204 No Content</w:t>
      </w:r>
      <w:r w:rsidRPr="00533FE3">
        <w:rPr>
          <w:rStyle w:val="Datatype"/>
          <w:rFonts w:ascii="Arial" w:hAnsi="Arial" w:cs="Arial"/>
        </w:rPr>
        <w:t xml:space="preserve"> </w:t>
      </w:r>
      <w:r>
        <w:rPr>
          <w:rStyle w:val="Datatype"/>
          <w:rFonts w:ascii="Arial" w:hAnsi="Arial" w:cs="Arial"/>
        </w:rPr>
        <w:t xml:space="preserve">MAY </w:t>
      </w:r>
      <w:r>
        <w:t xml:space="preserve">include an </w:t>
      </w:r>
      <w:r w:rsidRPr="00756C73">
        <w:rPr>
          <w:rStyle w:val="Datatype"/>
        </w:rPr>
        <w:t>ETag</w:t>
      </w:r>
      <w:r>
        <w:t xml:space="preserve"> header with a value reflecting the result of the data modification if and only if the client can reasonably “know” the new representation of the resource without actually receiving it. For a </w:t>
      </w:r>
      <w:r w:rsidRPr="00533FE3">
        <w:rPr>
          <w:rStyle w:val="Datatype"/>
        </w:rPr>
        <w:t>PUT</w:t>
      </w:r>
      <w:r>
        <w:t xml:space="preserve"> request this means that the response body of a corresponding </w:t>
      </w:r>
      <w:r w:rsidRPr="00533FE3">
        <w:rPr>
          <w:rStyle w:val="Datatype"/>
        </w:rPr>
        <w:t>200 OK</w:t>
      </w:r>
      <w:r>
        <w:t xml:space="preserve"> or </w:t>
      </w:r>
      <w:r w:rsidRPr="00533FE3">
        <w:rPr>
          <w:rStyle w:val="Datatype"/>
        </w:rPr>
        <w:t>201 Created</w:t>
      </w:r>
      <w:r>
        <w:t xml:space="preserve"> response would have been identical to the request body, i.e. no server-side modification of values sent in the request body, no server-calculated values etc. For a </w:t>
      </w:r>
      <w:r w:rsidRPr="000330E2">
        <w:rPr>
          <w:rStyle w:val="Datatype"/>
        </w:rPr>
        <w:t>PATCH</w:t>
      </w:r>
      <w:r>
        <w:t xml:space="preserve"> request this means that the response body of a corresponding </w:t>
      </w:r>
      <w:r w:rsidRPr="00533FE3">
        <w:rPr>
          <w:rStyle w:val="Datatype"/>
        </w:rPr>
        <w:t>200 OK</w:t>
      </w:r>
      <w:r>
        <w:t xml:space="preserve"> or </w:t>
      </w:r>
      <w:r w:rsidRPr="00533FE3">
        <w:rPr>
          <w:rStyle w:val="Datatype"/>
        </w:rPr>
        <w:t>201 Created</w:t>
      </w:r>
      <w:r>
        <w:t xml:space="preserve"> response would have consisted of all values sent in the request body, plus (for values not sent in the request body) server-side values corresponding to the </w:t>
      </w:r>
      <w:r w:rsidRPr="000330E2">
        <w:rPr>
          <w:rStyle w:val="Datatype"/>
        </w:rPr>
        <w:t>ETag</w:t>
      </w:r>
      <w:r>
        <w:t xml:space="preserve"> value sent in the </w:t>
      </w:r>
      <w:r w:rsidRPr="000330E2">
        <w:rPr>
          <w:rStyle w:val="Datatype"/>
        </w:rPr>
        <w:t>If-Match</w:t>
      </w:r>
      <w:r>
        <w:t xml:space="preserve"> header of the </w:t>
      </w:r>
      <w:r w:rsidRPr="000330E2">
        <w:rPr>
          <w:rStyle w:val="Datatype"/>
        </w:rPr>
        <w:t>PATCH</w:t>
      </w:r>
      <w:r>
        <w:t xml:space="preserve"> request, i.e. the previous values “known” to the client.</w:t>
      </w:r>
    </w:p>
    <w:bookmarkStart w:id="367" w:name="_Toc490116732"/>
    <w:bookmarkStart w:id="368" w:name="_Toc490125752"/>
    <w:bookmarkStart w:id="369" w:name="_Toc493831699"/>
    <w:bookmarkStart w:id="370" w:name="_Toc493831910"/>
    <w:bookmarkStart w:id="371" w:name="_Toc494354368"/>
    <w:bookmarkStart w:id="372" w:name="_3xx_Redirect_Response"/>
    <w:bookmarkStart w:id="373" w:name="_Response_Code_3xx"/>
    <w:bookmarkStart w:id="374" w:name="_Toc477876603"/>
    <w:bookmarkStart w:id="375" w:name="sec_ResponseCode3xxRedirection"/>
    <w:bookmarkEnd w:id="367"/>
    <w:bookmarkEnd w:id="368"/>
    <w:bookmarkEnd w:id="369"/>
    <w:bookmarkEnd w:id="370"/>
    <w:bookmarkEnd w:id="371"/>
    <w:bookmarkEnd w:id="372"/>
    <w:bookmarkEnd w:id="373"/>
    <w:p w14:paraId="284F3908" w14:textId="77777777" w:rsidR="00752DAA" w:rsidRDefault="00752DAA" w:rsidP="006C1EBF">
      <w:pPr>
        <w:pStyle w:val="Heading3"/>
        <w:numPr>
          <w:ilvl w:val="2"/>
          <w:numId w:val="2"/>
        </w:numPr>
        <w:tabs>
          <w:tab w:val="left" w:pos="567"/>
        </w:tabs>
      </w:pPr>
      <w:r>
        <w:fldChar w:fldCharType="begin"/>
      </w:r>
      <w:r>
        <w:instrText xml:space="preserve"> HYPERLINK  \l "sec_ResponseCode3xxRedirection" </w:instrText>
      </w:r>
      <w:r>
        <w:fldChar w:fldCharType="separate"/>
      </w:r>
      <w:bookmarkStart w:id="376" w:name="_Toc494885017"/>
      <w:bookmarkStart w:id="377" w:name="_Toc494356764"/>
      <w:r w:rsidRPr="004A50BC">
        <w:rPr>
          <w:rStyle w:val="Hyperlink"/>
        </w:rPr>
        <w:t xml:space="preserve">Response Code </w:t>
      </w:r>
      <w:r w:rsidRPr="004A50BC">
        <w:rPr>
          <w:rStyle w:val="Hyperlink"/>
          <w:rFonts w:ascii="Courier New" w:hAnsi="Courier New"/>
        </w:rPr>
        <w:t>3xx Redirection</w:t>
      </w:r>
      <w:bookmarkEnd w:id="374"/>
      <w:bookmarkEnd w:id="375"/>
      <w:bookmarkEnd w:id="376"/>
      <w:bookmarkEnd w:id="377"/>
      <w:r>
        <w:fldChar w:fldCharType="end"/>
      </w:r>
    </w:p>
    <w:p w14:paraId="024B9EAF" w14:textId="77777777" w:rsidR="00752DAA" w:rsidRDefault="00752DAA" w:rsidP="00752DAA">
      <w:r>
        <w:t xml:space="preserve">As per </w:t>
      </w:r>
      <w:hyperlink w:anchor="HTTPSemantic" w:history="1">
        <w:r w:rsidRPr="00CE1171">
          <w:rPr>
            <w:rStyle w:val="Hyperlink"/>
            <w:b/>
          </w:rPr>
          <w:t>[RFC7231]</w:t>
        </w:r>
      </w:hyperlink>
      <w:r>
        <w:t xml:space="preserve">, a </w:t>
      </w:r>
      <w:r w:rsidRPr="00F81CBC">
        <w:rPr>
          <w:rStyle w:val="Datatype"/>
        </w:rPr>
        <w:t>3xx Redirection</w:t>
      </w:r>
      <w:r>
        <w:t xml:space="preserve"> indicates that further action needs to be taken by the client in order to fulfill the request. In this case, the response SHOULD include a </w:t>
      </w:r>
      <w:hyperlink w:anchor="sec_HeaderLocation" w:history="1">
        <w:r w:rsidRPr="0061284C">
          <w:rPr>
            <w:rStyle w:val="Hyperlink"/>
            <w:rFonts w:ascii="Courier New" w:hAnsi="Courier New" w:cs="Courier New"/>
          </w:rPr>
          <w:t>Location</w:t>
        </w:r>
        <w:r w:rsidRPr="0061284C">
          <w:rPr>
            <w:rStyle w:val="Hyperlink"/>
          </w:rPr>
          <w:t xml:space="preserve"> header</w:t>
        </w:r>
      </w:hyperlink>
      <w:r>
        <w:rPr>
          <w:rStyle w:val="Hyperlink"/>
        </w:rPr>
        <w:t xml:space="preserve">, </w:t>
      </w:r>
      <w:r>
        <w:t xml:space="preserve">as appropriate, with the URL from which the result can be obtained; it MAY include a </w:t>
      </w:r>
      <w:hyperlink w:anchor="sec_HeaderRetryAfter" w:history="1">
        <w:r w:rsidRPr="00655BF6">
          <w:rPr>
            <w:rStyle w:val="Hyperlink"/>
            <w:rFonts w:ascii="Courier New" w:hAnsi="Courier New" w:cs="Courier New"/>
          </w:rPr>
          <w:t>Retry-After</w:t>
        </w:r>
        <w:r w:rsidRPr="00CC1C31">
          <w:rPr>
            <w:rStyle w:val="Hyperlink"/>
          </w:rPr>
          <w:t xml:space="preserve"> header</w:t>
        </w:r>
      </w:hyperlink>
      <w:r>
        <w:t>.</w:t>
      </w:r>
    </w:p>
    <w:bookmarkStart w:id="378" w:name="_4xx_Client_Error"/>
    <w:bookmarkStart w:id="379" w:name="_304_Not_Modified"/>
    <w:bookmarkStart w:id="380" w:name="_Toc477876604"/>
    <w:bookmarkStart w:id="381" w:name="sec_ResponseCode304NotModified"/>
    <w:bookmarkEnd w:id="378"/>
    <w:bookmarkEnd w:id="379"/>
    <w:p w14:paraId="2A134A96" w14:textId="77777777" w:rsidR="00752DAA" w:rsidRDefault="00752DAA" w:rsidP="006C1EBF">
      <w:pPr>
        <w:pStyle w:val="Heading3"/>
        <w:numPr>
          <w:ilvl w:val="2"/>
          <w:numId w:val="2"/>
        </w:numPr>
        <w:tabs>
          <w:tab w:val="left" w:pos="567"/>
        </w:tabs>
      </w:pPr>
      <w:r>
        <w:fldChar w:fldCharType="begin"/>
      </w:r>
      <w:r>
        <w:instrText xml:space="preserve"> HYPERLINK  \l "sec_ResponseCode304NotModified" </w:instrText>
      </w:r>
      <w:r>
        <w:fldChar w:fldCharType="separate"/>
      </w:r>
      <w:bookmarkStart w:id="382" w:name="_Toc494885018"/>
      <w:bookmarkStart w:id="383" w:name="_Toc494356765"/>
      <w:r w:rsidRPr="004A50BC">
        <w:rPr>
          <w:rStyle w:val="Hyperlink"/>
        </w:rPr>
        <w:t xml:space="preserve">Response Code </w:t>
      </w:r>
      <w:r w:rsidRPr="004A50BC">
        <w:rPr>
          <w:rStyle w:val="Hyperlink"/>
          <w:rFonts w:ascii="Courier New" w:hAnsi="Courier New"/>
        </w:rPr>
        <w:t>304 Not Modified</w:t>
      </w:r>
      <w:bookmarkEnd w:id="380"/>
      <w:bookmarkEnd w:id="381"/>
      <w:bookmarkEnd w:id="382"/>
      <w:bookmarkEnd w:id="383"/>
      <w:r>
        <w:fldChar w:fldCharType="end"/>
      </w:r>
    </w:p>
    <w:p w14:paraId="41211A03" w14:textId="77777777" w:rsidR="00752DAA" w:rsidRDefault="00752DAA" w:rsidP="00752DAA">
      <w:r>
        <w:t xml:space="preserve">As per </w:t>
      </w:r>
      <w:hyperlink w:anchor="HTTPConditional" w:history="1">
        <w:r w:rsidRPr="004F67CB">
          <w:rPr>
            <w:rStyle w:val="Hyperlink"/>
            <w:b/>
          </w:rPr>
          <w:t>[RFC7232]</w:t>
        </w:r>
      </w:hyperlink>
      <w:r>
        <w:t xml:space="preserve">, a </w:t>
      </w:r>
      <w:r w:rsidRPr="00102D3D">
        <w:rPr>
          <w:rFonts w:ascii="Courier New" w:hAnsi="Courier New" w:cs="Courier New"/>
        </w:rPr>
        <w:t>304 Not Modified</w:t>
      </w:r>
      <w:r>
        <w:t xml:space="preserve"> is returned when the client performs a </w:t>
      </w:r>
      <w:r w:rsidRPr="00504C16">
        <w:rPr>
          <w:rStyle w:val="Datatype"/>
        </w:rPr>
        <w:t>GET</w:t>
      </w:r>
      <w:r>
        <w:t xml:space="preserve"> request containing an </w:t>
      </w:r>
      <w:hyperlink w:anchor="sec_HeaderIfNoneMatch" w:history="1">
        <w:r w:rsidRPr="00504C16">
          <w:rPr>
            <w:rStyle w:val="Datatype"/>
          </w:rPr>
          <w:t>If-None-Match</w:t>
        </w:r>
      </w:hyperlink>
      <w:r>
        <w:t xml:space="preserve"> header and the content has not changed. In this case the response SHOULD NOT </w:t>
      </w:r>
      <w:r>
        <w:lastRenderedPageBreak/>
        <w:t>include other headers in order to prevent inconsistencies between cached entity-bodies and updated headers.</w:t>
      </w:r>
    </w:p>
    <w:p w14:paraId="2DEFB471" w14:textId="77777777" w:rsidR="00752DAA" w:rsidRDefault="00752DAA" w:rsidP="00752DAA">
      <w:r>
        <w:t xml:space="preserve">The service MUST ensure that no observable change has occurred to the state of the service as a result of any request that returns a </w:t>
      </w:r>
      <w:r w:rsidRPr="00F81CBC">
        <w:rPr>
          <w:rStyle w:val="Datatype"/>
        </w:rPr>
        <w:t>3</w:t>
      </w:r>
      <w:r>
        <w:rPr>
          <w:rStyle w:val="Datatype"/>
        </w:rPr>
        <w:t>04 Not Modified</w:t>
      </w:r>
      <w:r>
        <w:t>.</w:t>
      </w:r>
    </w:p>
    <w:bookmarkStart w:id="384" w:name="_Client_Error_Responses"/>
    <w:bookmarkStart w:id="385" w:name="_Toc477876605"/>
    <w:bookmarkStart w:id="386" w:name="sec_ClientErrorResponses"/>
    <w:bookmarkEnd w:id="384"/>
    <w:p w14:paraId="5FEA143D" w14:textId="77777777" w:rsidR="00752DAA" w:rsidRDefault="00752DAA" w:rsidP="006C1EBF">
      <w:pPr>
        <w:pStyle w:val="Heading2"/>
        <w:numPr>
          <w:ilvl w:val="1"/>
          <w:numId w:val="2"/>
        </w:numPr>
        <w:tabs>
          <w:tab w:val="left" w:pos="567"/>
        </w:tabs>
      </w:pPr>
      <w:r>
        <w:fldChar w:fldCharType="begin"/>
      </w:r>
      <w:r>
        <w:instrText xml:space="preserve"> HYPERLINK  \l "sec_ClientErrorResponses" </w:instrText>
      </w:r>
      <w:r>
        <w:fldChar w:fldCharType="separate"/>
      </w:r>
      <w:bookmarkStart w:id="387" w:name="_Toc494885019"/>
      <w:bookmarkStart w:id="388" w:name="_Toc494356766"/>
      <w:r w:rsidRPr="004A50BC">
        <w:rPr>
          <w:rStyle w:val="Hyperlink"/>
        </w:rPr>
        <w:t>Client Error Responses</w:t>
      </w:r>
      <w:bookmarkEnd w:id="385"/>
      <w:bookmarkEnd w:id="387"/>
      <w:bookmarkEnd w:id="388"/>
      <w:r w:rsidRPr="004A50BC">
        <w:rPr>
          <w:rStyle w:val="Hyperlink"/>
        </w:rPr>
        <w:t xml:space="preserve"> </w:t>
      </w:r>
      <w:r>
        <w:fldChar w:fldCharType="end"/>
      </w:r>
      <w:r>
        <w:t xml:space="preserve"> </w:t>
      </w:r>
      <w:bookmarkEnd w:id="386"/>
    </w:p>
    <w:p w14:paraId="3217430D" w14:textId="77777777" w:rsidR="00752DAA" w:rsidRDefault="00752DAA" w:rsidP="00752DAA">
      <w:r>
        <w:t xml:space="preserve">Error codes in the </w:t>
      </w:r>
      <w:r w:rsidRPr="00F81CBC">
        <w:rPr>
          <w:rStyle w:val="Datatype"/>
        </w:rPr>
        <w:t>4xx</w:t>
      </w:r>
      <w:r>
        <w:t xml:space="preserve"> range indicate a client error, such as a malformed request.</w:t>
      </w:r>
    </w:p>
    <w:p w14:paraId="417409DD" w14:textId="77777777" w:rsidR="00752DAA" w:rsidRDefault="00752DAA" w:rsidP="00752DAA">
      <w:r>
        <w:t>The service MUST ensure that no observable change has occurred to the state of the service as a result of any request that returns an error status code.</w:t>
      </w:r>
    </w:p>
    <w:p w14:paraId="1BAB2958" w14:textId="77777777" w:rsidR="00752DAA" w:rsidRDefault="00752DAA" w:rsidP="00752DAA">
      <w:r>
        <w:t xml:space="preserve">In the case that a response body is defined for the error code, the body of the error is as defined for the appropriate </w:t>
      </w:r>
      <w:hyperlink w:anchor="sec_Formats">
        <w:r w:rsidRPr="008C093C">
          <w:rPr>
            <w:rStyle w:val="Hyperlink"/>
          </w:rPr>
          <w:t>format</w:t>
        </w:r>
      </w:hyperlink>
      <w:r>
        <w:t>.</w:t>
      </w:r>
    </w:p>
    <w:bookmarkStart w:id="389" w:name="_404_Not_Found"/>
    <w:bookmarkStart w:id="390" w:name="_Response_Code_404"/>
    <w:bookmarkStart w:id="391" w:name="_Toc477876606"/>
    <w:bookmarkStart w:id="392" w:name="sec_ResponseCode404NotFound"/>
    <w:bookmarkEnd w:id="389"/>
    <w:bookmarkEnd w:id="390"/>
    <w:p w14:paraId="105DE871" w14:textId="77777777" w:rsidR="00752DAA" w:rsidRDefault="00752DAA" w:rsidP="006C1EBF">
      <w:pPr>
        <w:pStyle w:val="Heading3"/>
        <w:numPr>
          <w:ilvl w:val="2"/>
          <w:numId w:val="2"/>
        </w:numPr>
        <w:tabs>
          <w:tab w:val="left" w:pos="567"/>
        </w:tabs>
      </w:pPr>
      <w:r>
        <w:fldChar w:fldCharType="begin"/>
      </w:r>
      <w:r>
        <w:instrText xml:space="preserve"> HYPERLINK  \l "sec_ResponseCode404NotFound" </w:instrText>
      </w:r>
      <w:r>
        <w:fldChar w:fldCharType="separate"/>
      </w:r>
      <w:bookmarkStart w:id="393" w:name="_Toc494885020"/>
      <w:bookmarkStart w:id="394" w:name="_Toc494356767"/>
      <w:r w:rsidRPr="004A50BC">
        <w:rPr>
          <w:rStyle w:val="Hyperlink"/>
        </w:rPr>
        <w:t xml:space="preserve">Response Code </w:t>
      </w:r>
      <w:r w:rsidRPr="004A50BC">
        <w:rPr>
          <w:rStyle w:val="Hyperlink"/>
          <w:rFonts w:ascii="Courier New" w:hAnsi="Courier New"/>
        </w:rPr>
        <w:t>404 Not Found</w:t>
      </w:r>
      <w:bookmarkEnd w:id="391"/>
      <w:bookmarkEnd w:id="392"/>
      <w:bookmarkEnd w:id="393"/>
      <w:bookmarkEnd w:id="394"/>
      <w:r>
        <w:fldChar w:fldCharType="end"/>
      </w:r>
    </w:p>
    <w:p w14:paraId="7DAAF7DC" w14:textId="77777777" w:rsidR="00752DAA" w:rsidRDefault="00752DAA" w:rsidP="00752DAA">
      <w:r w:rsidRPr="00F81CBC">
        <w:rPr>
          <w:rStyle w:val="Datatype"/>
        </w:rPr>
        <w:t>404 Not Found</w:t>
      </w:r>
      <w:r>
        <w:rPr>
          <w:rStyle w:val="Datatype"/>
        </w:rPr>
        <w:t xml:space="preserve"> </w:t>
      </w:r>
      <w:r>
        <w:t>indicates that the resource specified by the request URL does not exist. The response body MAY provide additional information.</w:t>
      </w:r>
    </w:p>
    <w:bookmarkStart w:id="395" w:name="_Response_Code_405"/>
    <w:bookmarkStart w:id="396" w:name="_Toc477876607"/>
    <w:bookmarkStart w:id="397" w:name="sec_ResponseCode405MethodNotAllowed"/>
    <w:bookmarkEnd w:id="395"/>
    <w:p w14:paraId="22F3B7B2" w14:textId="77777777" w:rsidR="00752DAA" w:rsidRDefault="00752DAA" w:rsidP="006C1EBF">
      <w:pPr>
        <w:pStyle w:val="Heading3"/>
        <w:numPr>
          <w:ilvl w:val="2"/>
          <w:numId w:val="2"/>
        </w:numPr>
        <w:tabs>
          <w:tab w:val="left" w:pos="567"/>
        </w:tabs>
      </w:pPr>
      <w:r>
        <w:fldChar w:fldCharType="begin"/>
      </w:r>
      <w:r>
        <w:instrText xml:space="preserve"> HYPERLINK  \l "sec_ResponseCode405MethodNotAllowed" </w:instrText>
      </w:r>
      <w:r>
        <w:fldChar w:fldCharType="separate"/>
      </w:r>
      <w:bookmarkStart w:id="398" w:name="_Toc494885021"/>
      <w:bookmarkStart w:id="399" w:name="_Toc494356768"/>
      <w:r w:rsidRPr="004A50BC">
        <w:rPr>
          <w:rStyle w:val="Hyperlink"/>
        </w:rPr>
        <w:t xml:space="preserve">Response Code </w:t>
      </w:r>
      <w:r w:rsidRPr="004A50BC">
        <w:rPr>
          <w:rStyle w:val="Hyperlink"/>
          <w:rFonts w:ascii="Courier New" w:hAnsi="Courier New"/>
        </w:rPr>
        <w:t>405 Method Not Allowed</w:t>
      </w:r>
      <w:bookmarkEnd w:id="396"/>
      <w:bookmarkEnd w:id="397"/>
      <w:bookmarkEnd w:id="398"/>
      <w:bookmarkEnd w:id="399"/>
      <w:r>
        <w:fldChar w:fldCharType="end"/>
      </w:r>
    </w:p>
    <w:p w14:paraId="7ADAFC68" w14:textId="77777777" w:rsidR="00752DAA" w:rsidRDefault="00752DAA" w:rsidP="00752DAA">
      <w:r w:rsidRPr="00197018">
        <w:rPr>
          <w:rStyle w:val="Datatype"/>
        </w:rPr>
        <w:t>405 Method Not Allowed</w:t>
      </w:r>
      <w:r>
        <w:t xml:space="preserve"> indicates that the resource specified by the request URL does not support the request method. In this case the response MUST include an </w:t>
      </w:r>
      <w:r w:rsidRPr="00197018">
        <w:rPr>
          <w:rStyle w:val="Datatype"/>
        </w:rPr>
        <w:t>Allow</w:t>
      </w:r>
      <w:r>
        <w:t xml:space="preserve"> header containing a list of valid request methods for the requested resource as defined in </w:t>
      </w:r>
      <w:hyperlink w:anchor="HTTPSemantic" w:history="1">
        <w:r w:rsidRPr="00CE1171">
          <w:rPr>
            <w:rStyle w:val="Hyperlink"/>
            <w:b/>
          </w:rPr>
          <w:t>[RFC7231]</w:t>
        </w:r>
      </w:hyperlink>
      <w:r>
        <w:t>.</w:t>
      </w:r>
    </w:p>
    <w:bookmarkStart w:id="400" w:name="_501_Not_Implemented"/>
    <w:bookmarkStart w:id="401" w:name="_Response_code_410"/>
    <w:bookmarkStart w:id="402" w:name="sec_ResponseCode406NotAcceptable"/>
    <w:bookmarkEnd w:id="400"/>
    <w:bookmarkEnd w:id="401"/>
    <w:p w14:paraId="3E120C54" w14:textId="77777777" w:rsidR="00752DAA" w:rsidRDefault="00752DAA" w:rsidP="006C1EBF">
      <w:pPr>
        <w:pStyle w:val="Heading3"/>
        <w:numPr>
          <w:ilvl w:val="2"/>
          <w:numId w:val="2"/>
        </w:numPr>
        <w:tabs>
          <w:tab w:val="left" w:pos="567"/>
        </w:tabs>
      </w:pPr>
      <w:r>
        <w:fldChar w:fldCharType="begin"/>
      </w:r>
      <w:r>
        <w:instrText xml:space="preserve"> HYPERLINK  \l "sec_ResponseCode406NotAcceptable" </w:instrText>
      </w:r>
      <w:r>
        <w:fldChar w:fldCharType="separate"/>
      </w:r>
      <w:bookmarkStart w:id="403" w:name="_Toc494885022"/>
      <w:bookmarkStart w:id="404" w:name="_Toc494356769"/>
      <w:r w:rsidRPr="004A50BC">
        <w:rPr>
          <w:rStyle w:val="Hyperlink"/>
        </w:rPr>
        <w:t xml:space="preserve">Response Code </w:t>
      </w:r>
      <w:r w:rsidRPr="004A50BC">
        <w:rPr>
          <w:rStyle w:val="Hyperlink"/>
          <w:rFonts w:ascii="Courier New" w:hAnsi="Courier New" w:cs="Courier New"/>
        </w:rPr>
        <w:t>406 Not Acceptable</w:t>
      </w:r>
      <w:bookmarkEnd w:id="402"/>
      <w:bookmarkEnd w:id="403"/>
      <w:bookmarkEnd w:id="404"/>
      <w:r>
        <w:fldChar w:fldCharType="end"/>
      </w:r>
    </w:p>
    <w:p w14:paraId="556FD7BE" w14:textId="77777777" w:rsidR="00752DAA" w:rsidRDefault="00752DAA" w:rsidP="00752DAA">
      <w:bookmarkStart w:id="405" w:name="_Toc477876608"/>
      <w:r w:rsidRPr="00197018">
        <w:rPr>
          <w:rStyle w:val="Datatype"/>
        </w:rPr>
        <w:t>40</w:t>
      </w:r>
      <w:r>
        <w:rPr>
          <w:rStyle w:val="Datatype"/>
        </w:rPr>
        <w:t>6</w:t>
      </w:r>
      <w:r w:rsidRPr="00197018">
        <w:rPr>
          <w:rStyle w:val="Datatype"/>
        </w:rPr>
        <w:t xml:space="preserve"> Not A</w:t>
      </w:r>
      <w:r>
        <w:rPr>
          <w:rStyle w:val="Datatype"/>
        </w:rPr>
        <w:t>cceptable</w:t>
      </w:r>
      <w:r>
        <w:t xml:space="preserve"> indicates that the resource specified by the request URL does not have a current representation that would be acceptable for the client according to the request headers </w:t>
      </w:r>
      <w:hyperlink w:anchor="sec_HeaderAccept" w:history="1">
        <w:r w:rsidRPr="00561F38">
          <w:rPr>
            <w:rStyle w:val="Hyperlink"/>
            <w:rFonts w:ascii="Courier New" w:hAnsi="Courier New"/>
          </w:rPr>
          <w:t>Accept</w:t>
        </w:r>
      </w:hyperlink>
      <w:r>
        <w:t xml:space="preserve">, </w:t>
      </w:r>
      <w:hyperlink w:anchor="sec_HeaderAcceptCharset" w:history="1">
        <w:r w:rsidRPr="00561F38">
          <w:rPr>
            <w:rStyle w:val="Hyperlink"/>
            <w:rFonts w:ascii="Courier New" w:hAnsi="Courier New"/>
          </w:rPr>
          <w:t>Accept-Charset</w:t>
        </w:r>
      </w:hyperlink>
      <w:r>
        <w:t xml:space="preserve">, and </w:t>
      </w:r>
      <w:hyperlink w:anchor="sec_HeaderAcceptLanguage" w:history="1">
        <w:r w:rsidRPr="00561F38">
          <w:rPr>
            <w:rStyle w:val="Hyperlink"/>
            <w:rFonts w:ascii="Courier New" w:hAnsi="Courier New"/>
          </w:rPr>
          <w:t>Accept-Language</w:t>
        </w:r>
      </w:hyperlink>
      <w:r>
        <w:t>, and that the service is unwilling to supply a default representation.</w:t>
      </w:r>
    </w:p>
    <w:bookmarkStart w:id="406" w:name="sec_ResponseCode410Gone"/>
    <w:p w14:paraId="3EB47D13" w14:textId="77777777" w:rsidR="00752DAA" w:rsidRDefault="00752DAA" w:rsidP="006C1EBF">
      <w:pPr>
        <w:pStyle w:val="Heading3"/>
        <w:numPr>
          <w:ilvl w:val="2"/>
          <w:numId w:val="2"/>
        </w:numPr>
        <w:tabs>
          <w:tab w:val="left" w:pos="567"/>
        </w:tabs>
      </w:pPr>
      <w:r>
        <w:fldChar w:fldCharType="begin"/>
      </w:r>
      <w:r>
        <w:instrText xml:space="preserve"> HYPERLINK  \l "sec_ResponseCode410Gone" </w:instrText>
      </w:r>
      <w:r>
        <w:fldChar w:fldCharType="separate"/>
      </w:r>
      <w:bookmarkStart w:id="407" w:name="_Toc494885023"/>
      <w:bookmarkStart w:id="408" w:name="_Toc494356770"/>
      <w:r w:rsidRPr="004A50BC">
        <w:rPr>
          <w:rStyle w:val="Hyperlink"/>
        </w:rPr>
        <w:t xml:space="preserve">Response Code </w:t>
      </w:r>
      <w:r w:rsidRPr="004A50BC">
        <w:rPr>
          <w:rStyle w:val="Hyperlink"/>
          <w:rFonts w:ascii="Courier New" w:hAnsi="Courier New"/>
        </w:rPr>
        <w:t>410 Gone</w:t>
      </w:r>
      <w:bookmarkEnd w:id="405"/>
      <w:bookmarkEnd w:id="406"/>
      <w:bookmarkEnd w:id="407"/>
      <w:bookmarkEnd w:id="408"/>
      <w:r>
        <w:fldChar w:fldCharType="end"/>
      </w:r>
    </w:p>
    <w:p w14:paraId="2D2F0EB5" w14:textId="77777777" w:rsidR="00752DAA" w:rsidRDefault="00752DAA" w:rsidP="00752DAA">
      <w:r w:rsidRPr="00383F37">
        <w:rPr>
          <w:rStyle w:val="Datatype"/>
        </w:rPr>
        <w:t>410 Gone</w:t>
      </w:r>
      <w:r>
        <w:t xml:space="preserve"> indicates that the requested resource is no longer available. This can happen if a client has waited too long to follow a </w:t>
      </w:r>
      <w:hyperlink w:anchor="sec_DeltaLinks" w:history="1">
        <w:r w:rsidRPr="00853C42">
          <w:rPr>
            <w:rStyle w:val="Hyperlink"/>
          </w:rPr>
          <w:t>delta link</w:t>
        </w:r>
      </w:hyperlink>
      <w:r>
        <w:t xml:space="preserve"> or a </w:t>
      </w:r>
      <w:hyperlink w:anchor="sec_AsynchronousRequests" w:history="1">
        <w:r w:rsidRPr="00E4610B">
          <w:rPr>
            <w:rStyle w:val="Hyperlink"/>
          </w:rPr>
          <w:t>status-monitor</w:t>
        </w:r>
        <w:r>
          <w:rPr>
            <w:rStyle w:val="Hyperlink"/>
          </w:rPr>
          <w:t>-re</w:t>
        </w:r>
        <w:r w:rsidRPr="00E4610B">
          <w:rPr>
            <w:rStyle w:val="Hyperlink"/>
          </w:rPr>
          <w:t>source</w:t>
        </w:r>
      </w:hyperlink>
      <w:r>
        <w:t xml:space="preserve"> link, or a next link on a collection that was requested with </w:t>
      </w:r>
      <w:hyperlink w:anchor="sec_HeaderIsolationODataIsolation" w:history="1">
        <w:r>
          <w:rPr>
            <w:rStyle w:val="Hyperlink"/>
          </w:rPr>
          <w:t>snapshot isolation</w:t>
        </w:r>
      </w:hyperlink>
      <w:r>
        <w:t>.</w:t>
      </w:r>
    </w:p>
    <w:bookmarkStart w:id="409" w:name="_Response_Code_412"/>
    <w:bookmarkStart w:id="410" w:name="_Toc477876609"/>
    <w:bookmarkStart w:id="411" w:name="sec_ResponseCode412PreconditionFailed"/>
    <w:bookmarkStart w:id="412" w:name="_Toc370126042"/>
    <w:bookmarkStart w:id="413" w:name="_Toc370374839"/>
    <w:bookmarkEnd w:id="409"/>
    <w:p w14:paraId="0153F034" w14:textId="77777777" w:rsidR="00752DAA" w:rsidRDefault="00752DAA" w:rsidP="006C1EBF">
      <w:pPr>
        <w:pStyle w:val="Heading3"/>
        <w:numPr>
          <w:ilvl w:val="2"/>
          <w:numId w:val="2"/>
        </w:numPr>
        <w:tabs>
          <w:tab w:val="left" w:pos="567"/>
        </w:tabs>
      </w:pPr>
      <w:r>
        <w:fldChar w:fldCharType="begin"/>
      </w:r>
      <w:r>
        <w:instrText xml:space="preserve"> HYPERLINK  \l "sec_ResponseCode412PreconditionFailed" </w:instrText>
      </w:r>
      <w:r>
        <w:fldChar w:fldCharType="separate"/>
      </w:r>
      <w:bookmarkStart w:id="414" w:name="_Toc494885024"/>
      <w:bookmarkStart w:id="415" w:name="_Toc494356771"/>
      <w:r w:rsidRPr="004A50BC">
        <w:rPr>
          <w:rStyle w:val="Hyperlink"/>
        </w:rPr>
        <w:t xml:space="preserve">Response Code </w:t>
      </w:r>
      <w:r w:rsidRPr="004A50BC">
        <w:rPr>
          <w:rStyle w:val="Hyperlink"/>
          <w:rFonts w:ascii="Courier New" w:hAnsi="Courier New"/>
        </w:rPr>
        <w:t>412 Precondition Failed</w:t>
      </w:r>
      <w:bookmarkEnd w:id="410"/>
      <w:bookmarkEnd w:id="411"/>
      <w:bookmarkEnd w:id="414"/>
      <w:bookmarkEnd w:id="415"/>
      <w:r>
        <w:fldChar w:fldCharType="end"/>
      </w:r>
    </w:p>
    <w:p w14:paraId="0C32A215" w14:textId="77777777" w:rsidR="00752DAA" w:rsidRDefault="00752DAA" w:rsidP="00752DAA">
      <w:r>
        <w:t xml:space="preserve">As defined in </w:t>
      </w:r>
      <w:hyperlink w:anchor="HTTPConditional" w:history="1">
        <w:r w:rsidRPr="004F67CB">
          <w:rPr>
            <w:rStyle w:val="Hyperlink"/>
            <w:b/>
          </w:rPr>
          <w:t>[RFC7232]</w:t>
        </w:r>
      </w:hyperlink>
      <w:r w:rsidRPr="00B47A14">
        <w:rPr>
          <w:rStyle w:val="Hyperlink"/>
        </w:rPr>
        <w:t>,</w:t>
      </w:r>
      <w:r>
        <w:rPr>
          <w:rStyle w:val="Hyperlink"/>
          <w:b/>
        </w:rPr>
        <w:t xml:space="preserve"> </w:t>
      </w:r>
      <w:r w:rsidRPr="006A5AFF">
        <w:rPr>
          <w:rStyle w:val="Datatype"/>
        </w:rPr>
        <w:t>412 Precondition Failed</w:t>
      </w:r>
      <w:r>
        <w:t xml:space="preserve"> indicates that the client has performed a conditional request and the resource fails the condition. The service MUST ensure that no observable change occurs as a result of the request.</w:t>
      </w:r>
    </w:p>
    <w:bookmarkStart w:id="416" w:name="sec_ResponseCode424FailedDependency"/>
    <w:p w14:paraId="0D80B309" w14:textId="77777777" w:rsidR="00752DAA" w:rsidRDefault="00752DAA" w:rsidP="006C1EBF">
      <w:pPr>
        <w:pStyle w:val="Heading3"/>
        <w:numPr>
          <w:ilvl w:val="2"/>
          <w:numId w:val="2"/>
        </w:numPr>
        <w:tabs>
          <w:tab w:val="left" w:pos="567"/>
        </w:tabs>
      </w:pPr>
      <w:r>
        <w:fldChar w:fldCharType="begin"/>
      </w:r>
      <w:r>
        <w:instrText xml:space="preserve"> HYPERLINK  \l "sec_ResponseCode424FailedDependency" </w:instrText>
      </w:r>
      <w:r>
        <w:fldChar w:fldCharType="separate"/>
      </w:r>
      <w:bookmarkStart w:id="417" w:name="_Toc494885025"/>
      <w:bookmarkStart w:id="418" w:name="_Toc494356772"/>
      <w:r w:rsidRPr="004A50BC">
        <w:rPr>
          <w:rStyle w:val="Hyperlink"/>
        </w:rPr>
        <w:t xml:space="preserve">Response Code </w:t>
      </w:r>
      <w:r w:rsidRPr="004A50BC">
        <w:rPr>
          <w:rStyle w:val="Hyperlink"/>
          <w:rFonts w:ascii="Courier New" w:hAnsi="Courier New"/>
        </w:rPr>
        <w:t>424 Failed Dependency</w:t>
      </w:r>
      <w:bookmarkEnd w:id="416"/>
      <w:bookmarkEnd w:id="417"/>
      <w:bookmarkEnd w:id="418"/>
      <w:r>
        <w:fldChar w:fldCharType="end"/>
      </w:r>
    </w:p>
    <w:p w14:paraId="1D61101D" w14:textId="77777777" w:rsidR="00752DAA" w:rsidRDefault="00752DAA" w:rsidP="00752DAA">
      <w:r w:rsidRPr="006A5AFF">
        <w:rPr>
          <w:rStyle w:val="Datatype"/>
        </w:rPr>
        <w:t>4</w:t>
      </w:r>
      <w:r>
        <w:rPr>
          <w:rStyle w:val="Datatype"/>
        </w:rPr>
        <w:t>24 Failed Dependency</w:t>
      </w:r>
      <w:r>
        <w:t xml:space="preserve"> indicates that a request was not performed due to a failed dependency; for example, a request within a batch that depended upon a request that failed.</w:t>
      </w:r>
    </w:p>
    <w:bookmarkStart w:id="419" w:name="_Toc477876610"/>
    <w:bookmarkStart w:id="420" w:name="sec_ServerErrorResponses"/>
    <w:bookmarkEnd w:id="412"/>
    <w:bookmarkEnd w:id="413"/>
    <w:p w14:paraId="2FB3EE55" w14:textId="77777777" w:rsidR="00752DAA" w:rsidRDefault="00752DAA" w:rsidP="006C1EBF">
      <w:pPr>
        <w:pStyle w:val="Heading2"/>
        <w:numPr>
          <w:ilvl w:val="1"/>
          <w:numId w:val="2"/>
        </w:numPr>
        <w:tabs>
          <w:tab w:val="left" w:pos="567"/>
        </w:tabs>
      </w:pPr>
      <w:r>
        <w:fldChar w:fldCharType="begin"/>
      </w:r>
      <w:r>
        <w:instrText xml:space="preserve"> HYPERLINK  \l "sec_ServerErrorResponses" </w:instrText>
      </w:r>
      <w:r>
        <w:fldChar w:fldCharType="separate"/>
      </w:r>
      <w:bookmarkStart w:id="421" w:name="_Toc494885026"/>
      <w:bookmarkStart w:id="422" w:name="_Toc494356773"/>
      <w:r w:rsidRPr="004A50BC">
        <w:rPr>
          <w:rStyle w:val="Hyperlink"/>
        </w:rPr>
        <w:t>Server Error Responses</w:t>
      </w:r>
      <w:bookmarkEnd w:id="419"/>
      <w:bookmarkEnd w:id="420"/>
      <w:bookmarkEnd w:id="421"/>
      <w:bookmarkEnd w:id="422"/>
      <w:r>
        <w:fldChar w:fldCharType="end"/>
      </w:r>
    </w:p>
    <w:p w14:paraId="24CB0125" w14:textId="77777777" w:rsidR="00752DAA" w:rsidRPr="006C0125" w:rsidRDefault="00752DAA" w:rsidP="00752DAA">
      <w:r>
        <w:t xml:space="preserve">As defined in </w:t>
      </w:r>
      <w:hyperlink w:anchor="HTTPSemantic" w:history="1">
        <w:r w:rsidRPr="00CE1171">
          <w:rPr>
            <w:rStyle w:val="Hyperlink"/>
            <w:b/>
          </w:rPr>
          <w:t>[RFC7231]</w:t>
        </w:r>
      </w:hyperlink>
      <w:r w:rsidRPr="006C0125">
        <w:rPr>
          <w:rStyle w:val="Hyperlink"/>
        </w:rPr>
        <w:t xml:space="preserve">, </w:t>
      </w:r>
      <w:r w:rsidRPr="008A62C8">
        <w:t xml:space="preserve">error codes in the </w:t>
      </w:r>
      <w:r w:rsidRPr="008A62C8">
        <w:rPr>
          <w:rFonts w:ascii="Courier New" w:hAnsi="Courier New" w:cs="Courier New"/>
        </w:rPr>
        <w:t>5xx</w:t>
      </w:r>
      <w:r w:rsidRPr="008A62C8">
        <w:t xml:space="preserve"> range indicate service errors</w:t>
      </w:r>
      <w:r w:rsidRPr="006C0125">
        <w:rPr>
          <w:rStyle w:val="Hyperlink"/>
        </w:rPr>
        <w:t>.</w:t>
      </w:r>
    </w:p>
    <w:bookmarkStart w:id="423" w:name="_501_Not_Implemented_1"/>
    <w:bookmarkStart w:id="424" w:name="_Response_Code_501"/>
    <w:bookmarkStart w:id="425" w:name="_Toc477876611"/>
    <w:bookmarkStart w:id="426" w:name="sec_ResponseCode501NotImplemented"/>
    <w:bookmarkEnd w:id="423"/>
    <w:bookmarkEnd w:id="424"/>
    <w:p w14:paraId="1AF7A480" w14:textId="77777777" w:rsidR="00752DAA" w:rsidRDefault="00752DAA" w:rsidP="006C1EBF">
      <w:pPr>
        <w:pStyle w:val="Heading3"/>
        <w:numPr>
          <w:ilvl w:val="2"/>
          <w:numId w:val="2"/>
        </w:numPr>
        <w:tabs>
          <w:tab w:val="left" w:pos="567"/>
        </w:tabs>
      </w:pPr>
      <w:r>
        <w:lastRenderedPageBreak/>
        <w:fldChar w:fldCharType="begin"/>
      </w:r>
      <w:r>
        <w:instrText xml:space="preserve"> HYPERLINK  \l "sec_ResponseCode501NotImplemented" </w:instrText>
      </w:r>
      <w:r>
        <w:fldChar w:fldCharType="separate"/>
      </w:r>
      <w:bookmarkStart w:id="427" w:name="_Toc494885027"/>
      <w:bookmarkStart w:id="428" w:name="_Toc494356774"/>
      <w:r w:rsidRPr="004A50BC">
        <w:rPr>
          <w:rStyle w:val="Hyperlink"/>
        </w:rPr>
        <w:t xml:space="preserve">Response Code </w:t>
      </w:r>
      <w:r w:rsidRPr="004A50BC">
        <w:rPr>
          <w:rStyle w:val="Hyperlink"/>
          <w:rFonts w:ascii="Courier New" w:hAnsi="Courier New"/>
        </w:rPr>
        <w:t>501 Not Implemented</w:t>
      </w:r>
      <w:bookmarkEnd w:id="425"/>
      <w:bookmarkEnd w:id="426"/>
      <w:bookmarkEnd w:id="427"/>
      <w:bookmarkEnd w:id="428"/>
      <w:r>
        <w:fldChar w:fldCharType="end"/>
      </w:r>
    </w:p>
    <w:p w14:paraId="296E793D" w14:textId="77777777" w:rsidR="00752DAA" w:rsidRDefault="00752DAA" w:rsidP="00752DAA">
      <w:r>
        <w:t xml:space="preserve">If the client requests functionality not implemented by the OData Service, the service responds with </w:t>
      </w:r>
      <w:r w:rsidRPr="0073400A">
        <w:rPr>
          <w:rStyle w:val="Datatype"/>
        </w:rPr>
        <w:t>501 Not Implemented</w:t>
      </w:r>
      <w:r>
        <w:t xml:space="preserve"> and SHOULD include a response body describing</w:t>
      </w:r>
      <w:r w:rsidDel="00FC3809">
        <w:t xml:space="preserve"> </w:t>
      </w:r>
      <w:r>
        <w:t>the functionality not implemented.</w:t>
      </w:r>
    </w:p>
    <w:bookmarkStart w:id="429" w:name="_Not_Implemented_Error"/>
    <w:bookmarkStart w:id="430" w:name="_Toc477876612"/>
    <w:bookmarkStart w:id="431" w:name="sec_InStreamErrors"/>
    <w:bookmarkEnd w:id="429"/>
    <w:p w14:paraId="0E2DD3DF" w14:textId="77777777" w:rsidR="00752DAA" w:rsidRDefault="00752DAA" w:rsidP="006C1EBF">
      <w:pPr>
        <w:pStyle w:val="Heading2"/>
        <w:numPr>
          <w:ilvl w:val="1"/>
          <w:numId w:val="2"/>
        </w:numPr>
        <w:tabs>
          <w:tab w:val="left" w:pos="567"/>
        </w:tabs>
      </w:pPr>
      <w:r>
        <w:fldChar w:fldCharType="begin"/>
      </w:r>
      <w:r>
        <w:instrText xml:space="preserve"> HYPERLINK  \l "sec_InStreamErrors" </w:instrText>
      </w:r>
      <w:r>
        <w:fldChar w:fldCharType="separate"/>
      </w:r>
      <w:bookmarkStart w:id="432" w:name="_Toc494885028"/>
      <w:bookmarkStart w:id="433" w:name="_Toc494356775"/>
      <w:r w:rsidRPr="004A50BC">
        <w:rPr>
          <w:rStyle w:val="Hyperlink"/>
        </w:rPr>
        <w:t>In-Stream Errors</w:t>
      </w:r>
      <w:bookmarkEnd w:id="430"/>
      <w:bookmarkEnd w:id="431"/>
      <w:bookmarkEnd w:id="432"/>
      <w:bookmarkEnd w:id="433"/>
      <w:r>
        <w:fldChar w:fldCharType="end"/>
      </w:r>
    </w:p>
    <w:p w14:paraId="0F25BE69" w14:textId="77777777" w:rsidR="00752DAA" w:rsidRDefault="00752DAA" w:rsidP="00752DAA">
      <w:pPr>
        <w:keepNext/>
      </w:pPr>
      <w:r>
        <w:t>In the case that the service encounters an error after sending a success status to the client, the service MUST generate an error within the payload, which may leave the response malformed. Clients MUST treat the entire response as being in error.</w:t>
      </w:r>
    </w:p>
    <w:p w14:paraId="36067A4E" w14:textId="77777777" w:rsidR="00752DAA" w:rsidRDefault="00752DAA" w:rsidP="00752DAA">
      <w:r>
        <w:t>This specification does not prescribe a particular format for generating errors within a payload.</w:t>
      </w:r>
    </w:p>
    <w:bookmarkStart w:id="434" w:name="_Data_Service_Requests"/>
    <w:bookmarkStart w:id="435" w:name="_Metadata_URL"/>
    <w:bookmarkStart w:id="436" w:name="_Toc477876613"/>
    <w:bookmarkStart w:id="437" w:name="sec_ContextURL"/>
    <w:bookmarkEnd w:id="434"/>
    <w:bookmarkEnd w:id="435"/>
    <w:p w14:paraId="318ECE5A" w14:textId="77777777" w:rsidR="00752DAA" w:rsidRDefault="00752DAA" w:rsidP="006C1EBF">
      <w:pPr>
        <w:pStyle w:val="Heading1"/>
        <w:numPr>
          <w:ilvl w:val="0"/>
          <w:numId w:val="2"/>
        </w:numPr>
        <w:tabs>
          <w:tab w:val="clear" w:pos="432"/>
          <w:tab w:val="left" w:pos="567"/>
        </w:tabs>
        <w:ind w:left="397" w:hanging="397"/>
      </w:pPr>
      <w:r>
        <w:lastRenderedPageBreak/>
        <w:fldChar w:fldCharType="begin"/>
      </w:r>
      <w:r>
        <w:instrText xml:space="preserve"> HYPERLINK  \l "sec_ContextURL" </w:instrText>
      </w:r>
      <w:r>
        <w:fldChar w:fldCharType="separate"/>
      </w:r>
      <w:bookmarkStart w:id="438" w:name="_Toc494885029"/>
      <w:bookmarkStart w:id="439" w:name="_Toc494356776"/>
      <w:r w:rsidRPr="004A50BC">
        <w:rPr>
          <w:rStyle w:val="Hyperlink"/>
        </w:rPr>
        <w:t>Context URL</w:t>
      </w:r>
      <w:bookmarkEnd w:id="436"/>
      <w:bookmarkEnd w:id="437"/>
      <w:bookmarkEnd w:id="438"/>
      <w:bookmarkEnd w:id="439"/>
      <w:r>
        <w:fldChar w:fldCharType="end"/>
      </w:r>
    </w:p>
    <w:p w14:paraId="4E8F23EB" w14:textId="77777777" w:rsidR="00752DAA" w:rsidRDefault="00752DAA" w:rsidP="00752DAA">
      <w:r>
        <w:t>The</w:t>
      </w:r>
      <w:r w:rsidDel="00264FFC">
        <w:t xml:space="preserve"> </w:t>
      </w:r>
      <w:r>
        <w:rPr>
          <w:i/>
        </w:rPr>
        <w:t>context</w:t>
      </w:r>
      <w:r w:rsidRPr="00A73B63">
        <w:rPr>
          <w:i/>
        </w:rPr>
        <w:t xml:space="preserve"> URL</w:t>
      </w:r>
      <w:r>
        <w:t xml:space="preserve"> describes the content of the payload. It consists of the canonical </w:t>
      </w:r>
      <w:hyperlink w:anchor="sec_MetadataDocumentRequest" w:history="1">
        <w:r w:rsidRPr="00416710">
          <w:rPr>
            <w:rStyle w:val="Hyperlink"/>
          </w:rPr>
          <w:t>metadata document URL</w:t>
        </w:r>
      </w:hyperlink>
      <w:r>
        <w:t xml:space="preserve"> and a fragment identifying the relevant portion of the metadata document. The context URL makes response payloads “self-contained”, allowing a recipient to retrieve metadata, resolve references, and construct canonical links omitted from response payloads in certain optimized formats.</w:t>
      </w:r>
    </w:p>
    <w:p w14:paraId="6461C450" w14:textId="77777777" w:rsidR="00752DAA" w:rsidRDefault="00752DAA" w:rsidP="00752DAA">
      <w:r>
        <w:t>Request payloads generally do not require context URLs as the type of the payload can generally be determined from the request URL.</w:t>
      </w:r>
    </w:p>
    <w:p w14:paraId="15B51804" w14:textId="77777777" w:rsidR="00752DAA" w:rsidRDefault="00752DAA" w:rsidP="00752DAA">
      <w:r>
        <w:t xml:space="preserve">For details on how the context URL is used to describe a payload, see the relevant sections in the particular format. </w:t>
      </w:r>
    </w:p>
    <w:p w14:paraId="5F671AF5" w14:textId="77777777" w:rsidR="00752DAA" w:rsidRDefault="00752DAA" w:rsidP="00752DAA">
      <w:r>
        <w:t xml:space="preserve">The following subsections describe how the context URL is constructed for each category of payload by providing a </w:t>
      </w:r>
      <w:r>
        <w:rPr>
          <w:i/>
        </w:rPr>
        <w:t>context URL</w:t>
      </w:r>
      <w:r w:rsidRPr="007909FC">
        <w:rPr>
          <w:i/>
        </w:rPr>
        <w:t xml:space="preserve"> template</w:t>
      </w:r>
      <w:r>
        <w:t>. The</w:t>
      </w:r>
      <w:r w:rsidDel="00264FFC">
        <w:t xml:space="preserve"> </w:t>
      </w:r>
      <w:r>
        <w:t>context URL template uses the following terms:</w:t>
      </w:r>
    </w:p>
    <w:p w14:paraId="11820A1D" w14:textId="77777777" w:rsidR="00752DAA" w:rsidRDefault="00752DAA" w:rsidP="006C1EBF">
      <w:pPr>
        <w:numPr>
          <w:ilvl w:val="0"/>
          <w:numId w:val="10"/>
        </w:numPr>
        <w:spacing w:before="0"/>
        <w:ind w:left="714" w:hanging="357"/>
      </w:pPr>
      <w:r w:rsidRPr="001705E4">
        <w:rPr>
          <w:rStyle w:val="Datatype"/>
        </w:rPr>
        <w:t>{context-url}</w:t>
      </w:r>
      <w:r w:rsidRPr="00F2300A">
        <w:t xml:space="preserve"> </w:t>
      </w:r>
      <w:r>
        <w:t>is</w:t>
      </w:r>
      <w:r w:rsidRPr="00F2300A">
        <w:t xml:space="preserve"> the </w:t>
      </w:r>
      <w:r>
        <w:t xml:space="preserve">canonical </w:t>
      </w:r>
      <w:r w:rsidRPr="00F2300A">
        <w:t xml:space="preserve">resource path to the </w:t>
      </w:r>
      <w:r w:rsidRPr="001705E4">
        <w:rPr>
          <w:rStyle w:val="Datatype"/>
        </w:rPr>
        <w:t>$metadata</w:t>
      </w:r>
      <w:r w:rsidRPr="00F2300A">
        <w:t xml:space="preserve"> document</w:t>
      </w:r>
      <w:r>
        <w:t>,</w:t>
      </w:r>
    </w:p>
    <w:p w14:paraId="44CABD99" w14:textId="77777777" w:rsidR="00752DAA" w:rsidRDefault="00752DAA" w:rsidP="006C1EBF">
      <w:pPr>
        <w:numPr>
          <w:ilvl w:val="0"/>
          <w:numId w:val="10"/>
        </w:numPr>
        <w:spacing w:before="0"/>
        <w:ind w:left="714" w:hanging="357"/>
      </w:pPr>
      <w:r w:rsidRPr="001705E4">
        <w:rPr>
          <w:rStyle w:val="Datatype"/>
        </w:rPr>
        <w:t>{entity-set}</w:t>
      </w:r>
      <w:r w:rsidRPr="00F2300A">
        <w:t xml:space="preserve"> is the </w:t>
      </w:r>
      <w:r>
        <w:t xml:space="preserve">name of an </w:t>
      </w:r>
      <w:r w:rsidRPr="00F2300A">
        <w:t>entity</w:t>
      </w:r>
      <w:r>
        <w:t xml:space="preserve"> </w:t>
      </w:r>
      <w:r w:rsidRPr="00F2300A">
        <w:t>set or path to a contain</w:t>
      </w:r>
      <w:r>
        <w:t>ment</w:t>
      </w:r>
      <w:r w:rsidRPr="00F2300A">
        <w:t xml:space="preserve"> navigation property</w:t>
      </w:r>
      <w:r>
        <w:t>,</w:t>
      </w:r>
    </w:p>
    <w:p w14:paraId="30D85FDD" w14:textId="77777777" w:rsidR="00752DAA" w:rsidRDefault="00752DAA" w:rsidP="006C1EBF">
      <w:pPr>
        <w:numPr>
          <w:ilvl w:val="0"/>
          <w:numId w:val="10"/>
        </w:numPr>
        <w:spacing w:before="0"/>
        <w:ind w:left="714" w:hanging="357"/>
      </w:pPr>
      <w:r w:rsidRPr="001705E4">
        <w:rPr>
          <w:rStyle w:val="Datatype"/>
        </w:rPr>
        <w:t>{</w:t>
      </w:r>
      <w:r>
        <w:rPr>
          <w:rStyle w:val="Datatype"/>
        </w:rPr>
        <w:t>entity</w:t>
      </w:r>
      <w:r w:rsidRPr="001705E4">
        <w:rPr>
          <w:rStyle w:val="Datatype"/>
        </w:rPr>
        <w:t>}</w:t>
      </w:r>
      <w:r>
        <w:t xml:space="preserve"> is the canonical URL for an entity,</w:t>
      </w:r>
    </w:p>
    <w:p w14:paraId="77E26D7C" w14:textId="77777777" w:rsidR="00752DAA" w:rsidRDefault="00752DAA" w:rsidP="006C1EBF">
      <w:pPr>
        <w:numPr>
          <w:ilvl w:val="0"/>
          <w:numId w:val="10"/>
        </w:numPr>
        <w:spacing w:before="0"/>
        <w:ind w:left="714" w:hanging="357"/>
      </w:pPr>
      <w:r w:rsidRPr="001705E4">
        <w:rPr>
          <w:rStyle w:val="Datatype"/>
        </w:rPr>
        <w:t>{</w:t>
      </w:r>
      <w:r>
        <w:rPr>
          <w:rStyle w:val="Datatype"/>
        </w:rPr>
        <w:t>singleton</w:t>
      </w:r>
      <w:r w:rsidRPr="001705E4">
        <w:rPr>
          <w:rStyle w:val="Datatype"/>
        </w:rPr>
        <w:t>}</w:t>
      </w:r>
      <w:r>
        <w:t xml:space="preserve"> is the canonical URL for a singleton entity,</w:t>
      </w:r>
    </w:p>
    <w:p w14:paraId="448F23D6" w14:textId="77777777" w:rsidR="00752DAA" w:rsidRDefault="00752DAA" w:rsidP="006C1EBF">
      <w:pPr>
        <w:numPr>
          <w:ilvl w:val="0"/>
          <w:numId w:val="10"/>
        </w:numPr>
        <w:spacing w:before="0"/>
        <w:ind w:left="714" w:hanging="357"/>
      </w:pPr>
      <w:r w:rsidRPr="001705E4">
        <w:rPr>
          <w:rStyle w:val="Datatype"/>
        </w:rPr>
        <w:t>{</w:t>
      </w:r>
      <w:r>
        <w:rPr>
          <w:rStyle w:val="Datatype"/>
        </w:rPr>
        <w:t>select</w:t>
      </w:r>
      <w:r w:rsidRPr="001705E4">
        <w:rPr>
          <w:rStyle w:val="Datatype"/>
        </w:rPr>
        <w:t>-list}</w:t>
      </w:r>
      <w:r>
        <w:t xml:space="preserve"> is an optional parenthesized comma-separated list of selected properties, functions and actions,</w:t>
      </w:r>
    </w:p>
    <w:p w14:paraId="425E90E6" w14:textId="77777777" w:rsidR="00752DAA" w:rsidRPr="00EC5B28" w:rsidRDefault="00752DAA" w:rsidP="006C1EBF">
      <w:pPr>
        <w:numPr>
          <w:ilvl w:val="0"/>
          <w:numId w:val="10"/>
        </w:numPr>
        <w:spacing w:before="0"/>
        <w:ind w:left="714" w:hanging="357"/>
        <w:rPr>
          <w:rStyle w:val="Datatype"/>
          <w:rFonts w:ascii="Arial" w:hAnsi="Arial"/>
        </w:rPr>
      </w:pPr>
      <w:r>
        <w:rPr>
          <w:rStyle w:val="Datatype"/>
        </w:rPr>
        <w:t>{property-path}</w:t>
      </w:r>
      <w:r w:rsidRPr="00EC5B28">
        <w:t xml:space="preserve"> </w:t>
      </w:r>
      <w:r>
        <w:t>is the path to a structural property of the entity,</w:t>
      </w:r>
    </w:p>
    <w:p w14:paraId="40E99E52" w14:textId="77777777" w:rsidR="00752DAA" w:rsidRDefault="00752DAA" w:rsidP="006C1EBF">
      <w:pPr>
        <w:numPr>
          <w:ilvl w:val="0"/>
          <w:numId w:val="10"/>
        </w:numPr>
        <w:spacing w:before="0"/>
        <w:ind w:left="714" w:hanging="357"/>
      </w:pPr>
      <w:r w:rsidRPr="001705E4">
        <w:rPr>
          <w:rStyle w:val="Datatype"/>
        </w:rPr>
        <w:t>{type-name}</w:t>
      </w:r>
      <w:r>
        <w:t xml:space="preserve"> is a qualified type name,</w:t>
      </w:r>
    </w:p>
    <w:p w14:paraId="5D6B96AA" w14:textId="77777777" w:rsidR="00752DAA" w:rsidRDefault="00752DAA" w:rsidP="006C1EBF">
      <w:pPr>
        <w:numPr>
          <w:ilvl w:val="0"/>
          <w:numId w:val="10"/>
        </w:numPr>
        <w:spacing w:before="0"/>
        <w:ind w:left="714" w:hanging="357"/>
      </w:pPr>
      <w:r w:rsidRPr="001705E4">
        <w:rPr>
          <w:rStyle w:val="Datatype"/>
        </w:rPr>
        <w:t>{/type-name}</w:t>
      </w:r>
      <w:r>
        <w:t xml:space="preserve"> is an optional type-cast segment containing the qualified name of a derived or implemented type prefixed with a forward slash.</w:t>
      </w:r>
    </w:p>
    <w:p w14:paraId="037FE0A9" w14:textId="77777777" w:rsidR="00752DAA" w:rsidRDefault="00752DAA" w:rsidP="00752DAA">
      <w:r>
        <w:t xml:space="preserve">The full grammar for the context URL is defined in </w:t>
      </w:r>
      <w:hyperlink w:anchor="ABNF" w:history="1">
        <w:r w:rsidRPr="005C52E4">
          <w:rPr>
            <w:rStyle w:val="Hyperlink"/>
            <w:b/>
          </w:rPr>
          <w:t>[OData-ABNF]</w:t>
        </w:r>
      </w:hyperlink>
      <w:r>
        <w:t>.</w:t>
      </w:r>
      <w:r w:rsidRPr="00A967B9">
        <w:t xml:space="preserve"> </w:t>
      </w:r>
      <w:r>
        <w:t>Note that the syntax of the context URL is independent of whatever URL conventions the service uses for addressing individual entities.</w:t>
      </w:r>
    </w:p>
    <w:bookmarkStart w:id="440" w:name="_Toc477876614"/>
    <w:bookmarkStart w:id="441" w:name="sec_ServiceDocument"/>
    <w:p w14:paraId="5BDA7242" w14:textId="77777777" w:rsidR="00752DAA" w:rsidRDefault="00752DAA" w:rsidP="006C1EBF">
      <w:pPr>
        <w:pStyle w:val="Heading2"/>
        <w:numPr>
          <w:ilvl w:val="1"/>
          <w:numId w:val="2"/>
        </w:numPr>
        <w:tabs>
          <w:tab w:val="left" w:pos="567"/>
        </w:tabs>
      </w:pPr>
      <w:r>
        <w:fldChar w:fldCharType="begin"/>
      </w:r>
      <w:r>
        <w:instrText xml:space="preserve"> HYPERLINK  \l "sec_ServiceDocument" </w:instrText>
      </w:r>
      <w:r>
        <w:fldChar w:fldCharType="separate"/>
      </w:r>
      <w:bookmarkStart w:id="442" w:name="_Toc494885030"/>
      <w:bookmarkStart w:id="443" w:name="_Toc494356777"/>
      <w:r w:rsidRPr="004A50BC">
        <w:rPr>
          <w:rStyle w:val="Hyperlink"/>
        </w:rPr>
        <w:t>Service Document</w:t>
      </w:r>
      <w:bookmarkEnd w:id="440"/>
      <w:bookmarkEnd w:id="441"/>
      <w:bookmarkEnd w:id="442"/>
      <w:bookmarkEnd w:id="443"/>
      <w:r>
        <w:fldChar w:fldCharType="end"/>
      </w:r>
    </w:p>
    <w:p w14:paraId="665E3706" w14:textId="77777777" w:rsidR="00752DAA" w:rsidRDefault="00752DAA" w:rsidP="00752DAA">
      <w:pPr>
        <w:keepNext/>
      </w:pPr>
      <w:r>
        <w:t>Context URL template:</w:t>
      </w:r>
    </w:p>
    <w:p w14:paraId="4771D458" w14:textId="77777777" w:rsidR="00752DAA" w:rsidRDefault="00752DAA" w:rsidP="00752DAA">
      <w:pPr>
        <w:pStyle w:val="SourceCode"/>
      </w:pPr>
      <w:r w:rsidRPr="00D30D23">
        <w:rPr>
          <w:rStyle w:val="Datatype"/>
          <w:szCs w:val="20"/>
        </w:rPr>
        <w:t>{</w:t>
      </w:r>
      <w:r>
        <w:rPr>
          <w:rStyle w:val="Datatype"/>
          <w:szCs w:val="20"/>
        </w:rPr>
        <w:t>context</w:t>
      </w:r>
      <w:r w:rsidRPr="00D30D23">
        <w:rPr>
          <w:rStyle w:val="Datatype"/>
          <w:szCs w:val="20"/>
        </w:rPr>
        <w:t>-url}</w:t>
      </w:r>
    </w:p>
    <w:p w14:paraId="74EC14C6" w14:textId="77777777" w:rsidR="00752DAA" w:rsidRDefault="00752DAA" w:rsidP="00752DAA">
      <w:pPr>
        <w:keepNext/>
        <w:rPr>
          <w:rFonts w:cs="Arial"/>
          <w:szCs w:val="20"/>
        </w:rPr>
      </w:pPr>
      <w:r w:rsidRPr="00D30D23">
        <w:rPr>
          <w:rFonts w:cs="Arial"/>
          <w:szCs w:val="20"/>
        </w:rPr>
        <w:t>The</w:t>
      </w:r>
      <w:r w:rsidRPr="00D30D23" w:rsidDel="00264FFC">
        <w:rPr>
          <w:rFonts w:cs="Arial"/>
          <w:szCs w:val="20"/>
        </w:rPr>
        <w:t xml:space="preserve"> </w:t>
      </w:r>
      <w:r>
        <w:rPr>
          <w:rFonts w:cs="Arial"/>
          <w:szCs w:val="20"/>
        </w:rPr>
        <w:t>context</w:t>
      </w:r>
      <w:r w:rsidRPr="00D30D23">
        <w:rPr>
          <w:rFonts w:cs="Arial"/>
          <w:szCs w:val="20"/>
        </w:rPr>
        <w:t xml:space="preserve"> URL of the service document is the </w:t>
      </w:r>
      <w:r>
        <w:rPr>
          <w:rFonts w:cs="Arial"/>
          <w:szCs w:val="20"/>
        </w:rPr>
        <w:t>metadata document URL</w:t>
      </w:r>
      <w:r w:rsidRPr="00D30D23">
        <w:rPr>
          <w:rFonts w:cs="Arial"/>
          <w:szCs w:val="20"/>
        </w:rPr>
        <w:t xml:space="preserve"> of the service.</w:t>
      </w:r>
    </w:p>
    <w:p w14:paraId="1FE5E3D9"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10</w:t>
      </w:r>
      <w:r w:rsidR="002A710D">
        <w:rPr>
          <w:noProof/>
        </w:rPr>
        <w:fldChar w:fldCharType="end"/>
      </w:r>
      <w:r w:rsidRPr="003F1FAD">
        <w:t>:</w:t>
      </w:r>
      <w:r>
        <w:t xml:space="preserve"> resource URL and corresponding context URL</w:t>
      </w:r>
    </w:p>
    <w:p w14:paraId="5162AF4F" w14:textId="77777777" w:rsidR="00752DAA" w:rsidRPr="00445576" w:rsidRDefault="00752DAA" w:rsidP="00752DAA">
      <w:pPr>
        <w:pStyle w:val="Code"/>
      </w:pPr>
      <w:r w:rsidRPr="00445576">
        <w:rPr>
          <w:rStyle w:val="Datatype"/>
        </w:rPr>
        <w:t>http://host/service/</w:t>
      </w:r>
    </w:p>
    <w:p w14:paraId="51EC3B5F" w14:textId="77777777" w:rsidR="00752DAA" w:rsidRPr="00C30835" w:rsidRDefault="00752DAA" w:rsidP="00752DAA">
      <w:pPr>
        <w:pStyle w:val="Code"/>
      </w:pPr>
      <w:r w:rsidRPr="00445576">
        <w:t>http://host/service/$metadata</w:t>
      </w:r>
    </w:p>
    <w:bookmarkStart w:id="444" w:name="_Toc477876615"/>
    <w:bookmarkStart w:id="445" w:name="sec_CollectionofEntities"/>
    <w:p w14:paraId="6EAE84E6" w14:textId="77777777" w:rsidR="00752DAA" w:rsidRDefault="00752DAA" w:rsidP="006C1EBF">
      <w:pPr>
        <w:pStyle w:val="Heading2"/>
        <w:numPr>
          <w:ilvl w:val="1"/>
          <w:numId w:val="2"/>
        </w:numPr>
        <w:tabs>
          <w:tab w:val="left" w:pos="567"/>
        </w:tabs>
      </w:pPr>
      <w:r>
        <w:fldChar w:fldCharType="begin"/>
      </w:r>
      <w:r>
        <w:instrText xml:space="preserve"> HYPERLINK  \l "sec_CollectionofEntities" </w:instrText>
      </w:r>
      <w:r>
        <w:fldChar w:fldCharType="separate"/>
      </w:r>
      <w:bookmarkStart w:id="446" w:name="_Toc494885031"/>
      <w:bookmarkStart w:id="447" w:name="_Toc494356778"/>
      <w:r w:rsidRPr="004A50BC">
        <w:rPr>
          <w:rStyle w:val="Hyperlink"/>
        </w:rPr>
        <w:t>Collection of Entities</w:t>
      </w:r>
      <w:bookmarkEnd w:id="444"/>
      <w:bookmarkEnd w:id="445"/>
      <w:bookmarkEnd w:id="446"/>
      <w:bookmarkEnd w:id="447"/>
      <w:r>
        <w:fldChar w:fldCharType="end"/>
      </w:r>
    </w:p>
    <w:p w14:paraId="382D6025" w14:textId="77777777" w:rsidR="00752DAA" w:rsidRDefault="00752DAA" w:rsidP="00752DAA">
      <w:pPr>
        <w:keepNext/>
      </w:pPr>
      <w:r>
        <w:t>Context URL template:</w:t>
      </w:r>
    </w:p>
    <w:p w14:paraId="3FCE3732" w14:textId="77777777" w:rsidR="00752DAA" w:rsidRDefault="00752DAA" w:rsidP="00752DAA">
      <w:pPr>
        <w:pStyle w:val="SourceCode"/>
        <w:rPr>
          <w:rStyle w:val="Datatype"/>
          <w:szCs w:val="20"/>
        </w:rPr>
      </w:pPr>
      <w:r w:rsidRPr="00D30D23">
        <w:rPr>
          <w:rStyle w:val="Datatype"/>
          <w:szCs w:val="20"/>
        </w:rPr>
        <w:t>{</w:t>
      </w:r>
      <w:r>
        <w:rPr>
          <w:rStyle w:val="Datatype"/>
          <w:szCs w:val="20"/>
        </w:rPr>
        <w:t>context-url</w:t>
      </w:r>
      <w:r w:rsidRPr="00D30D23">
        <w:rPr>
          <w:rStyle w:val="Datatype"/>
          <w:szCs w:val="20"/>
        </w:rPr>
        <w:t>}#{entity-set}</w:t>
      </w:r>
    </w:p>
    <w:p w14:paraId="65284524" w14:textId="77777777" w:rsidR="00752DAA" w:rsidRDefault="00752DAA" w:rsidP="00752DAA">
      <w:pPr>
        <w:pStyle w:val="SourceCode"/>
      </w:pPr>
      <w:r w:rsidRPr="00A44997">
        <w:t>{context-url}#Collection({type-name})</w:t>
      </w:r>
    </w:p>
    <w:p w14:paraId="54F156F6" w14:textId="77777777" w:rsidR="00752DAA" w:rsidRDefault="00752DAA" w:rsidP="00752DAA">
      <w:pPr>
        <w:keepNext/>
        <w:rPr>
          <w:rFonts w:cs="Consolas"/>
          <w:szCs w:val="20"/>
        </w:rPr>
      </w:pPr>
      <w:r w:rsidRPr="00D30D23">
        <w:rPr>
          <w:rFonts w:cs="Consolas"/>
          <w:szCs w:val="20"/>
        </w:rPr>
        <w:t xml:space="preserve">If </w:t>
      </w:r>
      <w:r>
        <w:rPr>
          <w:rFonts w:cs="Consolas"/>
          <w:szCs w:val="20"/>
        </w:rPr>
        <w:t>all entities in the collection are members of one</w:t>
      </w:r>
      <w:r w:rsidRPr="00D30D23">
        <w:rPr>
          <w:rFonts w:cs="Consolas"/>
          <w:szCs w:val="20"/>
        </w:rPr>
        <w:t xml:space="preserve"> entity set</w:t>
      </w:r>
      <w:r>
        <w:rPr>
          <w:rFonts w:cs="Consolas"/>
          <w:szCs w:val="20"/>
        </w:rPr>
        <w:t>, its name is the context URL fragment</w:t>
      </w:r>
      <w:r w:rsidRPr="00D30D23">
        <w:rPr>
          <w:rFonts w:cs="Consolas"/>
          <w:szCs w:val="20"/>
        </w:rPr>
        <w:t>.</w:t>
      </w:r>
      <w:r>
        <w:rPr>
          <w:rFonts w:cs="Consolas"/>
          <w:szCs w:val="20"/>
        </w:rPr>
        <w:t xml:space="preserve"> </w:t>
      </w:r>
    </w:p>
    <w:p w14:paraId="49A1EFE3"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11</w:t>
      </w:r>
      <w:r w:rsidR="002A710D">
        <w:rPr>
          <w:noProof/>
        </w:rPr>
        <w:fldChar w:fldCharType="end"/>
      </w:r>
      <w:r w:rsidRPr="003F1FAD">
        <w:t>:</w:t>
      </w:r>
      <w:r>
        <w:t xml:space="preserve"> resource URL and corresponding context URL</w:t>
      </w:r>
    </w:p>
    <w:p w14:paraId="647CAD1B" w14:textId="77777777" w:rsidR="00752DAA" w:rsidRPr="00445576" w:rsidRDefault="00752DAA" w:rsidP="00752DAA">
      <w:pPr>
        <w:pStyle w:val="Code"/>
      </w:pPr>
      <w:r w:rsidRPr="00445576">
        <w:t>http://host/service/Customers</w:t>
      </w:r>
    </w:p>
    <w:p w14:paraId="1E09D641" w14:textId="77777777" w:rsidR="00752DAA" w:rsidRPr="00C30835" w:rsidRDefault="00752DAA" w:rsidP="00752DAA">
      <w:pPr>
        <w:pStyle w:val="Code"/>
      </w:pPr>
      <w:r w:rsidRPr="00445576">
        <w:t>http://host/service/$metadata#Customers</w:t>
      </w:r>
    </w:p>
    <w:p w14:paraId="7A6D2F3C" w14:textId="77777777" w:rsidR="00752DAA" w:rsidRDefault="00752DAA" w:rsidP="00752DAA">
      <w:pPr>
        <w:keepNext/>
        <w:rPr>
          <w:rFonts w:cs="Consolas"/>
          <w:szCs w:val="20"/>
        </w:rPr>
      </w:pPr>
      <w:r>
        <w:rPr>
          <w:rFonts w:cs="Consolas"/>
          <w:szCs w:val="20"/>
        </w:rPr>
        <w:lastRenderedPageBreak/>
        <w:t xml:space="preserve">If the entities are contained, then </w:t>
      </w:r>
      <w:r w:rsidRPr="00A86A0F">
        <w:rPr>
          <w:rStyle w:val="Datatype"/>
        </w:rPr>
        <w:t>entity-set</w:t>
      </w:r>
      <w:r w:rsidRPr="00A86A0F">
        <w:rPr>
          <w:rFonts w:cs="Consolas"/>
          <w:szCs w:val="20"/>
        </w:rPr>
        <w:t xml:space="preserve"> is the </w:t>
      </w:r>
      <w:r>
        <w:rPr>
          <w:rFonts w:cs="Consolas"/>
          <w:szCs w:val="20"/>
        </w:rPr>
        <w:t>top-level entity set or singleton followed by the path to the c</w:t>
      </w:r>
      <w:r w:rsidRPr="00A86A0F">
        <w:rPr>
          <w:rFonts w:cs="Consolas"/>
          <w:szCs w:val="20"/>
        </w:rPr>
        <w:t>ontainment navigation property of the containing</w:t>
      </w:r>
      <w:r>
        <w:rPr>
          <w:rFonts w:cs="Consolas"/>
          <w:szCs w:val="20"/>
        </w:rPr>
        <w:t xml:space="preserve"> entity.</w:t>
      </w:r>
    </w:p>
    <w:p w14:paraId="49BA16C5"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12</w:t>
      </w:r>
      <w:r w:rsidR="002A710D">
        <w:rPr>
          <w:noProof/>
        </w:rPr>
        <w:fldChar w:fldCharType="end"/>
      </w:r>
      <w:r w:rsidRPr="003F1FAD">
        <w:t>:</w:t>
      </w:r>
      <w:r>
        <w:t xml:space="preserve"> resource URL and corresponding context URL for contained entities</w:t>
      </w:r>
    </w:p>
    <w:p w14:paraId="030854B8" w14:textId="77777777" w:rsidR="00752DAA" w:rsidRPr="00445576" w:rsidRDefault="00752DAA" w:rsidP="00752DAA">
      <w:pPr>
        <w:pStyle w:val="Code"/>
      </w:pPr>
      <w:r w:rsidRPr="00445576">
        <w:t>http://host/service/</w:t>
      </w:r>
      <w:r>
        <w:t>Orders(4711)/Items</w:t>
      </w:r>
    </w:p>
    <w:p w14:paraId="71A6BF74" w14:textId="77777777" w:rsidR="00752DAA" w:rsidRDefault="00752DAA" w:rsidP="00752DAA">
      <w:pPr>
        <w:pStyle w:val="Code"/>
      </w:pPr>
      <w:r w:rsidRPr="00445576">
        <w:t>http://host/service/$metadata#</w:t>
      </w:r>
      <w:r>
        <w:t>Orders(4711)/Items</w:t>
      </w:r>
    </w:p>
    <w:p w14:paraId="250BB038" w14:textId="77777777" w:rsidR="00752DAA" w:rsidRDefault="00752DAA" w:rsidP="00752DAA">
      <w:pPr>
        <w:keepNext/>
        <w:rPr>
          <w:rFonts w:cs="Consolas"/>
          <w:szCs w:val="20"/>
        </w:rPr>
      </w:pPr>
      <w:r w:rsidRPr="00D30D23">
        <w:rPr>
          <w:rFonts w:cs="Consolas"/>
          <w:szCs w:val="20"/>
        </w:rPr>
        <w:t xml:space="preserve">If </w:t>
      </w:r>
      <w:r>
        <w:rPr>
          <w:rFonts w:cs="Consolas"/>
          <w:szCs w:val="20"/>
        </w:rPr>
        <w:t>the entities in the response are not bound to a single entity set, such as from a function or action with no entity set path, a function import or action import with no specified entity set, or a navigation property with no navigation property binding, the context URL specifies the type of the returned entity collection</w:t>
      </w:r>
      <w:r w:rsidRPr="00D30D23">
        <w:rPr>
          <w:rFonts w:cs="Consolas"/>
          <w:szCs w:val="20"/>
        </w:rPr>
        <w:t>.</w:t>
      </w:r>
      <w:r>
        <w:rPr>
          <w:rFonts w:cs="Consolas"/>
          <w:szCs w:val="20"/>
        </w:rPr>
        <w:t xml:space="preserve"> </w:t>
      </w:r>
    </w:p>
    <w:bookmarkStart w:id="448" w:name="_Toc477876616"/>
    <w:bookmarkStart w:id="449" w:name="sec_Entity"/>
    <w:p w14:paraId="4C740E1D" w14:textId="77777777" w:rsidR="00752DAA" w:rsidRDefault="00752DAA" w:rsidP="006C1EBF">
      <w:pPr>
        <w:pStyle w:val="Heading2"/>
        <w:numPr>
          <w:ilvl w:val="1"/>
          <w:numId w:val="2"/>
        </w:numPr>
        <w:tabs>
          <w:tab w:val="left" w:pos="567"/>
        </w:tabs>
      </w:pPr>
      <w:r>
        <w:fldChar w:fldCharType="begin"/>
      </w:r>
      <w:r>
        <w:instrText xml:space="preserve"> HYPERLINK  \l "sec_Entity" </w:instrText>
      </w:r>
      <w:r>
        <w:fldChar w:fldCharType="separate"/>
      </w:r>
      <w:bookmarkStart w:id="450" w:name="_Toc494885032"/>
      <w:bookmarkStart w:id="451" w:name="_Toc494356779"/>
      <w:r w:rsidRPr="004A50BC">
        <w:rPr>
          <w:rStyle w:val="Hyperlink"/>
        </w:rPr>
        <w:t>Entity</w:t>
      </w:r>
      <w:bookmarkEnd w:id="448"/>
      <w:bookmarkEnd w:id="449"/>
      <w:bookmarkEnd w:id="450"/>
      <w:bookmarkEnd w:id="451"/>
      <w:r>
        <w:fldChar w:fldCharType="end"/>
      </w:r>
    </w:p>
    <w:p w14:paraId="1B4E4A1A" w14:textId="77777777" w:rsidR="00752DAA" w:rsidRDefault="00752DAA" w:rsidP="00752DAA">
      <w:pPr>
        <w:keepNext/>
      </w:pPr>
      <w:r>
        <w:t xml:space="preserve">Context URL template: </w:t>
      </w:r>
    </w:p>
    <w:p w14:paraId="257D7993" w14:textId="77777777" w:rsidR="00752DAA" w:rsidRDefault="00752DAA" w:rsidP="00752DAA">
      <w:pPr>
        <w:pStyle w:val="SourceCode"/>
        <w:keepNext/>
        <w:rPr>
          <w:rStyle w:val="Datatype"/>
          <w:szCs w:val="20"/>
        </w:rPr>
      </w:pPr>
      <w:r w:rsidRPr="00D30D23">
        <w:rPr>
          <w:rStyle w:val="Datatype"/>
          <w:szCs w:val="20"/>
        </w:rPr>
        <w:t>{</w:t>
      </w:r>
      <w:r>
        <w:rPr>
          <w:rStyle w:val="Datatype"/>
          <w:szCs w:val="20"/>
        </w:rPr>
        <w:t>context-url</w:t>
      </w:r>
      <w:r w:rsidRPr="00D30D23">
        <w:rPr>
          <w:rStyle w:val="Datatype"/>
          <w:szCs w:val="20"/>
        </w:rPr>
        <w:t>}#{entity-set}/</w:t>
      </w:r>
      <w:r>
        <w:rPr>
          <w:rStyle w:val="Datatype"/>
          <w:szCs w:val="20"/>
        </w:rPr>
        <w:t>$entity</w:t>
      </w:r>
    </w:p>
    <w:p w14:paraId="59ADC3BC" w14:textId="77777777" w:rsidR="00752DAA" w:rsidRDefault="00752DAA" w:rsidP="00752DAA">
      <w:pPr>
        <w:pStyle w:val="SourceCode"/>
        <w:keepNext/>
      </w:pPr>
      <w:r w:rsidRPr="00A44997">
        <w:t>{context-url}#{type-name}</w:t>
      </w:r>
    </w:p>
    <w:p w14:paraId="7A3ADA23" w14:textId="77777777" w:rsidR="00752DAA" w:rsidRDefault="00752DAA" w:rsidP="00752DAA">
      <w:pPr>
        <w:keepNext/>
        <w:rPr>
          <w:rFonts w:cs="Consolas"/>
          <w:szCs w:val="20"/>
        </w:rPr>
      </w:pPr>
      <w:r w:rsidRPr="00D30D23">
        <w:rPr>
          <w:rFonts w:cs="Consolas"/>
          <w:szCs w:val="20"/>
        </w:rPr>
        <w:t xml:space="preserve">If a response </w:t>
      </w:r>
      <w:r>
        <w:rPr>
          <w:rFonts w:cs="Consolas"/>
          <w:szCs w:val="20"/>
        </w:rPr>
        <w:t>or response part</w:t>
      </w:r>
      <w:r w:rsidRPr="00D30D23">
        <w:rPr>
          <w:rFonts w:cs="Consolas"/>
          <w:szCs w:val="20"/>
        </w:rPr>
        <w:t xml:space="preserve"> is a single entity </w:t>
      </w:r>
      <w:r>
        <w:rPr>
          <w:rFonts w:cs="Consolas"/>
          <w:szCs w:val="20"/>
        </w:rPr>
        <w:t>of the declared type of a</w:t>
      </w:r>
      <w:r w:rsidRPr="00D30D23">
        <w:rPr>
          <w:rFonts w:cs="Consolas"/>
          <w:szCs w:val="20"/>
        </w:rPr>
        <w:t xml:space="preserve">n entity set, </w:t>
      </w:r>
      <w:r w:rsidRPr="00D30D23">
        <w:rPr>
          <w:rStyle w:val="Datatype"/>
          <w:szCs w:val="20"/>
        </w:rPr>
        <w:t>/</w:t>
      </w:r>
      <w:r>
        <w:rPr>
          <w:rStyle w:val="Datatype"/>
          <w:szCs w:val="20"/>
        </w:rPr>
        <w:t>$entity</w:t>
      </w:r>
      <w:r w:rsidRPr="00D30D23">
        <w:rPr>
          <w:rFonts w:cs="Consolas"/>
          <w:szCs w:val="20"/>
        </w:rPr>
        <w:t xml:space="preserve"> is appended to the </w:t>
      </w:r>
      <w:r>
        <w:rPr>
          <w:rFonts w:cs="Consolas"/>
          <w:szCs w:val="20"/>
        </w:rPr>
        <w:t>context URL</w:t>
      </w:r>
      <w:r w:rsidRPr="00D30D23">
        <w:rPr>
          <w:rFonts w:cs="Consolas"/>
          <w:szCs w:val="20"/>
        </w:rPr>
        <w:t>.</w:t>
      </w:r>
    </w:p>
    <w:p w14:paraId="3ECF5E8F"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13</w:t>
      </w:r>
      <w:r w:rsidR="002A710D">
        <w:rPr>
          <w:noProof/>
        </w:rPr>
        <w:fldChar w:fldCharType="end"/>
      </w:r>
      <w:r w:rsidRPr="003F1FAD">
        <w:t>:</w:t>
      </w:r>
      <w:r>
        <w:t xml:space="preserve"> resource URL and corresponding context URL</w:t>
      </w:r>
    </w:p>
    <w:p w14:paraId="346B78E1" w14:textId="77777777" w:rsidR="00752DAA" w:rsidRPr="00445576" w:rsidRDefault="00752DAA" w:rsidP="00752DAA">
      <w:pPr>
        <w:pStyle w:val="Code"/>
      </w:pPr>
      <w:r w:rsidRPr="00445576">
        <w:rPr>
          <w:rStyle w:val="Datatype"/>
        </w:rPr>
        <w:t>http://host/service/Customers(1)</w:t>
      </w:r>
    </w:p>
    <w:p w14:paraId="1A091CEB" w14:textId="77777777" w:rsidR="00752DAA" w:rsidRPr="00C30835" w:rsidRDefault="00752DAA" w:rsidP="00752DAA">
      <w:pPr>
        <w:pStyle w:val="Code"/>
      </w:pPr>
      <w:r w:rsidRPr="00445576">
        <w:t>http://host/service/$metadata#Customers/</w:t>
      </w:r>
      <w:r>
        <w:t>$entity</w:t>
      </w:r>
    </w:p>
    <w:p w14:paraId="6AA71A4B" w14:textId="77777777" w:rsidR="00752DAA" w:rsidRDefault="00752DAA" w:rsidP="00752DAA">
      <w:pPr>
        <w:keepNext/>
        <w:rPr>
          <w:rFonts w:cs="Consolas"/>
          <w:szCs w:val="20"/>
        </w:rPr>
      </w:pPr>
      <w:r>
        <w:rPr>
          <w:rFonts w:cs="Consolas"/>
          <w:szCs w:val="20"/>
        </w:rPr>
        <w:t xml:space="preserve">If the entity is contained, then </w:t>
      </w:r>
      <w:r w:rsidRPr="00A86A0F">
        <w:rPr>
          <w:rStyle w:val="Datatype"/>
        </w:rPr>
        <w:t>entity-set</w:t>
      </w:r>
      <w:r w:rsidRPr="00A86A0F">
        <w:rPr>
          <w:rFonts w:cs="Consolas"/>
          <w:szCs w:val="20"/>
        </w:rPr>
        <w:t xml:space="preserve"> is the canonical URL for the containment navigation property of the containing entity, e.g. Orders(4711)/Items</w:t>
      </w:r>
      <w:r>
        <w:rPr>
          <w:rFonts w:cs="Consolas"/>
          <w:szCs w:val="20"/>
        </w:rPr>
        <w:t>.</w:t>
      </w:r>
    </w:p>
    <w:p w14:paraId="27A88E8F"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14</w:t>
      </w:r>
      <w:r w:rsidR="002A710D">
        <w:rPr>
          <w:noProof/>
        </w:rPr>
        <w:fldChar w:fldCharType="end"/>
      </w:r>
      <w:r w:rsidRPr="003F1FAD">
        <w:t>:</w:t>
      </w:r>
      <w:r>
        <w:t xml:space="preserve"> resource URL and corresponding context URL for contained entity</w:t>
      </w:r>
    </w:p>
    <w:p w14:paraId="0871B93A" w14:textId="77777777" w:rsidR="00752DAA" w:rsidRPr="00445576" w:rsidRDefault="00752DAA" w:rsidP="00752DAA">
      <w:pPr>
        <w:pStyle w:val="Code"/>
      </w:pPr>
      <w:r w:rsidRPr="00445576">
        <w:t>http://host/service/</w:t>
      </w:r>
      <w:r>
        <w:t>Orders(4711)/Items(1)</w:t>
      </w:r>
    </w:p>
    <w:p w14:paraId="0DDB9F2B" w14:textId="77777777" w:rsidR="00752DAA" w:rsidRDefault="00752DAA" w:rsidP="00752DAA">
      <w:pPr>
        <w:pStyle w:val="Code"/>
      </w:pPr>
      <w:r w:rsidRPr="00445576">
        <w:t>http://host/service/$metadata#</w:t>
      </w:r>
      <w:r>
        <w:t>Orders(4711)/Items/$entity</w:t>
      </w:r>
    </w:p>
    <w:p w14:paraId="3D75F7D5" w14:textId="77777777" w:rsidR="00752DAA" w:rsidRDefault="00752DAA" w:rsidP="00752DAA">
      <w:pPr>
        <w:keepNext/>
        <w:rPr>
          <w:rFonts w:cs="Consolas"/>
          <w:szCs w:val="20"/>
        </w:rPr>
      </w:pPr>
      <w:r w:rsidRPr="00D30D23">
        <w:rPr>
          <w:rFonts w:cs="Consolas"/>
          <w:szCs w:val="20"/>
        </w:rPr>
        <w:t xml:space="preserve">If </w:t>
      </w:r>
      <w:r>
        <w:rPr>
          <w:rFonts w:cs="Consolas"/>
          <w:szCs w:val="20"/>
        </w:rPr>
        <w:t>the response is not bound to a single entity set, such as an entity returned from a function or action with no entity set path, a function import or action import with no specified entity set, or a navigation property with no navigation property binding, the context URL specifies the type of the returned entity</w:t>
      </w:r>
      <w:r w:rsidRPr="00D30D23">
        <w:rPr>
          <w:rFonts w:cs="Consolas"/>
          <w:szCs w:val="20"/>
        </w:rPr>
        <w:t>.</w:t>
      </w:r>
      <w:r>
        <w:rPr>
          <w:rFonts w:cs="Consolas"/>
          <w:szCs w:val="20"/>
        </w:rPr>
        <w:t xml:space="preserve"> </w:t>
      </w:r>
    </w:p>
    <w:bookmarkStart w:id="452" w:name="_Toc477876617"/>
    <w:bookmarkStart w:id="453" w:name="sec_Singleton"/>
    <w:p w14:paraId="71B17D98" w14:textId="77777777" w:rsidR="00752DAA" w:rsidRDefault="00752DAA" w:rsidP="006C1EBF">
      <w:pPr>
        <w:pStyle w:val="Heading2"/>
        <w:numPr>
          <w:ilvl w:val="1"/>
          <w:numId w:val="2"/>
        </w:numPr>
        <w:tabs>
          <w:tab w:val="left" w:pos="567"/>
        </w:tabs>
      </w:pPr>
      <w:r>
        <w:fldChar w:fldCharType="begin"/>
      </w:r>
      <w:r>
        <w:instrText xml:space="preserve"> HYPERLINK  \l "sec_Singleton" </w:instrText>
      </w:r>
      <w:r>
        <w:fldChar w:fldCharType="separate"/>
      </w:r>
      <w:bookmarkStart w:id="454" w:name="_Toc494885033"/>
      <w:bookmarkStart w:id="455" w:name="_Toc494356780"/>
      <w:r w:rsidRPr="004A50BC">
        <w:rPr>
          <w:rStyle w:val="Hyperlink"/>
        </w:rPr>
        <w:t>Singleton</w:t>
      </w:r>
      <w:bookmarkEnd w:id="452"/>
      <w:bookmarkEnd w:id="453"/>
      <w:bookmarkEnd w:id="454"/>
      <w:bookmarkEnd w:id="455"/>
      <w:r>
        <w:fldChar w:fldCharType="end"/>
      </w:r>
    </w:p>
    <w:p w14:paraId="412C1A8B" w14:textId="77777777" w:rsidR="00752DAA" w:rsidRDefault="00752DAA" w:rsidP="00752DAA">
      <w:pPr>
        <w:keepNext/>
      </w:pPr>
      <w:r>
        <w:t>Context URL template:</w:t>
      </w:r>
    </w:p>
    <w:p w14:paraId="540316BE" w14:textId="77777777" w:rsidR="00752DAA" w:rsidRDefault="00752DAA" w:rsidP="00752DAA">
      <w:pPr>
        <w:pStyle w:val="SourceCode"/>
      </w:pPr>
      <w:r w:rsidRPr="00D30D23">
        <w:rPr>
          <w:rStyle w:val="Datatype"/>
          <w:szCs w:val="20"/>
        </w:rPr>
        <w:t>{</w:t>
      </w:r>
      <w:r>
        <w:rPr>
          <w:rStyle w:val="Datatype"/>
          <w:szCs w:val="20"/>
        </w:rPr>
        <w:t>context-url</w:t>
      </w:r>
      <w:r w:rsidRPr="00D30D23">
        <w:rPr>
          <w:rStyle w:val="Datatype"/>
          <w:szCs w:val="20"/>
        </w:rPr>
        <w:t>}#{</w:t>
      </w:r>
      <w:r>
        <w:rPr>
          <w:rStyle w:val="Datatype"/>
          <w:szCs w:val="20"/>
        </w:rPr>
        <w:t>singleton</w:t>
      </w:r>
      <w:r w:rsidRPr="00D30D23">
        <w:rPr>
          <w:rStyle w:val="Datatype"/>
          <w:szCs w:val="20"/>
        </w:rPr>
        <w:t>}</w:t>
      </w:r>
    </w:p>
    <w:p w14:paraId="158C6578" w14:textId="77777777" w:rsidR="00752DAA" w:rsidRDefault="00752DAA" w:rsidP="00752DAA">
      <w:pPr>
        <w:keepNext/>
        <w:rPr>
          <w:rFonts w:cs="Consolas"/>
          <w:szCs w:val="20"/>
        </w:rPr>
      </w:pPr>
      <w:r w:rsidRPr="00D30D23">
        <w:rPr>
          <w:rFonts w:cs="Consolas"/>
          <w:szCs w:val="20"/>
        </w:rPr>
        <w:t xml:space="preserve">If a response </w:t>
      </w:r>
      <w:r>
        <w:rPr>
          <w:rFonts w:cs="Consolas"/>
          <w:szCs w:val="20"/>
        </w:rPr>
        <w:t>or response part</w:t>
      </w:r>
      <w:r w:rsidRPr="00D30D23">
        <w:rPr>
          <w:rFonts w:cs="Consolas"/>
          <w:szCs w:val="20"/>
        </w:rPr>
        <w:t xml:space="preserve"> is a single</w:t>
      </w:r>
      <w:r>
        <w:rPr>
          <w:rFonts w:cs="Consolas"/>
          <w:szCs w:val="20"/>
        </w:rPr>
        <w:t xml:space="preserve">ton, its name is the context URL fragment. </w:t>
      </w:r>
    </w:p>
    <w:p w14:paraId="461D7C64"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15</w:t>
      </w:r>
      <w:r w:rsidR="002A710D">
        <w:rPr>
          <w:noProof/>
        </w:rPr>
        <w:fldChar w:fldCharType="end"/>
      </w:r>
      <w:r w:rsidRPr="003F1FAD">
        <w:t>:</w:t>
      </w:r>
      <w:r>
        <w:t xml:space="preserve"> resource URL and corresponding context URL</w:t>
      </w:r>
    </w:p>
    <w:p w14:paraId="7439F353" w14:textId="77777777" w:rsidR="00752DAA" w:rsidRPr="00445576" w:rsidRDefault="00752DAA" w:rsidP="00752DAA">
      <w:pPr>
        <w:pStyle w:val="Code"/>
      </w:pPr>
      <w:r w:rsidRPr="00445576">
        <w:rPr>
          <w:rStyle w:val="Datatype"/>
        </w:rPr>
        <w:t>http://host/service/</w:t>
      </w:r>
      <w:r>
        <w:rPr>
          <w:rStyle w:val="Datatype"/>
        </w:rPr>
        <w:t>MainSupplier</w:t>
      </w:r>
    </w:p>
    <w:p w14:paraId="6E389FAD" w14:textId="77777777" w:rsidR="00752DAA" w:rsidRPr="00C30835" w:rsidRDefault="00752DAA" w:rsidP="00752DAA">
      <w:pPr>
        <w:pStyle w:val="Code"/>
      </w:pPr>
      <w:r w:rsidRPr="00445576">
        <w:t>http://host/service/$metadata#</w:t>
      </w:r>
      <w:r>
        <w:rPr>
          <w:rStyle w:val="Datatype"/>
        </w:rPr>
        <w:t>MainSupplier</w:t>
      </w:r>
    </w:p>
    <w:bookmarkStart w:id="456" w:name="_Toc477876618"/>
    <w:bookmarkStart w:id="457" w:name="sec_CollectionofDerivedEntities"/>
    <w:p w14:paraId="0D5298AD" w14:textId="77777777" w:rsidR="00752DAA" w:rsidRDefault="00752DAA" w:rsidP="006C1EBF">
      <w:pPr>
        <w:pStyle w:val="Heading2"/>
        <w:numPr>
          <w:ilvl w:val="1"/>
          <w:numId w:val="2"/>
        </w:numPr>
        <w:tabs>
          <w:tab w:val="left" w:pos="567"/>
        </w:tabs>
      </w:pPr>
      <w:r>
        <w:fldChar w:fldCharType="begin"/>
      </w:r>
      <w:r>
        <w:instrText xml:space="preserve"> HYPERLINK  \l "sec_CollectionofDerivedEntities" </w:instrText>
      </w:r>
      <w:r>
        <w:fldChar w:fldCharType="separate"/>
      </w:r>
      <w:bookmarkStart w:id="458" w:name="_Toc494885034"/>
      <w:bookmarkStart w:id="459" w:name="_Toc494356781"/>
      <w:r w:rsidRPr="004A50BC">
        <w:rPr>
          <w:rStyle w:val="Hyperlink"/>
        </w:rPr>
        <w:t>Collection of Derived Entities</w:t>
      </w:r>
      <w:bookmarkEnd w:id="456"/>
      <w:bookmarkEnd w:id="457"/>
      <w:bookmarkEnd w:id="458"/>
      <w:bookmarkEnd w:id="459"/>
      <w:r>
        <w:fldChar w:fldCharType="end"/>
      </w:r>
    </w:p>
    <w:p w14:paraId="34B7DCD2" w14:textId="77777777" w:rsidR="00752DAA" w:rsidRDefault="00752DAA" w:rsidP="00752DAA">
      <w:pPr>
        <w:keepNext/>
      </w:pPr>
      <w:r>
        <w:t>Context URL template:</w:t>
      </w:r>
    </w:p>
    <w:p w14:paraId="0C9F3211" w14:textId="77777777" w:rsidR="00752DAA" w:rsidRDefault="00752DAA" w:rsidP="00752DAA">
      <w:pPr>
        <w:pStyle w:val="SourceCode"/>
      </w:pPr>
      <w:r w:rsidRPr="00D30D23">
        <w:rPr>
          <w:rStyle w:val="Datatype"/>
          <w:szCs w:val="20"/>
        </w:rPr>
        <w:t>{</w:t>
      </w:r>
      <w:r>
        <w:rPr>
          <w:rStyle w:val="Datatype"/>
          <w:szCs w:val="20"/>
        </w:rPr>
        <w:t>context-url</w:t>
      </w:r>
      <w:r w:rsidRPr="00D30D23">
        <w:rPr>
          <w:rStyle w:val="Datatype"/>
          <w:szCs w:val="20"/>
        </w:rPr>
        <w:t>}#{entity-set}{</w:t>
      </w:r>
      <w:r>
        <w:rPr>
          <w:rStyle w:val="Datatype"/>
          <w:szCs w:val="20"/>
        </w:rPr>
        <w:t>/</w:t>
      </w:r>
      <w:r w:rsidRPr="00D30D23">
        <w:rPr>
          <w:rStyle w:val="Datatype"/>
          <w:szCs w:val="20"/>
        </w:rPr>
        <w:t>type-</w:t>
      </w:r>
      <w:r>
        <w:rPr>
          <w:rStyle w:val="Datatype"/>
          <w:szCs w:val="20"/>
        </w:rPr>
        <w:t>name</w:t>
      </w:r>
      <w:r w:rsidRPr="00D30D23">
        <w:rPr>
          <w:rStyle w:val="Datatype"/>
          <w:szCs w:val="20"/>
        </w:rPr>
        <w:t>}</w:t>
      </w:r>
    </w:p>
    <w:p w14:paraId="52507E7B" w14:textId="77777777" w:rsidR="00752DAA" w:rsidRDefault="00752DAA" w:rsidP="00752DAA">
      <w:pPr>
        <w:keepNext/>
        <w:rPr>
          <w:szCs w:val="20"/>
        </w:rPr>
      </w:pPr>
      <w:r w:rsidRPr="00D30D23">
        <w:rPr>
          <w:szCs w:val="20"/>
        </w:rPr>
        <w:t>If an entity set</w:t>
      </w:r>
      <w:r w:rsidRPr="00D30D23" w:rsidDel="009948F9">
        <w:rPr>
          <w:szCs w:val="20"/>
        </w:rPr>
        <w:t xml:space="preserve"> </w:t>
      </w:r>
      <w:r w:rsidRPr="00D30D23">
        <w:rPr>
          <w:szCs w:val="20"/>
        </w:rPr>
        <w:t xml:space="preserve">consists exclusively of derived </w:t>
      </w:r>
      <w:r>
        <w:rPr>
          <w:szCs w:val="20"/>
        </w:rPr>
        <w:t>entities</w:t>
      </w:r>
      <w:r w:rsidRPr="00D30D23">
        <w:rPr>
          <w:szCs w:val="20"/>
        </w:rPr>
        <w:t>, a type</w:t>
      </w:r>
      <w:r>
        <w:rPr>
          <w:szCs w:val="20"/>
        </w:rPr>
        <w:t>-</w:t>
      </w:r>
      <w:r w:rsidRPr="00D30D23">
        <w:rPr>
          <w:szCs w:val="20"/>
        </w:rPr>
        <w:t xml:space="preserve">cast segment is added to the </w:t>
      </w:r>
      <w:r>
        <w:rPr>
          <w:szCs w:val="20"/>
        </w:rPr>
        <w:t>context URL</w:t>
      </w:r>
      <w:r w:rsidRPr="00D30D23">
        <w:rPr>
          <w:szCs w:val="20"/>
        </w:rPr>
        <w:t>.</w:t>
      </w:r>
    </w:p>
    <w:p w14:paraId="75111962"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16</w:t>
      </w:r>
      <w:r w:rsidR="002A710D">
        <w:rPr>
          <w:noProof/>
        </w:rPr>
        <w:fldChar w:fldCharType="end"/>
      </w:r>
      <w:r w:rsidRPr="003F1FAD">
        <w:t>:</w:t>
      </w:r>
      <w:r>
        <w:t xml:space="preserve"> resource URL and corresponding context URL</w:t>
      </w:r>
    </w:p>
    <w:p w14:paraId="2C07C99A" w14:textId="77777777" w:rsidR="00752DAA" w:rsidRPr="00445576" w:rsidRDefault="00752DAA" w:rsidP="00752DAA">
      <w:pPr>
        <w:pStyle w:val="Code"/>
      </w:pPr>
      <w:r w:rsidRPr="00445576">
        <w:t>http://host/service/Customers/Model.VipCustomer</w:t>
      </w:r>
    </w:p>
    <w:p w14:paraId="41CDDC4E" w14:textId="77777777" w:rsidR="00752DAA" w:rsidRPr="00C30835" w:rsidRDefault="00752DAA" w:rsidP="00752DAA">
      <w:pPr>
        <w:pStyle w:val="Code"/>
      </w:pPr>
      <w:r w:rsidRPr="00445576">
        <w:t>http://host/service/$metadata#Customers/Model.VipCustomer</w:t>
      </w:r>
    </w:p>
    <w:bookmarkStart w:id="460" w:name="_Toc477876619"/>
    <w:bookmarkStart w:id="461" w:name="sec_DerivedEntity"/>
    <w:p w14:paraId="1189817E" w14:textId="77777777" w:rsidR="00752DAA" w:rsidRDefault="00752DAA" w:rsidP="006C1EBF">
      <w:pPr>
        <w:pStyle w:val="Heading2"/>
        <w:numPr>
          <w:ilvl w:val="1"/>
          <w:numId w:val="2"/>
        </w:numPr>
        <w:tabs>
          <w:tab w:val="left" w:pos="567"/>
        </w:tabs>
      </w:pPr>
      <w:r>
        <w:lastRenderedPageBreak/>
        <w:fldChar w:fldCharType="begin"/>
      </w:r>
      <w:r>
        <w:instrText xml:space="preserve"> HYPERLINK  \l "sec_DerivedEntity" </w:instrText>
      </w:r>
      <w:r>
        <w:fldChar w:fldCharType="separate"/>
      </w:r>
      <w:bookmarkStart w:id="462" w:name="_Toc494885035"/>
      <w:bookmarkStart w:id="463" w:name="_Toc494356782"/>
      <w:r w:rsidRPr="004A50BC">
        <w:rPr>
          <w:rStyle w:val="Hyperlink"/>
        </w:rPr>
        <w:t>Derived Entity</w:t>
      </w:r>
      <w:bookmarkEnd w:id="460"/>
      <w:bookmarkEnd w:id="461"/>
      <w:bookmarkEnd w:id="462"/>
      <w:bookmarkEnd w:id="463"/>
      <w:r>
        <w:fldChar w:fldCharType="end"/>
      </w:r>
    </w:p>
    <w:p w14:paraId="63397A7D" w14:textId="77777777" w:rsidR="00752DAA" w:rsidRDefault="00752DAA" w:rsidP="00752DAA">
      <w:pPr>
        <w:keepNext/>
      </w:pPr>
      <w:r>
        <w:t>Context URL template:</w:t>
      </w:r>
    </w:p>
    <w:p w14:paraId="2F1D04B3" w14:textId="77777777" w:rsidR="00752DAA" w:rsidRDefault="00752DAA" w:rsidP="00752DAA">
      <w:pPr>
        <w:pStyle w:val="SourceCode"/>
      </w:pPr>
      <w:r w:rsidRPr="00D30D23">
        <w:rPr>
          <w:rStyle w:val="Datatype"/>
          <w:szCs w:val="20"/>
        </w:rPr>
        <w:t>{</w:t>
      </w:r>
      <w:r>
        <w:rPr>
          <w:rStyle w:val="Datatype"/>
          <w:szCs w:val="20"/>
        </w:rPr>
        <w:t>context-url</w:t>
      </w:r>
      <w:r w:rsidRPr="00D30D23">
        <w:rPr>
          <w:rStyle w:val="Datatype"/>
          <w:szCs w:val="20"/>
        </w:rPr>
        <w:t>}#{entity-set}{</w:t>
      </w:r>
      <w:r>
        <w:rPr>
          <w:rStyle w:val="Datatype"/>
          <w:szCs w:val="20"/>
        </w:rPr>
        <w:t>/</w:t>
      </w:r>
      <w:r w:rsidRPr="00D30D23">
        <w:rPr>
          <w:rStyle w:val="Datatype"/>
          <w:szCs w:val="20"/>
        </w:rPr>
        <w:t>type-</w:t>
      </w:r>
      <w:r>
        <w:rPr>
          <w:rStyle w:val="Datatype"/>
          <w:szCs w:val="20"/>
        </w:rPr>
        <w:t>name</w:t>
      </w:r>
      <w:r w:rsidRPr="00D30D23">
        <w:rPr>
          <w:rStyle w:val="Datatype"/>
          <w:szCs w:val="20"/>
        </w:rPr>
        <w:t>}/</w:t>
      </w:r>
      <w:r>
        <w:rPr>
          <w:rStyle w:val="Datatype"/>
          <w:szCs w:val="20"/>
        </w:rPr>
        <w:t>$entity</w:t>
      </w:r>
    </w:p>
    <w:p w14:paraId="074A011A" w14:textId="77777777" w:rsidR="00752DAA" w:rsidRDefault="00752DAA" w:rsidP="00752DAA">
      <w:pPr>
        <w:keepNext/>
        <w:rPr>
          <w:rFonts w:cs="Consolas"/>
          <w:szCs w:val="20"/>
        </w:rPr>
      </w:pPr>
      <w:r w:rsidRPr="00D30D23">
        <w:rPr>
          <w:rFonts w:cs="Consolas"/>
          <w:szCs w:val="20"/>
        </w:rPr>
        <w:t xml:space="preserve">If a response </w:t>
      </w:r>
      <w:r>
        <w:rPr>
          <w:rFonts w:cs="Consolas"/>
          <w:szCs w:val="20"/>
        </w:rPr>
        <w:t xml:space="preserve">or response part </w:t>
      </w:r>
      <w:r w:rsidRPr="00D30D23">
        <w:rPr>
          <w:rFonts w:cs="Consolas"/>
          <w:szCs w:val="20"/>
        </w:rPr>
        <w:t xml:space="preserve">is a single </w:t>
      </w:r>
      <w:r>
        <w:rPr>
          <w:rFonts w:cs="Consolas"/>
          <w:szCs w:val="20"/>
        </w:rPr>
        <w:t>entity</w:t>
      </w:r>
      <w:r w:rsidRPr="00D30D23">
        <w:rPr>
          <w:rFonts w:cs="Consolas"/>
          <w:szCs w:val="20"/>
        </w:rPr>
        <w:t xml:space="preserve"> of a </w:t>
      </w:r>
      <w:r>
        <w:rPr>
          <w:rFonts w:cs="Consolas"/>
          <w:szCs w:val="20"/>
        </w:rPr>
        <w:t xml:space="preserve">type </w:t>
      </w:r>
      <w:r w:rsidRPr="00D30D23">
        <w:rPr>
          <w:rFonts w:cs="Consolas"/>
          <w:szCs w:val="20"/>
        </w:rPr>
        <w:t xml:space="preserve">derived </w:t>
      </w:r>
      <w:r>
        <w:rPr>
          <w:rFonts w:cs="Consolas"/>
          <w:szCs w:val="20"/>
        </w:rPr>
        <w:t xml:space="preserve">from the declared </w:t>
      </w:r>
      <w:r w:rsidRPr="00D30D23">
        <w:rPr>
          <w:rFonts w:cs="Consolas"/>
          <w:szCs w:val="20"/>
        </w:rPr>
        <w:t>type</w:t>
      </w:r>
      <w:r>
        <w:rPr>
          <w:rFonts w:cs="Consolas"/>
          <w:szCs w:val="20"/>
        </w:rPr>
        <w:t xml:space="preserve"> of an entity set</w:t>
      </w:r>
      <w:r w:rsidRPr="00D30D23">
        <w:rPr>
          <w:rFonts w:cs="Consolas"/>
          <w:szCs w:val="20"/>
        </w:rPr>
        <w:t xml:space="preserve">, </w:t>
      </w:r>
      <w:r>
        <w:rPr>
          <w:rFonts w:cs="Consolas"/>
          <w:szCs w:val="20"/>
        </w:rPr>
        <w:t>a type-cast segment is appended to the entity set name</w:t>
      </w:r>
      <w:r w:rsidRPr="00D30D23">
        <w:rPr>
          <w:rFonts w:cs="Consolas"/>
          <w:szCs w:val="20"/>
        </w:rPr>
        <w:t>.</w:t>
      </w:r>
    </w:p>
    <w:p w14:paraId="3D18ED28"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17</w:t>
      </w:r>
      <w:r w:rsidR="002A710D">
        <w:rPr>
          <w:noProof/>
        </w:rPr>
        <w:fldChar w:fldCharType="end"/>
      </w:r>
      <w:r w:rsidRPr="003F1FAD">
        <w:t>:</w:t>
      </w:r>
      <w:r>
        <w:t xml:space="preserve"> resource URL and corresponding context URL</w:t>
      </w:r>
    </w:p>
    <w:p w14:paraId="004EDF8B" w14:textId="77777777" w:rsidR="00752DAA" w:rsidRPr="00445576" w:rsidRDefault="00752DAA" w:rsidP="00752DAA">
      <w:pPr>
        <w:pStyle w:val="Code"/>
      </w:pPr>
      <w:r w:rsidRPr="00445576">
        <w:rPr>
          <w:rStyle w:val="Datatype"/>
        </w:rPr>
        <w:t>http://host/service/Customers(2)/Model.VipCustomer</w:t>
      </w:r>
    </w:p>
    <w:p w14:paraId="6CE279F6" w14:textId="77777777" w:rsidR="00752DAA" w:rsidRPr="00C30835" w:rsidRDefault="00752DAA" w:rsidP="00752DAA">
      <w:pPr>
        <w:pStyle w:val="Code"/>
      </w:pPr>
      <w:r w:rsidRPr="00445576">
        <w:t>http://host/service/$metadata#Customers/Model.VipCustomer/</w:t>
      </w:r>
      <w:r>
        <w:t>$entity</w:t>
      </w:r>
    </w:p>
    <w:bookmarkStart w:id="464" w:name="_Toc477876620"/>
    <w:bookmarkStart w:id="465" w:name="sec_CollectionofProjectedEntities"/>
    <w:p w14:paraId="476DC17D" w14:textId="77777777" w:rsidR="00752DAA" w:rsidRPr="00D30D23" w:rsidRDefault="00752DAA" w:rsidP="006C1EBF">
      <w:pPr>
        <w:pStyle w:val="Heading2"/>
        <w:numPr>
          <w:ilvl w:val="1"/>
          <w:numId w:val="2"/>
        </w:numPr>
        <w:tabs>
          <w:tab w:val="left" w:pos="567"/>
        </w:tabs>
        <w:rPr>
          <w:szCs w:val="20"/>
        </w:rPr>
      </w:pPr>
      <w:r>
        <w:fldChar w:fldCharType="begin"/>
      </w:r>
      <w:r>
        <w:instrText xml:space="preserve"> HYPERLINK  \l "sec_CollectionofProjectedEntities" </w:instrText>
      </w:r>
      <w:r>
        <w:fldChar w:fldCharType="separate"/>
      </w:r>
      <w:bookmarkStart w:id="466" w:name="_Toc494885036"/>
      <w:bookmarkStart w:id="467" w:name="_Toc494356783"/>
      <w:r w:rsidRPr="004A50BC">
        <w:rPr>
          <w:rStyle w:val="Hyperlink"/>
        </w:rPr>
        <w:t>Collection of Projected Entities</w:t>
      </w:r>
      <w:bookmarkEnd w:id="464"/>
      <w:bookmarkEnd w:id="465"/>
      <w:bookmarkEnd w:id="466"/>
      <w:bookmarkEnd w:id="467"/>
      <w:r>
        <w:fldChar w:fldCharType="end"/>
      </w:r>
    </w:p>
    <w:p w14:paraId="58A4A8A8" w14:textId="77777777" w:rsidR="00752DAA" w:rsidRDefault="00752DAA" w:rsidP="00752DAA">
      <w:pPr>
        <w:keepNext/>
      </w:pPr>
      <w:r>
        <w:t>Context URL templates:</w:t>
      </w:r>
    </w:p>
    <w:p w14:paraId="3FE7237A" w14:textId="77777777" w:rsidR="00752DAA" w:rsidRDefault="00752DAA" w:rsidP="00752DAA">
      <w:pPr>
        <w:pStyle w:val="SourceCode"/>
        <w:keepNext/>
        <w:rPr>
          <w:rStyle w:val="Datatype"/>
          <w:szCs w:val="20"/>
        </w:rPr>
      </w:pPr>
      <w:r w:rsidRPr="00D30D23">
        <w:rPr>
          <w:rStyle w:val="Datatype"/>
          <w:szCs w:val="20"/>
        </w:rPr>
        <w:t>{</w:t>
      </w:r>
      <w:r>
        <w:rPr>
          <w:rStyle w:val="Datatype"/>
          <w:szCs w:val="20"/>
        </w:rPr>
        <w:t>context-url</w:t>
      </w:r>
      <w:r w:rsidRPr="00D30D23">
        <w:rPr>
          <w:rStyle w:val="Datatype"/>
          <w:szCs w:val="20"/>
        </w:rPr>
        <w:t>}#{entity-set}{</w:t>
      </w:r>
      <w:r>
        <w:rPr>
          <w:rStyle w:val="Datatype"/>
          <w:szCs w:val="20"/>
        </w:rPr>
        <w:t>/</w:t>
      </w:r>
      <w:r w:rsidRPr="00D30D23">
        <w:rPr>
          <w:rStyle w:val="Datatype"/>
          <w:szCs w:val="20"/>
        </w:rPr>
        <w:t>type-</w:t>
      </w:r>
      <w:r>
        <w:rPr>
          <w:rStyle w:val="Datatype"/>
          <w:szCs w:val="20"/>
        </w:rPr>
        <w:t>name</w:t>
      </w:r>
      <w:r w:rsidRPr="00D30D23">
        <w:rPr>
          <w:rStyle w:val="Datatype"/>
          <w:szCs w:val="20"/>
        </w:rPr>
        <w:t>}{</w:t>
      </w:r>
      <w:r>
        <w:rPr>
          <w:rStyle w:val="Datatype"/>
          <w:szCs w:val="20"/>
        </w:rPr>
        <w:t>select</w:t>
      </w:r>
      <w:r w:rsidRPr="00D30D23">
        <w:rPr>
          <w:rStyle w:val="Datatype"/>
          <w:szCs w:val="20"/>
        </w:rPr>
        <w:t>-list}</w:t>
      </w:r>
    </w:p>
    <w:p w14:paraId="2148CF1F" w14:textId="77777777" w:rsidR="00752DAA" w:rsidRDefault="00752DAA" w:rsidP="00752DAA">
      <w:pPr>
        <w:pStyle w:val="SourceCode"/>
        <w:keepNext/>
      </w:pPr>
      <w:r w:rsidRPr="00D30D23">
        <w:rPr>
          <w:rStyle w:val="Datatype"/>
          <w:szCs w:val="20"/>
        </w:rPr>
        <w:t>{</w:t>
      </w:r>
      <w:r>
        <w:rPr>
          <w:rStyle w:val="Datatype"/>
          <w:szCs w:val="20"/>
        </w:rPr>
        <w:t>context-url</w:t>
      </w:r>
      <w:r w:rsidRPr="00D30D23">
        <w:rPr>
          <w:rStyle w:val="Datatype"/>
          <w:szCs w:val="20"/>
        </w:rPr>
        <w:t>}#</w:t>
      </w:r>
      <w:r>
        <w:rPr>
          <w:rStyle w:val="Datatype"/>
          <w:szCs w:val="20"/>
        </w:rPr>
        <w:t>Collection(</w:t>
      </w:r>
      <w:r w:rsidRPr="00D30D23">
        <w:rPr>
          <w:rStyle w:val="Datatype"/>
          <w:szCs w:val="20"/>
        </w:rPr>
        <w:t>{type-</w:t>
      </w:r>
      <w:r>
        <w:rPr>
          <w:rStyle w:val="Datatype"/>
          <w:szCs w:val="20"/>
        </w:rPr>
        <w:t>name</w:t>
      </w:r>
      <w:r w:rsidRPr="00D30D23">
        <w:rPr>
          <w:rStyle w:val="Datatype"/>
          <w:szCs w:val="20"/>
        </w:rPr>
        <w:t>}</w:t>
      </w:r>
      <w:r>
        <w:rPr>
          <w:rStyle w:val="Datatype"/>
          <w:szCs w:val="20"/>
        </w:rPr>
        <w:t>)</w:t>
      </w:r>
      <w:r w:rsidRPr="00D30D23">
        <w:rPr>
          <w:rStyle w:val="Datatype"/>
          <w:szCs w:val="20"/>
        </w:rPr>
        <w:t>{</w:t>
      </w:r>
      <w:r>
        <w:rPr>
          <w:rStyle w:val="Datatype"/>
          <w:szCs w:val="20"/>
        </w:rPr>
        <w:t>select</w:t>
      </w:r>
      <w:r w:rsidRPr="00D30D23">
        <w:rPr>
          <w:rStyle w:val="Datatype"/>
          <w:szCs w:val="20"/>
        </w:rPr>
        <w:t>-list}</w:t>
      </w:r>
    </w:p>
    <w:p w14:paraId="013E9CE6" w14:textId="77777777" w:rsidR="00752DAA" w:rsidRDefault="00752DAA" w:rsidP="00752DAA">
      <w:pPr>
        <w:keepNext/>
        <w:rPr>
          <w:szCs w:val="20"/>
        </w:rPr>
      </w:pPr>
      <w:r w:rsidRPr="00D30D23">
        <w:rPr>
          <w:szCs w:val="20"/>
        </w:rPr>
        <w:t>If a</w:t>
      </w:r>
      <w:r>
        <w:rPr>
          <w:szCs w:val="20"/>
        </w:rPr>
        <w:t xml:space="preserve"> result </w:t>
      </w:r>
      <w:r w:rsidRPr="00D30D23">
        <w:rPr>
          <w:szCs w:val="20"/>
        </w:rPr>
        <w:t xml:space="preserve">contains </w:t>
      </w:r>
      <w:r>
        <w:rPr>
          <w:szCs w:val="20"/>
        </w:rPr>
        <w:t xml:space="preserve">only </w:t>
      </w:r>
      <w:r w:rsidRPr="00D30D23">
        <w:rPr>
          <w:szCs w:val="20"/>
        </w:rPr>
        <w:t xml:space="preserve">a subset of properties, </w:t>
      </w:r>
      <w:r>
        <w:rPr>
          <w:szCs w:val="20"/>
        </w:rPr>
        <w:t>the</w:t>
      </w:r>
      <w:r w:rsidRPr="00D30D23">
        <w:rPr>
          <w:szCs w:val="20"/>
        </w:rPr>
        <w:t xml:space="preserve"> parenthe</w:t>
      </w:r>
      <w:r>
        <w:rPr>
          <w:szCs w:val="20"/>
        </w:rPr>
        <w:t>sized</w:t>
      </w:r>
      <w:r w:rsidRPr="00D30D23">
        <w:rPr>
          <w:szCs w:val="20"/>
        </w:rPr>
        <w:t xml:space="preserve"> comma</w:t>
      </w:r>
      <w:r>
        <w:rPr>
          <w:szCs w:val="20"/>
        </w:rPr>
        <w:t>-</w:t>
      </w:r>
      <w:r w:rsidRPr="00D30D23">
        <w:rPr>
          <w:szCs w:val="20"/>
        </w:rPr>
        <w:t xml:space="preserve">separated list of </w:t>
      </w:r>
      <w:r>
        <w:rPr>
          <w:szCs w:val="20"/>
        </w:rPr>
        <w:t xml:space="preserve">the selected defined or dynamic </w:t>
      </w:r>
      <w:r w:rsidRPr="00D30D23">
        <w:rPr>
          <w:szCs w:val="20"/>
        </w:rPr>
        <w:t>properties</w:t>
      </w:r>
      <w:r>
        <w:rPr>
          <w:szCs w:val="20"/>
        </w:rPr>
        <w:t>, navigation properties, functions, and actions</w:t>
      </w:r>
      <w:r w:rsidRPr="00D30D23">
        <w:rPr>
          <w:szCs w:val="20"/>
        </w:rPr>
        <w:t xml:space="preserve"> is appended to the </w:t>
      </w:r>
      <w:r w:rsidRPr="00D30D23">
        <w:rPr>
          <w:rStyle w:val="Datatype"/>
          <w:szCs w:val="20"/>
        </w:rPr>
        <w:t>{entity-set}</w:t>
      </w:r>
      <w:r w:rsidRPr="00D30D23">
        <w:rPr>
          <w:szCs w:val="20"/>
        </w:rPr>
        <w:t xml:space="preserve"> </w:t>
      </w:r>
      <w:r w:rsidRPr="000955FA">
        <w:t xml:space="preserve">after </w:t>
      </w:r>
      <w:r>
        <w:t xml:space="preserve">an optional type-cast segment, or the type of the entity collection if the response is not bound to a single </w:t>
      </w:r>
      <w:r>
        <w:rPr>
          <w:szCs w:val="20"/>
        </w:rPr>
        <w:t>entity set</w:t>
      </w:r>
      <w:r w:rsidRPr="00D30D23">
        <w:rPr>
          <w:szCs w:val="20"/>
        </w:rPr>
        <w:t xml:space="preserve">. </w:t>
      </w:r>
    </w:p>
    <w:p w14:paraId="5A15E5B7" w14:textId="77777777" w:rsidR="00752DAA" w:rsidRDefault="00752DAA" w:rsidP="00752DAA">
      <w:pPr>
        <w:keepNext/>
        <w:rPr>
          <w:szCs w:val="20"/>
        </w:rPr>
      </w:pPr>
      <w:r>
        <w:rPr>
          <w:szCs w:val="20"/>
        </w:rPr>
        <w:t xml:space="preserve">The shortcut </w:t>
      </w:r>
      <w:r w:rsidRPr="001B33BD">
        <w:rPr>
          <w:rStyle w:val="Datatype"/>
        </w:rPr>
        <w:t>*</w:t>
      </w:r>
      <w:r>
        <w:rPr>
          <w:szCs w:val="20"/>
        </w:rPr>
        <w:t xml:space="preserve"> represents the list of all structural properties.</w:t>
      </w:r>
      <w:r w:rsidRPr="00516F63">
        <w:rPr>
          <w:szCs w:val="20"/>
        </w:rPr>
        <w:t xml:space="preserve"> </w:t>
      </w:r>
      <w:r>
        <w:rPr>
          <w:szCs w:val="20"/>
        </w:rPr>
        <w:t xml:space="preserve">Properties defined on types derived from the declared type of the entity set (or type specified in the type-cast segment if specified) are prefixed with the qualified name of the derived type </w:t>
      </w:r>
      <w:r>
        <w:t xml:space="preserve">as defined in </w:t>
      </w:r>
      <w:hyperlink w:anchor="ABNF" w:history="1">
        <w:r w:rsidRPr="005C52E4">
          <w:rPr>
            <w:rStyle w:val="Hyperlink"/>
            <w:b/>
          </w:rPr>
          <w:t>[OData-ABNF]</w:t>
        </w:r>
      </w:hyperlink>
      <w:r>
        <w:rPr>
          <w:szCs w:val="20"/>
        </w:rPr>
        <w:t xml:space="preserve">. </w:t>
      </w:r>
    </w:p>
    <w:p w14:paraId="151A863C" w14:textId="77777777" w:rsidR="00752DAA" w:rsidRDefault="00752DAA" w:rsidP="00752DAA">
      <w:pPr>
        <w:keepNext/>
        <w:rPr>
          <w:szCs w:val="20"/>
        </w:rPr>
      </w:pPr>
      <w:r>
        <w:rPr>
          <w:szCs w:val="20"/>
        </w:rPr>
        <w:t xml:space="preserve">OData 4.01 responses MAY use the shortcut pattern </w:t>
      </w:r>
      <w:r w:rsidRPr="0060101A">
        <w:rPr>
          <w:rStyle w:val="Datatype"/>
        </w:rPr>
        <w:t>{namespace}.*</w:t>
      </w:r>
      <w:r>
        <w:rPr>
          <w:szCs w:val="20"/>
        </w:rPr>
        <w:t xml:space="preserve"> to represent the list of all bound actions or functions available for entities in the collection, see system query option </w:t>
      </w:r>
      <w:hyperlink w:anchor="sec_SystemQueryOptionselect" w:history="1">
        <w:r w:rsidRPr="0060101A">
          <w:rPr>
            <w:rStyle w:val="Hyperlink"/>
            <w:rFonts w:ascii="Courier New" w:hAnsi="Courier New"/>
          </w:rPr>
          <w:t>$select</w:t>
        </w:r>
      </w:hyperlink>
      <w:r>
        <w:rPr>
          <w:szCs w:val="20"/>
        </w:rPr>
        <w:t>.</w:t>
      </w:r>
    </w:p>
    <w:p w14:paraId="359C6831"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18</w:t>
      </w:r>
      <w:r w:rsidR="002A710D">
        <w:rPr>
          <w:noProof/>
        </w:rPr>
        <w:fldChar w:fldCharType="end"/>
      </w:r>
      <w:r w:rsidRPr="003F1FAD">
        <w:t>:</w:t>
      </w:r>
      <w:r>
        <w:t xml:space="preserve"> resource URL and corresponding context URL</w:t>
      </w:r>
    </w:p>
    <w:p w14:paraId="4C55E2B6" w14:textId="77777777" w:rsidR="00752DAA" w:rsidRDefault="00752DAA" w:rsidP="00752DAA">
      <w:pPr>
        <w:pStyle w:val="Code"/>
      </w:pPr>
      <w:r w:rsidRPr="00D30D23">
        <w:t>http://host/service/Customers?$</w:t>
      </w:r>
      <w:r w:rsidRPr="00D30D23">
        <w:rPr>
          <w:rStyle w:val="Datatype"/>
          <w:sz w:val="20"/>
          <w:szCs w:val="20"/>
        </w:rPr>
        <w:t>select</w:t>
      </w:r>
      <w:r w:rsidRPr="00D30D23">
        <w:t>=Address,Orders</w:t>
      </w:r>
    </w:p>
    <w:p w14:paraId="15E741D4" w14:textId="77777777" w:rsidR="00752DAA" w:rsidRPr="00C30835" w:rsidRDefault="00752DAA" w:rsidP="00752DAA">
      <w:pPr>
        <w:pStyle w:val="Code"/>
      </w:pPr>
      <w:r w:rsidRPr="00D30D23">
        <w:t>http://host/service/$metadata#Customers(Address,Orders)</w:t>
      </w:r>
    </w:p>
    <w:bookmarkStart w:id="468" w:name="_Toc477876621"/>
    <w:bookmarkStart w:id="469" w:name="sec_ProjectedEntity"/>
    <w:p w14:paraId="63D51018" w14:textId="77777777" w:rsidR="00752DAA" w:rsidRDefault="00752DAA" w:rsidP="006C1EBF">
      <w:pPr>
        <w:pStyle w:val="Heading2"/>
        <w:numPr>
          <w:ilvl w:val="1"/>
          <w:numId w:val="2"/>
        </w:numPr>
        <w:tabs>
          <w:tab w:val="left" w:pos="567"/>
        </w:tabs>
      </w:pPr>
      <w:r>
        <w:fldChar w:fldCharType="begin"/>
      </w:r>
      <w:r>
        <w:instrText xml:space="preserve"> HYPERLINK  \l "sec_ProjectedEntity" </w:instrText>
      </w:r>
      <w:r>
        <w:fldChar w:fldCharType="separate"/>
      </w:r>
      <w:bookmarkStart w:id="470" w:name="_Toc494885037"/>
      <w:bookmarkStart w:id="471" w:name="_Toc494356784"/>
      <w:r w:rsidRPr="004A50BC">
        <w:rPr>
          <w:rStyle w:val="Hyperlink"/>
        </w:rPr>
        <w:t>Projected Entity</w:t>
      </w:r>
      <w:bookmarkEnd w:id="468"/>
      <w:bookmarkEnd w:id="469"/>
      <w:bookmarkEnd w:id="470"/>
      <w:bookmarkEnd w:id="471"/>
      <w:r>
        <w:fldChar w:fldCharType="end"/>
      </w:r>
    </w:p>
    <w:p w14:paraId="7FD75DC1" w14:textId="77777777" w:rsidR="00752DAA" w:rsidRDefault="00752DAA" w:rsidP="00752DAA">
      <w:pPr>
        <w:keepNext/>
      </w:pPr>
      <w:r>
        <w:t>Context URL templates:</w:t>
      </w:r>
    </w:p>
    <w:p w14:paraId="0434AAAE" w14:textId="77777777" w:rsidR="00752DAA" w:rsidRDefault="00752DAA" w:rsidP="00752DAA">
      <w:pPr>
        <w:pStyle w:val="SourceCode"/>
      </w:pPr>
      <w:r w:rsidRPr="00D30D23">
        <w:rPr>
          <w:rStyle w:val="Datatype"/>
          <w:szCs w:val="20"/>
        </w:rPr>
        <w:t>{</w:t>
      </w:r>
      <w:r>
        <w:rPr>
          <w:rStyle w:val="Datatype"/>
          <w:szCs w:val="20"/>
        </w:rPr>
        <w:t>context-url</w:t>
      </w:r>
      <w:r w:rsidRPr="00D30D23">
        <w:rPr>
          <w:rStyle w:val="Datatype"/>
          <w:szCs w:val="20"/>
        </w:rPr>
        <w:t>}#{entity-set}</w:t>
      </w:r>
      <w:r>
        <w:rPr>
          <w:rStyle w:val="Datatype"/>
          <w:szCs w:val="20"/>
        </w:rPr>
        <w:t>{/</w:t>
      </w:r>
      <w:r w:rsidRPr="00D30D23">
        <w:rPr>
          <w:rStyle w:val="Datatype"/>
          <w:szCs w:val="20"/>
        </w:rPr>
        <w:t>type-</w:t>
      </w:r>
      <w:r>
        <w:rPr>
          <w:rStyle w:val="Datatype"/>
          <w:szCs w:val="20"/>
        </w:rPr>
        <w:t>name</w:t>
      </w:r>
      <w:r w:rsidRPr="00D30D23">
        <w:rPr>
          <w:rStyle w:val="Datatype"/>
          <w:szCs w:val="20"/>
        </w:rPr>
        <w:t>}{</w:t>
      </w:r>
      <w:r>
        <w:rPr>
          <w:rStyle w:val="Datatype"/>
          <w:szCs w:val="20"/>
        </w:rPr>
        <w:t>select</w:t>
      </w:r>
      <w:r w:rsidRPr="00D30D23">
        <w:rPr>
          <w:rStyle w:val="Datatype"/>
          <w:szCs w:val="20"/>
        </w:rPr>
        <w:t>-list}/</w:t>
      </w:r>
      <w:r>
        <w:rPr>
          <w:rStyle w:val="Datatype"/>
          <w:szCs w:val="20"/>
        </w:rPr>
        <w:t>$entity</w:t>
      </w:r>
    </w:p>
    <w:p w14:paraId="73848889" w14:textId="77777777" w:rsidR="00752DAA" w:rsidRDefault="00752DAA" w:rsidP="00752DAA">
      <w:pPr>
        <w:pStyle w:val="SourceCode"/>
        <w:rPr>
          <w:rStyle w:val="Datatype"/>
          <w:szCs w:val="20"/>
        </w:rPr>
      </w:pPr>
      <w:r w:rsidRPr="00D30D23">
        <w:rPr>
          <w:rStyle w:val="Datatype"/>
          <w:szCs w:val="20"/>
        </w:rPr>
        <w:t>{</w:t>
      </w:r>
      <w:r>
        <w:rPr>
          <w:rStyle w:val="Datatype"/>
          <w:szCs w:val="20"/>
        </w:rPr>
        <w:t>context-url</w:t>
      </w:r>
      <w:r w:rsidRPr="00D30D23">
        <w:rPr>
          <w:rStyle w:val="Datatype"/>
          <w:szCs w:val="20"/>
        </w:rPr>
        <w:t>}#{</w:t>
      </w:r>
      <w:r>
        <w:rPr>
          <w:rStyle w:val="Datatype"/>
          <w:szCs w:val="20"/>
        </w:rPr>
        <w:t>singleton</w:t>
      </w:r>
      <w:r w:rsidRPr="00D30D23">
        <w:rPr>
          <w:rStyle w:val="Datatype"/>
          <w:szCs w:val="20"/>
        </w:rPr>
        <w:t>}{</w:t>
      </w:r>
      <w:r>
        <w:rPr>
          <w:rStyle w:val="Datatype"/>
          <w:szCs w:val="20"/>
        </w:rPr>
        <w:t>select</w:t>
      </w:r>
      <w:r w:rsidRPr="00D30D23">
        <w:rPr>
          <w:rStyle w:val="Datatype"/>
          <w:szCs w:val="20"/>
        </w:rPr>
        <w:t>-list}</w:t>
      </w:r>
    </w:p>
    <w:p w14:paraId="3E76D9DE" w14:textId="77777777" w:rsidR="00752DAA" w:rsidRDefault="00752DAA" w:rsidP="00752DAA">
      <w:pPr>
        <w:pStyle w:val="SourceCode"/>
      </w:pPr>
      <w:r w:rsidRPr="008D350D">
        <w:t>{context-url}#{type-name}{select-list}</w:t>
      </w:r>
    </w:p>
    <w:p w14:paraId="7090FB47" w14:textId="77777777" w:rsidR="00752DAA" w:rsidRDefault="00752DAA" w:rsidP="00752DAA">
      <w:pPr>
        <w:keepNext/>
        <w:rPr>
          <w:rFonts w:cs="Consolas"/>
          <w:szCs w:val="20"/>
        </w:rPr>
      </w:pPr>
      <w:r w:rsidRPr="00D30D23">
        <w:rPr>
          <w:szCs w:val="20"/>
        </w:rPr>
        <w:t xml:space="preserve">If a single entity contains a subset of properties, </w:t>
      </w:r>
      <w:r>
        <w:rPr>
          <w:szCs w:val="20"/>
        </w:rPr>
        <w:t>the</w:t>
      </w:r>
      <w:r w:rsidRPr="00D30D23">
        <w:rPr>
          <w:szCs w:val="20"/>
        </w:rPr>
        <w:t xml:space="preserve"> parenthe</w:t>
      </w:r>
      <w:r>
        <w:rPr>
          <w:szCs w:val="20"/>
        </w:rPr>
        <w:t>sized</w:t>
      </w:r>
      <w:r w:rsidRPr="00D30D23">
        <w:rPr>
          <w:szCs w:val="20"/>
        </w:rPr>
        <w:t xml:space="preserve"> comma</w:t>
      </w:r>
      <w:r>
        <w:rPr>
          <w:szCs w:val="20"/>
        </w:rPr>
        <w:t>-</w:t>
      </w:r>
      <w:r w:rsidRPr="00D30D23">
        <w:rPr>
          <w:szCs w:val="20"/>
        </w:rPr>
        <w:t xml:space="preserve">separated list of </w:t>
      </w:r>
      <w:r>
        <w:rPr>
          <w:szCs w:val="20"/>
        </w:rPr>
        <w:t xml:space="preserve">the selected defined or dynamic </w:t>
      </w:r>
      <w:r w:rsidRPr="00D30D23">
        <w:rPr>
          <w:szCs w:val="20"/>
        </w:rPr>
        <w:t>properties</w:t>
      </w:r>
      <w:r>
        <w:rPr>
          <w:szCs w:val="20"/>
        </w:rPr>
        <w:t>, navigation properties, functions, and actions</w:t>
      </w:r>
      <w:r w:rsidRPr="00D30D23">
        <w:rPr>
          <w:szCs w:val="20"/>
        </w:rPr>
        <w:t xml:space="preserve"> is appended to the </w:t>
      </w:r>
      <w:r w:rsidRPr="00DE7423">
        <w:rPr>
          <w:rStyle w:val="Datatype"/>
        </w:rPr>
        <w:t>{entity-set}</w:t>
      </w:r>
      <w:r w:rsidRPr="00D30D23">
        <w:rPr>
          <w:szCs w:val="20"/>
        </w:rPr>
        <w:t xml:space="preserve"> </w:t>
      </w:r>
      <w:r>
        <w:rPr>
          <w:szCs w:val="20"/>
        </w:rPr>
        <w:t xml:space="preserve">after an optional type-cast segment and </w:t>
      </w:r>
      <w:r w:rsidRPr="00D30D23">
        <w:rPr>
          <w:szCs w:val="20"/>
        </w:rPr>
        <w:t xml:space="preserve">prior to appending </w:t>
      </w:r>
      <w:r w:rsidRPr="00D30D23">
        <w:rPr>
          <w:rStyle w:val="Datatype"/>
          <w:szCs w:val="20"/>
        </w:rPr>
        <w:t>/</w:t>
      </w:r>
      <w:r>
        <w:rPr>
          <w:rStyle w:val="Datatype"/>
          <w:szCs w:val="20"/>
        </w:rPr>
        <w:t>$entity</w:t>
      </w:r>
      <w:r w:rsidRPr="00D30D23">
        <w:rPr>
          <w:szCs w:val="20"/>
        </w:rPr>
        <w:t>.</w:t>
      </w:r>
      <w:r>
        <w:rPr>
          <w:szCs w:val="20"/>
        </w:rPr>
        <w:t xml:space="preserve"> </w:t>
      </w:r>
      <w:r w:rsidRPr="00D30D23">
        <w:rPr>
          <w:rFonts w:cs="Consolas"/>
          <w:szCs w:val="20"/>
        </w:rPr>
        <w:t xml:space="preserve">If </w:t>
      </w:r>
      <w:r>
        <w:rPr>
          <w:rFonts w:cs="Consolas"/>
          <w:szCs w:val="20"/>
        </w:rPr>
        <w:t xml:space="preserve">the response is not bound to a single entity set, the </w:t>
      </w:r>
      <w:r w:rsidRPr="008D350D">
        <w:rPr>
          <w:rStyle w:val="Datatype"/>
        </w:rPr>
        <w:t>{select-list}</w:t>
      </w:r>
      <w:r>
        <w:rPr>
          <w:rFonts w:cs="Consolas"/>
          <w:szCs w:val="20"/>
        </w:rPr>
        <w:t xml:space="preserve"> is instead appended to the </w:t>
      </w:r>
      <w:r w:rsidRPr="008D350D">
        <w:rPr>
          <w:rStyle w:val="Datatype"/>
        </w:rPr>
        <w:t>{type-name}</w:t>
      </w:r>
      <w:r>
        <w:rPr>
          <w:rFonts w:cs="Consolas"/>
          <w:szCs w:val="20"/>
        </w:rPr>
        <w:t xml:space="preserve"> of the returned entity</w:t>
      </w:r>
      <w:r w:rsidRPr="00D30D23">
        <w:rPr>
          <w:rFonts w:cs="Consolas"/>
          <w:szCs w:val="20"/>
        </w:rPr>
        <w:t>.</w:t>
      </w:r>
      <w:r>
        <w:rPr>
          <w:rFonts w:cs="Consolas"/>
          <w:szCs w:val="20"/>
        </w:rPr>
        <w:t xml:space="preserve"> </w:t>
      </w:r>
    </w:p>
    <w:p w14:paraId="0504C6A3" w14:textId="77777777" w:rsidR="00752DAA" w:rsidRDefault="00752DAA" w:rsidP="00752DAA">
      <w:pPr>
        <w:keepNext/>
        <w:rPr>
          <w:szCs w:val="20"/>
        </w:rPr>
      </w:pPr>
      <w:r>
        <w:rPr>
          <w:szCs w:val="20"/>
        </w:rPr>
        <w:t xml:space="preserve">The shortcut </w:t>
      </w:r>
      <w:r w:rsidRPr="001B33BD">
        <w:rPr>
          <w:rStyle w:val="Datatype"/>
        </w:rPr>
        <w:t>*</w:t>
      </w:r>
      <w:r>
        <w:rPr>
          <w:szCs w:val="20"/>
        </w:rPr>
        <w:t xml:space="preserve"> represents the list of all structural properties.</w:t>
      </w:r>
      <w:r w:rsidRPr="00516F63">
        <w:rPr>
          <w:szCs w:val="20"/>
        </w:rPr>
        <w:t xml:space="preserve"> </w:t>
      </w:r>
      <w:r>
        <w:rPr>
          <w:szCs w:val="20"/>
        </w:rPr>
        <w:t>Properties defined on types derived from the type of the entity set (or type specified in the type-cast segment if specified) are prefixed with the qualified name of the derived type</w:t>
      </w:r>
      <w:r w:rsidRPr="005E02EC">
        <w:t xml:space="preserve"> </w:t>
      </w:r>
      <w:r>
        <w:t xml:space="preserve">as defined in </w:t>
      </w:r>
      <w:hyperlink w:anchor="ABNF" w:history="1">
        <w:r w:rsidRPr="005C52E4">
          <w:rPr>
            <w:rStyle w:val="Hyperlink"/>
            <w:b/>
          </w:rPr>
          <w:t>[OData-ABNF]</w:t>
        </w:r>
      </w:hyperlink>
      <w:r>
        <w:rPr>
          <w:szCs w:val="20"/>
        </w:rPr>
        <w:t>. Note that expanded properties are implicitly selected.</w:t>
      </w:r>
    </w:p>
    <w:p w14:paraId="234507CD" w14:textId="77777777" w:rsidR="00752DAA" w:rsidRDefault="00752DAA" w:rsidP="00752DAA">
      <w:pPr>
        <w:keepNext/>
        <w:rPr>
          <w:szCs w:val="20"/>
        </w:rPr>
      </w:pPr>
      <w:r>
        <w:rPr>
          <w:szCs w:val="20"/>
        </w:rPr>
        <w:t xml:space="preserve">OData 4.01 responses MAY use the shortcut pattern </w:t>
      </w:r>
      <w:r w:rsidRPr="0060101A">
        <w:rPr>
          <w:rStyle w:val="Datatype"/>
        </w:rPr>
        <w:t>{namespace}.*</w:t>
      </w:r>
      <w:r>
        <w:rPr>
          <w:szCs w:val="20"/>
        </w:rPr>
        <w:t xml:space="preserve"> to represent the list of all bound actions or functions available for entities in the collection, see system query option </w:t>
      </w:r>
      <w:hyperlink w:anchor="sec_SystemQueryOptionselect" w:history="1">
        <w:r w:rsidRPr="0060101A">
          <w:rPr>
            <w:rStyle w:val="Hyperlink"/>
            <w:rFonts w:ascii="Courier New" w:hAnsi="Courier New"/>
          </w:rPr>
          <w:t>$select</w:t>
        </w:r>
      </w:hyperlink>
      <w:r>
        <w:rPr>
          <w:szCs w:val="20"/>
        </w:rPr>
        <w:t>.</w:t>
      </w:r>
    </w:p>
    <w:p w14:paraId="2A48F9DF"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19</w:t>
      </w:r>
      <w:r w:rsidR="002A710D">
        <w:rPr>
          <w:noProof/>
        </w:rPr>
        <w:fldChar w:fldCharType="end"/>
      </w:r>
      <w:r w:rsidRPr="003F1FAD">
        <w:t>:</w:t>
      </w:r>
      <w:r>
        <w:t xml:space="preserve"> resource URL and corresponding context URL</w:t>
      </w:r>
    </w:p>
    <w:p w14:paraId="4CA6B4E8" w14:textId="77777777" w:rsidR="00752DAA" w:rsidRPr="00445576" w:rsidRDefault="00752DAA" w:rsidP="00752DAA">
      <w:pPr>
        <w:pStyle w:val="Code"/>
      </w:pPr>
      <w:r w:rsidRPr="00445576">
        <w:t>http://host/service/Customers(1)?$select=Name,Rating</w:t>
      </w:r>
    </w:p>
    <w:p w14:paraId="3276FA67" w14:textId="77777777" w:rsidR="00752DAA" w:rsidRPr="00C30835" w:rsidRDefault="00752DAA" w:rsidP="00752DAA">
      <w:pPr>
        <w:pStyle w:val="Code"/>
      </w:pPr>
      <w:r w:rsidRPr="00445576">
        <w:lastRenderedPageBreak/>
        <w:t>http://host/service/$metadata#Customers(Name,Rating)/</w:t>
      </w:r>
      <w:r>
        <w:t>$entity</w:t>
      </w:r>
    </w:p>
    <w:bookmarkStart w:id="472" w:name="_Toc477876622"/>
    <w:bookmarkStart w:id="473" w:name="sec_CollectionofExpandedEntities"/>
    <w:p w14:paraId="19711E42" w14:textId="77777777" w:rsidR="00752DAA" w:rsidRDefault="00752DAA" w:rsidP="006C1EBF">
      <w:pPr>
        <w:pStyle w:val="Heading2"/>
        <w:numPr>
          <w:ilvl w:val="1"/>
          <w:numId w:val="2"/>
        </w:numPr>
        <w:tabs>
          <w:tab w:val="left" w:pos="567"/>
        </w:tabs>
      </w:pPr>
      <w:r>
        <w:fldChar w:fldCharType="begin"/>
      </w:r>
      <w:r>
        <w:instrText xml:space="preserve"> HYPERLINK  \l "sec_CollectionofExpandedEntities" </w:instrText>
      </w:r>
      <w:r>
        <w:fldChar w:fldCharType="separate"/>
      </w:r>
      <w:bookmarkStart w:id="474" w:name="_Toc494885038"/>
      <w:bookmarkStart w:id="475" w:name="_Toc494356785"/>
      <w:r w:rsidRPr="004A50BC">
        <w:rPr>
          <w:rStyle w:val="Hyperlink"/>
        </w:rPr>
        <w:t>Collection of Expanded Entities</w:t>
      </w:r>
      <w:bookmarkEnd w:id="472"/>
      <w:bookmarkEnd w:id="473"/>
      <w:bookmarkEnd w:id="474"/>
      <w:bookmarkEnd w:id="475"/>
      <w:r>
        <w:fldChar w:fldCharType="end"/>
      </w:r>
    </w:p>
    <w:p w14:paraId="23A27F7A" w14:textId="77777777" w:rsidR="00752DAA" w:rsidRDefault="00752DAA" w:rsidP="00752DAA">
      <w:pPr>
        <w:keepNext/>
      </w:pPr>
      <w:r>
        <w:t>Context URL template:</w:t>
      </w:r>
    </w:p>
    <w:p w14:paraId="2C013952" w14:textId="77777777" w:rsidR="00752DAA" w:rsidRDefault="00752DAA" w:rsidP="00752DAA">
      <w:pPr>
        <w:pStyle w:val="SourceCode"/>
        <w:rPr>
          <w:rStyle w:val="Datatype"/>
          <w:szCs w:val="20"/>
        </w:rPr>
      </w:pPr>
      <w:r w:rsidRPr="00D30D23">
        <w:rPr>
          <w:rStyle w:val="Datatype"/>
          <w:szCs w:val="20"/>
        </w:rPr>
        <w:t>{</w:t>
      </w:r>
      <w:r>
        <w:rPr>
          <w:rStyle w:val="Datatype"/>
          <w:szCs w:val="20"/>
        </w:rPr>
        <w:t>context-url</w:t>
      </w:r>
      <w:r w:rsidRPr="00D30D23">
        <w:rPr>
          <w:rStyle w:val="Datatype"/>
          <w:szCs w:val="20"/>
        </w:rPr>
        <w:t>}#{entity-set}{</w:t>
      </w:r>
      <w:r>
        <w:rPr>
          <w:rStyle w:val="Datatype"/>
          <w:szCs w:val="20"/>
        </w:rPr>
        <w:t>/</w:t>
      </w:r>
      <w:r w:rsidRPr="00D30D23">
        <w:rPr>
          <w:rStyle w:val="Datatype"/>
          <w:szCs w:val="20"/>
        </w:rPr>
        <w:t>type-</w:t>
      </w:r>
      <w:r>
        <w:rPr>
          <w:rStyle w:val="Datatype"/>
          <w:szCs w:val="20"/>
        </w:rPr>
        <w:t>name</w:t>
      </w:r>
      <w:r w:rsidRPr="00D30D23">
        <w:rPr>
          <w:rStyle w:val="Datatype"/>
          <w:szCs w:val="20"/>
        </w:rPr>
        <w:t>}{</w:t>
      </w:r>
      <w:r>
        <w:rPr>
          <w:rStyle w:val="Datatype"/>
          <w:szCs w:val="20"/>
        </w:rPr>
        <w:t>select</w:t>
      </w:r>
      <w:r w:rsidRPr="00D30D23">
        <w:rPr>
          <w:rStyle w:val="Datatype"/>
          <w:szCs w:val="20"/>
        </w:rPr>
        <w:t>-list}</w:t>
      </w:r>
    </w:p>
    <w:p w14:paraId="4600DC00" w14:textId="77777777" w:rsidR="00752DAA" w:rsidRDefault="00752DAA" w:rsidP="00752DAA">
      <w:pPr>
        <w:pStyle w:val="SourceCode"/>
      </w:pPr>
      <w:r w:rsidRPr="00D30D23">
        <w:rPr>
          <w:rStyle w:val="Datatype"/>
          <w:szCs w:val="20"/>
        </w:rPr>
        <w:t>{</w:t>
      </w:r>
      <w:r>
        <w:rPr>
          <w:rStyle w:val="Datatype"/>
          <w:szCs w:val="20"/>
        </w:rPr>
        <w:t>context-url</w:t>
      </w:r>
      <w:r w:rsidRPr="00D30D23">
        <w:rPr>
          <w:rStyle w:val="Datatype"/>
          <w:szCs w:val="20"/>
        </w:rPr>
        <w:t>}#</w:t>
      </w:r>
      <w:r>
        <w:rPr>
          <w:rStyle w:val="Datatype"/>
          <w:szCs w:val="20"/>
        </w:rPr>
        <w:t>Collection({</w:t>
      </w:r>
      <w:r w:rsidRPr="00D30D23">
        <w:rPr>
          <w:rStyle w:val="Datatype"/>
          <w:szCs w:val="20"/>
        </w:rPr>
        <w:t>type-</w:t>
      </w:r>
      <w:r>
        <w:rPr>
          <w:rStyle w:val="Datatype"/>
          <w:szCs w:val="20"/>
        </w:rPr>
        <w:t>name</w:t>
      </w:r>
      <w:r w:rsidRPr="00D30D23">
        <w:rPr>
          <w:rStyle w:val="Datatype"/>
          <w:szCs w:val="20"/>
        </w:rPr>
        <w:t>}</w:t>
      </w:r>
      <w:r>
        <w:rPr>
          <w:rStyle w:val="Datatype"/>
          <w:szCs w:val="20"/>
        </w:rPr>
        <w:t>)</w:t>
      </w:r>
      <w:r w:rsidRPr="00D30D23">
        <w:rPr>
          <w:rStyle w:val="Datatype"/>
          <w:szCs w:val="20"/>
        </w:rPr>
        <w:t>{</w:t>
      </w:r>
      <w:r>
        <w:rPr>
          <w:rStyle w:val="Datatype"/>
          <w:szCs w:val="20"/>
        </w:rPr>
        <w:t>select</w:t>
      </w:r>
      <w:r w:rsidRPr="00D30D23">
        <w:rPr>
          <w:rStyle w:val="Datatype"/>
          <w:szCs w:val="20"/>
        </w:rPr>
        <w:t>-list}</w:t>
      </w:r>
    </w:p>
    <w:p w14:paraId="2A04C458" w14:textId="77777777" w:rsidR="00752DAA" w:rsidRDefault="00752DAA" w:rsidP="00752DAA">
      <w:pPr>
        <w:keepNext/>
        <w:rPr>
          <w:szCs w:val="20"/>
        </w:rPr>
      </w:pPr>
      <w:r>
        <w:rPr>
          <w:szCs w:val="20"/>
        </w:rPr>
        <w:t xml:space="preserve"> </w:t>
      </w:r>
    </w:p>
    <w:p w14:paraId="13ED1D5E" w14:textId="77777777" w:rsidR="00752DAA" w:rsidRDefault="00752DAA" w:rsidP="00752DAA">
      <w:pPr>
        <w:keepNext/>
        <w:rPr>
          <w:rStyle w:val="Datatype"/>
        </w:rPr>
      </w:pPr>
      <w:r>
        <w:rPr>
          <w:szCs w:val="20"/>
        </w:rPr>
        <w:t xml:space="preserve">For a 4.01 response, if a navigation property is explicitly expanded, then in addition to any non-suffixed names of any selected properties, navigation properties, functions or actions, the comma-separated list of properties MUST include the name of the expanded property, suffixed with the parenthesized comma-separated list of any properties of the expanded navigation property that are selected or expanded. If the expanded navigation property does not contain a </w:t>
      </w:r>
      <w:r w:rsidDel="004947CC">
        <w:rPr>
          <w:szCs w:val="20"/>
        </w:rPr>
        <w:t xml:space="preserve">nested </w:t>
      </w:r>
      <w:r w:rsidRPr="00F93922" w:rsidDel="004947CC">
        <w:rPr>
          <w:rStyle w:val="Datatype"/>
        </w:rPr>
        <w:t>$select</w:t>
      </w:r>
      <w:r>
        <w:rPr>
          <w:rStyle w:val="Datatype"/>
        </w:rPr>
        <w:t xml:space="preserve"> </w:t>
      </w:r>
      <w:r>
        <w:rPr>
          <w:szCs w:val="20"/>
        </w:rPr>
        <w:t>or</w:t>
      </w:r>
      <w:r>
        <w:rPr>
          <w:rStyle w:val="Datatype"/>
        </w:rPr>
        <w:t xml:space="preserve"> $expand</w:t>
      </w:r>
      <w:r>
        <w:rPr>
          <w:szCs w:val="20"/>
        </w:rPr>
        <w:t>, then the expanded property is suffixed with empty parentheses. If the expansion is recursive for nested children, a plus sign (</w:t>
      </w:r>
      <w:r w:rsidRPr="00DE7423">
        <w:rPr>
          <w:rStyle w:val="Datatype"/>
        </w:rPr>
        <w:t>+</w:t>
      </w:r>
      <w:r>
        <w:rPr>
          <w:szCs w:val="20"/>
        </w:rPr>
        <w:t>) is infixed between</w:t>
      </w:r>
      <w:r w:rsidRPr="00D30D23">
        <w:rPr>
          <w:szCs w:val="20"/>
        </w:rPr>
        <w:t xml:space="preserve"> the </w:t>
      </w:r>
      <w:r>
        <w:rPr>
          <w:szCs w:val="20"/>
        </w:rPr>
        <w:t>navigation property name and the opening parenthesis.</w:t>
      </w:r>
      <w:r w:rsidDel="004947CC">
        <w:rPr>
          <w:szCs w:val="20"/>
        </w:rPr>
        <w:t xml:space="preserve"> </w:t>
      </w:r>
    </w:p>
    <w:p w14:paraId="0A8C57DF" w14:textId="77777777" w:rsidR="00752DAA" w:rsidRDefault="00752DAA" w:rsidP="00752DAA">
      <w:pPr>
        <w:keepNext/>
        <w:rPr>
          <w:szCs w:val="20"/>
        </w:rPr>
      </w:pPr>
      <w:r>
        <w:rPr>
          <w:szCs w:val="20"/>
        </w:rPr>
        <w:t>For a 4.0 response, the expanded navigation property suffixed with parentheses MAY be omitted from the select-list if it does not</w:t>
      </w:r>
      <w:r w:rsidDel="004947CC">
        <w:rPr>
          <w:szCs w:val="20"/>
        </w:rPr>
        <w:t xml:space="preserve"> contain a nested </w:t>
      </w:r>
      <w:r w:rsidRPr="00F93922" w:rsidDel="004947CC">
        <w:rPr>
          <w:rStyle w:val="Datatype"/>
        </w:rPr>
        <w:t>$select</w:t>
      </w:r>
      <w:r>
        <w:rPr>
          <w:rStyle w:val="Datatype"/>
        </w:rPr>
        <w:t xml:space="preserve"> </w:t>
      </w:r>
      <w:r>
        <w:rPr>
          <w:szCs w:val="20"/>
        </w:rPr>
        <w:t>or</w:t>
      </w:r>
      <w:r>
        <w:rPr>
          <w:rStyle w:val="Datatype"/>
        </w:rPr>
        <w:t xml:space="preserve"> $expand</w:t>
      </w:r>
      <w:r>
        <w:rPr>
          <w:szCs w:val="20"/>
        </w:rPr>
        <w:t>, but MUST still be present, without a suffix, if it is explicitly selected.</w:t>
      </w:r>
      <w:r w:rsidRPr="00C83967" w:rsidDel="00BE7BA0">
        <w:rPr>
          <w:szCs w:val="20"/>
        </w:rPr>
        <w:t xml:space="preserve"> </w:t>
      </w:r>
    </w:p>
    <w:p w14:paraId="4513CCBE" w14:textId="77777777" w:rsidR="00752DAA" w:rsidDel="00B0702B" w:rsidRDefault="00752DAA" w:rsidP="00752DAA">
      <w:pPr>
        <w:pStyle w:val="Caption"/>
      </w:pPr>
      <w:r w:rsidRPr="003F1FAD" w:rsidDel="00B0702B">
        <w:t xml:space="preserve">Example </w:t>
      </w:r>
      <w:r w:rsidR="002A710D">
        <w:fldChar w:fldCharType="begin"/>
      </w:r>
      <w:r w:rsidR="002A710D">
        <w:instrText xml:space="preserve"> SEQ Example \* ARABIC </w:instrText>
      </w:r>
      <w:r w:rsidR="002A710D">
        <w:fldChar w:fldCharType="separate"/>
      </w:r>
      <w:r>
        <w:rPr>
          <w:noProof/>
        </w:rPr>
        <w:t>20</w:t>
      </w:r>
      <w:r w:rsidR="002A710D">
        <w:rPr>
          <w:noProof/>
        </w:rPr>
        <w:fldChar w:fldCharType="end"/>
      </w:r>
      <w:r w:rsidRPr="003F1FAD" w:rsidDel="00B0702B">
        <w:t>:</w:t>
      </w:r>
      <w:r w:rsidDel="00B0702B">
        <w:t xml:space="preserve"> resource URL and corresponding context URL</w:t>
      </w:r>
    </w:p>
    <w:p w14:paraId="23A280D9" w14:textId="77777777" w:rsidR="00752DAA" w:rsidDel="00B0702B" w:rsidRDefault="00752DAA" w:rsidP="00752DAA">
      <w:pPr>
        <w:pStyle w:val="Code"/>
      </w:pPr>
      <w:r w:rsidRPr="00D30D23" w:rsidDel="00B0702B">
        <w:t>http://host/</w:t>
      </w:r>
      <w:r w:rsidDel="00B0702B">
        <w:t>service/Customers</w:t>
      </w:r>
      <w:r w:rsidRPr="00D30D23" w:rsidDel="00B0702B">
        <w:t>$select=</w:t>
      </w:r>
      <w:r w:rsidDel="00B0702B">
        <w:t>Name&amp;</w:t>
      </w:r>
      <w:r w:rsidRPr="00D30D23" w:rsidDel="00B0702B">
        <w:t>$expand=</w:t>
      </w:r>
      <w:r w:rsidDel="00B0702B">
        <w:t>Address/Country</w:t>
      </w:r>
    </w:p>
    <w:p w14:paraId="2C35C6EC" w14:textId="77777777" w:rsidR="00752DAA" w:rsidRPr="00C30835" w:rsidDel="00B0702B" w:rsidRDefault="00752DAA" w:rsidP="00752DAA">
      <w:pPr>
        <w:pStyle w:val="Code"/>
      </w:pPr>
      <w:r w:rsidRPr="006E0E3B" w:rsidDel="00B0702B">
        <w:t>http://host/service/$metadata</w:t>
      </w:r>
      <w:r w:rsidRPr="00D30D23" w:rsidDel="00B0702B">
        <w:t>#</w:t>
      </w:r>
      <w:r w:rsidDel="00B0702B">
        <w:t>Customers</w:t>
      </w:r>
      <w:r w:rsidRPr="00D30D23" w:rsidDel="00B0702B">
        <w:t>(</w:t>
      </w:r>
      <w:r w:rsidDel="00B0702B">
        <w:t>Name</w:t>
      </w:r>
      <w:r w:rsidRPr="00D30D23" w:rsidDel="00B0702B">
        <w:t>,</w:t>
      </w:r>
      <w:r w:rsidDel="00B0702B">
        <w:t>Address/Country</w:t>
      </w:r>
      <w:r w:rsidRPr="00D30D23" w:rsidDel="00B0702B">
        <w:t>)</w:t>
      </w:r>
    </w:p>
    <w:p w14:paraId="261D0728"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21</w:t>
      </w:r>
      <w:r w:rsidR="002A710D">
        <w:rPr>
          <w:noProof/>
        </w:rPr>
        <w:fldChar w:fldCharType="end"/>
      </w:r>
      <w:r w:rsidRPr="003F1FAD">
        <w:t>:</w:t>
      </w:r>
      <w:r>
        <w:t xml:space="preserve"> resource URL and corresponding context URL</w:t>
      </w:r>
    </w:p>
    <w:p w14:paraId="42A83E95" w14:textId="77777777" w:rsidR="00752DAA" w:rsidRDefault="00752DAA" w:rsidP="00752DAA">
      <w:pPr>
        <w:pStyle w:val="Code"/>
      </w:pPr>
      <w:r w:rsidRPr="00D30D23">
        <w:t>http://host/service/Employees/Sales.Manager?</w:t>
      </w:r>
      <w:r>
        <w:t>$select=DirectReports</w:t>
      </w:r>
      <w:r>
        <w:br/>
        <w:t xml:space="preserve">        </w:t>
      </w:r>
      <w:r w:rsidRPr="00D30D23">
        <w:t xml:space="preserve"> </w:t>
      </w:r>
      <w:r>
        <w:t xml:space="preserve">       &amp;</w:t>
      </w:r>
      <w:r w:rsidRPr="00D30D23">
        <w:t>$expand=DirectReports($select=FirstName,LastName;$levels=4)</w:t>
      </w:r>
    </w:p>
    <w:p w14:paraId="4B75A4AF" w14:textId="77777777" w:rsidR="00752DAA" w:rsidRPr="00C30835" w:rsidRDefault="00752DAA" w:rsidP="00752DAA">
      <w:pPr>
        <w:pStyle w:val="Code"/>
      </w:pPr>
      <w:r w:rsidRPr="006E0E3B">
        <w:t>http://host/service/$metadata</w:t>
      </w:r>
      <w:r>
        <w:br/>
        <w:t xml:space="preserve">       </w:t>
      </w:r>
      <w:r w:rsidRPr="00D30D23">
        <w:t xml:space="preserve"> </w:t>
      </w:r>
      <w:r>
        <w:t xml:space="preserve">        </w:t>
      </w:r>
      <w:r w:rsidRPr="00D30D23">
        <w:t>#Employees/Sales.Manager(</w:t>
      </w:r>
      <w:r>
        <w:t>DirectReports,</w:t>
      </w:r>
      <w:r>
        <w:br/>
        <w:t xml:space="preserve">                                         </w:t>
      </w:r>
      <w:r w:rsidRPr="00D30D23">
        <w:t>DirectReports+(FirstName,LastName))</w:t>
      </w:r>
    </w:p>
    <w:bookmarkStart w:id="476" w:name="_Toc477876623"/>
    <w:bookmarkStart w:id="477" w:name="sec_ExpandedEntity"/>
    <w:p w14:paraId="7B3B9D25" w14:textId="77777777" w:rsidR="00752DAA" w:rsidRDefault="00752DAA" w:rsidP="006C1EBF">
      <w:pPr>
        <w:pStyle w:val="Heading2"/>
        <w:numPr>
          <w:ilvl w:val="1"/>
          <w:numId w:val="2"/>
        </w:numPr>
        <w:tabs>
          <w:tab w:val="left" w:pos="567"/>
        </w:tabs>
      </w:pPr>
      <w:r>
        <w:fldChar w:fldCharType="begin"/>
      </w:r>
      <w:r>
        <w:instrText xml:space="preserve"> HYPERLINK  \l "sec_ExpandedEntity" </w:instrText>
      </w:r>
      <w:r>
        <w:fldChar w:fldCharType="separate"/>
      </w:r>
      <w:bookmarkStart w:id="478" w:name="_Toc494885039"/>
      <w:bookmarkStart w:id="479" w:name="_Toc494356786"/>
      <w:r w:rsidRPr="004A50BC">
        <w:rPr>
          <w:rStyle w:val="Hyperlink"/>
        </w:rPr>
        <w:t>Expanded Entity</w:t>
      </w:r>
      <w:bookmarkEnd w:id="476"/>
      <w:bookmarkEnd w:id="477"/>
      <w:bookmarkEnd w:id="478"/>
      <w:bookmarkEnd w:id="479"/>
      <w:r>
        <w:fldChar w:fldCharType="end"/>
      </w:r>
    </w:p>
    <w:p w14:paraId="390890E6" w14:textId="77777777" w:rsidR="00752DAA" w:rsidRDefault="00752DAA" w:rsidP="00752DAA">
      <w:pPr>
        <w:keepNext/>
      </w:pPr>
      <w:r>
        <w:t>Context URL template:</w:t>
      </w:r>
    </w:p>
    <w:p w14:paraId="18AB9628" w14:textId="77777777" w:rsidR="00752DAA" w:rsidRDefault="00752DAA" w:rsidP="00752DAA">
      <w:pPr>
        <w:pStyle w:val="SourceCode"/>
        <w:keepNext/>
      </w:pPr>
      <w:r w:rsidRPr="00D30D23">
        <w:rPr>
          <w:rStyle w:val="Datatype"/>
          <w:szCs w:val="20"/>
        </w:rPr>
        <w:t>{</w:t>
      </w:r>
      <w:r>
        <w:rPr>
          <w:rStyle w:val="Datatype"/>
          <w:szCs w:val="20"/>
        </w:rPr>
        <w:t>context-url</w:t>
      </w:r>
      <w:r w:rsidRPr="00D30D23">
        <w:rPr>
          <w:rStyle w:val="Datatype"/>
          <w:szCs w:val="20"/>
        </w:rPr>
        <w:t>}#{entity-set}{</w:t>
      </w:r>
      <w:r>
        <w:rPr>
          <w:rStyle w:val="Datatype"/>
          <w:szCs w:val="20"/>
        </w:rPr>
        <w:t>/</w:t>
      </w:r>
      <w:r w:rsidRPr="00D30D23">
        <w:rPr>
          <w:rStyle w:val="Datatype"/>
          <w:szCs w:val="20"/>
        </w:rPr>
        <w:t>type-</w:t>
      </w:r>
      <w:r>
        <w:rPr>
          <w:rStyle w:val="Datatype"/>
          <w:szCs w:val="20"/>
        </w:rPr>
        <w:t>name</w:t>
      </w:r>
      <w:r w:rsidRPr="00D30D23">
        <w:rPr>
          <w:rStyle w:val="Datatype"/>
          <w:szCs w:val="20"/>
        </w:rPr>
        <w:t>}{</w:t>
      </w:r>
      <w:r>
        <w:rPr>
          <w:rStyle w:val="Datatype"/>
          <w:szCs w:val="20"/>
        </w:rPr>
        <w:t>select</w:t>
      </w:r>
      <w:r w:rsidRPr="00D30D23">
        <w:rPr>
          <w:rStyle w:val="Datatype"/>
          <w:szCs w:val="20"/>
        </w:rPr>
        <w:t>-list}</w:t>
      </w:r>
      <w:r>
        <w:rPr>
          <w:rStyle w:val="Datatype"/>
          <w:szCs w:val="20"/>
        </w:rPr>
        <w:t>/$entity</w:t>
      </w:r>
    </w:p>
    <w:p w14:paraId="09AC44C4" w14:textId="77777777" w:rsidR="00752DAA" w:rsidRDefault="00752DAA" w:rsidP="00752DAA">
      <w:pPr>
        <w:pStyle w:val="SourceCode"/>
        <w:rPr>
          <w:rStyle w:val="Datatype"/>
          <w:szCs w:val="20"/>
        </w:rPr>
      </w:pPr>
      <w:r w:rsidRPr="00D30D23">
        <w:rPr>
          <w:rStyle w:val="Datatype"/>
          <w:szCs w:val="20"/>
        </w:rPr>
        <w:t>{</w:t>
      </w:r>
      <w:r>
        <w:rPr>
          <w:rStyle w:val="Datatype"/>
          <w:szCs w:val="20"/>
        </w:rPr>
        <w:t>context-url</w:t>
      </w:r>
      <w:r w:rsidRPr="00D30D23">
        <w:rPr>
          <w:rStyle w:val="Datatype"/>
          <w:szCs w:val="20"/>
        </w:rPr>
        <w:t>}#{</w:t>
      </w:r>
      <w:r>
        <w:rPr>
          <w:rStyle w:val="Datatype"/>
          <w:szCs w:val="20"/>
        </w:rPr>
        <w:t>singleton</w:t>
      </w:r>
      <w:r w:rsidRPr="00D30D23">
        <w:rPr>
          <w:rStyle w:val="Datatype"/>
          <w:szCs w:val="20"/>
        </w:rPr>
        <w:t>}{</w:t>
      </w:r>
      <w:r>
        <w:rPr>
          <w:rStyle w:val="Datatype"/>
          <w:szCs w:val="20"/>
        </w:rPr>
        <w:t>select</w:t>
      </w:r>
      <w:r w:rsidRPr="00D30D23">
        <w:rPr>
          <w:rStyle w:val="Datatype"/>
          <w:szCs w:val="20"/>
        </w:rPr>
        <w:t>-list}</w:t>
      </w:r>
    </w:p>
    <w:p w14:paraId="30D6CA94" w14:textId="77777777" w:rsidR="00752DAA" w:rsidRDefault="00752DAA" w:rsidP="00752DAA">
      <w:pPr>
        <w:pStyle w:val="SourceCode"/>
        <w:keepNext/>
      </w:pPr>
      <w:r w:rsidRPr="00D30D23">
        <w:rPr>
          <w:rStyle w:val="Datatype"/>
          <w:szCs w:val="20"/>
        </w:rPr>
        <w:t>{</w:t>
      </w:r>
      <w:r>
        <w:rPr>
          <w:rStyle w:val="Datatype"/>
          <w:szCs w:val="20"/>
        </w:rPr>
        <w:t>context-url</w:t>
      </w:r>
      <w:r w:rsidRPr="00D30D23">
        <w:rPr>
          <w:rStyle w:val="Datatype"/>
          <w:szCs w:val="20"/>
        </w:rPr>
        <w:t>}#</w:t>
      </w:r>
      <w:r>
        <w:rPr>
          <w:rStyle w:val="Datatype"/>
          <w:szCs w:val="20"/>
        </w:rPr>
        <w:t>{</w:t>
      </w:r>
      <w:r w:rsidRPr="00D30D23">
        <w:rPr>
          <w:rStyle w:val="Datatype"/>
          <w:szCs w:val="20"/>
        </w:rPr>
        <w:t>type-</w:t>
      </w:r>
      <w:r>
        <w:rPr>
          <w:rStyle w:val="Datatype"/>
          <w:szCs w:val="20"/>
        </w:rPr>
        <w:t>name</w:t>
      </w:r>
      <w:r w:rsidRPr="00D30D23">
        <w:rPr>
          <w:rStyle w:val="Datatype"/>
          <w:szCs w:val="20"/>
        </w:rPr>
        <w:t>}{</w:t>
      </w:r>
      <w:r>
        <w:rPr>
          <w:rStyle w:val="Datatype"/>
          <w:szCs w:val="20"/>
        </w:rPr>
        <w:t>select</w:t>
      </w:r>
      <w:r w:rsidRPr="00D30D23">
        <w:rPr>
          <w:rStyle w:val="Datatype"/>
          <w:szCs w:val="20"/>
        </w:rPr>
        <w:t>-list}</w:t>
      </w:r>
    </w:p>
    <w:p w14:paraId="3B264C29" w14:textId="77777777" w:rsidR="00752DAA" w:rsidRDefault="00752DAA" w:rsidP="00752DAA">
      <w:pPr>
        <w:keepNext/>
        <w:rPr>
          <w:rStyle w:val="Datatype"/>
        </w:rPr>
      </w:pPr>
      <w:r>
        <w:rPr>
          <w:szCs w:val="20"/>
        </w:rPr>
        <w:t xml:space="preserve">For a 4.01 response, if a navigation property is explicitly expanded, then in addition to the non-suffixed names of any selected properties, navigation properties, functions or actions, the comma-separated list of properties MUST include the name of the expanded property, suffixed with the parenthesized comma-separated list of any properties of the expanded navigation property that are selected or expanded. If the expanded navigation property does not contain a </w:t>
      </w:r>
      <w:r w:rsidDel="004947CC">
        <w:rPr>
          <w:szCs w:val="20"/>
        </w:rPr>
        <w:t xml:space="preserve">nested </w:t>
      </w:r>
      <w:r w:rsidRPr="00F93922" w:rsidDel="004947CC">
        <w:rPr>
          <w:rStyle w:val="Datatype"/>
        </w:rPr>
        <w:t>$select</w:t>
      </w:r>
      <w:r>
        <w:rPr>
          <w:rStyle w:val="Datatype"/>
        </w:rPr>
        <w:t xml:space="preserve"> </w:t>
      </w:r>
      <w:r>
        <w:rPr>
          <w:szCs w:val="20"/>
        </w:rPr>
        <w:t>or</w:t>
      </w:r>
      <w:r>
        <w:rPr>
          <w:rStyle w:val="Datatype"/>
        </w:rPr>
        <w:t xml:space="preserve"> $expand</w:t>
      </w:r>
      <w:r>
        <w:rPr>
          <w:szCs w:val="20"/>
        </w:rPr>
        <w:t>, then the expanded property is suffixed with empty parentheses. If the expansion is recursive for nested children, a plus sign (</w:t>
      </w:r>
      <w:r w:rsidRPr="00DE7423">
        <w:rPr>
          <w:rStyle w:val="Datatype"/>
        </w:rPr>
        <w:t>+</w:t>
      </w:r>
      <w:r>
        <w:rPr>
          <w:szCs w:val="20"/>
        </w:rPr>
        <w:t>) is infixed between</w:t>
      </w:r>
      <w:r w:rsidRPr="00D30D23">
        <w:rPr>
          <w:szCs w:val="20"/>
        </w:rPr>
        <w:t xml:space="preserve"> the </w:t>
      </w:r>
      <w:r>
        <w:rPr>
          <w:szCs w:val="20"/>
        </w:rPr>
        <w:t>navigation property name and the opening parenthesis.</w:t>
      </w:r>
      <w:r w:rsidDel="004947CC">
        <w:rPr>
          <w:szCs w:val="20"/>
        </w:rPr>
        <w:t xml:space="preserve"> </w:t>
      </w:r>
    </w:p>
    <w:p w14:paraId="474483CE" w14:textId="77777777" w:rsidR="00752DAA" w:rsidRDefault="00752DAA" w:rsidP="00752DAA">
      <w:pPr>
        <w:keepNext/>
        <w:rPr>
          <w:rFonts w:cs="Consolas"/>
          <w:szCs w:val="20"/>
        </w:rPr>
      </w:pPr>
      <w:r>
        <w:rPr>
          <w:szCs w:val="20"/>
        </w:rPr>
        <w:t>For a 4.0 response, the expanded navigation property suffixed with parentheses MAY be omitted from the select-list if it does not</w:t>
      </w:r>
      <w:r w:rsidDel="004947CC">
        <w:rPr>
          <w:szCs w:val="20"/>
        </w:rPr>
        <w:t xml:space="preserve"> contain a nested </w:t>
      </w:r>
      <w:r w:rsidRPr="00F93922" w:rsidDel="004947CC">
        <w:rPr>
          <w:rStyle w:val="Datatype"/>
        </w:rPr>
        <w:t>$select</w:t>
      </w:r>
      <w:r>
        <w:rPr>
          <w:rStyle w:val="Datatype"/>
        </w:rPr>
        <w:t xml:space="preserve"> </w:t>
      </w:r>
      <w:r>
        <w:rPr>
          <w:szCs w:val="20"/>
        </w:rPr>
        <w:t>or</w:t>
      </w:r>
      <w:r>
        <w:rPr>
          <w:rStyle w:val="Datatype"/>
        </w:rPr>
        <w:t xml:space="preserve"> $expand</w:t>
      </w:r>
      <w:r>
        <w:rPr>
          <w:szCs w:val="20"/>
        </w:rPr>
        <w:t>, but MUST still be present, without a suffix, if it is explicitly selected.</w:t>
      </w:r>
      <w:r w:rsidRPr="002A69A6">
        <w:t>.</w:t>
      </w:r>
    </w:p>
    <w:p w14:paraId="2A81578B"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22</w:t>
      </w:r>
      <w:r w:rsidR="002A710D">
        <w:rPr>
          <w:noProof/>
        </w:rPr>
        <w:fldChar w:fldCharType="end"/>
      </w:r>
      <w:r w:rsidRPr="003F1FAD">
        <w:t>:</w:t>
      </w:r>
      <w:r>
        <w:t xml:space="preserve"> resource URL and corresponding context URL</w:t>
      </w:r>
    </w:p>
    <w:p w14:paraId="3F0843F1" w14:textId="77777777" w:rsidR="00752DAA" w:rsidRDefault="00752DAA" w:rsidP="00752DAA">
      <w:pPr>
        <w:pStyle w:val="Code"/>
      </w:pPr>
      <w:r w:rsidRPr="00D30D23">
        <w:t>http://host/service/Employees</w:t>
      </w:r>
      <w:r>
        <w:t>(1)</w:t>
      </w:r>
      <w:r w:rsidRPr="00D30D23">
        <w:t>/Sales.Manager?</w:t>
      </w:r>
      <w:r>
        <w:br/>
        <w:t xml:space="preserve">                </w:t>
      </w:r>
      <w:r w:rsidRPr="00D30D23">
        <w:t xml:space="preserve"> </w:t>
      </w:r>
      <w:r>
        <w:t xml:space="preserve">  </w:t>
      </w:r>
      <w:r w:rsidRPr="00D30D23">
        <w:t>$expand=DirectReports($select=FirstName,LastName;$levels=4)</w:t>
      </w:r>
    </w:p>
    <w:p w14:paraId="3B23433A" w14:textId="77777777" w:rsidR="00752DAA" w:rsidRPr="00C30835" w:rsidRDefault="00752DAA" w:rsidP="00752DAA">
      <w:pPr>
        <w:pStyle w:val="Code"/>
      </w:pPr>
      <w:r w:rsidRPr="006E0E3B">
        <w:lastRenderedPageBreak/>
        <w:t>http://host/service/$metadata</w:t>
      </w:r>
      <w:r>
        <w:br/>
        <w:t xml:space="preserve">       </w:t>
      </w:r>
      <w:r w:rsidRPr="00D30D23">
        <w:t>#Employees/Sales.Manager(DirectReports+(FirstName,LastName))</w:t>
      </w:r>
      <w:r>
        <w:t>/$entity</w:t>
      </w:r>
    </w:p>
    <w:bookmarkStart w:id="480" w:name="_Toc477876624"/>
    <w:bookmarkStart w:id="481" w:name="sec_CollectionofEntityReferences"/>
    <w:p w14:paraId="52D6D745" w14:textId="77777777" w:rsidR="00752DAA" w:rsidRDefault="00752DAA" w:rsidP="006C1EBF">
      <w:pPr>
        <w:pStyle w:val="Heading2"/>
        <w:numPr>
          <w:ilvl w:val="1"/>
          <w:numId w:val="2"/>
        </w:numPr>
        <w:tabs>
          <w:tab w:val="left" w:pos="567"/>
        </w:tabs>
      </w:pPr>
      <w:r>
        <w:fldChar w:fldCharType="begin"/>
      </w:r>
      <w:r>
        <w:instrText xml:space="preserve"> HYPERLINK  \l "sec_CollectionofEntityReferences" </w:instrText>
      </w:r>
      <w:r>
        <w:fldChar w:fldCharType="separate"/>
      </w:r>
      <w:bookmarkStart w:id="482" w:name="_Toc494885040"/>
      <w:bookmarkStart w:id="483" w:name="_Toc494356787"/>
      <w:r w:rsidRPr="004A50BC">
        <w:rPr>
          <w:rStyle w:val="Hyperlink"/>
        </w:rPr>
        <w:t>Collection of Entity References</w:t>
      </w:r>
      <w:bookmarkEnd w:id="480"/>
      <w:bookmarkEnd w:id="481"/>
      <w:bookmarkEnd w:id="482"/>
      <w:bookmarkEnd w:id="483"/>
      <w:r>
        <w:fldChar w:fldCharType="end"/>
      </w:r>
    </w:p>
    <w:p w14:paraId="170D4BAF" w14:textId="77777777" w:rsidR="00752DAA" w:rsidRDefault="00752DAA" w:rsidP="00752DAA">
      <w:pPr>
        <w:keepNext/>
      </w:pPr>
      <w:r>
        <w:t>Context URL template:</w:t>
      </w:r>
    </w:p>
    <w:p w14:paraId="741D3557" w14:textId="77777777" w:rsidR="00752DAA" w:rsidRDefault="00752DAA" w:rsidP="00752DAA">
      <w:pPr>
        <w:pStyle w:val="SourceCode"/>
      </w:pPr>
      <w:r w:rsidRPr="00D30D23">
        <w:rPr>
          <w:rStyle w:val="Datatype"/>
          <w:szCs w:val="20"/>
        </w:rPr>
        <w:t>{</w:t>
      </w:r>
      <w:r>
        <w:rPr>
          <w:rStyle w:val="Datatype"/>
          <w:szCs w:val="20"/>
        </w:rPr>
        <w:t>context-url</w:t>
      </w:r>
      <w:r w:rsidRPr="00D30D23">
        <w:rPr>
          <w:rStyle w:val="Datatype"/>
          <w:szCs w:val="20"/>
        </w:rPr>
        <w:t>}#</w:t>
      </w:r>
      <w:r>
        <w:rPr>
          <w:rStyle w:val="Datatype"/>
          <w:szCs w:val="20"/>
        </w:rPr>
        <w:t>Collection(</w:t>
      </w:r>
      <w:r w:rsidRPr="00D30D23">
        <w:rPr>
          <w:rStyle w:val="Datatype"/>
          <w:szCs w:val="20"/>
        </w:rPr>
        <w:t>$ref</w:t>
      </w:r>
      <w:r>
        <w:rPr>
          <w:rStyle w:val="Datatype"/>
          <w:szCs w:val="20"/>
        </w:rPr>
        <w:t>)</w:t>
      </w:r>
    </w:p>
    <w:p w14:paraId="1F94305C" w14:textId="77777777" w:rsidR="00752DAA" w:rsidRDefault="00752DAA" w:rsidP="00752DAA">
      <w:pPr>
        <w:keepNext/>
        <w:rPr>
          <w:rFonts w:cs="Arial"/>
          <w:szCs w:val="20"/>
        </w:rPr>
      </w:pPr>
      <w:r w:rsidRPr="00D30D23">
        <w:rPr>
          <w:rFonts w:cs="Arial"/>
          <w:szCs w:val="20"/>
        </w:rPr>
        <w:t xml:space="preserve">If a response is a collection of </w:t>
      </w:r>
      <w:r>
        <w:rPr>
          <w:rFonts w:cs="Arial"/>
          <w:szCs w:val="20"/>
        </w:rPr>
        <w:t>entity references</w:t>
      </w:r>
      <w:r w:rsidRPr="00D30D23">
        <w:rPr>
          <w:rFonts w:cs="Arial"/>
          <w:szCs w:val="20"/>
        </w:rPr>
        <w:t xml:space="preserve">, the </w:t>
      </w:r>
      <w:r>
        <w:rPr>
          <w:rFonts w:cs="Arial"/>
          <w:szCs w:val="20"/>
        </w:rPr>
        <w:t>context URL</w:t>
      </w:r>
      <w:r w:rsidRPr="00D30D23">
        <w:rPr>
          <w:rFonts w:cs="Arial"/>
          <w:szCs w:val="20"/>
        </w:rPr>
        <w:t xml:space="preserve"> </w:t>
      </w:r>
      <w:r>
        <w:rPr>
          <w:rFonts w:cs="Arial"/>
          <w:szCs w:val="20"/>
        </w:rPr>
        <w:t xml:space="preserve">does not contain the </w:t>
      </w:r>
      <w:r w:rsidRPr="00D30D23">
        <w:rPr>
          <w:rFonts w:cs="Arial"/>
          <w:szCs w:val="20"/>
        </w:rPr>
        <w:t xml:space="preserve">type of the </w:t>
      </w:r>
      <w:r>
        <w:rPr>
          <w:rFonts w:cs="Arial"/>
          <w:szCs w:val="20"/>
        </w:rPr>
        <w:t>referenced entities</w:t>
      </w:r>
      <w:r w:rsidRPr="00D30D23">
        <w:rPr>
          <w:rFonts w:cs="Arial"/>
          <w:szCs w:val="20"/>
        </w:rPr>
        <w:t>.</w:t>
      </w:r>
    </w:p>
    <w:p w14:paraId="131006AD"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23</w:t>
      </w:r>
      <w:r w:rsidR="002A710D">
        <w:rPr>
          <w:noProof/>
        </w:rPr>
        <w:fldChar w:fldCharType="end"/>
      </w:r>
      <w:r w:rsidRPr="003F1FAD">
        <w:t>:</w:t>
      </w:r>
      <w:r>
        <w:t xml:space="preserve"> resource URL and corresponding context URL for a collection of entity references</w:t>
      </w:r>
    </w:p>
    <w:p w14:paraId="68DCD8BC" w14:textId="77777777" w:rsidR="00752DAA" w:rsidRPr="00445576" w:rsidRDefault="00752DAA" w:rsidP="00752DAA">
      <w:pPr>
        <w:pStyle w:val="Code"/>
      </w:pPr>
      <w:r w:rsidRPr="00445576">
        <w:rPr>
          <w:rStyle w:val="Datatype"/>
        </w:rPr>
        <w:t>http://host/service/Customers(</w:t>
      </w:r>
      <w:r>
        <w:rPr>
          <w:rStyle w:val="Datatype"/>
        </w:rPr>
        <w:t>'ALFKI'</w:t>
      </w:r>
      <w:r w:rsidRPr="00445576">
        <w:rPr>
          <w:rStyle w:val="Datatype"/>
        </w:rPr>
        <w:t>)/Orders/$ref</w:t>
      </w:r>
    </w:p>
    <w:p w14:paraId="7B73A5D8" w14:textId="77777777" w:rsidR="00752DAA" w:rsidRPr="00C30835" w:rsidRDefault="00752DAA" w:rsidP="00752DAA">
      <w:pPr>
        <w:pStyle w:val="Code"/>
      </w:pPr>
      <w:r w:rsidRPr="00445576">
        <w:rPr>
          <w:rStyle w:val="Datatype"/>
        </w:rPr>
        <w:t>http://host/service/$metadata#</w:t>
      </w:r>
      <w:r>
        <w:rPr>
          <w:rStyle w:val="Datatype"/>
        </w:rPr>
        <w:t>Collection(</w:t>
      </w:r>
      <w:r w:rsidRPr="00445576">
        <w:rPr>
          <w:rStyle w:val="Datatype"/>
        </w:rPr>
        <w:t>$ref</w:t>
      </w:r>
      <w:r>
        <w:rPr>
          <w:rStyle w:val="Datatype"/>
        </w:rPr>
        <w:t>)</w:t>
      </w:r>
    </w:p>
    <w:bookmarkStart w:id="484" w:name="_Toc477876625"/>
    <w:bookmarkStart w:id="485" w:name="sec_EntityReference"/>
    <w:p w14:paraId="1EAE51D9" w14:textId="77777777" w:rsidR="00752DAA" w:rsidRDefault="00752DAA" w:rsidP="006C1EBF">
      <w:pPr>
        <w:pStyle w:val="Heading2"/>
        <w:numPr>
          <w:ilvl w:val="1"/>
          <w:numId w:val="2"/>
        </w:numPr>
        <w:tabs>
          <w:tab w:val="left" w:pos="567"/>
        </w:tabs>
      </w:pPr>
      <w:r>
        <w:fldChar w:fldCharType="begin"/>
      </w:r>
      <w:r>
        <w:instrText xml:space="preserve"> HYPERLINK  \l "sec_EntityReference" </w:instrText>
      </w:r>
      <w:r>
        <w:fldChar w:fldCharType="separate"/>
      </w:r>
      <w:bookmarkStart w:id="486" w:name="_Toc494885041"/>
      <w:bookmarkStart w:id="487" w:name="_Toc494356788"/>
      <w:r w:rsidRPr="004A50BC">
        <w:rPr>
          <w:rStyle w:val="Hyperlink"/>
        </w:rPr>
        <w:t>Entity Reference</w:t>
      </w:r>
      <w:bookmarkEnd w:id="484"/>
      <w:bookmarkEnd w:id="485"/>
      <w:bookmarkEnd w:id="486"/>
      <w:bookmarkEnd w:id="487"/>
      <w:r>
        <w:fldChar w:fldCharType="end"/>
      </w:r>
    </w:p>
    <w:p w14:paraId="2086A768" w14:textId="77777777" w:rsidR="00752DAA" w:rsidRDefault="00752DAA" w:rsidP="00752DAA">
      <w:pPr>
        <w:keepNext/>
      </w:pPr>
      <w:r>
        <w:t>Context URL template:</w:t>
      </w:r>
    </w:p>
    <w:p w14:paraId="68D115BF" w14:textId="77777777" w:rsidR="00752DAA" w:rsidRDefault="00752DAA" w:rsidP="00752DAA">
      <w:pPr>
        <w:pStyle w:val="SourceCode"/>
        <w:keepNext/>
      </w:pPr>
      <w:r w:rsidRPr="00D30D23">
        <w:rPr>
          <w:rStyle w:val="Datatype"/>
          <w:szCs w:val="20"/>
        </w:rPr>
        <w:t>{</w:t>
      </w:r>
      <w:r>
        <w:rPr>
          <w:rStyle w:val="Datatype"/>
          <w:szCs w:val="20"/>
        </w:rPr>
        <w:t>context-url</w:t>
      </w:r>
      <w:r w:rsidRPr="00D30D23">
        <w:rPr>
          <w:rStyle w:val="Datatype"/>
          <w:szCs w:val="20"/>
        </w:rPr>
        <w:t>}#$ref</w:t>
      </w:r>
    </w:p>
    <w:p w14:paraId="383C3FD7" w14:textId="77777777" w:rsidR="00752DAA" w:rsidRDefault="00752DAA" w:rsidP="00752DAA">
      <w:pPr>
        <w:keepNext/>
        <w:rPr>
          <w:rFonts w:cs="Consolas"/>
          <w:szCs w:val="20"/>
        </w:rPr>
      </w:pPr>
      <w:r w:rsidRPr="00D30D23">
        <w:rPr>
          <w:rFonts w:cs="Consolas"/>
          <w:szCs w:val="20"/>
        </w:rPr>
        <w:t xml:space="preserve">If a response is a single </w:t>
      </w:r>
      <w:r>
        <w:rPr>
          <w:rFonts w:cs="Consolas"/>
          <w:szCs w:val="20"/>
        </w:rPr>
        <w:t>entity</w:t>
      </w:r>
      <w:r w:rsidRPr="00D30D23">
        <w:rPr>
          <w:rFonts w:cs="Consolas"/>
          <w:szCs w:val="20"/>
        </w:rPr>
        <w:t xml:space="preserve"> </w:t>
      </w:r>
      <w:r>
        <w:rPr>
          <w:rFonts w:cs="Consolas"/>
          <w:szCs w:val="20"/>
        </w:rPr>
        <w:t>reference</w:t>
      </w:r>
      <w:r w:rsidRPr="00D30D23">
        <w:rPr>
          <w:rFonts w:cs="Consolas"/>
          <w:szCs w:val="20"/>
        </w:rPr>
        <w:t xml:space="preserve">, </w:t>
      </w:r>
      <w:r>
        <w:rPr>
          <w:rStyle w:val="Datatype"/>
          <w:szCs w:val="20"/>
        </w:rPr>
        <w:t>$ref</w:t>
      </w:r>
      <w:r>
        <w:rPr>
          <w:rFonts w:cs="Consolas"/>
          <w:szCs w:val="20"/>
        </w:rPr>
        <w:t xml:space="preserve"> is the context URL fragment</w:t>
      </w:r>
      <w:r w:rsidRPr="00D30D23">
        <w:rPr>
          <w:rFonts w:cs="Consolas"/>
          <w:szCs w:val="20"/>
        </w:rPr>
        <w:t>.</w:t>
      </w:r>
    </w:p>
    <w:p w14:paraId="7A69F3D1"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24</w:t>
      </w:r>
      <w:r w:rsidR="002A710D">
        <w:rPr>
          <w:noProof/>
        </w:rPr>
        <w:fldChar w:fldCharType="end"/>
      </w:r>
      <w:r w:rsidRPr="003F1FAD">
        <w:t>:</w:t>
      </w:r>
      <w:r>
        <w:t xml:space="preserve"> resource URL and corresponding context URL for a single entity reference</w:t>
      </w:r>
    </w:p>
    <w:p w14:paraId="4DBB9B86" w14:textId="77777777" w:rsidR="00752DAA" w:rsidRPr="00445576" w:rsidRDefault="00752DAA" w:rsidP="00752DAA">
      <w:pPr>
        <w:pStyle w:val="Code"/>
      </w:pPr>
      <w:r w:rsidRPr="00445576">
        <w:rPr>
          <w:rStyle w:val="Datatype"/>
        </w:rPr>
        <w:t>http://host/service/</w:t>
      </w:r>
      <w:r>
        <w:rPr>
          <w:rStyle w:val="Datatype"/>
        </w:rPr>
        <w:t>Orders</w:t>
      </w:r>
      <w:r w:rsidRPr="00445576">
        <w:rPr>
          <w:rStyle w:val="Datatype"/>
        </w:rPr>
        <w:t>(1</w:t>
      </w:r>
      <w:r>
        <w:rPr>
          <w:rStyle w:val="Datatype"/>
        </w:rPr>
        <w:t>0643</w:t>
      </w:r>
      <w:r w:rsidRPr="00445576">
        <w:rPr>
          <w:rStyle w:val="Datatype"/>
        </w:rPr>
        <w:t>)/</w:t>
      </w:r>
      <w:r>
        <w:rPr>
          <w:rStyle w:val="Datatype"/>
        </w:rPr>
        <w:t>Customer</w:t>
      </w:r>
      <w:r w:rsidRPr="00445576">
        <w:rPr>
          <w:rStyle w:val="Datatype"/>
        </w:rPr>
        <w:t>/$ref</w:t>
      </w:r>
    </w:p>
    <w:p w14:paraId="314A5499" w14:textId="77777777" w:rsidR="00752DAA" w:rsidRPr="00C30835" w:rsidRDefault="00752DAA" w:rsidP="00752DAA">
      <w:pPr>
        <w:pStyle w:val="Code"/>
      </w:pPr>
      <w:r w:rsidRPr="00445576">
        <w:rPr>
          <w:rStyle w:val="Datatype"/>
        </w:rPr>
        <w:t>http://host/service/$metadata#$ref</w:t>
      </w:r>
    </w:p>
    <w:bookmarkStart w:id="488" w:name="_Toc477876626"/>
    <w:bookmarkStart w:id="489" w:name="sec_PropertyValue"/>
    <w:p w14:paraId="0B9C4129" w14:textId="77777777" w:rsidR="00752DAA" w:rsidRDefault="00752DAA" w:rsidP="006C1EBF">
      <w:pPr>
        <w:pStyle w:val="Heading2"/>
        <w:numPr>
          <w:ilvl w:val="1"/>
          <w:numId w:val="2"/>
        </w:numPr>
        <w:tabs>
          <w:tab w:val="left" w:pos="567"/>
        </w:tabs>
      </w:pPr>
      <w:r>
        <w:fldChar w:fldCharType="begin"/>
      </w:r>
      <w:r>
        <w:instrText xml:space="preserve"> HYPERLINK  \l "sec_PropertyValue" </w:instrText>
      </w:r>
      <w:r>
        <w:fldChar w:fldCharType="separate"/>
      </w:r>
      <w:bookmarkStart w:id="490" w:name="_Toc494885042"/>
      <w:bookmarkStart w:id="491" w:name="_Toc494356789"/>
      <w:r w:rsidRPr="004A50BC">
        <w:rPr>
          <w:rStyle w:val="Hyperlink"/>
        </w:rPr>
        <w:t>Property Value</w:t>
      </w:r>
      <w:bookmarkEnd w:id="488"/>
      <w:bookmarkEnd w:id="489"/>
      <w:bookmarkEnd w:id="490"/>
      <w:bookmarkEnd w:id="491"/>
      <w:r>
        <w:fldChar w:fldCharType="end"/>
      </w:r>
    </w:p>
    <w:p w14:paraId="047C71A1" w14:textId="77777777" w:rsidR="00752DAA" w:rsidRDefault="00752DAA" w:rsidP="00752DAA">
      <w:pPr>
        <w:keepNext/>
      </w:pPr>
      <w:r>
        <w:t>Context URL templates:</w:t>
      </w:r>
    </w:p>
    <w:p w14:paraId="351FD5A7" w14:textId="77777777" w:rsidR="00752DAA" w:rsidRDefault="00752DAA" w:rsidP="00752DAA">
      <w:pPr>
        <w:pStyle w:val="SourceCode"/>
      </w:pPr>
      <w:r w:rsidRPr="00D30D23">
        <w:rPr>
          <w:rStyle w:val="Datatype"/>
          <w:szCs w:val="20"/>
        </w:rPr>
        <w:t>{</w:t>
      </w:r>
      <w:r>
        <w:rPr>
          <w:rStyle w:val="Datatype"/>
          <w:szCs w:val="20"/>
        </w:rPr>
        <w:t>context-url</w:t>
      </w:r>
      <w:r w:rsidRPr="00D30D23">
        <w:rPr>
          <w:rStyle w:val="Datatype"/>
          <w:szCs w:val="20"/>
        </w:rPr>
        <w:t>}</w:t>
      </w:r>
      <w:r>
        <w:rPr>
          <w:rStyle w:val="Datatype"/>
          <w:szCs w:val="20"/>
        </w:rPr>
        <w:t>#{entity}/{property-path}{select-list}</w:t>
      </w:r>
    </w:p>
    <w:p w14:paraId="215428EF" w14:textId="77777777" w:rsidR="00752DAA" w:rsidRDefault="00752DAA" w:rsidP="00752DAA">
      <w:pPr>
        <w:pStyle w:val="SourceCode"/>
        <w:keepNext/>
      </w:pPr>
      <w:r w:rsidRPr="00D30D23">
        <w:rPr>
          <w:rStyle w:val="Datatype"/>
          <w:szCs w:val="20"/>
        </w:rPr>
        <w:t>{</w:t>
      </w:r>
      <w:r>
        <w:rPr>
          <w:rStyle w:val="Datatype"/>
          <w:szCs w:val="20"/>
        </w:rPr>
        <w:t>context-url</w:t>
      </w:r>
      <w:r w:rsidRPr="00D30D23">
        <w:rPr>
          <w:rStyle w:val="Datatype"/>
          <w:szCs w:val="20"/>
        </w:rPr>
        <w:t>}#{type-name}</w:t>
      </w:r>
      <w:r>
        <w:rPr>
          <w:rStyle w:val="Datatype"/>
          <w:szCs w:val="20"/>
        </w:rPr>
        <w:t>{select-list}</w:t>
      </w:r>
    </w:p>
    <w:p w14:paraId="34B31451" w14:textId="77777777" w:rsidR="00752DAA" w:rsidRDefault="00752DAA" w:rsidP="00752DAA">
      <w:pPr>
        <w:keepNext/>
        <w:rPr>
          <w:rFonts w:cs="Arial"/>
          <w:szCs w:val="20"/>
        </w:rPr>
      </w:pPr>
      <w:r>
        <w:rPr>
          <w:rFonts w:cs="Arial"/>
          <w:szCs w:val="20"/>
        </w:rPr>
        <w:t xml:space="preserve">If a response represents an </w:t>
      </w:r>
      <w:hyperlink w:anchor="sec_RequestingIndividualProperties" w:history="1">
        <w:r w:rsidRPr="004262BC">
          <w:rPr>
            <w:rStyle w:val="Hyperlink"/>
            <w:rFonts w:cs="Arial"/>
            <w:szCs w:val="20"/>
          </w:rPr>
          <w:t>individual property</w:t>
        </w:r>
      </w:hyperlink>
      <w:r>
        <w:rPr>
          <w:rStyle w:val="Hyperlink"/>
          <w:rFonts w:cs="Arial"/>
          <w:szCs w:val="20"/>
        </w:rPr>
        <w:t xml:space="preserve"> </w:t>
      </w:r>
      <w:r w:rsidRPr="0089766E">
        <w:t>of an entity with a canonical URL</w:t>
      </w:r>
      <w:r>
        <w:rPr>
          <w:rFonts w:cs="Arial"/>
          <w:szCs w:val="20"/>
        </w:rPr>
        <w:t xml:space="preserve">, </w:t>
      </w:r>
      <w:r w:rsidRPr="00D30D23">
        <w:rPr>
          <w:rFonts w:cs="Arial"/>
          <w:szCs w:val="20"/>
        </w:rPr>
        <w:t xml:space="preserve">the </w:t>
      </w:r>
      <w:r>
        <w:rPr>
          <w:rFonts w:cs="Arial"/>
          <w:szCs w:val="20"/>
        </w:rPr>
        <w:t>context URL</w:t>
      </w:r>
      <w:r w:rsidRPr="00D30D23">
        <w:rPr>
          <w:rFonts w:cs="Arial"/>
          <w:szCs w:val="20"/>
        </w:rPr>
        <w:t xml:space="preserve"> </w:t>
      </w:r>
      <w:r>
        <w:rPr>
          <w:rFonts w:cs="Arial"/>
          <w:szCs w:val="20"/>
        </w:rPr>
        <w:t>specifies the canonical URL of the entity and</w:t>
      </w:r>
      <w:r w:rsidRPr="00D30D23">
        <w:rPr>
          <w:rFonts w:cs="Arial"/>
          <w:szCs w:val="20"/>
        </w:rPr>
        <w:t xml:space="preserve"> the </w:t>
      </w:r>
      <w:r>
        <w:rPr>
          <w:rFonts w:cs="Arial"/>
          <w:szCs w:val="20"/>
        </w:rPr>
        <w:t>path to</w:t>
      </w:r>
      <w:r w:rsidRPr="00D30D23">
        <w:rPr>
          <w:rFonts w:cs="Arial"/>
          <w:szCs w:val="20"/>
        </w:rPr>
        <w:t xml:space="preserve"> the </w:t>
      </w:r>
      <w:r>
        <w:rPr>
          <w:rFonts w:cs="Arial"/>
          <w:szCs w:val="20"/>
        </w:rPr>
        <w:t xml:space="preserve">structural </w:t>
      </w:r>
      <w:r w:rsidRPr="00D30D23">
        <w:rPr>
          <w:rFonts w:cs="Arial"/>
          <w:szCs w:val="20"/>
        </w:rPr>
        <w:t>property</w:t>
      </w:r>
      <w:r>
        <w:rPr>
          <w:rFonts w:cs="Arial"/>
          <w:szCs w:val="20"/>
        </w:rPr>
        <w:t xml:space="preserve"> of that entity</w:t>
      </w:r>
      <w:r w:rsidRPr="00D30D23">
        <w:rPr>
          <w:rFonts w:cs="Arial"/>
          <w:szCs w:val="20"/>
        </w:rPr>
        <w:t>.</w:t>
      </w:r>
      <w:r>
        <w:rPr>
          <w:rFonts w:cs="Arial"/>
          <w:szCs w:val="20"/>
        </w:rPr>
        <w:t xml:space="preserve"> The path MUST include cast segments for properties defined on types derived from the expected type of the previous segment.</w:t>
      </w:r>
    </w:p>
    <w:p w14:paraId="551F49CE" w14:textId="77777777" w:rsidR="00752DAA" w:rsidRPr="008D6020" w:rsidRDefault="00752DAA" w:rsidP="00752DAA">
      <w:pPr>
        <w:keepNext/>
        <w:rPr>
          <w:szCs w:val="20"/>
        </w:rPr>
      </w:pPr>
      <w:r>
        <w:rPr>
          <w:szCs w:val="20"/>
        </w:rPr>
        <w:t>If the property value does not contain explicitly or implicitly selected navigation properties or operations, OData 4.01 responses MAY use the less specific second template.</w:t>
      </w:r>
    </w:p>
    <w:p w14:paraId="2C5F50A2"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25</w:t>
      </w:r>
      <w:r w:rsidR="002A710D">
        <w:rPr>
          <w:noProof/>
        </w:rPr>
        <w:fldChar w:fldCharType="end"/>
      </w:r>
      <w:r w:rsidRPr="003F1FAD">
        <w:t>:</w:t>
      </w:r>
      <w:r>
        <w:t xml:space="preserve"> resource URL and corresponding context URL</w:t>
      </w:r>
    </w:p>
    <w:p w14:paraId="5FA526CC" w14:textId="77777777" w:rsidR="00752DAA" w:rsidRPr="00445576" w:rsidRDefault="00752DAA" w:rsidP="00752DAA">
      <w:pPr>
        <w:pStyle w:val="Code"/>
      </w:pPr>
      <w:r w:rsidRPr="00445576">
        <w:t>http://host/service/Customers(1)/</w:t>
      </w:r>
      <w:r>
        <w:t>Addresses</w:t>
      </w:r>
    </w:p>
    <w:p w14:paraId="5DCE590B" w14:textId="77777777" w:rsidR="00752DAA" w:rsidRPr="00C30835" w:rsidRDefault="00752DAA" w:rsidP="00752DAA">
      <w:pPr>
        <w:pStyle w:val="Code"/>
      </w:pPr>
      <w:r w:rsidRPr="00445576">
        <w:rPr>
          <w:rStyle w:val="Datatype"/>
        </w:rPr>
        <w:t>http://host/service/$metadata#</w:t>
      </w:r>
      <w:r>
        <w:rPr>
          <w:rStyle w:val="Datatype"/>
        </w:rPr>
        <w:t>Customers(1)/Addresses</w:t>
      </w:r>
    </w:p>
    <w:bookmarkStart w:id="492" w:name="_Toc477876627"/>
    <w:bookmarkStart w:id="493" w:name="sec_CollectionofComplexorPrimitiveTypes"/>
    <w:p w14:paraId="503ADB47" w14:textId="77777777" w:rsidR="00752DAA" w:rsidRDefault="00752DAA" w:rsidP="006C1EBF">
      <w:pPr>
        <w:pStyle w:val="Heading2"/>
        <w:numPr>
          <w:ilvl w:val="1"/>
          <w:numId w:val="2"/>
        </w:numPr>
        <w:tabs>
          <w:tab w:val="left" w:pos="567"/>
        </w:tabs>
      </w:pPr>
      <w:r>
        <w:fldChar w:fldCharType="begin"/>
      </w:r>
      <w:r>
        <w:instrText xml:space="preserve"> HYPERLINK  \l "sec_CollectionofComplexorPrimitiveTypes" </w:instrText>
      </w:r>
      <w:r>
        <w:fldChar w:fldCharType="separate"/>
      </w:r>
      <w:bookmarkStart w:id="494" w:name="_Toc494885043"/>
      <w:bookmarkStart w:id="495" w:name="_Toc494356790"/>
      <w:r w:rsidRPr="004A50BC">
        <w:rPr>
          <w:rStyle w:val="Hyperlink"/>
        </w:rPr>
        <w:t>Collection of Complex or Primitive Types</w:t>
      </w:r>
      <w:bookmarkEnd w:id="492"/>
      <w:bookmarkEnd w:id="493"/>
      <w:bookmarkEnd w:id="494"/>
      <w:bookmarkEnd w:id="495"/>
      <w:r>
        <w:fldChar w:fldCharType="end"/>
      </w:r>
    </w:p>
    <w:p w14:paraId="7CFB1C4A" w14:textId="77777777" w:rsidR="00752DAA" w:rsidRDefault="00752DAA" w:rsidP="00752DAA">
      <w:pPr>
        <w:keepNext/>
      </w:pPr>
      <w:r>
        <w:t>Context URL template:</w:t>
      </w:r>
    </w:p>
    <w:p w14:paraId="4879397E" w14:textId="77777777" w:rsidR="00752DAA" w:rsidRDefault="00752DAA" w:rsidP="00752DAA">
      <w:pPr>
        <w:pStyle w:val="SourceCode"/>
      </w:pPr>
      <w:r w:rsidRPr="00D30D23">
        <w:rPr>
          <w:rStyle w:val="Datatype"/>
          <w:szCs w:val="20"/>
        </w:rPr>
        <w:t>{</w:t>
      </w:r>
      <w:r>
        <w:rPr>
          <w:rStyle w:val="Datatype"/>
          <w:szCs w:val="20"/>
        </w:rPr>
        <w:t>context-url</w:t>
      </w:r>
      <w:r w:rsidRPr="00D30D23">
        <w:rPr>
          <w:rStyle w:val="Datatype"/>
          <w:szCs w:val="20"/>
        </w:rPr>
        <w:t>}#Collection({type-name})</w:t>
      </w:r>
      <w:r>
        <w:rPr>
          <w:rStyle w:val="Datatype"/>
          <w:szCs w:val="20"/>
        </w:rPr>
        <w:t>{select-list}</w:t>
      </w:r>
    </w:p>
    <w:p w14:paraId="6D9F854A" w14:textId="77777777" w:rsidR="00752DAA" w:rsidRDefault="00752DAA" w:rsidP="00752DAA">
      <w:pPr>
        <w:keepNext/>
        <w:rPr>
          <w:rFonts w:cs="Arial"/>
          <w:szCs w:val="20"/>
        </w:rPr>
      </w:pPr>
      <w:r w:rsidRPr="00D30D23">
        <w:rPr>
          <w:rFonts w:cs="Arial"/>
          <w:szCs w:val="20"/>
        </w:rPr>
        <w:t>If a response is a collection of complex types or primitive types</w:t>
      </w:r>
      <w:r>
        <w:rPr>
          <w:rFonts w:cs="Arial"/>
          <w:szCs w:val="20"/>
        </w:rPr>
        <w:t xml:space="preserve"> that do not represent an individual property of an entity with a canonical URL</w:t>
      </w:r>
      <w:r w:rsidRPr="00D30D23">
        <w:rPr>
          <w:rFonts w:cs="Arial"/>
          <w:szCs w:val="20"/>
        </w:rPr>
        <w:t xml:space="preserve">, the </w:t>
      </w:r>
      <w:r>
        <w:rPr>
          <w:rFonts w:cs="Arial"/>
          <w:szCs w:val="20"/>
        </w:rPr>
        <w:t>context URL</w:t>
      </w:r>
      <w:r w:rsidRPr="00D30D23">
        <w:rPr>
          <w:rFonts w:cs="Arial"/>
          <w:szCs w:val="20"/>
        </w:rPr>
        <w:t xml:space="preserve"> </w:t>
      </w:r>
      <w:r>
        <w:rPr>
          <w:rFonts w:cs="Arial"/>
          <w:szCs w:val="20"/>
        </w:rPr>
        <w:t>specifies the fully qualified</w:t>
      </w:r>
      <w:r w:rsidRPr="00D30D23">
        <w:rPr>
          <w:rFonts w:cs="Arial"/>
          <w:szCs w:val="20"/>
        </w:rPr>
        <w:t xml:space="preserve"> type of the </w:t>
      </w:r>
      <w:r>
        <w:rPr>
          <w:rFonts w:cs="Arial"/>
          <w:szCs w:val="20"/>
        </w:rPr>
        <w:t>collection</w:t>
      </w:r>
      <w:r w:rsidRPr="00D30D23">
        <w:rPr>
          <w:rFonts w:cs="Arial"/>
          <w:szCs w:val="20"/>
        </w:rPr>
        <w:t>.</w:t>
      </w:r>
    </w:p>
    <w:p w14:paraId="1BC96504"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26</w:t>
      </w:r>
      <w:r w:rsidR="002A710D">
        <w:rPr>
          <w:noProof/>
        </w:rPr>
        <w:fldChar w:fldCharType="end"/>
      </w:r>
      <w:r w:rsidRPr="003F1FAD">
        <w:t>:</w:t>
      </w:r>
      <w:r>
        <w:t xml:space="preserve"> resource URL and corresponding context URL</w:t>
      </w:r>
    </w:p>
    <w:p w14:paraId="18350B1E" w14:textId="77777777" w:rsidR="00752DAA" w:rsidRPr="00445576" w:rsidRDefault="00752DAA" w:rsidP="00752DAA">
      <w:pPr>
        <w:pStyle w:val="Code"/>
      </w:pPr>
      <w:r w:rsidRPr="00445576">
        <w:t>http://host/service/</w:t>
      </w:r>
      <w:r>
        <w:t>TopFiveHobbies()</w:t>
      </w:r>
    </w:p>
    <w:p w14:paraId="45F84E5F" w14:textId="77777777" w:rsidR="00752DAA" w:rsidRPr="00C30835" w:rsidRDefault="00752DAA" w:rsidP="00752DAA">
      <w:pPr>
        <w:pStyle w:val="Code"/>
      </w:pPr>
      <w:r w:rsidRPr="00445576">
        <w:rPr>
          <w:rStyle w:val="Datatype"/>
        </w:rPr>
        <w:t>http://host/service/$metadata#Collection(Edm.String)</w:t>
      </w:r>
    </w:p>
    <w:bookmarkStart w:id="496" w:name="_Toc477876628"/>
    <w:bookmarkStart w:id="497" w:name="sec_ComplexorPrimitiveType"/>
    <w:p w14:paraId="61E36F7F" w14:textId="77777777" w:rsidR="00752DAA" w:rsidRDefault="00752DAA" w:rsidP="006C1EBF">
      <w:pPr>
        <w:pStyle w:val="Heading2"/>
        <w:numPr>
          <w:ilvl w:val="1"/>
          <w:numId w:val="2"/>
        </w:numPr>
        <w:tabs>
          <w:tab w:val="left" w:pos="567"/>
        </w:tabs>
      </w:pPr>
      <w:r>
        <w:lastRenderedPageBreak/>
        <w:fldChar w:fldCharType="begin"/>
      </w:r>
      <w:r>
        <w:instrText xml:space="preserve"> HYPERLINK  \l "sec_ComplexorPrimitiveType" </w:instrText>
      </w:r>
      <w:r>
        <w:fldChar w:fldCharType="separate"/>
      </w:r>
      <w:bookmarkStart w:id="498" w:name="_Toc494885044"/>
      <w:bookmarkStart w:id="499" w:name="_Toc494356791"/>
      <w:r w:rsidRPr="004A50BC">
        <w:rPr>
          <w:rStyle w:val="Hyperlink"/>
        </w:rPr>
        <w:t>Complex or Primitive Type</w:t>
      </w:r>
      <w:bookmarkEnd w:id="496"/>
      <w:bookmarkEnd w:id="497"/>
      <w:bookmarkEnd w:id="498"/>
      <w:bookmarkEnd w:id="499"/>
      <w:r>
        <w:fldChar w:fldCharType="end"/>
      </w:r>
    </w:p>
    <w:p w14:paraId="6D3944EF" w14:textId="77777777" w:rsidR="00752DAA" w:rsidRDefault="00752DAA" w:rsidP="00752DAA">
      <w:pPr>
        <w:keepNext/>
      </w:pPr>
      <w:r>
        <w:t>Context URL template:</w:t>
      </w:r>
    </w:p>
    <w:p w14:paraId="491670F2" w14:textId="77777777" w:rsidR="00752DAA" w:rsidRDefault="00752DAA" w:rsidP="00752DAA">
      <w:pPr>
        <w:pStyle w:val="SourceCode"/>
        <w:keepNext/>
      </w:pPr>
      <w:r w:rsidRPr="00D30D23">
        <w:rPr>
          <w:rStyle w:val="Datatype"/>
          <w:szCs w:val="20"/>
        </w:rPr>
        <w:t>{</w:t>
      </w:r>
      <w:r>
        <w:rPr>
          <w:rStyle w:val="Datatype"/>
          <w:szCs w:val="20"/>
        </w:rPr>
        <w:t>context-url</w:t>
      </w:r>
      <w:r w:rsidRPr="00D30D23">
        <w:rPr>
          <w:rStyle w:val="Datatype"/>
          <w:szCs w:val="20"/>
        </w:rPr>
        <w:t>}#{type-name}</w:t>
      </w:r>
      <w:r>
        <w:rPr>
          <w:rStyle w:val="Datatype"/>
          <w:szCs w:val="20"/>
        </w:rPr>
        <w:t>{select-list}</w:t>
      </w:r>
    </w:p>
    <w:p w14:paraId="7CF7D1F2" w14:textId="77777777" w:rsidR="00752DAA" w:rsidRDefault="00752DAA" w:rsidP="00752DAA">
      <w:pPr>
        <w:keepNext/>
        <w:rPr>
          <w:rFonts w:cs="Arial"/>
          <w:szCs w:val="20"/>
        </w:rPr>
      </w:pPr>
      <w:r w:rsidRPr="00D30D23">
        <w:rPr>
          <w:rFonts w:cs="Arial"/>
          <w:szCs w:val="20"/>
        </w:rPr>
        <w:t>If a response is a complex type or primitive type</w:t>
      </w:r>
      <w:r w:rsidRPr="007D7FFB">
        <w:rPr>
          <w:rFonts w:cs="Arial"/>
          <w:szCs w:val="20"/>
        </w:rPr>
        <w:t xml:space="preserve"> </w:t>
      </w:r>
      <w:r>
        <w:rPr>
          <w:rFonts w:cs="Arial"/>
          <w:szCs w:val="20"/>
        </w:rPr>
        <w:t>that does not represent an individual property of an entity with a canonical URL</w:t>
      </w:r>
      <w:r w:rsidRPr="00D30D23">
        <w:rPr>
          <w:rFonts w:cs="Arial"/>
          <w:szCs w:val="20"/>
        </w:rPr>
        <w:t xml:space="preserve">, the </w:t>
      </w:r>
      <w:r>
        <w:rPr>
          <w:rFonts w:cs="Arial"/>
          <w:szCs w:val="20"/>
        </w:rPr>
        <w:t>context URL</w:t>
      </w:r>
      <w:r w:rsidRPr="00D30D23">
        <w:rPr>
          <w:rFonts w:cs="Arial"/>
          <w:szCs w:val="20"/>
        </w:rPr>
        <w:t xml:space="preserve"> </w:t>
      </w:r>
      <w:r>
        <w:rPr>
          <w:rFonts w:cs="Arial"/>
          <w:szCs w:val="20"/>
        </w:rPr>
        <w:t>specifies</w:t>
      </w:r>
      <w:r w:rsidRPr="00D30D23">
        <w:rPr>
          <w:rFonts w:cs="Arial"/>
          <w:szCs w:val="20"/>
        </w:rPr>
        <w:t xml:space="preserve"> the fully qualified type of the </w:t>
      </w:r>
      <w:r>
        <w:rPr>
          <w:rFonts w:cs="Arial"/>
          <w:szCs w:val="20"/>
        </w:rPr>
        <w:t>result</w:t>
      </w:r>
      <w:r w:rsidRPr="00D30D23">
        <w:rPr>
          <w:rFonts w:cs="Arial"/>
          <w:szCs w:val="20"/>
        </w:rPr>
        <w:t>.</w:t>
      </w:r>
    </w:p>
    <w:p w14:paraId="4A3E2F8B"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27</w:t>
      </w:r>
      <w:r w:rsidR="002A710D">
        <w:rPr>
          <w:noProof/>
        </w:rPr>
        <w:fldChar w:fldCharType="end"/>
      </w:r>
      <w:r w:rsidRPr="003F1FAD">
        <w:t>:</w:t>
      </w:r>
      <w:r>
        <w:t xml:space="preserve"> resource URL and corresponding context URL</w:t>
      </w:r>
    </w:p>
    <w:p w14:paraId="4EB2C06F" w14:textId="77777777" w:rsidR="00752DAA" w:rsidRPr="00445576" w:rsidRDefault="00752DAA" w:rsidP="00752DAA">
      <w:pPr>
        <w:pStyle w:val="Code"/>
      </w:pPr>
      <w:r w:rsidRPr="00445576">
        <w:rPr>
          <w:rStyle w:val="Datatype"/>
        </w:rPr>
        <w:t>http://host/service/</w:t>
      </w:r>
      <w:r>
        <w:rPr>
          <w:rStyle w:val="Datatype"/>
        </w:rPr>
        <w:t>MostPopularName()</w:t>
      </w:r>
    </w:p>
    <w:p w14:paraId="3A8D5377" w14:textId="77777777" w:rsidR="00752DAA" w:rsidRPr="00C30835" w:rsidRDefault="00752DAA" w:rsidP="00752DAA">
      <w:pPr>
        <w:pStyle w:val="Code"/>
      </w:pPr>
      <w:r w:rsidRPr="00445576">
        <w:rPr>
          <w:rStyle w:val="Datatype"/>
        </w:rPr>
        <w:t>http://host/service/$metadata#Edm.String</w:t>
      </w:r>
    </w:p>
    <w:bookmarkStart w:id="500" w:name="_Toc477876629"/>
    <w:bookmarkStart w:id="501" w:name="sec_OperationResult"/>
    <w:p w14:paraId="5AC7E0B5" w14:textId="77777777" w:rsidR="00752DAA" w:rsidRPr="00D30D23" w:rsidRDefault="00752DAA" w:rsidP="006C1EBF">
      <w:pPr>
        <w:pStyle w:val="Heading2"/>
        <w:numPr>
          <w:ilvl w:val="1"/>
          <w:numId w:val="2"/>
        </w:numPr>
        <w:tabs>
          <w:tab w:val="left" w:pos="567"/>
        </w:tabs>
        <w:rPr>
          <w:szCs w:val="20"/>
        </w:rPr>
      </w:pPr>
      <w:r>
        <w:fldChar w:fldCharType="begin"/>
      </w:r>
      <w:r>
        <w:instrText xml:space="preserve"> HYPERLINK  \l "sec_OperationResult" </w:instrText>
      </w:r>
      <w:r>
        <w:fldChar w:fldCharType="separate"/>
      </w:r>
      <w:bookmarkStart w:id="502" w:name="_Toc494885045"/>
      <w:bookmarkStart w:id="503" w:name="_Toc494356792"/>
      <w:r w:rsidRPr="004A50BC">
        <w:rPr>
          <w:rStyle w:val="Hyperlink"/>
        </w:rPr>
        <w:t>Operation Result</w:t>
      </w:r>
      <w:bookmarkEnd w:id="500"/>
      <w:bookmarkEnd w:id="501"/>
      <w:bookmarkEnd w:id="502"/>
      <w:bookmarkEnd w:id="503"/>
      <w:r>
        <w:fldChar w:fldCharType="end"/>
      </w:r>
    </w:p>
    <w:p w14:paraId="41046FD9" w14:textId="77777777" w:rsidR="00752DAA" w:rsidRDefault="00752DAA" w:rsidP="00752DAA">
      <w:pPr>
        <w:keepNext/>
      </w:pPr>
      <w:r>
        <w:t>Context URL templates:</w:t>
      </w:r>
    </w:p>
    <w:p w14:paraId="6243A77B" w14:textId="77777777" w:rsidR="00752DAA" w:rsidRDefault="00752DAA" w:rsidP="00752DAA">
      <w:pPr>
        <w:pStyle w:val="SourceCode"/>
      </w:pPr>
      <w:r w:rsidRPr="00D30D23">
        <w:rPr>
          <w:rStyle w:val="Datatype"/>
          <w:szCs w:val="20"/>
        </w:rPr>
        <w:t>{</w:t>
      </w:r>
      <w:r>
        <w:rPr>
          <w:rStyle w:val="Datatype"/>
          <w:szCs w:val="20"/>
        </w:rPr>
        <w:t>context-url</w:t>
      </w:r>
      <w:r w:rsidRPr="00D30D23">
        <w:rPr>
          <w:rStyle w:val="Datatype"/>
          <w:szCs w:val="20"/>
        </w:rPr>
        <w:t>}#{entity-s</w:t>
      </w:r>
      <w:r>
        <w:rPr>
          <w:rStyle w:val="Datatype"/>
          <w:szCs w:val="20"/>
        </w:rPr>
        <w:t>et</w:t>
      </w:r>
      <w:r w:rsidRPr="00D30D23">
        <w:rPr>
          <w:rStyle w:val="Datatype"/>
          <w:szCs w:val="20"/>
        </w:rPr>
        <w:t>}</w:t>
      </w:r>
      <w:r>
        <w:rPr>
          <w:rStyle w:val="Datatype"/>
          <w:szCs w:val="20"/>
        </w:rPr>
        <w:t>{/type-name}</w:t>
      </w:r>
      <w:r w:rsidRPr="00D30D23">
        <w:rPr>
          <w:rStyle w:val="Datatype"/>
          <w:szCs w:val="20"/>
        </w:rPr>
        <w:t>{</w:t>
      </w:r>
      <w:r>
        <w:rPr>
          <w:rStyle w:val="Datatype"/>
          <w:szCs w:val="20"/>
        </w:rPr>
        <w:t>select</w:t>
      </w:r>
      <w:r w:rsidRPr="00D30D23">
        <w:rPr>
          <w:rStyle w:val="Datatype"/>
          <w:szCs w:val="20"/>
        </w:rPr>
        <w:t>-list}</w:t>
      </w:r>
    </w:p>
    <w:p w14:paraId="587CF6BE" w14:textId="77777777" w:rsidR="00752DAA" w:rsidRDefault="00752DAA" w:rsidP="00752DAA">
      <w:pPr>
        <w:pStyle w:val="SourceCode"/>
        <w:rPr>
          <w:rStyle w:val="Datatype"/>
          <w:szCs w:val="20"/>
        </w:rPr>
      </w:pPr>
      <w:r w:rsidRPr="00D30D23">
        <w:rPr>
          <w:rStyle w:val="Datatype"/>
          <w:szCs w:val="20"/>
        </w:rPr>
        <w:t>{</w:t>
      </w:r>
      <w:r>
        <w:rPr>
          <w:rStyle w:val="Datatype"/>
          <w:szCs w:val="20"/>
        </w:rPr>
        <w:t>context-url</w:t>
      </w:r>
      <w:r w:rsidRPr="00D30D23">
        <w:rPr>
          <w:rStyle w:val="Datatype"/>
          <w:szCs w:val="20"/>
        </w:rPr>
        <w:t>}#{entity-s</w:t>
      </w:r>
      <w:r>
        <w:rPr>
          <w:rStyle w:val="Datatype"/>
          <w:szCs w:val="20"/>
        </w:rPr>
        <w:t>et</w:t>
      </w:r>
      <w:r w:rsidRPr="00D30D23">
        <w:rPr>
          <w:rStyle w:val="Datatype"/>
          <w:szCs w:val="20"/>
        </w:rPr>
        <w:t>}</w:t>
      </w:r>
      <w:r>
        <w:rPr>
          <w:rStyle w:val="Datatype"/>
          <w:szCs w:val="20"/>
        </w:rPr>
        <w:t>{/type-name}</w:t>
      </w:r>
      <w:r w:rsidRPr="00D30D23">
        <w:rPr>
          <w:rStyle w:val="Datatype"/>
          <w:szCs w:val="20"/>
        </w:rPr>
        <w:t>{</w:t>
      </w:r>
      <w:r>
        <w:rPr>
          <w:rStyle w:val="Datatype"/>
          <w:szCs w:val="20"/>
        </w:rPr>
        <w:t>select</w:t>
      </w:r>
      <w:r w:rsidRPr="00D30D23">
        <w:rPr>
          <w:rStyle w:val="Datatype"/>
          <w:szCs w:val="20"/>
        </w:rPr>
        <w:t>-list}</w:t>
      </w:r>
      <w:r>
        <w:rPr>
          <w:rStyle w:val="Datatype"/>
          <w:szCs w:val="20"/>
        </w:rPr>
        <w:t>/$entity</w:t>
      </w:r>
    </w:p>
    <w:p w14:paraId="4D12C7CA" w14:textId="77777777" w:rsidR="00752DAA" w:rsidRDefault="00752DAA" w:rsidP="00752DAA">
      <w:pPr>
        <w:pStyle w:val="SourceCode"/>
      </w:pPr>
      <w:r>
        <w:t>{context-url}#{entity}/{property-path}</w:t>
      </w:r>
      <w:r>
        <w:rPr>
          <w:rStyle w:val="Datatype"/>
          <w:szCs w:val="20"/>
        </w:rPr>
        <w:t>{select-list}</w:t>
      </w:r>
    </w:p>
    <w:p w14:paraId="64877862" w14:textId="77777777" w:rsidR="00752DAA" w:rsidRDefault="00752DAA" w:rsidP="00752DAA">
      <w:pPr>
        <w:pStyle w:val="SourceCode"/>
      </w:pPr>
      <w:r w:rsidRPr="00D30D23">
        <w:rPr>
          <w:rStyle w:val="Datatype"/>
          <w:szCs w:val="20"/>
        </w:rPr>
        <w:t>{</w:t>
      </w:r>
      <w:r>
        <w:rPr>
          <w:rStyle w:val="Datatype"/>
          <w:szCs w:val="20"/>
        </w:rPr>
        <w:t>context-url</w:t>
      </w:r>
      <w:r w:rsidRPr="00D30D23">
        <w:rPr>
          <w:rStyle w:val="Datatype"/>
          <w:szCs w:val="20"/>
        </w:rPr>
        <w:t>}#Collection({type-name})</w:t>
      </w:r>
      <w:r>
        <w:rPr>
          <w:rStyle w:val="Datatype"/>
          <w:szCs w:val="20"/>
        </w:rPr>
        <w:t>{select-list}</w:t>
      </w:r>
    </w:p>
    <w:p w14:paraId="3C2225F0" w14:textId="77777777" w:rsidR="00752DAA" w:rsidRDefault="00752DAA" w:rsidP="00752DAA">
      <w:pPr>
        <w:pStyle w:val="SourceCode"/>
      </w:pPr>
      <w:r w:rsidRPr="00D30D23">
        <w:rPr>
          <w:rStyle w:val="Datatype"/>
          <w:szCs w:val="20"/>
        </w:rPr>
        <w:t>{</w:t>
      </w:r>
      <w:r>
        <w:rPr>
          <w:rStyle w:val="Datatype"/>
          <w:szCs w:val="20"/>
        </w:rPr>
        <w:t>context-url</w:t>
      </w:r>
      <w:r w:rsidRPr="00D30D23">
        <w:rPr>
          <w:rStyle w:val="Datatype"/>
          <w:szCs w:val="20"/>
        </w:rPr>
        <w:t>}#{type-name}</w:t>
      </w:r>
      <w:r>
        <w:rPr>
          <w:rStyle w:val="Datatype"/>
          <w:szCs w:val="20"/>
        </w:rPr>
        <w:t>{select-list}</w:t>
      </w:r>
    </w:p>
    <w:p w14:paraId="051635F8" w14:textId="77777777" w:rsidR="00752DAA" w:rsidRDefault="00752DAA" w:rsidP="00752DAA">
      <w:pPr>
        <w:keepNext/>
        <w:rPr>
          <w:rFonts w:cs="Arial"/>
          <w:szCs w:val="20"/>
        </w:rPr>
      </w:pPr>
      <w:r>
        <w:rPr>
          <w:rFonts w:cs="Arial"/>
          <w:szCs w:val="20"/>
        </w:rPr>
        <w:t xml:space="preserve">If the </w:t>
      </w:r>
      <w:r w:rsidRPr="00D30D23">
        <w:rPr>
          <w:rFonts w:cs="Arial"/>
          <w:szCs w:val="20"/>
        </w:rPr>
        <w:t>response from an action</w:t>
      </w:r>
      <w:r>
        <w:rPr>
          <w:rFonts w:cs="Arial"/>
          <w:szCs w:val="20"/>
        </w:rPr>
        <w:t xml:space="preserve"> or</w:t>
      </w:r>
      <w:r w:rsidRPr="00D30D23">
        <w:rPr>
          <w:rFonts w:cs="Arial"/>
          <w:szCs w:val="20"/>
        </w:rPr>
        <w:t xml:space="preserve"> function</w:t>
      </w:r>
      <w:r>
        <w:rPr>
          <w:rFonts w:cs="Arial"/>
          <w:szCs w:val="20"/>
        </w:rPr>
        <w:t xml:space="preserve"> is a collection of entities or a single entity that is a member of an entity set, the context URL</w:t>
      </w:r>
      <w:r w:rsidRPr="00D30D23" w:rsidDel="001B3AF2">
        <w:rPr>
          <w:rFonts w:cs="Arial"/>
          <w:szCs w:val="20"/>
        </w:rPr>
        <w:t xml:space="preserve"> </w:t>
      </w:r>
      <w:r w:rsidRPr="00D30D23">
        <w:rPr>
          <w:rFonts w:cs="Arial"/>
          <w:szCs w:val="20"/>
        </w:rPr>
        <w:t xml:space="preserve">identifies the </w:t>
      </w:r>
      <w:r>
        <w:rPr>
          <w:rFonts w:cs="Arial"/>
          <w:szCs w:val="20"/>
        </w:rPr>
        <w:t xml:space="preserve">entity set. If the response from an action or function is a property of a single entity, the context URL identifies the entity and property. Otherwise, the context URL identifies the </w:t>
      </w:r>
      <w:r w:rsidRPr="00D30D23">
        <w:rPr>
          <w:rFonts w:cs="Arial"/>
          <w:szCs w:val="20"/>
        </w:rPr>
        <w:t xml:space="preserve">type returned by the operation. The </w:t>
      </w:r>
      <w:r>
        <w:rPr>
          <w:rFonts w:cs="Arial"/>
          <w:szCs w:val="20"/>
        </w:rPr>
        <w:t>context URL</w:t>
      </w:r>
      <w:r w:rsidRPr="00D30D23">
        <w:rPr>
          <w:rFonts w:cs="Arial"/>
          <w:szCs w:val="20"/>
        </w:rPr>
        <w:t xml:space="preserve"> will correspond to one of the former examples.</w:t>
      </w:r>
    </w:p>
    <w:p w14:paraId="40210D09"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28</w:t>
      </w:r>
      <w:r w:rsidR="002A710D">
        <w:rPr>
          <w:noProof/>
        </w:rPr>
        <w:fldChar w:fldCharType="end"/>
      </w:r>
      <w:r w:rsidRPr="003F1FAD">
        <w:t>:</w:t>
      </w:r>
      <w:r>
        <w:t xml:space="preserve"> resource URL and corresponding context URL</w:t>
      </w:r>
    </w:p>
    <w:p w14:paraId="4EFDF6F9" w14:textId="77777777" w:rsidR="00752DAA" w:rsidRDefault="00752DAA" w:rsidP="00752DAA">
      <w:pPr>
        <w:pStyle w:val="Code"/>
      </w:pPr>
      <w:r w:rsidRPr="00D30D23">
        <w:t>http://host/service/TopFiveCustomers</w:t>
      </w:r>
      <w:r>
        <w:t>()</w:t>
      </w:r>
    </w:p>
    <w:p w14:paraId="7FF88D16" w14:textId="77777777" w:rsidR="00752DAA" w:rsidRPr="00C30835" w:rsidRDefault="00752DAA" w:rsidP="00752DAA">
      <w:pPr>
        <w:pStyle w:val="Code"/>
      </w:pPr>
      <w:r w:rsidRPr="00D30D23">
        <w:t>http://host/service/$metadata#Customers</w:t>
      </w:r>
    </w:p>
    <w:bookmarkStart w:id="504" w:name="_Toc477876630"/>
    <w:bookmarkStart w:id="505" w:name="sec_DeltaPayloadResponse"/>
    <w:p w14:paraId="7D499500" w14:textId="77777777" w:rsidR="00752DAA" w:rsidRPr="00D30D23" w:rsidRDefault="00752DAA" w:rsidP="006C1EBF">
      <w:pPr>
        <w:pStyle w:val="Heading2"/>
        <w:numPr>
          <w:ilvl w:val="1"/>
          <w:numId w:val="2"/>
        </w:numPr>
        <w:tabs>
          <w:tab w:val="left" w:pos="567"/>
        </w:tabs>
        <w:rPr>
          <w:szCs w:val="20"/>
        </w:rPr>
      </w:pPr>
      <w:r>
        <w:fldChar w:fldCharType="begin"/>
      </w:r>
      <w:r>
        <w:instrText xml:space="preserve"> HYPERLINK  \l "sec_DeltaPayloadResponse" </w:instrText>
      </w:r>
      <w:r>
        <w:fldChar w:fldCharType="separate"/>
      </w:r>
      <w:bookmarkStart w:id="506" w:name="_Toc494885046"/>
      <w:bookmarkStart w:id="507" w:name="_Toc494356793"/>
      <w:r w:rsidRPr="004A50BC">
        <w:rPr>
          <w:rStyle w:val="Hyperlink"/>
        </w:rPr>
        <w:t>Delta Payload Response</w:t>
      </w:r>
      <w:bookmarkEnd w:id="504"/>
      <w:bookmarkEnd w:id="505"/>
      <w:bookmarkEnd w:id="506"/>
      <w:bookmarkEnd w:id="507"/>
      <w:r>
        <w:fldChar w:fldCharType="end"/>
      </w:r>
    </w:p>
    <w:p w14:paraId="0AE625B4" w14:textId="77777777" w:rsidR="00752DAA" w:rsidRDefault="00752DAA" w:rsidP="00752DAA">
      <w:pPr>
        <w:keepNext/>
      </w:pPr>
      <w:r>
        <w:t>Context URL template:</w:t>
      </w:r>
    </w:p>
    <w:p w14:paraId="3A4111E1" w14:textId="77777777" w:rsidR="00752DAA" w:rsidRDefault="00752DAA" w:rsidP="00752DAA">
      <w:pPr>
        <w:pStyle w:val="SourceCode"/>
        <w:rPr>
          <w:rStyle w:val="Datatype"/>
          <w:szCs w:val="20"/>
        </w:rPr>
      </w:pPr>
      <w:r w:rsidRPr="00D30D23">
        <w:rPr>
          <w:rStyle w:val="Datatype"/>
          <w:szCs w:val="20"/>
        </w:rPr>
        <w:t>{</w:t>
      </w:r>
      <w:r>
        <w:rPr>
          <w:rStyle w:val="Datatype"/>
          <w:szCs w:val="20"/>
        </w:rPr>
        <w:t>context-url</w:t>
      </w:r>
      <w:r w:rsidRPr="00D30D23">
        <w:rPr>
          <w:rStyle w:val="Datatype"/>
          <w:szCs w:val="20"/>
        </w:rPr>
        <w:t>}#{entity-set}{</w:t>
      </w:r>
      <w:r>
        <w:rPr>
          <w:rStyle w:val="Datatype"/>
          <w:szCs w:val="20"/>
        </w:rPr>
        <w:t>/</w:t>
      </w:r>
      <w:r w:rsidRPr="00D30D23">
        <w:rPr>
          <w:rStyle w:val="Datatype"/>
          <w:szCs w:val="20"/>
        </w:rPr>
        <w:t>type-</w:t>
      </w:r>
      <w:r>
        <w:rPr>
          <w:rStyle w:val="Datatype"/>
          <w:szCs w:val="20"/>
        </w:rPr>
        <w:t>name</w:t>
      </w:r>
      <w:r w:rsidRPr="00D30D23">
        <w:rPr>
          <w:rStyle w:val="Datatype"/>
          <w:szCs w:val="20"/>
        </w:rPr>
        <w:t>}{</w:t>
      </w:r>
      <w:r>
        <w:rPr>
          <w:rStyle w:val="Datatype"/>
          <w:szCs w:val="20"/>
        </w:rPr>
        <w:t>select</w:t>
      </w:r>
      <w:r w:rsidRPr="00D30D23">
        <w:rPr>
          <w:rStyle w:val="Datatype"/>
          <w:szCs w:val="20"/>
        </w:rPr>
        <w:t>-list}/</w:t>
      </w:r>
      <w:r>
        <w:rPr>
          <w:rStyle w:val="Datatype"/>
          <w:szCs w:val="20"/>
        </w:rPr>
        <w:t>$d</w:t>
      </w:r>
      <w:r w:rsidRPr="00D30D23">
        <w:rPr>
          <w:rStyle w:val="Datatype"/>
          <w:szCs w:val="20"/>
        </w:rPr>
        <w:t>elta</w:t>
      </w:r>
    </w:p>
    <w:p w14:paraId="6D57B403" w14:textId="77777777" w:rsidR="00752DAA" w:rsidRDefault="00752DAA" w:rsidP="00752DAA">
      <w:pPr>
        <w:pStyle w:val="SourceCode"/>
      </w:pPr>
      <w:r w:rsidRPr="00D30D23">
        <w:rPr>
          <w:rStyle w:val="Datatype"/>
          <w:szCs w:val="20"/>
        </w:rPr>
        <w:t>#</w:t>
      </w:r>
      <w:r>
        <w:rPr>
          <w:rStyle w:val="Datatype"/>
          <w:szCs w:val="20"/>
        </w:rPr>
        <w:t>$d</w:t>
      </w:r>
      <w:r w:rsidRPr="00D30D23">
        <w:rPr>
          <w:rStyle w:val="Datatype"/>
          <w:szCs w:val="20"/>
        </w:rPr>
        <w:t>elta</w:t>
      </w:r>
    </w:p>
    <w:p w14:paraId="58A1B7AC" w14:textId="77777777" w:rsidR="00752DAA" w:rsidRDefault="00752DAA" w:rsidP="00752DAA">
      <w:pPr>
        <w:keepNext/>
        <w:rPr>
          <w:rFonts w:cs="Consolas"/>
          <w:szCs w:val="20"/>
        </w:rPr>
      </w:pPr>
      <w:r w:rsidRPr="00D30D23">
        <w:rPr>
          <w:rFonts w:cs="Consolas"/>
          <w:szCs w:val="20"/>
        </w:rPr>
        <w:t xml:space="preserve">The </w:t>
      </w:r>
      <w:r>
        <w:rPr>
          <w:rFonts w:cs="Consolas"/>
          <w:szCs w:val="20"/>
        </w:rPr>
        <w:t>context URL</w:t>
      </w:r>
      <w:r w:rsidRPr="00D30D23">
        <w:rPr>
          <w:rFonts w:cs="Consolas"/>
          <w:szCs w:val="20"/>
        </w:rPr>
        <w:t xml:space="preserve"> </w:t>
      </w:r>
      <w:r>
        <w:rPr>
          <w:rFonts w:cs="Consolas"/>
          <w:szCs w:val="20"/>
        </w:rPr>
        <w:t xml:space="preserve">of a </w:t>
      </w:r>
      <w:hyperlink w:anchor="sec_RequestingChanges" w:history="1">
        <w:r>
          <w:rPr>
            <w:rStyle w:val="Hyperlink"/>
            <w:rFonts w:cs="Consolas"/>
            <w:szCs w:val="20"/>
          </w:rPr>
          <w:t>delta response</w:t>
        </w:r>
      </w:hyperlink>
      <w:r>
        <w:rPr>
          <w:rStyle w:val="Hyperlink"/>
          <w:rFonts w:cs="Consolas"/>
          <w:szCs w:val="20"/>
        </w:rPr>
        <w:t xml:space="preserve"> </w:t>
      </w:r>
      <w:r w:rsidRPr="00D30D23">
        <w:rPr>
          <w:rFonts w:cs="Consolas"/>
          <w:szCs w:val="20"/>
        </w:rPr>
        <w:t xml:space="preserve">is the </w:t>
      </w:r>
      <w:r>
        <w:rPr>
          <w:rFonts w:cs="Consolas"/>
          <w:szCs w:val="20"/>
        </w:rPr>
        <w:t>context URL</w:t>
      </w:r>
      <w:r w:rsidRPr="00D30D23">
        <w:rPr>
          <w:rFonts w:cs="Consolas"/>
          <w:szCs w:val="20"/>
        </w:rPr>
        <w:t xml:space="preserve"> </w:t>
      </w:r>
      <w:r>
        <w:rPr>
          <w:rFonts w:cs="Consolas"/>
          <w:szCs w:val="20"/>
        </w:rPr>
        <w:t>of</w:t>
      </w:r>
      <w:r w:rsidRPr="00D30D23">
        <w:rPr>
          <w:rFonts w:cs="Consolas"/>
          <w:szCs w:val="20"/>
        </w:rPr>
        <w:t xml:space="preserve"> the </w:t>
      </w:r>
      <w:r>
        <w:rPr>
          <w:rFonts w:cs="Consolas"/>
          <w:szCs w:val="20"/>
        </w:rPr>
        <w:t>response to the defining query</w:t>
      </w:r>
      <w:r w:rsidRPr="00D30D23">
        <w:rPr>
          <w:rFonts w:cs="Consolas"/>
          <w:szCs w:val="20"/>
        </w:rPr>
        <w:t xml:space="preserve">, followed by </w:t>
      </w:r>
      <w:r w:rsidRPr="00D30D23">
        <w:rPr>
          <w:rFonts w:ascii="Courier New" w:hAnsi="Courier New" w:cs="Courier New"/>
          <w:szCs w:val="20"/>
        </w:rPr>
        <w:t>/</w:t>
      </w:r>
      <w:r>
        <w:rPr>
          <w:rFonts w:ascii="Courier New" w:hAnsi="Courier New" w:cs="Courier New"/>
          <w:szCs w:val="20"/>
        </w:rPr>
        <w:t>$d</w:t>
      </w:r>
      <w:r w:rsidRPr="00D30D23">
        <w:rPr>
          <w:rFonts w:ascii="Courier New" w:hAnsi="Courier New" w:cs="Courier New"/>
          <w:szCs w:val="20"/>
        </w:rPr>
        <w:t>elta</w:t>
      </w:r>
      <w:r w:rsidRPr="00D30D23">
        <w:rPr>
          <w:rFonts w:cs="Consolas"/>
          <w:szCs w:val="20"/>
        </w:rPr>
        <w:t>.</w:t>
      </w:r>
    </w:p>
    <w:p w14:paraId="4F102091" w14:textId="77777777" w:rsidR="00752DAA" w:rsidRPr="00A559A6" w:rsidRDefault="00752DAA" w:rsidP="00752DAA">
      <w:pPr>
        <w:keepNext/>
        <w:rPr>
          <w:szCs w:val="20"/>
        </w:rPr>
      </w:pPr>
      <w:r>
        <w:rPr>
          <w:rFonts w:cs="Consolas"/>
          <w:szCs w:val="20"/>
        </w:rPr>
        <w:t xml:space="preserve">If the entities are contained, then </w:t>
      </w:r>
      <w:r>
        <w:rPr>
          <w:rStyle w:val="Datatype"/>
        </w:rPr>
        <w:t>{entity-set}</w:t>
      </w:r>
      <w:r>
        <w:t xml:space="preserve"> </w:t>
      </w:r>
      <w:r>
        <w:rPr>
          <w:rFonts w:cs="Consolas"/>
          <w:szCs w:val="20"/>
        </w:rPr>
        <w:t>is the top-level entity set followed by the path to the containment navigation property of the containing entity.</w:t>
      </w:r>
    </w:p>
    <w:p w14:paraId="38BE47C6"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29</w:t>
      </w:r>
      <w:r w:rsidR="002A710D">
        <w:rPr>
          <w:noProof/>
        </w:rPr>
        <w:fldChar w:fldCharType="end"/>
      </w:r>
      <w:r w:rsidRPr="003F1FAD">
        <w:t>:</w:t>
      </w:r>
      <w:r>
        <w:t xml:space="preserve"> resource URL and corresponding context URL</w:t>
      </w:r>
    </w:p>
    <w:p w14:paraId="76D43C63" w14:textId="77777777" w:rsidR="00752DAA" w:rsidRPr="00445576" w:rsidRDefault="00752DAA" w:rsidP="00752DAA">
      <w:pPr>
        <w:pStyle w:val="Code"/>
      </w:pPr>
      <w:r w:rsidRPr="00445576">
        <w:t>http://host/service/Customers</w:t>
      </w:r>
      <w:r w:rsidRPr="00445576">
        <w:rPr>
          <w:rStyle w:val="Datatype"/>
        </w:rPr>
        <w:t>?$delta</w:t>
      </w:r>
      <w:r>
        <w:rPr>
          <w:rStyle w:val="Datatype"/>
        </w:rPr>
        <w:t>t</w:t>
      </w:r>
      <w:r w:rsidRPr="00445576">
        <w:rPr>
          <w:rStyle w:val="Datatype"/>
        </w:rPr>
        <w:t>oken=1234</w:t>
      </w:r>
    </w:p>
    <w:p w14:paraId="471D8A6A" w14:textId="77777777" w:rsidR="00752DAA" w:rsidRPr="00C30835" w:rsidRDefault="00752DAA" w:rsidP="00752DAA">
      <w:pPr>
        <w:pStyle w:val="Code"/>
      </w:pPr>
      <w:r w:rsidRPr="00445576">
        <w:rPr>
          <w:rStyle w:val="Datatype"/>
        </w:rPr>
        <w:t>http://host/service/$metadata#Customers/</w:t>
      </w:r>
      <w:r>
        <w:rPr>
          <w:rStyle w:val="Datatype"/>
        </w:rPr>
        <w:t>$d</w:t>
      </w:r>
      <w:r w:rsidRPr="00445576">
        <w:rPr>
          <w:rStyle w:val="Datatype"/>
        </w:rPr>
        <w:t>elta</w:t>
      </w:r>
    </w:p>
    <w:p w14:paraId="5353E670" w14:textId="77777777" w:rsidR="00752DAA" w:rsidRDefault="00752DAA" w:rsidP="00752DAA">
      <w:pPr>
        <w:keepNext/>
        <w:rPr>
          <w:rFonts w:cs="Consolas"/>
          <w:szCs w:val="20"/>
        </w:rPr>
      </w:pPr>
      <w:bookmarkStart w:id="508" w:name="_Toc370126063"/>
      <w:bookmarkStart w:id="509" w:name="_Toc370374860"/>
      <w:r w:rsidRPr="00D30D23">
        <w:rPr>
          <w:rFonts w:cs="Consolas"/>
          <w:szCs w:val="20"/>
        </w:rPr>
        <w:t xml:space="preserve">The </w:t>
      </w:r>
      <w:r>
        <w:rPr>
          <w:rFonts w:cs="Consolas"/>
          <w:szCs w:val="20"/>
        </w:rPr>
        <w:t>context URL</w:t>
      </w:r>
      <w:r w:rsidRPr="00D30D23">
        <w:rPr>
          <w:rFonts w:cs="Consolas"/>
          <w:szCs w:val="20"/>
        </w:rPr>
        <w:t xml:space="preserve"> </w:t>
      </w:r>
      <w:r>
        <w:rPr>
          <w:rFonts w:cs="Consolas"/>
          <w:szCs w:val="20"/>
        </w:rPr>
        <w:t xml:space="preserve">of an update request body for a collection of entities </w:t>
      </w:r>
      <w:r w:rsidRPr="00D30D23">
        <w:rPr>
          <w:rFonts w:cs="Consolas"/>
          <w:szCs w:val="20"/>
        </w:rPr>
        <w:t xml:space="preserve">is </w:t>
      </w:r>
      <w:r>
        <w:rPr>
          <w:rFonts w:cs="Consolas"/>
          <w:szCs w:val="20"/>
        </w:rPr>
        <w:t xml:space="preserve">simply </w:t>
      </w:r>
      <w:r w:rsidRPr="00D30D23">
        <w:rPr>
          <w:rFonts w:cs="Consolas"/>
          <w:szCs w:val="20"/>
        </w:rPr>
        <w:t xml:space="preserve">the </w:t>
      </w:r>
      <w:r>
        <w:rPr>
          <w:rFonts w:cs="Consolas"/>
          <w:szCs w:val="20"/>
        </w:rPr>
        <w:t xml:space="preserve">fragment </w:t>
      </w:r>
      <w:r>
        <w:rPr>
          <w:rFonts w:ascii="Courier New" w:hAnsi="Courier New" w:cs="Courier New"/>
          <w:szCs w:val="20"/>
        </w:rPr>
        <w:t>#$d</w:t>
      </w:r>
      <w:r w:rsidRPr="00D30D23">
        <w:rPr>
          <w:rFonts w:ascii="Courier New" w:hAnsi="Courier New" w:cs="Courier New"/>
          <w:szCs w:val="20"/>
        </w:rPr>
        <w:t>elta</w:t>
      </w:r>
      <w:r w:rsidRPr="00D30D23">
        <w:rPr>
          <w:rFonts w:cs="Consolas"/>
          <w:szCs w:val="20"/>
        </w:rPr>
        <w:t>.</w:t>
      </w:r>
    </w:p>
    <w:bookmarkStart w:id="510" w:name="_Toc477876631"/>
    <w:bookmarkStart w:id="511" w:name="sec_IteminaDeltaPayloadResponse"/>
    <w:bookmarkEnd w:id="508"/>
    <w:bookmarkEnd w:id="509"/>
    <w:p w14:paraId="54BC4009" w14:textId="77777777" w:rsidR="00752DAA" w:rsidRDefault="00752DAA" w:rsidP="006C1EBF">
      <w:pPr>
        <w:pStyle w:val="Heading2"/>
        <w:numPr>
          <w:ilvl w:val="1"/>
          <w:numId w:val="2"/>
        </w:numPr>
        <w:tabs>
          <w:tab w:val="left" w:pos="567"/>
        </w:tabs>
      </w:pPr>
      <w:r>
        <w:fldChar w:fldCharType="begin"/>
      </w:r>
      <w:r>
        <w:instrText xml:space="preserve"> HYPERLINK  \l "sec_IteminaDeltaPayloadResponse" </w:instrText>
      </w:r>
      <w:r>
        <w:fldChar w:fldCharType="separate"/>
      </w:r>
      <w:bookmarkStart w:id="512" w:name="_Toc494885047"/>
      <w:bookmarkStart w:id="513" w:name="_Toc494356794"/>
      <w:r w:rsidRPr="004A50BC">
        <w:rPr>
          <w:rStyle w:val="Hyperlink"/>
        </w:rPr>
        <w:t>Item in a Delta Payload Response</w:t>
      </w:r>
      <w:bookmarkEnd w:id="510"/>
      <w:bookmarkEnd w:id="511"/>
      <w:bookmarkEnd w:id="512"/>
      <w:bookmarkEnd w:id="513"/>
      <w:r>
        <w:fldChar w:fldCharType="end"/>
      </w:r>
    </w:p>
    <w:p w14:paraId="54F181F2" w14:textId="77777777" w:rsidR="00752DAA" w:rsidRDefault="00752DAA" w:rsidP="00752DAA">
      <w:pPr>
        <w:keepNext/>
      </w:pPr>
      <w:r>
        <w:t>Context URL templates:</w:t>
      </w:r>
    </w:p>
    <w:p w14:paraId="5012F13D" w14:textId="77777777" w:rsidR="00752DAA" w:rsidRDefault="00752DAA" w:rsidP="00752DAA">
      <w:pPr>
        <w:pStyle w:val="SourceCode"/>
      </w:pPr>
      <w:r>
        <w:rPr>
          <w:rStyle w:val="Datatype"/>
          <w:szCs w:val="20"/>
        </w:rPr>
        <w:t>{context-url}#{entity-set}/$d</w:t>
      </w:r>
      <w:r w:rsidRPr="00D30D23">
        <w:rPr>
          <w:rStyle w:val="Datatype"/>
          <w:szCs w:val="20"/>
        </w:rPr>
        <w:t>el</w:t>
      </w:r>
      <w:r>
        <w:rPr>
          <w:rStyle w:val="Datatype"/>
          <w:szCs w:val="20"/>
        </w:rPr>
        <w:t>e</w:t>
      </w:r>
      <w:r w:rsidRPr="00D30D23">
        <w:rPr>
          <w:rStyle w:val="Datatype"/>
          <w:szCs w:val="20"/>
        </w:rPr>
        <w:t>t</w:t>
      </w:r>
      <w:r>
        <w:rPr>
          <w:rStyle w:val="Datatype"/>
          <w:szCs w:val="20"/>
        </w:rPr>
        <w:t>edEntity</w:t>
      </w:r>
    </w:p>
    <w:p w14:paraId="01BD8037" w14:textId="77777777" w:rsidR="00752DAA" w:rsidRDefault="00752DAA" w:rsidP="00752DAA">
      <w:pPr>
        <w:pStyle w:val="SourceCode"/>
        <w:rPr>
          <w:rStyle w:val="Datatype"/>
          <w:szCs w:val="20"/>
        </w:rPr>
      </w:pPr>
      <w:r>
        <w:rPr>
          <w:rStyle w:val="Datatype"/>
          <w:szCs w:val="20"/>
        </w:rPr>
        <w:t>{context-url}#{entity-set}/$link</w:t>
      </w:r>
    </w:p>
    <w:p w14:paraId="5DEC634B" w14:textId="77777777" w:rsidR="00752DAA" w:rsidRDefault="00752DAA" w:rsidP="00752DAA">
      <w:pPr>
        <w:pStyle w:val="SourceCode"/>
        <w:rPr>
          <w:rStyle w:val="Datatype"/>
          <w:szCs w:val="20"/>
        </w:rPr>
      </w:pPr>
      <w:r>
        <w:rPr>
          <w:rStyle w:val="Datatype"/>
          <w:szCs w:val="20"/>
        </w:rPr>
        <w:lastRenderedPageBreak/>
        <w:t>{context-url}#{entity-set}/$d</w:t>
      </w:r>
      <w:r w:rsidRPr="00D30D23">
        <w:rPr>
          <w:rStyle w:val="Datatype"/>
          <w:szCs w:val="20"/>
        </w:rPr>
        <w:t>el</w:t>
      </w:r>
      <w:r>
        <w:rPr>
          <w:rStyle w:val="Datatype"/>
          <w:szCs w:val="20"/>
        </w:rPr>
        <w:t>e</w:t>
      </w:r>
      <w:r w:rsidRPr="00D30D23">
        <w:rPr>
          <w:rStyle w:val="Datatype"/>
          <w:szCs w:val="20"/>
        </w:rPr>
        <w:t>t</w:t>
      </w:r>
      <w:r>
        <w:rPr>
          <w:rStyle w:val="Datatype"/>
          <w:szCs w:val="20"/>
        </w:rPr>
        <w:t xml:space="preserve">edLink </w:t>
      </w:r>
    </w:p>
    <w:p w14:paraId="50AA1F9F" w14:textId="77777777" w:rsidR="00752DAA" w:rsidRPr="00824793" w:rsidRDefault="00752DAA" w:rsidP="00752DAA">
      <w:r>
        <w:t xml:space="preserve">In addition to new or changed entities which have the canonical context URL for an entity, a delta response can contain deleted entities, new links, and deleted links. They are identified by the corresponding context URL fragment. </w:t>
      </w:r>
      <w:r w:rsidRPr="00A97EF8">
        <w:rPr>
          <w:rStyle w:val="Datatype"/>
        </w:rPr>
        <w:t>{entity-set}</w:t>
      </w:r>
      <w:r>
        <w:t xml:space="preserve"> corresponds to the set of the deleted entity, or source entity for an added or deleted link.</w:t>
      </w:r>
    </w:p>
    <w:bookmarkStart w:id="514" w:name="_Toc477876632"/>
    <w:bookmarkStart w:id="515" w:name="sec_allResponse"/>
    <w:p w14:paraId="298BEC68" w14:textId="77777777" w:rsidR="00752DAA" w:rsidRDefault="00752DAA" w:rsidP="006C1EBF">
      <w:pPr>
        <w:pStyle w:val="Heading2"/>
        <w:numPr>
          <w:ilvl w:val="1"/>
          <w:numId w:val="2"/>
        </w:numPr>
        <w:tabs>
          <w:tab w:val="left" w:pos="567"/>
        </w:tabs>
      </w:pPr>
      <w:r>
        <w:rPr>
          <w:rStyle w:val="Datatype"/>
          <w:rFonts w:ascii="Arial" w:hAnsi="Arial"/>
        </w:rPr>
        <w:fldChar w:fldCharType="begin"/>
      </w:r>
      <w:r>
        <w:rPr>
          <w:rStyle w:val="Datatype"/>
          <w:rFonts w:ascii="Arial" w:hAnsi="Arial"/>
        </w:rPr>
        <w:instrText xml:space="preserve"> HYPERLINK  \l "sec_allResponse" </w:instrText>
      </w:r>
      <w:r>
        <w:rPr>
          <w:rStyle w:val="Datatype"/>
          <w:rFonts w:ascii="Arial" w:hAnsi="Arial"/>
        </w:rPr>
        <w:fldChar w:fldCharType="separate"/>
      </w:r>
      <w:bookmarkStart w:id="516" w:name="_Toc494885048"/>
      <w:bookmarkStart w:id="517" w:name="_Toc494356795"/>
      <w:r w:rsidRPr="004A50BC">
        <w:rPr>
          <w:rStyle w:val="Hyperlink"/>
        </w:rPr>
        <w:t>$all Response</w:t>
      </w:r>
      <w:bookmarkEnd w:id="514"/>
      <w:bookmarkEnd w:id="515"/>
      <w:bookmarkEnd w:id="516"/>
      <w:bookmarkEnd w:id="517"/>
      <w:r>
        <w:rPr>
          <w:rStyle w:val="Datatype"/>
          <w:rFonts w:ascii="Arial" w:hAnsi="Arial"/>
        </w:rPr>
        <w:fldChar w:fldCharType="end"/>
      </w:r>
    </w:p>
    <w:p w14:paraId="77F91CDB" w14:textId="77777777" w:rsidR="00752DAA" w:rsidRDefault="00752DAA" w:rsidP="00752DAA">
      <w:pPr>
        <w:keepNext/>
      </w:pPr>
      <w:r>
        <w:t>Context URL template:</w:t>
      </w:r>
    </w:p>
    <w:p w14:paraId="2AD4FDEA" w14:textId="77777777" w:rsidR="00752DAA" w:rsidRDefault="00752DAA" w:rsidP="00752DAA">
      <w:pPr>
        <w:pStyle w:val="SourceCode"/>
      </w:pPr>
      <w:r>
        <w:rPr>
          <w:rStyle w:val="Datatype"/>
          <w:szCs w:val="20"/>
        </w:rPr>
        <w:t>{context-url}#Collection(Edm.EntityType)</w:t>
      </w:r>
    </w:p>
    <w:p w14:paraId="481DB354" w14:textId="77777777" w:rsidR="00752DAA" w:rsidRDefault="00752DAA" w:rsidP="00752DAA">
      <w:r>
        <w:t xml:space="preserve">Responses to requests to the virtual collection </w:t>
      </w:r>
      <w:r w:rsidRPr="0057334D">
        <w:rPr>
          <w:rStyle w:val="Datatype"/>
        </w:rPr>
        <w:t>$all</w:t>
      </w:r>
      <w:r>
        <w:t xml:space="preserve"> (see </w:t>
      </w:r>
      <w:hyperlink w:anchor="ODataURLRef" w:history="1">
        <w:r w:rsidRPr="005E626C">
          <w:rPr>
            <w:rStyle w:val="Hyperlink"/>
            <w:b/>
          </w:rPr>
          <w:t>[OData</w:t>
        </w:r>
        <w:r>
          <w:rPr>
            <w:rStyle w:val="Hyperlink"/>
            <w:b/>
          </w:rPr>
          <w:noBreakHyphen/>
        </w:r>
        <w:r w:rsidRPr="005E626C">
          <w:rPr>
            <w:rStyle w:val="Hyperlink"/>
            <w:b/>
          </w:rPr>
          <w:t>URL]</w:t>
        </w:r>
      </w:hyperlink>
      <w:r>
        <w:t>) use the built-in abstract entity type. Each single entity in such a response has its individual context URL that identifies the entity set or singleton.</w:t>
      </w:r>
    </w:p>
    <w:bookmarkStart w:id="518" w:name="_Toc477876633"/>
    <w:bookmarkStart w:id="519" w:name="sec_crossjoinResponse"/>
    <w:p w14:paraId="367575A2" w14:textId="77777777" w:rsidR="00752DAA" w:rsidRDefault="00752DAA" w:rsidP="006C1EBF">
      <w:pPr>
        <w:pStyle w:val="Heading2"/>
        <w:numPr>
          <w:ilvl w:val="1"/>
          <w:numId w:val="2"/>
        </w:numPr>
        <w:tabs>
          <w:tab w:val="left" w:pos="567"/>
        </w:tabs>
      </w:pPr>
      <w:r>
        <w:rPr>
          <w:rStyle w:val="Datatype"/>
          <w:rFonts w:ascii="Arial" w:hAnsi="Arial"/>
        </w:rPr>
        <w:fldChar w:fldCharType="begin"/>
      </w:r>
      <w:r>
        <w:rPr>
          <w:rStyle w:val="Datatype"/>
          <w:rFonts w:ascii="Arial" w:hAnsi="Arial"/>
        </w:rPr>
        <w:instrText xml:space="preserve"> HYPERLINK  \l "sec_crossjoinResponse" </w:instrText>
      </w:r>
      <w:r>
        <w:rPr>
          <w:rStyle w:val="Datatype"/>
          <w:rFonts w:ascii="Arial" w:hAnsi="Arial"/>
        </w:rPr>
        <w:fldChar w:fldCharType="separate"/>
      </w:r>
      <w:bookmarkStart w:id="520" w:name="_Toc494885049"/>
      <w:bookmarkStart w:id="521" w:name="_Toc494356796"/>
      <w:r w:rsidRPr="004A50BC">
        <w:rPr>
          <w:rStyle w:val="Hyperlink"/>
        </w:rPr>
        <w:t>$crossjoin Response</w:t>
      </w:r>
      <w:bookmarkEnd w:id="518"/>
      <w:bookmarkEnd w:id="519"/>
      <w:bookmarkEnd w:id="520"/>
      <w:bookmarkEnd w:id="521"/>
      <w:r>
        <w:rPr>
          <w:rStyle w:val="Datatype"/>
          <w:rFonts w:ascii="Arial" w:hAnsi="Arial"/>
        </w:rPr>
        <w:fldChar w:fldCharType="end"/>
      </w:r>
    </w:p>
    <w:p w14:paraId="532E92B4" w14:textId="77777777" w:rsidR="00752DAA" w:rsidRDefault="00752DAA" w:rsidP="00752DAA">
      <w:pPr>
        <w:keepNext/>
      </w:pPr>
      <w:r>
        <w:t>Context URL template:</w:t>
      </w:r>
    </w:p>
    <w:p w14:paraId="3CBEEED7" w14:textId="77777777" w:rsidR="00752DAA" w:rsidRDefault="00752DAA" w:rsidP="00752DAA">
      <w:pPr>
        <w:pStyle w:val="SourceCode"/>
      </w:pPr>
      <w:r>
        <w:rPr>
          <w:rStyle w:val="Datatype"/>
          <w:szCs w:val="20"/>
        </w:rPr>
        <w:t>{context-url}#Collection(Edm.ComplexType)</w:t>
      </w:r>
    </w:p>
    <w:p w14:paraId="03DD73B8" w14:textId="77777777" w:rsidR="00752DAA" w:rsidRDefault="00752DAA" w:rsidP="00752DAA">
      <w:r>
        <w:t xml:space="preserve">Responses to requests to the virtual collections </w:t>
      </w:r>
      <w:r w:rsidRPr="0057334D">
        <w:rPr>
          <w:rStyle w:val="Datatype"/>
        </w:rPr>
        <w:t>$</w:t>
      </w:r>
      <w:r>
        <w:rPr>
          <w:rStyle w:val="Datatype"/>
        </w:rPr>
        <w:t>crossjoin(...)</w:t>
      </w:r>
      <w:r w:rsidRPr="00E77BDB">
        <w:t xml:space="preserve"> </w:t>
      </w:r>
      <w:r>
        <w:t xml:space="preserve">(see </w:t>
      </w:r>
      <w:hyperlink w:anchor="ODataURLRef" w:history="1">
        <w:r w:rsidRPr="005E626C">
          <w:rPr>
            <w:rStyle w:val="Hyperlink"/>
            <w:b/>
          </w:rPr>
          <w:t>[OData</w:t>
        </w:r>
        <w:r>
          <w:rPr>
            <w:rStyle w:val="Hyperlink"/>
            <w:b/>
          </w:rPr>
          <w:noBreakHyphen/>
        </w:r>
        <w:r w:rsidRPr="005E626C">
          <w:rPr>
            <w:rStyle w:val="Hyperlink"/>
            <w:b/>
          </w:rPr>
          <w:t>URL]</w:t>
        </w:r>
      </w:hyperlink>
      <w:r>
        <w:t>)</w:t>
      </w:r>
      <w:r w:rsidRPr="00EE65BC">
        <w:t xml:space="preserve"> </w:t>
      </w:r>
      <w:r>
        <w:t>use the built-in abstract complex type. Single instances in these responses do not have a context URL.</w:t>
      </w:r>
    </w:p>
    <w:bookmarkStart w:id="522" w:name="_Data_Service_Requests_1"/>
    <w:bookmarkStart w:id="523" w:name="_Toc477876634"/>
    <w:bookmarkStart w:id="524" w:name="sec_DataServiceRequests"/>
    <w:bookmarkEnd w:id="522"/>
    <w:p w14:paraId="61AD0381" w14:textId="77777777" w:rsidR="00752DAA" w:rsidRDefault="00752DAA" w:rsidP="006C1EBF">
      <w:pPr>
        <w:pStyle w:val="Heading1"/>
        <w:numPr>
          <w:ilvl w:val="0"/>
          <w:numId w:val="2"/>
        </w:numPr>
        <w:tabs>
          <w:tab w:val="clear" w:pos="432"/>
          <w:tab w:val="left" w:pos="567"/>
        </w:tabs>
        <w:ind w:left="397" w:hanging="397"/>
      </w:pPr>
      <w:r>
        <w:lastRenderedPageBreak/>
        <w:fldChar w:fldCharType="begin"/>
      </w:r>
      <w:r>
        <w:instrText xml:space="preserve"> HYPERLINK  \l "sec_DataServiceRequests" </w:instrText>
      </w:r>
      <w:r>
        <w:fldChar w:fldCharType="separate"/>
      </w:r>
      <w:bookmarkStart w:id="525" w:name="_Toc494885050"/>
      <w:bookmarkStart w:id="526" w:name="_Toc494356797"/>
      <w:r w:rsidRPr="004A50BC">
        <w:rPr>
          <w:rStyle w:val="Hyperlink"/>
        </w:rPr>
        <w:t>Data Service Requests</w:t>
      </w:r>
      <w:bookmarkEnd w:id="523"/>
      <w:bookmarkEnd w:id="524"/>
      <w:bookmarkEnd w:id="525"/>
      <w:bookmarkEnd w:id="526"/>
      <w:r>
        <w:fldChar w:fldCharType="end"/>
      </w:r>
    </w:p>
    <w:p w14:paraId="456C4567" w14:textId="77777777" w:rsidR="00752DAA" w:rsidRDefault="00752DAA" w:rsidP="00752DAA">
      <w:r>
        <w:t xml:space="preserve">This chapter describes the semantics of the HTTP verbs </w:t>
      </w:r>
      <w:r w:rsidRPr="00D41061">
        <w:rPr>
          <w:rStyle w:val="Datatype"/>
        </w:rPr>
        <w:t>GET</w:t>
      </w:r>
      <w:r>
        <w:t xml:space="preserve">, </w:t>
      </w:r>
      <w:r w:rsidRPr="00D41061">
        <w:rPr>
          <w:rStyle w:val="Datatype"/>
        </w:rPr>
        <w:t>POST</w:t>
      </w:r>
      <w:r>
        <w:t xml:space="preserve">, </w:t>
      </w:r>
      <w:r w:rsidRPr="00D41061">
        <w:rPr>
          <w:rStyle w:val="Datatype"/>
        </w:rPr>
        <w:t>PATCH</w:t>
      </w:r>
      <w:r>
        <w:t xml:space="preserve">, </w:t>
      </w:r>
      <w:r w:rsidRPr="00D41061">
        <w:rPr>
          <w:rStyle w:val="Datatype"/>
        </w:rPr>
        <w:t>PUT</w:t>
      </w:r>
      <w:r>
        <w:t xml:space="preserve">, and </w:t>
      </w:r>
      <w:r w:rsidRPr="00D41061">
        <w:rPr>
          <w:rStyle w:val="Datatype"/>
        </w:rPr>
        <w:t>DELETE</w:t>
      </w:r>
      <w:r>
        <w:t xml:space="preserve"> for OData resources.</w:t>
      </w:r>
    </w:p>
    <w:p w14:paraId="65AF5C94" w14:textId="77777777" w:rsidR="00752DAA" w:rsidRDefault="00752DAA" w:rsidP="00752DAA">
      <w:r w:rsidRPr="00D41061">
        <w:rPr>
          <w:rStyle w:val="Datatype"/>
        </w:rPr>
        <w:t>GET</w:t>
      </w:r>
      <w:r>
        <w:t xml:space="preserve"> requests:</w:t>
      </w:r>
    </w:p>
    <w:p w14:paraId="137F83A4" w14:textId="77777777" w:rsidR="00752DAA" w:rsidRDefault="00752DAA" w:rsidP="006C1EBF">
      <w:pPr>
        <w:pStyle w:val="ListParagraph"/>
        <w:numPr>
          <w:ilvl w:val="0"/>
          <w:numId w:val="10"/>
        </w:numPr>
      </w:pPr>
      <w:r>
        <w:fldChar w:fldCharType="begin"/>
      </w:r>
      <w:r>
        <w:instrText xml:space="preserve"> REF _Ref484615099 \r \h </w:instrText>
      </w:r>
      <w:r>
        <w:fldChar w:fldCharType="separate"/>
      </w:r>
      <w:r>
        <w:t>11.1</w:t>
      </w:r>
      <w:r>
        <w:fldChar w:fldCharType="end"/>
      </w:r>
      <w:r>
        <w:t xml:space="preserve"> </w:t>
      </w:r>
      <w:hyperlink w:anchor="sec_MetadataRequests" w:history="1">
        <w:r w:rsidRPr="00D41061">
          <w:rPr>
            <w:rStyle w:val="Hyperlink"/>
          </w:rPr>
          <w:t>Metadata Requests</w:t>
        </w:r>
      </w:hyperlink>
      <w:r>
        <w:t xml:space="preserve"> and subsections</w:t>
      </w:r>
    </w:p>
    <w:p w14:paraId="1DE9F74F" w14:textId="77777777" w:rsidR="00752DAA" w:rsidRDefault="00752DAA" w:rsidP="006C1EBF">
      <w:pPr>
        <w:pStyle w:val="ListParagraph"/>
        <w:numPr>
          <w:ilvl w:val="0"/>
          <w:numId w:val="10"/>
        </w:numPr>
      </w:pPr>
      <w:r>
        <w:fldChar w:fldCharType="begin"/>
      </w:r>
      <w:r>
        <w:instrText xml:space="preserve"> REF _Ref484615549 \r \h </w:instrText>
      </w:r>
      <w:r>
        <w:fldChar w:fldCharType="separate"/>
      </w:r>
      <w:r>
        <w:t>11.2</w:t>
      </w:r>
      <w:r>
        <w:fldChar w:fldCharType="end"/>
      </w:r>
      <w:r>
        <w:t xml:space="preserve"> </w:t>
      </w:r>
      <w:hyperlink w:anchor="sec_RequestingData" w:history="1">
        <w:r w:rsidRPr="003F4BF0">
          <w:rPr>
            <w:rStyle w:val="Hyperlink"/>
          </w:rPr>
          <w:t>Requesting Data</w:t>
        </w:r>
      </w:hyperlink>
      <w:r>
        <w:t xml:space="preserve"> and subsections</w:t>
      </w:r>
    </w:p>
    <w:p w14:paraId="33C1452D" w14:textId="77777777" w:rsidR="00752DAA" w:rsidRDefault="00752DAA" w:rsidP="006C1EBF">
      <w:pPr>
        <w:pStyle w:val="ListParagraph"/>
        <w:numPr>
          <w:ilvl w:val="0"/>
          <w:numId w:val="10"/>
        </w:numPr>
      </w:pPr>
      <w:r>
        <w:fldChar w:fldCharType="begin"/>
      </w:r>
      <w:r>
        <w:instrText xml:space="preserve"> REF _Ref484615591 \r \h </w:instrText>
      </w:r>
      <w:r>
        <w:fldChar w:fldCharType="separate"/>
      </w:r>
      <w:r>
        <w:t>11.3</w:t>
      </w:r>
      <w:r>
        <w:fldChar w:fldCharType="end"/>
      </w:r>
      <w:r>
        <w:t xml:space="preserve"> </w:t>
      </w:r>
      <w:hyperlink w:anchor="sec_RequestingChanges" w:history="1">
        <w:r w:rsidRPr="003F4BF0">
          <w:rPr>
            <w:rStyle w:val="Hyperlink"/>
          </w:rPr>
          <w:t>Requesting Changes</w:t>
        </w:r>
      </w:hyperlink>
      <w:r>
        <w:t xml:space="preserve"> and subsections</w:t>
      </w:r>
    </w:p>
    <w:p w14:paraId="1887A106" w14:textId="77777777" w:rsidR="00752DAA" w:rsidRDefault="00752DAA" w:rsidP="006C1EBF">
      <w:pPr>
        <w:pStyle w:val="ListParagraph"/>
        <w:numPr>
          <w:ilvl w:val="0"/>
          <w:numId w:val="10"/>
        </w:numPr>
      </w:pPr>
      <w:r>
        <w:fldChar w:fldCharType="begin"/>
      </w:r>
      <w:r>
        <w:instrText xml:space="preserve"> REF _Ref484615770 \r \h </w:instrText>
      </w:r>
      <w:r>
        <w:fldChar w:fldCharType="separate"/>
      </w:r>
      <w:r>
        <w:t>11.5.3</w:t>
      </w:r>
      <w:r>
        <w:fldChar w:fldCharType="end"/>
      </w:r>
      <w:r>
        <w:t xml:space="preserve"> </w:t>
      </w:r>
      <w:hyperlink w:anchor="sec_Functions" w:history="1">
        <w:r w:rsidRPr="003F4BF0">
          <w:rPr>
            <w:rStyle w:val="Hyperlink"/>
          </w:rPr>
          <w:t>Functions</w:t>
        </w:r>
      </w:hyperlink>
      <w:r>
        <w:t xml:space="preserve"> and subsections</w:t>
      </w:r>
    </w:p>
    <w:p w14:paraId="26391635" w14:textId="77777777" w:rsidR="00752DAA" w:rsidRDefault="00752DAA" w:rsidP="00752DAA">
      <w:r>
        <w:rPr>
          <w:rStyle w:val="Datatype"/>
        </w:rPr>
        <w:t>POST</w:t>
      </w:r>
      <w:r>
        <w:t xml:space="preserve"> requests:</w:t>
      </w:r>
    </w:p>
    <w:p w14:paraId="7715BD7A" w14:textId="77777777" w:rsidR="00752DAA" w:rsidRDefault="00752DAA" w:rsidP="006C1EBF">
      <w:pPr>
        <w:pStyle w:val="ListParagraph"/>
        <w:numPr>
          <w:ilvl w:val="0"/>
          <w:numId w:val="10"/>
        </w:numPr>
      </w:pPr>
      <w:r>
        <w:fldChar w:fldCharType="begin"/>
      </w:r>
      <w:r>
        <w:instrText xml:space="preserve"> REF _Ref484615789 \r \h </w:instrText>
      </w:r>
      <w:r>
        <w:fldChar w:fldCharType="separate"/>
      </w:r>
      <w:r>
        <w:t>11.4.2</w:t>
      </w:r>
      <w:r>
        <w:fldChar w:fldCharType="end"/>
      </w:r>
      <w:r>
        <w:t xml:space="preserve"> </w:t>
      </w:r>
      <w:hyperlink w:anchor="sec_CreateanEntity" w:history="1">
        <w:r w:rsidRPr="001E5F74">
          <w:rPr>
            <w:rStyle w:val="Hyperlink"/>
          </w:rPr>
          <w:t>Create an Entity</w:t>
        </w:r>
      </w:hyperlink>
      <w:r>
        <w:t xml:space="preserve"> and subsections</w:t>
      </w:r>
    </w:p>
    <w:p w14:paraId="1812E370" w14:textId="77777777" w:rsidR="00752DAA" w:rsidRDefault="00752DAA" w:rsidP="006C1EBF">
      <w:pPr>
        <w:pStyle w:val="ListParagraph"/>
        <w:numPr>
          <w:ilvl w:val="0"/>
          <w:numId w:val="10"/>
        </w:numPr>
      </w:pPr>
      <w:r>
        <w:fldChar w:fldCharType="begin"/>
      </w:r>
      <w:r>
        <w:instrText xml:space="preserve"> REF _Ref484615906 \n \h </w:instrText>
      </w:r>
      <w:r>
        <w:fldChar w:fldCharType="separate"/>
      </w:r>
      <w:r>
        <w:t>11.4.7.1</w:t>
      </w:r>
      <w:r>
        <w:fldChar w:fldCharType="end"/>
      </w:r>
      <w:r>
        <w:t xml:space="preserve"> </w:t>
      </w:r>
      <w:hyperlink w:anchor="sec_CreateaMediaEntity" w:history="1">
        <w:r w:rsidRPr="00FF548A">
          <w:rPr>
            <w:rStyle w:val="Hyperlink"/>
          </w:rPr>
          <w:t>Create a Media Entity</w:t>
        </w:r>
      </w:hyperlink>
      <w:r>
        <w:t xml:space="preserve"> </w:t>
      </w:r>
    </w:p>
    <w:p w14:paraId="27AC0BBE" w14:textId="77777777" w:rsidR="00752DAA" w:rsidRDefault="00752DAA" w:rsidP="006C1EBF">
      <w:pPr>
        <w:pStyle w:val="ListParagraph"/>
        <w:numPr>
          <w:ilvl w:val="0"/>
          <w:numId w:val="10"/>
        </w:numPr>
        <w:rPr>
          <w:rStyle w:val="Datatype"/>
          <w:rFonts w:ascii="Arial" w:hAnsi="Arial"/>
        </w:rPr>
      </w:pPr>
      <w:r>
        <w:rPr>
          <w:rStyle w:val="Datatype"/>
          <w:rFonts w:ascii="Arial" w:hAnsi="Arial"/>
        </w:rPr>
        <w:fldChar w:fldCharType="begin"/>
      </w:r>
      <w:r>
        <w:rPr>
          <w:rStyle w:val="Datatype"/>
          <w:rFonts w:ascii="Arial" w:hAnsi="Arial"/>
        </w:rPr>
        <w:instrText xml:space="preserve"> REF _Ref484616041 \n \h </w:instrText>
      </w:r>
      <w:r>
        <w:rPr>
          <w:rStyle w:val="Datatype"/>
          <w:rFonts w:ascii="Arial" w:hAnsi="Arial"/>
        </w:rPr>
      </w:r>
      <w:r>
        <w:rPr>
          <w:rStyle w:val="Datatype"/>
          <w:rFonts w:ascii="Arial" w:hAnsi="Arial"/>
        </w:rPr>
        <w:fldChar w:fldCharType="separate"/>
      </w:r>
      <w:r>
        <w:rPr>
          <w:rStyle w:val="Datatype"/>
          <w:rFonts w:ascii="Arial" w:hAnsi="Arial"/>
        </w:rPr>
        <w:t>11.4.11</w:t>
      </w:r>
      <w:r>
        <w:rPr>
          <w:rStyle w:val="Datatype"/>
          <w:rFonts w:ascii="Arial" w:hAnsi="Arial"/>
        </w:rPr>
        <w:fldChar w:fldCharType="end"/>
      </w:r>
      <w:r>
        <w:t xml:space="preserve"> </w:t>
      </w:r>
      <w:hyperlink w:anchor="sec_PositionalInserts" w:history="1">
        <w:r w:rsidRPr="001C2ABB">
          <w:rPr>
            <w:rStyle w:val="Hyperlink"/>
          </w:rPr>
          <w:t>Positional Inser</w:t>
        </w:r>
        <w:r>
          <w:rPr>
            <w:rStyle w:val="Hyperlink"/>
          </w:rPr>
          <w:t>ts</w:t>
        </w:r>
      </w:hyperlink>
    </w:p>
    <w:p w14:paraId="0E4B3984" w14:textId="77777777" w:rsidR="00752DAA" w:rsidRDefault="00752DAA" w:rsidP="006C1EBF">
      <w:pPr>
        <w:pStyle w:val="ListParagraph"/>
        <w:numPr>
          <w:ilvl w:val="0"/>
          <w:numId w:val="10"/>
        </w:numPr>
      </w:pPr>
      <w:r>
        <w:fldChar w:fldCharType="begin"/>
      </w:r>
      <w:r>
        <w:instrText xml:space="preserve"> REF _Ref484616119 \n \h </w:instrText>
      </w:r>
      <w:r>
        <w:fldChar w:fldCharType="separate"/>
      </w:r>
      <w:r>
        <w:t>11.5.4</w:t>
      </w:r>
      <w:r>
        <w:fldChar w:fldCharType="end"/>
      </w:r>
      <w:r>
        <w:t xml:space="preserve"> </w:t>
      </w:r>
      <w:hyperlink w:anchor="sec_Actions" w:history="1">
        <w:r w:rsidRPr="00FF548A">
          <w:rPr>
            <w:rStyle w:val="Hyperlink"/>
          </w:rPr>
          <w:t>Actions</w:t>
        </w:r>
      </w:hyperlink>
      <w:r>
        <w:t xml:space="preserve"> and subsections</w:t>
      </w:r>
    </w:p>
    <w:p w14:paraId="76EA26FC" w14:textId="77777777" w:rsidR="00752DAA" w:rsidRDefault="00752DAA" w:rsidP="006C1EBF">
      <w:pPr>
        <w:pStyle w:val="ListParagraph"/>
        <w:numPr>
          <w:ilvl w:val="0"/>
          <w:numId w:val="10"/>
        </w:numPr>
      </w:pPr>
      <w:r>
        <w:fldChar w:fldCharType="begin"/>
      </w:r>
      <w:r>
        <w:instrText xml:space="preserve"> REF _Ref484616127 \n \h </w:instrText>
      </w:r>
      <w:r>
        <w:fldChar w:fldCharType="separate"/>
      </w:r>
      <w:r>
        <w:t>11.7</w:t>
      </w:r>
      <w:r>
        <w:fldChar w:fldCharType="end"/>
      </w:r>
      <w:r>
        <w:t xml:space="preserve"> </w:t>
      </w:r>
      <w:hyperlink w:anchor="sec_BatchRequests" w:history="1">
        <w:r w:rsidRPr="00FF548A">
          <w:rPr>
            <w:rStyle w:val="Hyperlink"/>
          </w:rPr>
          <w:t>Batch Requests</w:t>
        </w:r>
      </w:hyperlink>
      <w:r>
        <w:t xml:space="preserve"> and subsections</w:t>
      </w:r>
    </w:p>
    <w:p w14:paraId="0FE68DEE" w14:textId="77777777" w:rsidR="00752DAA" w:rsidRDefault="00752DAA" w:rsidP="00752DAA">
      <w:r w:rsidRPr="00D41061">
        <w:rPr>
          <w:rStyle w:val="Datatype"/>
        </w:rPr>
        <w:t>PATCH</w:t>
      </w:r>
      <w:r>
        <w:t xml:space="preserve"> and </w:t>
      </w:r>
      <w:r w:rsidRPr="00D41061">
        <w:rPr>
          <w:rStyle w:val="Datatype"/>
        </w:rPr>
        <w:t>PUT</w:t>
      </w:r>
      <w:r>
        <w:t xml:space="preserve"> requests:</w:t>
      </w:r>
    </w:p>
    <w:p w14:paraId="1ADFAB05" w14:textId="77777777" w:rsidR="00752DAA" w:rsidRPr="00D41061" w:rsidRDefault="00752DAA" w:rsidP="006C1EBF">
      <w:pPr>
        <w:pStyle w:val="ListParagraph"/>
        <w:numPr>
          <w:ilvl w:val="0"/>
          <w:numId w:val="8"/>
        </w:numPr>
        <w:rPr>
          <w:rFonts w:cs="Arial"/>
        </w:rPr>
      </w:pPr>
      <w:r w:rsidRPr="00D41061">
        <w:rPr>
          <w:rFonts w:cs="Arial"/>
        </w:rPr>
        <w:fldChar w:fldCharType="begin"/>
      </w:r>
      <w:r w:rsidRPr="00D41061">
        <w:rPr>
          <w:rFonts w:cs="Arial"/>
        </w:rPr>
        <w:instrText xml:space="preserve"> REF _Ref484615816 \r \h </w:instrText>
      </w:r>
      <w:r>
        <w:rPr>
          <w:rFonts w:cs="Arial"/>
        </w:rPr>
        <w:instrText xml:space="preserve"> \* MERGEFORMAT </w:instrText>
      </w:r>
      <w:r w:rsidRPr="00D41061">
        <w:rPr>
          <w:rFonts w:cs="Arial"/>
        </w:rPr>
      </w:r>
      <w:r w:rsidRPr="00D41061">
        <w:rPr>
          <w:rFonts w:cs="Arial"/>
        </w:rPr>
        <w:fldChar w:fldCharType="separate"/>
      </w:r>
      <w:r>
        <w:rPr>
          <w:rFonts w:cs="Arial"/>
        </w:rPr>
        <w:t>11.4.3</w:t>
      </w:r>
      <w:r w:rsidRPr="00D41061">
        <w:rPr>
          <w:rFonts w:cs="Arial"/>
        </w:rPr>
        <w:fldChar w:fldCharType="end"/>
      </w:r>
      <w:r>
        <w:t xml:space="preserve"> </w:t>
      </w:r>
      <w:hyperlink w:anchor="sec_UpdateanEntity" w:history="1">
        <w:r w:rsidRPr="00AD66A2">
          <w:rPr>
            <w:rStyle w:val="Hyperlink"/>
          </w:rPr>
          <w:t>Update an Entity</w:t>
        </w:r>
      </w:hyperlink>
      <w:r>
        <w:t xml:space="preserve"> and subsections</w:t>
      </w:r>
    </w:p>
    <w:p w14:paraId="11B0A434" w14:textId="77777777" w:rsidR="00752DAA" w:rsidRPr="00D41061" w:rsidRDefault="00752DAA" w:rsidP="006C1EBF">
      <w:pPr>
        <w:pStyle w:val="ListParagraph"/>
        <w:numPr>
          <w:ilvl w:val="0"/>
          <w:numId w:val="8"/>
        </w:numPr>
        <w:rPr>
          <w:rStyle w:val="Datatype"/>
          <w:rFonts w:ascii="Arial" w:hAnsi="Arial" w:cs="Arial"/>
        </w:rPr>
      </w:pPr>
      <w:r w:rsidRPr="00D41061">
        <w:rPr>
          <w:rStyle w:val="Datatype"/>
          <w:rFonts w:ascii="Arial" w:hAnsi="Arial" w:cs="Arial"/>
        </w:rPr>
        <w:fldChar w:fldCharType="begin"/>
      </w:r>
      <w:r w:rsidRPr="00D41061">
        <w:rPr>
          <w:rStyle w:val="Datatype"/>
          <w:rFonts w:ascii="Arial" w:hAnsi="Arial" w:cs="Arial"/>
        </w:rPr>
        <w:instrText xml:space="preserve"> REF _Ref484615848 \r \h </w:instrText>
      </w:r>
      <w:r>
        <w:rPr>
          <w:rStyle w:val="Datatype"/>
          <w:rFonts w:ascii="Arial" w:hAnsi="Arial" w:cs="Arial"/>
        </w:rPr>
        <w:instrText xml:space="preserve"> \* MERGEFORMAT </w:instrText>
      </w:r>
      <w:r w:rsidRPr="00D41061">
        <w:rPr>
          <w:rStyle w:val="Datatype"/>
          <w:rFonts w:ascii="Arial" w:hAnsi="Arial" w:cs="Arial"/>
        </w:rPr>
      </w:r>
      <w:r w:rsidRPr="00D41061">
        <w:rPr>
          <w:rStyle w:val="Datatype"/>
          <w:rFonts w:ascii="Arial" w:hAnsi="Arial" w:cs="Arial"/>
        </w:rPr>
        <w:fldChar w:fldCharType="separate"/>
      </w:r>
      <w:r>
        <w:rPr>
          <w:rStyle w:val="Datatype"/>
          <w:rFonts w:ascii="Arial" w:hAnsi="Arial" w:cs="Arial"/>
        </w:rPr>
        <w:t>11.4.4</w:t>
      </w:r>
      <w:r w:rsidRPr="00D41061">
        <w:rPr>
          <w:rStyle w:val="Datatype"/>
          <w:rFonts w:ascii="Arial" w:hAnsi="Arial" w:cs="Arial"/>
        </w:rPr>
        <w:fldChar w:fldCharType="end"/>
      </w:r>
      <w:r>
        <w:t xml:space="preserve"> </w:t>
      </w:r>
      <w:hyperlink w:anchor="sec_UpsertanEntity" w:history="1">
        <w:r w:rsidRPr="00AD66A2">
          <w:rPr>
            <w:rStyle w:val="Hyperlink"/>
          </w:rPr>
          <w:t>Upsert an Entity</w:t>
        </w:r>
      </w:hyperlink>
    </w:p>
    <w:p w14:paraId="40981A02" w14:textId="77777777" w:rsidR="00752DAA" w:rsidRDefault="00752DAA" w:rsidP="006C1EBF">
      <w:pPr>
        <w:pStyle w:val="ListParagraph"/>
        <w:numPr>
          <w:ilvl w:val="0"/>
          <w:numId w:val="8"/>
        </w:numPr>
        <w:rPr>
          <w:rStyle w:val="Datatype"/>
          <w:rFonts w:ascii="Arial" w:hAnsi="Arial"/>
        </w:rPr>
      </w:pPr>
      <w:r>
        <w:rPr>
          <w:rStyle w:val="Datatype"/>
          <w:rFonts w:ascii="Arial" w:hAnsi="Arial"/>
        </w:rPr>
        <w:fldChar w:fldCharType="begin"/>
      </w:r>
      <w:r>
        <w:rPr>
          <w:rStyle w:val="Datatype"/>
          <w:rFonts w:ascii="Arial" w:hAnsi="Arial"/>
        </w:rPr>
        <w:instrText xml:space="preserve"> REF _Ref484615883 \n \h </w:instrText>
      </w:r>
      <w:r>
        <w:rPr>
          <w:rStyle w:val="Datatype"/>
          <w:rFonts w:ascii="Arial" w:hAnsi="Arial"/>
        </w:rPr>
      </w:r>
      <w:r>
        <w:rPr>
          <w:rStyle w:val="Datatype"/>
          <w:rFonts w:ascii="Arial" w:hAnsi="Arial"/>
        </w:rPr>
        <w:fldChar w:fldCharType="separate"/>
      </w:r>
      <w:r>
        <w:rPr>
          <w:rStyle w:val="Datatype"/>
          <w:rFonts w:ascii="Arial" w:hAnsi="Arial"/>
        </w:rPr>
        <w:t>11.4.6</w:t>
      </w:r>
      <w:r>
        <w:rPr>
          <w:rStyle w:val="Datatype"/>
          <w:rFonts w:ascii="Arial" w:hAnsi="Arial"/>
        </w:rPr>
        <w:fldChar w:fldCharType="end"/>
      </w:r>
      <w:r>
        <w:t xml:space="preserve"> </w:t>
      </w:r>
      <w:hyperlink w:anchor="sec_ModifyingRelationshipsbetweenEntitie" w:history="1">
        <w:r w:rsidRPr="00AD66A2">
          <w:rPr>
            <w:rStyle w:val="Hyperlink"/>
          </w:rPr>
          <w:t>Modifying Relationships between Entities</w:t>
        </w:r>
      </w:hyperlink>
      <w:r>
        <w:t xml:space="preserve"> and subsections</w:t>
      </w:r>
    </w:p>
    <w:p w14:paraId="262AA4A2" w14:textId="77777777" w:rsidR="00752DAA" w:rsidRDefault="00752DAA" w:rsidP="006C1EBF">
      <w:pPr>
        <w:pStyle w:val="ListParagraph"/>
        <w:numPr>
          <w:ilvl w:val="0"/>
          <w:numId w:val="8"/>
        </w:numPr>
        <w:rPr>
          <w:rStyle w:val="Datatype"/>
          <w:rFonts w:ascii="Arial" w:hAnsi="Arial"/>
        </w:rPr>
      </w:pPr>
      <w:r>
        <w:rPr>
          <w:rStyle w:val="Datatype"/>
          <w:rFonts w:ascii="Arial" w:hAnsi="Arial"/>
        </w:rPr>
        <w:fldChar w:fldCharType="begin"/>
      </w:r>
      <w:r>
        <w:rPr>
          <w:rStyle w:val="Datatype"/>
          <w:rFonts w:ascii="Arial" w:hAnsi="Arial"/>
        </w:rPr>
        <w:instrText xml:space="preserve"> REF _Ref484619355 \r \h </w:instrText>
      </w:r>
      <w:r>
        <w:rPr>
          <w:rStyle w:val="Datatype"/>
          <w:rFonts w:ascii="Arial" w:hAnsi="Arial"/>
        </w:rPr>
      </w:r>
      <w:r>
        <w:rPr>
          <w:rStyle w:val="Datatype"/>
          <w:rFonts w:ascii="Arial" w:hAnsi="Arial"/>
        </w:rPr>
        <w:fldChar w:fldCharType="separate"/>
      </w:r>
      <w:r>
        <w:rPr>
          <w:rStyle w:val="Datatype"/>
          <w:rFonts w:ascii="Arial" w:hAnsi="Arial"/>
        </w:rPr>
        <w:t>11.4.7.2</w:t>
      </w:r>
      <w:r>
        <w:rPr>
          <w:rStyle w:val="Datatype"/>
          <w:rFonts w:ascii="Arial" w:hAnsi="Arial"/>
        </w:rPr>
        <w:fldChar w:fldCharType="end"/>
      </w:r>
      <w:r>
        <w:t xml:space="preserve"> </w:t>
      </w:r>
      <w:hyperlink w:anchor="sec_UpdateaMediaEntityStream" w:history="1">
        <w:r w:rsidRPr="00AD66A2">
          <w:rPr>
            <w:rStyle w:val="Hyperlink"/>
          </w:rPr>
          <w:t>Update a Media Entity Stream</w:t>
        </w:r>
      </w:hyperlink>
    </w:p>
    <w:p w14:paraId="4CFA8F87" w14:textId="77777777" w:rsidR="00752DAA" w:rsidRPr="00AD66A2" w:rsidRDefault="00752DAA" w:rsidP="006C1EBF">
      <w:pPr>
        <w:pStyle w:val="ListParagraph"/>
        <w:numPr>
          <w:ilvl w:val="0"/>
          <w:numId w:val="8"/>
        </w:numPr>
        <w:rPr>
          <w:rStyle w:val="Datatype"/>
          <w:rFonts w:ascii="Arial" w:hAnsi="Arial"/>
        </w:rPr>
      </w:pPr>
      <w:r>
        <w:rPr>
          <w:rStyle w:val="Datatype"/>
          <w:rFonts w:ascii="Arial" w:hAnsi="Arial"/>
        </w:rPr>
        <w:fldChar w:fldCharType="begin"/>
      </w:r>
      <w:r>
        <w:rPr>
          <w:rStyle w:val="Datatype"/>
          <w:rFonts w:ascii="Arial" w:hAnsi="Arial"/>
        </w:rPr>
        <w:instrText xml:space="preserve"> REF _Ref484619370 \r \h </w:instrText>
      </w:r>
      <w:r>
        <w:rPr>
          <w:rStyle w:val="Datatype"/>
          <w:rFonts w:ascii="Arial" w:hAnsi="Arial"/>
        </w:rPr>
      </w:r>
      <w:r>
        <w:rPr>
          <w:rStyle w:val="Datatype"/>
          <w:rFonts w:ascii="Arial" w:hAnsi="Arial"/>
        </w:rPr>
        <w:fldChar w:fldCharType="separate"/>
      </w:r>
      <w:r>
        <w:rPr>
          <w:rStyle w:val="Datatype"/>
          <w:rFonts w:ascii="Arial" w:hAnsi="Arial"/>
        </w:rPr>
        <w:t>11.4.8.1</w:t>
      </w:r>
      <w:r>
        <w:rPr>
          <w:rStyle w:val="Datatype"/>
          <w:rFonts w:ascii="Arial" w:hAnsi="Arial"/>
        </w:rPr>
        <w:fldChar w:fldCharType="end"/>
      </w:r>
      <w:r>
        <w:t xml:space="preserve"> </w:t>
      </w:r>
      <w:hyperlink w:anchor="sec_UpdateStreamValues" w:history="1">
        <w:r w:rsidRPr="00AD66A2">
          <w:rPr>
            <w:rStyle w:val="Hyperlink"/>
          </w:rPr>
          <w:t>Update Stream Values</w:t>
        </w:r>
      </w:hyperlink>
    </w:p>
    <w:p w14:paraId="4360FC1E" w14:textId="77777777" w:rsidR="00752DAA" w:rsidRDefault="00752DAA" w:rsidP="006C1EBF">
      <w:pPr>
        <w:pStyle w:val="ListParagraph"/>
        <w:numPr>
          <w:ilvl w:val="0"/>
          <w:numId w:val="8"/>
        </w:numPr>
        <w:rPr>
          <w:rStyle w:val="Datatype"/>
          <w:rFonts w:ascii="Arial" w:hAnsi="Arial"/>
        </w:rPr>
      </w:pPr>
      <w:r>
        <w:rPr>
          <w:rStyle w:val="Datatype"/>
          <w:rFonts w:ascii="Arial" w:hAnsi="Arial"/>
        </w:rPr>
        <w:fldChar w:fldCharType="begin"/>
      </w:r>
      <w:r>
        <w:rPr>
          <w:rStyle w:val="Datatype"/>
          <w:rFonts w:ascii="Arial" w:hAnsi="Arial"/>
        </w:rPr>
        <w:instrText xml:space="preserve"> REF _Ref484617908 \r \h </w:instrText>
      </w:r>
      <w:r>
        <w:rPr>
          <w:rStyle w:val="Datatype"/>
          <w:rFonts w:ascii="Arial" w:hAnsi="Arial"/>
        </w:rPr>
      </w:r>
      <w:r>
        <w:rPr>
          <w:rStyle w:val="Datatype"/>
          <w:rFonts w:ascii="Arial" w:hAnsi="Arial"/>
        </w:rPr>
        <w:fldChar w:fldCharType="separate"/>
      </w:r>
      <w:r>
        <w:rPr>
          <w:rStyle w:val="Datatype"/>
          <w:rFonts w:ascii="Arial" w:hAnsi="Arial"/>
        </w:rPr>
        <w:t>11.4.9.1</w:t>
      </w:r>
      <w:r>
        <w:rPr>
          <w:rStyle w:val="Datatype"/>
          <w:rFonts w:ascii="Arial" w:hAnsi="Arial"/>
        </w:rPr>
        <w:fldChar w:fldCharType="end"/>
      </w:r>
      <w:r>
        <w:rPr>
          <w:rStyle w:val="Datatype"/>
          <w:rFonts w:ascii="Arial" w:hAnsi="Arial"/>
        </w:rPr>
        <w:t xml:space="preserve"> </w:t>
      </w:r>
      <w:hyperlink w:anchor="sec_UpdateaPrimitiveProperty" w:history="1">
        <w:r w:rsidRPr="00AD66A2">
          <w:rPr>
            <w:rStyle w:val="Hyperlink"/>
          </w:rPr>
          <w:t>Update a Primitive Property</w:t>
        </w:r>
      </w:hyperlink>
    </w:p>
    <w:p w14:paraId="7AB4EF13" w14:textId="77777777" w:rsidR="00752DAA" w:rsidRDefault="00752DAA" w:rsidP="006C1EBF">
      <w:pPr>
        <w:pStyle w:val="ListParagraph"/>
        <w:numPr>
          <w:ilvl w:val="0"/>
          <w:numId w:val="8"/>
        </w:numPr>
        <w:rPr>
          <w:rStyle w:val="Datatype"/>
          <w:rFonts w:ascii="Arial" w:hAnsi="Arial"/>
        </w:rPr>
      </w:pPr>
      <w:r>
        <w:rPr>
          <w:rStyle w:val="Datatype"/>
          <w:rFonts w:ascii="Arial" w:hAnsi="Arial"/>
        </w:rPr>
        <w:fldChar w:fldCharType="begin"/>
      </w:r>
      <w:r>
        <w:rPr>
          <w:rStyle w:val="Datatype"/>
          <w:rFonts w:ascii="Arial" w:hAnsi="Arial"/>
        </w:rPr>
        <w:instrText xml:space="preserve"> REF _Ref484617915 \r \h </w:instrText>
      </w:r>
      <w:r>
        <w:rPr>
          <w:rStyle w:val="Datatype"/>
          <w:rFonts w:ascii="Arial" w:hAnsi="Arial"/>
        </w:rPr>
      </w:r>
      <w:r>
        <w:rPr>
          <w:rStyle w:val="Datatype"/>
          <w:rFonts w:ascii="Arial" w:hAnsi="Arial"/>
        </w:rPr>
        <w:fldChar w:fldCharType="separate"/>
      </w:r>
      <w:r>
        <w:rPr>
          <w:rStyle w:val="Datatype"/>
          <w:rFonts w:ascii="Arial" w:hAnsi="Arial"/>
        </w:rPr>
        <w:t>11.4.9.3</w:t>
      </w:r>
      <w:r>
        <w:rPr>
          <w:rStyle w:val="Datatype"/>
          <w:rFonts w:ascii="Arial" w:hAnsi="Arial"/>
        </w:rPr>
        <w:fldChar w:fldCharType="end"/>
      </w:r>
      <w:r>
        <w:rPr>
          <w:rStyle w:val="Datatype"/>
          <w:rFonts w:ascii="Arial" w:hAnsi="Arial"/>
        </w:rPr>
        <w:t xml:space="preserve"> </w:t>
      </w:r>
      <w:hyperlink w:anchor="sec_UpdateaComplexProperty" w:history="1">
        <w:r w:rsidRPr="00AD66A2">
          <w:rPr>
            <w:rStyle w:val="Hyperlink"/>
          </w:rPr>
          <w:t>Update a Complex Property</w:t>
        </w:r>
      </w:hyperlink>
    </w:p>
    <w:p w14:paraId="0A44A67D" w14:textId="77777777" w:rsidR="00752DAA" w:rsidRPr="00AD66A2" w:rsidRDefault="00752DAA" w:rsidP="006C1EBF">
      <w:pPr>
        <w:pStyle w:val="ListParagraph"/>
        <w:numPr>
          <w:ilvl w:val="0"/>
          <w:numId w:val="8"/>
        </w:numPr>
        <w:rPr>
          <w:rStyle w:val="Datatype"/>
          <w:rFonts w:ascii="Arial" w:hAnsi="Arial"/>
        </w:rPr>
      </w:pPr>
      <w:r>
        <w:rPr>
          <w:rStyle w:val="Datatype"/>
          <w:rFonts w:ascii="Arial" w:hAnsi="Arial"/>
        </w:rPr>
        <w:fldChar w:fldCharType="begin"/>
      </w:r>
      <w:r>
        <w:rPr>
          <w:rStyle w:val="Datatype"/>
          <w:rFonts w:ascii="Arial" w:hAnsi="Arial"/>
        </w:rPr>
        <w:instrText xml:space="preserve"> REF _Ref484617922 \r \h </w:instrText>
      </w:r>
      <w:r>
        <w:rPr>
          <w:rStyle w:val="Datatype"/>
          <w:rFonts w:ascii="Arial" w:hAnsi="Arial"/>
        </w:rPr>
      </w:r>
      <w:r>
        <w:rPr>
          <w:rStyle w:val="Datatype"/>
          <w:rFonts w:ascii="Arial" w:hAnsi="Arial"/>
        </w:rPr>
        <w:fldChar w:fldCharType="separate"/>
      </w:r>
      <w:r>
        <w:rPr>
          <w:rStyle w:val="Datatype"/>
          <w:rFonts w:ascii="Arial" w:hAnsi="Arial"/>
        </w:rPr>
        <w:t>11.4.9.4</w:t>
      </w:r>
      <w:r>
        <w:rPr>
          <w:rStyle w:val="Datatype"/>
          <w:rFonts w:ascii="Arial" w:hAnsi="Arial"/>
        </w:rPr>
        <w:fldChar w:fldCharType="end"/>
      </w:r>
      <w:r>
        <w:rPr>
          <w:rStyle w:val="Datatype"/>
          <w:rFonts w:ascii="Arial" w:hAnsi="Arial"/>
        </w:rPr>
        <w:t xml:space="preserve"> </w:t>
      </w:r>
      <w:hyperlink w:anchor="sec_UpdateaCollectionProperty" w:history="1">
        <w:r w:rsidRPr="001C2ABB">
          <w:rPr>
            <w:rStyle w:val="Hyperlink"/>
          </w:rPr>
          <w:t>Update a Collection Property</w:t>
        </w:r>
      </w:hyperlink>
    </w:p>
    <w:p w14:paraId="06B3C32F" w14:textId="77777777" w:rsidR="00752DAA" w:rsidRDefault="00752DAA" w:rsidP="006C1EBF">
      <w:pPr>
        <w:pStyle w:val="ListParagraph"/>
        <w:numPr>
          <w:ilvl w:val="0"/>
          <w:numId w:val="8"/>
        </w:numPr>
        <w:rPr>
          <w:rStyle w:val="Datatype"/>
          <w:rFonts w:ascii="Arial" w:hAnsi="Arial"/>
        </w:rPr>
      </w:pPr>
      <w:r>
        <w:rPr>
          <w:rStyle w:val="Datatype"/>
          <w:rFonts w:ascii="Arial" w:hAnsi="Arial"/>
        </w:rPr>
        <w:fldChar w:fldCharType="begin"/>
      </w:r>
      <w:r>
        <w:rPr>
          <w:rStyle w:val="Datatype"/>
          <w:rFonts w:ascii="Arial" w:hAnsi="Arial"/>
        </w:rPr>
        <w:instrText xml:space="preserve"> REF _Ref484616038 \n \h </w:instrText>
      </w:r>
      <w:r>
        <w:rPr>
          <w:rStyle w:val="Datatype"/>
          <w:rFonts w:ascii="Arial" w:hAnsi="Arial"/>
        </w:rPr>
      </w:r>
      <w:r>
        <w:rPr>
          <w:rStyle w:val="Datatype"/>
          <w:rFonts w:ascii="Arial" w:hAnsi="Arial"/>
        </w:rPr>
        <w:fldChar w:fldCharType="separate"/>
      </w:r>
      <w:r>
        <w:rPr>
          <w:rStyle w:val="Datatype"/>
          <w:rFonts w:ascii="Arial" w:hAnsi="Arial"/>
        </w:rPr>
        <w:t>11.4.10</w:t>
      </w:r>
      <w:r>
        <w:rPr>
          <w:rStyle w:val="Datatype"/>
          <w:rFonts w:ascii="Arial" w:hAnsi="Arial"/>
        </w:rPr>
        <w:fldChar w:fldCharType="end"/>
      </w:r>
      <w:r>
        <w:t xml:space="preserve"> </w:t>
      </w:r>
      <w:hyperlink w:anchor="sec_ManagingMembersofanOrderedCollection" w:history="1">
        <w:r w:rsidRPr="001C2ABB">
          <w:rPr>
            <w:rStyle w:val="Hyperlink"/>
          </w:rPr>
          <w:t>Managing Members of an Ordered Collection</w:t>
        </w:r>
      </w:hyperlink>
    </w:p>
    <w:p w14:paraId="39539746" w14:textId="77777777" w:rsidR="00752DAA" w:rsidRDefault="00752DAA" w:rsidP="006C1EBF">
      <w:pPr>
        <w:pStyle w:val="ListParagraph"/>
        <w:numPr>
          <w:ilvl w:val="0"/>
          <w:numId w:val="8"/>
        </w:numPr>
        <w:rPr>
          <w:rStyle w:val="Datatype"/>
          <w:rFonts w:ascii="Arial" w:hAnsi="Arial"/>
        </w:rPr>
      </w:pPr>
      <w:r>
        <w:fldChar w:fldCharType="begin"/>
      </w:r>
      <w:r>
        <w:instrText xml:space="preserve"> REF _Ref484619408 \r \h </w:instrText>
      </w:r>
      <w:r>
        <w:fldChar w:fldCharType="separate"/>
      </w:r>
      <w:r>
        <w:t>11.4.12</w:t>
      </w:r>
      <w:r>
        <w:fldChar w:fldCharType="end"/>
      </w:r>
      <w:r>
        <w:t xml:space="preserve"> </w:t>
      </w:r>
      <w:hyperlink w:anchor="sec_UpdateaCollectionofEntities" w:history="1">
        <w:r w:rsidRPr="001C2ABB">
          <w:rPr>
            <w:rStyle w:val="Hyperlink"/>
          </w:rPr>
          <w:t>Update a Collection of Entities</w:t>
        </w:r>
      </w:hyperlink>
    </w:p>
    <w:p w14:paraId="56DF30EB" w14:textId="77777777" w:rsidR="00752DAA" w:rsidRPr="00D41061" w:rsidRDefault="00752DAA" w:rsidP="006C1EBF">
      <w:pPr>
        <w:pStyle w:val="ListParagraph"/>
        <w:numPr>
          <w:ilvl w:val="0"/>
          <w:numId w:val="8"/>
        </w:numPr>
        <w:rPr>
          <w:rStyle w:val="Datatype"/>
          <w:rFonts w:ascii="Arial" w:hAnsi="Arial"/>
        </w:rPr>
      </w:pPr>
      <w:r>
        <w:rPr>
          <w:rStyle w:val="Datatype"/>
          <w:rFonts w:ascii="Arial" w:hAnsi="Arial"/>
        </w:rPr>
        <w:fldChar w:fldCharType="begin"/>
      </w:r>
      <w:r>
        <w:rPr>
          <w:rStyle w:val="Datatype"/>
          <w:rFonts w:ascii="Arial" w:hAnsi="Arial"/>
        </w:rPr>
        <w:instrText xml:space="preserve"> REF _Ref484616099 \n \h </w:instrText>
      </w:r>
      <w:r>
        <w:rPr>
          <w:rStyle w:val="Datatype"/>
          <w:rFonts w:ascii="Arial" w:hAnsi="Arial"/>
        </w:rPr>
      </w:r>
      <w:r>
        <w:rPr>
          <w:rStyle w:val="Datatype"/>
          <w:rFonts w:ascii="Arial" w:hAnsi="Arial"/>
        </w:rPr>
        <w:fldChar w:fldCharType="separate"/>
      </w:r>
      <w:r>
        <w:rPr>
          <w:rStyle w:val="Datatype"/>
          <w:rFonts w:ascii="Arial" w:hAnsi="Arial"/>
        </w:rPr>
        <w:t>11.4.13</w:t>
      </w:r>
      <w:r>
        <w:rPr>
          <w:rStyle w:val="Datatype"/>
          <w:rFonts w:ascii="Arial" w:hAnsi="Arial"/>
        </w:rPr>
        <w:fldChar w:fldCharType="end"/>
      </w:r>
      <w:r>
        <w:t xml:space="preserve"> </w:t>
      </w:r>
      <w:hyperlink w:anchor="sec_UpdateMembersofaCollection" w:history="1">
        <w:r w:rsidRPr="001C2ABB">
          <w:rPr>
            <w:rStyle w:val="Hyperlink"/>
          </w:rPr>
          <w:t>Update Members of a Collection</w:t>
        </w:r>
      </w:hyperlink>
    </w:p>
    <w:p w14:paraId="4B649511" w14:textId="77777777" w:rsidR="00752DAA" w:rsidRDefault="00752DAA" w:rsidP="00752DAA">
      <w:r w:rsidRPr="00D41061">
        <w:rPr>
          <w:rStyle w:val="Datatype"/>
        </w:rPr>
        <w:t>DELETE</w:t>
      </w:r>
      <w:r>
        <w:t xml:space="preserve"> requests:</w:t>
      </w:r>
    </w:p>
    <w:p w14:paraId="6CB78404" w14:textId="77777777" w:rsidR="00752DAA" w:rsidRDefault="00752DAA" w:rsidP="006C1EBF">
      <w:pPr>
        <w:pStyle w:val="ListParagraph"/>
        <w:numPr>
          <w:ilvl w:val="0"/>
          <w:numId w:val="31"/>
        </w:numPr>
      </w:pPr>
      <w:r>
        <w:fldChar w:fldCharType="begin"/>
      </w:r>
      <w:r>
        <w:instrText xml:space="preserve"> REF _Ref484615875 \n \h </w:instrText>
      </w:r>
      <w:r>
        <w:fldChar w:fldCharType="separate"/>
      </w:r>
      <w:r>
        <w:t>11.4.5</w:t>
      </w:r>
      <w:r>
        <w:fldChar w:fldCharType="end"/>
      </w:r>
      <w:r>
        <w:t xml:space="preserve"> </w:t>
      </w:r>
      <w:hyperlink w:anchor="sec_DeleteanEntity" w:history="1">
        <w:r w:rsidRPr="006D75B8">
          <w:rPr>
            <w:rStyle w:val="Hyperlink"/>
          </w:rPr>
          <w:t>Delete an Entity</w:t>
        </w:r>
      </w:hyperlink>
    </w:p>
    <w:p w14:paraId="57507B4C" w14:textId="77777777" w:rsidR="00752DAA" w:rsidRDefault="00752DAA" w:rsidP="006C1EBF">
      <w:pPr>
        <w:pStyle w:val="ListParagraph"/>
        <w:numPr>
          <w:ilvl w:val="0"/>
          <w:numId w:val="31"/>
        </w:numPr>
      </w:pPr>
      <w:r>
        <w:fldChar w:fldCharType="begin"/>
      </w:r>
      <w:r>
        <w:instrText xml:space="preserve"> REF _Ref484615925 \n \h </w:instrText>
      </w:r>
      <w:r>
        <w:fldChar w:fldCharType="separate"/>
      </w:r>
      <w:r>
        <w:t>11.4.7.3</w:t>
      </w:r>
      <w:r>
        <w:fldChar w:fldCharType="end"/>
      </w:r>
      <w:r>
        <w:t xml:space="preserve"> </w:t>
      </w:r>
      <w:hyperlink w:anchor="sec_DeleteaMediaEntity" w:history="1">
        <w:r w:rsidRPr="001C2ABB">
          <w:rPr>
            <w:rStyle w:val="Hyperlink"/>
          </w:rPr>
          <w:t>Delete a Media Entity</w:t>
        </w:r>
      </w:hyperlink>
    </w:p>
    <w:p w14:paraId="4596F78A" w14:textId="77777777" w:rsidR="00752DAA" w:rsidRDefault="00752DAA" w:rsidP="006C1EBF">
      <w:pPr>
        <w:pStyle w:val="ListParagraph"/>
        <w:numPr>
          <w:ilvl w:val="0"/>
          <w:numId w:val="31"/>
        </w:numPr>
      </w:pPr>
      <w:r>
        <w:fldChar w:fldCharType="begin"/>
      </w:r>
      <w:r>
        <w:instrText xml:space="preserve"> REF _Ref484615983 \n \h </w:instrText>
      </w:r>
      <w:r>
        <w:fldChar w:fldCharType="separate"/>
      </w:r>
      <w:r>
        <w:t>11.4.8.2</w:t>
      </w:r>
      <w:r>
        <w:fldChar w:fldCharType="end"/>
      </w:r>
      <w:r>
        <w:t xml:space="preserve"> </w:t>
      </w:r>
      <w:hyperlink w:anchor="sec_DeleteStreamValues" w:history="1">
        <w:r w:rsidRPr="001C2ABB">
          <w:rPr>
            <w:rStyle w:val="Hyperlink"/>
          </w:rPr>
          <w:t>Delete Stream Values</w:t>
        </w:r>
      </w:hyperlink>
    </w:p>
    <w:p w14:paraId="4BA3364F" w14:textId="77777777" w:rsidR="00752DAA" w:rsidRDefault="00752DAA" w:rsidP="006C1EBF">
      <w:pPr>
        <w:pStyle w:val="ListParagraph"/>
        <w:numPr>
          <w:ilvl w:val="0"/>
          <w:numId w:val="31"/>
        </w:numPr>
      </w:pPr>
      <w:r>
        <w:fldChar w:fldCharType="begin"/>
      </w:r>
      <w:r>
        <w:instrText xml:space="preserve"> REF _Ref484616017 \n \h </w:instrText>
      </w:r>
      <w:r>
        <w:fldChar w:fldCharType="separate"/>
      </w:r>
      <w:r>
        <w:t>11.4.9.2</w:t>
      </w:r>
      <w:r>
        <w:fldChar w:fldCharType="end"/>
      </w:r>
      <w:r>
        <w:t xml:space="preserve"> </w:t>
      </w:r>
      <w:hyperlink w:anchor="sec_SetaValuetoNull" w:history="1">
        <w:r w:rsidRPr="001C2ABB">
          <w:rPr>
            <w:rStyle w:val="Hyperlink"/>
          </w:rPr>
          <w:t>Set a Value to Null</w:t>
        </w:r>
      </w:hyperlink>
    </w:p>
    <w:p w14:paraId="4F6751FC" w14:textId="77777777" w:rsidR="00752DAA" w:rsidRPr="0065259A" w:rsidRDefault="00752DAA" w:rsidP="006C1EBF">
      <w:pPr>
        <w:pStyle w:val="ListParagraph"/>
        <w:numPr>
          <w:ilvl w:val="0"/>
          <w:numId w:val="31"/>
        </w:numPr>
      </w:pPr>
      <w:r>
        <w:fldChar w:fldCharType="begin"/>
      </w:r>
      <w:r>
        <w:instrText xml:space="preserve"> REF _Ref484616106 \n \h </w:instrText>
      </w:r>
      <w:r>
        <w:fldChar w:fldCharType="separate"/>
      </w:r>
      <w:r>
        <w:t>11.4.14</w:t>
      </w:r>
      <w:r>
        <w:fldChar w:fldCharType="end"/>
      </w:r>
      <w:r>
        <w:t xml:space="preserve"> </w:t>
      </w:r>
      <w:hyperlink w:anchor="sec_DeleteMembersofaCollection" w:history="1">
        <w:r w:rsidRPr="001C2ABB">
          <w:rPr>
            <w:rStyle w:val="Hyperlink"/>
          </w:rPr>
          <w:t>Delete Members of a Collection</w:t>
        </w:r>
      </w:hyperlink>
    </w:p>
    <w:bookmarkStart w:id="527" w:name="_Toc477876635"/>
    <w:bookmarkStart w:id="528" w:name="_Ref484615099"/>
    <w:bookmarkStart w:id="529" w:name="_Ref484615108"/>
    <w:bookmarkStart w:id="530" w:name="sec_MetadataRequests"/>
    <w:p w14:paraId="49C10FDB" w14:textId="77777777" w:rsidR="00752DAA" w:rsidRDefault="00752DAA" w:rsidP="006C1EBF">
      <w:pPr>
        <w:pStyle w:val="Heading2"/>
        <w:numPr>
          <w:ilvl w:val="1"/>
          <w:numId w:val="2"/>
        </w:numPr>
        <w:tabs>
          <w:tab w:val="left" w:pos="567"/>
        </w:tabs>
      </w:pPr>
      <w:r>
        <w:fldChar w:fldCharType="begin"/>
      </w:r>
      <w:r>
        <w:instrText xml:space="preserve"> HYPERLINK  \l "sec_MetadataRequests" </w:instrText>
      </w:r>
      <w:r>
        <w:fldChar w:fldCharType="separate"/>
      </w:r>
      <w:bookmarkStart w:id="531" w:name="_Toc494885051"/>
      <w:bookmarkStart w:id="532" w:name="_Toc494356798"/>
      <w:r w:rsidRPr="004A50BC">
        <w:rPr>
          <w:rStyle w:val="Hyperlink"/>
        </w:rPr>
        <w:t>Metadata Requests</w:t>
      </w:r>
      <w:bookmarkEnd w:id="527"/>
      <w:bookmarkEnd w:id="528"/>
      <w:bookmarkEnd w:id="529"/>
      <w:bookmarkEnd w:id="530"/>
      <w:bookmarkEnd w:id="531"/>
      <w:bookmarkEnd w:id="532"/>
      <w:r>
        <w:fldChar w:fldCharType="end"/>
      </w:r>
    </w:p>
    <w:p w14:paraId="0E8A2033" w14:textId="77777777" w:rsidR="00752DAA" w:rsidRDefault="00752DAA" w:rsidP="00752DAA">
      <w:r>
        <w:t>An OData service is a self-describing service that exposes metadata defining the entity sets, singletons, relationships, entity types, and operations.</w:t>
      </w:r>
    </w:p>
    <w:bookmarkStart w:id="533" w:name="_Service_Document_Request"/>
    <w:bookmarkStart w:id="534" w:name="_Toc477876636"/>
    <w:bookmarkStart w:id="535" w:name="sec_ServiceDocumentRequest"/>
    <w:bookmarkEnd w:id="533"/>
    <w:p w14:paraId="6401FD9F" w14:textId="77777777" w:rsidR="00752DAA" w:rsidRDefault="00752DAA" w:rsidP="006C1EBF">
      <w:pPr>
        <w:pStyle w:val="Heading3"/>
        <w:numPr>
          <w:ilvl w:val="2"/>
          <w:numId w:val="2"/>
        </w:numPr>
        <w:tabs>
          <w:tab w:val="left" w:pos="567"/>
        </w:tabs>
      </w:pPr>
      <w:r>
        <w:fldChar w:fldCharType="begin"/>
      </w:r>
      <w:r>
        <w:instrText xml:space="preserve"> HYPERLINK  \l "sec_ServiceDocumentRequest" </w:instrText>
      </w:r>
      <w:r>
        <w:fldChar w:fldCharType="separate"/>
      </w:r>
      <w:bookmarkStart w:id="536" w:name="_Toc494885052"/>
      <w:bookmarkStart w:id="537" w:name="_Toc494356799"/>
      <w:r w:rsidRPr="004A50BC">
        <w:rPr>
          <w:rStyle w:val="Hyperlink"/>
        </w:rPr>
        <w:t>Service Document Request</w:t>
      </w:r>
      <w:bookmarkEnd w:id="534"/>
      <w:bookmarkEnd w:id="535"/>
      <w:bookmarkEnd w:id="536"/>
      <w:bookmarkEnd w:id="537"/>
      <w:r>
        <w:fldChar w:fldCharType="end"/>
      </w:r>
    </w:p>
    <w:p w14:paraId="3B6BA656" w14:textId="77777777" w:rsidR="00752DAA" w:rsidRDefault="00752DAA" w:rsidP="00752DAA">
      <w:r>
        <w:t>Service documents enable simple hypermedia-driven clients to enumerate and explore the resources offered by the data service.</w:t>
      </w:r>
    </w:p>
    <w:p w14:paraId="2BD90876" w14:textId="77777777" w:rsidR="00752DAA" w:rsidRDefault="00752DAA" w:rsidP="00752DAA">
      <w:r>
        <w:t xml:space="preserve">OData services MUST support returning a service document from the root URL of the service (the </w:t>
      </w:r>
      <w:r>
        <w:rPr>
          <w:i/>
        </w:rPr>
        <w:t>service root</w:t>
      </w:r>
      <w:r>
        <w:t>).</w:t>
      </w:r>
    </w:p>
    <w:p w14:paraId="40265AD4" w14:textId="77777777" w:rsidR="00752DAA" w:rsidRDefault="00752DAA" w:rsidP="00752DAA">
      <w:r>
        <w:t xml:space="preserve">The format of the service document is dependent upon the format selected. </w:t>
      </w:r>
    </w:p>
    <w:bookmarkStart w:id="538" w:name="_Metadata_Document_Request"/>
    <w:bookmarkStart w:id="539" w:name="_Toc477876637"/>
    <w:bookmarkStart w:id="540" w:name="sec_MetadataDocumentRequest"/>
    <w:bookmarkEnd w:id="538"/>
    <w:p w14:paraId="1A774731" w14:textId="77777777" w:rsidR="00752DAA" w:rsidRDefault="00752DAA" w:rsidP="006C1EBF">
      <w:pPr>
        <w:pStyle w:val="Heading3"/>
        <w:numPr>
          <w:ilvl w:val="2"/>
          <w:numId w:val="2"/>
        </w:numPr>
        <w:tabs>
          <w:tab w:val="left" w:pos="567"/>
        </w:tabs>
      </w:pPr>
      <w:r>
        <w:lastRenderedPageBreak/>
        <w:fldChar w:fldCharType="begin"/>
      </w:r>
      <w:r>
        <w:instrText xml:space="preserve"> HYPERLINK  \l "sec_MetadataDocumentRequest" </w:instrText>
      </w:r>
      <w:r>
        <w:fldChar w:fldCharType="separate"/>
      </w:r>
      <w:bookmarkStart w:id="541" w:name="_Toc494885053"/>
      <w:bookmarkStart w:id="542" w:name="_Toc494356800"/>
      <w:r w:rsidRPr="004A50BC">
        <w:rPr>
          <w:rStyle w:val="Hyperlink"/>
        </w:rPr>
        <w:t>Metadata Document Request</w:t>
      </w:r>
      <w:bookmarkEnd w:id="539"/>
      <w:bookmarkEnd w:id="540"/>
      <w:bookmarkEnd w:id="541"/>
      <w:bookmarkEnd w:id="542"/>
      <w:r>
        <w:fldChar w:fldCharType="end"/>
      </w:r>
    </w:p>
    <w:p w14:paraId="6CF2E3E9" w14:textId="77777777" w:rsidR="00752DAA" w:rsidRDefault="00752DAA" w:rsidP="00752DAA">
      <w:r>
        <w:t xml:space="preserve">An OData </w:t>
      </w:r>
      <w:r>
        <w:rPr>
          <w:i/>
        </w:rPr>
        <w:t>metadata document</w:t>
      </w:r>
      <w:r>
        <w:t xml:space="preserve"> is a representation of the </w:t>
      </w:r>
      <w:hyperlink w:anchor="sec_DataModel">
        <w:r w:rsidRPr="00315602">
          <w:rPr>
            <w:rStyle w:val="Hyperlink"/>
          </w:rPr>
          <w:t>data model</w:t>
        </w:r>
      </w:hyperlink>
      <w:r w:rsidRPr="00315602">
        <w:rPr>
          <w:rStyle w:val="Hyperlink"/>
        </w:rPr>
        <w:t xml:space="preserve"> </w:t>
      </w:r>
      <w:r>
        <w:t>that describes the data and operations exposed by an OData service.</w:t>
      </w:r>
    </w:p>
    <w:p w14:paraId="3D1E5BEE" w14:textId="77777777" w:rsidR="00752DAA" w:rsidRDefault="002A710D" w:rsidP="00752DAA">
      <w:hyperlink w:anchor="ODataCSDLJSONRef" w:history="1">
        <w:r w:rsidR="00752DAA" w:rsidRPr="006F1777">
          <w:rPr>
            <w:rStyle w:val="Hyperlink"/>
            <w:b/>
          </w:rPr>
          <w:t>[OData-CSDLJSON]</w:t>
        </w:r>
      </w:hyperlink>
      <w:r w:rsidR="00752DAA">
        <w:t xml:space="preserve"> describes a JSON representation for OData metadata documents and provides a JSON schema to validate their contents. The media type of the JSON representation of an OData metadata document is </w:t>
      </w:r>
      <w:r w:rsidR="00752DAA" w:rsidRPr="005A7EE7">
        <w:rPr>
          <w:rStyle w:val="Datatype"/>
        </w:rPr>
        <w:t>application/</w:t>
      </w:r>
      <w:r w:rsidR="00752DAA">
        <w:rPr>
          <w:rStyle w:val="Datatype"/>
        </w:rPr>
        <w:t>json</w:t>
      </w:r>
      <w:r w:rsidR="00752DAA">
        <w:t>.</w:t>
      </w:r>
    </w:p>
    <w:p w14:paraId="50B97DB8" w14:textId="77777777" w:rsidR="00752DAA" w:rsidRDefault="002A710D" w:rsidP="00752DAA">
      <w:hyperlink w:anchor="ODataCSDLXMLRef" w:history="1">
        <w:r w:rsidR="00752DAA" w:rsidRPr="00DF7F4B">
          <w:rPr>
            <w:rStyle w:val="Hyperlink"/>
            <w:b/>
          </w:rPr>
          <w:t>[OData-CSDL</w:t>
        </w:r>
        <w:r w:rsidR="00752DAA">
          <w:rPr>
            <w:rStyle w:val="Hyperlink"/>
            <w:b/>
          </w:rPr>
          <w:t>XML</w:t>
        </w:r>
        <w:r w:rsidR="00752DAA" w:rsidRPr="00DF7F4B">
          <w:rPr>
            <w:rStyle w:val="Hyperlink"/>
            <w:b/>
          </w:rPr>
          <w:t>]</w:t>
        </w:r>
      </w:hyperlink>
      <w:r w:rsidR="00752DAA">
        <w:t xml:space="preserve"> describes an XML representation for OData metadata documents and provides an XML schema to validate their contents. The media type of the XML representation of an OData metadata document is </w:t>
      </w:r>
      <w:r w:rsidR="00752DAA" w:rsidRPr="005A7EE7">
        <w:rPr>
          <w:rStyle w:val="Datatype"/>
        </w:rPr>
        <w:t>application/xml</w:t>
      </w:r>
      <w:r w:rsidR="00752DAA">
        <w:t>.</w:t>
      </w:r>
    </w:p>
    <w:p w14:paraId="7718E7E3" w14:textId="77777777" w:rsidR="00752DAA" w:rsidRDefault="00752DAA" w:rsidP="00752DAA">
      <w:r>
        <w:t xml:space="preserve">OData services MUST expose a metadata document that describes the data model exposed by the service. The </w:t>
      </w:r>
      <w:r>
        <w:rPr>
          <w:i/>
        </w:rPr>
        <w:t>metadata document URL</w:t>
      </w:r>
      <w:r>
        <w:t xml:space="preserve"> MUST be the root URL of the service with </w:t>
      </w:r>
      <w:r w:rsidRPr="005A7EE7">
        <w:rPr>
          <w:rStyle w:val="Datatype"/>
        </w:rPr>
        <w:t>$metadata</w:t>
      </w:r>
      <w:r>
        <w:t xml:space="preserve"> appended. To retrieve this document the client issues a </w:t>
      </w:r>
      <w:r w:rsidRPr="00EB5E52">
        <w:rPr>
          <w:rStyle w:val="Datatype"/>
        </w:rPr>
        <w:t>GET</w:t>
      </w:r>
      <w:r>
        <w:t xml:space="preserve"> request to the metadata document URL.</w:t>
      </w:r>
    </w:p>
    <w:p w14:paraId="1184ECD3" w14:textId="77777777" w:rsidR="00752DAA" w:rsidRDefault="00752DAA" w:rsidP="00752DAA">
      <w:r>
        <w:t xml:space="preserve">If a request for metadata does not specify a format preference (via </w:t>
      </w:r>
      <w:hyperlink w:anchor="sec_HeaderAccept" w:history="1">
        <w:r w:rsidRPr="00315602">
          <w:rPr>
            <w:rStyle w:val="Hyperlink"/>
            <w:rFonts w:ascii="Courier New" w:hAnsi="Courier New" w:cs="Courier New"/>
          </w:rPr>
          <w:t>Accept</w:t>
        </w:r>
        <w:r w:rsidRPr="003C4D91">
          <w:rPr>
            <w:rStyle w:val="Hyperlink"/>
          </w:rPr>
          <w:t xml:space="preserve"> header</w:t>
        </w:r>
      </w:hyperlink>
      <w:r>
        <w:t xml:space="preserve"> or </w:t>
      </w:r>
      <w:hyperlink w:anchor="sec_SystemQueryOptionformat">
        <w:r w:rsidRPr="00315602">
          <w:rPr>
            <w:rStyle w:val="Hyperlink"/>
            <w:rFonts w:ascii="Courier New" w:hAnsi="Courier New" w:cs="Courier New"/>
          </w:rPr>
          <w:t>$format</w:t>
        </w:r>
      </w:hyperlink>
      <w:r>
        <w:t>) then the XML representation MUST be returned.</w:t>
      </w:r>
    </w:p>
    <w:bookmarkStart w:id="543" w:name="_10.2._Requesting_Data"/>
    <w:bookmarkStart w:id="544" w:name="_Requesting_Data"/>
    <w:bookmarkStart w:id="545" w:name="_Toc468953991"/>
    <w:bookmarkStart w:id="546" w:name="_Toc468953992"/>
    <w:bookmarkStart w:id="547" w:name="_Toc468953993"/>
    <w:bookmarkStart w:id="548" w:name="_Requesting_Data_1"/>
    <w:bookmarkStart w:id="549" w:name="_Toc477876638"/>
    <w:bookmarkStart w:id="550" w:name="_Ref484615549"/>
    <w:bookmarkStart w:id="551" w:name="sec_RequestingData"/>
    <w:bookmarkEnd w:id="543"/>
    <w:bookmarkEnd w:id="544"/>
    <w:bookmarkEnd w:id="545"/>
    <w:bookmarkEnd w:id="546"/>
    <w:bookmarkEnd w:id="547"/>
    <w:bookmarkEnd w:id="548"/>
    <w:p w14:paraId="337E09C9" w14:textId="77777777" w:rsidR="00752DAA" w:rsidRDefault="00752DAA" w:rsidP="006C1EBF">
      <w:pPr>
        <w:pStyle w:val="Heading2"/>
        <w:numPr>
          <w:ilvl w:val="1"/>
          <w:numId w:val="2"/>
        </w:numPr>
        <w:tabs>
          <w:tab w:val="left" w:pos="567"/>
        </w:tabs>
      </w:pPr>
      <w:r>
        <w:fldChar w:fldCharType="begin"/>
      </w:r>
      <w:r>
        <w:instrText xml:space="preserve"> HYPERLINK  \l "sec_RequestingData" </w:instrText>
      </w:r>
      <w:r>
        <w:fldChar w:fldCharType="separate"/>
      </w:r>
      <w:bookmarkStart w:id="552" w:name="_Toc494885054"/>
      <w:bookmarkStart w:id="553" w:name="_Toc494356801"/>
      <w:r w:rsidRPr="004A50BC">
        <w:rPr>
          <w:rStyle w:val="Hyperlink"/>
        </w:rPr>
        <w:t>Requesting Data</w:t>
      </w:r>
      <w:bookmarkEnd w:id="549"/>
      <w:bookmarkEnd w:id="550"/>
      <w:bookmarkEnd w:id="551"/>
      <w:bookmarkEnd w:id="552"/>
      <w:bookmarkEnd w:id="553"/>
      <w:r>
        <w:fldChar w:fldCharType="end"/>
      </w:r>
    </w:p>
    <w:p w14:paraId="054A212A" w14:textId="77777777" w:rsidR="00752DAA" w:rsidRDefault="00752DAA" w:rsidP="00752DAA">
      <w:r>
        <w:t xml:space="preserve">OData services support requests for data via HTTP </w:t>
      </w:r>
      <w:r w:rsidRPr="00950023">
        <w:rPr>
          <w:rStyle w:val="Datatype"/>
        </w:rPr>
        <w:t>GET</w:t>
      </w:r>
      <w:r>
        <w:t xml:space="preserve"> requests.</w:t>
      </w:r>
    </w:p>
    <w:p w14:paraId="07E70421" w14:textId="77777777" w:rsidR="00752DAA" w:rsidRDefault="00752DAA" w:rsidP="00752DAA">
      <w:r>
        <w:t>The path of the URL specifies the target of the request (for example; the collection of entities, entity, navigation property, structural property, or operation). Additional query operators, such as filter, sort, page, and projection operations are specified through query options.</w:t>
      </w:r>
    </w:p>
    <w:p w14:paraId="44961E7C" w14:textId="77777777" w:rsidR="00752DAA" w:rsidRDefault="00752DAA" w:rsidP="00752DAA">
      <w:r>
        <w:t xml:space="preserve">This section describes the types of data requests defined by OData. For complete details on the syntax for building requests, see </w:t>
      </w:r>
      <w:hyperlink w:anchor="ODataURLRef" w:history="1">
        <w:r w:rsidRPr="005E626C">
          <w:rPr>
            <w:rStyle w:val="Hyperlink"/>
            <w:b/>
          </w:rPr>
          <w:t>[OData</w:t>
        </w:r>
        <w:r>
          <w:rPr>
            <w:rStyle w:val="Hyperlink"/>
            <w:b/>
          </w:rPr>
          <w:noBreakHyphen/>
        </w:r>
        <w:r w:rsidRPr="005E626C">
          <w:rPr>
            <w:rStyle w:val="Hyperlink"/>
            <w:b/>
          </w:rPr>
          <w:t>URL]</w:t>
        </w:r>
      </w:hyperlink>
      <w:r>
        <w:t>.</w:t>
      </w:r>
    </w:p>
    <w:p w14:paraId="4E1C533D" w14:textId="77777777" w:rsidR="00752DAA" w:rsidRDefault="00752DAA" w:rsidP="00752DAA">
      <w:r w:rsidRPr="000463AD">
        <w:t xml:space="preserve">OData services are hypermedia driven services that return URLs to the client. If a client subsequently requests the </w:t>
      </w:r>
      <w:r>
        <w:t xml:space="preserve">advertised </w:t>
      </w:r>
      <w:r w:rsidRPr="000463AD">
        <w:t xml:space="preserve">resource and the URL has expired, then the </w:t>
      </w:r>
      <w:r>
        <w:t>service</w:t>
      </w:r>
      <w:r w:rsidRPr="000463AD">
        <w:t xml:space="preserve"> SHOULD </w:t>
      </w:r>
      <w:r>
        <w:t>respond with</w:t>
      </w:r>
      <w:r w:rsidRPr="000463AD">
        <w:t xml:space="preserve"> </w:t>
      </w:r>
      <w:hyperlink w:anchor="sec_ResponseCode410Gone" w:history="1">
        <w:r w:rsidRPr="00853C42">
          <w:rPr>
            <w:rStyle w:val="Hyperlink"/>
            <w:rFonts w:ascii="Courier New" w:hAnsi="Courier New"/>
          </w:rPr>
          <w:t>410 Gone</w:t>
        </w:r>
      </w:hyperlink>
      <w:r>
        <w:t xml:space="preserve">. If this is not </w:t>
      </w:r>
      <w:r w:rsidRPr="000463AD">
        <w:t>feasible, the serv</w:t>
      </w:r>
      <w:r>
        <w:t xml:space="preserve">ice MUST respond with </w:t>
      </w:r>
      <w:hyperlink w:anchor="sec_ResponseCode404NotFound" w:history="1">
        <w:r w:rsidRPr="008E7742">
          <w:rPr>
            <w:rStyle w:val="Hyperlink"/>
            <w:rFonts w:ascii="Courier New" w:hAnsi="Courier New"/>
          </w:rPr>
          <w:t>404 Not Found</w:t>
        </w:r>
      </w:hyperlink>
      <w:r w:rsidRPr="000463AD">
        <w:t>.</w:t>
      </w:r>
      <w:r w:rsidRPr="000E2CA9">
        <w:t xml:space="preserve"> </w:t>
      </w:r>
    </w:p>
    <w:p w14:paraId="2FB21CFC" w14:textId="77777777" w:rsidR="00752DAA" w:rsidRDefault="00752DAA" w:rsidP="00752DAA">
      <w:r>
        <w:t xml:space="preserve">The format of the returned data is dependent upon the request and the format specified by the client, either in the </w:t>
      </w:r>
      <w:hyperlink w:anchor="sec_HeaderAccept" w:history="1">
        <w:r w:rsidRPr="00853C42">
          <w:rPr>
            <w:rStyle w:val="Hyperlink"/>
            <w:rFonts w:ascii="Courier New" w:hAnsi="Courier New" w:cs="Courier New"/>
          </w:rPr>
          <w:t>Accept</w:t>
        </w:r>
        <w:r w:rsidRPr="003C4D91">
          <w:rPr>
            <w:rStyle w:val="Hyperlink"/>
          </w:rPr>
          <w:t xml:space="preserve"> header</w:t>
        </w:r>
      </w:hyperlink>
      <w:r>
        <w:t xml:space="preserve"> or using the </w:t>
      </w:r>
      <w:hyperlink w:anchor="sec_SystemQueryOptionformat">
        <w:r w:rsidRPr="00853C42">
          <w:rPr>
            <w:rStyle w:val="Hyperlink"/>
            <w:rFonts w:ascii="Courier New" w:hAnsi="Courier New" w:cs="Courier New"/>
          </w:rPr>
          <w:t>$format</w:t>
        </w:r>
      </w:hyperlink>
      <w:r>
        <w:rPr>
          <w:rStyle w:val="Hyperlink1"/>
        </w:rPr>
        <w:t xml:space="preserve"> </w:t>
      </w:r>
      <w:r>
        <w:t xml:space="preserve">query option. If the client specifies neither an </w:t>
      </w:r>
      <w:hyperlink w:anchor="sec_HeaderAccept" w:history="1">
        <w:r w:rsidRPr="00853C42">
          <w:rPr>
            <w:rStyle w:val="Hyperlink"/>
            <w:rFonts w:ascii="Courier New" w:hAnsi="Courier New" w:cs="Courier New"/>
          </w:rPr>
          <w:t>Accept</w:t>
        </w:r>
        <w:r w:rsidRPr="003C4D91">
          <w:rPr>
            <w:rStyle w:val="Hyperlink"/>
          </w:rPr>
          <w:t xml:space="preserve"> header</w:t>
        </w:r>
      </w:hyperlink>
      <w:r>
        <w:t xml:space="preserve"> nor the </w:t>
      </w:r>
      <w:hyperlink w:anchor="sec_SystemQueryOptionformat">
        <w:r w:rsidRPr="00853C42">
          <w:rPr>
            <w:rStyle w:val="Hyperlink"/>
            <w:rFonts w:ascii="Courier New" w:hAnsi="Courier New" w:cs="Courier New"/>
          </w:rPr>
          <w:t>$format</w:t>
        </w:r>
      </w:hyperlink>
      <w:r>
        <w:rPr>
          <w:rStyle w:val="Hyperlink1"/>
        </w:rPr>
        <w:t xml:space="preserve"> </w:t>
      </w:r>
      <w:r>
        <w:t>query option, the service is allowed to return the response in any format.</w:t>
      </w:r>
      <w:bookmarkStart w:id="554" w:name="_Ref356918808"/>
      <w:bookmarkStart w:id="555" w:name="_Toc370126072"/>
      <w:bookmarkStart w:id="556" w:name="_Toc370374869"/>
    </w:p>
    <w:bookmarkStart w:id="557" w:name="_Evaluating_System_Query"/>
    <w:bookmarkStart w:id="558" w:name="_Toc477876639"/>
    <w:bookmarkStart w:id="559" w:name="sec_SystemQueryOptions"/>
    <w:bookmarkEnd w:id="554"/>
    <w:bookmarkEnd w:id="555"/>
    <w:bookmarkEnd w:id="556"/>
    <w:bookmarkEnd w:id="557"/>
    <w:p w14:paraId="5F0EB082" w14:textId="77777777" w:rsidR="00752DAA" w:rsidRDefault="00752DAA" w:rsidP="006C1EBF">
      <w:pPr>
        <w:pStyle w:val="Heading3"/>
        <w:numPr>
          <w:ilvl w:val="2"/>
          <w:numId w:val="2"/>
        </w:numPr>
        <w:tabs>
          <w:tab w:val="left" w:pos="567"/>
        </w:tabs>
      </w:pPr>
      <w:r>
        <w:fldChar w:fldCharType="begin"/>
      </w:r>
      <w:r>
        <w:instrText xml:space="preserve"> HYPERLINK  \l "sec_SystemQueryOptions" </w:instrText>
      </w:r>
      <w:r>
        <w:fldChar w:fldCharType="separate"/>
      </w:r>
      <w:bookmarkStart w:id="560" w:name="_Toc494885055"/>
      <w:bookmarkStart w:id="561" w:name="_Toc494356802"/>
      <w:r w:rsidRPr="004A50BC">
        <w:rPr>
          <w:rStyle w:val="Hyperlink"/>
        </w:rPr>
        <w:t>System Query Options</w:t>
      </w:r>
      <w:bookmarkEnd w:id="558"/>
      <w:bookmarkEnd w:id="559"/>
      <w:bookmarkEnd w:id="560"/>
      <w:bookmarkEnd w:id="561"/>
      <w:r>
        <w:fldChar w:fldCharType="end"/>
      </w:r>
    </w:p>
    <w:p w14:paraId="51965792" w14:textId="77777777" w:rsidR="00752DAA" w:rsidRDefault="00752DAA" w:rsidP="00752DAA">
      <w:r w:rsidRPr="00DF784E">
        <w:rPr>
          <w:rFonts w:cs="Arial"/>
          <w:color w:val="000000"/>
          <w:szCs w:val="20"/>
          <w:shd w:val="clear" w:color="auto" w:fill="FFFFFF"/>
        </w:rPr>
        <w:t xml:space="preserve">OData defines a number of system query options that </w:t>
      </w:r>
      <w:r>
        <w:rPr>
          <w:rFonts w:cs="Arial"/>
          <w:color w:val="000000"/>
          <w:szCs w:val="20"/>
          <w:shd w:val="clear" w:color="auto" w:fill="FFFFFF"/>
        </w:rPr>
        <w:t>allow</w:t>
      </w:r>
      <w:r w:rsidRPr="00DF784E">
        <w:rPr>
          <w:rFonts w:cs="Arial"/>
          <w:color w:val="000000"/>
          <w:szCs w:val="20"/>
          <w:shd w:val="clear" w:color="auto" w:fill="FFFFFF"/>
        </w:rPr>
        <w:t xml:space="preserve"> refin</w:t>
      </w:r>
      <w:r>
        <w:rPr>
          <w:rFonts w:cs="Arial"/>
          <w:color w:val="000000"/>
          <w:szCs w:val="20"/>
          <w:shd w:val="clear" w:color="auto" w:fill="FFFFFF"/>
        </w:rPr>
        <w:t>ing</w:t>
      </w:r>
      <w:r w:rsidRPr="00DF784E">
        <w:rPr>
          <w:rFonts w:cs="Arial"/>
          <w:color w:val="000000"/>
          <w:szCs w:val="20"/>
          <w:shd w:val="clear" w:color="auto" w:fill="FFFFFF"/>
        </w:rPr>
        <w:t xml:space="preserve"> the request. </w:t>
      </w:r>
      <w:r>
        <w:rPr>
          <w:rFonts w:cs="Arial"/>
          <w:color w:val="000000"/>
          <w:szCs w:val="20"/>
          <w:shd w:val="clear" w:color="auto" w:fill="FFFFFF"/>
        </w:rPr>
        <w:t>System query options are prefixed with the dollar (</w:t>
      </w:r>
      <w:r w:rsidRPr="0085287A">
        <w:rPr>
          <w:rStyle w:val="Datatype"/>
        </w:rPr>
        <w:t>$</w:t>
      </w:r>
      <w:r>
        <w:rPr>
          <w:rFonts w:cs="Arial"/>
          <w:color w:val="000000"/>
          <w:szCs w:val="20"/>
          <w:shd w:val="clear" w:color="auto" w:fill="FFFFFF"/>
        </w:rPr>
        <w:t xml:space="preserve">) character, which is optional in OData 4.01. </w:t>
      </w:r>
      <w:r>
        <w:t xml:space="preserve">4.01 services MUST support case-insensitive system query option names specified with or without the </w:t>
      </w:r>
      <w:r w:rsidRPr="0085287A">
        <w:rPr>
          <w:rStyle w:val="Datatype"/>
        </w:rPr>
        <w:t>$</w:t>
      </w:r>
      <w:r w:rsidRPr="00A559A6">
        <w:rPr>
          <w:rStyle w:val="Datatype"/>
          <w:rFonts w:ascii="Arial" w:hAnsi="Arial" w:cs="Arial"/>
        </w:rPr>
        <w:t xml:space="preserve"> </w:t>
      </w:r>
      <w:r>
        <w:t>prefix.</w:t>
      </w:r>
      <w:r>
        <w:br/>
        <w:t xml:space="preserve">Clients that want to work with 4.0 services MUST use lower case names and specify the </w:t>
      </w:r>
      <w:r w:rsidRPr="0085287A">
        <w:rPr>
          <w:rStyle w:val="Datatype"/>
        </w:rPr>
        <w:t>$</w:t>
      </w:r>
      <w:r>
        <w:t xml:space="preserve"> prefix.</w:t>
      </w:r>
    </w:p>
    <w:p w14:paraId="0FAA6EE8" w14:textId="77777777" w:rsidR="00752DAA" w:rsidRPr="00DF784E" w:rsidRDefault="00752DAA" w:rsidP="00752DAA">
      <w:pPr>
        <w:rPr>
          <w:rFonts w:cs="Arial"/>
          <w:color w:val="000000"/>
          <w:szCs w:val="20"/>
          <w:shd w:val="clear" w:color="auto" w:fill="FFFFFF"/>
        </w:rPr>
      </w:pPr>
      <w:r w:rsidRPr="00DF784E">
        <w:rPr>
          <w:rFonts w:cs="Arial"/>
          <w:color w:val="000000"/>
          <w:szCs w:val="20"/>
          <w:shd w:val="clear" w:color="auto" w:fill="FFFFFF"/>
        </w:rPr>
        <w:t xml:space="preserve">The result of the request MUST be as if the </w:t>
      </w:r>
      <w:r>
        <w:rPr>
          <w:rFonts w:cs="Arial"/>
          <w:color w:val="000000"/>
          <w:szCs w:val="20"/>
          <w:shd w:val="clear" w:color="auto" w:fill="FFFFFF"/>
        </w:rPr>
        <w:t>s</w:t>
      </w:r>
      <w:r w:rsidRPr="00DF784E">
        <w:rPr>
          <w:rFonts w:cs="Arial"/>
          <w:color w:val="000000"/>
          <w:szCs w:val="20"/>
          <w:shd w:val="clear" w:color="auto" w:fill="FFFFFF"/>
        </w:rPr>
        <w:t>ystem query options were evaluated in the following order.</w:t>
      </w:r>
    </w:p>
    <w:p w14:paraId="186D7F38" w14:textId="77777777" w:rsidR="00752DAA" w:rsidRPr="00285165" w:rsidRDefault="002A710D" w:rsidP="006C1EBF">
      <w:pPr>
        <w:pStyle w:val="ListParagraph"/>
        <w:numPr>
          <w:ilvl w:val="0"/>
          <w:numId w:val="30"/>
        </w:numPr>
        <w:rPr>
          <w:color w:val="000000"/>
          <w:szCs w:val="20"/>
          <w:shd w:val="clear" w:color="auto" w:fill="FFFFFF"/>
        </w:rPr>
      </w:pPr>
      <w:hyperlink w:anchor="sec_SystemQueryOptionschemaversion" w:history="1">
        <w:r w:rsidR="00752DAA" w:rsidRPr="00285165">
          <w:rPr>
            <w:rStyle w:val="Hyperlink"/>
            <w:rFonts w:ascii="Courier New" w:hAnsi="Courier New" w:cs="Courier New"/>
            <w:szCs w:val="20"/>
            <w:shd w:val="clear" w:color="auto" w:fill="FFFFFF"/>
          </w:rPr>
          <w:t>$schemaversion</w:t>
        </w:r>
      </w:hyperlink>
      <w:r w:rsidR="00752DAA" w:rsidRPr="00285165">
        <w:rPr>
          <w:color w:val="000000"/>
          <w:szCs w:val="20"/>
          <w:shd w:val="clear" w:color="auto" w:fill="FFFFFF"/>
        </w:rPr>
        <w:t xml:space="preserve"> MUST be evaluated first, because it may influence any further processing.</w:t>
      </w:r>
    </w:p>
    <w:p w14:paraId="3BB63F04" w14:textId="77777777" w:rsidR="00752DAA" w:rsidRPr="00957C6C" w:rsidRDefault="00752DAA" w:rsidP="00752DAA">
      <w:pPr>
        <w:rPr>
          <w:color w:val="000000"/>
          <w:szCs w:val="20"/>
          <w:shd w:val="clear" w:color="auto" w:fill="FFFFFF"/>
        </w:rPr>
      </w:pPr>
      <w:r w:rsidRPr="00957C6C">
        <w:rPr>
          <w:color w:val="000000"/>
          <w:szCs w:val="20"/>
          <w:shd w:val="clear" w:color="auto" w:fill="FFFFFF"/>
        </w:rPr>
        <w:t xml:space="preserve">Prior to applying any </w:t>
      </w:r>
      <w:hyperlink w:anchor="sec_ServerDrivenPaging" w:history="1">
        <w:r w:rsidRPr="00957C6C">
          <w:rPr>
            <w:rStyle w:val="Hyperlink"/>
            <w:szCs w:val="20"/>
            <w:shd w:val="clear" w:color="auto" w:fill="FFFFFF"/>
          </w:rPr>
          <w:t>server-driven paging</w:t>
        </w:r>
      </w:hyperlink>
      <w:r w:rsidRPr="00957C6C">
        <w:rPr>
          <w:color w:val="000000"/>
          <w:szCs w:val="20"/>
          <w:shd w:val="clear" w:color="auto" w:fill="FFFFFF"/>
        </w:rPr>
        <w:t>:</w:t>
      </w:r>
    </w:p>
    <w:p w14:paraId="599C54B8" w14:textId="77777777" w:rsidR="00752DAA" w:rsidRPr="00A559A6" w:rsidRDefault="00752DAA" w:rsidP="006C1EBF">
      <w:pPr>
        <w:numPr>
          <w:ilvl w:val="0"/>
          <w:numId w:val="12"/>
        </w:numPr>
        <w:rPr>
          <w:rFonts w:ascii="Courier New" w:hAnsi="Courier New"/>
          <w:szCs w:val="20"/>
        </w:rPr>
      </w:pPr>
      <w:r w:rsidRPr="00A559A6">
        <w:rPr>
          <w:rStyle w:val="Datatype"/>
        </w:rPr>
        <w:t>$appl</w:t>
      </w:r>
      <w:r w:rsidRPr="00F74D82">
        <w:rPr>
          <w:rFonts w:ascii="Courier New" w:hAnsi="Courier New" w:cs="Courier New"/>
        </w:rPr>
        <w:t>y</w:t>
      </w:r>
      <w:r>
        <w:t xml:space="preserve"> – defined in </w:t>
      </w:r>
      <w:hyperlink w:anchor="ODataAggregationRef" w:history="1">
        <w:r w:rsidRPr="003F70E1">
          <w:rPr>
            <w:rStyle w:val="Hyperlink"/>
            <w:b/>
          </w:rPr>
          <w:t>[OData-Aggregation]</w:t>
        </w:r>
      </w:hyperlink>
    </w:p>
    <w:p w14:paraId="5D6AEFA2" w14:textId="77777777" w:rsidR="00752DAA" w:rsidRPr="00D37C5F" w:rsidRDefault="002A710D" w:rsidP="006C1EBF">
      <w:pPr>
        <w:numPr>
          <w:ilvl w:val="0"/>
          <w:numId w:val="12"/>
        </w:numPr>
        <w:rPr>
          <w:rStyle w:val="Hyperlink"/>
          <w:rFonts w:ascii="Courier New" w:hAnsi="Courier New"/>
          <w:color w:val="auto"/>
          <w:szCs w:val="20"/>
        </w:rPr>
      </w:pPr>
      <w:hyperlink w:anchor="sec_SystemQueryOptioncompute" w:history="1">
        <w:r w:rsidR="00752DAA" w:rsidRPr="00DF784E">
          <w:rPr>
            <w:rStyle w:val="Hyperlink"/>
            <w:rFonts w:ascii="Courier New" w:hAnsi="Courier New"/>
            <w:szCs w:val="20"/>
          </w:rPr>
          <w:t>$</w:t>
        </w:r>
        <w:r w:rsidR="00752DAA">
          <w:rPr>
            <w:rStyle w:val="Hyperlink"/>
            <w:rFonts w:ascii="Courier New" w:hAnsi="Courier New"/>
            <w:szCs w:val="20"/>
          </w:rPr>
          <w:t>compute</w:t>
        </w:r>
      </w:hyperlink>
    </w:p>
    <w:p w14:paraId="6A77FD0E" w14:textId="77777777" w:rsidR="00752DAA" w:rsidRPr="00DF784E" w:rsidRDefault="002A710D" w:rsidP="006C1EBF">
      <w:pPr>
        <w:numPr>
          <w:ilvl w:val="0"/>
          <w:numId w:val="12"/>
        </w:numPr>
        <w:rPr>
          <w:rStyle w:val="Datatype"/>
          <w:szCs w:val="20"/>
        </w:rPr>
      </w:pPr>
      <w:hyperlink w:anchor="sec_SystemQueryOptionsearch" w:history="1">
        <w:r w:rsidR="00752DAA" w:rsidRPr="00DF784E">
          <w:rPr>
            <w:rStyle w:val="Hyperlink"/>
            <w:rFonts w:ascii="Courier New" w:hAnsi="Courier New"/>
            <w:szCs w:val="20"/>
          </w:rPr>
          <w:t>$search</w:t>
        </w:r>
      </w:hyperlink>
    </w:p>
    <w:p w14:paraId="1833EECF" w14:textId="77777777" w:rsidR="00752DAA" w:rsidRPr="00DF784E" w:rsidRDefault="002A710D" w:rsidP="006C1EBF">
      <w:pPr>
        <w:numPr>
          <w:ilvl w:val="0"/>
          <w:numId w:val="12"/>
        </w:numPr>
        <w:rPr>
          <w:rStyle w:val="Hyperlink"/>
          <w:rFonts w:ascii="Courier New" w:hAnsi="Courier New"/>
          <w:color w:val="auto"/>
          <w:szCs w:val="20"/>
        </w:rPr>
      </w:pPr>
      <w:hyperlink w:anchor="sec_SystemQueryOptionfilter" w:history="1">
        <w:r w:rsidR="00752DAA" w:rsidRPr="00DF784E">
          <w:rPr>
            <w:rStyle w:val="Hyperlink"/>
            <w:rFonts w:ascii="Courier New" w:hAnsi="Courier New"/>
            <w:szCs w:val="20"/>
          </w:rPr>
          <w:t>$filter</w:t>
        </w:r>
      </w:hyperlink>
    </w:p>
    <w:p w14:paraId="1B5D442F" w14:textId="77777777" w:rsidR="00752DAA" w:rsidRPr="00DF784E" w:rsidRDefault="002A710D" w:rsidP="006C1EBF">
      <w:pPr>
        <w:numPr>
          <w:ilvl w:val="0"/>
          <w:numId w:val="12"/>
        </w:numPr>
        <w:rPr>
          <w:rStyle w:val="Datatype"/>
          <w:szCs w:val="20"/>
        </w:rPr>
      </w:pPr>
      <w:hyperlink w:anchor="sec_SystemQueryOptioncount" w:history="1">
        <w:r w:rsidR="00752DAA" w:rsidRPr="00DF784E">
          <w:rPr>
            <w:rStyle w:val="Hyperlink"/>
            <w:rFonts w:ascii="Courier New" w:hAnsi="Courier New"/>
            <w:szCs w:val="20"/>
          </w:rPr>
          <w:t>$count</w:t>
        </w:r>
      </w:hyperlink>
    </w:p>
    <w:p w14:paraId="640D6F67" w14:textId="77777777" w:rsidR="00752DAA" w:rsidRPr="00DF784E" w:rsidRDefault="002A710D" w:rsidP="006C1EBF">
      <w:pPr>
        <w:numPr>
          <w:ilvl w:val="0"/>
          <w:numId w:val="12"/>
        </w:numPr>
        <w:rPr>
          <w:rStyle w:val="Datatype"/>
          <w:szCs w:val="20"/>
        </w:rPr>
      </w:pPr>
      <w:hyperlink w:anchor="sec_SystemQueryOptionorderby" w:history="1">
        <w:r w:rsidR="00752DAA" w:rsidRPr="00DF784E">
          <w:rPr>
            <w:rStyle w:val="Hyperlink"/>
            <w:rFonts w:ascii="Courier New" w:hAnsi="Courier New"/>
            <w:szCs w:val="20"/>
          </w:rPr>
          <w:t>$orderby</w:t>
        </w:r>
      </w:hyperlink>
    </w:p>
    <w:p w14:paraId="7277A253" w14:textId="77777777" w:rsidR="00752DAA" w:rsidRPr="00DF784E" w:rsidRDefault="002A710D" w:rsidP="006C1EBF">
      <w:pPr>
        <w:numPr>
          <w:ilvl w:val="0"/>
          <w:numId w:val="12"/>
        </w:numPr>
        <w:rPr>
          <w:rStyle w:val="Datatype"/>
          <w:szCs w:val="20"/>
        </w:rPr>
      </w:pPr>
      <w:hyperlink w:anchor="sec_SystemQueryOptionskip" w:history="1">
        <w:r w:rsidR="00752DAA" w:rsidRPr="00DF784E">
          <w:rPr>
            <w:rStyle w:val="Hyperlink"/>
            <w:rFonts w:ascii="Courier New" w:hAnsi="Courier New"/>
            <w:szCs w:val="20"/>
          </w:rPr>
          <w:t>$skip</w:t>
        </w:r>
      </w:hyperlink>
    </w:p>
    <w:p w14:paraId="729B372C" w14:textId="77777777" w:rsidR="00752DAA" w:rsidRPr="00DF784E" w:rsidRDefault="002A710D" w:rsidP="006C1EBF">
      <w:pPr>
        <w:numPr>
          <w:ilvl w:val="0"/>
          <w:numId w:val="12"/>
        </w:numPr>
        <w:rPr>
          <w:rStyle w:val="Datatype"/>
          <w:szCs w:val="20"/>
        </w:rPr>
      </w:pPr>
      <w:hyperlink w:anchor="sec_SystemQueryOptiontop" w:history="1">
        <w:r w:rsidR="00752DAA" w:rsidRPr="00DF784E">
          <w:rPr>
            <w:rStyle w:val="Hyperlink"/>
            <w:rFonts w:ascii="Courier New" w:hAnsi="Courier New"/>
            <w:szCs w:val="20"/>
          </w:rPr>
          <w:t>$top</w:t>
        </w:r>
      </w:hyperlink>
    </w:p>
    <w:p w14:paraId="47A077EA" w14:textId="77777777" w:rsidR="00752DAA" w:rsidRPr="00957C6C" w:rsidRDefault="00752DAA" w:rsidP="00752DAA">
      <w:pPr>
        <w:rPr>
          <w:color w:val="000000"/>
          <w:szCs w:val="20"/>
          <w:shd w:val="clear" w:color="auto" w:fill="FFFFFF"/>
        </w:rPr>
      </w:pPr>
      <w:r w:rsidRPr="00957C6C">
        <w:rPr>
          <w:color w:val="000000"/>
          <w:szCs w:val="20"/>
          <w:shd w:val="clear" w:color="auto" w:fill="FFFFFF"/>
        </w:rPr>
        <w:lastRenderedPageBreak/>
        <w:t xml:space="preserve">After applying any </w:t>
      </w:r>
      <w:hyperlink w:anchor="sec_ServerDrivenPaging" w:history="1">
        <w:r w:rsidRPr="00957C6C">
          <w:rPr>
            <w:rStyle w:val="Hyperlink"/>
            <w:szCs w:val="20"/>
            <w:shd w:val="clear" w:color="auto" w:fill="FFFFFF"/>
          </w:rPr>
          <w:t>server-driven paging</w:t>
        </w:r>
      </w:hyperlink>
      <w:r w:rsidRPr="00957C6C">
        <w:rPr>
          <w:color w:val="000000"/>
          <w:szCs w:val="20"/>
          <w:shd w:val="clear" w:color="auto" w:fill="FFFFFF"/>
        </w:rPr>
        <w:t>:</w:t>
      </w:r>
    </w:p>
    <w:p w14:paraId="72251942" w14:textId="77777777" w:rsidR="00752DAA" w:rsidRPr="00DF784E" w:rsidRDefault="002A710D" w:rsidP="006C1EBF">
      <w:pPr>
        <w:numPr>
          <w:ilvl w:val="0"/>
          <w:numId w:val="12"/>
        </w:numPr>
        <w:rPr>
          <w:rStyle w:val="Hyperlink"/>
          <w:szCs w:val="20"/>
        </w:rPr>
      </w:pPr>
      <w:hyperlink w:anchor="sec_SystemQueryOptionexpand" w:history="1">
        <w:r w:rsidR="00752DAA" w:rsidRPr="00DF784E">
          <w:rPr>
            <w:rStyle w:val="Hyperlink"/>
            <w:rFonts w:ascii="Courier New" w:hAnsi="Courier New"/>
            <w:szCs w:val="20"/>
          </w:rPr>
          <w:t>$expand</w:t>
        </w:r>
      </w:hyperlink>
    </w:p>
    <w:p w14:paraId="1446DD3C" w14:textId="77777777" w:rsidR="00752DAA" w:rsidRPr="00DF784E" w:rsidRDefault="002A710D" w:rsidP="006C1EBF">
      <w:pPr>
        <w:numPr>
          <w:ilvl w:val="0"/>
          <w:numId w:val="12"/>
        </w:numPr>
        <w:rPr>
          <w:rStyle w:val="Datatype"/>
          <w:szCs w:val="20"/>
        </w:rPr>
      </w:pPr>
      <w:hyperlink w:anchor="sec_SystemQueryOptionselect" w:history="1">
        <w:r w:rsidR="00752DAA" w:rsidRPr="00DF784E">
          <w:rPr>
            <w:rStyle w:val="Hyperlink"/>
            <w:rFonts w:ascii="Courier New" w:hAnsi="Courier New"/>
            <w:szCs w:val="20"/>
          </w:rPr>
          <w:t>$select</w:t>
        </w:r>
      </w:hyperlink>
    </w:p>
    <w:p w14:paraId="7DA1FBC5" w14:textId="77777777" w:rsidR="00752DAA" w:rsidRPr="001D2C69" w:rsidRDefault="002A710D" w:rsidP="006C1EBF">
      <w:pPr>
        <w:numPr>
          <w:ilvl w:val="0"/>
          <w:numId w:val="12"/>
        </w:numPr>
        <w:rPr>
          <w:rStyle w:val="Datatype"/>
        </w:rPr>
      </w:pPr>
      <w:hyperlink w:anchor="sec_SystemQueryOptionformat" w:history="1">
        <w:r w:rsidR="00752DAA" w:rsidRPr="00DF784E">
          <w:rPr>
            <w:rStyle w:val="Hyperlink"/>
            <w:rFonts w:ascii="Courier New" w:hAnsi="Courier New"/>
            <w:szCs w:val="20"/>
          </w:rPr>
          <w:t>$format</w:t>
        </w:r>
      </w:hyperlink>
    </w:p>
    <w:bookmarkStart w:id="562" w:name="_Toc477876640"/>
    <w:bookmarkStart w:id="563" w:name="sec_RequestingIndividualEntities"/>
    <w:p w14:paraId="4A449E84" w14:textId="77777777" w:rsidR="00752DAA" w:rsidRDefault="00752DAA" w:rsidP="006C1EBF">
      <w:pPr>
        <w:pStyle w:val="Heading3"/>
        <w:numPr>
          <w:ilvl w:val="2"/>
          <w:numId w:val="2"/>
        </w:numPr>
        <w:tabs>
          <w:tab w:val="left" w:pos="567"/>
        </w:tabs>
      </w:pPr>
      <w:r>
        <w:fldChar w:fldCharType="begin"/>
      </w:r>
      <w:r>
        <w:instrText xml:space="preserve"> HYPERLINK  \l "sec_RequestingIndividualEntities" </w:instrText>
      </w:r>
      <w:r>
        <w:fldChar w:fldCharType="separate"/>
      </w:r>
      <w:bookmarkStart w:id="564" w:name="_Toc494885056"/>
      <w:bookmarkStart w:id="565" w:name="_Toc494356803"/>
      <w:r w:rsidRPr="004A50BC">
        <w:rPr>
          <w:rStyle w:val="Hyperlink"/>
        </w:rPr>
        <w:t>Requesting Individual Entities</w:t>
      </w:r>
      <w:bookmarkEnd w:id="562"/>
      <w:bookmarkEnd w:id="563"/>
      <w:bookmarkEnd w:id="564"/>
      <w:bookmarkEnd w:id="565"/>
      <w:r>
        <w:fldChar w:fldCharType="end"/>
      </w:r>
    </w:p>
    <w:p w14:paraId="458201CC" w14:textId="77777777" w:rsidR="00752DAA" w:rsidRDefault="00752DAA" w:rsidP="00752DAA">
      <w:r>
        <w:t xml:space="preserve">To retrieve an individual entity, the client makes a </w:t>
      </w:r>
      <w:r w:rsidRPr="00950023">
        <w:rPr>
          <w:rStyle w:val="Datatype"/>
        </w:rPr>
        <w:t>GET</w:t>
      </w:r>
      <w:r>
        <w:t xml:space="preserve"> request to the read URL of an entity.</w:t>
      </w:r>
    </w:p>
    <w:p w14:paraId="278BD2C4" w14:textId="77777777" w:rsidR="00752DAA" w:rsidRDefault="00752DAA" w:rsidP="00752DAA">
      <w:r>
        <w:t xml:space="preserve">The read URL can be obtained from a response payload containing that instance, for example as a </w:t>
      </w:r>
      <w:r w:rsidRPr="00DD0ED7">
        <w:rPr>
          <w:rStyle w:val="Datatype"/>
        </w:rPr>
        <w:t>readLink</w:t>
      </w:r>
      <w:r>
        <w:t xml:space="preserve"> or </w:t>
      </w:r>
      <w:r w:rsidRPr="00DD0ED7">
        <w:rPr>
          <w:rStyle w:val="Datatype"/>
        </w:rPr>
        <w:t>editLink</w:t>
      </w:r>
      <w:r>
        <w:t xml:space="preserve"> in an </w:t>
      </w:r>
      <w:hyperlink w:anchor="ODataJSONRef" w:history="1">
        <w:r w:rsidRPr="004A525C">
          <w:rPr>
            <w:rStyle w:val="Hyperlink"/>
            <w:b/>
          </w:rPr>
          <w:t>[OData-JSON]</w:t>
        </w:r>
      </w:hyperlink>
      <w:r>
        <w:rPr>
          <w:rStyle w:val="Hyperlink1"/>
        </w:rPr>
        <w:t xml:space="preserve"> </w:t>
      </w:r>
      <w:r w:rsidRPr="00107F57">
        <w:rPr>
          <w:rStyle w:val="Hyperlink1"/>
        </w:rPr>
        <w:t>payload</w:t>
      </w:r>
      <w:r>
        <w:t xml:space="preserve">. In addition, services MAY support conventions for constructing a read URL using the entity's key value(s), as described in </w:t>
      </w:r>
      <w:hyperlink w:anchor="ODataURLRef" w:history="1">
        <w:r w:rsidRPr="005E626C">
          <w:rPr>
            <w:rStyle w:val="Hyperlink"/>
            <w:b/>
          </w:rPr>
          <w:t>[OData</w:t>
        </w:r>
        <w:r>
          <w:rPr>
            <w:rStyle w:val="Hyperlink"/>
            <w:b/>
          </w:rPr>
          <w:noBreakHyphen/>
        </w:r>
        <w:r w:rsidRPr="005E626C">
          <w:rPr>
            <w:rStyle w:val="Hyperlink"/>
            <w:b/>
          </w:rPr>
          <w:t>URL]</w:t>
        </w:r>
      </w:hyperlink>
      <w:r>
        <w:t>.</w:t>
      </w:r>
    </w:p>
    <w:p w14:paraId="3A217302" w14:textId="77777777" w:rsidR="00752DAA" w:rsidRDefault="00752DAA" w:rsidP="00752DAA">
      <w:r>
        <w:t xml:space="preserve">The set of structural or navigation properties to return may be specified through </w:t>
      </w:r>
      <w:hyperlink w:anchor="sec_SystemQueryOptionselect" w:history="1">
        <w:r w:rsidRPr="00DF784E">
          <w:rPr>
            <w:rStyle w:val="Hyperlink"/>
            <w:rFonts w:ascii="Courier New" w:hAnsi="Courier New"/>
            <w:szCs w:val="20"/>
          </w:rPr>
          <w:t>$select</w:t>
        </w:r>
      </w:hyperlink>
      <w:r>
        <w:t xml:space="preserve"> or </w:t>
      </w:r>
      <w:hyperlink w:anchor="sec_SystemQueryOptionexpand" w:history="1">
        <w:r w:rsidRPr="00DF784E">
          <w:rPr>
            <w:rStyle w:val="Hyperlink"/>
            <w:rFonts w:ascii="Courier New" w:hAnsi="Courier New"/>
            <w:szCs w:val="20"/>
          </w:rPr>
          <w:t>$expand</w:t>
        </w:r>
      </w:hyperlink>
      <w:r>
        <w:rPr>
          <w:rStyle w:val="Hyperlink"/>
          <w:rFonts w:ascii="Courier New" w:hAnsi="Courier New"/>
          <w:szCs w:val="20"/>
        </w:rPr>
        <w:t xml:space="preserve"> </w:t>
      </w:r>
      <w:r>
        <w:t>system query options.</w:t>
      </w:r>
    </w:p>
    <w:p w14:paraId="3045EA58" w14:textId="77777777" w:rsidR="00752DAA" w:rsidRDefault="00752DAA" w:rsidP="00752DAA">
      <w:r>
        <w:t>C</w:t>
      </w:r>
      <w:r w:rsidRPr="00423CDE">
        <w:t xml:space="preserve">lients </w:t>
      </w:r>
      <w:r>
        <w:t>MUST</w:t>
      </w:r>
      <w:r w:rsidRPr="00423CDE">
        <w:t xml:space="preserve"> be prepared to receive additional properties in an entity</w:t>
      </w:r>
      <w:r>
        <w:t xml:space="preserve"> or c</w:t>
      </w:r>
      <w:r w:rsidRPr="00423CDE">
        <w:t>omplex type</w:t>
      </w:r>
      <w:r>
        <w:t xml:space="preserve"> instance</w:t>
      </w:r>
      <w:r w:rsidRPr="00423CDE">
        <w:t xml:space="preserve"> that are not advertised in metadata, even for types not marked as open.</w:t>
      </w:r>
    </w:p>
    <w:p w14:paraId="053C0AEA" w14:textId="77777777" w:rsidR="00752DAA" w:rsidRDefault="00752DAA" w:rsidP="00752DAA">
      <w:r>
        <w:t xml:space="preserve">Properties that are not available, for example due to permissions, are not returned. In this case, the </w:t>
      </w:r>
      <w:r w:rsidRPr="00567EA4">
        <w:rPr>
          <w:rStyle w:val="Datatype"/>
        </w:rPr>
        <w:t>Core.Permissions</w:t>
      </w:r>
      <w:r>
        <w:t xml:space="preserve"> annotation, defined in </w:t>
      </w:r>
      <w:hyperlink w:anchor="VocCore" w:history="1">
        <w:r w:rsidRPr="00CF5569">
          <w:rPr>
            <w:rStyle w:val="Hyperlink"/>
            <w:b/>
          </w:rPr>
          <w:t>[OData-VocCore]</w:t>
        </w:r>
      </w:hyperlink>
      <w:r>
        <w:t xml:space="preserve"> MUST be returned for the property with a value of </w:t>
      </w:r>
      <w:r>
        <w:rPr>
          <w:rStyle w:val="Datatype"/>
        </w:rPr>
        <w:t>Core.Permission'N</w:t>
      </w:r>
      <w:r w:rsidRPr="00E35BFE">
        <w:rPr>
          <w:rStyle w:val="Datatype"/>
        </w:rPr>
        <w:t>one</w:t>
      </w:r>
      <w:r>
        <w:rPr>
          <w:rStyle w:val="Datatype"/>
        </w:rPr>
        <w:t>'</w:t>
      </w:r>
      <w:r w:rsidRPr="00401A0B">
        <w:rPr>
          <w:rStyle w:val="Datatype"/>
          <w:rFonts w:ascii="Arial" w:hAnsi="Arial" w:cs="Arial"/>
        </w:rPr>
        <w:t>.</w:t>
      </w:r>
    </w:p>
    <w:p w14:paraId="6B7B576C" w14:textId="77777777" w:rsidR="00752DAA" w:rsidRDefault="00752DAA" w:rsidP="00752DAA">
      <w:r>
        <w:t xml:space="preserve">If no entity exists with the key values specified in the request URL, the service responds with </w:t>
      </w:r>
      <w:hyperlink w:anchor="sec_ResponseCode404NotFound" w:history="1">
        <w:r w:rsidRPr="00D36028">
          <w:rPr>
            <w:rStyle w:val="Hyperlink"/>
            <w:rFonts w:ascii="Courier New" w:hAnsi="Courier New"/>
          </w:rPr>
          <w:t>404 Not Found</w:t>
        </w:r>
      </w:hyperlink>
      <w:r w:rsidRPr="006D29CC">
        <w:t>.</w:t>
      </w:r>
    </w:p>
    <w:bookmarkStart w:id="566" w:name="_Requesting_Individual_Properties"/>
    <w:bookmarkStart w:id="567" w:name="_Requesting_the_Media"/>
    <w:bookmarkStart w:id="568" w:name="_Toc477876641"/>
    <w:bookmarkStart w:id="569" w:name="sec_RequestingtheMediaStreamofaMediaEnti"/>
    <w:bookmarkStart w:id="570" w:name="_Toc370126074"/>
    <w:bookmarkStart w:id="571" w:name="_Toc370374871"/>
    <w:bookmarkEnd w:id="566"/>
    <w:bookmarkEnd w:id="567"/>
    <w:p w14:paraId="75D5AEB6" w14:textId="77777777" w:rsidR="00752DAA" w:rsidRDefault="00752DAA" w:rsidP="006C1EBF">
      <w:pPr>
        <w:pStyle w:val="Heading3"/>
        <w:numPr>
          <w:ilvl w:val="2"/>
          <w:numId w:val="2"/>
        </w:numPr>
        <w:tabs>
          <w:tab w:val="left" w:pos="567"/>
        </w:tabs>
      </w:pPr>
      <w:r>
        <w:fldChar w:fldCharType="begin"/>
      </w:r>
      <w:r>
        <w:instrText xml:space="preserve"> HYPERLINK  \l "sec_RequestingtheMediaStreamofaMediaEnti" </w:instrText>
      </w:r>
      <w:r>
        <w:fldChar w:fldCharType="separate"/>
      </w:r>
      <w:bookmarkStart w:id="572" w:name="_Toc494885057"/>
      <w:bookmarkStart w:id="573" w:name="_Toc494356804"/>
      <w:r w:rsidRPr="004A50BC">
        <w:rPr>
          <w:rStyle w:val="Hyperlink"/>
        </w:rPr>
        <w:t xml:space="preserve">Requesting the Media Stream of a Media Entity using </w:t>
      </w:r>
      <w:r w:rsidRPr="004A50BC">
        <w:rPr>
          <w:rStyle w:val="Hyperlink"/>
          <w:rFonts w:ascii="Courier New" w:hAnsi="Courier New" w:cs="Courier New"/>
        </w:rPr>
        <w:t>$value</w:t>
      </w:r>
      <w:bookmarkEnd w:id="568"/>
      <w:bookmarkEnd w:id="569"/>
      <w:bookmarkEnd w:id="572"/>
      <w:bookmarkEnd w:id="573"/>
      <w:r>
        <w:fldChar w:fldCharType="end"/>
      </w:r>
    </w:p>
    <w:p w14:paraId="219C6C49" w14:textId="77777777" w:rsidR="00752DAA" w:rsidRDefault="00752DAA" w:rsidP="00752DAA">
      <w:r>
        <w:t xml:space="preserve">A </w:t>
      </w:r>
      <w:r>
        <w:rPr>
          <w:i/>
        </w:rPr>
        <w:t>media entity</w:t>
      </w:r>
      <w:r>
        <w:t xml:space="preserve"> is an entity that represents an out-of-band stream, such as a photograph.</w:t>
      </w:r>
    </w:p>
    <w:p w14:paraId="08F30337" w14:textId="77777777" w:rsidR="00752DAA" w:rsidRDefault="00752DAA" w:rsidP="00752DAA">
      <w:r>
        <w:t xml:space="preserve">To address the media stream represented by a media entity, clients append </w:t>
      </w:r>
      <w:r w:rsidRPr="00D97F76">
        <w:rPr>
          <w:rStyle w:val="Datatype"/>
        </w:rPr>
        <w:t>/</w:t>
      </w:r>
      <w:r w:rsidRPr="009A7AC7">
        <w:rPr>
          <w:rStyle w:val="Datatype"/>
        </w:rPr>
        <w:t>$value</w:t>
      </w:r>
      <w:r>
        <w:t xml:space="preserve"> to the resource path of the media entity URL. Services may redirect from this canonical URL to the source URL of the media stream.</w:t>
      </w:r>
    </w:p>
    <w:p w14:paraId="6DCF0E86" w14:textId="77777777" w:rsidR="00752DAA" w:rsidRDefault="00752DAA" w:rsidP="00752DAA">
      <w:r>
        <w:t xml:space="preserve">Appending </w:t>
      </w:r>
      <w:r w:rsidRPr="00D97F76">
        <w:rPr>
          <w:rStyle w:val="Datatype"/>
        </w:rPr>
        <w:t>/</w:t>
      </w:r>
      <w:r w:rsidRPr="009A7AC7">
        <w:rPr>
          <w:rStyle w:val="Datatype"/>
        </w:rPr>
        <w:t>$value</w:t>
      </w:r>
      <w:r w:rsidRPr="00556734">
        <w:t xml:space="preserve"> </w:t>
      </w:r>
      <w:r>
        <w:t xml:space="preserve">to an entity that is not a media entity returns </w:t>
      </w:r>
      <w:r w:rsidRPr="00901E8D">
        <w:rPr>
          <w:rFonts w:ascii="Courier New" w:hAnsi="Courier New"/>
        </w:rPr>
        <w:t>400 Bad Request</w:t>
      </w:r>
      <w:r>
        <w:rPr>
          <w:rStyle w:val="Hyperlink"/>
          <w:rFonts w:ascii="Courier New" w:hAnsi="Courier New"/>
        </w:rPr>
        <w:t>.</w:t>
      </w:r>
    </w:p>
    <w:p w14:paraId="3B6D17B3" w14:textId="77777777" w:rsidR="00752DAA" w:rsidRPr="00556734" w:rsidRDefault="00752DAA" w:rsidP="00752DAA">
      <w:pPr>
        <w:rPr>
          <w:rFonts w:ascii="Courier New" w:hAnsi="Courier New"/>
          <w:color w:val="0000EE"/>
        </w:rPr>
      </w:pPr>
      <w:r>
        <w:t xml:space="preserve">Attempting to retrieve the media stream from a single-valued navigation property referencing a media entity whose value is null returns </w:t>
      </w:r>
      <w:hyperlink w:anchor="sec_ResponseCode404NotFound" w:history="1">
        <w:r w:rsidRPr="00D36028">
          <w:rPr>
            <w:rStyle w:val="Hyperlink"/>
            <w:rFonts w:ascii="Courier New" w:hAnsi="Courier New"/>
          </w:rPr>
          <w:t>404 Not Found</w:t>
        </w:r>
      </w:hyperlink>
      <w:r w:rsidRPr="00140A2F">
        <w:rPr>
          <w:rStyle w:val="Hyperlink"/>
          <w:rFonts w:cs="Arial"/>
          <w:color w:val="auto"/>
        </w:rPr>
        <w:t>.</w:t>
      </w:r>
    </w:p>
    <w:bookmarkStart w:id="574" w:name="_Toc477876642"/>
    <w:bookmarkStart w:id="575" w:name="sec_RequestingIndividualProperties"/>
    <w:bookmarkEnd w:id="570"/>
    <w:bookmarkEnd w:id="571"/>
    <w:p w14:paraId="633312F4" w14:textId="77777777" w:rsidR="00752DAA" w:rsidRDefault="00752DAA" w:rsidP="006C1EBF">
      <w:pPr>
        <w:pStyle w:val="Heading3"/>
        <w:numPr>
          <w:ilvl w:val="2"/>
          <w:numId w:val="2"/>
        </w:numPr>
        <w:tabs>
          <w:tab w:val="left" w:pos="567"/>
        </w:tabs>
      </w:pPr>
      <w:r>
        <w:fldChar w:fldCharType="begin"/>
      </w:r>
      <w:r>
        <w:instrText xml:space="preserve"> HYPERLINK  \l "sec_RequestingIndividualProperties" </w:instrText>
      </w:r>
      <w:r>
        <w:fldChar w:fldCharType="separate"/>
      </w:r>
      <w:bookmarkStart w:id="576" w:name="_Toc494885058"/>
      <w:bookmarkStart w:id="577" w:name="_Toc494356805"/>
      <w:r w:rsidRPr="004A50BC">
        <w:rPr>
          <w:rStyle w:val="Hyperlink"/>
        </w:rPr>
        <w:t>Requesting Individual Properties</w:t>
      </w:r>
      <w:bookmarkEnd w:id="574"/>
      <w:bookmarkEnd w:id="575"/>
      <w:bookmarkEnd w:id="576"/>
      <w:bookmarkEnd w:id="577"/>
      <w:r>
        <w:fldChar w:fldCharType="end"/>
      </w:r>
    </w:p>
    <w:p w14:paraId="396B0E2E" w14:textId="77777777" w:rsidR="00752DAA" w:rsidRDefault="00752DAA" w:rsidP="00752DAA">
      <w:r>
        <w:t xml:space="preserve">To retrieve an individual property, the client issues a </w:t>
      </w:r>
      <w:r w:rsidRPr="00EB5E52">
        <w:rPr>
          <w:rStyle w:val="Datatype"/>
        </w:rPr>
        <w:t>GET</w:t>
      </w:r>
      <w:r>
        <w:t xml:space="preserve"> request to the property URL. The property URL is the entity read URL with </w:t>
      </w:r>
      <w:r w:rsidRPr="00CA457B">
        <w:rPr>
          <w:rFonts w:ascii="Calibri" w:hAnsi="Calibri"/>
        </w:rPr>
        <w:t>"/"</w:t>
      </w:r>
      <w:r>
        <w:t xml:space="preserve"> and the property name appended.</w:t>
      </w:r>
    </w:p>
    <w:p w14:paraId="5B0BD7FF" w14:textId="77777777" w:rsidR="00752DAA" w:rsidRDefault="00752DAA" w:rsidP="00752DAA">
      <w:r>
        <w:t>For complex typed properties, the path can be further extended with the name of an individual property of the complex type.</w:t>
      </w:r>
    </w:p>
    <w:p w14:paraId="706A30F1" w14:textId="77777777" w:rsidR="00752DAA" w:rsidRDefault="00752DAA" w:rsidP="00752DAA">
      <w:r>
        <w:t xml:space="preserve">See </w:t>
      </w:r>
      <w:hyperlink w:anchor="ODataURLRef" w:history="1">
        <w:r w:rsidRPr="005E626C">
          <w:rPr>
            <w:rStyle w:val="Hyperlink"/>
            <w:b/>
          </w:rPr>
          <w:t>[OData</w:t>
        </w:r>
        <w:r>
          <w:rPr>
            <w:rStyle w:val="Hyperlink"/>
            <w:b/>
          </w:rPr>
          <w:noBreakHyphen/>
        </w:r>
        <w:r w:rsidRPr="005E626C">
          <w:rPr>
            <w:rStyle w:val="Hyperlink"/>
            <w:b/>
          </w:rPr>
          <w:t>URL]</w:t>
        </w:r>
      </w:hyperlink>
      <w:r>
        <w:t xml:space="preserve"> for details.</w:t>
      </w:r>
    </w:p>
    <w:p w14:paraId="34E48F8D" w14:textId="77777777" w:rsidR="00752DAA" w:rsidRDefault="00752DAA" w:rsidP="00752DAA">
      <w:r>
        <w:t xml:space="preserve">If the property is single-valued and has the </w:t>
      </w:r>
      <w:r w:rsidRPr="00FB20EA">
        <w:rPr>
          <w:rStyle w:val="Datatype"/>
        </w:rPr>
        <w:t>null</w:t>
      </w:r>
      <w:r>
        <w:t xml:space="preserve"> value, the service responds with</w:t>
      </w:r>
      <w:r w:rsidRPr="00B11C50" w:rsidDel="00D40382">
        <w:t xml:space="preserve"> </w:t>
      </w:r>
      <w:hyperlink w:anchor="sec_ResponseCode204NoContent" w:history="1">
        <w:r w:rsidRPr="00D40382">
          <w:rPr>
            <w:rStyle w:val="Hyperlink"/>
            <w:rFonts w:ascii="Courier New" w:hAnsi="Courier New"/>
          </w:rPr>
          <w:t>204 No Content</w:t>
        </w:r>
      </w:hyperlink>
      <w:r>
        <w:t>.</w:t>
      </w:r>
    </w:p>
    <w:p w14:paraId="3F63F3C2" w14:textId="77777777" w:rsidR="00752DAA" w:rsidRDefault="00752DAA" w:rsidP="00752DAA">
      <w:r>
        <w:t xml:space="preserve">If the property is not available, for example due to permissions, the service responds with </w:t>
      </w:r>
      <w:hyperlink w:anchor="sec_ResponseCode404NotFound" w:history="1">
        <w:r w:rsidRPr="00D36028">
          <w:rPr>
            <w:rStyle w:val="Hyperlink"/>
            <w:rFonts w:ascii="Courier New" w:hAnsi="Courier New"/>
          </w:rPr>
          <w:t>404 Not Found</w:t>
        </w:r>
      </w:hyperlink>
      <w:r w:rsidRPr="006D29CC">
        <w:t>.</w:t>
      </w:r>
    </w:p>
    <w:p w14:paraId="788B23A7"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30</w:t>
      </w:r>
      <w:r w:rsidR="002A710D">
        <w:rPr>
          <w:noProof/>
        </w:rPr>
        <w:fldChar w:fldCharType="end"/>
      </w:r>
      <w:r w:rsidRPr="003F1FAD">
        <w:t>:</w:t>
      </w:r>
    </w:p>
    <w:p w14:paraId="0CE3B721" w14:textId="77777777" w:rsidR="00752DAA" w:rsidRPr="00D30D23" w:rsidRDefault="00752DAA" w:rsidP="00752DAA">
      <w:pPr>
        <w:pStyle w:val="Code"/>
      </w:pPr>
      <w:r>
        <w:t xml:space="preserve">GET </w:t>
      </w:r>
      <w:r w:rsidRPr="00D30D23">
        <w:t xml:space="preserve">http://host/service/Products(1)/Name </w:t>
      </w:r>
    </w:p>
    <w:bookmarkStart w:id="578" w:name="_Requesting_a_Property's"/>
    <w:bookmarkStart w:id="579" w:name="_Toc477876643"/>
    <w:bookmarkStart w:id="580" w:name="sec_RequestingaPropertysRawValueusingval"/>
    <w:bookmarkEnd w:id="578"/>
    <w:p w14:paraId="16F53167" w14:textId="77777777" w:rsidR="00752DAA" w:rsidRDefault="00752DAA" w:rsidP="006C1EBF">
      <w:pPr>
        <w:pStyle w:val="Heading4"/>
        <w:numPr>
          <w:ilvl w:val="3"/>
          <w:numId w:val="2"/>
        </w:numPr>
        <w:tabs>
          <w:tab w:val="left" w:pos="567"/>
        </w:tabs>
      </w:pPr>
      <w:r>
        <w:lastRenderedPageBreak/>
        <w:fldChar w:fldCharType="begin"/>
      </w:r>
      <w:r>
        <w:instrText xml:space="preserve"> HYPERLINK  \l "sec_RequestingaPropertysRawValueusingval" </w:instrText>
      </w:r>
      <w:r>
        <w:fldChar w:fldCharType="separate"/>
      </w:r>
      <w:bookmarkStart w:id="581" w:name="_Toc494885059"/>
      <w:bookmarkStart w:id="582" w:name="_Toc494356806"/>
      <w:r w:rsidRPr="004A50BC">
        <w:rPr>
          <w:rStyle w:val="Hyperlink"/>
        </w:rPr>
        <w:t xml:space="preserve">Requesting a Property's Raw Value using </w:t>
      </w:r>
      <w:r w:rsidRPr="004A50BC">
        <w:rPr>
          <w:rStyle w:val="Hyperlink"/>
          <w:rFonts w:ascii="Courier New" w:hAnsi="Courier New"/>
        </w:rPr>
        <w:t>$value</w:t>
      </w:r>
      <w:bookmarkEnd w:id="579"/>
      <w:bookmarkEnd w:id="580"/>
      <w:bookmarkEnd w:id="581"/>
      <w:bookmarkEnd w:id="582"/>
      <w:r>
        <w:fldChar w:fldCharType="end"/>
      </w:r>
    </w:p>
    <w:p w14:paraId="5774E9AC" w14:textId="77777777" w:rsidR="00752DAA" w:rsidRDefault="00752DAA" w:rsidP="00752DAA">
      <w:pPr>
        <w:keepNext/>
      </w:pPr>
      <w:r>
        <w:t xml:space="preserve">To retrieve the raw value of a primitive type property, the client sends a </w:t>
      </w:r>
      <w:r w:rsidRPr="00950023">
        <w:rPr>
          <w:rStyle w:val="Datatype"/>
        </w:rPr>
        <w:t>GET</w:t>
      </w:r>
      <w:r>
        <w:t xml:space="preserve"> request to the property value URL. See the </w:t>
      </w:r>
      <w:hyperlink w:anchor="ODataURLRef" w:history="1">
        <w:r w:rsidRPr="005E626C">
          <w:rPr>
            <w:rStyle w:val="Hyperlink"/>
            <w:b/>
          </w:rPr>
          <w:t>[OData</w:t>
        </w:r>
        <w:r>
          <w:rPr>
            <w:rStyle w:val="Hyperlink"/>
            <w:b/>
          </w:rPr>
          <w:noBreakHyphen/>
        </w:r>
        <w:r w:rsidRPr="005E626C">
          <w:rPr>
            <w:rStyle w:val="Hyperlink"/>
            <w:b/>
          </w:rPr>
          <w:t>URL]</w:t>
        </w:r>
      </w:hyperlink>
      <w:r>
        <w:t xml:space="preserve"> document for details.</w:t>
      </w:r>
    </w:p>
    <w:p w14:paraId="3B356099" w14:textId="77777777" w:rsidR="00752DAA" w:rsidRDefault="00752DAA" w:rsidP="00752DAA">
      <w:pPr>
        <w:keepNext/>
      </w:pPr>
      <w:r>
        <w:t xml:space="preserve">The </w:t>
      </w:r>
      <w:r w:rsidRPr="00BE3DD9">
        <w:rPr>
          <w:rStyle w:val="Datatype"/>
        </w:rPr>
        <w:t>Content-Type</w:t>
      </w:r>
      <w:r>
        <w:t xml:space="preserve"> of the response is determined using the </w:t>
      </w:r>
      <w:r w:rsidRPr="00BE3DD9">
        <w:rPr>
          <w:rStyle w:val="Datatype"/>
        </w:rPr>
        <w:t>Accept</w:t>
      </w:r>
      <w:r>
        <w:t xml:space="preserve"> header and the </w:t>
      </w:r>
      <w:hyperlink w:anchor="sec_SystemQueryOptionformat" w:history="1">
        <w:r w:rsidRPr="00DC1F7F">
          <w:rPr>
            <w:rStyle w:val="Hyperlink"/>
            <w:rFonts w:ascii="Courier New" w:hAnsi="Courier New"/>
          </w:rPr>
          <w:t>$format</w:t>
        </w:r>
      </w:hyperlink>
      <w:r w:rsidRPr="00BE3DD9">
        <w:t xml:space="preserve"> </w:t>
      </w:r>
      <w:r>
        <w:t xml:space="preserve">system query option. </w:t>
      </w:r>
    </w:p>
    <w:p w14:paraId="09C7A3C1" w14:textId="77777777" w:rsidR="00752DAA" w:rsidRDefault="00752DAA" w:rsidP="00752DAA">
      <w:pPr>
        <w:keepNext/>
      </w:pPr>
      <w:r>
        <w:t xml:space="preserve">The default format for single primitive values except </w:t>
      </w:r>
      <w:r w:rsidRPr="00950023">
        <w:rPr>
          <w:rStyle w:val="Datatype"/>
        </w:rPr>
        <w:t>Edm.Binary</w:t>
      </w:r>
      <w:r>
        <w:t xml:space="preserve"> and the </w:t>
      </w:r>
      <w:r w:rsidRPr="00805FA2">
        <w:rPr>
          <w:rStyle w:val="Datatype"/>
        </w:rPr>
        <w:t>Edm.Geo</w:t>
      </w:r>
      <w:r>
        <w:t xml:space="preserve"> types is </w:t>
      </w:r>
      <w:r w:rsidRPr="00C87D2D">
        <w:rPr>
          <w:rStyle w:val="Datatype"/>
        </w:rPr>
        <w:t>text/plain</w:t>
      </w:r>
      <w:r w:rsidRPr="00B23390">
        <w:t>.</w:t>
      </w:r>
      <w:r>
        <w:t xml:space="preserve"> </w:t>
      </w:r>
    </w:p>
    <w:p w14:paraId="4AE1D23E" w14:textId="77777777" w:rsidR="00752DAA" w:rsidRDefault="00752DAA" w:rsidP="00752DAA">
      <w:pPr>
        <w:keepNext/>
      </w:pPr>
      <w:r>
        <w:t xml:space="preserve">The default format for </w:t>
      </w:r>
      <w:r w:rsidRPr="008448AC">
        <w:rPr>
          <w:rStyle w:val="Datatype"/>
        </w:rPr>
        <w:t>Edm.Geo</w:t>
      </w:r>
      <w:r>
        <w:t xml:space="preserve"> types </w:t>
      </w:r>
      <w:r w:rsidRPr="008448AC">
        <w:t xml:space="preserve">is </w:t>
      </w:r>
      <w:r w:rsidRPr="008448AC">
        <w:rPr>
          <w:rStyle w:val="Datatype"/>
        </w:rPr>
        <w:t>text/plain</w:t>
      </w:r>
      <w:r w:rsidRPr="008448AC">
        <w:t xml:space="preserve"> using the WKT (well-known text) format, see</w:t>
      </w:r>
      <w:r>
        <w:t xml:space="preserve"> rules </w:t>
      </w:r>
      <w:r w:rsidRPr="008448AC">
        <w:rPr>
          <w:rStyle w:val="Datatype"/>
        </w:rPr>
        <w:t>fullCollectionLiteral</w:t>
      </w:r>
      <w:r>
        <w:t xml:space="preserve">, </w:t>
      </w:r>
      <w:r w:rsidRPr="008448AC">
        <w:rPr>
          <w:rStyle w:val="Datatype"/>
        </w:rPr>
        <w:t>fullLineStringLiteral</w:t>
      </w:r>
      <w:r>
        <w:t xml:space="preserve">, </w:t>
      </w:r>
      <w:r w:rsidRPr="008448AC">
        <w:rPr>
          <w:rStyle w:val="Datatype"/>
        </w:rPr>
        <w:t>full</w:t>
      </w:r>
      <w:r>
        <w:rPr>
          <w:rStyle w:val="Datatype"/>
        </w:rPr>
        <w:t>MultiPoint</w:t>
      </w:r>
      <w:r w:rsidRPr="008448AC">
        <w:rPr>
          <w:rStyle w:val="Datatype"/>
        </w:rPr>
        <w:t>Literal</w:t>
      </w:r>
      <w:r>
        <w:t xml:space="preserve">, </w:t>
      </w:r>
      <w:r w:rsidRPr="008448AC">
        <w:rPr>
          <w:rStyle w:val="Datatype"/>
        </w:rPr>
        <w:t>full</w:t>
      </w:r>
      <w:r>
        <w:rPr>
          <w:rStyle w:val="Datatype"/>
        </w:rPr>
        <w:t>MultiLineString</w:t>
      </w:r>
      <w:r w:rsidRPr="008448AC">
        <w:rPr>
          <w:rStyle w:val="Datatype"/>
        </w:rPr>
        <w:t>Literal</w:t>
      </w:r>
      <w:r>
        <w:t xml:space="preserve">, </w:t>
      </w:r>
      <w:r w:rsidRPr="008448AC">
        <w:rPr>
          <w:rStyle w:val="Datatype"/>
        </w:rPr>
        <w:t>full</w:t>
      </w:r>
      <w:r>
        <w:rPr>
          <w:rStyle w:val="Datatype"/>
        </w:rPr>
        <w:t>MultiPolygon</w:t>
      </w:r>
      <w:r w:rsidRPr="008448AC">
        <w:rPr>
          <w:rStyle w:val="Datatype"/>
        </w:rPr>
        <w:t>Literal</w:t>
      </w:r>
      <w:r>
        <w:t xml:space="preserve">, </w:t>
      </w:r>
      <w:r w:rsidRPr="008448AC">
        <w:rPr>
          <w:rStyle w:val="Datatype"/>
        </w:rPr>
        <w:t>fullPointLiteral</w:t>
      </w:r>
      <w:r>
        <w:t xml:space="preserve">, and </w:t>
      </w:r>
      <w:r w:rsidRPr="008448AC">
        <w:rPr>
          <w:rStyle w:val="Datatype"/>
        </w:rPr>
        <w:t>fullPolygonLiteral</w:t>
      </w:r>
      <w:r>
        <w:t xml:space="preserve"> in </w:t>
      </w:r>
      <w:hyperlink w:anchor="ABNF" w:history="1">
        <w:r w:rsidRPr="005C52E4">
          <w:rPr>
            <w:rStyle w:val="Hyperlink"/>
            <w:b/>
          </w:rPr>
          <w:t>[OData-ABNF]</w:t>
        </w:r>
      </w:hyperlink>
      <w:r w:rsidRPr="008448AC">
        <w:t>.</w:t>
      </w:r>
    </w:p>
    <w:p w14:paraId="544B7807" w14:textId="77777777" w:rsidR="00752DAA" w:rsidRPr="00C234E8" w:rsidRDefault="00752DAA" w:rsidP="00752DAA">
      <w:pPr>
        <w:rPr>
          <w:rFonts w:cs="Arial"/>
          <w:color w:val="000000"/>
          <w:szCs w:val="20"/>
          <w:shd w:val="clear" w:color="auto" w:fill="FFFFFF"/>
        </w:rPr>
      </w:pPr>
      <w:r w:rsidRPr="00C234E8">
        <w:rPr>
          <w:rFonts w:cs="Arial"/>
          <w:color w:val="000000"/>
          <w:szCs w:val="20"/>
          <w:shd w:val="clear" w:color="auto" w:fill="FFFFFF"/>
        </w:rPr>
        <w:t xml:space="preserve">The default format for </w:t>
      </w:r>
      <w:r w:rsidRPr="00C234E8">
        <w:rPr>
          <w:rStyle w:val="Datatype"/>
        </w:rPr>
        <w:t>Edm.Binary</w:t>
      </w:r>
      <w:r w:rsidRPr="00C234E8">
        <w:rPr>
          <w:rFonts w:cs="Arial"/>
          <w:color w:val="000000"/>
          <w:szCs w:val="20"/>
          <w:shd w:val="clear" w:color="auto" w:fill="FFFFFF"/>
        </w:rPr>
        <w:t xml:space="preserve"> is the format specified by the </w:t>
      </w:r>
      <w:r w:rsidRPr="004A76B7">
        <w:rPr>
          <w:rStyle w:val="Datatype"/>
        </w:rPr>
        <w:t>Core.MediaType</w:t>
      </w:r>
      <w:r w:rsidRPr="00C234E8">
        <w:rPr>
          <w:rFonts w:cs="Arial"/>
          <w:color w:val="000000"/>
          <w:szCs w:val="20"/>
          <w:shd w:val="clear" w:color="auto" w:fill="FFFFFF"/>
        </w:rPr>
        <w:t xml:space="preserve"> annotation of this property </w:t>
      </w:r>
      <w:r>
        <w:rPr>
          <w:rFonts w:cs="Arial"/>
          <w:color w:val="000000"/>
          <w:szCs w:val="20"/>
          <w:shd w:val="clear" w:color="auto" w:fill="FFFFFF"/>
        </w:rPr>
        <w:t>(</w:t>
      </w:r>
      <w:r>
        <w:t xml:space="preserve">see </w:t>
      </w:r>
      <w:hyperlink w:anchor="VocCore" w:history="1">
        <w:r w:rsidRPr="00CF5569">
          <w:rPr>
            <w:rStyle w:val="Hyperlink"/>
            <w:b/>
          </w:rPr>
          <w:t>[OData-VocCore]</w:t>
        </w:r>
      </w:hyperlink>
      <w:r>
        <w:t xml:space="preserve">) </w:t>
      </w:r>
      <w:r w:rsidRPr="00C234E8">
        <w:rPr>
          <w:rFonts w:cs="Arial"/>
          <w:color w:val="000000"/>
          <w:szCs w:val="20"/>
          <w:shd w:val="clear" w:color="auto" w:fill="FFFFFF"/>
        </w:rPr>
        <w:t>if this annotation is present. If not annotated, the format cannot be predicted by the client.</w:t>
      </w:r>
    </w:p>
    <w:p w14:paraId="6E4886C5" w14:textId="77777777" w:rsidR="00752DAA" w:rsidRDefault="00752DAA" w:rsidP="00752DAA">
      <w:r>
        <w:t xml:space="preserve">A </w:t>
      </w:r>
      <w:r w:rsidRPr="000B3B9B">
        <w:rPr>
          <w:rStyle w:val="Datatype"/>
        </w:rPr>
        <w:t>$value</w:t>
      </w:r>
      <w:r>
        <w:t xml:space="preserve"> request for a property that is </w:t>
      </w:r>
      <w:r>
        <w:rPr>
          <w:rStyle w:val="Datatype"/>
        </w:rPr>
        <w:t>null</w:t>
      </w:r>
      <w:r>
        <w:t xml:space="preserve"> results in a </w:t>
      </w:r>
      <w:hyperlink w:anchor="sec_ResponseCode204NoContent" w:history="1">
        <w:r>
          <w:rPr>
            <w:rStyle w:val="Hyperlink"/>
            <w:rFonts w:ascii="Courier New" w:hAnsi="Courier New"/>
          </w:rPr>
          <w:t>2</w:t>
        </w:r>
        <w:r w:rsidRPr="00D36028">
          <w:rPr>
            <w:rStyle w:val="Hyperlink"/>
            <w:rFonts w:ascii="Courier New" w:hAnsi="Courier New"/>
          </w:rPr>
          <w:t xml:space="preserve">04 No </w:t>
        </w:r>
        <w:r>
          <w:rPr>
            <w:rStyle w:val="Hyperlink"/>
            <w:rFonts w:ascii="Courier New" w:hAnsi="Courier New"/>
          </w:rPr>
          <w:t>Content</w:t>
        </w:r>
      </w:hyperlink>
      <w:r>
        <w:t xml:space="preserve"> response.</w:t>
      </w:r>
    </w:p>
    <w:p w14:paraId="6F6738C9" w14:textId="77777777" w:rsidR="00752DAA" w:rsidRDefault="00752DAA" w:rsidP="00752DAA">
      <w:r>
        <w:t xml:space="preserve">If the property is not available, for example due to permissions, the service responds with </w:t>
      </w:r>
      <w:hyperlink w:anchor="sec_ResponseCode404NotFound" w:history="1">
        <w:r w:rsidRPr="00D36028">
          <w:rPr>
            <w:rStyle w:val="Hyperlink"/>
            <w:rFonts w:ascii="Courier New" w:hAnsi="Courier New"/>
          </w:rPr>
          <w:t>404 Not Found</w:t>
        </w:r>
      </w:hyperlink>
      <w:r w:rsidRPr="006D29CC">
        <w:t>.</w:t>
      </w:r>
    </w:p>
    <w:p w14:paraId="65FA75B9" w14:textId="77777777" w:rsidR="00752DAA" w:rsidRDefault="00752DAA" w:rsidP="00752DAA">
      <w:pPr>
        <w:pStyle w:val="Caption"/>
      </w:pPr>
      <w:bookmarkStart w:id="583" w:name="_Ref356920699"/>
      <w:r w:rsidRPr="003F1FAD">
        <w:t xml:space="preserve">Example </w:t>
      </w:r>
      <w:r w:rsidR="002A710D">
        <w:fldChar w:fldCharType="begin"/>
      </w:r>
      <w:r w:rsidR="002A710D">
        <w:instrText xml:space="preserve"> SEQ Example \* ARABIC </w:instrText>
      </w:r>
      <w:r w:rsidR="002A710D">
        <w:fldChar w:fldCharType="separate"/>
      </w:r>
      <w:r>
        <w:rPr>
          <w:noProof/>
        </w:rPr>
        <w:t>31</w:t>
      </w:r>
      <w:r w:rsidR="002A710D">
        <w:rPr>
          <w:noProof/>
        </w:rPr>
        <w:fldChar w:fldCharType="end"/>
      </w:r>
      <w:r>
        <w:t>:</w:t>
      </w:r>
    </w:p>
    <w:p w14:paraId="54831A0A" w14:textId="77777777" w:rsidR="00752DAA" w:rsidRPr="00D30D23" w:rsidRDefault="00752DAA" w:rsidP="00752DAA">
      <w:pPr>
        <w:pStyle w:val="Code"/>
      </w:pPr>
      <w:r>
        <w:t xml:space="preserve">GET </w:t>
      </w:r>
      <w:r w:rsidRPr="00D30D23">
        <w:t xml:space="preserve">http://host/service/Products(1)/Name/$value </w:t>
      </w:r>
    </w:p>
    <w:bookmarkStart w:id="584" w:name="_Specifying_Properties_to"/>
    <w:bookmarkStart w:id="585" w:name="_Toc477876644"/>
    <w:bookmarkStart w:id="586" w:name="sec_SpecifyingPropertiestoReturn"/>
    <w:bookmarkEnd w:id="583"/>
    <w:bookmarkEnd w:id="584"/>
    <w:p w14:paraId="448AD7AF" w14:textId="77777777" w:rsidR="00752DAA" w:rsidRDefault="00752DAA" w:rsidP="006C1EBF">
      <w:pPr>
        <w:pStyle w:val="Heading3"/>
        <w:numPr>
          <w:ilvl w:val="2"/>
          <w:numId w:val="2"/>
        </w:numPr>
        <w:tabs>
          <w:tab w:val="left" w:pos="567"/>
        </w:tabs>
      </w:pPr>
      <w:r>
        <w:fldChar w:fldCharType="begin"/>
      </w:r>
      <w:r>
        <w:instrText xml:space="preserve"> HYPERLINK  \l "sec_SpecifyingPropertiestoReturn" </w:instrText>
      </w:r>
      <w:r>
        <w:fldChar w:fldCharType="separate"/>
      </w:r>
      <w:bookmarkStart w:id="587" w:name="_Toc494885060"/>
      <w:bookmarkStart w:id="588" w:name="_Toc494356807"/>
      <w:r w:rsidRPr="004A50BC">
        <w:rPr>
          <w:rStyle w:val="Hyperlink"/>
        </w:rPr>
        <w:t>Specifying Properties to Return</w:t>
      </w:r>
      <w:bookmarkEnd w:id="585"/>
      <w:bookmarkEnd w:id="586"/>
      <w:bookmarkEnd w:id="587"/>
      <w:bookmarkEnd w:id="588"/>
      <w:r>
        <w:fldChar w:fldCharType="end"/>
      </w:r>
    </w:p>
    <w:p w14:paraId="1D813D8D" w14:textId="77777777" w:rsidR="00752DAA" w:rsidRPr="007313E5" w:rsidRDefault="00752DAA" w:rsidP="00752DAA">
      <w:r>
        <w:t xml:space="preserve">The </w:t>
      </w:r>
      <w:hyperlink w:anchor="sec_SystemQueryOptionselect" w:history="1">
        <w:r w:rsidRPr="00274F4C">
          <w:rPr>
            <w:rStyle w:val="Hyperlink"/>
            <w:rFonts w:ascii="Courier New" w:hAnsi="Courier New"/>
          </w:rPr>
          <w:t>$select</w:t>
        </w:r>
      </w:hyperlink>
      <w:r>
        <w:t xml:space="preserve"> and </w:t>
      </w:r>
      <w:hyperlink w:anchor="sec_SystemQueryOptionexpand" w:history="1">
        <w:r w:rsidRPr="00043DB3">
          <w:rPr>
            <w:rStyle w:val="Hyperlink"/>
            <w:rFonts w:ascii="Courier New" w:hAnsi="Courier New" w:cs="Courier New"/>
          </w:rPr>
          <w:t>$expand</w:t>
        </w:r>
      </w:hyperlink>
      <w:r>
        <w:t xml:space="preserve"> system query options enable the client to specify the set of structural properties and navigation properties to include in a response. The service MAY include additional properties not specified in </w:t>
      </w:r>
      <w:hyperlink w:anchor="sec_SystemQueryOptionselect" w:history="1">
        <w:r w:rsidRPr="00274F4C">
          <w:rPr>
            <w:rStyle w:val="Hyperlink"/>
            <w:rFonts w:ascii="Courier New" w:hAnsi="Courier New"/>
          </w:rPr>
          <w:t>$select</w:t>
        </w:r>
      </w:hyperlink>
      <w:r>
        <w:t xml:space="preserve"> and </w:t>
      </w:r>
      <w:hyperlink w:anchor="sec_SystemQueryOptionexpand" w:history="1">
        <w:r w:rsidRPr="00043DB3">
          <w:rPr>
            <w:rStyle w:val="Hyperlink"/>
            <w:rFonts w:ascii="Courier New" w:hAnsi="Courier New" w:cs="Courier New"/>
          </w:rPr>
          <w:t>$expand</w:t>
        </w:r>
      </w:hyperlink>
      <w:r>
        <w:t>, including properties not defined in</w:t>
      </w:r>
      <w:r w:rsidRPr="00274F4C">
        <w:rPr>
          <w:rFonts w:cs="Arial"/>
        </w:rPr>
        <w:t xml:space="preserve"> </w:t>
      </w:r>
      <w:hyperlink w:anchor="sec_MetadataDocumentRequest" w:history="1">
        <w:r>
          <w:rPr>
            <w:rStyle w:val="Hyperlink"/>
            <w:rFonts w:cs="Arial"/>
          </w:rPr>
          <w:t>the metadata document</w:t>
        </w:r>
      </w:hyperlink>
      <w:r>
        <w:rPr>
          <w:rStyle w:val="Hyperlink"/>
          <w:rFonts w:cs="Arial"/>
        </w:rPr>
        <w:t>.</w:t>
      </w:r>
    </w:p>
    <w:bookmarkStart w:id="589" w:name="_System_Query_Option_3"/>
    <w:bookmarkStart w:id="590" w:name="_Toc477876645"/>
    <w:bookmarkStart w:id="591" w:name="sec_SystemQueryOptionselect"/>
    <w:bookmarkEnd w:id="589"/>
    <w:p w14:paraId="0223100F" w14:textId="77777777" w:rsidR="00752DAA" w:rsidRDefault="00752DAA" w:rsidP="006C1EBF">
      <w:pPr>
        <w:pStyle w:val="Heading4"/>
        <w:numPr>
          <w:ilvl w:val="3"/>
          <w:numId w:val="2"/>
        </w:numPr>
        <w:tabs>
          <w:tab w:val="left" w:pos="567"/>
        </w:tabs>
      </w:pPr>
      <w:r>
        <w:fldChar w:fldCharType="begin"/>
      </w:r>
      <w:r>
        <w:instrText xml:space="preserve"> HYPERLINK  \l "sec_SystemQueryOptionselect" </w:instrText>
      </w:r>
      <w:r>
        <w:fldChar w:fldCharType="separate"/>
      </w:r>
      <w:bookmarkStart w:id="592" w:name="_Toc494885061"/>
      <w:bookmarkStart w:id="593" w:name="_Toc494356808"/>
      <w:r w:rsidRPr="004A50BC">
        <w:rPr>
          <w:rStyle w:val="Hyperlink"/>
        </w:rPr>
        <w:t xml:space="preserve">System Query Option </w:t>
      </w:r>
      <w:r w:rsidRPr="004A50BC">
        <w:rPr>
          <w:rStyle w:val="Hyperlink"/>
          <w:rFonts w:ascii="Courier New" w:hAnsi="Courier New"/>
        </w:rPr>
        <w:t>$select</w:t>
      </w:r>
      <w:bookmarkEnd w:id="590"/>
      <w:bookmarkEnd w:id="591"/>
      <w:bookmarkEnd w:id="592"/>
      <w:bookmarkEnd w:id="593"/>
      <w:r>
        <w:fldChar w:fldCharType="end"/>
      </w:r>
    </w:p>
    <w:p w14:paraId="162BCE04" w14:textId="77777777" w:rsidR="00752DAA" w:rsidRDefault="00752DAA" w:rsidP="00752DAA">
      <w:r>
        <w:t xml:space="preserve">The </w:t>
      </w:r>
      <w:r w:rsidRPr="00320DF5">
        <w:rPr>
          <w:rStyle w:val="Datatype"/>
        </w:rPr>
        <w:t>$select</w:t>
      </w:r>
      <w:r>
        <w:t xml:space="preserve"> system query option requests that the service return only the properties, dynamic properties, </w:t>
      </w:r>
      <w:hyperlink w:anchor="sec_Actions" w:history="1">
        <w:r>
          <w:rPr>
            <w:rStyle w:val="Hyperlink"/>
          </w:rPr>
          <w:t>a</w:t>
        </w:r>
        <w:r w:rsidRPr="006E630A">
          <w:rPr>
            <w:rStyle w:val="Hyperlink"/>
          </w:rPr>
          <w:t>ctions</w:t>
        </w:r>
      </w:hyperlink>
      <w:r>
        <w:t xml:space="preserve"> and </w:t>
      </w:r>
      <w:hyperlink w:anchor="sec_Functions" w:history="1">
        <w:r>
          <w:rPr>
            <w:rStyle w:val="Hyperlink"/>
          </w:rPr>
          <w:t>functions</w:t>
        </w:r>
      </w:hyperlink>
      <w:r>
        <w:rPr>
          <w:rStyle w:val="Hyperlink"/>
        </w:rPr>
        <w:t xml:space="preserve"> </w:t>
      </w:r>
      <w:r>
        <w:t xml:space="preserve">explicitly requested by the client. The service returns the specified content, if available, along with any available </w:t>
      </w:r>
      <w:hyperlink w:anchor="sec_SystemQueryOptionexpand" w:history="1">
        <w:r w:rsidRPr="00D91CEE">
          <w:rPr>
            <w:rStyle w:val="Hyperlink"/>
          </w:rPr>
          <w:t xml:space="preserve">expanded </w:t>
        </w:r>
      </w:hyperlink>
      <w:r>
        <w:t xml:space="preserve">navigation or stream properties, and MAY return additional information. </w:t>
      </w:r>
    </w:p>
    <w:p w14:paraId="298B3CA2" w14:textId="77777777" w:rsidR="00752DAA" w:rsidRDefault="00752DAA" w:rsidP="00752DAA">
      <w:r>
        <w:t xml:space="preserve">The value of the </w:t>
      </w:r>
      <w:r w:rsidRPr="00320DF5">
        <w:rPr>
          <w:rStyle w:val="Datatype"/>
        </w:rPr>
        <w:t>$select</w:t>
      </w:r>
      <w:r>
        <w:t xml:space="preserve"> query option is a comma-separated list of properties, qualified action names, qualified function names, the star operator (</w:t>
      </w:r>
      <w:r w:rsidRPr="00320DF5">
        <w:rPr>
          <w:rStyle w:val="Datatype"/>
        </w:rPr>
        <w:t>*</w:t>
      </w:r>
      <w:r>
        <w:t>), or the star operator prefixed with the namespace or alias of the schema in order to specify all operations defined in the schema. Only aliases defined in the metadata document of the service can be used in URLs.</w:t>
      </w:r>
    </w:p>
    <w:p w14:paraId="5DA1E0C7" w14:textId="77777777" w:rsidR="00752DAA" w:rsidRDefault="00752DAA" w:rsidP="00752DAA">
      <w:pPr>
        <w:pStyle w:val="Caption"/>
      </w:pPr>
      <w:r w:rsidRPr="003F1FAD">
        <w:t xml:space="preserve">Example </w:t>
      </w:r>
      <w:r w:rsidR="002A710D">
        <w:fldChar w:fldCharType="begin"/>
      </w:r>
      <w:r w:rsidR="002A710D">
        <w:instrText xml:space="preserve"> SEQ Exampl</w:instrText>
      </w:r>
      <w:r w:rsidR="002A710D">
        <w:instrText xml:space="preserve">e \* ARABIC </w:instrText>
      </w:r>
      <w:r w:rsidR="002A710D">
        <w:fldChar w:fldCharType="separate"/>
      </w:r>
      <w:r>
        <w:rPr>
          <w:noProof/>
        </w:rPr>
        <w:t>32</w:t>
      </w:r>
      <w:r w:rsidR="002A710D">
        <w:rPr>
          <w:noProof/>
        </w:rPr>
        <w:fldChar w:fldCharType="end"/>
      </w:r>
      <w:r w:rsidRPr="003F1FAD">
        <w:t xml:space="preserve">: </w:t>
      </w:r>
      <w:r>
        <w:t xml:space="preserve">request only the </w:t>
      </w:r>
      <w:r w:rsidRPr="000E23BC">
        <w:rPr>
          <w:rStyle w:val="Datatype"/>
        </w:rPr>
        <w:t>Rating</w:t>
      </w:r>
      <w:r>
        <w:t xml:space="preserve"> and </w:t>
      </w:r>
      <w:r w:rsidRPr="000E23BC">
        <w:rPr>
          <w:rStyle w:val="Datatype"/>
        </w:rPr>
        <w:t>ReleaseDate</w:t>
      </w:r>
      <w:r>
        <w:t xml:space="preserve"> for the matching Products</w:t>
      </w:r>
    </w:p>
    <w:p w14:paraId="2639088A" w14:textId="77777777" w:rsidR="00752DAA" w:rsidRDefault="00752DAA" w:rsidP="00752DAA">
      <w:pPr>
        <w:pStyle w:val="Code"/>
      </w:pPr>
      <w:r>
        <w:t xml:space="preserve">GET </w:t>
      </w:r>
      <w:r w:rsidRPr="00CA457B" w:rsidDel="00D30D23">
        <w:t>http://</w:t>
      </w:r>
      <w:r>
        <w:t>host/service</w:t>
      </w:r>
      <w:r w:rsidRPr="00CA457B">
        <w:t>/Products?$select=Rating,ReleaseDate</w:t>
      </w:r>
    </w:p>
    <w:p w14:paraId="75094C3A" w14:textId="77777777" w:rsidR="00752DAA" w:rsidRDefault="00752DAA" w:rsidP="00752DAA">
      <w:pPr>
        <w:keepNext/>
      </w:pPr>
      <w:r>
        <w:t>It is also possible to request all structural properties, including any dynamic properties, using the star operator.</w:t>
      </w:r>
      <w:r w:rsidRPr="001D6FFD">
        <w:t xml:space="preserve"> </w:t>
      </w:r>
      <w:r>
        <w:t>The star</w:t>
      </w:r>
      <w:r w:rsidDel="00F740B8">
        <w:t xml:space="preserve"> </w:t>
      </w:r>
      <w:r>
        <w:t>operator SHOULD NOT introduce navigation properties, actions or functions not otherwise requested.</w:t>
      </w:r>
    </w:p>
    <w:p w14:paraId="00BE52D2"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33</w:t>
      </w:r>
      <w:r w:rsidR="002A710D">
        <w:rPr>
          <w:noProof/>
        </w:rPr>
        <w:fldChar w:fldCharType="end"/>
      </w:r>
      <w:r w:rsidRPr="003F1FAD">
        <w:t xml:space="preserve">: </w:t>
      </w:r>
    </w:p>
    <w:p w14:paraId="207BFE9C" w14:textId="77777777" w:rsidR="00752DAA" w:rsidRPr="00CA457B" w:rsidRDefault="00752DAA" w:rsidP="00752DAA">
      <w:pPr>
        <w:pStyle w:val="Code"/>
      </w:pPr>
      <w:r>
        <w:t xml:space="preserve">GET </w:t>
      </w:r>
      <w:r w:rsidRPr="00CA457B" w:rsidDel="00D30D23">
        <w:t>http://</w:t>
      </w:r>
      <w:r>
        <w:t>host/service</w:t>
      </w:r>
      <w:r w:rsidRPr="00CA457B">
        <w:t>/Products?$select=*</w:t>
      </w:r>
    </w:p>
    <w:p w14:paraId="4FE3629D" w14:textId="77777777" w:rsidR="00752DAA" w:rsidRDefault="00752DAA" w:rsidP="00752DAA">
      <w:r>
        <w:t xml:space="preserve">Properties of related entities can be specified by including the </w:t>
      </w:r>
      <w:r w:rsidRPr="001A7A1C">
        <w:rPr>
          <w:rStyle w:val="Datatype"/>
        </w:rPr>
        <w:t>$select</w:t>
      </w:r>
      <w:r>
        <w:t xml:space="preserve"> query option within the </w:t>
      </w:r>
      <w:r w:rsidRPr="001A7A1C">
        <w:rPr>
          <w:rStyle w:val="Datatype"/>
        </w:rPr>
        <w:t>$expand</w:t>
      </w:r>
      <w:r>
        <w:t>.</w:t>
      </w:r>
      <w:r w:rsidRPr="00DA02CD">
        <w:t xml:space="preserve"> </w:t>
      </w:r>
    </w:p>
    <w:p w14:paraId="614B125D"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34</w:t>
      </w:r>
      <w:r w:rsidR="002A710D">
        <w:rPr>
          <w:noProof/>
        </w:rPr>
        <w:fldChar w:fldCharType="end"/>
      </w:r>
      <w:r w:rsidRPr="003F1FAD">
        <w:t xml:space="preserve">: </w:t>
      </w:r>
    </w:p>
    <w:p w14:paraId="180C5C8B" w14:textId="77777777" w:rsidR="00752DAA" w:rsidRPr="00320DF5" w:rsidRDefault="00752DAA" w:rsidP="00752DAA">
      <w:pPr>
        <w:pStyle w:val="Code"/>
      </w:pPr>
      <w:r>
        <w:lastRenderedPageBreak/>
        <w:t xml:space="preserve">GET </w:t>
      </w:r>
      <w:r w:rsidRPr="00320DF5" w:rsidDel="00D30D23">
        <w:t>http://</w:t>
      </w:r>
      <w:r>
        <w:t>host/service</w:t>
      </w:r>
      <w:r w:rsidRPr="00320DF5">
        <w:t>/Products?$expand=Category</w:t>
      </w:r>
      <w:r>
        <w:t>($select=Name)</w:t>
      </w:r>
    </w:p>
    <w:p w14:paraId="2D470369" w14:textId="77777777" w:rsidR="00752DAA" w:rsidRDefault="00752DAA" w:rsidP="00752DAA">
      <w:pPr>
        <w:keepNext/>
      </w:pPr>
      <w:r>
        <w:t xml:space="preserve">The properties specified in </w:t>
      </w:r>
      <w:r w:rsidRPr="00F740B8">
        <w:rPr>
          <w:rStyle w:val="Datatype"/>
        </w:rPr>
        <w:t>$select</w:t>
      </w:r>
      <w:r>
        <w:t xml:space="preserve"> are represented in addition to any expanded navigation or stream properties. If a navigation property is specified in </w:t>
      </w:r>
      <w:r w:rsidRPr="00F740B8">
        <w:rPr>
          <w:rStyle w:val="Datatype"/>
        </w:rPr>
        <w:t>$select</w:t>
      </w:r>
      <w:r>
        <w:rPr>
          <w:rStyle w:val="Datatype"/>
        </w:rPr>
        <w:t>,</w:t>
      </w:r>
      <w:r>
        <w:t xml:space="preserve"> then the corresponding navigation link is represented in the response. If the navigation property also appears in an </w:t>
      </w:r>
      <w:hyperlink w:anchor="sec_SystemQueryOptionexpand" w:history="1">
        <w:r>
          <w:rPr>
            <w:rStyle w:val="Hyperlink"/>
            <w:rFonts w:ascii="Courier New" w:hAnsi="Courier New" w:cs="Courier New"/>
          </w:rPr>
          <w:t>$expand</w:t>
        </w:r>
      </w:hyperlink>
      <w:r>
        <w:t xml:space="preserve"> query option, then it is additionally represented as inline content.</w:t>
      </w:r>
    </w:p>
    <w:p w14:paraId="185A8E7E"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35</w:t>
      </w:r>
      <w:r w:rsidR="002A710D">
        <w:rPr>
          <w:noProof/>
        </w:rPr>
        <w:fldChar w:fldCharType="end"/>
      </w:r>
      <w:r w:rsidRPr="003F1FAD">
        <w:t xml:space="preserve">: </w:t>
      </w:r>
      <w:r>
        <w:t xml:space="preserve">for each category, return the </w:t>
      </w:r>
      <w:r w:rsidRPr="00225A98">
        <w:rPr>
          <w:rFonts w:ascii="Courier New" w:hAnsi="Courier New" w:cs="Courier New"/>
        </w:rPr>
        <w:t>CategoryName</w:t>
      </w:r>
      <w:r>
        <w:t xml:space="preserve"> and the </w:t>
      </w:r>
      <w:r w:rsidRPr="00225A98">
        <w:rPr>
          <w:rFonts w:ascii="Courier New" w:hAnsi="Courier New" w:cs="Courier New"/>
        </w:rPr>
        <w:t>Products</w:t>
      </w:r>
      <w:r>
        <w:t xml:space="preserve"> navigation link</w:t>
      </w:r>
    </w:p>
    <w:p w14:paraId="651925DA" w14:textId="77777777" w:rsidR="00752DAA" w:rsidRPr="00320DF5" w:rsidRDefault="00752DAA" w:rsidP="00752DAA">
      <w:pPr>
        <w:pStyle w:val="Code"/>
      </w:pPr>
      <w:r>
        <w:t xml:space="preserve">GET </w:t>
      </w:r>
      <w:r w:rsidRPr="00320DF5">
        <w:t>http://</w:t>
      </w:r>
      <w:r>
        <w:t>host/service</w:t>
      </w:r>
      <w:r w:rsidRPr="00320DF5">
        <w:t>/</w:t>
      </w:r>
      <w:r>
        <w:t>Categories</w:t>
      </w:r>
      <w:r w:rsidRPr="00320DF5">
        <w:t>?$</w:t>
      </w:r>
      <w:r>
        <w:t>select=CategoryName,Products</w:t>
      </w:r>
    </w:p>
    <w:p w14:paraId="10CE113D" w14:textId="77777777" w:rsidR="00752DAA" w:rsidRDefault="00752DAA" w:rsidP="00752DAA">
      <w:pPr>
        <w:keepNext/>
      </w:pPr>
      <w:r>
        <w:t>It is also possible to request all actions or functions available for each returned entity.</w:t>
      </w:r>
    </w:p>
    <w:p w14:paraId="4C77F9FF"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36</w:t>
      </w:r>
      <w:r w:rsidR="002A710D">
        <w:rPr>
          <w:noProof/>
        </w:rPr>
        <w:fldChar w:fldCharType="end"/>
      </w:r>
      <w:r w:rsidRPr="003F1FAD">
        <w:t xml:space="preserve">: </w:t>
      </w:r>
    </w:p>
    <w:p w14:paraId="31BE8541" w14:textId="77777777" w:rsidR="00752DAA" w:rsidRPr="00CA457B" w:rsidRDefault="00752DAA" w:rsidP="00752DAA">
      <w:pPr>
        <w:pStyle w:val="Code"/>
      </w:pPr>
      <w:r>
        <w:t xml:space="preserve">GET </w:t>
      </w:r>
      <w:r w:rsidRPr="00CA457B" w:rsidDel="00D30D23">
        <w:t>http://</w:t>
      </w:r>
      <w:r>
        <w:t>host/service</w:t>
      </w:r>
      <w:r w:rsidRPr="00CA457B">
        <w:t>/Products?$select=DemoService.*</w:t>
      </w:r>
    </w:p>
    <w:p w14:paraId="750ACB61" w14:textId="77777777" w:rsidR="00752DAA" w:rsidRPr="00595FD0" w:rsidRDefault="00752DAA" w:rsidP="00752DAA">
      <w:bookmarkStart w:id="594" w:name="_System_Query_Option_4"/>
      <w:bookmarkEnd w:id="594"/>
      <w:r>
        <w:t>Query options can be applied to a selected property by appending a semicolon-separated list of query options, enclosed in parentheses, to the property.</w:t>
      </w:r>
      <w:r w:rsidRPr="00665DA2">
        <w:t xml:space="preserve"> </w:t>
      </w:r>
      <w:r>
        <w:t xml:space="preserve">Allowed system query options are </w:t>
      </w:r>
      <w:hyperlink w:anchor="sec_SystemQueryOptionselect" w:history="1">
        <w:r w:rsidRPr="00966513">
          <w:rPr>
            <w:rStyle w:val="Hyperlink"/>
            <w:rFonts w:ascii="Courier New" w:hAnsi="Courier New"/>
          </w:rPr>
          <w:t>$select</w:t>
        </w:r>
      </w:hyperlink>
      <w:r>
        <w:t xml:space="preserve"> and </w:t>
      </w:r>
      <w:r w:rsidRPr="00B04B66">
        <w:rPr>
          <w:rStyle w:val="Datatype"/>
        </w:rPr>
        <w:t>$expand</w:t>
      </w:r>
      <w:r>
        <w:t xml:space="preserve">, plus </w:t>
      </w:r>
      <w:hyperlink w:anchor="sec_SystemQueryOptionfilter" w:history="1">
        <w:r w:rsidRPr="00966513">
          <w:rPr>
            <w:rStyle w:val="Hyperlink"/>
            <w:rFonts w:ascii="Courier New" w:hAnsi="Courier New"/>
          </w:rPr>
          <w:t>$filter</w:t>
        </w:r>
      </w:hyperlink>
      <w:r>
        <w:t xml:space="preserve">, </w:t>
      </w:r>
      <w:hyperlink w:anchor="sec_SystemQueryOptionsearch" w:history="1">
        <w:r w:rsidRPr="00BA253D">
          <w:rPr>
            <w:rStyle w:val="Hyperlink"/>
            <w:rFonts w:ascii="Courier New" w:hAnsi="Courier New" w:cs="Courier New"/>
          </w:rPr>
          <w:t>$search</w:t>
        </w:r>
      </w:hyperlink>
      <w:r>
        <w:t xml:space="preserve">, </w:t>
      </w:r>
      <w:hyperlink w:anchor="sec_SystemQueryOptioncount" w:history="1">
        <w:r w:rsidRPr="00966513">
          <w:rPr>
            <w:rStyle w:val="Hyperlink"/>
            <w:rFonts w:ascii="Courier New" w:hAnsi="Courier New"/>
          </w:rPr>
          <w:t>$count</w:t>
        </w:r>
      </w:hyperlink>
      <w:r>
        <w:t xml:space="preserve">, </w:t>
      </w:r>
      <w:hyperlink w:anchor="sec_SystemQueryOptionorderby" w:history="1">
        <w:r w:rsidRPr="00966513">
          <w:rPr>
            <w:rStyle w:val="Hyperlink"/>
            <w:rFonts w:ascii="Courier New" w:hAnsi="Courier New"/>
          </w:rPr>
          <w:t>$orderby</w:t>
        </w:r>
      </w:hyperlink>
      <w:r>
        <w:t xml:space="preserve">, </w:t>
      </w:r>
      <w:hyperlink w:anchor="sec_SystemQueryOptionstopandskip" w:history="1">
        <w:r w:rsidRPr="00966513">
          <w:rPr>
            <w:rStyle w:val="Hyperlink"/>
            <w:rFonts w:ascii="Courier New" w:hAnsi="Courier New"/>
          </w:rPr>
          <w:t>$skip</w:t>
        </w:r>
      </w:hyperlink>
      <w:r>
        <w:t xml:space="preserve">, and </w:t>
      </w:r>
      <w:hyperlink w:anchor="sec_SystemQueryOptionstopandskip" w:history="1">
        <w:r w:rsidRPr="00966513">
          <w:rPr>
            <w:rStyle w:val="Hyperlink"/>
            <w:rFonts w:ascii="Courier New" w:hAnsi="Courier New"/>
          </w:rPr>
          <w:t>$top</w:t>
        </w:r>
      </w:hyperlink>
      <w:r>
        <w:t xml:space="preserve"> for collection-valued properties. A property MUST NOT have select options specified in more than one place in a request and MUST NOT have both select options and expand options specified.</w:t>
      </w:r>
    </w:p>
    <w:p w14:paraId="3A292DFE" w14:textId="77777777" w:rsidR="00752DAA" w:rsidRDefault="00752DAA" w:rsidP="00752DAA">
      <w:pPr>
        <w:rPr>
          <w:rStyle w:val="apple-converted-space"/>
          <w:rFonts w:cs="Arial"/>
          <w:color w:val="000000"/>
          <w:sz w:val="18"/>
          <w:szCs w:val="18"/>
          <w:shd w:val="clear" w:color="auto" w:fill="FFFFFF"/>
        </w:rPr>
      </w:pPr>
      <w:r>
        <w:t xml:space="preserve">If the </w:t>
      </w:r>
      <w:r w:rsidRPr="00320DF5">
        <w:rPr>
          <w:rStyle w:val="Datatype"/>
        </w:rPr>
        <w:t>$select</w:t>
      </w:r>
      <w:r>
        <w:t xml:space="preserve"> query option is not specified, </w:t>
      </w:r>
      <w:bookmarkStart w:id="595" w:name="_Ref358202018"/>
      <w:r>
        <w:rPr>
          <w:shd w:val="clear" w:color="auto" w:fill="FFFFFF"/>
        </w:rPr>
        <w:t>the service returns the full set of properties or a default set of properties. The default set of properties MUST include all key properties</w:t>
      </w:r>
      <w:r>
        <w:rPr>
          <w:rStyle w:val="apple-converted-space"/>
          <w:rFonts w:cs="Arial"/>
          <w:color w:val="000000"/>
          <w:sz w:val="18"/>
          <w:szCs w:val="18"/>
          <w:shd w:val="clear" w:color="auto" w:fill="FFFFFF"/>
        </w:rPr>
        <w:t>.</w:t>
      </w:r>
    </w:p>
    <w:p w14:paraId="58D63686" w14:textId="77777777" w:rsidR="00752DAA" w:rsidRPr="0059306E" w:rsidRDefault="00752DAA" w:rsidP="00752DAA">
      <w:pPr>
        <w:rPr>
          <w:rStyle w:val="apple-converted-space"/>
          <w:color w:val="3B006F"/>
          <w:sz w:val="24"/>
          <w:szCs w:val="28"/>
        </w:rPr>
      </w:pPr>
      <w:r>
        <w:rPr>
          <w:rStyle w:val="apple-converted-space"/>
          <w:rFonts w:cs="Arial"/>
          <w:color w:val="000000"/>
          <w:sz w:val="18"/>
          <w:szCs w:val="18"/>
          <w:shd w:val="clear" w:color="auto" w:fill="FFFFFF"/>
        </w:rPr>
        <w:t>If t</w:t>
      </w:r>
      <w:r>
        <w:rPr>
          <w:shd w:val="clear" w:color="auto" w:fill="FFFFFF"/>
        </w:rPr>
        <w:t xml:space="preserve">he service returns less than the full set of properties, either because the client specified a select or because the service returned a subset of properties in the absence of a select, the </w:t>
      </w:r>
      <w:hyperlink w:anchor="sec_ContextURL" w:history="1">
        <w:r>
          <w:rPr>
            <w:rStyle w:val="Hyperlink"/>
            <w:shd w:val="clear" w:color="auto" w:fill="FFFFFF"/>
          </w:rPr>
          <w:t>context URL</w:t>
        </w:r>
      </w:hyperlink>
      <w:r>
        <w:rPr>
          <w:shd w:val="clear" w:color="auto" w:fill="FFFFFF"/>
        </w:rPr>
        <w:t xml:space="preserve"> MUST reflect the set of selected properties and projected </w:t>
      </w:r>
      <w:hyperlink w:anchor="sec_SystemQueryOptionexpand" w:history="1">
        <w:r w:rsidRPr="00793EC9">
          <w:rPr>
            <w:rStyle w:val="Hyperlink"/>
            <w:shd w:val="clear" w:color="auto" w:fill="FFFFFF"/>
          </w:rPr>
          <w:t>expanded</w:t>
        </w:r>
      </w:hyperlink>
      <w:r>
        <w:rPr>
          <w:shd w:val="clear" w:color="auto" w:fill="FFFFFF"/>
        </w:rPr>
        <w:t xml:space="preserve"> navigation properties.</w:t>
      </w:r>
    </w:p>
    <w:bookmarkStart w:id="596" w:name="_System_Query_Option_6"/>
    <w:bookmarkStart w:id="597" w:name="_Toc477876646"/>
    <w:bookmarkStart w:id="598" w:name="sec_SystemQueryOptionexpand"/>
    <w:bookmarkEnd w:id="595"/>
    <w:bookmarkEnd w:id="596"/>
    <w:p w14:paraId="2CF696EF" w14:textId="77777777" w:rsidR="00752DAA" w:rsidRDefault="00752DAA" w:rsidP="006C1EBF">
      <w:pPr>
        <w:pStyle w:val="Heading4"/>
        <w:numPr>
          <w:ilvl w:val="3"/>
          <w:numId w:val="2"/>
        </w:numPr>
        <w:tabs>
          <w:tab w:val="left" w:pos="567"/>
        </w:tabs>
      </w:pPr>
      <w:r>
        <w:fldChar w:fldCharType="begin"/>
      </w:r>
      <w:r>
        <w:instrText xml:space="preserve"> HYPERLINK  \l "sec_SystemQueryOptionexpand" </w:instrText>
      </w:r>
      <w:r>
        <w:fldChar w:fldCharType="separate"/>
      </w:r>
      <w:bookmarkStart w:id="599" w:name="_Toc494885062"/>
      <w:bookmarkStart w:id="600" w:name="_Toc494356809"/>
      <w:r w:rsidRPr="004A50BC">
        <w:rPr>
          <w:rStyle w:val="Hyperlink"/>
        </w:rPr>
        <w:t xml:space="preserve">System Query Option </w:t>
      </w:r>
      <w:r w:rsidRPr="004A50BC">
        <w:rPr>
          <w:rStyle w:val="Hyperlink"/>
          <w:rFonts w:ascii="Courier New" w:hAnsi="Courier New"/>
        </w:rPr>
        <w:t>$expand</w:t>
      </w:r>
      <w:bookmarkEnd w:id="597"/>
      <w:bookmarkEnd w:id="598"/>
      <w:bookmarkEnd w:id="599"/>
      <w:bookmarkEnd w:id="600"/>
      <w:r>
        <w:fldChar w:fldCharType="end"/>
      </w:r>
    </w:p>
    <w:p w14:paraId="0B092A04" w14:textId="77777777" w:rsidR="00752DAA" w:rsidRDefault="00752DAA" w:rsidP="00752DAA">
      <w:r>
        <w:t xml:space="preserve">The </w:t>
      </w:r>
      <w:r w:rsidRPr="00C87D2D">
        <w:rPr>
          <w:rStyle w:val="Datatype"/>
        </w:rPr>
        <w:t>$expand</w:t>
      </w:r>
      <w:r>
        <w:t xml:space="preserve"> system query option indicates the related entities and stream values that MUST be represented inline.</w:t>
      </w:r>
      <w:r w:rsidRPr="00C84A1F">
        <w:t xml:space="preserve"> The service MUST return the specified content, and MAY choose to return additional information.</w:t>
      </w:r>
    </w:p>
    <w:p w14:paraId="799D9119" w14:textId="77777777" w:rsidR="00752DAA" w:rsidRDefault="00752DAA" w:rsidP="00752DAA">
      <w:r>
        <w:t xml:space="preserve">The value of the </w:t>
      </w:r>
      <w:r w:rsidRPr="00C87D2D">
        <w:rPr>
          <w:rStyle w:val="Datatype"/>
        </w:rPr>
        <w:t>$expand</w:t>
      </w:r>
      <w:r>
        <w:t xml:space="preserve"> query option is a comma-separated list of navigation property names, stream property names, or </w:t>
      </w:r>
      <w:r>
        <w:rPr>
          <w:rStyle w:val="Datatype"/>
        </w:rPr>
        <w:t>$value</w:t>
      </w:r>
      <w:r>
        <w:t xml:space="preserve"> indicating the stream content of a media-entity. </w:t>
      </w:r>
    </w:p>
    <w:p w14:paraId="2CD46E62" w14:textId="77777777" w:rsidR="00752DAA" w:rsidRDefault="00752DAA" w:rsidP="00752DAA">
      <w:r>
        <w:t xml:space="preserve">For navigation properties, the navigation property name is optionally followed by a </w:t>
      </w:r>
      <w:r w:rsidRPr="00594F2C">
        <w:rPr>
          <w:rStyle w:val="Datatype"/>
        </w:rPr>
        <w:t>/$ref</w:t>
      </w:r>
      <w:r>
        <w:t xml:space="preserve"> path segment or a </w:t>
      </w:r>
      <w:r w:rsidRPr="00594F2C">
        <w:rPr>
          <w:rStyle w:val="Datatype"/>
        </w:rPr>
        <w:t>/$</w:t>
      </w:r>
      <w:r>
        <w:rPr>
          <w:rStyle w:val="Datatype"/>
        </w:rPr>
        <w:t>count</w:t>
      </w:r>
      <w:r>
        <w:t xml:space="preserve"> path segment, and optionally a parenthesized set of </w:t>
      </w:r>
      <w:hyperlink w:anchor="sec_ExpandOptions" w:history="1">
        <w:r w:rsidRPr="00274F4C">
          <w:rPr>
            <w:rStyle w:val="Hyperlink"/>
          </w:rPr>
          <w:t>expand options</w:t>
        </w:r>
      </w:hyperlink>
      <w:r>
        <w:t xml:space="preserve"> (for filtering, sorting, selecting, paging, or expanding the related entities)</w:t>
      </w:r>
      <w:r w:rsidDel="000B7BA1">
        <w:t>.</w:t>
      </w:r>
    </w:p>
    <w:p w14:paraId="6C9B7AA5" w14:textId="77777777" w:rsidR="00752DAA" w:rsidRDefault="00752DAA" w:rsidP="00752DAA">
      <w:r w:rsidDel="00586D93">
        <w:t xml:space="preserve">For a full description of the syntax used when building requests, see </w:t>
      </w:r>
      <w:hyperlink w:anchor="ODataURLRef" w:history="1">
        <w:r w:rsidRPr="005E626C">
          <w:rPr>
            <w:rStyle w:val="Hyperlink"/>
            <w:b/>
          </w:rPr>
          <w:t>[OData</w:t>
        </w:r>
        <w:r>
          <w:rPr>
            <w:rStyle w:val="Hyperlink"/>
            <w:b/>
          </w:rPr>
          <w:noBreakHyphen/>
        </w:r>
        <w:r w:rsidRPr="005E626C">
          <w:rPr>
            <w:rStyle w:val="Hyperlink"/>
            <w:b/>
          </w:rPr>
          <w:t>URL]</w:t>
        </w:r>
      </w:hyperlink>
      <w:r>
        <w:t>.</w:t>
      </w:r>
    </w:p>
    <w:p w14:paraId="23BCEC00"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37</w:t>
      </w:r>
      <w:r w:rsidR="002A710D">
        <w:rPr>
          <w:noProof/>
        </w:rPr>
        <w:fldChar w:fldCharType="end"/>
      </w:r>
      <w:r w:rsidRPr="003F1FAD">
        <w:t>:</w:t>
      </w:r>
      <w:r w:rsidRPr="00264EE1">
        <w:t xml:space="preserve"> </w:t>
      </w:r>
      <w:r>
        <w:t>for each customer entity within the Customers entity set the value of all related Orders will be represented inline</w:t>
      </w:r>
    </w:p>
    <w:p w14:paraId="21B690BF" w14:textId="77777777" w:rsidR="00752DAA" w:rsidRPr="00CA457B" w:rsidRDefault="00752DAA" w:rsidP="00752DAA">
      <w:pPr>
        <w:pStyle w:val="Code"/>
      </w:pPr>
      <w:r>
        <w:t xml:space="preserve">GET </w:t>
      </w:r>
      <w:r w:rsidRPr="00CA457B">
        <w:t>http://host/service.svc/Customers?$expand=Orders</w:t>
      </w:r>
    </w:p>
    <w:p w14:paraId="73DBB392"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38</w:t>
      </w:r>
      <w:r w:rsidR="002A710D">
        <w:rPr>
          <w:noProof/>
        </w:rPr>
        <w:fldChar w:fldCharType="end"/>
      </w:r>
      <w:r w:rsidRPr="003F1FAD">
        <w:t>:</w:t>
      </w:r>
      <w:r w:rsidRPr="00264EE1">
        <w:t xml:space="preserve"> </w:t>
      </w:r>
      <w:r>
        <w:t>for each customer entity within the Customers entity set the references to the related Orders will be represented inline</w:t>
      </w:r>
    </w:p>
    <w:p w14:paraId="4E84CD1E" w14:textId="77777777" w:rsidR="00752DAA" w:rsidRPr="00320DF5" w:rsidRDefault="00752DAA" w:rsidP="00752DAA">
      <w:pPr>
        <w:pStyle w:val="Code"/>
      </w:pPr>
      <w:r>
        <w:t xml:space="preserve">GET </w:t>
      </w:r>
      <w:r w:rsidRPr="00320DF5">
        <w:t>http://</w:t>
      </w:r>
      <w:r>
        <w:t>host/service</w:t>
      </w:r>
      <w:r w:rsidRPr="00320DF5">
        <w:t>.svc/</w:t>
      </w:r>
      <w:r>
        <w:t>Customers</w:t>
      </w:r>
      <w:r w:rsidRPr="00320DF5">
        <w:t>?$expand=</w:t>
      </w:r>
      <w:r>
        <w:t>Orders/$ref</w:t>
      </w:r>
    </w:p>
    <w:p w14:paraId="57BDD316" w14:textId="77777777" w:rsidR="00752DAA" w:rsidRDefault="00752DAA" w:rsidP="00752DAA">
      <w:pPr>
        <w:pStyle w:val="Caption"/>
      </w:pPr>
      <w:bookmarkStart w:id="601" w:name="_Expand_Options_1"/>
      <w:bookmarkStart w:id="602" w:name="_Ref356919051"/>
      <w:bookmarkStart w:id="603" w:name="_Toc370126079"/>
      <w:bookmarkStart w:id="604" w:name="_Toc370374876"/>
      <w:bookmarkEnd w:id="601"/>
      <w:r w:rsidRPr="003F1FAD">
        <w:t xml:space="preserve">Example </w:t>
      </w:r>
      <w:r w:rsidR="002A710D">
        <w:fldChar w:fldCharType="begin"/>
      </w:r>
      <w:r w:rsidR="002A710D">
        <w:instrText xml:space="preserve"> SEQ Example \* ARABIC </w:instrText>
      </w:r>
      <w:r w:rsidR="002A710D">
        <w:fldChar w:fldCharType="separate"/>
      </w:r>
      <w:r>
        <w:rPr>
          <w:noProof/>
        </w:rPr>
        <w:t>39</w:t>
      </w:r>
      <w:r w:rsidR="002A710D">
        <w:rPr>
          <w:noProof/>
        </w:rPr>
        <w:fldChar w:fldCharType="end"/>
      </w:r>
      <w:r w:rsidRPr="003F1FAD">
        <w:t>:</w:t>
      </w:r>
      <w:r w:rsidRPr="00264EE1">
        <w:t xml:space="preserve"> </w:t>
      </w:r>
      <w:r>
        <w:t>for each customer entity within the Customers entity set the media stream representing the customer photo will be represented inline</w:t>
      </w:r>
    </w:p>
    <w:p w14:paraId="2857CF02" w14:textId="77777777" w:rsidR="00752DAA" w:rsidRPr="00320DF5" w:rsidRDefault="00752DAA" w:rsidP="00752DAA">
      <w:pPr>
        <w:pStyle w:val="Code"/>
      </w:pPr>
      <w:r>
        <w:t xml:space="preserve">GET </w:t>
      </w:r>
      <w:r w:rsidRPr="00320DF5">
        <w:t>http://</w:t>
      </w:r>
      <w:r>
        <w:t>host/service</w:t>
      </w:r>
      <w:r w:rsidRPr="00320DF5">
        <w:t>.svc/</w:t>
      </w:r>
      <w:r>
        <w:t>Customers</w:t>
      </w:r>
      <w:r w:rsidRPr="00320DF5">
        <w:t>?$expand=</w:t>
      </w:r>
      <w:r>
        <w:t>Photo</w:t>
      </w:r>
    </w:p>
    <w:bookmarkStart w:id="605" w:name="_Toc477876647"/>
    <w:bookmarkStart w:id="606" w:name="sec_ExpandOptions"/>
    <w:bookmarkEnd w:id="602"/>
    <w:bookmarkEnd w:id="603"/>
    <w:bookmarkEnd w:id="604"/>
    <w:p w14:paraId="4BAD354D" w14:textId="77777777" w:rsidR="00752DAA" w:rsidRDefault="00752DAA" w:rsidP="006C1EBF">
      <w:pPr>
        <w:pStyle w:val="Heading5"/>
        <w:numPr>
          <w:ilvl w:val="4"/>
          <w:numId w:val="2"/>
        </w:numPr>
        <w:tabs>
          <w:tab w:val="left" w:pos="567"/>
        </w:tabs>
      </w:pPr>
      <w:r>
        <w:lastRenderedPageBreak/>
        <w:fldChar w:fldCharType="begin"/>
      </w:r>
      <w:r>
        <w:instrText xml:space="preserve"> HYPERLINK  \l "sec_ExpandOptions" </w:instrText>
      </w:r>
      <w:r>
        <w:fldChar w:fldCharType="separate"/>
      </w:r>
      <w:bookmarkStart w:id="607" w:name="_Toc494885063"/>
      <w:bookmarkStart w:id="608" w:name="_Toc494356810"/>
      <w:r w:rsidRPr="004A50BC">
        <w:rPr>
          <w:rStyle w:val="Hyperlink"/>
        </w:rPr>
        <w:t>Expand Options</w:t>
      </w:r>
      <w:bookmarkEnd w:id="605"/>
      <w:bookmarkEnd w:id="606"/>
      <w:bookmarkEnd w:id="607"/>
      <w:bookmarkEnd w:id="608"/>
      <w:r>
        <w:fldChar w:fldCharType="end"/>
      </w:r>
    </w:p>
    <w:p w14:paraId="4EE29FF1" w14:textId="77777777" w:rsidR="00752DAA" w:rsidRDefault="00752DAA" w:rsidP="00752DAA">
      <w:pPr>
        <w:keepNext/>
      </w:pPr>
      <w:r>
        <w:t xml:space="preserve">The set of expanded entities can be further refined through the application of expand options, expressed as a semicolon-separated list of system query options, enclosed in parentheses, see </w:t>
      </w:r>
      <w:hyperlink w:anchor="ODataURLRef" w:history="1">
        <w:r w:rsidRPr="005E626C">
          <w:rPr>
            <w:rStyle w:val="Hyperlink"/>
            <w:b/>
          </w:rPr>
          <w:t>[OData</w:t>
        </w:r>
        <w:r>
          <w:rPr>
            <w:rStyle w:val="Hyperlink"/>
            <w:b/>
          </w:rPr>
          <w:noBreakHyphen/>
        </w:r>
        <w:r w:rsidRPr="005E626C">
          <w:rPr>
            <w:rStyle w:val="Hyperlink"/>
            <w:b/>
          </w:rPr>
          <w:t>URL]</w:t>
        </w:r>
      </w:hyperlink>
      <w:r>
        <w:t>.</w:t>
      </w:r>
    </w:p>
    <w:p w14:paraId="671EB9A3" w14:textId="77777777" w:rsidR="00752DAA" w:rsidRPr="0051397C" w:rsidRDefault="00752DAA" w:rsidP="00752DAA">
      <w:r>
        <w:t xml:space="preserve">Allowed system query options are </w:t>
      </w:r>
      <w:hyperlink w:anchor="sec_SystemQueryOptionfilter" w:history="1">
        <w:r w:rsidRPr="00966513">
          <w:rPr>
            <w:rStyle w:val="Hyperlink"/>
            <w:rFonts w:ascii="Courier New" w:hAnsi="Courier New"/>
          </w:rPr>
          <w:t>$filter</w:t>
        </w:r>
      </w:hyperlink>
      <w:r>
        <w:t xml:space="preserve">, </w:t>
      </w:r>
      <w:hyperlink w:anchor="sec_SystemQueryOptionselect" w:history="1">
        <w:r w:rsidRPr="00966513">
          <w:rPr>
            <w:rStyle w:val="Hyperlink"/>
            <w:rFonts w:ascii="Courier New" w:hAnsi="Courier New"/>
          </w:rPr>
          <w:t>$select</w:t>
        </w:r>
      </w:hyperlink>
      <w:r>
        <w:t xml:space="preserve">, </w:t>
      </w:r>
      <w:hyperlink w:anchor="sec_SystemQueryOptionorderby" w:history="1">
        <w:r w:rsidRPr="00966513">
          <w:rPr>
            <w:rStyle w:val="Hyperlink"/>
            <w:rFonts w:ascii="Courier New" w:hAnsi="Courier New"/>
          </w:rPr>
          <w:t>$orderby</w:t>
        </w:r>
      </w:hyperlink>
      <w:r>
        <w:t xml:space="preserve">, </w:t>
      </w:r>
      <w:hyperlink w:anchor="sec_SystemQueryOptionskip" w:history="1">
        <w:r w:rsidRPr="00966513">
          <w:rPr>
            <w:rStyle w:val="Hyperlink"/>
            <w:rFonts w:ascii="Courier New" w:hAnsi="Courier New"/>
          </w:rPr>
          <w:t>$skip</w:t>
        </w:r>
      </w:hyperlink>
      <w:r>
        <w:t xml:space="preserve">, </w:t>
      </w:r>
      <w:hyperlink w:anchor="sec_SystemQueryOptiontop" w:history="1">
        <w:r w:rsidRPr="00966513">
          <w:rPr>
            <w:rStyle w:val="Hyperlink"/>
            <w:rFonts w:ascii="Courier New" w:hAnsi="Courier New"/>
          </w:rPr>
          <w:t>$top</w:t>
        </w:r>
      </w:hyperlink>
      <w:r>
        <w:t xml:space="preserve">, </w:t>
      </w:r>
      <w:hyperlink w:anchor="sec_SystemQueryOptioncount" w:history="1">
        <w:r w:rsidRPr="00966513">
          <w:rPr>
            <w:rStyle w:val="Hyperlink"/>
            <w:rFonts w:ascii="Courier New" w:hAnsi="Courier New"/>
          </w:rPr>
          <w:t>$count</w:t>
        </w:r>
      </w:hyperlink>
      <w:r>
        <w:t xml:space="preserve">, </w:t>
      </w:r>
      <w:hyperlink w:anchor="sec_SystemQueryOptionsearch" w:history="1">
        <w:r w:rsidRPr="00BA253D">
          <w:rPr>
            <w:rStyle w:val="Hyperlink"/>
            <w:rFonts w:ascii="Courier New" w:hAnsi="Courier New" w:cs="Courier New"/>
          </w:rPr>
          <w:t>$search</w:t>
        </w:r>
      </w:hyperlink>
      <w:r>
        <w:t xml:space="preserve">, </w:t>
      </w:r>
      <w:hyperlink w:anchor="sec_SystemQueryOptionexpand" w:history="1">
        <w:r w:rsidRPr="00D9133F">
          <w:rPr>
            <w:rStyle w:val="Hyperlink"/>
            <w:rFonts w:ascii="Courier New" w:hAnsi="Courier New"/>
          </w:rPr>
          <w:t>$expand</w:t>
        </w:r>
      </w:hyperlink>
      <w:r w:rsidRPr="006F709A">
        <w:rPr>
          <w:rStyle w:val="Datatype"/>
          <w:rFonts w:ascii="Arial" w:hAnsi="Arial" w:cs="Arial"/>
        </w:rPr>
        <w:t>,</w:t>
      </w:r>
      <w:r w:rsidRPr="006F709A">
        <w:rPr>
          <w:rFonts w:cs="Arial"/>
        </w:rPr>
        <w:t xml:space="preserve"> </w:t>
      </w:r>
      <w:hyperlink w:anchor="sec_SystemQueryOptioncompute" w:history="1">
        <w:r w:rsidRPr="00C960B2">
          <w:rPr>
            <w:rStyle w:val="Hyperlink"/>
            <w:rFonts w:ascii="Courier New" w:hAnsi="Courier New"/>
          </w:rPr>
          <w:t>$compute</w:t>
        </w:r>
      </w:hyperlink>
      <w:r w:rsidRPr="006F709A">
        <w:rPr>
          <w:rStyle w:val="Datatype"/>
          <w:rFonts w:ascii="Arial" w:hAnsi="Arial" w:cs="Arial"/>
        </w:rPr>
        <w:t>,</w:t>
      </w:r>
      <w:r w:rsidRPr="006F709A">
        <w:rPr>
          <w:rFonts w:cs="Arial"/>
        </w:rPr>
        <w:t xml:space="preserve"> </w:t>
      </w:r>
      <w:r>
        <w:t xml:space="preserve">and </w:t>
      </w:r>
      <w:hyperlink w:anchor="sec_ExpandOptionlevels" w:history="1">
        <w:r w:rsidRPr="00D9133F">
          <w:rPr>
            <w:rStyle w:val="Hyperlink"/>
            <w:rFonts w:ascii="Courier New" w:hAnsi="Courier New"/>
          </w:rPr>
          <w:t>$levels</w:t>
        </w:r>
      </w:hyperlink>
      <w:r>
        <w:t>.</w:t>
      </w:r>
    </w:p>
    <w:p w14:paraId="20C4A14C"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40</w:t>
      </w:r>
      <w:r w:rsidR="002A710D">
        <w:rPr>
          <w:noProof/>
        </w:rPr>
        <w:fldChar w:fldCharType="end"/>
      </w:r>
      <w:r w:rsidRPr="003F1FAD">
        <w:t>:</w:t>
      </w:r>
      <w:r>
        <w:t xml:space="preserve"> for each customer entity within the </w:t>
      </w:r>
      <w:r w:rsidRPr="00336E50">
        <w:rPr>
          <w:rFonts w:ascii="Courier New" w:hAnsi="Courier New" w:cs="Courier New"/>
        </w:rPr>
        <w:t>Customers</w:t>
      </w:r>
      <w:r>
        <w:t xml:space="preserve"> entity set, the value of those related </w:t>
      </w:r>
      <w:r w:rsidRPr="00336E50">
        <w:rPr>
          <w:rFonts w:ascii="Courier New" w:hAnsi="Courier New" w:cs="Courier New"/>
        </w:rPr>
        <w:t>Orders</w:t>
      </w:r>
      <w:r>
        <w:t xml:space="preserve"> whose </w:t>
      </w:r>
      <w:r w:rsidRPr="00336E50">
        <w:rPr>
          <w:rFonts w:ascii="Courier New" w:hAnsi="Courier New" w:cs="Courier New"/>
        </w:rPr>
        <w:t>Amount</w:t>
      </w:r>
      <w:r>
        <w:t xml:space="preserve"> is greater than 100 will be represented inline</w:t>
      </w:r>
    </w:p>
    <w:p w14:paraId="326C967C" w14:textId="77777777" w:rsidR="00752DAA" w:rsidRPr="00891052" w:rsidRDefault="00752DAA" w:rsidP="00752DAA">
      <w:pPr>
        <w:pStyle w:val="Code"/>
        <w:rPr>
          <w:lang w:val="fr-FR"/>
        </w:rPr>
      </w:pPr>
      <w:r>
        <w:t xml:space="preserve">GET </w:t>
      </w:r>
      <w:r w:rsidRPr="00891052">
        <w:rPr>
          <w:lang w:val="fr-FR"/>
        </w:rPr>
        <w:t>http://host/service.svc/Customers?$expand=Orders($filter=Amount gt 100)</w:t>
      </w:r>
    </w:p>
    <w:p w14:paraId="0AD5DD87"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41</w:t>
      </w:r>
      <w:r w:rsidR="002A710D">
        <w:rPr>
          <w:noProof/>
        </w:rPr>
        <w:fldChar w:fldCharType="end"/>
      </w:r>
      <w:r w:rsidRPr="003F1FAD">
        <w:t>:</w:t>
      </w:r>
      <w:r>
        <w:t xml:space="preserve"> for each order within the </w:t>
      </w:r>
      <w:r w:rsidRPr="00336E50">
        <w:rPr>
          <w:rFonts w:ascii="Courier New" w:hAnsi="Courier New" w:cs="Courier New"/>
        </w:rPr>
        <w:t>Orders</w:t>
      </w:r>
      <w:r>
        <w:t xml:space="preserve"> entity set, the following will be represented inline:</w:t>
      </w:r>
    </w:p>
    <w:p w14:paraId="49A04CA6" w14:textId="77777777" w:rsidR="00752DAA" w:rsidRDefault="00752DAA" w:rsidP="006C1EBF">
      <w:pPr>
        <w:pStyle w:val="Caption"/>
        <w:keepNext/>
        <w:numPr>
          <w:ilvl w:val="0"/>
          <w:numId w:val="23"/>
        </w:numPr>
      </w:pPr>
      <w:r>
        <w:t xml:space="preserve">The </w:t>
      </w:r>
      <w:r>
        <w:rPr>
          <w:rFonts w:ascii="Courier New" w:hAnsi="Courier New" w:cs="Courier New"/>
        </w:rPr>
        <w:t>Items</w:t>
      </w:r>
      <w:r>
        <w:t xml:space="preserve"> related to the </w:t>
      </w:r>
      <w:r w:rsidRPr="00336E50">
        <w:rPr>
          <w:rFonts w:ascii="Courier New" w:hAnsi="Courier New" w:cs="Courier New"/>
        </w:rPr>
        <w:t>Orders</w:t>
      </w:r>
      <w:r>
        <w:t xml:space="preserve"> identified by the resource path section of the URL and the products related to each order item.</w:t>
      </w:r>
    </w:p>
    <w:p w14:paraId="25A95685" w14:textId="77777777" w:rsidR="00752DAA" w:rsidRDefault="00752DAA" w:rsidP="00752DAA">
      <w:pPr>
        <w:pStyle w:val="Caption"/>
      </w:pPr>
      <w:r>
        <w:t xml:space="preserve">The </w:t>
      </w:r>
      <w:r w:rsidRPr="00336E50">
        <w:rPr>
          <w:rFonts w:ascii="Courier New" w:hAnsi="Courier New" w:cs="Courier New"/>
        </w:rPr>
        <w:t>Customer</w:t>
      </w:r>
      <w:r>
        <w:t xml:space="preserve"> related to each order returned.</w:t>
      </w:r>
    </w:p>
    <w:p w14:paraId="6C68FA77" w14:textId="77777777" w:rsidR="00752DAA" w:rsidRPr="00CA457B" w:rsidRDefault="00752DAA" w:rsidP="00752DAA">
      <w:pPr>
        <w:pStyle w:val="Code"/>
      </w:pPr>
      <w:r>
        <w:t xml:space="preserve">GET </w:t>
      </w:r>
      <w:r w:rsidRPr="00CA457B">
        <w:t>http://host/service.svc/Orders?$expand=</w:t>
      </w:r>
      <w:r>
        <w:t>Items($expand=</w:t>
      </w:r>
      <w:r w:rsidRPr="00CA457B">
        <w:t>Product</w:t>
      </w:r>
      <w:r>
        <w:t>)</w:t>
      </w:r>
      <w:r w:rsidRPr="00CA457B">
        <w:t>,Customer</w:t>
      </w:r>
    </w:p>
    <w:p w14:paraId="125D9262" w14:textId="77777777" w:rsidR="00752DAA" w:rsidRDefault="00752DAA" w:rsidP="00752DAA">
      <w:pPr>
        <w:pStyle w:val="Caption"/>
        <w:rPr>
          <w:rStyle w:val="Datatype"/>
        </w:rPr>
      </w:pPr>
      <w:r w:rsidRPr="003F1FAD">
        <w:t xml:space="preserve">Example </w:t>
      </w:r>
      <w:r w:rsidR="002A710D">
        <w:fldChar w:fldCharType="begin"/>
      </w:r>
      <w:r w:rsidR="002A710D">
        <w:instrText xml:space="preserve"> SEQ Example \* ARABIC </w:instrText>
      </w:r>
      <w:r w:rsidR="002A710D">
        <w:fldChar w:fldCharType="separate"/>
      </w:r>
      <w:r>
        <w:rPr>
          <w:noProof/>
        </w:rPr>
        <w:t>42</w:t>
      </w:r>
      <w:r w:rsidR="002A710D">
        <w:rPr>
          <w:noProof/>
        </w:rPr>
        <w:fldChar w:fldCharType="end"/>
      </w:r>
      <w:r w:rsidRPr="003F1FAD">
        <w:t>:</w:t>
      </w:r>
      <w:r>
        <w:t xml:space="preserve"> for each customer entity in the </w:t>
      </w:r>
      <w:r w:rsidRPr="001B1020">
        <w:t>Customers</w:t>
      </w:r>
      <w:r>
        <w:t xml:space="preserve"> entity set, the value of all related </w:t>
      </w:r>
      <w:r w:rsidRPr="001B1020">
        <w:t>InHouseStaff</w:t>
      </w:r>
      <w:r>
        <w:t xml:space="preserve"> will be represented inline if the entity is of type </w:t>
      </w:r>
      <w:r w:rsidRPr="001B1020">
        <w:t>VipCustomer</w:t>
      </w:r>
      <w:r>
        <w:t xml:space="preserve"> or a subtype of that. For entities that are not of type </w:t>
      </w:r>
      <w:r w:rsidRPr="00C87D2D">
        <w:rPr>
          <w:rStyle w:val="Datatype"/>
        </w:rPr>
        <w:t>VipCustomer</w:t>
      </w:r>
      <w:r>
        <w:t>, or any of its subtypes, that entity may be returned with no inline representation for the expanded navigation property</w:t>
      </w:r>
      <w:r w:rsidRPr="00373714">
        <w:rPr>
          <w:rStyle w:val="Datatype"/>
        </w:rPr>
        <w:t xml:space="preserve"> </w:t>
      </w:r>
      <w:r w:rsidRPr="00C87D2D">
        <w:rPr>
          <w:rStyle w:val="Datatype"/>
        </w:rPr>
        <w:t>InHouseStaff</w:t>
      </w:r>
      <w:r>
        <w:rPr>
          <w:rStyle w:val="Datatype"/>
        </w:rPr>
        <w:t xml:space="preserve"> </w:t>
      </w:r>
      <w:r w:rsidRPr="00373714">
        <w:rPr>
          <w:rStyle w:val="Datatype"/>
          <w:rFonts w:ascii="Arial" w:hAnsi="Arial" w:cs="Arial"/>
        </w:rPr>
        <w:t xml:space="preserve">(the </w:t>
      </w:r>
      <w:r>
        <w:rPr>
          <w:rStyle w:val="Datatype"/>
          <w:rFonts w:ascii="Arial" w:hAnsi="Arial" w:cs="Arial"/>
        </w:rPr>
        <w:t>service</w:t>
      </w:r>
      <w:r w:rsidRPr="00373714">
        <w:rPr>
          <w:rStyle w:val="Datatype"/>
          <w:rFonts w:ascii="Arial" w:hAnsi="Arial" w:cs="Arial"/>
        </w:rPr>
        <w:t xml:space="preserve"> can always send more than requested)</w:t>
      </w:r>
    </w:p>
    <w:p w14:paraId="2AC5637D" w14:textId="77777777" w:rsidR="00752DAA" w:rsidRDefault="00752DAA" w:rsidP="00752DAA">
      <w:pPr>
        <w:pStyle w:val="Code"/>
      </w:pPr>
      <w:r>
        <w:t xml:space="preserve">GET </w:t>
      </w:r>
      <w:r w:rsidRPr="00CA457B">
        <w:t>http://host/service.svc/Customers?$expand=SampleModel.VipCustomer/InHouseStaff</w:t>
      </w:r>
    </w:p>
    <w:bookmarkStart w:id="609" w:name="_Expand_Option_$levels"/>
    <w:bookmarkStart w:id="610" w:name="_Toc477876648"/>
    <w:bookmarkStart w:id="611" w:name="sec_ExpandOptionlevels"/>
    <w:bookmarkEnd w:id="609"/>
    <w:p w14:paraId="71867A7D" w14:textId="77777777" w:rsidR="00752DAA" w:rsidRDefault="00752DAA" w:rsidP="006C1EBF">
      <w:pPr>
        <w:pStyle w:val="Heading6"/>
        <w:numPr>
          <w:ilvl w:val="5"/>
          <w:numId w:val="2"/>
        </w:numPr>
        <w:tabs>
          <w:tab w:val="left" w:pos="567"/>
        </w:tabs>
      </w:pPr>
      <w:r>
        <w:fldChar w:fldCharType="begin"/>
      </w:r>
      <w:r>
        <w:instrText xml:space="preserve"> HYPERLINK  \l "sec_ExpandOptionlevels" </w:instrText>
      </w:r>
      <w:r>
        <w:fldChar w:fldCharType="separate"/>
      </w:r>
      <w:bookmarkStart w:id="612" w:name="_Toc494885064"/>
      <w:bookmarkStart w:id="613" w:name="_Toc494356811"/>
      <w:r w:rsidRPr="004A50BC">
        <w:rPr>
          <w:rStyle w:val="Hyperlink"/>
        </w:rPr>
        <w:t xml:space="preserve">Expand Option </w:t>
      </w:r>
      <w:r w:rsidRPr="004A50BC">
        <w:rPr>
          <w:rStyle w:val="Hyperlink"/>
          <w:rFonts w:ascii="Courier New" w:hAnsi="Courier New"/>
        </w:rPr>
        <w:t>$levels</w:t>
      </w:r>
      <w:bookmarkEnd w:id="610"/>
      <w:bookmarkEnd w:id="611"/>
      <w:bookmarkEnd w:id="612"/>
      <w:bookmarkEnd w:id="613"/>
      <w:r>
        <w:fldChar w:fldCharType="end"/>
      </w:r>
    </w:p>
    <w:p w14:paraId="4F160392" w14:textId="77777777" w:rsidR="00752DAA" w:rsidRDefault="00752DAA" w:rsidP="00752DAA">
      <w:pPr>
        <w:keepNext/>
      </w:pPr>
      <w:r>
        <w:t xml:space="preserve">The </w:t>
      </w:r>
      <w:r w:rsidRPr="00C67C11">
        <w:rPr>
          <w:rStyle w:val="Datatype"/>
        </w:rPr>
        <w:t>$levels</w:t>
      </w:r>
      <w:r w:rsidRPr="00B63393">
        <w:rPr>
          <w:rFonts w:asciiTheme="minorHAnsi" w:hAnsiTheme="minorHAnsi"/>
        </w:rPr>
        <w:t xml:space="preserve"> </w:t>
      </w:r>
      <w:r>
        <w:t xml:space="preserve">expand option can be used to specify the number of levels of recursion for a hierarchy in which the related entity type is the same as, or can be cast to, the source entity type. A </w:t>
      </w:r>
      <w:r w:rsidRPr="00B04B66">
        <w:rPr>
          <w:rStyle w:val="Datatype"/>
        </w:rPr>
        <w:t>$levels</w:t>
      </w:r>
      <w:r>
        <w:t xml:space="preserve"> option with a value of 1 specifies a single expand with no recursion. The same expand options are applied at each level of the hierarchy. </w:t>
      </w:r>
    </w:p>
    <w:p w14:paraId="1A93E31D" w14:textId="77777777" w:rsidR="00752DAA" w:rsidRDefault="00752DAA" w:rsidP="00752DAA">
      <w:pPr>
        <w:keepNext/>
      </w:pPr>
      <w:r>
        <w:t xml:space="preserve">Services MAY support the symbolic value </w:t>
      </w:r>
      <w:r w:rsidRPr="00D61E37">
        <w:rPr>
          <w:rStyle w:val="Datatype"/>
        </w:rPr>
        <w:t>max</w:t>
      </w:r>
      <w:r>
        <w:t xml:space="preserve"> in addition to numeric values. In that case they MUST solve circular dependencies by injecting an entity reference somewhere in the circular dependency.</w:t>
      </w:r>
    </w:p>
    <w:p w14:paraId="367C98AB" w14:textId="77777777" w:rsidR="00752DAA" w:rsidRDefault="00752DAA" w:rsidP="00752DAA">
      <w:pPr>
        <w:keepNext/>
      </w:pPr>
      <w:r>
        <w:t xml:space="preserve">Clients using </w:t>
      </w:r>
      <w:r w:rsidRPr="00595FC8">
        <w:rPr>
          <w:rStyle w:val="Datatype"/>
        </w:rPr>
        <w:t>$level</w:t>
      </w:r>
      <w:r>
        <w:rPr>
          <w:rStyle w:val="Datatype"/>
        </w:rPr>
        <w:t>s=max</w:t>
      </w:r>
      <w:r>
        <w:t xml:space="preserve"> MUST be prepared to handle entity references in cases were a circular reference would occur otherwise. </w:t>
      </w:r>
    </w:p>
    <w:p w14:paraId="64F99662" w14:textId="77777777" w:rsidR="00752DAA" w:rsidRDefault="00752DAA" w:rsidP="00752DAA">
      <w:pPr>
        <w:keepNext/>
      </w:pPr>
      <w:r>
        <w:t xml:space="preserve">4.01 services that support </w:t>
      </w:r>
      <w:r w:rsidRPr="00D61E37">
        <w:rPr>
          <w:rStyle w:val="Datatype"/>
        </w:rPr>
        <w:t>max</w:t>
      </w:r>
      <w:r>
        <w:t xml:space="preserve"> SHOULD do so in a case-insensitive manner. Clients that want to work with 4.0 services MUST use lower case.</w:t>
      </w:r>
    </w:p>
    <w:p w14:paraId="560B2BA1"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43</w:t>
      </w:r>
      <w:r w:rsidR="002A710D">
        <w:rPr>
          <w:noProof/>
        </w:rPr>
        <w:fldChar w:fldCharType="end"/>
      </w:r>
      <w:r w:rsidRPr="003F1FAD">
        <w:t>:</w:t>
      </w:r>
      <w:r>
        <w:t xml:space="preserve"> return each employee from the Employees entity set and, for each employee that is a manager, return all direct reports, recursively to four levels</w:t>
      </w:r>
    </w:p>
    <w:p w14:paraId="0595AD43" w14:textId="77777777" w:rsidR="00752DAA" w:rsidRDefault="00752DAA" w:rsidP="00752DAA">
      <w:pPr>
        <w:pStyle w:val="Code"/>
      </w:pPr>
      <w:r>
        <w:t>GET http://host/service/Employees?$expand=Model.Manager/DirectReports($levels=4)</w:t>
      </w:r>
    </w:p>
    <w:bookmarkStart w:id="614" w:name="_System_Query_Option_2"/>
    <w:bookmarkStart w:id="615" w:name="_Toc477876649"/>
    <w:bookmarkStart w:id="616" w:name="sec_SystemQueryOptioncompute"/>
    <w:bookmarkStart w:id="617" w:name="_Toc370126081"/>
    <w:bookmarkStart w:id="618" w:name="_Toc370374878"/>
    <w:bookmarkEnd w:id="614"/>
    <w:p w14:paraId="5A249AC9" w14:textId="77777777" w:rsidR="00752DAA" w:rsidRDefault="00752DAA" w:rsidP="006C1EBF">
      <w:pPr>
        <w:pStyle w:val="Heading4"/>
        <w:numPr>
          <w:ilvl w:val="3"/>
          <w:numId w:val="2"/>
        </w:numPr>
        <w:tabs>
          <w:tab w:val="left" w:pos="567"/>
        </w:tabs>
      </w:pPr>
      <w:r>
        <w:fldChar w:fldCharType="begin"/>
      </w:r>
      <w:r>
        <w:instrText xml:space="preserve"> HYPERLINK  \l "sec_SystemQueryOptioncompute" </w:instrText>
      </w:r>
      <w:r>
        <w:fldChar w:fldCharType="separate"/>
      </w:r>
      <w:bookmarkStart w:id="619" w:name="_Toc494885065"/>
      <w:bookmarkStart w:id="620" w:name="_Toc494356812"/>
      <w:r w:rsidRPr="004A50BC">
        <w:rPr>
          <w:rStyle w:val="Hyperlink"/>
        </w:rPr>
        <w:t xml:space="preserve">System Query Option </w:t>
      </w:r>
      <w:r w:rsidRPr="004A50BC">
        <w:rPr>
          <w:rStyle w:val="Hyperlink"/>
          <w:rFonts w:ascii="Courier New" w:hAnsi="Courier New"/>
        </w:rPr>
        <w:t>$compute</w:t>
      </w:r>
      <w:bookmarkEnd w:id="615"/>
      <w:bookmarkEnd w:id="616"/>
      <w:bookmarkEnd w:id="619"/>
      <w:bookmarkEnd w:id="620"/>
      <w:r>
        <w:fldChar w:fldCharType="end"/>
      </w:r>
    </w:p>
    <w:p w14:paraId="4952FABE" w14:textId="77777777" w:rsidR="00752DAA" w:rsidRDefault="00752DAA" w:rsidP="00752DAA">
      <w:r>
        <w:t xml:space="preserve">The </w:t>
      </w:r>
      <w:r w:rsidRPr="001079CD">
        <w:rPr>
          <w:rStyle w:val="Datatype"/>
        </w:rPr>
        <w:t>$</w:t>
      </w:r>
      <w:r>
        <w:rPr>
          <w:rStyle w:val="Datatype"/>
        </w:rPr>
        <w:t>compute</w:t>
      </w:r>
      <w:r>
        <w:t xml:space="preserve"> system query option allows clients to define computed properties that can be used in a </w:t>
      </w:r>
      <w:hyperlink w:anchor="sec_SystemQueryOptionselect" w:history="1">
        <w:r w:rsidRPr="0025658B">
          <w:rPr>
            <w:rStyle w:val="Hyperlink"/>
            <w:rFonts w:ascii="Courier New" w:hAnsi="Courier New"/>
          </w:rPr>
          <w:t>$select</w:t>
        </w:r>
      </w:hyperlink>
      <w:r w:rsidRPr="0025658B">
        <w:t xml:space="preserve"> </w:t>
      </w:r>
      <w:r>
        <w:t xml:space="preserve">or within a </w:t>
      </w:r>
      <w:hyperlink w:anchor="sec_SystemQueryOptionfilter" w:history="1">
        <w:r w:rsidRPr="003E334F">
          <w:rPr>
            <w:rStyle w:val="Hyperlink"/>
            <w:rFonts w:ascii="Courier New" w:hAnsi="Courier New"/>
          </w:rPr>
          <w:t>$filter</w:t>
        </w:r>
      </w:hyperlink>
      <w:r>
        <w:t xml:space="preserve"> or </w:t>
      </w:r>
      <w:hyperlink w:anchor="sec_SystemQueryOptionorderby" w:history="1">
        <w:r w:rsidRPr="007C20A8">
          <w:rPr>
            <w:rStyle w:val="Hyperlink"/>
            <w:rFonts w:ascii="Courier New" w:hAnsi="Courier New"/>
          </w:rPr>
          <w:t>$orderby</w:t>
        </w:r>
      </w:hyperlink>
      <w:r>
        <w:t xml:space="preserve"> expression.</w:t>
      </w:r>
    </w:p>
    <w:p w14:paraId="0F6A302E" w14:textId="77777777" w:rsidR="00752DAA" w:rsidRDefault="00752DAA" w:rsidP="00752DAA">
      <w:pPr>
        <w:keepNext/>
      </w:pPr>
      <w:r>
        <w:t xml:space="preserve">Computed properties SHOULD be included as dynamic properties in the result and MUST be included if </w:t>
      </w:r>
      <w:r>
        <w:rPr>
          <w:rStyle w:val="Datatype"/>
        </w:rPr>
        <w:t>$select</w:t>
      </w:r>
      <w:r>
        <w:t xml:space="preserve"> is specified with the computed property name, or star (</w:t>
      </w:r>
      <w:r w:rsidRPr="008D4102">
        <w:rPr>
          <w:rStyle w:val="Datatype"/>
        </w:rPr>
        <w:t>*</w:t>
      </w:r>
      <w:r>
        <w:t>).</w:t>
      </w:r>
    </w:p>
    <w:p w14:paraId="77C7106D" w14:textId="77777777" w:rsidR="00752DAA" w:rsidRDefault="00752DAA" w:rsidP="00752DAA">
      <w:pPr>
        <w:pStyle w:val="Caption"/>
      </w:pPr>
      <w:r w:rsidRPr="003F1FAD">
        <w:t xml:space="preserve">Example </w:t>
      </w:r>
      <w:r w:rsidR="002A710D">
        <w:fldChar w:fldCharType="begin"/>
      </w:r>
      <w:r w:rsidR="002A710D">
        <w:instrText xml:space="preserve"> SEQ Example </w:instrText>
      </w:r>
      <w:r w:rsidR="002A710D">
        <w:instrText xml:space="preserve">\* ARABIC </w:instrText>
      </w:r>
      <w:r w:rsidR="002A710D">
        <w:fldChar w:fldCharType="separate"/>
      </w:r>
      <w:r>
        <w:rPr>
          <w:noProof/>
        </w:rPr>
        <w:t>44</w:t>
      </w:r>
      <w:r w:rsidR="002A710D">
        <w:rPr>
          <w:noProof/>
        </w:rPr>
        <w:fldChar w:fldCharType="end"/>
      </w:r>
      <w:r w:rsidRPr="003F1FAD">
        <w:t>:</w:t>
      </w:r>
      <w:r w:rsidRPr="006B75C9">
        <w:t xml:space="preserve"> </w:t>
      </w:r>
      <w:r>
        <w:t>compute total price for order items (line breaks only for readability)</w:t>
      </w:r>
    </w:p>
    <w:p w14:paraId="2ACE1CE3" w14:textId="77777777" w:rsidR="00752DAA" w:rsidRDefault="00752DAA" w:rsidP="00752DAA">
      <w:pPr>
        <w:pStyle w:val="Code"/>
        <w:rPr>
          <w:shd w:val="clear" w:color="auto" w:fill="D9D9D9"/>
        </w:rPr>
      </w:pPr>
      <w:r>
        <w:t xml:space="preserve">GET </w:t>
      </w:r>
      <w:r w:rsidRPr="00E70BAD">
        <w:rPr>
          <w:shd w:val="clear" w:color="auto" w:fill="D9D9D9"/>
        </w:rPr>
        <w:t>http://host/service/</w:t>
      </w:r>
      <w:r w:rsidRPr="00470C1D">
        <w:rPr>
          <w:shd w:val="clear" w:color="auto" w:fill="D9D9D9"/>
        </w:rPr>
        <w:t>Customers?</w:t>
      </w:r>
      <w:r>
        <w:rPr>
          <w:shd w:val="clear" w:color="auto" w:fill="D9D9D9"/>
        </w:rPr>
        <w:br/>
        <w:t xml:space="preserve">   </w:t>
      </w:r>
      <w:r w:rsidRPr="00470C1D">
        <w:rPr>
          <w:shd w:val="clear" w:color="auto" w:fill="D9D9D9"/>
        </w:rPr>
        <w:t>$filter=Orders/any(o:o/</w:t>
      </w:r>
      <w:r>
        <w:rPr>
          <w:shd w:val="clear" w:color="auto" w:fill="D9D9D9"/>
        </w:rPr>
        <w:t>T</w:t>
      </w:r>
      <w:r w:rsidRPr="00470C1D">
        <w:rPr>
          <w:shd w:val="clear" w:color="auto" w:fill="D9D9D9"/>
        </w:rPr>
        <w:t>otal</w:t>
      </w:r>
      <w:r>
        <w:rPr>
          <w:shd w:val="clear" w:color="auto" w:fill="D9D9D9"/>
        </w:rPr>
        <w:t>P</w:t>
      </w:r>
      <w:r w:rsidRPr="00470C1D">
        <w:rPr>
          <w:shd w:val="clear" w:color="auto" w:fill="D9D9D9"/>
        </w:rPr>
        <w:t>rice gt 100)</w:t>
      </w:r>
      <w:r>
        <w:rPr>
          <w:shd w:val="clear" w:color="auto" w:fill="D9D9D9"/>
        </w:rPr>
        <w:br/>
        <w:t xml:space="preserve">   </w:t>
      </w:r>
      <w:r w:rsidRPr="00470C1D">
        <w:rPr>
          <w:shd w:val="clear" w:color="auto" w:fill="D9D9D9"/>
        </w:rPr>
        <w:t>&amp;$expand=Orders($compute=</w:t>
      </w:r>
      <w:r>
        <w:rPr>
          <w:shd w:val="clear" w:color="auto" w:fill="D9D9D9"/>
        </w:rPr>
        <w:t>P</w:t>
      </w:r>
      <w:r w:rsidRPr="00470C1D">
        <w:rPr>
          <w:shd w:val="clear" w:color="auto" w:fill="D9D9D9"/>
        </w:rPr>
        <w:t>rice</w:t>
      </w:r>
      <w:r>
        <w:rPr>
          <w:shd w:val="clear" w:color="auto" w:fill="D9D9D9"/>
        </w:rPr>
        <w:t xml:space="preserve"> mult Q</w:t>
      </w:r>
      <w:r w:rsidRPr="00470C1D">
        <w:rPr>
          <w:shd w:val="clear" w:color="auto" w:fill="D9D9D9"/>
        </w:rPr>
        <w:t xml:space="preserve">ty as </w:t>
      </w:r>
      <w:r>
        <w:rPr>
          <w:shd w:val="clear" w:color="auto" w:fill="D9D9D9"/>
        </w:rPr>
        <w:t>T</w:t>
      </w:r>
      <w:r w:rsidRPr="00470C1D">
        <w:rPr>
          <w:shd w:val="clear" w:color="auto" w:fill="D9D9D9"/>
        </w:rPr>
        <w:t>otal</w:t>
      </w:r>
      <w:r>
        <w:rPr>
          <w:shd w:val="clear" w:color="auto" w:fill="D9D9D9"/>
        </w:rPr>
        <w:t>P</w:t>
      </w:r>
      <w:r w:rsidRPr="00470C1D">
        <w:rPr>
          <w:shd w:val="clear" w:color="auto" w:fill="D9D9D9"/>
        </w:rPr>
        <w:t>rice</w:t>
      </w:r>
    </w:p>
    <w:p w14:paraId="4036EA89" w14:textId="77777777" w:rsidR="00752DAA" w:rsidRDefault="00752DAA" w:rsidP="00752DAA">
      <w:pPr>
        <w:pStyle w:val="Code"/>
      </w:pPr>
      <w:r>
        <w:lastRenderedPageBreak/>
        <w:t xml:space="preserve">                  ;</w:t>
      </w:r>
      <w:r w:rsidRPr="00470C1D">
        <w:rPr>
          <w:shd w:val="clear" w:color="auto" w:fill="D9D9D9"/>
        </w:rPr>
        <w:t>$select=</w:t>
      </w:r>
      <w:r>
        <w:rPr>
          <w:shd w:val="clear" w:color="auto" w:fill="D9D9D9"/>
        </w:rPr>
        <w:t>N</w:t>
      </w:r>
      <w:r w:rsidRPr="00470C1D">
        <w:rPr>
          <w:shd w:val="clear" w:color="auto" w:fill="D9D9D9"/>
        </w:rPr>
        <w:t>ame,</w:t>
      </w:r>
      <w:r>
        <w:rPr>
          <w:shd w:val="clear" w:color="auto" w:fill="D9D9D9"/>
        </w:rPr>
        <w:t>P</w:t>
      </w:r>
      <w:r w:rsidRPr="00470C1D">
        <w:rPr>
          <w:shd w:val="clear" w:color="auto" w:fill="D9D9D9"/>
        </w:rPr>
        <w:t>rice,</w:t>
      </w:r>
      <w:r>
        <w:rPr>
          <w:shd w:val="clear" w:color="auto" w:fill="D9D9D9"/>
        </w:rPr>
        <w:t>Q</w:t>
      </w:r>
      <w:r w:rsidRPr="00470C1D">
        <w:rPr>
          <w:shd w:val="clear" w:color="auto" w:fill="D9D9D9"/>
        </w:rPr>
        <w:t>ty,</w:t>
      </w:r>
      <w:r>
        <w:rPr>
          <w:shd w:val="clear" w:color="auto" w:fill="D9D9D9"/>
        </w:rPr>
        <w:t>T</w:t>
      </w:r>
      <w:r w:rsidRPr="00470C1D">
        <w:rPr>
          <w:shd w:val="clear" w:color="auto" w:fill="D9D9D9"/>
        </w:rPr>
        <w:t>otal</w:t>
      </w:r>
      <w:r>
        <w:rPr>
          <w:shd w:val="clear" w:color="auto" w:fill="D9D9D9"/>
        </w:rPr>
        <w:t>P</w:t>
      </w:r>
      <w:r w:rsidRPr="00470C1D">
        <w:rPr>
          <w:shd w:val="clear" w:color="auto" w:fill="D9D9D9"/>
        </w:rPr>
        <w:t>rice)</w:t>
      </w:r>
    </w:p>
    <w:bookmarkStart w:id="621" w:name="_Toc477876650"/>
    <w:bookmarkStart w:id="622" w:name="sec_QueryingCollections"/>
    <w:bookmarkEnd w:id="617"/>
    <w:bookmarkEnd w:id="618"/>
    <w:p w14:paraId="15D05AD8" w14:textId="77777777" w:rsidR="00752DAA" w:rsidRDefault="00752DAA" w:rsidP="006C1EBF">
      <w:pPr>
        <w:pStyle w:val="Heading3"/>
        <w:numPr>
          <w:ilvl w:val="2"/>
          <w:numId w:val="2"/>
        </w:numPr>
        <w:tabs>
          <w:tab w:val="left" w:pos="567"/>
        </w:tabs>
      </w:pPr>
      <w:r>
        <w:fldChar w:fldCharType="begin"/>
      </w:r>
      <w:r>
        <w:instrText xml:space="preserve"> HYPERLINK  \l "sec_QueryingCollections" </w:instrText>
      </w:r>
      <w:r>
        <w:fldChar w:fldCharType="separate"/>
      </w:r>
      <w:bookmarkStart w:id="623" w:name="_Toc494885066"/>
      <w:bookmarkStart w:id="624" w:name="_Toc494356813"/>
      <w:r w:rsidRPr="004A50BC">
        <w:rPr>
          <w:rStyle w:val="Hyperlink"/>
        </w:rPr>
        <w:t>Querying Collections</w:t>
      </w:r>
      <w:bookmarkEnd w:id="621"/>
      <w:bookmarkEnd w:id="622"/>
      <w:bookmarkEnd w:id="623"/>
      <w:bookmarkEnd w:id="624"/>
      <w:r>
        <w:fldChar w:fldCharType="end"/>
      </w:r>
    </w:p>
    <w:p w14:paraId="7539D879" w14:textId="77777777" w:rsidR="00752DAA" w:rsidRDefault="00752DAA" w:rsidP="00752DAA">
      <w:r>
        <w:t>OData services support querying collections of entities, complex type instances, and primitive values.</w:t>
      </w:r>
    </w:p>
    <w:p w14:paraId="47328927" w14:textId="77777777" w:rsidR="00752DAA" w:rsidRDefault="00752DAA" w:rsidP="00752DAA">
      <w:r>
        <w:t xml:space="preserve">The target collection is specified through a URL, and query operations such as filter, sort, paging, and projection are specified as </w:t>
      </w:r>
      <w:hyperlink w:anchor="sec_SystemQueryOptions" w:history="1">
        <w:r w:rsidRPr="002C4AD1">
          <w:rPr>
            <w:rStyle w:val="Hyperlink"/>
            <w:i/>
          </w:rPr>
          <w:t>system query options</w:t>
        </w:r>
      </w:hyperlink>
      <w:r>
        <w:t xml:space="preserve"> optionally prefixed with a dollar (</w:t>
      </w:r>
      <w:r w:rsidRPr="0085287A">
        <w:rPr>
          <w:rStyle w:val="Datatype"/>
        </w:rPr>
        <w:t>$</w:t>
      </w:r>
      <w:r w:rsidRPr="006A0361">
        <w:t>)</w:t>
      </w:r>
      <w:r>
        <w:t xml:space="preserve"> character. 4.01 Services MUST support case-insensitive system query option names specified with or without the </w:t>
      </w:r>
      <w:r w:rsidRPr="0085287A">
        <w:rPr>
          <w:rStyle w:val="Datatype"/>
        </w:rPr>
        <w:t>$</w:t>
      </w:r>
      <w:r>
        <w:rPr>
          <w:rStyle w:val="Datatype"/>
        </w:rPr>
        <w:t xml:space="preserve"> </w:t>
      </w:r>
      <w:r>
        <w:t xml:space="preserve">prefix. Clients that want to work with 4.0 services MUST use lower case names and specify the </w:t>
      </w:r>
      <w:r w:rsidRPr="0085287A">
        <w:rPr>
          <w:rStyle w:val="Datatype"/>
        </w:rPr>
        <w:t>$</w:t>
      </w:r>
      <w:r>
        <w:t xml:space="preserve"> prefix. </w:t>
      </w:r>
    </w:p>
    <w:p w14:paraId="78C465EC" w14:textId="77777777" w:rsidR="00752DAA" w:rsidRDefault="00752DAA" w:rsidP="00752DAA">
      <w:r>
        <w:t>The same system query option MUST NOT be specified more than once for any resource.</w:t>
      </w:r>
    </w:p>
    <w:p w14:paraId="2186F6E3" w14:textId="77777777" w:rsidR="00752DAA" w:rsidRDefault="00752DAA" w:rsidP="00752DAA">
      <w:r>
        <w:t xml:space="preserve">An OData service MAY support some or all of the system query options defined. If a data service does not support a system query option, it MUST fail any request that contains the unsupported option and SHOULD return </w:t>
      </w:r>
      <w:hyperlink w:anchor="sec_ResponseCode501NotImplemented" w:history="1">
        <w:r w:rsidRPr="0073400A">
          <w:rPr>
            <w:rStyle w:val="Datatype"/>
          </w:rPr>
          <w:t>501 Not Implemented</w:t>
        </w:r>
      </w:hyperlink>
      <w:r>
        <w:t>.</w:t>
      </w:r>
    </w:p>
    <w:bookmarkStart w:id="625" w:name="_The_$filter_System"/>
    <w:bookmarkStart w:id="626" w:name="_Toc477876651"/>
    <w:bookmarkStart w:id="627" w:name="sec_SystemQueryOptionfilter"/>
    <w:bookmarkEnd w:id="625"/>
    <w:p w14:paraId="51BA2886" w14:textId="77777777" w:rsidR="00752DAA" w:rsidRDefault="00752DAA" w:rsidP="006C1EBF">
      <w:pPr>
        <w:pStyle w:val="Heading4"/>
        <w:numPr>
          <w:ilvl w:val="3"/>
          <w:numId w:val="2"/>
        </w:numPr>
        <w:tabs>
          <w:tab w:val="left" w:pos="567"/>
        </w:tabs>
      </w:pPr>
      <w:r>
        <w:fldChar w:fldCharType="begin"/>
      </w:r>
      <w:r>
        <w:instrText xml:space="preserve"> HYPERLINK  \l "sec_SystemQueryOptionfilter" </w:instrText>
      </w:r>
      <w:r>
        <w:fldChar w:fldCharType="separate"/>
      </w:r>
      <w:bookmarkStart w:id="628" w:name="_Toc494885067"/>
      <w:bookmarkStart w:id="629" w:name="_Toc494356814"/>
      <w:r w:rsidRPr="004A50BC">
        <w:rPr>
          <w:rStyle w:val="Hyperlink"/>
        </w:rPr>
        <w:t xml:space="preserve">System Query Option </w:t>
      </w:r>
      <w:r w:rsidRPr="004A50BC">
        <w:rPr>
          <w:rStyle w:val="Hyperlink"/>
          <w:rFonts w:ascii="Courier New" w:hAnsi="Courier New"/>
        </w:rPr>
        <w:t>$filter</w:t>
      </w:r>
      <w:bookmarkEnd w:id="626"/>
      <w:bookmarkEnd w:id="627"/>
      <w:bookmarkEnd w:id="628"/>
      <w:bookmarkEnd w:id="629"/>
      <w:r>
        <w:fldChar w:fldCharType="end"/>
      </w:r>
    </w:p>
    <w:p w14:paraId="6DB17026" w14:textId="77777777" w:rsidR="00752DAA" w:rsidRDefault="00752DAA" w:rsidP="00752DAA">
      <w:pPr>
        <w:keepNext/>
      </w:pPr>
      <w:r>
        <w:t xml:space="preserve">The </w:t>
      </w:r>
      <w:r w:rsidRPr="00C87D2D">
        <w:rPr>
          <w:rStyle w:val="Datatype"/>
        </w:rPr>
        <w:t>$filter</w:t>
      </w:r>
      <w:r>
        <w:t xml:space="preserve"> system query option restricts the set of items returned.</w:t>
      </w:r>
    </w:p>
    <w:p w14:paraId="4B2848FB"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45</w:t>
      </w:r>
      <w:r w:rsidR="002A710D">
        <w:rPr>
          <w:noProof/>
        </w:rPr>
        <w:fldChar w:fldCharType="end"/>
      </w:r>
      <w:r w:rsidRPr="003F1FAD">
        <w:t>:</w:t>
      </w:r>
      <w:r w:rsidRPr="006C49A6">
        <w:t xml:space="preserve"> </w:t>
      </w:r>
      <w:r>
        <w:t xml:space="preserve">return all Products whose </w:t>
      </w:r>
      <w:r w:rsidRPr="004B5CD2">
        <w:rPr>
          <w:rStyle w:val="Datatype"/>
        </w:rPr>
        <w:t>Price</w:t>
      </w:r>
      <w:r>
        <w:t xml:space="preserve"> is less than </w:t>
      </w:r>
      <w:r w:rsidRPr="00CA457B">
        <w:rPr>
          <w:rFonts w:ascii="Calibri" w:hAnsi="Calibri"/>
        </w:rPr>
        <w:t>$10.00</w:t>
      </w:r>
    </w:p>
    <w:p w14:paraId="6384A3AB" w14:textId="77777777" w:rsidR="00752DAA" w:rsidRPr="00DF1E6A" w:rsidRDefault="00752DAA" w:rsidP="00752DAA">
      <w:pPr>
        <w:pStyle w:val="Code"/>
      </w:pPr>
      <w:r>
        <w:t xml:space="preserve">GET </w:t>
      </w:r>
      <w:r w:rsidRPr="00DF1E6A" w:rsidDel="00D30D23">
        <w:t>http://</w:t>
      </w:r>
      <w:r w:rsidRPr="00DF1E6A">
        <w:t>host/service/Products?$filter=Price lt 10.00</w:t>
      </w:r>
    </w:p>
    <w:p w14:paraId="7287B2D5" w14:textId="77777777" w:rsidR="00752DAA" w:rsidRDefault="00752DAA" w:rsidP="00752DAA">
      <w:r w:rsidRPr="00F15FD2">
        <w:t xml:space="preserve">The </w:t>
      </w:r>
      <w:hyperlink w:anchor="sec_SystemQueryOptioncount" w:history="1">
        <w:r w:rsidRPr="000B6292">
          <w:rPr>
            <w:rStyle w:val="Hyperlink"/>
            <w:rFonts w:ascii="Courier New" w:hAnsi="Courier New" w:cs="Courier New"/>
          </w:rPr>
          <w:t>$count</w:t>
        </w:r>
      </w:hyperlink>
      <w:r>
        <w:t xml:space="preserve"> segment may be used within a </w:t>
      </w:r>
      <w:r w:rsidRPr="00BC37AE">
        <w:rPr>
          <w:rStyle w:val="Datatype"/>
        </w:rPr>
        <w:t xml:space="preserve">$filter </w:t>
      </w:r>
      <w:r>
        <w:t xml:space="preserve">expression to limit the items returned based on the exact count of related entities or items within a collection-valued property. </w:t>
      </w:r>
    </w:p>
    <w:p w14:paraId="5AE47BCE"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46</w:t>
      </w:r>
      <w:r w:rsidR="002A710D">
        <w:rPr>
          <w:noProof/>
        </w:rPr>
        <w:fldChar w:fldCharType="end"/>
      </w:r>
      <w:r w:rsidRPr="003F1FAD">
        <w:t xml:space="preserve">: </w:t>
      </w:r>
      <w:r>
        <w:t>return all Categories with less than 10 products</w:t>
      </w:r>
    </w:p>
    <w:p w14:paraId="0A6E735E" w14:textId="77777777" w:rsidR="00752DAA" w:rsidRPr="00DF1E6A" w:rsidRDefault="00752DAA" w:rsidP="00752DAA">
      <w:pPr>
        <w:pStyle w:val="Code"/>
      </w:pPr>
      <w:r w:rsidRPr="00DF1E6A">
        <w:t xml:space="preserve">GET </w:t>
      </w:r>
      <w:r w:rsidRPr="00DF1E6A" w:rsidDel="00D30D23">
        <w:t>http://</w:t>
      </w:r>
      <w:r w:rsidRPr="00DF1E6A">
        <w:t>host/service/Categories?$filter=Products/$count lt 10</w:t>
      </w:r>
    </w:p>
    <w:p w14:paraId="4A4C9558" w14:textId="77777777" w:rsidR="00752DAA" w:rsidRDefault="00752DAA" w:rsidP="00752DAA">
      <w:r>
        <w:t xml:space="preserve">The value of the </w:t>
      </w:r>
      <w:r w:rsidRPr="001356C8">
        <w:rPr>
          <w:rStyle w:val="Datatype"/>
        </w:rPr>
        <w:t>$filter</w:t>
      </w:r>
      <w:r>
        <w:t xml:space="preserve"> option is a Boolean expression as defined in </w:t>
      </w:r>
      <w:hyperlink w:anchor="ABNF" w:history="1">
        <w:r w:rsidRPr="005C52E4">
          <w:rPr>
            <w:rStyle w:val="Hyperlink"/>
            <w:b/>
          </w:rPr>
          <w:t>[OData-ABNF]</w:t>
        </w:r>
      </w:hyperlink>
      <w:r>
        <w:t>.</w:t>
      </w:r>
    </w:p>
    <w:bookmarkStart w:id="630" w:name="_Built-in_Filter_Operations"/>
    <w:bookmarkStart w:id="631" w:name="_Toc477876652"/>
    <w:bookmarkStart w:id="632" w:name="sec_BuiltinFilterOperations"/>
    <w:bookmarkEnd w:id="630"/>
    <w:p w14:paraId="770A33A5" w14:textId="77777777" w:rsidR="00752DAA" w:rsidRDefault="00752DAA" w:rsidP="006C1EBF">
      <w:pPr>
        <w:pStyle w:val="Heading5"/>
        <w:numPr>
          <w:ilvl w:val="4"/>
          <w:numId w:val="2"/>
        </w:numPr>
        <w:tabs>
          <w:tab w:val="left" w:pos="567"/>
        </w:tabs>
      </w:pPr>
      <w:r>
        <w:fldChar w:fldCharType="begin"/>
      </w:r>
      <w:r>
        <w:instrText xml:space="preserve"> HYPERLINK  \l "sec_BuiltinFilterOperations" </w:instrText>
      </w:r>
      <w:r>
        <w:fldChar w:fldCharType="separate"/>
      </w:r>
      <w:bookmarkStart w:id="633" w:name="_Toc494885068"/>
      <w:bookmarkStart w:id="634" w:name="_Toc494356815"/>
      <w:r w:rsidRPr="004A50BC">
        <w:rPr>
          <w:rStyle w:val="Hyperlink"/>
        </w:rPr>
        <w:t>Built-in Filter Operations</w:t>
      </w:r>
      <w:bookmarkEnd w:id="631"/>
      <w:bookmarkEnd w:id="632"/>
      <w:bookmarkEnd w:id="633"/>
      <w:bookmarkEnd w:id="634"/>
      <w:r>
        <w:fldChar w:fldCharType="end"/>
      </w:r>
    </w:p>
    <w:p w14:paraId="5D6C499C" w14:textId="77777777" w:rsidR="00752DAA" w:rsidRDefault="00752DAA" w:rsidP="00752DAA">
      <w:r>
        <w:t xml:space="preserve">OData supports a set of built-in filter operations, as described in this section. </w:t>
      </w:r>
    </w:p>
    <w:p w14:paraId="1E50CB80" w14:textId="77777777" w:rsidR="00752DAA" w:rsidRDefault="00752DAA" w:rsidP="00752DAA">
      <w:r>
        <w:t xml:space="preserve">4.01 services MUST support case-insensitive operation names. Clients that want to work with 4.0 services MUST use lower case operation names. </w:t>
      </w:r>
    </w:p>
    <w:p w14:paraId="1C9BC192" w14:textId="77777777" w:rsidR="00752DAA" w:rsidRDefault="00752DAA" w:rsidP="00752DAA">
      <w:r>
        <w:t xml:space="preserve">For a full description of the syntax used when building requests, see </w:t>
      </w:r>
      <w:hyperlink w:anchor="ODataURLRef" w:history="1">
        <w:r w:rsidRPr="005E626C">
          <w:rPr>
            <w:rStyle w:val="Hyperlink"/>
            <w:b/>
          </w:rPr>
          <w:t>[OData</w:t>
        </w:r>
        <w:r>
          <w:rPr>
            <w:rStyle w:val="Hyperlink"/>
            <w:b/>
          </w:rPr>
          <w:noBreakHyphen/>
        </w:r>
        <w:r w:rsidRPr="005E626C">
          <w:rPr>
            <w:rStyle w:val="Hyperlink"/>
            <w:b/>
          </w:rPr>
          <w:t>URL]</w:t>
        </w:r>
      </w:hyperlink>
      <w:r>
        <w:t>.</w:t>
      </w:r>
    </w:p>
    <w:tbl>
      <w:tblPr>
        <w:tblW w:w="0" w:type="auto"/>
        <w:tblInd w:w="108" w:type="dxa"/>
        <w:tblLayout w:type="fixed"/>
        <w:tblLook w:val="04A0" w:firstRow="1" w:lastRow="0" w:firstColumn="1" w:lastColumn="0" w:noHBand="0" w:noVBand="1"/>
      </w:tblPr>
      <w:tblGrid>
        <w:gridCol w:w="1080"/>
        <w:gridCol w:w="2322"/>
        <w:gridCol w:w="5778"/>
      </w:tblGrid>
      <w:tr w:rsidR="00752DAA" w:rsidRPr="00CA457B" w14:paraId="68B5464F" w14:textId="77777777" w:rsidTr="00752DAA">
        <w:trPr>
          <w:tblHeader/>
        </w:trPr>
        <w:tc>
          <w:tcPr>
            <w:tcW w:w="1080" w:type="dxa"/>
            <w:shd w:val="clear" w:color="auto" w:fill="EEECE1" w:themeFill="background2"/>
            <w:hideMark/>
          </w:tcPr>
          <w:p w14:paraId="1E5DD03D" w14:textId="77777777" w:rsidR="00752DAA" w:rsidRPr="00CB17F7" w:rsidRDefault="00752DAA" w:rsidP="00752DAA">
            <w:pPr>
              <w:keepNext/>
              <w:rPr>
                <w:b/>
              </w:rPr>
            </w:pPr>
            <w:r w:rsidRPr="00CB17F7">
              <w:rPr>
                <w:b/>
              </w:rPr>
              <w:t>Operator</w:t>
            </w:r>
          </w:p>
        </w:tc>
        <w:tc>
          <w:tcPr>
            <w:tcW w:w="2322" w:type="dxa"/>
            <w:shd w:val="clear" w:color="auto" w:fill="EEECE1" w:themeFill="background2"/>
            <w:hideMark/>
          </w:tcPr>
          <w:p w14:paraId="100A719B" w14:textId="77777777" w:rsidR="00752DAA" w:rsidRPr="00CB17F7" w:rsidRDefault="00752DAA" w:rsidP="00752DAA">
            <w:pPr>
              <w:keepNext/>
              <w:rPr>
                <w:b/>
              </w:rPr>
            </w:pPr>
            <w:r w:rsidRPr="00CB17F7">
              <w:rPr>
                <w:b/>
              </w:rPr>
              <w:t>Description</w:t>
            </w:r>
          </w:p>
        </w:tc>
        <w:tc>
          <w:tcPr>
            <w:tcW w:w="5778" w:type="dxa"/>
            <w:shd w:val="clear" w:color="auto" w:fill="EEECE1" w:themeFill="background2"/>
            <w:hideMark/>
          </w:tcPr>
          <w:p w14:paraId="7BB4F8AF" w14:textId="77777777" w:rsidR="00752DAA" w:rsidRPr="00CB17F7" w:rsidRDefault="00752DAA" w:rsidP="00752DAA">
            <w:pPr>
              <w:keepNext/>
              <w:rPr>
                <w:b/>
              </w:rPr>
            </w:pPr>
            <w:r w:rsidRPr="00CB17F7">
              <w:rPr>
                <w:b/>
              </w:rPr>
              <w:t>Example</w:t>
            </w:r>
          </w:p>
        </w:tc>
      </w:tr>
      <w:tr w:rsidR="00752DAA" w:rsidRPr="00CA457B" w14:paraId="67FB2396" w14:textId="77777777" w:rsidTr="00752DAA">
        <w:tc>
          <w:tcPr>
            <w:tcW w:w="9180" w:type="dxa"/>
            <w:gridSpan w:val="3"/>
            <w:hideMark/>
          </w:tcPr>
          <w:p w14:paraId="0D5744E8" w14:textId="77777777" w:rsidR="00752DAA" w:rsidRPr="00CB17F7" w:rsidRDefault="00752DAA" w:rsidP="00752DAA">
            <w:pPr>
              <w:keepNext/>
              <w:rPr>
                <w:b/>
              </w:rPr>
            </w:pPr>
            <w:r w:rsidRPr="00CB17F7">
              <w:rPr>
                <w:b/>
              </w:rPr>
              <w:t xml:space="preserve">Comparison Operators </w:t>
            </w:r>
          </w:p>
        </w:tc>
      </w:tr>
      <w:tr w:rsidR="00752DAA" w:rsidRPr="00A75EE3" w14:paraId="49C262DC" w14:textId="77777777" w:rsidTr="00752DAA">
        <w:tc>
          <w:tcPr>
            <w:tcW w:w="1080" w:type="dxa"/>
            <w:hideMark/>
          </w:tcPr>
          <w:p w14:paraId="2891313F" w14:textId="77777777" w:rsidR="00752DAA" w:rsidRPr="00CB17F7" w:rsidRDefault="00752DAA" w:rsidP="00752DAA">
            <w:pPr>
              <w:keepNext/>
              <w:jc w:val="both"/>
              <w:rPr>
                <w:rFonts w:ascii="Courier New" w:hAnsi="Courier New"/>
              </w:rPr>
            </w:pPr>
            <w:r w:rsidRPr="00CB17F7">
              <w:rPr>
                <w:rFonts w:ascii="Courier New" w:hAnsi="Courier New"/>
              </w:rPr>
              <w:t>eq</w:t>
            </w:r>
          </w:p>
        </w:tc>
        <w:tc>
          <w:tcPr>
            <w:tcW w:w="2322" w:type="dxa"/>
            <w:hideMark/>
          </w:tcPr>
          <w:p w14:paraId="651B0C1C" w14:textId="77777777" w:rsidR="00752DAA" w:rsidRPr="00CB17F7" w:rsidRDefault="00752DAA" w:rsidP="00752DAA">
            <w:pPr>
              <w:keepNext/>
            </w:pPr>
            <w:r w:rsidRPr="00CB17F7">
              <w:t>Equal</w:t>
            </w:r>
          </w:p>
        </w:tc>
        <w:tc>
          <w:tcPr>
            <w:tcW w:w="5778" w:type="dxa"/>
            <w:hideMark/>
          </w:tcPr>
          <w:p w14:paraId="59AC8049" w14:textId="77777777" w:rsidR="00752DAA" w:rsidRPr="0074473C" w:rsidRDefault="00752DAA" w:rsidP="00752DAA">
            <w:pPr>
              <w:keepNext/>
              <w:jc w:val="both"/>
              <w:rPr>
                <w:rFonts w:ascii="Courier New" w:hAnsi="Courier New"/>
                <w:sz w:val="18"/>
              </w:rPr>
            </w:pPr>
            <w:r w:rsidRPr="0074473C">
              <w:rPr>
                <w:rFonts w:ascii="Courier New" w:hAnsi="Courier New"/>
                <w:sz w:val="18"/>
              </w:rPr>
              <w:t>Address/City eq 'Redmond'</w:t>
            </w:r>
          </w:p>
        </w:tc>
      </w:tr>
      <w:tr w:rsidR="00752DAA" w:rsidRPr="00A75EE3" w14:paraId="14D12179" w14:textId="77777777" w:rsidTr="00752DAA">
        <w:tc>
          <w:tcPr>
            <w:tcW w:w="1080" w:type="dxa"/>
            <w:hideMark/>
          </w:tcPr>
          <w:p w14:paraId="415772CE" w14:textId="77777777" w:rsidR="00752DAA" w:rsidRPr="00CB17F7" w:rsidRDefault="00752DAA" w:rsidP="00752DAA">
            <w:pPr>
              <w:keepNext/>
              <w:jc w:val="both"/>
              <w:rPr>
                <w:rFonts w:ascii="Courier New" w:hAnsi="Courier New"/>
              </w:rPr>
            </w:pPr>
            <w:r w:rsidRPr="00CB17F7">
              <w:rPr>
                <w:rFonts w:ascii="Courier New" w:hAnsi="Courier New"/>
              </w:rPr>
              <w:t>ne</w:t>
            </w:r>
          </w:p>
        </w:tc>
        <w:tc>
          <w:tcPr>
            <w:tcW w:w="2322" w:type="dxa"/>
            <w:hideMark/>
          </w:tcPr>
          <w:p w14:paraId="52DC1D5B" w14:textId="77777777" w:rsidR="00752DAA" w:rsidRPr="00CB17F7" w:rsidRDefault="00752DAA" w:rsidP="00752DAA">
            <w:pPr>
              <w:keepNext/>
            </w:pPr>
            <w:r w:rsidRPr="00CB17F7">
              <w:t>Not equal</w:t>
            </w:r>
          </w:p>
        </w:tc>
        <w:tc>
          <w:tcPr>
            <w:tcW w:w="5778" w:type="dxa"/>
            <w:hideMark/>
          </w:tcPr>
          <w:p w14:paraId="615F01B3" w14:textId="77777777" w:rsidR="00752DAA" w:rsidRPr="0074473C" w:rsidRDefault="00752DAA" w:rsidP="00752DAA">
            <w:pPr>
              <w:keepNext/>
              <w:jc w:val="both"/>
              <w:rPr>
                <w:rFonts w:ascii="Courier New" w:hAnsi="Courier New"/>
                <w:sz w:val="18"/>
              </w:rPr>
            </w:pPr>
            <w:r w:rsidRPr="0074473C">
              <w:rPr>
                <w:rFonts w:ascii="Courier New" w:hAnsi="Courier New"/>
                <w:sz w:val="18"/>
              </w:rPr>
              <w:t>Address/City ne 'London'</w:t>
            </w:r>
          </w:p>
        </w:tc>
      </w:tr>
      <w:tr w:rsidR="00752DAA" w:rsidRPr="00A75EE3" w14:paraId="5C9EB02C" w14:textId="77777777" w:rsidTr="00752DAA">
        <w:tc>
          <w:tcPr>
            <w:tcW w:w="1080" w:type="dxa"/>
            <w:hideMark/>
          </w:tcPr>
          <w:p w14:paraId="35FDD295" w14:textId="77777777" w:rsidR="00752DAA" w:rsidRPr="00CB17F7" w:rsidRDefault="00752DAA" w:rsidP="00752DAA">
            <w:pPr>
              <w:keepNext/>
              <w:jc w:val="both"/>
              <w:rPr>
                <w:rFonts w:ascii="Courier New" w:hAnsi="Courier New"/>
              </w:rPr>
            </w:pPr>
            <w:r w:rsidRPr="00CB17F7">
              <w:rPr>
                <w:rFonts w:ascii="Courier New" w:hAnsi="Courier New"/>
              </w:rPr>
              <w:t>gt</w:t>
            </w:r>
          </w:p>
        </w:tc>
        <w:tc>
          <w:tcPr>
            <w:tcW w:w="2322" w:type="dxa"/>
            <w:hideMark/>
          </w:tcPr>
          <w:p w14:paraId="65847DBC" w14:textId="77777777" w:rsidR="00752DAA" w:rsidRPr="00CB17F7" w:rsidRDefault="00752DAA" w:rsidP="00752DAA">
            <w:pPr>
              <w:keepNext/>
            </w:pPr>
            <w:r w:rsidRPr="00CB17F7">
              <w:t>Greater than</w:t>
            </w:r>
          </w:p>
        </w:tc>
        <w:tc>
          <w:tcPr>
            <w:tcW w:w="5778" w:type="dxa"/>
            <w:hideMark/>
          </w:tcPr>
          <w:p w14:paraId="26D88CCF" w14:textId="77777777" w:rsidR="00752DAA" w:rsidRPr="0074473C" w:rsidRDefault="00752DAA" w:rsidP="00752DAA">
            <w:pPr>
              <w:keepNext/>
              <w:jc w:val="both"/>
              <w:rPr>
                <w:rFonts w:ascii="Courier New" w:hAnsi="Courier New"/>
                <w:sz w:val="18"/>
              </w:rPr>
            </w:pPr>
            <w:r w:rsidRPr="0074473C">
              <w:rPr>
                <w:rFonts w:ascii="Courier New" w:hAnsi="Courier New"/>
                <w:sz w:val="18"/>
              </w:rPr>
              <w:t>Price gt 20</w:t>
            </w:r>
          </w:p>
        </w:tc>
      </w:tr>
      <w:tr w:rsidR="00752DAA" w:rsidRPr="00A75EE3" w14:paraId="30520B5C" w14:textId="77777777" w:rsidTr="00752DAA">
        <w:tc>
          <w:tcPr>
            <w:tcW w:w="1080" w:type="dxa"/>
            <w:hideMark/>
          </w:tcPr>
          <w:p w14:paraId="4ED9730E" w14:textId="77777777" w:rsidR="00752DAA" w:rsidRPr="00CB17F7" w:rsidRDefault="00752DAA" w:rsidP="00752DAA">
            <w:pPr>
              <w:keepNext/>
              <w:jc w:val="both"/>
              <w:rPr>
                <w:rFonts w:ascii="Courier New" w:hAnsi="Courier New"/>
              </w:rPr>
            </w:pPr>
            <w:r w:rsidRPr="00CB17F7">
              <w:rPr>
                <w:rFonts w:ascii="Courier New" w:hAnsi="Courier New"/>
              </w:rPr>
              <w:t>ge</w:t>
            </w:r>
          </w:p>
        </w:tc>
        <w:tc>
          <w:tcPr>
            <w:tcW w:w="2322" w:type="dxa"/>
            <w:hideMark/>
          </w:tcPr>
          <w:p w14:paraId="071FCF95" w14:textId="77777777" w:rsidR="00752DAA" w:rsidRPr="00CB17F7" w:rsidRDefault="00752DAA" w:rsidP="00752DAA">
            <w:pPr>
              <w:keepNext/>
            </w:pPr>
            <w:r w:rsidRPr="00CB17F7">
              <w:t>Greater than or equal</w:t>
            </w:r>
          </w:p>
        </w:tc>
        <w:tc>
          <w:tcPr>
            <w:tcW w:w="5778" w:type="dxa"/>
            <w:hideMark/>
          </w:tcPr>
          <w:p w14:paraId="6A6B4564" w14:textId="77777777" w:rsidR="00752DAA" w:rsidRPr="0074473C" w:rsidRDefault="00752DAA" w:rsidP="00752DAA">
            <w:pPr>
              <w:keepNext/>
              <w:jc w:val="both"/>
              <w:rPr>
                <w:rFonts w:ascii="Courier New" w:hAnsi="Courier New"/>
                <w:sz w:val="18"/>
              </w:rPr>
            </w:pPr>
            <w:r w:rsidRPr="0074473C">
              <w:rPr>
                <w:rFonts w:ascii="Courier New" w:hAnsi="Courier New"/>
                <w:sz w:val="18"/>
              </w:rPr>
              <w:t>Price ge 10</w:t>
            </w:r>
          </w:p>
        </w:tc>
      </w:tr>
      <w:tr w:rsidR="00752DAA" w:rsidRPr="00A75EE3" w14:paraId="0B8AAD08" w14:textId="77777777" w:rsidTr="00752DAA">
        <w:tc>
          <w:tcPr>
            <w:tcW w:w="1080" w:type="dxa"/>
            <w:hideMark/>
          </w:tcPr>
          <w:p w14:paraId="568A8FD4" w14:textId="77777777" w:rsidR="00752DAA" w:rsidRPr="00CB17F7" w:rsidRDefault="00752DAA" w:rsidP="00752DAA">
            <w:pPr>
              <w:keepNext/>
              <w:jc w:val="both"/>
              <w:rPr>
                <w:rFonts w:ascii="Courier New" w:hAnsi="Courier New"/>
              </w:rPr>
            </w:pPr>
            <w:r w:rsidRPr="00CB17F7">
              <w:rPr>
                <w:rFonts w:ascii="Courier New" w:hAnsi="Courier New"/>
              </w:rPr>
              <w:t>lt</w:t>
            </w:r>
          </w:p>
        </w:tc>
        <w:tc>
          <w:tcPr>
            <w:tcW w:w="2322" w:type="dxa"/>
            <w:hideMark/>
          </w:tcPr>
          <w:p w14:paraId="1CBC95D4" w14:textId="77777777" w:rsidR="00752DAA" w:rsidRPr="00CB17F7" w:rsidRDefault="00752DAA" w:rsidP="00752DAA">
            <w:pPr>
              <w:keepNext/>
            </w:pPr>
            <w:r w:rsidRPr="00CB17F7">
              <w:t>Less than</w:t>
            </w:r>
          </w:p>
        </w:tc>
        <w:tc>
          <w:tcPr>
            <w:tcW w:w="5778" w:type="dxa"/>
            <w:hideMark/>
          </w:tcPr>
          <w:p w14:paraId="09CCA961" w14:textId="77777777" w:rsidR="00752DAA" w:rsidRPr="0074473C" w:rsidRDefault="00752DAA" w:rsidP="00752DAA">
            <w:pPr>
              <w:keepNext/>
              <w:jc w:val="both"/>
              <w:rPr>
                <w:rFonts w:ascii="Courier New" w:hAnsi="Courier New"/>
                <w:sz w:val="18"/>
              </w:rPr>
            </w:pPr>
            <w:r w:rsidRPr="0074473C">
              <w:rPr>
                <w:rFonts w:ascii="Courier New" w:hAnsi="Courier New"/>
                <w:sz w:val="18"/>
              </w:rPr>
              <w:t>Price lt 20</w:t>
            </w:r>
          </w:p>
        </w:tc>
      </w:tr>
      <w:tr w:rsidR="00752DAA" w:rsidRPr="00A75EE3" w14:paraId="76D1FED1" w14:textId="77777777" w:rsidTr="00752DAA">
        <w:tc>
          <w:tcPr>
            <w:tcW w:w="1080" w:type="dxa"/>
          </w:tcPr>
          <w:p w14:paraId="621CC79F" w14:textId="77777777" w:rsidR="00752DAA" w:rsidRPr="00CB17F7" w:rsidRDefault="00752DAA" w:rsidP="00752DAA">
            <w:pPr>
              <w:keepNext/>
              <w:jc w:val="both"/>
              <w:rPr>
                <w:rFonts w:ascii="Courier New" w:hAnsi="Courier New"/>
              </w:rPr>
            </w:pPr>
            <w:r w:rsidRPr="00CB17F7">
              <w:rPr>
                <w:rFonts w:ascii="Courier New" w:hAnsi="Courier New"/>
              </w:rPr>
              <w:t>le</w:t>
            </w:r>
          </w:p>
        </w:tc>
        <w:tc>
          <w:tcPr>
            <w:tcW w:w="2322" w:type="dxa"/>
          </w:tcPr>
          <w:p w14:paraId="0523160D" w14:textId="77777777" w:rsidR="00752DAA" w:rsidRPr="00CB17F7" w:rsidRDefault="00752DAA" w:rsidP="00752DAA">
            <w:pPr>
              <w:keepNext/>
            </w:pPr>
            <w:r w:rsidRPr="00CB17F7">
              <w:t>Less than or equal</w:t>
            </w:r>
          </w:p>
        </w:tc>
        <w:tc>
          <w:tcPr>
            <w:tcW w:w="5778" w:type="dxa"/>
          </w:tcPr>
          <w:p w14:paraId="2E11AACB" w14:textId="77777777" w:rsidR="00752DAA" w:rsidRPr="0074473C" w:rsidRDefault="00752DAA" w:rsidP="00752DAA">
            <w:pPr>
              <w:keepNext/>
              <w:jc w:val="both"/>
              <w:rPr>
                <w:rFonts w:ascii="Courier New" w:hAnsi="Courier New"/>
                <w:sz w:val="18"/>
              </w:rPr>
            </w:pPr>
            <w:r w:rsidRPr="0074473C">
              <w:rPr>
                <w:rFonts w:ascii="Courier New" w:hAnsi="Courier New"/>
                <w:sz w:val="18"/>
              </w:rPr>
              <w:t>Price le 100</w:t>
            </w:r>
          </w:p>
        </w:tc>
      </w:tr>
      <w:tr w:rsidR="00752DAA" w:rsidRPr="00A75EE3" w14:paraId="5760B5BF" w14:textId="77777777" w:rsidTr="00752DAA">
        <w:tc>
          <w:tcPr>
            <w:tcW w:w="1080" w:type="dxa"/>
          </w:tcPr>
          <w:p w14:paraId="7129864B" w14:textId="77777777" w:rsidR="00752DAA" w:rsidRPr="00CB17F7" w:rsidRDefault="00752DAA" w:rsidP="00752DAA">
            <w:pPr>
              <w:jc w:val="both"/>
              <w:rPr>
                <w:rFonts w:ascii="Courier New" w:hAnsi="Courier New"/>
              </w:rPr>
            </w:pPr>
            <w:r>
              <w:rPr>
                <w:rFonts w:ascii="Courier New" w:hAnsi="Courier New"/>
              </w:rPr>
              <w:t>has</w:t>
            </w:r>
          </w:p>
        </w:tc>
        <w:tc>
          <w:tcPr>
            <w:tcW w:w="2322" w:type="dxa"/>
          </w:tcPr>
          <w:p w14:paraId="6111DA83" w14:textId="77777777" w:rsidR="00752DAA" w:rsidRPr="00CB17F7" w:rsidRDefault="00752DAA" w:rsidP="00752DAA">
            <w:r>
              <w:t>Has flags</w:t>
            </w:r>
          </w:p>
        </w:tc>
        <w:tc>
          <w:tcPr>
            <w:tcW w:w="5778" w:type="dxa"/>
          </w:tcPr>
          <w:p w14:paraId="04F8C9C1" w14:textId="77777777" w:rsidR="00752DAA" w:rsidRPr="0074473C" w:rsidRDefault="00752DAA" w:rsidP="00752DAA">
            <w:pPr>
              <w:jc w:val="both"/>
              <w:rPr>
                <w:rFonts w:ascii="Courier New" w:hAnsi="Courier New"/>
                <w:sz w:val="18"/>
              </w:rPr>
            </w:pPr>
            <w:r>
              <w:rPr>
                <w:rFonts w:ascii="Courier New" w:hAnsi="Courier New"/>
                <w:sz w:val="18"/>
              </w:rPr>
              <w:t>Style has Sales.Color'Yellow'</w:t>
            </w:r>
          </w:p>
        </w:tc>
      </w:tr>
      <w:tr w:rsidR="00752DAA" w:rsidRPr="00A75EE3" w14:paraId="4CB4167A" w14:textId="77777777" w:rsidTr="00752DAA">
        <w:tc>
          <w:tcPr>
            <w:tcW w:w="1080" w:type="dxa"/>
          </w:tcPr>
          <w:p w14:paraId="342948EA" w14:textId="77777777" w:rsidR="00752DAA" w:rsidRDefault="00752DAA" w:rsidP="00752DAA">
            <w:pPr>
              <w:jc w:val="both"/>
              <w:rPr>
                <w:rFonts w:ascii="Courier New" w:hAnsi="Courier New"/>
              </w:rPr>
            </w:pPr>
            <w:r>
              <w:rPr>
                <w:rFonts w:ascii="Courier New" w:hAnsi="Courier New"/>
              </w:rPr>
              <w:t>in</w:t>
            </w:r>
          </w:p>
        </w:tc>
        <w:tc>
          <w:tcPr>
            <w:tcW w:w="2322" w:type="dxa"/>
          </w:tcPr>
          <w:p w14:paraId="2EDEFB65" w14:textId="77777777" w:rsidR="00752DAA" w:rsidRDefault="00752DAA" w:rsidP="00752DAA">
            <w:r>
              <w:t>Is a member of</w:t>
            </w:r>
          </w:p>
        </w:tc>
        <w:tc>
          <w:tcPr>
            <w:tcW w:w="5778" w:type="dxa"/>
          </w:tcPr>
          <w:p w14:paraId="3B5F28FC" w14:textId="77777777" w:rsidR="00752DAA" w:rsidRDefault="00752DAA" w:rsidP="00752DAA">
            <w:pPr>
              <w:jc w:val="both"/>
              <w:rPr>
                <w:rFonts w:ascii="Courier New" w:hAnsi="Courier New"/>
                <w:sz w:val="18"/>
              </w:rPr>
            </w:pPr>
            <w:r>
              <w:rPr>
                <w:rFonts w:ascii="Courier New" w:hAnsi="Courier New"/>
                <w:sz w:val="18"/>
              </w:rPr>
              <w:t>Address/City in (</w:t>
            </w:r>
            <w:r w:rsidRPr="0074473C">
              <w:rPr>
                <w:rFonts w:ascii="Courier New" w:hAnsi="Courier New"/>
                <w:sz w:val="18"/>
              </w:rPr>
              <w:t>'Redmond'</w:t>
            </w:r>
            <w:r>
              <w:rPr>
                <w:rFonts w:ascii="Courier New" w:hAnsi="Courier New"/>
                <w:sz w:val="18"/>
              </w:rPr>
              <w:t>,</w:t>
            </w:r>
            <w:r w:rsidRPr="0074473C">
              <w:rPr>
                <w:rFonts w:ascii="Courier New" w:hAnsi="Courier New"/>
                <w:sz w:val="18"/>
              </w:rPr>
              <w:t xml:space="preserve"> 'London'</w:t>
            </w:r>
            <w:r>
              <w:rPr>
                <w:rFonts w:ascii="Courier New" w:hAnsi="Courier New"/>
                <w:sz w:val="18"/>
              </w:rPr>
              <w:t>)</w:t>
            </w:r>
          </w:p>
        </w:tc>
      </w:tr>
      <w:tr w:rsidR="00752DAA" w:rsidRPr="00CA457B" w14:paraId="2A00AE5D" w14:textId="77777777" w:rsidTr="00752DAA">
        <w:tc>
          <w:tcPr>
            <w:tcW w:w="9180" w:type="dxa"/>
            <w:gridSpan w:val="3"/>
            <w:hideMark/>
          </w:tcPr>
          <w:p w14:paraId="33CF1260" w14:textId="77777777" w:rsidR="00752DAA" w:rsidRPr="00CB17F7" w:rsidRDefault="00752DAA" w:rsidP="00752DAA">
            <w:pPr>
              <w:keepNext/>
              <w:rPr>
                <w:b/>
              </w:rPr>
            </w:pPr>
            <w:r w:rsidRPr="00CB17F7">
              <w:rPr>
                <w:b/>
              </w:rPr>
              <w:lastRenderedPageBreak/>
              <w:t xml:space="preserve">Logical Operators </w:t>
            </w:r>
          </w:p>
        </w:tc>
      </w:tr>
      <w:tr w:rsidR="00752DAA" w:rsidRPr="00A75EE3" w14:paraId="2B18C02E" w14:textId="77777777" w:rsidTr="00752DAA">
        <w:tc>
          <w:tcPr>
            <w:tcW w:w="1080" w:type="dxa"/>
            <w:hideMark/>
          </w:tcPr>
          <w:p w14:paraId="772DF62E" w14:textId="77777777" w:rsidR="00752DAA" w:rsidRPr="00CB17F7" w:rsidRDefault="00752DAA" w:rsidP="00752DAA">
            <w:pPr>
              <w:keepNext/>
              <w:jc w:val="both"/>
              <w:rPr>
                <w:rFonts w:ascii="Courier New" w:hAnsi="Courier New"/>
              </w:rPr>
            </w:pPr>
            <w:r w:rsidRPr="00CB17F7">
              <w:rPr>
                <w:rFonts w:ascii="Courier New" w:hAnsi="Courier New"/>
              </w:rPr>
              <w:t>and</w:t>
            </w:r>
          </w:p>
        </w:tc>
        <w:tc>
          <w:tcPr>
            <w:tcW w:w="2322" w:type="dxa"/>
            <w:hideMark/>
          </w:tcPr>
          <w:p w14:paraId="394A3F18" w14:textId="77777777" w:rsidR="00752DAA" w:rsidRPr="00CB17F7" w:rsidRDefault="00752DAA" w:rsidP="00752DAA">
            <w:pPr>
              <w:keepNext/>
            </w:pPr>
            <w:r w:rsidRPr="00CB17F7">
              <w:t>Logical and</w:t>
            </w:r>
          </w:p>
        </w:tc>
        <w:tc>
          <w:tcPr>
            <w:tcW w:w="5778" w:type="dxa"/>
            <w:hideMark/>
          </w:tcPr>
          <w:p w14:paraId="70634346" w14:textId="77777777" w:rsidR="00752DAA" w:rsidRPr="0074473C" w:rsidRDefault="00752DAA" w:rsidP="00752DAA">
            <w:pPr>
              <w:keepNext/>
              <w:jc w:val="both"/>
              <w:rPr>
                <w:rFonts w:ascii="Courier New" w:hAnsi="Courier New"/>
                <w:sz w:val="18"/>
              </w:rPr>
            </w:pPr>
            <w:r w:rsidRPr="0074473C">
              <w:rPr>
                <w:rFonts w:ascii="Courier New" w:hAnsi="Courier New"/>
                <w:sz w:val="18"/>
              </w:rPr>
              <w:t>Price le 200 and Price gt 3.5</w:t>
            </w:r>
          </w:p>
        </w:tc>
      </w:tr>
      <w:tr w:rsidR="00752DAA" w:rsidRPr="00A75EE3" w14:paraId="577FC95E" w14:textId="77777777" w:rsidTr="00752DAA">
        <w:tc>
          <w:tcPr>
            <w:tcW w:w="1080" w:type="dxa"/>
            <w:hideMark/>
          </w:tcPr>
          <w:p w14:paraId="6F915FFA" w14:textId="77777777" w:rsidR="00752DAA" w:rsidRPr="00CB17F7" w:rsidRDefault="00752DAA" w:rsidP="00752DAA">
            <w:pPr>
              <w:keepNext/>
              <w:jc w:val="both"/>
              <w:rPr>
                <w:rFonts w:ascii="Courier New" w:hAnsi="Courier New"/>
              </w:rPr>
            </w:pPr>
            <w:r w:rsidRPr="00CB17F7">
              <w:rPr>
                <w:rFonts w:ascii="Courier New" w:hAnsi="Courier New"/>
              </w:rPr>
              <w:t>or</w:t>
            </w:r>
          </w:p>
        </w:tc>
        <w:tc>
          <w:tcPr>
            <w:tcW w:w="2322" w:type="dxa"/>
            <w:hideMark/>
          </w:tcPr>
          <w:p w14:paraId="371BEDA9" w14:textId="77777777" w:rsidR="00752DAA" w:rsidRPr="00CB17F7" w:rsidRDefault="00752DAA" w:rsidP="00752DAA">
            <w:pPr>
              <w:keepNext/>
            </w:pPr>
            <w:r w:rsidRPr="00CB17F7">
              <w:t>Logical or</w:t>
            </w:r>
          </w:p>
        </w:tc>
        <w:tc>
          <w:tcPr>
            <w:tcW w:w="5778" w:type="dxa"/>
            <w:hideMark/>
          </w:tcPr>
          <w:p w14:paraId="45793F57" w14:textId="77777777" w:rsidR="00752DAA" w:rsidRPr="0074473C" w:rsidRDefault="00752DAA" w:rsidP="00752DAA">
            <w:pPr>
              <w:keepNext/>
              <w:jc w:val="both"/>
              <w:rPr>
                <w:rFonts w:ascii="Courier New" w:hAnsi="Courier New"/>
                <w:sz w:val="18"/>
              </w:rPr>
            </w:pPr>
            <w:r w:rsidRPr="0074473C">
              <w:rPr>
                <w:rFonts w:ascii="Courier New" w:hAnsi="Courier New"/>
                <w:sz w:val="18"/>
              </w:rPr>
              <w:t>Price le 3.5 or Price gt 200</w:t>
            </w:r>
          </w:p>
        </w:tc>
      </w:tr>
      <w:tr w:rsidR="00752DAA" w:rsidRPr="00A75EE3" w14:paraId="323DFF3C" w14:textId="77777777" w:rsidTr="00752DAA">
        <w:tc>
          <w:tcPr>
            <w:tcW w:w="1080" w:type="dxa"/>
            <w:hideMark/>
          </w:tcPr>
          <w:p w14:paraId="5C5CF00A" w14:textId="77777777" w:rsidR="00752DAA" w:rsidRPr="00CB17F7" w:rsidRDefault="00752DAA" w:rsidP="00752DAA">
            <w:pPr>
              <w:jc w:val="both"/>
              <w:rPr>
                <w:rFonts w:ascii="Courier New" w:hAnsi="Courier New"/>
              </w:rPr>
            </w:pPr>
            <w:r w:rsidRPr="00CB17F7">
              <w:rPr>
                <w:rFonts w:ascii="Courier New" w:hAnsi="Courier New"/>
              </w:rPr>
              <w:t>not</w:t>
            </w:r>
          </w:p>
        </w:tc>
        <w:tc>
          <w:tcPr>
            <w:tcW w:w="2322" w:type="dxa"/>
            <w:hideMark/>
          </w:tcPr>
          <w:p w14:paraId="7471A81D" w14:textId="77777777" w:rsidR="00752DAA" w:rsidRPr="00CB17F7" w:rsidRDefault="00752DAA" w:rsidP="00752DAA">
            <w:r w:rsidRPr="00CB17F7">
              <w:t>Logical negation</w:t>
            </w:r>
          </w:p>
        </w:tc>
        <w:tc>
          <w:tcPr>
            <w:tcW w:w="5778" w:type="dxa"/>
            <w:hideMark/>
          </w:tcPr>
          <w:p w14:paraId="474B63BC" w14:textId="77777777" w:rsidR="00752DAA" w:rsidRPr="0074473C" w:rsidRDefault="00752DAA" w:rsidP="00752DAA">
            <w:pPr>
              <w:jc w:val="both"/>
              <w:rPr>
                <w:rFonts w:ascii="Courier New" w:hAnsi="Courier New"/>
                <w:sz w:val="18"/>
              </w:rPr>
            </w:pPr>
            <w:r w:rsidRPr="0074473C">
              <w:rPr>
                <w:rFonts w:ascii="Courier New" w:hAnsi="Courier New"/>
                <w:sz w:val="18"/>
              </w:rPr>
              <w:t>not endswith(Description,'milk')</w:t>
            </w:r>
          </w:p>
        </w:tc>
      </w:tr>
      <w:tr w:rsidR="00752DAA" w:rsidRPr="00A75EE3" w14:paraId="2833B94B" w14:textId="77777777" w:rsidTr="00752DAA">
        <w:tc>
          <w:tcPr>
            <w:tcW w:w="9180" w:type="dxa"/>
            <w:gridSpan w:val="3"/>
            <w:hideMark/>
          </w:tcPr>
          <w:p w14:paraId="0F7575C5" w14:textId="77777777" w:rsidR="00752DAA" w:rsidRPr="00CB17F7" w:rsidRDefault="00752DAA" w:rsidP="00752DAA">
            <w:pPr>
              <w:keepNext/>
              <w:rPr>
                <w:b/>
              </w:rPr>
            </w:pPr>
            <w:r w:rsidRPr="00CB17F7">
              <w:rPr>
                <w:b/>
              </w:rPr>
              <w:t>Arithmetic Operators</w:t>
            </w:r>
          </w:p>
        </w:tc>
      </w:tr>
      <w:tr w:rsidR="00752DAA" w:rsidRPr="00A75EE3" w14:paraId="4F0134FD" w14:textId="77777777" w:rsidTr="00752DAA">
        <w:tc>
          <w:tcPr>
            <w:tcW w:w="1080" w:type="dxa"/>
            <w:hideMark/>
          </w:tcPr>
          <w:p w14:paraId="63584AF6" w14:textId="77777777" w:rsidR="00752DAA" w:rsidRPr="00CB17F7" w:rsidRDefault="00752DAA" w:rsidP="00752DAA">
            <w:pPr>
              <w:keepNext/>
              <w:jc w:val="both"/>
              <w:rPr>
                <w:rFonts w:ascii="Courier New" w:hAnsi="Courier New"/>
              </w:rPr>
            </w:pPr>
            <w:r w:rsidRPr="00CB17F7">
              <w:rPr>
                <w:rFonts w:ascii="Courier New" w:hAnsi="Courier New"/>
              </w:rPr>
              <w:t>add</w:t>
            </w:r>
          </w:p>
        </w:tc>
        <w:tc>
          <w:tcPr>
            <w:tcW w:w="2322" w:type="dxa"/>
            <w:hideMark/>
          </w:tcPr>
          <w:p w14:paraId="4D409B9A" w14:textId="77777777" w:rsidR="00752DAA" w:rsidRPr="00CB17F7" w:rsidRDefault="00752DAA" w:rsidP="00752DAA">
            <w:pPr>
              <w:keepNext/>
            </w:pPr>
            <w:r w:rsidRPr="00CB17F7">
              <w:t>Addition</w:t>
            </w:r>
          </w:p>
        </w:tc>
        <w:tc>
          <w:tcPr>
            <w:tcW w:w="5778" w:type="dxa"/>
            <w:hideMark/>
          </w:tcPr>
          <w:p w14:paraId="429E53CA" w14:textId="77777777" w:rsidR="00752DAA" w:rsidRPr="0074473C" w:rsidRDefault="00752DAA" w:rsidP="00752DAA">
            <w:pPr>
              <w:keepNext/>
              <w:jc w:val="both"/>
              <w:rPr>
                <w:rFonts w:ascii="Courier New" w:hAnsi="Courier New"/>
                <w:sz w:val="18"/>
              </w:rPr>
            </w:pPr>
            <w:r w:rsidRPr="0074473C">
              <w:rPr>
                <w:rFonts w:ascii="Courier New" w:hAnsi="Courier New"/>
                <w:sz w:val="18"/>
              </w:rPr>
              <w:t>Price add 5 gt 10</w:t>
            </w:r>
          </w:p>
        </w:tc>
      </w:tr>
      <w:tr w:rsidR="00752DAA" w:rsidRPr="00A75EE3" w14:paraId="6AC0F33B" w14:textId="77777777" w:rsidTr="00752DAA">
        <w:tc>
          <w:tcPr>
            <w:tcW w:w="1080" w:type="dxa"/>
            <w:hideMark/>
          </w:tcPr>
          <w:p w14:paraId="7C5AA81F" w14:textId="77777777" w:rsidR="00752DAA" w:rsidRPr="00CB17F7" w:rsidRDefault="00752DAA" w:rsidP="00752DAA">
            <w:pPr>
              <w:keepNext/>
              <w:jc w:val="both"/>
              <w:rPr>
                <w:rFonts w:ascii="Courier New" w:hAnsi="Courier New"/>
              </w:rPr>
            </w:pPr>
            <w:r w:rsidRPr="00CB17F7">
              <w:rPr>
                <w:rFonts w:ascii="Courier New" w:hAnsi="Courier New"/>
              </w:rPr>
              <w:t>sub</w:t>
            </w:r>
          </w:p>
        </w:tc>
        <w:tc>
          <w:tcPr>
            <w:tcW w:w="2322" w:type="dxa"/>
            <w:hideMark/>
          </w:tcPr>
          <w:p w14:paraId="3CF0A1C7" w14:textId="77777777" w:rsidR="00752DAA" w:rsidRPr="00CB17F7" w:rsidRDefault="00752DAA" w:rsidP="00752DAA">
            <w:pPr>
              <w:keepNext/>
            </w:pPr>
            <w:r w:rsidRPr="00CB17F7">
              <w:t>Subtraction</w:t>
            </w:r>
          </w:p>
        </w:tc>
        <w:tc>
          <w:tcPr>
            <w:tcW w:w="5778" w:type="dxa"/>
            <w:hideMark/>
          </w:tcPr>
          <w:p w14:paraId="767B1426" w14:textId="77777777" w:rsidR="00752DAA" w:rsidRPr="0074473C" w:rsidRDefault="00752DAA" w:rsidP="00752DAA">
            <w:pPr>
              <w:keepNext/>
              <w:jc w:val="both"/>
              <w:rPr>
                <w:rFonts w:ascii="Courier New" w:hAnsi="Courier New"/>
                <w:sz w:val="18"/>
              </w:rPr>
            </w:pPr>
            <w:r w:rsidRPr="0074473C">
              <w:rPr>
                <w:rFonts w:ascii="Courier New" w:hAnsi="Courier New"/>
                <w:sz w:val="18"/>
              </w:rPr>
              <w:t>Price sub 5 gt 10</w:t>
            </w:r>
          </w:p>
        </w:tc>
      </w:tr>
      <w:tr w:rsidR="00752DAA" w:rsidRPr="00A75EE3" w14:paraId="6D717415" w14:textId="77777777" w:rsidTr="00752DAA">
        <w:tc>
          <w:tcPr>
            <w:tcW w:w="1080" w:type="dxa"/>
            <w:hideMark/>
          </w:tcPr>
          <w:p w14:paraId="07402156" w14:textId="77777777" w:rsidR="00752DAA" w:rsidRPr="00CB17F7" w:rsidRDefault="00752DAA" w:rsidP="00752DAA">
            <w:pPr>
              <w:keepNext/>
              <w:jc w:val="both"/>
              <w:rPr>
                <w:rFonts w:ascii="Courier New" w:hAnsi="Courier New"/>
              </w:rPr>
            </w:pPr>
            <w:r w:rsidRPr="00CB17F7">
              <w:rPr>
                <w:rFonts w:ascii="Courier New" w:hAnsi="Courier New"/>
              </w:rPr>
              <w:t>mul</w:t>
            </w:r>
          </w:p>
        </w:tc>
        <w:tc>
          <w:tcPr>
            <w:tcW w:w="2322" w:type="dxa"/>
            <w:hideMark/>
          </w:tcPr>
          <w:p w14:paraId="424BA03B" w14:textId="77777777" w:rsidR="00752DAA" w:rsidRPr="00CB17F7" w:rsidRDefault="00752DAA" w:rsidP="00752DAA">
            <w:pPr>
              <w:keepNext/>
            </w:pPr>
            <w:r w:rsidRPr="00CB17F7">
              <w:t>Multiplication</w:t>
            </w:r>
          </w:p>
        </w:tc>
        <w:tc>
          <w:tcPr>
            <w:tcW w:w="5778" w:type="dxa"/>
            <w:hideMark/>
          </w:tcPr>
          <w:p w14:paraId="6A4ED5EA" w14:textId="77777777" w:rsidR="00752DAA" w:rsidRPr="0074473C" w:rsidRDefault="00752DAA" w:rsidP="00752DAA">
            <w:pPr>
              <w:keepNext/>
              <w:jc w:val="both"/>
              <w:rPr>
                <w:rFonts w:ascii="Courier New" w:hAnsi="Courier New"/>
                <w:sz w:val="18"/>
              </w:rPr>
            </w:pPr>
            <w:r w:rsidRPr="0074473C">
              <w:rPr>
                <w:rFonts w:ascii="Courier New" w:hAnsi="Courier New"/>
                <w:sz w:val="18"/>
              </w:rPr>
              <w:t>Price mul 2 gt 2000</w:t>
            </w:r>
          </w:p>
        </w:tc>
      </w:tr>
      <w:tr w:rsidR="00752DAA" w:rsidRPr="00A75EE3" w14:paraId="24A1B8E7" w14:textId="77777777" w:rsidTr="00752DAA">
        <w:tc>
          <w:tcPr>
            <w:tcW w:w="1080" w:type="dxa"/>
            <w:hideMark/>
          </w:tcPr>
          <w:p w14:paraId="347F300F" w14:textId="77777777" w:rsidR="00752DAA" w:rsidRPr="00CB17F7" w:rsidRDefault="00752DAA" w:rsidP="00752DAA">
            <w:pPr>
              <w:keepNext/>
              <w:jc w:val="both"/>
              <w:rPr>
                <w:rFonts w:ascii="Courier New" w:hAnsi="Courier New"/>
              </w:rPr>
            </w:pPr>
            <w:r w:rsidRPr="00CB17F7">
              <w:rPr>
                <w:rFonts w:ascii="Courier New" w:hAnsi="Courier New"/>
              </w:rPr>
              <w:t>div</w:t>
            </w:r>
          </w:p>
        </w:tc>
        <w:tc>
          <w:tcPr>
            <w:tcW w:w="2322" w:type="dxa"/>
            <w:hideMark/>
          </w:tcPr>
          <w:p w14:paraId="0E636E9E" w14:textId="77777777" w:rsidR="00752DAA" w:rsidRPr="00CB17F7" w:rsidRDefault="00752DAA" w:rsidP="00752DAA">
            <w:pPr>
              <w:keepNext/>
            </w:pPr>
            <w:r w:rsidRPr="00CB17F7">
              <w:t>Division</w:t>
            </w:r>
          </w:p>
        </w:tc>
        <w:tc>
          <w:tcPr>
            <w:tcW w:w="5778" w:type="dxa"/>
            <w:hideMark/>
          </w:tcPr>
          <w:p w14:paraId="17975B99" w14:textId="77777777" w:rsidR="00752DAA" w:rsidRPr="0074473C" w:rsidRDefault="00752DAA" w:rsidP="00752DAA">
            <w:pPr>
              <w:keepNext/>
              <w:jc w:val="both"/>
              <w:rPr>
                <w:rFonts w:ascii="Courier New" w:hAnsi="Courier New"/>
                <w:sz w:val="18"/>
              </w:rPr>
            </w:pPr>
            <w:r w:rsidRPr="0074473C">
              <w:rPr>
                <w:rFonts w:ascii="Courier New" w:hAnsi="Courier New"/>
                <w:sz w:val="18"/>
              </w:rPr>
              <w:t>Price div 2 gt 4</w:t>
            </w:r>
          </w:p>
        </w:tc>
      </w:tr>
      <w:tr w:rsidR="00752DAA" w:rsidRPr="00A75EE3" w14:paraId="15B1396F" w14:textId="77777777" w:rsidTr="00752DAA">
        <w:tc>
          <w:tcPr>
            <w:tcW w:w="1080" w:type="dxa"/>
          </w:tcPr>
          <w:p w14:paraId="6B3F31DC" w14:textId="77777777" w:rsidR="00752DAA" w:rsidRPr="00CB17F7" w:rsidRDefault="00752DAA" w:rsidP="00752DAA">
            <w:pPr>
              <w:jc w:val="both"/>
              <w:rPr>
                <w:rFonts w:ascii="Courier New" w:hAnsi="Courier New"/>
              </w:rPr>
            </w:pPr>
            <w:r>
              <w:rPr>
                <w:rFonts w:ascii="Courier New" w:hAnsi="Courier New"/>
              </w:rPr>
              <w:t>divby</w:t>
            </w:r>
          </w:p>
        </w:tc>
        <w:tc>
          <w:tcPr>
            <w:tcW w:w="2322" w:type="dxa"/>
          </w:tcPr>
          <w:p w14:paraId="7268AABF" w14:textId="77777777" w:rsidR="00752DAA" w:rsidRPr="00CB17F7" w:rsidRDefault="00752DAA" w:rsidP="00752DAA">
            <w:r>
              <w:t>Decimal Division</w:t>
            </w:r>
          </w:p>
        </w:tc>
        <w:tc>
          <w:tcPr>
            <w:tcW w:w="5778" w:type="dxa"/>
          </w:tcPr>
          <w:p w14:paraId="346B5BE5" w14:textId="77777777" w:rsidR="00752DAA" w:rsidRPr="0074473C" w:rsidRDefault="00752DAA" w:rsidP="00752DAA">
            <w:pPr>
              <w:jc w:val="both"/>
              <w:rPr>
                <w:rFonts w:ascii="Courier New" w:hAnsi="Courier New"/>
                <w:sz w:val="18"/>
              </w:rPr>
            </w:pPr>
            <w:r>
              <w:rPr>
                <w:rFonts w:ascii="Courier New" w:hAnsi="Courier New"/>
                <w:sz w:val="18"/>
              </w:rPr>
              <w:t>Price divby 2 gt 3.5</w:t>
            </w:r>
          </w:p>
        </w:tc>
      </w:tr>
      <w:tr w:rsidR="00752DAA" w:rsidRPr="00A75EE3" w14:paraId="74572C46" w14:textId="77777777" w:rsidTr="00752DAA">
        <w:tc>
          <w:tcPr>
            <w:tcW w:w="1080" w:type="dxa"/>
            <w:hideMark/>
          </w:tcPr>
          <w:p w14:paraId="4AF5179D" w14:textId="77777777" w:rsidR="00752DAA" w:rsidRPr="00CB17F7" w:rsidRDefault="00752DAA" w:rsidP="00752DAA">
            <w:pPr>
              <w:jc w:val="both"/>
              <w:rPr>
                <w:rFonts w:ascii="Courier New" w:hAnsi="Courier New"/>
              </w:rPr>
            </w:pPr>
            <w:r w:rsidRPr="00CB17F7">
              <w:rPr>
                <w:rFonts w:ascii="Courier New" w:hAnsi="Courier New"/>
              </w:rPr>
              <w:t>mod</w:t>
            </w:r>
          </w:p>
        </w:tc>
        <w:tc>
          <w:tcPr>
            <w:tcW w:w="2322" w:type="dxa"/>
            <w:hideMark/>
          </w:tcPr>
          <w:p w14:paraId="3797B608" w14:textId="77777777" w:rsidR="00752DAA" w:rsidRPr="00CB17F7" w:rsidRDefault="00752DAA" w:rsidP="00752DAA">
            <w:r w:rsidRPr="00CB17F7">
              <w:t>Modulo</w:t>
            </w:r>
          </w:p>
        </w:tc>
        <w:tc>
          <w:tcPr>
            <w:tcW w:w="5778" w:type="dxa"/>
            <w:hideMark/>
          </w:tcPr>
          <w:p w14:paraId="522F1C22" w14:textId="77777777" w:rsidR="00752DAA" w:rsidRPr="0074473C" w:rsidRDefault="00752DAA" w:rsidP="00752DAA">
            <w:pPr>
              <w:jc w:val="both"/>
              <w:rPr>
                <w:rFonts w:ascii="Courier New" w:hAnsi="Courier New"/>
                <w:sz w:val="18"/>
              </w:rPr>
            </w:pPr>
            <w:r w:rsidRPr="0074473C">
              <w:rPr>
                <w:rFonts w:ascii="Courier New" w:hAnsi="Courier New"/>
                <w:sz w:val="18"/>
              </w:rPr>
              <w:t>Price mod 2 eq 0</w:t>
            </w:r>
          </w:p>
        </w:tc>
      </w:tr>
      <w:tr w:rsidR="00752DAA" w:rsidRPr="00A75EE3" w14:paraId="76CA31F0" w14:textId="77777777" w:rsidTr="00752DAA">
        <w:tc>
          <w:tcPr>
            <w:tcW w:w="9180" w:type="dxa"/>
            <w:gridSpan w:val="3"/>
            <w:hideMark/>
          </w:tcPr>
          <w:p w14:paraId="4F4A7729" w14:textId="77777777" w:rsidR="00752DAA" w:rsidRPr="00CB17F7" w:rsidRDefault="00752DAA" w:rsidP="00752DAA">
            <w:pPr>
              <w:keepNext/>
              <w:rPr>
                <w:b/>
              </w:rPr>
            </w:pPr>
            <w:r w:rsidRPr="00CB17F7">
              <w:rPr>
                <w:b/>
              </w:rPr>
              <w:t>Grouping Operators</w:t>
            </w:r>
          </w:p>
        </w:tc>
      </w:tr>
      <w:tr w:rsidR="00752DAA" w:rsidRPr="00A75EE3" w14:paraId="595D6A96" w14:textId="77777777" w:rsidTr="00752DAA">
        <w:tc>
          <w:tcPr>
            <w:tcW w:w="1080" w:type="dxa"/>
            <w:hideMark/>
          </w:tcPr>
          <w:p w14:paraId="45EAC06B" w14:textId="77777777" w:rsidR="00752DAA" w:rsidRPr="00CB17F7" w:rsidRDefault="00752DAA" w:rsidP="00752DAA">
            <w:pPr>
              <w:jc w:val="both"/>
              <w:rPr>
                <w:rFonts w:ascii="Courier New" w:hAnsi="Courier New"/>
              </w:rPr>
            </w:pPr>
            <w:r w:rsidRPr="00CB17F7">
              <w:rPr>
                <w:rFonts w:ascii="Courier New" w:hAnsi="Courier New"/>
              </w:rPr>
              <w:t>( )</w:t>
            </w:r>
          </w:p>
        </w:tc>
        <w:tc>
          <w:tcPr>
            <w:tcW w:w="2322" w:type="dxa"/>
            <w:hideMark/>
          </w:tcPr>
          <w:p w14:paraId="59E4A901" w14:textId="77777777" w:rsidR="00752DAA" w:rsidRPr="00CB17F7" w:rsidRDefault="00752DAA" w:rsidP="00752DAA">
            <w:r w:rsidRPr="00CB17F7">
              <w:t>Precedence grouping</w:t>
            </w:r>
          </w:p>
        </w:tc>
        <w:tc>
          <w:tcPr>
            <w:tcW w:w="5778" w:type="dxa"/>
            <w:hideMark/>
          </w:tcPr>
          <w:p w14:paraId="343466ED" w14:textId="77777777" w:rsidR="00752DAA" w:rsidRPr="0074473C" w:rsidRDefault="00752DAA" w:rsidP="00752DAA">
            <w:pPr>
              <w:jc w:val="both"/>
              <w:rPr>
                <w:rFonts w:ascii="Courier New" w:hAnsi="Courier New"/>
                <w:sz w:val="18"/>
              </w:rPr>
            </w:pPr>
            <w:r>
              <w:rPr>
                <w:rFonts w:ascii="Courier New" w:hAnsi="Courier New" w:cs="Courier New"/>
                <w:sz w:val="18"/>
              </w:rPr>
              <w:t>(</w:t>
            </w:r>
            <w:r w:rsidRPr="0074473C">
              <w:rPr>
                <w:rFonts w:ascii="Courier New" w:hAnsi="Courier New"/>
                <w:sz w:val="18"/>
              </w:rPr>
              <w:t>Price sub 5) gt 10</w:t>
            </w:r>
          </w:p>
        </w:tc>
      </w:tr>
    </w:tbl>
    <w:bookmarkStart w:id="635" w:name="_Built-in_Query_Functions"/>
    <w:bookmarkStart w:id="636" w:name="_Toc477876653"/>
    <w:bookmarkStart w:id="637" w:name="sec_BuiltinQueryFunctions"/>
    <w:bookmarkEnd w:id="635"/>
    <w:p w14:paraId="6FCEEA2F" w14:textId="77777777" w:rsidR="00752DAA" w:rsidRDefault="00752DAA" w:rsidP="006C1EBF">
      <w:pPr>
        <w:pStyle w:val="Heading5"/>
        <w:numPr>
          <w:ilvl w:val="4"/>
          <w:numId w:val="2"/>
        </w:numPr>
        <w:tabs>
          <w:tab w:val="left" w:pos="567"/>
        </w:tabs>
      </w:pPr>
      <w:r>
        <w:fldChar w:fldCharType="begin"/>
      </w:r>
      <w:r>
        <w:instrText xml:space="preserve"> HYPERLINK  \l "sec_BuiltinQueryFunctions" </w:instrText>
      </w:r>
      <w:r>
        <w:fldChar w:fldCharType="separate"/>
      </w:r>
      <w:bookmarkStart w:id="638" w:name="_Toc494885069"/>
      <w:bookmarkStart w:id="639" w:name="_Toc494356816"/>
      <w:r w:rsidRPr="004A50BC">
        <w:rPr>
          <w:rStyle w:val="Hyperlink"/>
        </w:rPr>
        <w:t>Built-in Query Functions</w:t>
      </w:r>
      <w:bookmarkEnd w:id="636"/>
      <w:bookmarkEnd w:id="637"/>
      <w:bookmarkEnd w:id="638"/>
      <w:bookmarkEnd w:id="639"/>
      <w:r>
        <w:fldChar w:fldCharType="end"/>
      </w:r>
    </w:p>
    <w:p w14:paraId="6FFB0A47" w14:textId="77777777" w:rsidR="00752DAA" w:rsidRDefault="00752DAA" w:rsidP="00752DAA">
      <w:r>
        <w:t xml:space="preserve">OData supports a set of built-in functions that can be used within </w:t>
      </w:r>
      <w:r w:rsidRPr="009A3CBD">
        <w:rPr>
          <w:rStyle w:val="Datatype"/>
        </w:rPr>
        <w:t>$filter</w:t>
      </w:r>
      <w:r>
        <w:t xml:space="preserve"> operations. The following table lists the available functions. </w:t>
      </w:r>
    </w:p>
    <w:p w14:paraId="0CC633B7" w14:textId="77777777" w:rsidR="00752DAA" w:rsidRDefault="00752DAA" w:rsidP="00752DAA">
      <w:r>
        <w:t xml:space="preserve">4.01 services MUST support case-insensitive built-in function names. Clients that want to work with 4.0 services MUST use lower case names. </w:t>
      </w:r>
    </w:p>
    <w:p w14:paraId="2ABAB8F1" w14:textId="77777777" w:rsidR="00752DAA" w:rsidRDefault="00752DAA" w:rsidP="00752DAA">
      <w:r>
        <w:t xml:space="preserve">For a full description of the syntax used when building requests, see </w:t>
      </w:r>
      <w:hyperlink w:anchor="ODataURLRef" w:history="1">
        <w:r w:rsidRPr="005E626C">
          <w:rPr>
            <w:rStyle w:val="Hyperlink"/>
            <w:b/>
          </w:rPr>
          <w:t>[OData</w:t>
        </w:r>
        <w:r>
          <w:rPr>
            <w:rStyle w:val="Hyperlink"/>
            <w:b/>
          </w:rPr>
          <w:noBreakHyphen/>
        </w:r>
        <w:r w:rsidRPr="005E626C">
          <w:rPr>
            <w:rStyle w:val="Hyperlink"/>
            <w:b/>
          </w:rPr>
          <w:t>URL]</w:t>
        </w:r>
      </w:hyperlink>
      <w:r>
        <w:t>.</w:t>
      </w:r>
    </w:p>
    <w:p w14:paraId="5855B7A3" w14:textId="77777777" w:rsidR="00752DAA" w:rsidRDefault="00752DAA" w:rsidP="00752DAA">
      <w:r>
        <w:t xml:space="preserve">OData does not define an </w:t>
      </w:r>
      <w:r w:rsidRPr="00C87D2D">
        <w:t>ISNULL</w:t>
      </w:r>
      <w:r>
        <w:t xml:space="preserve"> or </w:t>
      </w:r>
      <w:r w:rsidRPr="00C87D2D">
        <w:t>COALESCE</w:t>
      </w:r>
      <w:r>
        <w:t xml:space="preserve"> operator. Instead, there is a </w:t>
      </w:r>
      <w:r w:rsidRPr="00C87D2D">
        <w:rPr>
          <w:rStyle w:val="Datatype"/>
        </w:rPr>
        <w:t>null</w:t>
      </w:r>
      <w:r>
        <w:t xml:space="preserve"> literal that can be used in comparisons.</w:t>
      </w:r>
    </w:p>
    <w:tbl>
      <w:tblPr>
        <w:tblW w:w="9214" w:type="dxa"/>
        <w:tblInd w:w="108" w:type="dxa"/>
        <w:tblLook w:val="04A0" w:firstRow="1" w:lastRow="0" w:firstColumn="1" w:lastColumn="0" w:noHBand="0" w:noVBand="1"/>
      </w:tblPr>
      <w:tblGrid>
        <w:gridCol w:w="2410"/>
        <w:gridCol w:w="6804"/>
      </w:tblGrid>
      <w:tr w:rsidR="00752DAA" w:rsidRPr="00CA457B" w14:paraId="23CD1847" w14:textId="77777777" w:rsidTr="00752DAA">
        <w:trPr>
          <w:tblHeader/>
        </w:trPr>
        <w:tc>
          <w:tcPr>
            <w:tcW w:w="2410" w:type="dxa"/>
            <w:shd w:val="clear" w:color="auto" w:fill="EEECE1" w:themeFill="background2"/>
            <w:hideMark/>
          </w:tcPr>
          <w:p w14:paraId="6B72C9FE" w14:textId="77777777" w:rsidR="00752DAA" w:rsidRPr="007E151E" w:rsidRDefault="00752DAA" w:rsidP="00752DAA">
            <w:pPr>
              <w:rPr>
                <w:b/>
              </w:rPr>
            </w:pPr>
            <w:r w:rsidRPr="007E151E">
              <w:rPr>
                <w:b/>
              </w:rPr>
              <w:t>Function</w:t>
            </w:r>
          </w:p>
        </w:tc>
        <w:tc>
          <w:tcPr>
            <w:tcW w:w="6804" w:type="dxa"/>
            <w:shd w:val="clear" w:color="auto" w:fill="EEECE1" w:themeFill="background2"/>
            <w:hideMark/>
          </w:tcPr>
          <w:p w14:paraId="2DBC170D" w14:textId="77777777" w:rsidR="00752DAA" w:rsidRPr="007E151E" w:rsidRDefault="00752DAA" w:rsidP="00752DAA">
            <w:pPr>
              <w:rPr>
                <w:b/>
              </w:rPr>
            </w:pPr>
            <w:r w:rsidRPr="007E151E">
              <w:rPr>
                <w:b/>
              </w:rPr>
              <w:t>Example</w:t>
            </w:r>
          </w:p>
        </w:tc>
      </w:tr>
      <w:tr w:rsidR="00752DAA" w:rsidRPr="00CA457B" w14:paraId="5C718B3D" w14:textId="77777777" w:rsidTr="00752DAA">
        <w:tc>
          <w:tcPr>
            <w:tcW w:w="9214" w:type="dxa"/>
            <w:gridSpan w:val="2"/>
            <w:hideMark/>
          </w:tcPr>
          <w:p w14:paraId="0E292B5F" w14:textId="77777777" w:rsidR="00752DAA" w:rsidRPr="007E151E" w:rsidRDefault="00752DAA" w:rsidP="00752DAA">
            <w:pPr>
              <w:keepNext/>
              <w:rPr>
                <w:b/>
              </w:rPr>
            </w:pPr>
            <w:r w:rsidRPr="007E151E">
              <w:rPr>
                <w:b/>
              </w:rPr>
              <w:t>String Functions</w:t>
            </w:r>
          </w:p>
        </w:tc>
      </w:tr>
      <w:tr w:rsidR="00752DAA" w:rsidRPr="00A75EE3" w14:paraId="6DBA0467" w14:textId="77777777" w:rsidTr="00752DAA">
        <w:tc>
          <w:tcPr>
            <w:tcW w:w="2410" w:type="dxa"/>
            <w:hideMark/>
          </w:tcPr>
          <w:p w14:paraId="0AF7980D" w14:textId="77777777" w:rsidR="00752DAA" w:rsidRPr="007E151E" w:rsidRDefault="00752DAA" w:rsidP="00752DAA">
            <w:pPr>
              <w:keepNext/>
              <w:jc w:val="both"/>
              <w:rPr>
                <w:rFonts w:ascii="Courier New" w:hAnsi="Courier New"/>
              </w:rPr>
            </w:pPr>
            <w:r>
              <w:rPr>
                <w:rFonts w:ascii="Courier New" w:hAnsi="Courier New"/>
              </w:rPr>
              <w:t>contains</w:t>
            </w:r>
          </w:p>
        </w:tc>
        <w:tc>
          <w:tcPr>
            <w:tcW w:w="6804" w:type="dxa"/>
            <w:hideMark/>
          </w:tcPr>
          <w:p w14:paraId="5790EBFC" w14:textId="77777777" w:rsidR="00752DAA" w:rsidRPr="0022587A" w:rsidRDefault="00752DAA" w:rsidP="00752DAA">
            <w:pPr>
              <w:keepNext/>
              <w:jc w:val="both"/>
              <w:rPr>
                <w:rFonts w:ascii="Courier New" w:hAnsi="Courier New"/>
                <w:sz w:val="18"/>
              </w:rPr>
            </w:pPr>
            <w:r>
              <w:rPr>
                <w:rFonts w:ascii="Courier New" w:hAnsi="Courier New"/>
                <w:sz w:val="18"/>
              </w:rPr>
              <w:t>contains</w:t>
            </w:r>
            <w:r w:rsidRPr="0022587A">
              <w:rPr>
                <w:rFonts w:ascii="Courier New" w:hAnsi="Courier New"/>
                <w:sz w:val="18"/>
              </w:rPr>
              <w:t>(CompanyName</w:t>
            </w:r>
            <w:r>
              <w:rPr>
                <w:rFonts w:ascii="Courier New" w:hAnsi="Courier New"/>
                <w:sz w:val="18"/>
              </w:rPr>
              <w:t>,'freds'</w:t>
            </w:r>
            <w:r w:rsidRPr="0022587A">
              <w:rPr>
                <w:rFonts w:ascii="Courier New" w:hAnsi="Courier New"/>
                <w:sz w:val="18"/>
              </w:rPr>
              <w:t>)</w:t>
            </w:r>
          </w:p>
        </w:tc>
      </w:tr>
      <w:tr w:rsidR="00752DAA" w:rsidRPr="00A75EE3" w14:paraId="527DE71A" w14:textId="77777777" w:rsidTr="00752DAA">
        <w:tc>
          <w:tcPr>
            <w:tcW w:w="2410" w:type="dxa"/>
            <w:hideMark/>
          </w:tcPr>
          <w:p w14:paraId="1447C5CD" w14:textId="77777777" w:rsidR="00752DAA" w:rsidRPr="007E151E" w:rsidRDefault="00752DAA" w:rsidP="00752DAA">
            <w:pPr>
              <w:keepNext/>
              <w:jc w:val="both"/>
              <w:rPr>
                <w:rFonts w:ascii="Courier New" w:hAnsi="Courier New"/>
              </w:rPr>
            </w:pPr>
            <w:r w:rsidRPr="007E151E">
              <w:rPr>
                <w:rFonts w:ascii="Courier New" w:hAnsi="Courier New"/>
              </w:rPr>
              <w:t>endswith</w:t>
            </w:r>
          </w:p>
        </w:tc>
        <w:tc>
          <w:tcPr>
            <w:tcW w:w="6804" w:type="dxa"/>
            <w:hideMark/>
          </w:tcPr>
          <w:p w14:paraId="207C0FFC" w14:textId="77777777" w:rsidR="00752DAA" w:rsidRPr="0022587A" w:rsidRDefault="00752DAA" w:rsidP="00752DAA">
            <w:pPr>
              <w:keepNext/>
              <w:jc w:val="both"/>
              <w:rPr>
                <w:rFonts w:ascii="Courier New" w:hAnsi="Courier New"/>
                <w:sz w:val="18"/>
              </w:rPr>
            </w:pPr>
            <w:r w:rsidRPr="0022587A">
              <w:rPr>
                <w:rFonts w:ascii="Courier New" w:hAnsi="Courier New"/>
                <w:sz w:val="18"/>
              </w:rPr>
              <w:t>endswith(CompanyName,'Futterkiste')</w:t>
            </w:r>
          </w:p>
        </w:tc>
      </w:tr>
      <w:tr w:rsidR="00752DAA" w:rsidRPr="00A75EE3" w14:paraId="7BC945CE" w14:textId="77777777" w:rsidTr="00752DAA">
        <w:tc>
          <w:tcPr>
            <w:tcW w:w="2410" w:type="dxa"/>
            <w:hideMark/>
          </w:tcPr>
          <w:p w14:paraId="43179EE5" w14:textId="77777777" w:rsidR="00752DAA" w:rsidRPr="007E151E" w:rsidRDefault="00752DAA" w:rsidP="00752DAA">
            <w:pPr>
              <w:keepNext/>
              <w:jc w:val="both"/>
              <w:rPr>
                <w:rFonts w:ascii="Courier New" w:hAnsi="Courier New"/>
              </w:rPr>
            </w:pPr>
            <w:r w:rsidRPr="007E151E">
              <w:rPr>
                <w:rFonts w:ascii="Courier New" w:hAnsi="Courier New"/>
              </w:rPr>
              <w:t>startswith</w:t>
            </w:r>
          </w:p>
        </w:tc>
        <w:tc>
          <w:tcPr>
            <w:tcW w:w="6804" w:type="dxa"/>
            <w:hideMark/>
          </w:tcPr>
          <w:p w14:paraId="7C3797D8" w14:textId="77777777" w:rsidR="00752DAA" w:rsidRPr="0022587A" w:rsidRDefault="00752DAA" w:rsidP="00752DAA">
            <w:pPr>
              <w:keepNext/>
              <w:jc w:val="both"/>
              <w:rPr>
                <w:rFonts w:ascii="Courier New" w:hAnsi="Courier New"/>
                <w:sz w:val="18"/>
              </w:rPr>
            </w:pPr>
            <w:r w:rsidRPr="0022587A">
              <w:rPr>
                <w:rFonts w:ascii="Courier New" w:hAnsi="Courier New"/>
                <w:sz w:val="18"/>
              </w:rPr>
              <w:t>startswith(CompanyName,'Alfr')</w:t>
            </w:r>
          </w:p>
        </w:tc>
      </w:tr>
      <w:tr w:rsidR="00752DAA" w:rsidRPr="00A75EE3" w14:paraId="1381C6A6" w14:textId="77777777" w:rsidTr="00752DAA">
        <w:tc>
          <w:tcPr>
            <w:tcW w:w="2410" w:type="dxa"/>
            <w:hideMark/>
          </w:tcPr>
          <w:p w14:paraId="7387F847" w14:textId="77777777" w:rsidR="00752DAA" w:rsidRPr="007E151E" w:rsidRDefault="00752DAA" w:rsidP="00752DAA">
            <w:pPr>
              <w:keepNext/>
              <w:jc w:val="both"/>
              <w:rPr>
                <w:rFonts w:ascii="Courier New" w:hAnsi="Courier New"/>
              </w:rPr>
            </w:pPr>
            <w:r w:rsidRPr="007E151E">
              <w:rPr>
                <w:rFonts w:ascii="Courier New" w:hAnsi="Courier New"/>
              </w:rPr>
              <w:t>length</w:t>
            </w:r>
          </w:p>
        </w:tc>
        <w:tc>
          <w:tcPr>
            <w:tcW w:w="6804" w:type="dxa"/>
            <w:hideMark/>
          </w:tcPr>
          <w:p w14:paraId="424CB327" w14:textId="77777777" w:rsidR="00752DAA" w:rsidRPr="0022587A" w:rsidRDefault="00752DAA" w:rsidP="00752DAA">
            <w:pPr>
              <w:keepNext/>
              <w:jc w:val="both"/>
              <w:rPr>
                <w:rFonts w:ascii="Courier New" w:hAnsi="Courier New"/>
                <w:sz w:val="18"/>
              </w:rPr>
            </w:pPr>
            <w:r w:rsidRPr="0022587A">
              <w:rPr>
                <w:rFonts w:ascii="Courier New" w:hAnsi="Courier New"/>
                <w:sz w:val="18"/>
              </w:rPr>
              <w:t>length(CompanyName) eq 19</w:t>
            </w:r>
          </w:p>
        </w:tc>
      </w:tr>
      <w:tr w:rsidR="00752DAA" w:rsidRPr="00A75EE3" w14:paraId="7D266D9D" w14:textId="77777777" w:rsidTr="00752DAA">
        <w:tc>
          <w:tcPr>
            <w:tcW w:w="2410" w:type="dxa"/>
            <w:hideMark/>
          </w:tcPr>
          <w:p w14:paraId="74AE7BDC" w14:textId="77777777" w:rsidR="00752DAA" w:rsidRPr="007E151E" w:rsidRDefault="00752DAA" w:rsidP="00752DAA">
            <w:pPr>
              <w:keepNext/>
              <w:jc w:val="both"/>
              <w:rPr>
                <w:rFonts w:ascii="Courier New" w:hAnsi="Courier New"/>
              </w:rPr>
            </w:pPr>
            <w:r w:rsidRPr="007E151E">
              <w:rPr>
                <w:rFonts w:ascii="Courier New" w:hAnsi="Courier New"/>
              </w:rPr>
              <w:t>indexof</w:t>
            </w:r>
          </w:p>
        </w:tc>
        <w:tc>
          <w:tcPr>
            <w:tcW w:w="6804" w:type="dxa"/>
            <w:hideMark/>
          </w:tcPr>
          <w:p w14:paraId="64D2918B" w14:textId="77777777" w:rsidR="00752DAA" w:rsidRPr="0022587A" w:rsidRDefault="00752DAA" w:rsidP="00752DAA">
            <w:pPr>
              <w:keepNext/>
              <w:jc w:val="both"/>
              <w:rPr>
                <w:rFonts w:ascii="Courier New" w:hAnsi="Courier New"/>
                <w:sz w:val="18"/>
              </w:rPr>
            </w:pPr>
            <w:r w:rsidRPr="0022587A">
              <w:rPr>
                <w:rFonts w:ascii="Courier New" w:hAnsi="Courier New"/>
                <w:sz w:val="18"/>
              </w:rPr>
              <w:t>indexof(CompanyName,'lfreds') eq 1</w:t>
            </w:r>
          </w:p>
        </w:tc>
      </w:tr>
      <w:tr w:rsidR="00752DAA" w:rsidRPr="00A75EE3" w14:paraId="33EC657F" w14:textId="77777777" w:rsidTr="00752DAA">
        <w:tc>
          <w:tcPr>
            <w:tcW w:w="2410" w:type="dxa"/>
            <w:hideMark/>
          </w:tcPr>
          <w:p w14:paraId="4648245C" w14:textId="77777777" w:rsidR="00752DAA" w:rsidRPr="007E151E" w:rsidRDefault="00752DAA" w:rsidP="00752DAA">
            <w:pPr>
              <w:keepNext/>
              <w:jc w:val="both"/>
              <w:rPr>
                <w:rFonts w:ascii="Courier New" w:hAnsi="Courier New"/>
              </w:rPr>
            </w:pPr>
            <w:r w:rsidRPr="007E151E">
              <w:rPr>
                <w:rFonts w:ascii="Courier New" w:hAnsi="Courier New"/>
              </w:rPr>
              <w:t>substring</w:t>
            </w:r>
          </w:p>
        </w:tc>
        <w:tc>
          <w:tcPr>
            <w:tcW w:w="6804" w:type="dxa"/>
            <w:hideMark/>
          </w:tcPr>
          <w:p w14:paraId="58A7AEDE" w14:textId="77777777" w:rsidR="00752DAA" w:rsidRPr="0022587A" w:rsidRDefault="00752DAA" w:rsidP="00752DAA">
            <w:pPr>
              <w:keepNext/>
              <w:jc w:val="both"/>
              <w:rPr>
                <w:rFonts w:ascii="Courier New" w:hAnsi="Courier New"/>
                <w:sz w:val="18"/>
              </w:rPr>
            </w:pPr>
            <w:r w:rsidRPr="0022587A">
              <w:rPr>
                <w:rFonts w:ascii="Courier New" w:hAnsi="Courier New"/>
                <w:sz w:val="18"/>
              </w:rPr>
              <w:t>substring(CompanyName,1) eq 'lfreds Futterkiste'</w:t>
            </w:r>
          </w:p>
        </w:tc>
      </w:tr>
      <w:tr w:rsidR="00752DAA" w:rsidRPr="00A75EE3" w14:paraId="677EA811" w14:textId="77777777" w:rsidTr="00752DAA">
        <w:tc>
          <w:tcPr>
            <w:tcW w:w="2410" w:type="dxa"/>
            <w:hideMark/>
          </w:tcPr>
          <w:p w14:paraId="0EFE93BA" w14:textId="77777777" w:rsidR="00752DAA" w:rsidRPr="007E151E" w:rsidRDefault="00752DAA" w:rsidP="00752DAA">
            <w:pPr>
              <w:keepNext/>
              <w:jc w:val="both"/>
              <w:rPr>
                <w:rFonts w:ascii="Courier New" w:hAnsi="Courier New"/>
              </w:rPr>
            </w:pPr>
            <w:r w:rsidRPr="007E151E">
              <w:rPr>
                <w:rFonts w:ascii="Courier New" w:hAnsi="Courier New"/>
              </w:rPr>
              <w:t>tolower</w:t>
            </w:r>
          </w:p>
        </w:tc>
        <w:tc>
          <w:tcPr>
            <w:tcW w:w="6804" w:type="dxa"/>
            <w:hideMark/>
          </w:tcPr>
          <w:p w14:paraId="57761133" w14:textId="77777777" w:rsidR="00752DAA" w:rsidRPr="0022587A" w:rsidRDefault="00752DAA" w:rsidP="00752DAA">
            <w:pPr>
              <w:keepNext/>
              <w:jc w:val="both"/>
              <w:rPr>
                <w:rFonts w:ascii="Courier New" w:hAnsi="Courier New"/>
                <w:sz w:val="18"/>
              </w:rPr>
            </w:pPr>
            <w:r w:rsidRPr="0022587A">
              <w:rPr>
                <w:rFonts w:ascii="Courier New" w:hAnsi="Courier New"/>
                <w:sz w:val="18"/>
              </w:rPr>
              <w:t>tolower(CompanyName) eq 'alfreds futterkiste'</w:t>
            </w:r>
          </w:p>
        </w:tc>
      </w:tr>
      <w:tr w:rsidR="00752DAA" w:rsidRPr="00A75EE3" w14:paraId="66E43B83" w14:textId="77777777" w:rsidTr="00752DAA">
        <w:tc>
          <w:tcPr>
            <w:tcW w:w="2410" w:type="dxa"/>
            <w:hideMark/>
          </w:tcPr>
          <w:p w14:paraId="01028C84" w14:textId="77777777" w:rsidR="00752DAA" w:rsidRPr="007E151E" w:rsidRDefault="00752DAA" w:rsidP="00752DAA">
            <w:pPr>
              <w:keepNext/>
              <w:jc w:val="both"/>
              <w:rPr>
                <w:rFonts w:ascii="Courier New" w:hAnsi="Courier New"/>
              </w:rPr>
            </w:pPr>
            <w:r w:rsidRPr="007E151E">
              <w:rPr>
                <w:rFonts w:ascii="Courier New" w:hAnsi="Courier New"/>
              </w:rPr>
              <w:t>toupper</w:t>
            </w:r>
          </w:p>
        </w:tc>
        <w:tc>
          <w:tcPr>
            <w:tcW w:w="6804" w:type="dxa"/>
            <w:hideMark/>
          </w:tcPr>
          <w:p w14:paraId="59D54C7D" w14:textId="77777777" w:rsidR="00752DAA" w:rsidRPr="0022587A" w:rsidRDefault="00752DAA" w:rsidP="00752DAA">
            <w:pPr>
              <w:keepNext/>
              <w:jc w:val="both"/>
              <w:rPr>
                <w:rFonts w:ascii="Courier New" w:hAnsi="Courier New"/>
                <w:sz w:val="18"/>
              </w:rPr>
            </w:pPr>
            <w:r w:rsidRPr="0022587A">
              <w:rPr>
                <w:rFonts w:ascii="Courier New" w:hAnsi="Courier New"/>
                <w:sz w:val="18"/>
              </w:rPr>
              <w:t>toupper(CompanyName) eq 'ALFREDS FUTTERKISTE'</w:t>
            </w:r>
          </w:p>
        </w:tc>
      </w:tr>
      <w:tr w:rsidR="00752DAA" w:rsidRPr="00A75EE3" w14:paraId="62C866E6" w14:textId="77777777" w:rsidTr="00752DAA">
        <w:tc>
          <w:tcPr>
            <w:tcW w:w="2410" w:type="dxa"/>
            <w:hideMark/>
          </w:tcPr>
          <w:p w14:paraId="5CCC0FAB" w14:textId="77777777" w:rsidR="00752DAA" w:rsidRPr="007E151E" w:rsidRDefault="00752DAA" w:rsidP="00752DAA">
            <w:pPr>
              <w:keepNext/>
              <w:jc w:val="both"/>
              <w:rPr>
                <w:rFonts w:ascii="Courier New" w:hAnsi="Courier New"/>
              </w:rPr>
            </w:pPr>
            <w:r w:rsidRPr="007E151E">
              <w:rPr>
                <w:rFonts w:ascii="Courier New" w:hAnsi="Courier New"/>
              </w:rPr>
              <w:t>trim</w:t>
            </w:r>
            <w:r w:rsidRPr="007E151E">
              <w:rPr>
                <w:rFonts w:ascii="Courier New" w:hAnsi="Courier New"/>
              </w:rPr>
              <w:tab/>
            </w:r>
          </w:p>
        </w:tc>
        <w:tc>
          <w:tcPr>
            <w:tcW w:w="6804" w:type="dxa"/>
            <w:hideMark/>
          </w:tcPr>
          <w:p w14:paraId="1B81EF5C" w14:textId="77777777" w:rsidR="00752DAA" w:rsidRPr="0022587A" w:rsidRDefault="00752DAA" w:rsidP="00752DAA">
            <w:pPr>
              <w:keepNext/>
              <w:jc w:val="both"/>
              <w:rPr>
                <w:rFonts w:ascii="Courier New" w:hAnsi="Courier New"/>
                <w:sz w:val="18"/>
              </w:rPr>
            </w:pPr>
            <w:r w:rsidRPr="0022587A">
              <w:rPr>
                <w:rFonts w:ascii="Courier New" w:hAnsi="Courier New"/>
                <w:sz w:val="18"/>
              </w:rPr>
              <w:t>trim(CompanyName) eq 'Alfreds Futterkiste'</w:t>
            </w:r>
          </w:p>
        </w:tc>
      </w:tr>
      <w:tr w:rsidR="00752DAA" w:rsidRPr="00A75EE3" w14:paraId="5998A957" w14:textId="77777777" w:rsidTr="00752DAA">
        <w:tc>
          <w:tcPr>
            <w:tcW w:w="2410" w:type="dxa"/>
            <w:hideMark/>
          </w:tcPr>
          <w:p w14:paraId="3D207486" w14:textId="77777777" w:rsidR="00752DAA" w:rsidRPr="007E151E" w:rsidRDefault="00752DAA" w:rsidP="00752DAA">
            <w:pPr>
              <w:jc w:val="both"/>
              <w:rPr>
                <w:rFonts w:ascii="Courier New" w:hAnsi="Courier New"/>
              </w:rPr>
            </w:pPr>
            <w:r w:rsidRPr="007E151E">
              <w:rPr>
                <w:rFonts w:ascii="Courier New" w:hAnsi="Courier New"/>
              </w:rPr>
              <w:t>concat</w:t>
            </w:r>
          </w:p>
        </w:tc>
        <w:tc>
          <w:tcPr>
            <w:tcW w:w="6804" w:type="dxa"/>
            <w:hideMark/>
          </w:tcPr>
          <w:p w14:paraId="212312E5" w14:textId="77777777" w:rsidR="00752DAA" w:rsidRPr="0022587A" w:rsidRDefault="00752DAA" w:rsidP="00752DAA">
            <w:pPr>
              <w:jc w:val="both"/>
              <w:rPr>
                <w:rFonts w:ascii="Courier New" w:hAnsi="Courier New"/>
                <w:sz w:val="18"/>
              </w:rPr>
            </w:pPr>
            <w:r w:rsidRPr="0022587A">
              <w:rPr>
                <w:rFonts w:ascii="Courier New" w:hAnsi="Courier New"/>
                <w:sz w:val="18"/>
              </w:rPr>
              <w:t>concat(concat(City,', '), Country) eq 'Berlin, Germany'</w:t>
            </w:r>
          </w:p>
        </w:tc>
      </w:tr>
      <w:tr w:rsidR="00752DAA" w:rsidRPr="00A75EE3" w14:paraId="72711135" w14:textId="77777777" w:rsidTr="00752DAA">
        <w:tc>
          <w:tcPr>
            <w:tcW w:w="9214" w:type="dxa"/>
            <w:gridSpan w:val="2"/>
            <w:hideMark/>
          </w:tcPr>
          <w:p w14:paraId="50A559C1" w14:textId="77777777" w:rsidR="00752DAA" w:rsidRPr="006E0DF3" w:rsidRDefault="00752DAA" w:rsidP="00752DAA">
            <w:pPr>
              <w:keepNext/>
              <w:rPr>
                <w:b/>
              </w:rPr>
            </w:pPr>
            <w:r w:rsidRPr="006E0DF3">
              <w:rPr>
                <w:b/>
              </w:rPr>
              <w:lastRenderedPageBreak/>
              <w:t xml:space="preserve">Date Functions </w:t>
            </w:r>
          </w:p>
        </w:tc>
      </w:tr>
      <w:tr w:rsidR="00752DAA" w:rsidRPr="00A75EE3" w14:paraId="69CCA814" w14:textId="77777777" w:rsidTr="00752DAA">
        <w:tc>
          <w:tcPr>
            <w:tcW w:w="2410" w:type="dxa"/>
            <w:hideMark/>
          </w:tcPr>
          <w:p w14:paraId="76AE251F" w14:textId="77777777" w:rsidR="00752DAA" w:rsidRPr="007E151E" w:rsidRDefault="00752DAA" w:rsidP="00752DAA">
            <w:pPr>
              <w:keepNext/>
              <w:jc w:val="both"/>
              <w:rPr>
                <w:rFonts w:ascii="Courier New" w:hAnsi="Courier New"/>
              </w:rPr>
            </w:pPr>
            <w:r w:rsidRPr="007E151E">
              <w:rPr>
                <w:rFonts w:ascii="Courier New" w:hAnsi="Courier New"/>
              </w:rPr>
              <w:t>year</w:t>
            </w:r>
          </w:p>
        </w:tc>
        <w:tc>
          <w:tcPr>
            <w:tcW w:w="6804" w:type="dxa"/>
            <w:hideMark/>
          </w:tcPr>
          <w:p w14:paraId="11D314AB" w14:textId="77777777" w:rsidR="00752DAA" w:rsidRPr="0022587A" w:rsidRDefault="00752DAA" w:rsidP="00752DAA">
            <w:pPr>
              <w:keepNext/>
              <w:jc w:val="both"/>
              <w:rPr>
                <w:rFonts w:ascii="Courier New" w:hAnsi="Courier New"/>
                <w:sz w:val="18"/>
              </w:rPr>
            </w:pPr>
            <w:r w:rsidRPr="0022587A">
              <w:rPr>
                <w:rFonts w:ascii="Courier New" w:hAnsi="Courier New"/>
                <w:sz w:val="18"/>
              </w:rPr>
              <w:t>year(BirthDate) eq 0</w:t>
            </w:r>
          </w:p>
        </w:tc>
      </w:tr>
      <w:tr w:rsidR="00752DAA" w:rsidRPr="00A75EE3" w14:paraId="324BA646" w14:textId="77777777" w:rsidTr="00752DAA">
        <w:tc>
          <w:tcPr>
            <w:tcW w:w="2410" w:type="dxa"/>
            <w:hideMark/>
          </w:tcPr>
          <w:p w14:paraId="6B58FDCD" w14:textId="77777777" w:rsidR="00752DAA" w:rsidRPr="007E151E" w:rsidRDefault="00752DAA" w:rsidP="00752DAA">
            <w:pPr>
              <w:keepNext/>
              <w:jc w:val="both"/>
              <w:rPr>
                <w:rFonts w:ascii="Courier New" w:hAnsi="Courier New"/>
              </w:rPr>
            </w:pPr>
            <w:r w:rsidRPr="007E151E">
              <w:rPr>
                <w:rFonts w:ascii="Courier New" w:hAnsi="Courier New"/>
              </w:rPr>
              <w:t>month</w:t>
            </w:r>
          </w:p>
        </w:tc>
        <w:tc>
          <w:tcPr>
            <w:tcW w:w="6804" w:type="dxa"/>
            <w:hideMark/>
          </w:tcPr>
          <w:p w14:paraId="500D88F3" w14:textId="77777777" w:rsidR="00752DAA" w:rsidRPr="0022587A" w:rsidRDefault="00752DAA" w:rsidP="00752DAA">
            <w:pPr>
              <w:keepNext/>
              <w:jc w:val="both"/>
              <w:rPr>
                <w:rFonts w:ascii="Courier New" w:hAnsi="Courier New"/>
                <w:sz w:val="18"/>
              </w:rPr>
            </w:pPr>
            <w:r w:rsidRPr="0022587A">
              <w:rPr>
                <w:rFonts w:ascii="Courier New" w:hAnsi="Courier New"/>
                <w:sz w:val="18"/>
              </w:rPr>
              <w:t>month(BirthDate) eq 12</w:t>
            </w:r>
          </w:p>
        </w:tc>
      </w:tr>
      <w:tr w:rsidR="00752DAA" w:rsidRPr="00A75EE3" w14:paraId="3398985F" w14:textId="77777777" w:rsidTr="00752DAA">
        <w:tc>
          <w:tcPr>
            <w:tcW w:w="2410" w:type="dxa"/>
            <w:hideMark/>
          </w:tcPr>
          <w:p w14:paraId="1B3696A9" w14:textId="77777777" w:rsidR="00752DAA" w:rsidRPr="007E151E" w:rsidRDefault="00752DAA" w:rsidP="00752DAA">
            <w:pPr>
              <w:keepNext/>
              <w:jc w:val="both"/>
              <w:rPr>
                <w:rFonts w:ascii="Courier New" w:hAnsi="Courier New"/>
              </w:rPr>
            </w:pPr>
            <w:r w:rsidRPr="007E151E">
              <w:rPr>
                <w:rFonts w:ascii="Courier New" w:hAnsi="Courier New"/>
              </w:rPr>
              <w:t>day</w:t>
            </w:r>
          </w:p>
        </w:tc>
        <w:tc>
          <w:tcPr>
            <w:tcW w:w="6804" w:type="dxa"/>
            <w:hideMark/>
          </w:tcPr>
          <w:p w14:paraId="183E92F6" w14:textId="77777777" w:rsidR="00752DAA" w:rsidRPr="0022587A" w:rsidRDefault="00752DAA" w:rsidP="00752DAA">
            <w:pPr>
              <w:keepNext/>
              <w:jc w:val="both"/>
              <w:rPr>
                <w:rFonts w:ascii="Courier New" w:hAnsi="Courier New"/>
                <w:sz w:val="18"/>
              </w:rPr>
            </w:pPr>
            <w:r w:rsidRPr="0022587A">
              <w:rPr>
                <w:rFonts w:ascii="Courier New" w:hAnsi="Courier New"/>
                <w:sz w:val="18"/>
              </w:rPr>
              <w:t>day(StartTime) eq 8</w:t>
            </w:r>
          </w:p>
        </w:tc>
      </w:tr>
      <w:tr w:rsidR="00752DAA" w:rsidRPr="00A75EE3" w14:paraId="6452AB21" w14:textId="77777777" w:rsidTr="00752DAA">
        <w:tc>
          <w:tcPr>
            <w:tcW w:w="2410" w:type="dxa"/>
            <w:hideMark/>
          </w:tcPr>
          <w:p w14:paraId="001A466A" w14:textId="77777777" w:rsidR="00752DAA" w:rsidRPr="007E151E" w:rsidRDefault="00752DAA" w:rsidP="00752DAA">
            <w:pPr>
              <w:keepNext/>
              <w:jc w:val="both"/>
              <w:rPr>
                <w:rFonts w:ascii="Courier New" w:hAnsi="Courier New"/>
              </w:rPr>
            </w:pPr>
            <w:r w:rsidRPr="007E151E">
              <w:rPr>
                <w:rFonts w:ascii="Courier New" w:hAnsi="Courier New"/>
              </w:rPr>
              <w:t>hour</w:t>
            </w:r>
          </w:p>
        </w:tc>
        <w:tc>
          <w:tcPr>
            <w:tcW w:w="6804" w:type="dxa"/>
            <w:hideMark/>
          </w:tcPr>
          <w:p w14:paraId="0B0BF214" w14:textId="77777777" w:rsidR="00752DAA" w:rsidRPr="0022587A" w:rsidRDefault="00752DAA" w:rsidP="00752DAA">
            <w:pPr>
              <w:keepNext/>
              <w:jc w:val="both"/>
              <w:rPr>
                <w:rFonts w:ascii="Courier New" w:hAnsi="Courier New"/>
                <w:sz w:val="18"/>
              </w:rPr>
            </w:pPr>
            <w:r w:rsidRPr="0022587A">
              <w:rPr>
                <w:rFonts w:ascii="Courier New" w:hAnsi="Courier New"/>
                <w:sz w:val="18"/>
              </w:rPr>
              <w:t xml:space="preserve">hour(StartTime) eq 1 </w:t>
            </w:r>
          </w:p>
        </w:tc>
      </w:tr>
      <w:tr w:rsidR="00752DAA" w:rsidRPr="00A75EE3" w14:paraId="0F1A6C11" w14:textId="77777777" w:rsidTr="00752DAA">
        <w:tc>
          <w:tcPr>
            <w:tcW w:w="2410" w:type="dxa"/>
            <w:hideMark/>
          </w:tcPr>
          <w:p w14:paraId="527BEC3E" w14:textId="77777777" w:rsidR="00752DAA" w:rsidRPr="007E151E" w:rsidRDefault="00752DAA" w:rsidP="00752DAA">
            <w:pPr>
              <w:keepNext/>
              <w:jc w:val="both"/>
              <w:rPr>
                <w:rFonts w:ascii="Courier New" w:hAnsi="Courier New"/>
              </w:rPr>
            </w:pPr>
            <w:r w:rsidRPr="007E151E">
              <w:rPr>
                <w:rFonts w:ascii="Courier New" w:hAnsi="Courier New"/>
              </w:rPr>
              <w:t>minute</w:t>
            </w:r>
          </w:p>
        </w:tc>
        <w:tc>
          <w:tcPr>
            <w:tcW w:w="6804" w:type="dxa"/>
            <w:hideMark/>
          </w:tcPr>
          <w:p w14:paraId="7722DA37" w14:textId="77777777" w:rsidR="00752DAA" w:rsidRPr="0022587A" w:rsidRDefault="00752DAA" w:rsidP="00752DAA">
            <w:pPr>
              <w:keepNext/>
              <w:jc w:val="both"/>
              <w:rPr>
                <w:rFonts w:ascii="Courier New" w:hAnsi="Courier New"/>
                <w:sz w:val="18"/>
              </w:rPr>
            </w:pPr>
            <w:r w:rsidRPr="0022587A">
              <w:rPr>
                <w:rFonts w:ascii="Courier New" w:hAnsi="Courier New"/>
                <w:sz w:val="18"/>
              </w:rPr>
              <w:t>minute(StartTime) eq 0</w:t>
            </w:r>
          </w:p>
        </w:tc>
      </w:tr>
      <w:tr w:rsidR="00752DAA" w:rsidRPr="00A75EE3" w14:paraId="3EADE95E" w14:textId="77777777" w:rsidTr="00752DAA">
        <w:tc>
          <w:tcPr>
            <w:tcW w:w="2410" w:type="dxa"/>
            <w:hideMark/>
          </w:tcPr>
          <w:p w14:paraId="03B073DD" w14:textId="77777777" w:rsidR="00752DAA" w:rsidRPr="007E151E" w:rsidRDefault="00752DAA" w:rsidP="00752DAA">
            <w:pPr>
              <w:keepNext/>
              <w:jc w:val="both"/>
              <w:rPr>
                <w:rFonts w:ascii="Courier New" w:hAnsi="Courier New"/>
              </w:rPr>
            </w:pPr>
            <w:r w:rsidRPr="007E151E">
              <w:rPr>
                <w:rFonts w:ascii="Courier New" w:hAnsi="Courier New"/>
              </w:rPr>
              <w:t>second</w:t>
            </w:r>
          </w:p>
        </w:tc>
        <w:tc>
          <w:tcPr>
            <w:tcW w:w="6804" w:type="dxa"/>
            <w:hideMark/>
          </w:tcPr>
          <w:p w14:paraId="235994CB" w14:textId="77777777" w:rsidR="00752DAA" w:rsidRPr="0022587A" w:rsidRDefault="00752DAA" w:rsidP="00752DAA">
            <w:pPr>
              <w:keepNext/>
              <w:jc w:val="both"/>
              <w:rPr>
                <w:rFonts w:ascii="Courier New" w:hAnsi="Courier New"/>
                <w:sz w:val="18"/>
              </w:rPr>
            </w:pPr>
            <w:r w:rsidRPr="0022587A">
              <w:rPr>
                <w:rFonts w:ascii="Courier New" w:hAnsi="Courier New"/>
                <w:sz w:val="18"/>
              </w:rPr>
              <w:t>second(StartTime) eq 0</w:t>
            </w:r>
          </w:p>
        </w:tc>
      </w:tr>
      <w:tr w:rsidR="00752DAA" w:rsidRPr="00A75EE3" w14:paraId="6B83E457" w14:textId="77777777" w:rsidTr="00752DAA">
        <w:tc>
          <w:tcPr>
            <w:tcW w:w="2410" w:type="dxa"/>
            <w:hideMark/>
          </w:tcPr>
          <w:p w14:paraId="30DE88C7" w14:textId="77777777" w:rsidR="00752DAA" w:rsidRPr="007E151E" w:rsidRDefault="00752DAA" w:rsidP="00752DAA">
            <w:pPr>
              <w:keepNext/>
              <w:jc w:val="both"/>
              <w:rPr>
                <w:rFonts w:ascii="Courier New" w:hAnsi="Courier New"/>
              </w:rPr>
            </w:pPr>
            <w:r w:rsidRPr="007E151E">
              <w:rPr>
                <w:rFonts w:ascii="Courier New" w:hAnsi="Courier New"/>
              </w:rPr>
              <w:t>fractionalseconds</w:t>
            </w:r>
          </w:p>
        </w:tc>
        <w:tc>
          <w:tcPr>
            <w:tcW w:w="6804" w:type="dxa"/>
            <w:hideMark/>
          </w:tcPr>
          <w:p w14:paraId="6431F4A9" w14:textId="77777777" w:rsidR="00752DAA" w:rsidRPr="0022587A" w:rsidRDefault="00752DAA" w:rsidP="00752DAA">
            <w:pPr>
              <w:keepNext/>
              <w:jc w:val="both"/>
              <w:rPr>
                <w:rFonts w:ascii="Courier New" w:hAnsi="Courier New"/>
                <w:sz w:val="18"/>
              </w:rPr>
            </w:pPr>
            <w:r w:rsidRPr="0022587A">
              <w:rPr>
                <w:rFonts w:ascii="Courier New" w:hAnsi="Courier New"/>
                <w:sz w:val="18"/>
              </w:rPr>
              <w:t>second(StartTime) eq 0</w:t>
            </w:r>
          </w:p>
        </w:tc>
      </w:tr>
      <w:tr w:rsidR="00752DAA" w:rsidRPr="00A75EE3" w14:paraId="78B1F558" w14:textId="77777777" w:rsidTr="00752DAA">
        <w:tc>
          <w:tcPr>
            <w:tcW w:w="2410" w:type="dxa"/>
          </w:tcPr>
          <w:p w14:paraId="3DDBBB7E" w14:textId="77777777" w:rsidR="00752DAA" w:rsidRPr="007E151E" w:rsidRDefault="00752DAA" w:rsidP="00752DAA">
            <w:pPr>
              <w:keepNext/>
              <w:jc w:val="both"/>
              <w:rPr>
                <w:rFonts w:ascii="Courier New" w:hAnsi="Courier New"/>
              </w:rPr>
            </w:pPr>
            <w:r w:rsidRPr="007E151E">
              <w:rPr>
                <w:rFonts w:ascii="Courier New" w:hAnsi="Courier New"/>
              </w:rPr>
              <w:t>date</w:t>
            </w:r>
          </w:p>
        </w:tc>
        <w:tc>
          <w:tcPr>
            <w:tcW w:w="6804" w:type="dxa"/>
          </w:tcPr>
          <w:p w14:paraId="31B49B2E" w14:textId="77777777" w:rsidR="00752DAA" w:rsidRPr="0022587A" w:rsidRDefault="00752DAA" w:rsidP="00752DAA">
            <w:pPr>
              <w:keepNext/>
              <w:jc w:val="both"/>
              <w:rPr>
                <w:rFonts w:ascii="Courier New" w:hAnsi="Courier New"/>
                <w:sz w:val="18"/>
              </w:rPr>
            </w:pPr>
            <w:r w:rsidRPr="0022587A">
              <w:rPr>
                <w:rFonts w:ascii="Courier New" w:hAnsi="Courier New"/>
                <w:sz w:val="18"/>
              </w:rPr>
              <w:t xml:space="preserve">date(StartTime) ne date(EndTime) </w:t>
            </w:r>
          </w:p>
        </w:tc>
      </w:tr>
      <w:tr w:rsidR="00752DAA" w:rsidRPr="00A75EE3" w14:paraId="6A2E55BB" w14:textId="77777777" w:rsidTr="00752DAA">
        <w:tc>
          <w:tcPr>
            <w:tcW w:w="2410" w:type="dxa"/>
          </w:tcPr>
          <w:p w14:paraId="5E1E35AA" w14:textId="77777777" w:rsidR="00752DAA" w:rsidRPr="007E151E" w:rsidRDefault="00752DAA" w:rsidP="00752DAA">
            <w:pPr>
              <w:keepNext/>
              <w:jc w:val="both"/>
              <w:rPr>
                <w:rFonts w:ascii="Courier New" w:hAnsi="Courier New"/>
              </w:rPr>
            </w:pPr>
            <w:r w:rsidRPr="007E151E">
              <w:rPr>
                <w:rFonts w:ascii="Courier New" w:hAnsi="Courier New"/>
              </w:rPr>
              <w:t>time</w:t>
            </w:r>
          </w:p>
        </w:tc>
        <w:tc>
          <w:tcPr>
            <w:tcW w:w="6804" w:type="dxa"/>
          </w:tcPr>
          <w:p w14:paraId="47FDAEF9" w14:textId="77777777" w:rsidR="00752DAA" w:rsidRPr="0022587A" w:rsidRDefault="00752DAA" w:rsidP="00752DAA">
            <w:pPr>
              <w:keepNext/>
              <w:jc w:val="both"/>
              <w:rPr>
                <w:rFonts w:ascii="Courier New" w:hAnsi="Courier New"/>
                <w:sz w:val="18"/>
              </w:rPr>
            </w:pPr>
            <w:r w:rsidRPr="0022587A">
              <w:rPr>
                <w:rFonts w:ascii="Courier New" w:hAnsi="Courier New"/>
                <w:sz w:val="18"/>
              </w:rPr>
              <w:t>time(StartTime) le StartOfDay</w:t>
            </w:r>
          </w:p>
        </w:tc>
      </w:tr>
      <w:tr w:rsidR="00752DAA" w:rsidRPr="00A75EE3" w14:paraId="41EC507F" w14:textId="77777777" w:rsidTr="00752DAA">
        <w:tc>
          <w:tcPr>
            <w:tcW w:w="2410" w:type="dxa"/>
          </w:tcPr>
          <w:p w14:paraId="0E9BC785" w14:textId="77777777" w:rsidR="00752DAA" w:rsidRPr="007E151E" w:rsidRDefault="00752DAA" w:rsidP="00752DAA">
            <w:pPr>
              <w:keepNext/>
              <w:jc w:val="both"/>
              <w:rPr>
                <w:rFonts w:ascii="Courier New" w:hAnsi="Courier New"/>
              </w:rPr>
            </w:pPr>
            <w:r w:rsidRPr="007E151E">
              <w:rPr>
                <w:rFonts w:ascii="Courier New" w:hAnsi="Courier New"/>
              </w:rPr>
              <w:t>totaloffsetminutes</w:t>
            </w:r>
          </w:p>
        </w:tc>
        <w:tc>
          <w:tcPr>
            <w:tcW w:w="6804" w:type="dxa"/>
          </w:tcPr>
          <w:p w14:paraId="0941F1F7" w14:textId="77777777" w:rsidR="00752DAA" w:rsidRPr="0022587A" w:rsidRDefault="00752DAA" w:rsidP="00752DAA">
            <w:pPr>
              <w:keepNext/>
              <w:jc w:val="both"/>
              <w:rPr>
                <w:rFonts w:ascii="Courier New" w:hAnsi="Courier New"/>
                <w:sz w:val="18"/>
              </w:rPr>
            </w:pPr>
            <w:r w:rsidRPr="0022587A">
              <w:rPr>
                <w:rFonts w:ascii="Courier New" w:hAnsi="Courier New"/>
                <w:sz w:val="18"/>
              </w:rPr>
              <w:t>totaloffsetminutes(StartTime) eq 60</w:t>
            </w:r>
          </w:p>
        </w:tc>
      </w:tr>
      <w:tr w:rsidR="00752DAA" w:rsidRPr="00A75EE3" w14:paraId="05A659E5" w14:textId="77777777" w:rsidTr="00752DAA">
        <w:tc>
          <w:tcPr>
            <w:tcW w:w="2410" w:type="dxa"/>
          </w:tcPr>
          <w:p w14:paraId="21D8E1B8" w14:textId="77777777" w:rsidR="00752DAA" w:rsidRPr="007E151E" w:rsidRDefault="00752DAA" w:rsidP="00752DAA">
            <w:pPr>
              <w:keepNext/>
              <w:jc w:val="both"/>
              <w:rPr>
                <w:rFonts w:ascii="Courier New" w:hAnsi="Courier New"/>
              </w:rPr>
            </w:pPr>
            <w:r w:rsidRPr="007E151E">
              <w:rPr>
                <w:rFonts w:ascii="Courier New" w:hAnsi="Courier New"/>
              </w:rPr>
              <w:t>now</w:t>
            </w:r>
          </w:p>
        </w:tc>
        <w:tc>
          <w:tcPr>
            <w:tcW w:w="6804" w:type="dxa"/>
          </w:tcPr>
          <w:p w14:paraId="1858118F" w14:textId="77777777" w:rsidR="00752DAA" w:rsidRPr="0022587A" w:rsidRDefault="00752DAA" w:rsidP="00752DAA">
            <w:pPr>
              <w:keepNext/>
              <w:jc w:val="both"/>
              <w:rPr>
                <w:rFonts w:ascii="Courier New" w:hAnsi="Courier New"/>
                <w:sz w:val="18"/>
              </w:rPr>
            </w:pPr>
            <w:r w:rsidRPr="0022587A">
              <w:rPr>
                <w:rFonts w:ascii="Courier New" w:hAnsi="Courier New"/>
                <w:sz w:val="18"/>
              </w:rPr>
              <w:t>StartTime ge now()</w:t>
            </w:r>
          </w:p>
        </w:tc>
      </w:tr>
      <w:tr w:rsidR="00752DAA" w:rsidRPr="00A75EE3" w14:paraId="1824DAC1" w14:textId="77777777" w:rsidTr="00752DAA">
        <w:tc>
          <w:tcPr>
            <w:tcW w:w="2410" w:type="dxa"/>
          </w:tcPr>
          <w:p w14:paraId="59D3497B" w14:textId="77777777" w:rsidR="00752DAA" w:rsidRPr="007E151E" w:rsidRDefault="00752DAA" w:rsidP="00752DAA">
            <w:pPr>
              <w:keepNext/>
              <w:jc w:val="both"/>
              <w:rPr>
                <w:rFonts w:ascii="Courier New" w:hAnsi="Courier New"/>
              </w:rPr>
            </w:pPr>
            <w:r w:rsidRPr="007E151E">
              <w:rPr>
                <w:rFonts w:ascii="Courier New" w:hAnsi="Courier New"/>
              </w:rPr>
              <w:t>mindatetime</w:t>
            </w:r>
          </w:p>
        </w:tc>
        <w:tc>
          <w:tcPr>
            <w:tcW w:w="6804" w:type="dxa"/>
          </w:tcPr>
          <w:p w14:paraId="19B6E2BB" w14:textId="77777777" w:rsidR="00752DAA" w:rsidRPr="0022587A" w:rsidRDefault="00752DAA" w:rsidP="00752DAA">
            <w:pPr>
              <w:keepNext/>
              <w:jc w:val="both"/>
              <w:rPr>
                <w:rFonts w:ascii="Courier New" w:hAnsi="Courier New"/>
                <w:sz w:val="18"/>
              </w:rPr>
            </w:pPr>
            <w:r w:rsidRPr="0022587A">
              <w:rPr>
                <w:rFonts w:ascii="Courier New" w:hAnsi="Courier New"/>
                <w:sz w:val="18"/>
              </w:rPr>
              <w:t>StartTime eq mindatetime()</w:t>
            </w:r>
          </w:p>
        </w:tc>
      </w:tr>
      <w:tr w:rsidR="00752DAA" w:rsidRPr="00A75EE3" w14:paraId="02D11887" w14:textId="77777777" w:rsidTr="00752DAA">
        <w:tc>
          <w:tcPr>
            <w:tcW w:w="2410" w:type="dxa"/>
          </w:tcPr>
          <w:p w14:paraId="58E8E824" w14:textId="77777777" w:rsidR="00752DAA" w:rsidRPr="007E151E" w:rsidRDefault="00752DAA" w:rsidP="00752DAA">
            <w:pPr>
              <w:jc w:val="both"/>
              <w:rPr>
                <w:rFonts w:ascii="Courier New" w:hAnsi="Courier New"/>
              </w:rPr>
            </w:pPr>
            <w:r w:rsidRPr="007E151E">
              <w:rPr>
                <w:rFonts w:ascii="Courier New" w:hAnsi="Courier New"/>
              </w:rPr>
              <w:t>maxdatetime</w:t>
            </w:r>
          </w:p>
        </w:tc>
        <w:tc>
          <w:tcPr>
            <w:tcW w:w="6804" w:type="dxa"/>
          </w:tcPr>
          <w:p w14:paraId="7A1E9899" w14:textId="77777777" w:rsidR="00752DAA" w:rsidRPr="0022587A" w:rsidRDefault="00752DAA" w:rsidP="00752DAA">
            <w:pPr>
              <w:jc w:val="both"/>
              <w:rPr>
                <w:rFonts w:ascii="Courier New" w:hAnsi="Courier New"/>
                <w:sz w:val="18"/>
              </w:rPr>
            </w:pPr>
            <w:r w:rsidRPr="0022587A">
              <w:rPr>
                <w:rFonts w:ascii="Courier New" w:hAnsi="Courier New"/>
                <w:sz w:val="18"/>
              </w:rPr>
              <w:t>EndTime eq maxdatetime()</w:t>
            </w:r>
          </w:p>
        </w:tc>
      </w:tr>
      <w:tr w:rsidR="00752DAA" w:rsidRPr="00A75EE3" w14:paraId="543E25C9" w14:textId="77777777" w:rsidTr="00752DAA">
        <w:tc>
          <w:tcPr>
            <w:tcW w:w="9214" w:type="dxa"/>
            <w:gridSpan w:val="2"/>
            <w:hideMark/>
          </w:tcPr>
          <w:p w14:paraId="2AA698BC" w14:textId="77777777" w:rsidR="00752DAA" w:rsidRPr="007E151E" w:rsidRDefault="00752DAA" w:rsidP="00752DAA">
            <w:pPr>
              <w:keepNext/>
              <w:rPr>
                <w:b/>
              </w:rPr>
            </w:pPr>
            <w:r w:rsidRPr="007E151E">
              <w:rPr>
                <w:b/>
              </w:rPr>
              <w:t>Math Functions</w:t>
            </w:r>
          </w:p>
        </w:tc>
      </w:tr>
      <w:tr w:rsidR="00752DAA" w:rsidRPr="00A75EE3" w14:paraId="0557F4E6" w14:textId="77777777" w:rsidTr="00752DAA">
        <w:tc>
          <w:tcPr>
            <w:tcW w:w="2410" w:type="dxa"/>
            <w:hideMark/>
          </w:tcPr>
          <w:p w14:paraId="6F3C776B" w14:textId="77777777" w:rsidR="00752DAA" w:rsidRPr="007E151E" w:rsidRDefault="00752DAA" w:rsidP="00752DAA">
            <w:pPr>
              <w:keepNext/>
              <w:jc w:val="both"/>
              <w:rPr>
                <w:rFonts w:ascii="Courier New" w:hAnsi="Courier New"/>
              </w:rPr>
            </w:pPr>
            <w:r w:rsidRPr="007E151E">
              <w:rPr>
                <w:rFonts w:ascii="Courier New" w:hAnsi="Courier New"/>
              </w:rPr>
              <w:t>round</w:t>
            </w:r>
          </w:p>
        </w:tc>
        <w:tc>
          <w:tcPr>
            <w:tcW w:w="6804" w:type="dxa"/>
            <w:hideMark/>
          </w:tcPr>
          <w:p w14:paraId="7DBE372F" w14:textId="77777777" w:rsidR="00752DAA" w:rsidRPr="0022587A" w:rsidRDefault="00752DAA" w:rsidP="00752DAA">
            <w:pPr>
              <w:keepNext/>
              <w:jc w:val="both"/>
              <w:rPr>
                <w:rFonts w:ascii="Courier New" w:hAnsi="Courier New"/>
                <w:sz w:val="18"/>
              </w:rPr>
            </w:pPr>
            <w:r w:rsidRPr="0022587A">
              <w:rPr>
                <w:rFonts w:ascii="Courier New" w:hAnsi="Courier New"/>
                <w:sz w:val="18"/>
              </w:rPr>
              <w:t>round(Freight) eq 32</w:t>
            </w:r>
          </w:p>
        </w:tc>
      </w:tr>
      <w:tr w:rsidR="00752DAA" w:rsidRPr="00A75EE3" w14:paraId="276F8DD6" w14:textId="77777777" w:rsidTr="00752DAA">
        <w:tc>
          <w:tcPr>
            <w:tcW w:w="2410" w:type="dxa"/>
            <w:hideMark/>
          </w:tcPr>
          <w:p w14:paraId="1A5AC18C" w14:textId="77777777" w:rsidR="00752DAA" w:rsidRPr="007E151E" w:rsidRDefault="00752DAA" w:rsidP="00752DAA">
            <w:pPr>
              <w:keepNext/>
              <w:jc w:val="both"/>
              <w:rPr>
                <w:rFonts w:ascii="Courier New" w:hAnsi="Courier New"/>
              </w:rPr>
            </w:pPr>
            <w:r w:rsidRPr="007E151E">
              <w:rPr>
                <w:rFonts w:ascii="Courier New" w:hAnsi="Courier New"/>
              </w:rPr>
              <w:t>floor</w:t>
            </w:r>
          </w:p>
        </w:tc>
        <w:tc>
          <w:tcPr>
            <w:tcW w:w="6804" w:type="dxa"/>
            <w:hideMark/>
          </w:tcPr>
          <w:p w14:paraId="26BFCEDC" w14:textId="77777777" w:rsidR="00752DAA" w:rsidRPr="0022587A" w:rsidRDefault="00752DAA" w:rsidP="00752DAA">
            <w:pPr>
              <w:keepNext/>
              <w:jc w:val="both"/>
              <w:rPr>
                <w:rFonts w:ascii="Courier New" w:hAnsi="Courier New"/>
                <w:sz w:val="18"/>
              </w:rPr>
            </w:pPr>
            <w:r w:rsidRPr="0022587A">
              <w:rPr>
                <w:rFonts w:ascii="Courier New" w:hAnsi="Courier New"/>
                <w:sz w:val="18"/>
              </w:rPr>
              <w:t>floor(Freight) eq 32</w:t>
            </w:r>
          </w:p>
        </w:tc>
      </w:tr>
      <w:tr w:rsidR="00752DAA" w:rsidRPr="00A75EE3" w14:paraId="4B007453" w14:textId="77777777" w:rsidTr="00752DAA">
        <w:tc>
          <w:tcPr>
            <w:tcW w:w="2410" w:type="dxa"/>
            <w:hideMark/>
          </w:tcPr>
          <w:p w14:paraId="7DA12241" w14:textId="77777777" w:rsidR="00752DAA" w:rsidRPr="007E151E" w:rsidRDefault="00752DAA" w:rsidP="00752DAA">
            <w:pPr>
              <w:jc w:val="both"/>
              <w:rPr>
                <w:rFonts w:ascii="Courier New" w:hAnsi="Courier New"/>
              </w:rPr>
            </w:pPr>
            <w:r w:rsidRPr="007E151E">
              <w:rPr>
                <w:rFonts w:ascii="Courier New" w:hAnsi="Courier New"/>
              </w:rPr>
              <w:t>ceiling</w:t>
            </w:r>
          </w:p>
        </w:tc>
        <w:tc>
          <w:tcPr>
            <w:tcW w:w="6804" w:type="dxa"/>
            <w:hideMark/>
          </w:tcPr>
          <w:p w14:paraId="29AC1DD0" w14:textId="77777777" w:rsidR="00752DAA" w:rsidRPr="0022587A" w:rsidRDefault="00752DAA" w:rsidP="00752DAA">
            <w:pPr>
              <w:jc w:val="both"/>
              <w:rPr>
                <w:rFonts w:ascii="Courier New" w:hAnsi="Courier New"/>
                <w:sz w:val="18"/>
              </w:rPr>
            </w:pPr>
            <w:r w:rsidRPr="0022587A">
              <w:rPr>
                <w:rFonts w:ascii="Courier New" w:hAnsi="Courier New"/>
                <w:sz w:val="18"/>
              </w:rPr>
              <w:t>ceiling(Freight) eq 33</w:t>
            </w:r>
          </w:p>
        </w:tc>
      </w:tr>
      <w:tr w:rsidR="00752DAA" w:rsidRPr="00A75EE3" w14:paraId="7C8774CA" w14:textId="77777777" w:rsidTr="00752DAA">
        <w:tc>
          <w:tcPr>
            <w:tcW w:w="9214" w:type="dxa"/>
            <w:gridSpan w:val="2"/>
            <w:hideMark/>
          </w:tcPr>
          <w:p w14:paraId="6B7B8418" w14:textId="77777777" w:rsidR="00752DAA" w:rsidRPr="007E151E" w:rsidRDefault="00752DAA" w:rsidP="00752DAA">
            <w:pPr>
              <w:keepNext/>
              <w:rPr>
                <w:b/>
              </w:rPr>
            </w:pPr>
            <w:r w:rsidRPr="007E151E">
              <w:rPr>
                <w:b/>
              </w:rPr>
              <w:t>Type Functions</w:t>
            </w:r>
          </w:p>
        </w:tc>
      </w:tr>
      <w:tr w:rsidR="00752DAA" w:rsidRPr="00A75EE3" w14:paraId="29BBC4C2" w14:textId="77777777" w:rsidTr="00752DAA">
        <w:tc>
          <w:tcPr>
            <w:tcW w:w="2410" w:type="dxa"/>
            <w:hideMark/>
          </w:tcPr>
          <w:p w14:paraId="7398751F" w14:textId="77777777" w:rsidR="00752DAA" w:rsidRPr="007E151E" w:rsidRDefault="00752DAA" w:rsidP="00752DAA">
            <w:pPr>
              <w:keepNext/>
              <w:jc w:val="both"/>
              <w:rPr>
                <w:rFonts w:ascii="Courier New" w:hAnsi="Courier New"/>
              </w:rPr>
            </w:pPr>
            <w:r w:rsidRPr="007E151E">
              <w:rPr>
                <w:rFonts w:ascii="Courier New" w:hAnsi="Courier New"/>
              </w:rPr>
              <w:t>cast</w:t>
            </w:r>
          </w:p>
        </w:tc>
        <w:tc>
          <w:tcPr>
            <w:tcW w:w="6804" w:type="dxa"/>
            <w:hideMark/>
          </w:tcPr>
          <w:p w14:paraId="3AD21D53" w14:textId="77777777" w:rsidR="00752DAA" w:rsidRPr="0022587A" w:rsidRDefault="00752DAA" w:rsidP="00752DAA">
            <w:pPr>
              <w:keepNext/>
              <w:jc w:val="both"/>
              <w:rPr>
                <w:rFonts w:ascii="Courier New" w:hAnsi="Courier New"/>
                <w:sz w:val="18"/>
              </w:rPr>
            </w:pPr>
            <w:r w:rsidRPr="0022587A">
              <w:rPr>
                <w:rFonts w:ascii="Courier New" w:hAnsi="Courier New"/>
                <w:sz w:val="18"/>
              </w:rPr>
              <w:t>cast(ShipCountry,Edm.String)</w:t>
            </w:r>
          </w:p>
        </w:tc>
      </w:tr>
      <w:tr w:rsidR="00752DAA" w:rsidRPr="00A75EE3" w14:paraId="40654409" w14:textId="77777777" w:rsidTr="00752DAA">
        <w:tc>
          <w:tcPr>
            <w:tcW w:w="2410" w:type="dxa"/>
            <w:hideMark/>
          </w:tcPr>
          <w:p w14:paraId="23780485" w14:textId="77777777" w:rsidR="00752DAA" w:rsidRPr="007E151E" w:rsidRDefault="00752DAA" w:rsidP="00752DAA">
            <w:pPr>
              <w:keepNext/>
              <w:jc w:val="both"/>
              <w:rPr>
                <w:rFonts w:ascii="Courier New" w:hAnsi="Courier New"/>
              </w:rPr>
            </w:pPr>
            <w:r w:rsidRPr="007E151E">
              <w:rPr>
                <w:rFonts w:ascii="Courier New" w:hAnsi="Courier New"/>
              </w:rPr>
              <w:t>isof</w:t>
            </w:r>
          </w:p>
        </w:tc>
        <w:tc>
          <w:tcPr>
            <w:tcW w:w="6804" w:type="dxa"/>
            <w:hideMark/>
          </w:tcPr>
          <w:p w14:paraId="4E522514" w14:textId="77777777" w:rsidR="00752DAA" w:rsidRPr="0022587A" w:rsidRDefault="00752DAA" w:rsidP="00752DAA">
            <w:pPr>
              <w:keepNext/>
              <w:jc w:val="both"/>
              <w:rPr>
                <w:rFonts w:ascii="Courier New" w:hAnsi="Courier New"/>
                <w:sz w:val="18"/>
              </w:rPr>
            </w:pPr>
            <w:r w:rsidRPr="0022587A">
              <w:rPr>
                <w:rFonts w:ascii="Courier New" w:hAnsi="Courier New"/>
                <w:sz w:val="18"/>
              </w:rPr>
              <w:t>isof(NorthwindModel.Order)</w:t>
            </w:r>
          </w:p>
        </w:tc>
      </w:tr>
      <w:tr w:rsidR="00752DAA" w:rsidRPr="00A75EE3" w14:paraId="072865B5" w14:textId="77777777" w:rsidTr="00752DAA">
        <w:tc>
          <w:tcPr>
            <w:tcW w:w="2410" w:type="dxa"/>
            <w:hideMark/>
          </w:tcPr>
          <w:p w14:paraId="07EFE9F6" w14:textId="77777777" w:rsidR="00752DAA" w:rsidRPr="007E151E" w:rsidRDefault="00752DAA" w:rsidP="00752DAA">
            <w:pPr>
              <w:jc w:val="both"/>
              <w:rPr>
                <w:rFonts w:ascii="Courier New" w:hAnsi="Courier New"/>
              </w:rPr>
            </w:pPr>
            <w:r w:rsidRPr="007E151E">
              <w:rPr>
                <w:rFonts w:ascii="Courier New" w:hAnsi="Courier New"/>
              </w:rPr>
              <w:t>isof</w:t>
            </w:r>
          </w:p>
        </w:tc>
        <w:tc>
          <w:tcPr>
            <w:tcW w:w="6804" w:type="dxa"/>
            <w:hideMark/>
          </w:tcPr>
          <w:p w14:paraId="19EF29EF" w14:textId="77777777" w:rsidR="00752DAA" w:rsidRPr="0022587A" w:rsidRDefault="00752DAA" w:rsidP="00752DAA">
            <w:pPr>
              <w:jc w:val="both"/>
              <w:rPr>
                <w:rFonts w:ascii="Courier New" w:hAnsi="Courier New"/>
                <w:sz w:val="18"/>
              </w:rPr>
            </w:pPr>
            <w:r w:rsidRPr="0022587A">
              <w:rPr>
                <w:rFonts w:ascii="Courier New" w:hAnsi="Courier New"/>
                <w:sz w:val="18"/>
              </w:rPr>
              <w:t>isof(ShipCountry,Edm.String)</w:t>
            </w:r>
          </w:p>
        </w:tc>
      </w:tr>
      <w:tr w:rsidR="00752DAA" w:rsidRPr="00A75EE3" w14:paraId="2E8C3895" w14:textId="77777777" w:rsidTr="00752DAA">
        <w:tc>
          <w:tcPr>
            <w:tcW w:w="9214" w:type="dxa"/>
            <w:gridSpan w:val="2"/>
            <w:hideMark/>
          </w:tcPr>
          <w:p w14:paraId="33D286DA" w14:textId="77777777" w:rsidR="00752DAA" w:rsidRPr="007E151E" w:rsidRDefault="00752DAA" w:rsidP="00752DAA">
            <w:pPr>
              <w:rPr>
                <w:b/>
              </w:rPr>
            </w:pPr>
            <w:bookmarkStart w:id="640" w:name="_The_$expand_System"/>
            <w:bookmarkEnd w:id="640"/>
            <w:r w:rsidRPr="007E151E">
              <w:rPr>
                <w:b/>
              </w:rPr>
              <w:t>Geo Functions</w:t>
            </w:r>
          </w:p>
        </w:tc>
      </w:tr>
      <w:tr w:rsidR="00752DAA" w:rsidRPr="00A75EE3" w14:paraId="374371C8" w14:textId="77777777" w:rsidTr="00752DAA">
        <w:tc>
          <w:tcPr>
            <w:tcW w:w="2410" w:type="dxa"/>
            <w:hideMark/>
          </w:tcPr>
          <w:p w14:paraId="5463685F" w14:textId="77777777" w:rsidR="00752DAA" w:rsidRPr="007E151E" w:rsidRDefault="00752DAA" w:rsidP="00752DAA">
            <w:pPr>
              <w:keepNext/>
              <w:jc w:val="both"/>
              <w:rPr>
                <w:rFonts w:ascii="Courier New" w:hAnsi="Courier New"/>
              </w:rPr>
            </w:pPr>
            <w:r w:rsidRPr="007E151E">
              <w:rPr>
                <w:rFonts w:ascii="Courier New" w:hAnsi="Courier New"/>
              </w:rPr>
              <w:t>geo.distance</w:t>
            </w:r>
          </w:p>
        </w:tc>
        <w:tc>
          <w:tcPr>
            <w:tcW w:w="6804" w:type="dxa"/>
            <w:hideMark/>
          </w:tcPr>
          <w:p w14:paraId="04A7DFDA" w14:textId="77777777" w:rsidR="00752DAA" w:rsidRPr="0022587A" w:rsidRDefault="00752DAA" w:rsidP="00752DAA">
            <w:pPr>
              <w:keepNext/>
              <w:jc w:val="both"/>
              <w:rPr>
                <w:rFonts w:ascii="Courier New" w:hAnsi="Courier New"/>
                <w:sz w:val="18"/>
              </w:rPr>
            </w:pPr>
            <w:r w:rsidRPr="0022587A">
              <w:rPr>
                <w:rFonts w:ascii="Courier New" w:hAnsi="Courier New"/>
                <w:sz w:val="18"/>
              </w:rPr>
              <w:t>geo.distance(CurrentPosition,TargetPosition)</w:t>
            </w:r>
          </w:p>
        </w:tc>
      </w:tr>
      <w:tr w:rsidR="00752DAA" w:rsidRPr="00A75EE3" w14:paraId="64A7DF8D" w14:textId="77777777" w:rsidTr="00752DAA">
        <w:tc>
          <w:tcPr>
            <w:tcW w:w="2410" w:type="dxa"/>
            <w:hideMark/>
          </w:tcPr>
          <w:p w14:paraId="3170D95A" w14:textId="77777777" w:rsidR="00752DAA" w:rsidRPr="007E151E" w:rsidRDefault="00752DAA" w:rsidP="00752DAA">
            <w:pPr>
              <w:keepNext/>
              <w:jc w:val="both"/>
              <w:rPr>
                <w:rFonts w:ascii="Courier New" w:hAnsi="Courier New"/>
              </w:rPr>
            </w:pPr>
            <w:r w:rsidRPr="007E151E">
              <w:rPr>
                <w:rFonts w:ascii="Courier New" w:hAnsi="Courier New"/>
              </w:rPr>
              <w:t>geo.length</w:t>
            </w:r>
          </w:p>
        </w:tc>
        <w:tc>
          <w:tcPr>
            <w:tcW w:w="6804" w:type="dxa"/>
            <w:hideMark/>
          </w:tcPr>
          <w:p w14:paraId="514F276A" w14:textId="77777777" w:rsidR="00752DAA" w:rsidRPr="0022587A" w:rsidRDefault="00752DAA" w:rsidP="00752DAA">
            <w:pPr>
              <w:keepNext/>
              <w:jc w:val="both"/>
              <w:rPr>
                <w:rFonts w:ascii="Courier New" w:hAnsi="Courier New"/>
                <w:sz w:val="18"/>
              </w:rPr>
            </w:pPr>
            <w:r w:rsidRPr="0022587A">
              <w:rPr>
                <w:rFonts w:ascii="Courier New" w:hAnsi="Courier New"/>
                <w:sz w:val="18"/>
              </w:rPr>
              <w:t>geo.length(DirectRoute)</w:t>
            </w:r>
          </w:p>
        </w:tc>
      </w:tr>
      <w:tr w:rsidR="00752DAA" w:rsidRPr="00A75EE3" w14:paraId="7D8CB33F" w14:textId="77777777" w:rsidTr="00752DAA">
        <w:tc>
          <w:tcPr>
            <w:tcW w:w="2410" w:type="dxa"/>
            <w:hideMark/>
          </w:tcPr>
          <w:p w14:paraId="17382075" w14:textId="77777777" w:rsidR="00752DAA" w:rsidRPr="007E151E" w:rsidRDefault="00752DAA" w:rsidP="00752DAA">
            <w:pPr>
              <w:jc w:val="both"/>
              <w:rPr>
                <w:rFonts w:ascii="Courier New" w:hAnsi="Courier New"/>
              </w:rPr>
            </w:pPr>
            <w:r w:rsidRPr="007E151E">
              <w:rPr>
                <w:rFonts w:ascii="Courier New" w:hAnsi="Courier New"/>
              </w:rPr>
              <w:t>geo.intersects</w:t>
            </w:r>
          </w:p>
        </w:tc>
        <w:tc>
          <w:tcPr>
            <w:tcW w:w="6804" w:type="dxa"/>
            <w:hideMark/>
          </w:tcPr>
          <w:p w14:paraId="5F41E21F" w14:textId="77777777" w:rsidR="00752DAA" w:rsidRPr="0022587A" w:rsidRDefault="00752DAA" w:rsidP="00752DAA">
            <w:pPr>
              <w:jc w:val="both"/>
              <w:rPr>
                <w:rFonts w:ascii="Courier New" w:hAnsi="Courier New"/>
                <w:sz w:val="18"/>
              </w:rPr>
            </w:pPr>
            <w:r w:rsidRPr="0022587A">
              <w:rPr>
                <w:rFonts w:ascii="Courier New" w:hAnsi="Courier New"/>
                <w:sz w:val="18"/>
              </w:rPr>
              <w:t>geo.intersects(Position,TargetArea)</w:t>
            </w:r>
          </w:p>
        </w:tc>
      </w:tr>
    </w:tbl>
    <w:bookmarkStart w:id="641" w:name="_Parameter_Aliases_1"/>
    <w:bookmarkStart w:id="642" w:name="_Toc477876654"/>
    <w:bookmarkStart w:id="643" w:name="sec_ParameterAliases"/>
    <w:bookmarkEnd w:id="641"/>
    <w:p w14:paraId="19C57EFC" w14:textId="77777777" w:rsidR="00752DAA" w:rsidRDefault="00752DAA" w:rsidP="006C1EBF">
      <w:pPr>
        <w:pStyle w:val="Heading5"/>
        <w:numPr>
          <w:ilvl w:val="4"/>
          <w:numId w:val="2"/>
        </w:numPr>
        <w:tabs>
          <w:tab w:val="left" w:pos="567"/>
        </w:tabs>
      </w:pPr>
      <w:r>
        <w:fldChar w:fldCharType="begin"/>
      </w:r>
      <w:r>
        <w:instrText xml:space="preserve"> HYPERLINK  \l "sec_ParameterAliases" </w:instrText>
      </w:r>
      <w:r>
        <w:fldChar w:fldCharType="separate"/>
      </w:r>
      <w:bookmarkStart w:id="644" w:name="_Toc494885070"/>
      <w:bookmarkStart w:id="645" w:name="_Toc494356817"/>
      <w:r w:rsidRPr="004A50BC">
        <w:rPr>
          <w:rStyle w:val="Hyperlink"/>
        </w:rPr>
        <w:t>Parameter Aliases</w:t>
      </w:r>
      <w:bookmarkEnd w:id="642"/>
      <w:bookmarkEnd w:id="643"/>
      <w:bookmarkEnd w:id="644"/>
      <w:bookmarkEnd w:id="645"/>
      <w:r>
        <w:fldChar w:fldCharType="end"/>
      </w:r>
    </w:p>
    <w:p w14:paraId="48A55034" w14:textId="77777777" w:rsidR="00752DAA" w:rsidRDefault="00752DAA" w:rsidP="00752DAA">
      <w:r>
        <w:t xml:space="preserve">Parameter aliases can be used in place of literal values in entity keys, </w:t>
      </w:r>
      <w:hyperlink w:anchor="sec_InvokingaFunction" w:history="1">
        <w:r w:rsidRPr="009514BC">
          <w:rPr>
            <w:rStyle w:val="Hyperlink"/>
          </w:rPr>
          <w:t>function parameters</w:t>
        </w:r>
      </w:hyperlink>
      <w:r>
        <w:rPr>
          <w:rStyle w:val="Hyperlink"/>
        </w:rPr>
        <w:t>,</w:t>
      </w:r>
      <w:r>
        <w:t xml:space="preserve"> or within a </w:t>
      </w:r>
      <w:hyperlink w:anchor="sec_SystemQueryOptionfilter" w:history="1">
        <w:r w:rsidRPr="009514BC">
          <w:rPr>
            <w:rStyle w:val="Hyperlink"/>
            <w:rFonts w:ascii="Courier New" w:hAnsi="Courier New" w:cs="Courier New"/>
          </w:rPr>
          <w:t>$filter</w:t>
        </w:r>
      </w:hyperlink>
      <w:r>
        <w:t xml:space="preserve"> or </w:t>
      </w:r>
      <w:hyperlink w:anchor="sec_SystemQueryOptionorderby" w:history="1">
        <w:r w:rsidRPr="009514BC">
          <w:rPr>
            <w:rStyle w:val="Hyperlink"/>
            <w:rFonts w:ascii="Courier New" w:hAnsi="Courier New" w:cs="Courier New"/>
          </w:rPr>
          <w:t>$orderby</w:t>
        </w:r>
      </w:hyperlink>
      <w:r>
        <w:t xml:space="preserve"> expression. Parameters aliases are names beginning with an at sign (</w:t>
      </w:r>
      <w:r w:rsidRPr="003F750E">
        <w:rPr>
          <w:rStyle w:val="Datatype"/>
        </w:rPr>
        <w:t>@</w:t>
      </w:r>
      <w:r>
        <w:t>).</w:t>
      </w:r>
    </w:p>
    <w:p w14:paraId="0902BFBF" w14:textId="77777777" w:rsidR="00752DAA" w:rsidRDefault="00752DAA" w:rsidP="00752DAA">
      <w:pPr>
        <w:keepNext/>
      </w:pPr>
      <w:r>
        <w:t xml:space="preserve">Actual parameter values are specified as query options in the query part of the request URL. The query option name is the name of the parameter alias, and the query option value is the value to be used for the specified parameter alias. </w:t>
      </w:r>
    </w:p>
    <w:p w14:paraId="4982C898"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47</w:t>
      </w:r>
      <w:r w:rsidR="002A710D">
        <w:rPr>
          <w:noProof/>
        </w:rPr>
        <w:fldChar w:fldCharType="end"/>
      </w:r>
      <w:r w:rsidRPr="003F1FAD">
        <w:t xml:space="preserve">: </w:t>
      </w:r>
      <w:r>
        <w:t>returns all employees whose Region property matches the string parameter value "WA"</w:t>
      </w:r>
    </w:p>
    <w:p w14:paraId="395650A0" w14:textId="77777777" w:rsidR="00752DAA" w:rsidRPr="003F750E" w:rsidRDefault="00752DAA" w:rsidP="00752DAA">
      <w:pPr>
        <w:pStyle w:val="Code"/>
        <w:rPr>
          <w:rStyle w:val="VerbatimChar"/>
          <w:rFonts w:eastAsia="Cambria"/>
        </w:rPr>
      </w:pPr>
      <w:r>
        <w:t xml:space="preserve">GET </w:t>
      </w:r>
      <w:r w:rsidRPr="00CD4629">
        <w:rPr>
          <w:rStyle w:val="VerbatimChar"/>
          <w:rFonts w:eastAsia="Cambria"/>
        </w:rPr>
        <w:t>http://</w:t>
      </w:r>
      <w:r>
        <w:rPr>
          <w:rStyle w:val="VerbatimChar"/>
          <w:rFonts w:eastAsia="Cambria"/>
        </w:rPr>
        <w:t>host/service.svc</w:t>
      </w:r>
      <w:r w:rsidRPr="00CD4629">
        <w:rPr>
          <w:rStyle w:val="VerbatimChar"/>
          <w:rFonts w:eastAsia="Cambria"/>
        </w:rPr>
        <w:t>/Employees?$filter=</w:t>
      </w:r>
      <w:r>
        <w:rPr>
          <w:rStyle w:val="VerbatimChar"/>
          <w:rFonts w:eastAsia="Cambria"/>
        </w:rPr>
        <w:t xml:space="preserve">Region eq </w:t>
      </w:r>
      <w:r w:rsidRPr="003F750E">
        <w:rPr>
          <w:rStyle w:val="VerbatimChar"/>
          <w:rFonts w:eastAsia="Cambria"/>
        </w:rPr>
        <w:t>@p1</w:t>
      </w:r>
      <w:r>
        <w:rPr>
          <w:rStyle w:val="VerbatimChar"/>
          <w:rFonts w:eastAsia="Cambria"/>
        </w:rPr>
        <w:t>&amp;</w:t>
      </w:r>
      <w:r w:rsidRPr="003F750E">
        <w:rPr>
          <w:rStyle w:val="VerbatimChar"/>
          <w:rFonts w:eastAsia="Cambria"/>
        </w:rPr>
        <w:t>@p1=</w:t>
      </w:r>
      <w:r>
        <w:rPr>
          <w:rStyle w:val="VerbatimChar"/>
          <w:rFonts w:eastAsia="Cambria"/>
        </w:rPr>
        <w:t>'WA'</w:t>
      </w:r>
    </w:p>
    <w:p w14:paraId="3F5FE90F" w14:textId="77777777" w:rsidR="00752DAA" w:rsidRDefault="00752DAA" w:rsidP="00752DAA">
      <w:r>
        <w:lastRenderedPageBreak/>
        <w:t>Parameter aliases allow the same value to be used multiple times in a request and may be used to reference primitive values, complex, or collection values.</w:t>
      </w:r>
    </w:p>
    <w:p w14:paraId="5D7CC39B" w14:textId="77777777" w:rsidR="00752DAA" w:rsidRDefault="00752DAA" w:rsidP="00752DAA">
      <w:r>
        <w:t xml:space="preserve">If a parameter alias is not given a value in the query part of the request URL, the value MUST be assumed to </w:t>
      </w:r>
      <w:r w:rsidRPr="002B67D3">
        <w:t>be null.</w:t>
      </w:r>
      <w:r>
        <w:t xml:space="preserve"> A parameter alias can be used in multiple places within a request URL but its value MUST NOT be specified more than once.</w:t>
      </w:r>
    </w:p>
    <w:p w14:paraId="16690560" w14:textId="77777777" w:rsidR="00752DAA" w:rsidRDefault="00752DAA" w:rsidP="00752DAA">
      <w:r>
        <w:t>P</w:t>
      </w:r>
      <w:r w:rsidRPr="00B408E7">
        <w:t>arameter</w:t>
      </w:r>
      <w:r>
        <w:t xml:space="preserve"> alias values used in </w:t>
      </w:r>
      <w:r w:rsidRPr="00B408E7">
        <w:rPr>
          <w:rStyle w:val="Datatype"/>
        </w:rPr>
        <w:t>/$filter=</w:t>
      </w:r>
      <w:r w:rsidRPr="00B408E7">
        <w:t xml:space="preserve"> </w:t>
      </w:r>
      <w:r>
        <w:t xml:space="preserve">path </w:t>
      </w:r>
      <w:r w:rsidRPr="00B408E7">
        <w:t>segment</w:t>
      </w:r>
      <w:r>
        <w:t>s</w:t>
      </w:r>
      <w:r w:rsidRPr="00B408E7">
        <w:t xml:space="preserve"> are always passed as expressions (because that is the expected type of the </w:t>
      </w:r>
      <w:r>
        <w:t xml:space="preserve">parameter). </w:t>
      </w:r>
    </w:p>
    <w:p w14:paraId="55FFF536" w14:textId="77777777" w:rsidR="00752DAA" w:rsidRDefault="00752DAA" w:rsidP="00752DAA">
      <w:r>
        <w:t>All other parameter alias values</w:t>
      </w:r>
      <w:r w:rsidRPr="00B408E7">
        <w:t xml:space="preserve"> are evaluated in the context of the resource identified by the path segment in which they are </w:t>
      </w:r>
      <w:r>
        <w:t>assigned</w:t>
      </w:r>
      <w:r w:rsidRPr="00B408E7">
        <w:t xml:space="preserve"> and passed as literals into the expression.</w:t>
      </w:r>
      <w:r>
        <w:t xml:space="preserve"> Parameter alias value assignments MAY be nested within </w:t>
      </w:r>
      <w:r w:rsidRPr="00124D33">
        <w:rPr>
          <w:rStyle w:val="Datatype"/>
        </w:rPr>
        <w:t>$expand</w:t>
      </w:r>
      <w:r>
        <w:t xml:space="preserve"> and </w:t>
      </w:r>
      <w:r w:rsidRPr="00124D33">
        <w:rPr>
          <w:rStyle w:val="Datatype"/>
        </w:rPr>
        <w:t>$select</w:t>
      </w:r>
      <w:r w:rsidRPr="006263F6">
        <w:rPr>
          <w:rStyle w:val="Datatype"/>
          <w:rFonts w:ascii="Arial" w:hAnsi="Arial" w:cs="Arial"/>
        </w:rPr>
        <w:t xml:space="preserve">, in which case they are evaluated relative to the resource context of the </w:t>
      </w:r>
      <w:r w:rsidRPr="00124D33">
        <w:rPr>
          <w:rStyle w:val="Datatype"/>
        </w:rPr>
        <w:t>$expand</w:t>
      </w:r>
      <w:r>
        <w:t xml:space="preserve"> or </w:t>
      </w:r>
      <w:r w:rsidRPr="00124D33">
        <w:rPr>
          <w:rStyle w:val="Datatype"/>
        </w:rPr>
        <w:t>$select</w:t>
      </w:r>
      <w:r>
        <w:t>.</w:t>
      </w:r>
    </w:p>
    <w:bookmarkStart w:id="646" w:name="_The_$select_System_1"/>
    <w:bookmarkStart w:id="647" w:name="_The_$orderby_System"/>
    <w:bookmarkStart w:id="648" w:name="_Toc477876655"/>
    <w:bookmarkStart w:id="649" w:name="sec_SystemQueryOptionorderby"/>
    <w:bookmarkEnd w:id="646"/>
    <w:bookmarkEnd w:id="647"/>
    <w:p w14:paraId="576F0171" w14:textId="77777777" w:rsidR="00752DAA" w:rsidRDefault="00752DAA" w:rsidP="006C1EBF">
      <w:pPr>
        <w:pStyle w:val="Heading4"/>
        <w:numPr>
          <w:ilvl w:val="3"/>
          <w:numId w:val="2"/>
        </w:numPr>
        <w:tabs>
          <w:tab w:val="left" w:pos="567"/>
        </w:tabs>
      </w:pPr>
      <w:r>
        <w:fldChar w:fldCharType="begin"/>
      </w:r>
      <w:r>
        <w:instrText xml:space="preserve"> HYPERLINK  \l "sec_SystemQueryOptionorderby" </w:instrText>
      </w:r>
      <w:r>
        <w:fldChar w:fldCharType="separate"/>
      </w:r>
      <w:bookmarkStart w:id="650" w:name="_Toc494885071"/>
      <w:bookmarkStart w:id="651" w:name="_Toc494356818"/>
      <w:r w:rsidRPr="004A50BC">
        <w:rPr>
          <w:rStyle w:val="Hyperlink"/>
        </w:rPr>
        <w:t xml:space="preserve">System Query Option </w:t>
      </w:r>
      <w:r w:rsidRPr="004A50BC">
        <w:rPr>
          <w:rStyle w:val="Hyperlink"/>
          <w:rFonts w:ascii="Courier New" w:hAnsi="Courier New"/>
        </w:rPr>
        <w:t>$orderby</w:t>
      </w:r>
      <w:bookmarkEnd w:id="648"/>
      <w:bookmarkEnd w:id="649"/>
      <w:bookmarkEnd w:id="650"/>
      <w:bookmarkEnd w:id="651"/>
      <w:r>
        <w:fldChar w:fldCharType="end"/>
      </w:r>
    </w:p>
    <w:p w14:paraId="58972A4F" w14:textId="77777777" w:rsidR="00752DAA" w:rsidRDefault="00752DAA" w:rsidP="00752DAA">
      <w:r>
        <w:t xml:space="preserve">The </w:t>
      </w:r>
      <w:r w:rsidRPr="00320DF5">
        <w:rPr>
          <w:rStyle w:val="Datatype"/>
        </w:rPr>
        <w:t>$orderby</w:t>
      </w:r>
      <w:r>
        <w:t xml:space="preserve"> System Query option specifies the order in which items are returned from the service.</w:t>
      </w:r>
    </w:p>
    <w:p w14:paraId="3A3F05DF" w14:textId="77777777" w:rsidR="00752DAA" w:rsidRDefault="00752DAA" w:rsidP="00752DAA">
      <w:r>
        <w:t xml:space="preserve">The value of the </w:t>
      </w:r>
      <w:r w:rsidRPr="00320DF5">
        <w:rPr>
          <w:rStyle w:val="Datatype"/>
        </w:rPr>
        <w:t>$orderby</w:t>
      </w:r>
      <w:r>
        <w:t xml:space="preserve"> System Query option contains a comma-separated list of expressions whose primitive result values are used to sort the items. A special case of such an expression is a property path terminating on a primitive property. A type cast using the qualified entity type name is required to order by a property defined on a derived type.</w:t>
      </w:r>
      <w:r w:rsidRPr="005F7C19">
        <w:t xml:space="preserve"> </w:t>
      </w:r>
      <w:r>
        <w:t>Only aliases defined in the metadata document of the service can be used in URLs.</w:t>
      </w:r>
    </w:p>
    <w:p w14:paraId="1ED10871" w14:textId="77777777" w:rsidR="00752DAA" w:rsidRDefault="00752DAA" w:rsidP="00752DAA">
      <w:r>
        <w:t xml:space="preserve">The expression can include the suffix </w:t>
      </w:r>
      <w:r w:rsidRPr="00320DF5">
        <w:rPr>
          <w:rStyle w:val="Datatype"/>
        </w:rPr>
        <w:t>asc</w:t>
      </w:r>
      <w:r>
        <w:t xml:space="preserve"> for ascending or </w:t>
      </w:r>
      <w:r w:rsidRPr="00320DF5">
        <w:rPr>
          <w:rStyle w:val="Datatype"/>
        </w:rPr>
        <w:t>desc</w:t>
      </w:r>
      <w:r>
        <w:t xml:space="preserve"> for descending, separated from the property name by one or more spaces. If </w:t>
      </w:r>
      <w:r w:rsidRPr="00320DF5">
        <w:rPr>
          <w:rStyle w:val="Datatype"/>
        </w:rPr>
        <w:t>asc</w:t>
      </w:r>
      <w:r>
        <w:t xml:space="preserve"> or </w:t>
      </w:r>
      <w:r w:rsidRPr="00320DF5">
        <w:rPr>
          <w:rStyle w:val="Datatype"/>
        </w:rPr>
        <w:t>desc</w:t>
      </w:r>
      <w:r>
        <w:t xml:space="preserve"> is not specified, the service MUST order by the specified property in ascending order.</w:t>
      </w:r>
      <w:r w:rsidRPr="00CB52F2">
        <w:t xml:space="preserve"> </w:t>
      </w:r>
      <w:r>
        <w:t xml:space="preserve">4.01 services MUST support case-insensitive values for </w:t>
      </w:r>
      <w:r w:rsidRPr="00320DF5">
        <w:rPr>
          <w:rStyle w:val="Datatype"/>
        </w:rPr>
        <w:t>asc</w:t>
      </w:r>
      <w:r>
        <w:t xml:space="preserve"> and </w:t>
      </w:r>
      <w:r w:rsidRPr="00320DF5">
        <w:rPr>
          <w:rStyle w:val="Datatype"/>
        </w:rPr>
        <w:t>desc</w:t>
      </w:r>
      <w:r>
        <w:t>. Clients that want to work with 4.0 services MUST use lower case values.</w:t>
      </w:r>
    </w:p>
    <w:p w14:paraId="543D9504" w14:textId="77777777" w:rsidR="00752DAA" w:rsidRDefault="00752DAA" w:rsidP="00752DAA">
      <w:pPr>
        <w:keepNext/>
      </w:pPr>
      <w:r w:rsidRPr="0082260C">
        <w:t xml:space="preserve">Null values come before non-null values </w:t>
      </w:r>
      <w:r>
        <w:t xml:space="preserve">when sorting </w:t>
      </w:r>
      <w:r w:rsidRPr="0082260C">
        <w:t xml:space="preserve">in ascending order and after non-null values </w:t>
      </w:r>
      <w:r>
        <w:t xml:space="preserve">when sorting </w:t>
      </w:r>
      <w:r w:rsidRPr="0082260C">
        <w:t xml:space="preserve">in descending order. </w:t>
      </w:r>
    </w:p>
    <w:p w14:paraId="598A9C9C" w14:textId="77777777" w:rsidR="00752DAA" w:rsidRDefault="00752DAA" w:rsidP="00752DAA">
      <w:pPr>
        <w:keepNext/>
      </w:pPr>
      <w:r>
        <w:t xml:space="preserve">Items are sorted by the result values of the first expression, and then items with the same value for the first expression are sorted by the result value of the second expression, and so on. </w:t>
      </w:r>
    </w:p>
    <w:p w14:paraId="35A6E490" w14:textId="77777777" w:rsidR="00752DAA" w:rsidRDefault="00752DAA" w:rsidP="00752DAA">
      <w:pPr>
        <w:keepNext/>
      </w:pPr>
      <w:r>
        <w:t>The Boolean value false comes before the value true in ascending order.</w:t>
      </w:r>
    </w:p>
    <w:p w14:paraId="5E9B449F" w14:textId="77777777" w:rsidR="00752DAA" w:rsidRDefault="00752DAA" w:rsidP="00752DAA">
      <w:pPr>
        <w:keepNext/>
      </w:pPr>
      <w:r>
        <w:t xml:space="preserve">Values of type </w:t>
      </w:r>
      <w:r w:rsidRPr="0085174A">
        <w:rPr>
          <w:rStyle w:val="Datatype"/>
        </w:rPr>
        <w:t>Edm.Stream</w:t>
      </w:r>
      <w:r>
        <w:t xml:space="preserve"> or any of the </w:t>
      </w:r>
      <w:r w:rsidRPr="0085174A">
        <w:rPr>
          <w:rStyle w:val="Datatype"/>
        </w:rPr>
        <w:t>Geo</w:t>
      </w:r>
      <w:r>
        <w:t xml:space="preserve"> types cannot be sorted.</w:t>
      </w:r>
    </w:p>
    <w:p w14:paraId="05A47F93" w14:textId="77777777" w:rsidR="00752DAA" w:rsidRDefault="00752DAA" w:rsidP="00752DAA">
      <w:pPr>
        <w:pStyle w:val="Caption"/>
      </w:pPr>
      <w:r w:rsidRPr="00C62AFC">
        <w:t xml:space="preserve">Example </w:t>
      </w:r>
      <w:r w:rsidR="002A710D">
        <w:fldChar w:fldCharType="begin"/>
      </w:r>
      <w:r w:rsidR="002A710D">
        <w:instrText xml:space="preserve"> SEQ Example \* ARABIC </w:instrText>
      </w:r>
      <w:r w:rsidR="002A710D">
        <w:fldChar w:fldCharType="separate"/>
      </w:r>
      <w:r>
        <w:rPr>
          <w:noProof/>
        </w:rPr>
        <w:t>48</w:t>
      </w:r>
      <w:r w:rsidR="002A710D">
        <w:rPr>
          <w:noProof/>
        </w:rPr>
        <w:fldChar w:fldCharType="end"/>
      </w:r>
      <w:r w:rsidRPr="00C62AFC">
        <w:t>: return all Products ordered by release date in ascending order, then by rating in descending</w:t>
      </w:r>
      <w:r>
        <w:t xml:space="preserve"> order</w:t>
      </w:r>
    </w:p>
    <w:p w14:paraId="12BEEEE4" w14:textId="77777777" w:rsidR="00752DAA" w:rsidRPr="00CA457B" w:rsidRDefault="00752DAA" w:rsidP="00752DAA">
      <w:pPr>
        <w:pStyle w:val="Code"/>
      </w:pPr>
      <w:r>
        <w:t xml:space="preserve">GET </w:t>
      </w:r>
      <w:r w:rsidRPr="00CA457B" w:rsidDel="00D30D23">
        <w:t>http://</w:t>
      </w:r>
      <w:r>
        <w:t>host/service</w:t>
      </w:r>
      <w:r w:rsidRPr="00CA457B">
        <w:t>/Products?$orderby=ReleaseDate asc, Rating desc</w:t>
      </w:r>
    </w:p>
    <w:p w14:paraId="41DF550E" w14:textId="77777777" w:rsidR="00752DAA" w:rsidRDefault="00752DAA" w:rsidP="00752DAA">
      <w:bookmarkStart w:id="652" w:name="_The_$top_System"/>
      <w:bookmarkEnd w:id="652"/>
      <w:r>
        <w:t xml:space="preserve">Related entities may be ordered by specifying </w:t>
      </w:r>
      <w:r w:rsidRPr="00C62AFC">
        <w:rPr>
          <w:rStyle w:val="Datatype"/>
        </w:rPr>
        <w:t>$orderby</w:t>
      </w:r>
      <w:r>
        <w:t xml:space="preserve"> within the </w:t>
      </w:r>
      <w:r w:rsidRPr="00C62AFC">
        <w:rPr>
          <w:rStyle w:val="Datatype"/>
        </w:rPr>
        <w:t>$expand</w:t>
      </w:r>
      <w:r>
        <w:t xml:space="preserve"> clause.</w:t>
      </w:r>
    </w:p>
    <w:p w14:paraId="2FCEC4B7" w14:textId="77777777" w:rsidR="00752DAA" w:rsidRDefault="00752DAA" w:rsidP="00752DAA">
      <w:pPr>
        <w:pStyle w:val="Caption"/>
      </w:pPr>
      <w:r w:rsidRPr="00B71274">
        <w:t xml:space="preserve">Example </w:t>
      </w:r>
      <w:r w:rsidR="002A710D">
        <w:fldChar w:fldCharType="begin"/>
      </w:r>
      <w:r w:rsidR="002A710D">
        <w:instrText xml:space="preserve"> SEQ Example \* ARABIC </w:instrText>
      </w:r>
      <w:r w:rsidR="002A710D">
        <w:fldChar w:fldCharType="separate"/>
      </w:r>
      <w:r>
        <w:rPr>
          <w:noProof/>
        </w:rPr>
        <w:t>49</w:t>
      </w:r>
      <w:r w:rsidR="002A710D">
        <w:rPr>
          <w:noProof/>
        </w:rPr>
        <w:fldChar w:fldCharType="end"/>
      </w:r>
      <w:r w:rsidRPr="00B71274">
        <w:t>: return all Categories, and their Products ordered according to release date and in descending</w:t>
      </w:r>
      <w:r>
        <w:t xml:space="preserve"> order of rating</w:t>
      </w:r>
    </w:p>
    <w:p w14:paraId="2A5D7706" w14:textId="77777777" w:rsidR="00752DAA" w:rsidRPr="00CA457B" w:rsidRDefault="00752DAA" w:rsidP="00752DAA">
      <w:pPr>
        <w:pStyle w:val="Code"/>
      </w:pPr>
      <w:r>
        <w:t>GET http://host/service</w:t>
      </w:r>
      <w:r w:rsidRPr="00CA457B">
        <w:t>/</w:t>
      </w:r>
      <w:r>
        <w:t>Categories</w:t>
      </w:r>
      <w:r w:rsidRPr="00CA457B">
        <w:t>?</w:t>
      </w:r>
      <w:r>
        <w:br/>
      </w:r>
      <w:r>
        <w:tab/>
      </w:r>
      <w:r w:rsidRPr="00CA457B">
        <w:t>$</w:t>
      </w:r>
      <w:r>
        <w:t>expand=Products($</w:t>
      </w:r>
      <w:r w:rsidRPr="00CA457B">
        <w:t>orderby=ReleaseDate asc, Rating desc</w:t>
      </w:r>
      <w:r>
        <w:t>)</w:t>
      </w:r>
    </w:p>
    <w:p w14:paraId="5EABF326" w14:textId="77777777" w:rsidR="00752DAA" w:rsidRDefault="00752DAA" w:rsidP="00752DAA">
      <w:r w:rsidRPr="007436F0">
        <w:rPr>
          <w:rStyle w:val="Datatype"/>
        </w:rPr>
        <w:t>$count</w:t>
      </w:r>
      <w:r>
        <w:t xml:space="preserve"> may be used within a </w:t>
      </w:r>
      <w:r w:rsidRPr="007436F0">
        <w:rPr>
          <w:rStyle w:val="Datatype"/>
        </w:rPr>
        <w:t>$orderby</w:t>
      </w:r>
      <w:r>
        <w:t xml:space="preserve"> expression to order the returned items according to the exact count of related entities or items within a collection-valued property.</w:t>
      </w:r>
    </w:p>
    <w:p w14:paraId="059BEE12"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50</w:t>
      </w:r>
      <w:r w:rsidR="002A710D">
        <w:rPr>
          <w:noProof/>
        </w:rPr>
        <w:fldChar w:fldCharType="end"/>
      </w:r>
      <w:r w:rsidRPr="003F1FAD">
        <w:t>:</w:t>
      </w:r>
      <w:r w:rsidRPr="00DE68CA">
        <w:t xml:space="preserve"> </w:t>
      </w:r>
      <w:r>
        <w:t>return all Categories ordered by the number of Products within each category</w:t>
      </w:r>
    </w:p>
    <w:p w14:paraId="4A08E648" w14:textId="77777777" w:rsidR="00752DAA" w:rsidRDefault="00752DAA" w:rsidP="00752DAA">
      <w:pPr>
        <w:pStyle w:val="Code"/>
      </w:pPr>
      <w:r>
        <w:t xml:space="preserve">GET </w:t>
      </w:r>
      <w:r w:rsidRPr="00C87D2D" w:rsidDel="00D30D23">
        <w:t>http://</w:t>
      </w:r>
      <w:r>
        <w:t>host/service</w:t>
      </w:r>
      <w:r w:rsidRPr="00C87D2D">
        <w:t>/</w:t>
      </w:r>
      <w:r>
        <w:t>Categories</w:t>
      </w:r>
      <w:r w:rsidRPr="00C87D2D">
        <w:t>?$</w:t>
      </w:r>
      <w:r>
        <w:t>orderby=Products/$count</w:t>
      </w:r>
    </w:p>
    <w:bookmarkStart w:id="653" w:name="_The_$top_System_1"/>
    <w:bookmarkStart w:id="654" w:name="_Toc477876656"/>
    <w:bookmarkStart w:id="655" w:name="sec_SystemQueryOptiontop"/>
    <w:bookmarkEnd w:id="653"/>
    <w:p w14:paraId="52772568" w14:textId="77777777" w:rsidR="00752DAA" w:rsidRDefault="00752DAA" w:rsidP="006C1EBF">
      <w:pPr>
        <w:pStyle w:val="Heading4"/>
        <w:numPr>
          <w:ilvl w:val="3"/>
          <w:numId w:val="2"/>
        </w:numPr>
        <w:tabs>
          <w:tab w:val="left" w:pos="567"/>
        </w:tabs>
      </w:pPr>
      <w:r>
        <w:fldChar w:fldCharType="begin"/>
      </w:r>
      <w:r>
        <w:instrText xml:space="preserve"> HYPERLINK  \l "sec_SystemQueryOptiontop" </w:instrText>
      </w:r>
      <w:r>
        <w:fldChar w:fldCharType="separate"/>
      </w:r>
      <w:bookmarkStart w:id="656" w:name="_Toc494885072"/>
      <w:bookmarkStart w:id="657" w:name="_Toc494356819"/>
      <w:r w:rsidRPr="004A50BC">
        <w:rPr>
          <w:rStyle w:val="Hyperlink"/>
        </w:rPr>
        <w:t xml:space="preserve">System Query Option </w:t>
      </w:r>
      <w:r w:rsidRPr="004A50BC">
        <w:rPr>
          <w:rStyle w:val="Hyperlink"/>
          <w:rFonts w:ascii="Courier New" w:hAnsi="Courier New"/>
        </w:rPr>
        <w:t>$top</w:t>
      </w:r>
      <w:bookmarkEnd w:id="654"/>
      <w:bookmarkEnd w:id="655"/>
      <w:bookmarkEnd w:id="656"/>
      <w:bookmarkEnd w:id="657"/>
      <w:r>
        <w:fldChar w:fldCharType="end"/>
      </w:r>
    </w:p>
    <w:p w14:paraId="3FE2EB09" w14:textId="77777777" w:rsidR="00752DAA" w:rsidRDefault="00752DAA" w:rsidP="00752DAA">
      <w:pPr>
        <w:keepNext/>
      </w:pPr>
      <w:r>
        <w:t xml:space="preserve">The </w:t>
      </w:r>
      <w:r w:rsidRPr="00B9717F">
        <w:rPr>
          <w:rStyle w:val="Datatype"/>
        </w:rPr>
        <w:t>$top</w:t>
      </w:r>
      <w:r>
        <w:t xml:space="preserve"> system query option specifies a non-negative integer n that limits the number of items returned from a collection. The service</w:t>
      </w:r>
      <w:r w:rsidDel="00392876">
        <w:t xml:space="preserve"> </w:t>
      </w:r>
      <w:r>
        <w:t>returns the number of available items up to but not greater than the specified value n.</w:t>
      </w:r>
    </w:p>
    <w:p w14:paraId="7F5F9374"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51</w:t>
      </w:r>
      <w:r w:rsidR="002A710D">
        <w:rPr>
          <w:noProof/>
        </w:rPr>
        <w:fldChar w:fldCharType="end"/>
      </w:r>
      <w:r w:rsidRPr="003F1FAD">
        <w:t xml:space="preserve">: </w:t>
      </w:r>
      <w:r>
        <w:t>return only the first five products of the Products entity set</w:t>
      </w:r>
    </w:p>
    <w:p w14:paraId="10A8CB85" w14:textId="77777777" w:rsidR="00752DAA" w:rsidRPr="00CA457B" w:rsidRDefault="00752DAA" w:rsidP="00752DAA">
      <w:pPr>
        <w:pStyle w:val="Code"/>
      </w:pPr>
      <w:r>
        <w:lastRenderedPageBreak/>
        <w:t xml:space="preserve">GET </w:t>
      </w:r>
      <w:r w:rsidRPr="00CA457B" w:rsidDel="00D30D23">
        <w:t>http://</w:t>
      </w:r>
      <w:r>
        <w:t>host/service</w:t>
      </w:r>
      <w:r w:rsidRPr="00CA457B">
        <w:t>/Products?$top=5</w:t>
      </w:r>
    </w:p>
    <w:p w14:paraId="369462E4" w14:textId="77777777" w:rsidR="00752DAA" w:rsidRDefault="00752DAA" w:rsidP="00752DAA">
      <w:r>
        <w:t xml:space="preserve">If no unique ordering is imposed through an </w:t>
      </w:r>
      <w:hyperlink w:anchor="sec_SystemQueryOptionorderby" w:history="1">
        <w:r w:rsidRPr="00B9717F">
          <w:rPr>
            <w:rStyle w:val="Hyperlink"/>
            <w:rFonts w:ascii="Courier New" w:hAnsi="Courier New" w:cs="Courier New"/>
          </w:rPr>
          <w:t>$orderby</w:t>
        </w:r>
      </w:hyperlink>
      <w:r>
        <w:t xml:space="preserve"> query option, the service MUST impose a stable ordering across requests that include </w:t>
      </w:r>
      <w:r w:rsidRPr="00B9717F">
        <w:rPr>
          <w:rStyle w:val="Datatype"/>
        </w:rPr>
        <w:t>$top</w:t>
      </w:r>
      <w:r>
        <w:t>.</w:t>
      </w:r>
    </w:p>
    <w:bookmarkStart w:id="658" w:name="_The_$skip_System"/>
    <w:bookmarkStart w:id="659" w:name="_Toc477876657"/>
    <w:bookmarkStart w:id="660" w:name="sec_SystemQueryOptionskip"/>
    <w:bookmarkEnd w:id="658"/>
    <w:p w14:paraId="75A299CB" w14:textId="77777777" w:rsidR="00752DAA" w:rsidRDefault="00752DAA" w:rsidP="006C1EBF">
      <w:pPr>
        <w:pStyle w:val="Heading4"/>
        <w:numPr>
          <w:ilvl w:val="3"/>
          <w:numId w:val="2"/>
        </w:numPr>
        <w:tabs>
          <w:tab w:val="left" w:pos="567"/>
        </w:tabs>
      </w:pPr>
      <w:r>
        <w:fldChar w:fldCharType="begin"/>
      </w:r>
      <w:r>
        <w:instrText xml:space="preserve"> HYPERLINK  \l "sec_SystemQueryOptionskip" </w:instrText>
      </w:r>
      <w:r>
        <w:fldChar w:fldCharType="separate"/>
      </w:r>
      <w:bookmarkStart w:id="661" w:name="_Toc494885073"/>
      <w:bookmarkStart w:id="662" w:name="_Toc494356820"/>
      <w:r w:rsidRPr="004A50BC">
        <w:rPr>
          <w:rStyle w:val="Hyperlink"/>
        </w:rPr>
        <w:t xml:space="preserve">System Query Option </w:t>
      </w:r>
      <w:r w:rsidRPr="004A50BC">
        <w:rPr>
          <w:rStyle w:val="Hyperlink"/>
          <w:rFonts w:ascii="Courier New" w:hAnsi="Courier New"/>
        </w:rPr>
        <w:t>$skip</w:t>
      </w:r>
      <w:bookmarkEnd w:id="659"/>
      <w:bookmarkEnd w:id="660"/>
      <w:bookmarkEnd w:id="661"/>
      <w:bookmarkEnd w:id="662"/>
      <w:r>
        <w:fldChar w:fldCharType="end"/>
      </w:r>
    </w:p>
    <w:p w14:paraId="79F30032" w14:textId="77777777" w:rsidR="00752DAA" w:rsidRDefault="00752DAA" w:rsidP="00752DAA">
      <w:pPr>
        <w:keepNext/>
      </w:pPr>
      <w:r>
        <w:t xml:space="preserve">The </w:t>
      </w:r>
      <w:r w:rsidRPr="00B9717F">
        <w:rPr>
          <w:rStyle w:val="Datatype"/>
        </w:rPr>
        <w:t>$skip</w:t>
      </w:r>
      <w:r>
        <w:t xml:space="preserve"> system query option specifies a non-negative integer n that excludes the first n items of the queried collection from the result. The service returns items starting at position n+1.</w:t>
      </w:r>
    </w:p>
    <w:p w14:paraId="7A5B7D50" w14:textId="77777777" w:rsidR="00752DAA" w:rsidRDefault="00752DAA" w:rsidP="00752DAA">
      <w:pPr>
        <w:pStyle w:val="Caption"/>
      </w:pPr>
      <w:r w:rsidRPr="003F1FAD">
        <w:t xml:space="preserve">Example </w:t>
      </w:r>
      <w:r w:rsidRPr="003F1FAD">
        <w:fldChar w:fldCharType="begin"/>
      </w:r>
      <w:r>
        <w:instrText xml:space="preserve"> SEQ Example \* ARABIC </w:instrText>
      </w:r>
      <w:r w:rsidRPr="003F1FAD">
        <w:fldChar w:fldCharType="separate"/>
      </w:r>
      <w:r>
        <w:rPr>
          <w:noProof/>
        </w:rPr>
        <w:t>52</w:t>
      </w:r>
      <w:r w:rsidRPr="003F1FAD">
        <w:fldChar w:fldCharType="end"/>
      </w:r>
      <w:r w:rsidRPr="003F1FAD">
        <w:t>:</w:t>
      </w:r>
      <w:r w:rsidRPr="00F63DD3">
        <w:t xml:space="preserve"> </w:t>
      </w:r>
      <w:r>
        <w:t xml:space="preserve">return products starting with the 6th product of the </w:t>
      </w:r>
      <w:r w:rsidRPr="00017E0A">
        <w:rPr>
          <w:rFonts w:ascii="Courier New" w:hAnsi="Courier New"/>
        </w:rPr>
        <w:t>Products</w:t>
      </w:r>
      <w:r>
        <w:t xml:space="preserve"> entity set</w:t>
      </w:r>
    </w:p>
    <w:p w14:paraId="22E36FB5" w14:textId="77777777" w:rsidR="00752DAA" w:rsidRPr="00CA457B" w:rsidRDefault="00752DAA" w:rsidP="00752DAA">
      <w:pPr>
        <w:pStyle w:val="Code"/>
      </w:pPr>
      <w:r>
        <w:t xml:space="preserve">GET </w:t>
      </w:r>
      <w:r w:rsidRPr="00CA457B" w:rsidDel="00D30D23">
        <w:t>http://</w:t>
      </w:r>
      <w:r>
        <w:t>host/service</w:t>
      </w:r>
      <w:r w:rsidRPr="00CA457B">
        <w:t>/Products?$skip=5</w:t>
      </w:r>
    </w:p>
    <w:p w14:paraId="0A414029" w14:textId="77777777" w:rsidR="00752DAA" w:rsidRDefault="00752DAA" w:rsidP="00752DAA">
      <w:pPr>
        <w:keepNext/>
      </w:pPr>
      <w:r>
        <w:t xml:space="preserve">Where </w:t>
      </w:r>
      <w:hyperlink w:anchor="sec_SystemQueryOptiontop" w:history="1">
        <w:r w:rsidRPr="00891490">
          <w:rPr>
            <w:rStyle w:val="Hyperlink"/>
            <w:rFonts w:ascii="Courier New" w:hAnsi="Courier New" w:cs="Courier New"/>
          </w:rPr>
          <w:t>$top</w:t>
        </w:r>
        <w:r w:rsidRPr="00891490">
          <w:rPr>
            <w:rStyle w:val="Hyperlink"/>
            <w:rFonts w:ascii="Calibri" w:hAnsi="Calibri"/>
          </w:rPr>
          <w:t xml:space="preserve"> </w:t>
        </w:r>
      </w:hyperlink>
      <w:r>
        <w:t xml:space="preserve">and </w:t>
      </w:r>
      <w:r w:rsidRPr="00B9717F">
        <w:rPr>
          <w:rStyle w:val="Datatype"/>
        </w:rPr>
        <w:t>$skip</w:t>
      </w:r>
      <w:r>
        <w:t xml:space="preserve"> are used together, </w:t>
      </w:r>
      <w:r w:rsidRPr="00B9717F">
        <w:rPr>
          <w:rStyle w:val="Datatype"/>
        </w:rPr>
        <w:t>$skip</w:t>
      </w:r>
      <w:r>
        <w:t xml:space="preserve"> MUST be applied before </w:t>
      </w:r>
      <w:r w:rsidRPr="00B9717F">
        <w:rPr>
          <w:rStyle w:val="Datatype"/>
        </w:rPr>
        <w:t>$top</w:t>
      </w:r>
      <w:r>
        <w:t xml:space="preserve">, regardless of the order in which they appear in the request. </w:t>
      </w:r>
    </w:p>
    <w:p w14:paraId="04470A5D"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53</w:t>
      </w:r>
      <w:r w:rsidR="002A710D">
        <w:rPr>
          <w:noProof/>
        </w:rPr>
        <w:fldChar w:fldCharType="end"/>
      </w:r>
      <w:r w:rsidRPr="003F1FAD">
        <w:t>:</w:t>
      </w:r>
      <w:r w:rsidRPr="00F63DD3">
        <w:t xml:space="preserve"> </w:t>
      </w:r>
      <w:r>
        <w:t xml:space="preserve">return the third through seventh products of the </w:t>
      </w:r>
      <w:r w:rsidRPr="00017E0A">
        <w:rPr>
          <w:rFonts w:ascii="Courier New" w:hAnsi="Courier New"/>
        </w:rPr>
        <w:t>Products</w:t>
      </w:r>
      <w:r>
        <w:t xml:space="preserve"> entity set</w:t>
      </w:r>
    </w:p>
    <w:p w14:paraId="34653E5E" w14:textId="77777777" w:rsidR="00752DAA" w:rsidRPr="00CA457B" w:rsidRDefault="00752DAA" w:rsidP="00752DAA">
      <w:pPr>
        <w:pStyle w:val="Code"/>
      </w:pPr>
      <w:r>
        <w:t xml:space="preserve">GET </w:t>
      </w:r>
      <w:r w:rsidRPr="00CA457B" w:rsidDel="00D30D23">
        <w:t>http://</w:t>
      </w:r>
      <w:r>
        <w:t>host/service</w:t>
      </w:r>
      <w:r w:rsidRPr="00CA457B">
        <w:t>/Products?$top=5&amp;$skip=2</w:t>
      </w:r>
    </w:p>
    <w:p w14:paraId="2B1678E9" w14:textId="77777777" w:rsidR="00752DAA" w:rsidRDefault="00752DAA" w:rsidP="00752DAA">
      <w:r>
        <w:t xml:space="preserve">If no unique ordering is imposed through an </w:t>
      </w:r>
      <w:hyperlink w:anchor="sec_SystemQueryOptionorderby" w:history="1">
        <w:r w:rsidRPr="00B9717F">
          <w:rPr>
            <w:rStyle w:val="Hyperlink"/>
            <w:rFonts w:ascii="Courier New" w:hAnsi="Courier New" w:cs="Courier New"/>
          </w:rPr>
          <w:t>$orderby</w:t>
        </w:r>
      </w:hyperlink>
      <w:r>
        <w:t xml:space="preserve"> query option, the service MUST impose a stable ordering across requests that include </w:t>
      </w:r>
      <w:r w:rsidRPr="00B9717F">
        <w:rPr>
          <w:rFonts w:ascii="Courier New" w:hAnsi="Courier New" w:cs="Courier New"/>
        </w:rPr>
        <w:t>$skip</w:t>
      </w:r>
      <w:r>
        <w:t>.</w:t>
      </w:r>
    </w:p>
    <w:bookmarkStart w:id="663" w:name="_The_$inlinecount_System"/>
    <w:bookmarkStart w:id="664" w:name="_Toc477876658"/>
    <w:bookmarkStart w:id="665" w:name="sec_SystemQueryOptioncount"/>
    <w:bookmarkEnd w:id="663"/>
    <w:p w14:paraId="1829578B" w14:textId="77777777" w:rsidR="00752DAA" w:rsidRDefault="00752DAA" w:rsidP="006C1EBF">
      <w:pPr>
        <w:pStyle w:val="Heading4"/>
        <w:numPr>
          <w:ilvl w:val="3"/>
          <w:numId w:val="2"/>
        </w:numPr>
        <w:tabs>
          <w:tab w:val="left" w:pos="567"/>
        </w:tabs>
      </w:pPr>
      <w:r>
        <w:fldChar w:fldCharType="begin"/>
      </w:r>
      <w:r>
        <w:instrText xml:space="preserve"> HYPERLINK  \l "sec_SystemQueryOptioncount" </w:instrText>
      </w:r>
      <w:r>
        <w:fldChar w:fldCharType="separate"/>
      </w:r>
      <w:bookmarkStart w:id="666" w:name="_Toc494885074"/>
      <w:bookmarkStart w:id="667" w:name="_Toc494356821"/>
      <w:r w:rsidRPr="004A50BC">
        <w:rPr>
          <w:rStyle w:val="Hyperlink"/>
        </w:rPr>
        <w:t xml:space="preserve">System Query Option </w:t>
      </w:r>
      <w:r w:rsidRPr="004A50BC">
        <w:rPr>
          <w:rStyle w:val="Hyperlink"/>
          <w:rFonts w:ascii="Courier New" w:hAnsi="Courier New"/>
        </w:rPr>
        <w:t>$count</w:t>
      </w:r>
      <w:bookmarkEnd w:id="664"/>
      <w:bookmarkEnd w:id="665"/>
      <w:bookmarkEnd w:id="666"/>
      <w:bookmarkEnd w:id="667"/>
      <w:r>
        <w:fldChar w:fldCharType="end"/>
      </w:r>
    </w:p>
    <w:p w14:paraId="05101B42" w14:textId="77777777" w:rsidR="00752DAA" w:rsidRDefault="00752DAA" w:rsidP="00752DAA">
      <w:pPr>
        <w:keepNext/>
      </w:pPr>
      <w:r>
        <w:t xml:space="preserve">The </w:t>
      </w:r>
      <w:r w:rsidRPr="00B9717F">
        <w:rPr>
          <w:rFonts w:ascii="Courier New" w:hAnsi="Courier New" w:cs="Courier New"/>
        </w:rPr>
        <w:t>$count</w:t>
      </w:r>
      <w:r>
        <w:t xml:space="preserve"> system query option with a value of </w:t>
      </w:r>
      <w:r>
        <w:rPr>
          <w:rFonts w:ascii="Courier New" w:hAnsi="Courier New" w:cs="Courier New"/>
        </w:rPr>
        <w:t>true</w:t>
      </w:r>
      <w:r>
        <w:t xml:space="preserve"> specifies that the total count of items within a collection matching the request be returned along with the result. </w:t>
      </w:r>
    </w:p>
    <w:p w14:paraId="55F26973"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54</w:t>
      </w:r>
      <w:r w:rsidR="002A710D">
        <w:rPr>
          <w:noProof/>
        </w:rPr>
        <w:fldChar w:fldCharType="end"/>
      </w:r>
      <w:r w:rsidRPr="003F1FAD">
        <w:t>:</w:t>
      </w:r>
      <w:r w:rsidRPr="00FF521B">
        <w:t xml:space="preserve"> </w:t>
      </w:r>
      <w:r>
        <w:t>return, along with the results, the total number of products in the collection</w:t>
      </w:r>
    </w:p>
    <w:p w14:paraId="4FC43CA4" w14:textId="77777777" w:rsidR="00752DAA" w:rsidRPr="00CA457B" w:rsidRDefault="00752DAA" w:rsidP="00752DAA">
      <w:pPr>
        <w:pStyle w:val="Code"/>
      </w:pPr>
      <w:r>
        <w:t xml:space="preserve">GET </w:t>
      </w:r>
      <w:r w:rsidRPr="00CA457B" w:rsidDel="00D30D23">
        <w:t>http://</w:t>
      </w:r>
      <w:r>
        <w:t>host/service</w:t>
      </w:r>
      <w:r w:rsidRPr="00CA457B">
        <w:t>/Products?$count=</w:t>
      </w:r>
      <w:r>
        <w:t>true</w:t>
      </w:r>
    </w:p>
    <w:p w14:paraId="36572D94" w14:textId="77777777" w:rsidR="00752DAA" w:rsidRDefault="00752DAA" w:rsidP="00752DAA">
      <w:r>
        <w:t>The count of related entities can be requested by specifying the</w:t>
      </w:r>
      <w:r w:rsidRPr="00FF521B">
        <w:rPr>
          <w:rFonts w:ascii="Courier New" w:hAnsi="Courier New"/>
        </w:rPr>
        <w:t xml:space="preserve"> </w:t>
      </w:r>
      <w:r w:rsidRPr="009D3DFF">
        <w:rPr>
          <w:rFonts w:ascii="Courier New" w:hAnsi="Courier New" w:cs="Courier New"/>
        </w:rPr>
        <w:t>$count</w:t>
      </w:r>
      <w:r w:rsidRPr="00254BA5">
        <w:t xml:space="preserve"> </w:t>
      </w:r>
      <w:r>
        <w:t xml:space="preserve">query option within the </w:t>
      </w:r>
      <w:r w:rsidRPr="006123A9">
        <w:rPr>
          <w:rStyle w:val="Datatype"/>
        </w:rPr>
        <w:t>$expand</w:t>
      </w:r>
      <w:r>
        <w:t xml:space="preserve"> clause. </w:t>
      </w:r>
    </w:p>
    <w:p w14:paraId="497C63FA"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55</w:t>
      </w:r>
      <w:r w:rsidR="002A710D">
        <w:rPr>
          <w:noProof/>
        </w:rPr>
        <w:fldChar w:fldCharType="end"/>
      </w:r>
      <w:r w:rsidRPr="003F1FAD">
        <w:t>:</w:t>
      </w:r>
    </w:p>
    <w:p w14:paraId="44144629" w14:textId="77777777" w:rsidR="00752DAA" w:rsidRPr="00CA457B" w:rsidRDefault="00752DAA" w:rsidP="00752DAA">
      <w:pPr>
        <w:pStyle w:val="Code"/>
      </w:pPr>
      <w:r>
        <w:t xml:space="preserve">GET </w:t>
      </w:r>
      <w:r w:rsidRPr="00CA457B" w:rsidDel="00D30D23">
        <w:t>http://</w:t>
      </w:r>
      <w:r>
        <w:t>host/service</w:t>
      </w:r>
      <w:r w:rsidRPr="00CA457B">
        <w:t>/</w:t>
      </w:r>
      <w:r>
        <w:t>Categories?$expand=</w:t>
      </w:r>
      <w:r w:rsidRPr="00CA457B">
        <w:t>Products</w:t>
      </w:r>
      <w:r>
        <w:t>(</w:t>
      </w:r>
      <w:r w:rsidRPr="00CA457B">
        <w:t>$count=</w:t>
      </w:r>
      <w:r>
        <w:t>true)</w:t>
      </w:r>
    </w:p>
    <w:p w14:paraId="58D472A7" w14:textId="77777777" w:rsidR="00752DAA" w:rsidRDefault="00752DAA" w:rsidP="00752DAA">
      <w:r>
        <w:t xml:space="preserve">A </w:t>
      </w:r>
      <w:r w:rsidRPr="00B9717F">
        <w:rPr>
          <w:rFonts w:ascii="Courier New" w:hAnsi="Courier New" w:cs="Courier New"/>
        </w:rPr>
        <w:t>$count</w:t>
      </w:r>
      <w:r>
        <w:t xml:space="preserve"> query option with a value of </w:t>
      </w:r>
      <w:r w:rsidRPr="001C08FE">
        <w:rPr>
          <w:rStyle w:val="Datatype"/>
        </w:rPr>
        <w:t>false</w:t>
      </w:r>
      <w:r>
        <w:t xml:space="preserve"> (or not specified) hints that the service SHOULD NOT return a count.</w:t>
      </w:r>
    </w:p>
    <w:p w14:paraId="693F4FC0" w14:textId="77777777" w:rsidR="00752DAA" w:rsidRDefault="00752DAA" w:rsidP="00752DAA">
      <w:r>
        <w:t xml:space="preserve">The service returns an HTTP Status code of </w:t>
      </w:r>
      <w:r w:rsidRPr="00206937">
        <w:rPr>
          <w:rStyle w:val="Datatype"/>
        </w:rPr>
        <w:t>400 Bad Request</w:t>
      </w:r>
      <w:r>
        <w:t xml:space="preserve"> if a value other than </w:t>
      </w:r>
      <w:r>
        <w:rPr>
          <w:rStyle w:val="Datatype"/>
        </w:rPr>
        <w:t>true</w:t>
      </w:r>
      <w:r>
        <w:t xml:space="preserve"> or </w:t>
      </w:r>
      <w:r>
        <w:rPr>
          <w:rStyle w:val="Datatype"/>
        </w:rPr>
        <w:t>false</w:t>
      </w:r>
      <w:r>
        <w:t xml:space="preserve"> is specified.</w:t>
      </w:r>
    </w:p>
    <w:p w14:paraId="3CE365D9" w14:textId="77777777" w:rsidR="00752DAA" w:rsidRDefault="00752DAA" w:rsidP="00752DAA">
      <w:r>
        <w:t xml:space="preserve">The </w:t>
      </w:r>
      <w:r w:rsidRPr="00B9717F">
        <w:rPr>
          <w:rStyle w:val="Datatype"/>
        </w:rPr>
        <w:t>$count</w:t>
      </w:r>
      <w:r>
        <w:t xml:space="preserve"> system query option ignores any </w:t>
      </w:r>
      <w:hyperlink w:anchor="sec_SystemQueryOptiontop">
        <w:r w:rsidRPr="00891490">
          <w:rPr>
            <w:rStyle w:val="Hyperlink"/>
            <w:rFonts w:ascii="Courier New" w:hAnsi="Courier New" w:cs="Courier New"/>
          </w:rPr>
          <w:t>$top</w:t>
        </w:r>
      </w:hyperlink>
      <w:r>
        <w:t xml:space="preserve">, </w:t>
      </w:r>
      <w:hyperlink w:anchor="sec_SystemQueryOptionskip">
        <w:r w:rsidRPr="00891490">
          <w:rPr>
            <w:rStyle w:val="Hyperlink"/>
            <w:rFonts w:ascii="Courier New" w:hAnsi="Courier New" w:cs="Courier New"/>
          </w:rPr>
          <w:t>$skip</w:t>
        </w:r>
      </w:hyperlink>
      <w:r>
        <w:t xml:space="preserve">, or </w:t>
      </w:r>
      <w:hyperlink w:anchor="sec_SystemQueryOptionexpand" w:history="1">
        <w:r w:rsidRPr="00891490">
          <w:rPr>
            <w:rStyle w:val="Hyperlink"/>
            <w:rFonts w:ascii="Courier New" w:hAnsi="Courier New" w:cs="Courier New"/>
          </w:rPr>
          <w:t>$expand</w:t>
        </w:r>
      </w:hyperlink>
      <w:r>
        <w:t xml:space="preserve"> query options, and returns the total count of results across all pages including only those results matching any specified </w:t>
      </w:r>
      <w:hyperlink w:anchor="sec_SystemQueryOptionfilter">
        <w:r w:rsidRPr="00891490">
          <w:rPr>
            <w:rStyle w:val="Hyperlink"/>
            <w:rFonts w:ascii="Courier New" w:hAnsi="Courier New" w:cs="Courier New"/>
          </w:rPr>
          <w:t>$filter</w:t>
        </w:r>
      </w:hyperlink>
      <w:r>
        <w:t xml:space="preserve"> and </w:t>
      </w:r>
      <w:hyperlink w:anchor="sec_SystemQueryOptionsearch" w:history="1">
        <w:r w:rsidRPr="00392876">
          <w:rPr>
            <w:rStyle w:val="Hyperlink"/>
            <w:rFonts w:ascii="Courier New" w:hAnsi="Courier New"/>
          </w:rPr>
          <w:t>$search</w:t>
        </w:r>
      </w:hyperlink>
      <w:r>
        <w:t>. Clients should be aware that the count returned inline may not exactly equal the actual number of items returned, due to latency between calculating the count and enumerating the last value or due to inexact calculations on the service.</w:t>
      </w:r>
    </w:p>
    <w:p w14:paraId="7AC6FB4A" w14:textId="77777777" w:rsidR="00752DAA" w:rsidRDefault="00752DAA" w:rsidP="00752DAA">
      <w:r>
        <w:t>How the count is encoded in the response body is dependent upon the selected format.</w:t>
      </w:r>
    </w:p>
    <w:bookmarkStart w:id="668" w:name="_The_$format_System"/>
    <w:bookmarkStart w:id="669" w:name="_The_$search_System"/>
    <w:bookmarkStart w:id="670" w:name="_Toc477876659"/>
    <w:bookmarkStart w:id="671" w:name="sec_SystemQueryOptionsearch"/>
    <w:bookmarkEnd w:id="668"/>
    <w:bookmarkEnd w:id="669"/>
    <w:p w14:paraId="3EA32E55" w14:textId="77777777" w:rsidR="00752DAA" w:rsidRDefault="00752DAA" w:rsidP="006C1EBF">
      <w:pPr>
        <w:pStyle w:val="Heading4"/>
        <w:numPr>
          <w:ilvl w:val="3"/>
          <w:numId w:val="2"/>
        </w:numPr>
        <w:tabs>
          <w:tab w:val="left" w:pos="567"/>
        </w:tabs>
      </w:pPr>
      <w:r>
        <w:fldChar w:fldCharType="begin"/>
      </w:r>
      <w:r>
        <w:instrText xml:space="preserve"> HYPERLINK  \l "sec_SystemQueryOptionsearch" </w:instrText>
      </w:r>
      <w:r>
        <w:fldChar w:fldCharType="separate"/>
      </w:r>
      <w:bookmarkStart w:id="672" w:name="_Toc494885075"/>
      <w:bookmarkStart w:id="673" w:name="_Toc494356822"/>
      <w:r w:rsidRPr="004A50BC">
        <w:rPr>
          <w:rStyle w:val="Hyperlink"/>
        </w:rPr>
        <w:t xml:space="preserve">System Query Option </w:t>
      </w:r>
      <w:r w:rsidRPr="004A50BC">
        <w:rPr>
          <w:rStyle w:val="Hyperlink"/>
          <w:rFonts w:ascii="Courier New" w:hAnsi="Courier New"/>
        </w:rPr>
        <w:t>$search</w:t>
      </w:r>
      <w:bookmarkEnd w:id="670"/>
      <w:bookmarkEnd w:id="671"/>
      <w:bookmarkEnd w:id="672"/>
      <w:bookmarkEnd w:id="673"/>
      <w:r>
        <w:fldChar w:fldCharType="end"/>
      </w:r>
    </w:p>
    <w:p w14:paraId="153554D0" w14:textId="77777777" w:rsidR="00752DAA" w:rsidRDefault="00752DAA" w:rsidP="00752DAA">
      <w:pPr>
        <w:keepNext/>
      </w:pPr>
      <w:r>
        <w:t xml:space="preserve">The </w:t>
      </w:r>
      <w:r w:rsidRPr="00C87D2D">
        <w:rPr>
          <w:rStyle w:val="Datatype"/>
        </w:rPr>
        <w:t>$</w:t>
      </w:r>
      <w:r>
        <w:rPr>
          <w:rStyle w:val="Datatype"/>
        </w:rPr>
        <w:t>search</w:t>
      </w:r>
      <w:r>
        <w:t xml:space="preserve"> system query option restricts the result to include only those items </w:t>
      </w:r>
      <w:r w:rsidRPr="00FF521B">
        <w:rPr>
          <w:i/>
        </w:rPr>
        <w:t>matching</w:t>
      </w:r>
      <w:r>
        <w:t xml:space="preserve"> the specified search </w:t>
      </w:r>
      <w:r w:rsidDel="009D3DFF">
        <w:t>expression.</w:t>
      </w:r>
      <w:r>
        <w:t xml:space="preserve"> The definition of what it means to match is dependent upon the implementation.</w:t>
      </w:r>
    </w:p>
    <w:p w14:paraId="3A03728D" w14:textId="77777777" w:rsidR="00752DAA" w:rsidRDefault="00752DAA" w:rsidP="00752DAA">
      <w:pPr>
        <w:pStyle w:val="Caption"/>
      </w:pPr>
      <w:r w:rsidRPr="003F1FAD">
        <w:t xml:space="preserve">Example </w:t>
      </w:r>
      <w:r w:rsidR="002A710D">
        <w:fldChar w:fldCharType="begin"/>
      </w:r>
      <w:r w:rsidR="002A710D">
        <w:instrText xml:space="preserve"> SEQ Exam</w:instrText>
      </w:r>
      <w:r w:rsidR="002A710D">
        <w:instrText xml:space="preserve">ple \* ARABIC </w:instrText>
      </w:r>
      <w:r w:rsidR="002A710D">
        <w:fldChar w:fldCharType="separate"/>
      </w:r>
      <w:r>
        <w:rPr>
          <w:noProof/>
        </w:rPr>
        <w:t>56</w:t>
      </w:r>
      <w:r w:rsidR="002A710D">
        <w:rPr>
          <w:noProof/>
        </w:rPr>
        <w:fldChar w:fldCharType="end"/>
      </w:r>
      <w:r w:rsidRPr="003F1FAD">
        <w:t>:</w:t>
      </w:r>
      <w:r w:rsidRPr="00FF521B">
        <w:t xml:space="preserve"> </w:t>
      </w:r>
      <w:r>
        <w:t>return all Products that match the search term "bike"</w:t>
      </w:r>
    </w:p>
    <w:p w14:paraId="314E4D89" w14:textId="77777777" w:rsidR="00752DAA" w:rsidRPr="00C87D2D" w:rsidRDefault="00752DAA" w:rsidP="00752DAA">
      <w:pPr>
        <w:pStyle w:val="Code"/>
      </w:pPr>
      <w:r>
        <w:t xml:space="preserve">GET </w:t>
      </w:r>
      <w:r w:rsidRPr="002D4282" w:rsidDel="00D30D23">
        <w:t>http://</w:t>
      </w:r>
      <w:r>
        <w:t>host/service</w:t>
      </w:r>
      <w:r w:rsidRPr="002D4282">
        <w:t>/Products?$search=</w:t>
      </w:r>
      <w:r>
        <w:t>bike</w:t>
      </w:r>
    </w:p>
    <w:p w14:paraId="24015118" w14:textId="77777777" w:rsidR="00752DAA" w:rsidRDefault="00752DAA" w:rsidP="00752DAA">
      <w:r>
        <w:t xml:space="preserve">The search expression can contain phrases, enclosed in double-quotes. </w:t>
      </w:r>
    </w:p>
    <w:p w14:paraId="6190D4C4" w14:textId="77777777" w:rsidR="00752DAA" w:rsidRDefault="00752DAA" w:rsidP="00752DAA">
      <w:pPr>
        <w:pStyle w:val="Caption"/>
      </w:pPr>
      <w:r w:rsidRPr="003F1FAD">
        <w:lastRenderedPageBreak/>
        <w:t xml:space="preserve">Example </w:t>
      </w:r>
      <w:r w:rsidR="002A710D">
        <w:fldChar w:fldCharType="begin"/>
      </w:r>
      <w:r w:rsidR="002A710D">
        <w:instrText xml:space="preserve"> SEQ Example \* ARABIC </w:instrText>
      </w:r>
      <w:r w:rsidR="002A710D">
        <w:fldChar w:fldCharType="separate"/>
      </w:r>
      <w:r>
        <w:rPr>
          <w:noProof/>
        </w:rPr>
        <w:t>57</w:t>
      </w:r>
      <w:r w:rsidR="002A710D">
        <w:rPr>
          <w:noProof/>
        </w:rPr>
        <w:fldChar w:fldCharType="end"/>
      </w:r>
      <w:r w:rsidRPr="003F1FAD">
        <w:t>:</w:t>
      </w:r>
      <w:r w:rsidRPr="00FF521B">
        <w:t xml:space="preserve"> </w:t>
      </w:r>
      <w:r>
        <w:t>return all Products that match the phrase "mountain bike"</w:t>
      </w:r>
    </w:p>
    <w:p w14:paraId="0C3F553F" w14:textId="77777777" w:rsidR="00752DAA" w:rsidRPr="00C87D2D" w:rsidRDefault="00752DAA" w:rsidP="00752DAA">
      <w:pPr>
        <w:pStyle w:val="Code"/>
      </w:pPr>
      <w:r>
        <w:t>GET http://host/service</w:t>
      </w:r>
      <w:r w:rsidRPr="006E72E6">
        <w:t>/Products?$search="mountain</w:t>
      </w:r>
      <w:r>
        <w:t xml:space="preserve"> bike"</w:t>
      </w:r>
    </w:p>
    <w:p w14:paraId="74B616E5" w14:textId="77777777" w:rsidR="00752DAA" w:rsidRDefault="00752DAA" w:rsidP="00752DAA">
      <w:r>
        <w:t xml:space="preserve">The upper case keyword </w:t>
      </w:r>
      <w:r w:rsidRPr="004778AB">
        <w:rPr>
          <w:rStyle w:val="Datatype"/>
        </w:rPr>
        <w:t>NOT</w:t>
      </w:r>
      <w:r>
        <w:t xml:space="preserve"> restricts the set of entities to those that do not match the specified term. </w:t>
      </w:r>
    </w:p>
    <w:p w14:paraId="08993433"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58</w:t>
      </w:r>
      <w:r w:rsidR="002A710D">
        <w:rPr>
          <w:noProof/>
        </w:rPr>
        <w:fldChar w:fldCharType="end"/>
      </w:r>
      <w:r w:rsidRPr="003F1FAD">
        <w:t>:</w:t>
      </w:r>
      <w:r w:rsidRPr="00FF521B">
        <w:t xml:space="preserve"> </w:t>
      </w:r>
      <w:r>
        <w:t>return all Products that do not match "clothing"</w:t>
      </w:r>
    </w:p>
    <w:p w14:paraId="7874364E" w14:textId="77777777" w:rsidR="00752DAA" w:rsidRPr="00C87D2D" w:rsidRDefault="00752DAA" w:rsidP="00752DAA">
      <w:pPr>
        <w:pStyle w:val="Code"/>
      </w:pPr>
      <w:r>
        <w:t>GET http://host/service</w:t>
      </w:r>
      <w:r w:rsidRPr="006E72E6">
        <w:t>/Products?$search=NOT</w:t>
      </w:r>
      <w:r>
        <w:t xml:space="preserve"> clothing</w:t>
      </w:r>
    </w:p>
    <w:p w14:paraId="1D544DDE" w14:textId="77777777" w:rsidR="00752DAA" w:rsidRDefault="00752DAA" w:rsidP="00752DAA">
      <w:r>
        <w:t xml:space="preserve">Multiple terms within a search expression are separated by a space (implicit </w:t>
      </w:r>
      <w:r w:rsidRPr="004778AB">
        <w:rPr>
          <w:rStyle w:val="Datatype"/>
        </w:rPr>
        <w:t>AND</w:t>
      </w:r>
      <w:r>
        <w:t xml:space="preserve">) or the upper-case keyword </w:t>
      </w:r>
      <w:r w:rsidRPr="004778AB">
        <w:rPr>
          <w:rStyle w:val="Datatype"/>
        </w:rPr>
        <w:t>AND</w:t>
      </w:r>
      <w:r>
        <w:t xml:space="preserve">, indicating that all such terms must be matched. </w:t>
      </w:r>
    </w:p>
    <w:p w14:paraId="463BF71E"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59</w:t>
      </w:r>
      <w:r w:rsidR="002A710D">
        <w:rPr>
          <w:noProof/>
        </w:rPr>
        <w:fldChar w:fldCharType="end"/>
      </w:r>
      <w:r w:rsidRPr="003F1FAD">
        <w:t>:</w:t>
      </w:r>
      <w:r w:rsidRPr="00FF521B">
        <w:t xml:space="preserve"> </w:t>
      </w:r>
      <w:r>
        <w:t>return all Products that match both "mountain" and "bike"</w:t>
      </w:r>
    </w:p>
    <w:p w14:paraId="05841FF4" w14:textId="77777777" w:rsidR="00752DAA" w:rsidRPr="00C87D2D" w:rsidRDefault="00752DAA" w:rsidP="00752DAA">
      <w:pPr>
        <w:pStyle w:val="Code"/>
      </w:pPr>
      <w:r>
        <w:t>GET http://host/service</w:t>
      </w:r>
      <w:r w:rsidRPr="006E72E6">
        <w:t>/Products?$search=</w:t>
      </w:r>
      <w:r>
        <w:t>mountain AND bike</w:t>
      </w:r>
    </w:p>
    <w:p w14:paraId="38CA9641" w14:textId="77777777" w:rsidR="00752DAA" w:rsidRDefault="00752DAA" w:rsidP="00752DAA">
      <w:pPr>
        <w:keepNext/>
      </w:pPr>
      <w:r>
        <w:t xml:space="preserve">The upper-case keyword </w:t>
      </w:r>
      <w:r w:rsidRPr="004778AB">
        <w:rPr>
          <w:rStyle w:val="Datatype"/>
        </w:rPr>
        <w:t>OR</w:t>
      </w:r>
      <w:r>
        <w:t xml:space="preserve"> is used to return entities that satisfy either the immediately preceding or subsequent expression. </w:t>
      </w:r>
    </w:p>
    <w:p w14:paraId="4EF30172"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60</w:t>
      </w:r>
      <w:r w:rsidR="002A710D">
        <w:rPr>
          <w:noProof/>
        </w:rPr>
        <w:fldChar w:fldCharType="end"/>
      </w:r>
      <w:r w:rsidRPr="003F1FAD">
        <w:t>:</w:t>
      </w:r>
      <w:r w:rsidRPr="00FF521B">
        <w:t xml:space="preserve"> </w:t>
      </w:r>
      <w:r>
        <w:t>return all Products that match either "mountain" or "bike"</w:t>
      </w:r>
    </w:p>
    <w:p w14:paraId="5B8B5757" w14:textId="77777777" w:rsidR="00752DAA" w:rsidRPr="00C87D2D" w:rsidRDefault="00752DAA" w:rsidP="00752DAA">
      <w:pPr>
        <w:pStyle w:val="Code"/>
      </w:pPr>
      <w:r>
        <w:t>GET http://host/service</w:t>
      </w:r>
      <w:r w:rsidRPr="006E72E6">
        <w:t>/Products?$search=</w:t>
      </w:r>
      <w:r>
        <w:t>mountain OR bike</w:t>
      </w:r>
    </w:p>
    <w:p w14:paraId="0BA29826" w14:textId="77777777" w:rsidR="00752DAA" w:rsidRDefault="00752DAA" w:rsidP="00752DAA">
      <w:pPr>
        <w:keepNext/>
      </w:pPr>
      <w:r>
        <w:t xml:space="preserve">Parentheses within the search expression group together multiple expressions. </w:t>
      </w:r>
    </w:p>
    <w:p w14:paraId="77B3A0B9"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61</w:t>
      </w:r>
      <w:r w:rsidR="002A710D">
        <w:rPr>
          <w:noProof/>
        </w:rPr>
        <w:fldChar w:fldCharType="end"/>
      </w:r>
      <w:r w:rsidRPr="003F1FAD">
        <w:t>:</w:t>
      </w:r>
      <w:r w:rsidRPr="00FF521B">
        <w:t xml:space="preserve"> </w:t>
      </w:r>
      <w:r>
        <w:t>return all Products that match either "mountain" or "bike" and do not match clothing</w:t>
      </w:r>
    </w:p>
    <w:p w14:paraId="4129DEE1" w14:textId="77777777" w:rsidR="00752DAA" w:rsidRPr="00C87D2D" w:rsidRDefault="00752DAA" w:rsidP="00752DAA">
      <w:pPr>
        <w:pStyle w:val="Code"/>
      </w:pPr>
      <w:r>
        <w:t>GET http://host/service</w:t>
      </w:r>
      <w:r w:rsidRPr="006E72E6">
        <w:t>/Products?$search=</w:t>
      </w:r>
      <w:r w:rsidRPr="002942E0">
        <w:rPr>
          <w:rStyle w:val="Hyperlink"/>
          <w:color w:val="auto"/>
        </w:rPr>
        <w:t>(</w:t>
      </w:r>
      <w:r>
        <w:t xml:space="preserve">mountain OR bike) AND NOT clothing </w:t>
      </w:r>
    </w:p>
    <w:p w14:paraId="7E58395F" w14:textId="77777777" w:rsidR="00752DAA" w:rsidRDefault="00752DAA" w:rsidP="00752DAA">
      <w:r>
        <w:t xml:space="preserve">The operations within a search expression MUST be evaluated in the following order: grouping operator, </w:t>
      </w:r>
      <w:r w:rsidRPr="00D80AAE">
        <w:rPr>
          <w:rStyle w:val="Datatype"/>
        </w:rPr>
        <w:t>NOT</w:t>
      </w:r>
      <w:r>
        <w:t xml:space="preserve"> operator, </w:t>
      </w:r>
      <w:r w:rsidRPr="00D80AAE">
        <w:rPr>
          <w:rStyle w:val="Datatype"/>
        </w:rPr>
        <w:t>AND</w:t>
      </w:r>
      <w:r>
        <w:t xml:space="preserve"> operator, </w:t>
      </w:r>
      <w:r w:rsidRPr="00D80AAE">
        <w:rPr>
          <w:rStyle w:val="Datatype"/>
        </w:rPr>
        <w:t>OR</w:t>
      </w:r>
      <w:r>
        <w:t xml:space="preserve"> operator</w:t>
      </w:r>
    </w:p>
    <w:p w14:paraId="199DF756" w14:textId="77777777" w:rsidR="00752DAA" w:rsidRDefault="00752DAA" w:rsidP="00752DAA">
      <w:r>
        <w:t xml:space="preserve">If both </w:t>
      </w:r>
      <w:r w:rsidRPr="00D80AAE">
        <w:rPr>
          <w:rStyle w:val="Datatype"/>
        </w:rPr>
        <w:t>$search</w:t>
      </w:r>
      <w:r>
        <w:t xml:space="preserve"> and</w:t>
      </w:r>
      <w:r w:rsidRPr="00D80AAE">
        <w:rPr>
          <w:rFonts w:cs="Arial"/>
        </w:rPr>
        <w:t xml:space="preserve"> </w:t>
      </w:r>
      <w:hyperlink w:anchor="sec_SystemQueryOptionfilter" w:history="1">
        <w:r w:rsidRPr="00D80AAE">
          <w:rPr>
            <w:rStyle w:val="Hyperlink"/>
            <w:rFonts w:ascii="Courier New" w:hAnsi="Courier New" w:cs="Courier New"/>
          </w:rPr>
          <w:t>$filter</w:t>
        </w:r>
      </w:hyperlink>
      <w:r>
        <w:t xml:space="preserve"> are specified in the same request, only those items satisfying both criteria are returned.</w:t>
      </w:r>
    </w:p>
    <w:p w14:paraId="5C26619A" w14:textId="77777777" w:rsidR="00752DAA" w:rsidRDefault="00752DAA" w:rsidP="00752DAA">
      <w:r>
        <w:t xml:space="preserve">The value of the </w:t>
      </w:r>
      <w:r w:rsidRPr="004778AB">
        <w:rPr>
          <w:rStyle w:val="Datatype"/>
        </w:rPr>
        <w:t>$search</w:t>
      </w:r>
      <w:r>
        <w:t xml:space="preserve"> option is a Boolean expression as defined in </w:t>
      </w:r>
      <w:hyperlink w:anchor="ABNF" w:history="1">
        <w:r w:rsidRPr="005C52E4">
          <w:rPr>
            <w:rStyle w:val="Hyperlink"/>
            <w:b/>
          </w:rPr>
          <w:t>[OData-ABNF]</w:t>
        </w:r>
      </w:hyperlink>
      <w:r>
        <w:t>.</w:t>
      </w:r>
    </w:p>
    <w:bookmarkStart w:id="674" w:name="_Server-Driven_Paging"/>
    <w:bookmarkStart w:id="675" w:name="_Toc477876660"/>
    <w:bookmarkStart w:id="676" w:name="sec_ServerDrivenPaging"/>
    <w:bookmarkEnd w:id="674"/>
    <w:p w14:paraId="477B3619" w14:textId="77777777" w:rsidR="00752DAA" w:rsidRDefault="00752DAA" w:rsidP="006C1EBF">
      <w:pPr>
        <w:pStyle w:val="Heading4"/>
        <w:numPr>
          <w:ilvl w:val="3"/>
          <w:numId w:val="2"/>
        </w:numPr>
        <w:tabs>
          <w:tab w:val="left" w:pos="567"/>
        </w:tabs>
      </w:pPr>
      <w:r>
        <w:fldChar w:fldCharType="begin"/>
      </w:r>
      <w:r>
        <w:instrText xml:space="preserve"> HYPERLINK  \l "sec_ServerDrivenPaging" </w:instrText>
      </w:r>
      <w:r>
        <w:fldChar w:fldCharType="separate"/>
      </w:r>
      <w:bookmarkStart w:id="677" w:name="_Toc494885076"/>
      <w:bookmarkStart w:id="678" w:name="_Toc494356823"/>
      <w:r w:rsidRPr="004A50BC">
        <w:rPr>
          <w:rStyle w:val="Hyperlink"/>
        </w:rPr>
        <w:t>Server-Driven Paging</w:t>
      </w:r>
      <w:bookmarkEnd w:id="675"/>
      <w:bookmarkEnd w:id="676"/>
      <w:bookmarkEnd w:id="677"/>
      <w:bookmarkEnd w:id="678"/>
      <w:r>
        <w:fldChar w:fldCharType="end"/>
      </w:r>
    </w:p>
    <w:p w14:paraId="5CD73F29" w14:textId="77777777" w:rsidR="00752DAA" w:rsidRDefault="00752DAA" w:rsidP="00752DAA">
      <w:r>
        <w:t xml:space="preserve">Responses that include only a partial set of the items identified by the request URL MUST contain a link that allows retrieving the next partial set of items. This link is called a </w:t>
      </w:r>
      <w:r w:rsidRPr="003011E0">
        <w:rPr>
          <w:i/>
        </w:rPr>
        <w:t>next</w:t>
      </w:r>
      <w:r>
        <w:rPr>
          <w:i/>
        </w:rPr>
        <w:t xml:space="preserve"> </w:t>
      </w:r>
      <w:r w:rsidRPr="003011E0">
        <w:rPr>
          <w:i/>
        </w:rPr>
        <w:t>link</w:t>
      </w:r>
      <w:r>
        <w:t>; its representation is format-specific. The final partial set of items MUST NOT contain a next link.</w:t>
      </w:r>
    </w:p>
    <w:p w14:paraId="489EFF2E" w14:textId="77777777" w:rsidR="00752DAA" w:rsidRDefault="00752DAA" w:rsidP="00752DAA">
      <w:r>
        <w:t xml:space="preserve">The client can request a maximum page size through the </w:t>
      </w:r>
      <w:hyperlink w:anchor="sec_Preferencemaxpagesizeodatamaxpagesiz" w:history="1">
        <w:r w:rsidRPr="001258D5">
          <w:rPr>
            <w:rStyle w:val="Hyperlink"/>
            <w:rFonts w:ascii="Courier New" w:hAnsi="Courier New" w:cs="Courier New"/>
          </w:rPr>
          <w:t>maxpagesize</w:t>
        </w:r>
      </w:hyperlink>
      <w:r>
        <w:t xml:space="preserve"> preference. The service may apply this requested page size or implement a page size different than, or in the absence of, this preference. </w:t>
      </w:r>
    </w:p>
    <w:p w14:paraId="16B06826" w14:textId="77777777" w:rsidR="00752DAA" w:rsidRDefault="00752DAA" w:rsidP="00752DAA">
      <w:r>
        <w:t xml:space="preserve">OData clients </w:t>
      </w:r>
      <w:r w:rsidDel="00DD44E6">
        <w:t xml:space="preserve">MUST </w:t>
      </w:r>
      <w:r>
        <w:t>treat the URL of the next link as opaque, and MUST NOT append system query options to the URL of a next link.</w:t>
      </w:r>
      <w:r w:rsidRPr="00762EB8">
        <w:t xml:space="preserve"> </w:t>
      </w:r>
      <w:r w:rsidRPr="00AC5579">
        <w:t>Service</w:t>
      </w:r>
      <w:r>
        <w:t>s</w:t>
      </w:r>
      <w:r w:rsidRPr="00AC5579">
        <w:t xml:space="preserve"> may not allow a change of format on request</w:t>
      </w:r>
      <w:r>
        <w:t>s</w:t>
      </w:r>
      <w:r w:rsidRPr="00AC5579">
        <w:t xml:space="preserve"> for subsequent page</w:t>
      </w:r>
      <w:r>
        <w:t>s using the next link</w:t>
      </w:r>
      <w:r w:rsidRPr="00AC5579">
        <w:t>. Clients therefor</w:t>
      </w:r>
      <w:r>
        <w:t>e</w:t>
      </w:r>
      <w:r w:rsidRPr="00AC5579">
        <w:t xml:space="preserve"> SHOULD request the same format on subsequent </w:t>
      </w:r>
      <w:r>
        <w:t xml:space="preserve">page </w:t>
      </w:r>
      <w:r w:rsidRPr="00AC5579">
        <w:t>request</w:t>
      </w:r>
      <w:r>
        <w:t>s</w:t>
      </w:r>
      <w:r w:rsidRPr="00AC5579">
        <w:t xml:space="preserve"> using </w:t>
      </w:r>
      <w:r>
        <w:t xml:space="preserve">a compatible </w:t>
      </w:r>
      <w:r w:rsidRPr="00762EB8">
        <w:rPr>
          <w:rStyle w:val="Datatype"/>
        </w:rPr>
        <w:t>Accept</w:t>
      </w:r>
      <w:r>
        <w:t xml:space="preserve"> header. OData services may use the reserved system query option </w:t>
      </w:r>
      <w:r w:rsidRPr="001D2C69">
        <w:rPr>
          <w:rStyle w:val="Datatype"/>
        </w:rPr>
        <w:t>$skiptoken</w:t>
      </w:r>
      <w:r>
        <w:t xml:space="preserve"> when building next links. Its content is opaque, service-specific, and must only follow the rules for URL query parts. </w:t>
      </w:r>
    </w:p>
    <w:p w14:paraId="08982484" w14:textId="77777777" w:rsidR="00752DAA" w:rsidRDefault="00752DAA" w:rsidP="00752DAA">
      <w:r>
        <w:t xml:space="preserve">OData clients MUST NOT use the system query option </w:t>
      </w:r>
      <w:r w:rsidRPr="001D2C69">
        <w:rPr>
          <w:rStyle w:val="Datatype"/>
        </w:rPr>
        <w:t>$skiptoken</w:t>
      </w:r>
      <w:r>
        <w:t xml:space="preserve"> when constructing requests. </w:t>
      </w:r>
    </w:p>
    <w:bookmarkStart w:id="679" w:name="_Requesting_an_Individual"/>
    <w:bookmarkStart w:id="680" w:name="_Toc477876661"/>
    <w:bookmarkStart w:id="681" w:name="sec_RequestinganIndividualMemberofanOrde"/>
    <w:bookmarkEnd w:id="679"/>
    <w:p w14:paraId="4FBDA3F5" w14:textId="77777777" w:rsidR="00752DAA" w:rsidRPr="007E7ADD" w:rsidRDefault="00752DAA" w:rsidP="006C1EBF">
      <w:pPr>
        <w:pStyle w:val="Heading4"/>
        <w:numPr>
          <w:ilvl w:val="3"/>
          <w:numId w:val="2"/>
        </w:numPr>
        <w:tabs>
          <w:tab w:val="left" w:pos="567"/>
        </w:tabs>
      </w:pPr>
      <w:r>
        <w:fldChar w:fldCharType="begin"/>
      </w:r>
      <w:r>
        <w:instrText xml:space="preserve"> HYPERLINK  \l "sec_RequestinganIndividualMemberofanOrde" </w:instrText>
      </w:r>
      <w:r>
        <w:fldChar w:fldCharType="separate"/>
      </w:r>
      <w:bookmarkStart w:id="682" w:name="_Toc494885077"/>
      <w:bookmarkStart w:id="683" w:name="_Toc494356824"/>
      <w:r w:rsidRPr="004A50BC">
        <w:rPr>
          <w:rStyle w:val="Hyperlink"/>
        </w:rPr>
        <w:t>Requesting an Individual Member of an Ordered Collection</w:t>
      </w:r>
      <w:bookmarkEnd w:id="680"/>
      <w:bookmarkEnd w:id="681"/>
      <w:bookmarkEnd w:id="682"/>
      <w:bookmarkEnd w:id="683"/>
      <w:r>
        <w:fldChar w:fldCharType="end"/>
      </w:r>
    </w:p>
    <w:p w14:paraId="3947DD33" w14:textId="77777777" w:rsidR="00752DAA" w:rsidRDefault="00752DAA" w:rsidP="00752DAA">
      <w:bookmarkStart w:id="684" w:name="_The_$expand_System_1"/>
      <w:bookmarkStart w:id="685" w:name="_System_Query_Option"/>
      <w:bookmarkStart w:id="686" w:name="_System_Query_Option_1"/>
      <w:bookmarkStart w:id="687" w:name="_The_$select_System_2"/>
      <w:bookmarkStart w:id="688" w:name="_System_Query_Option_5"/>
      <w:bookmarkStart w:id="689" w:name="_Requesting_Related_Entities"/>
      <w:bookmarkStart w:id="690" w:name="_Toc370126092"/>
      <w:bookmarkStart w:id="691" w:name="_Toc370374889"/>
      <w:bookmarkEnd w:id="684"/>
      <w:bookmarkEnd w:id="685"/>
      <w:bookmarkEnd w:id="686"/>
      <w:bookmarkEnd w:id="687"/>
      <w:bookmarkEnd w:id="688"/>
      <w:bookmarkEnd w:id="689"/>
      <w:r>
        <w:t xml:space="preserve">Individual members of collections of primitive and complex types annotated with the </w:t>
      </w:r>
      <w:r w:rsidRPr="00F77FD1">
        <w:rPr>
          <w:rFonts w:ascii="Courier New" w:hAnsi="Courier New" w:cs="Courier New"/>
        </w:rPr>
        <w:t>Ordered</w:t>
      </w:r>
      <w:r>
        <w:t xml:space="preserve"> term (see </w:t>
      </w:r>
      <w:hyperlink w:anchor="VocCore" w:history="1">
        <w:r w:rsidRPr="00F77FD1">
          <w:rPr>
            <w:rStyle w:val="Hyperlink"/>
            <w:b/>
          </w:rPr>
          <w:t>[OData-VocCore]</w:t>
        </w:r>
      </w:hyperlink>
      <w:r w:rsidRPr="00F77FD1">
        <w:t>)</w:t>
      </w:r>
      <w:r>
        <w:t xml:space="preserve"> are addressable by appending a segment containing the zero-based ordinal to the URL of the collection. A negative ordinal indexes from the end of the collection, with -1 representing the last item in the collection.</w:t>
      </w:r>
    </w:p>
    <w:p w14:paraId="14FDB649" w14:textId="77777777" w:rsidR="00752DAA" w:rsidRDefault="00752DAA" w:rsidP="00752DAA">
      <w:r>
        <w:t>Entities are stably addressable using their canonical URL and are not accessible using an ordinal index.</w:t>
      </w:r>
    </w:p>
    <w:p w14:paraId="6446D04E" w14:textId="77777777" w:rsidR="00752DAA" w:rsidRDefault="00752DAA" w:rsidP="00752DAA">
      <w:pPr>
        <w:pStyle w:val="Caption"/>
      </w:pPr>
      <w:r w:rsidRPr="003F1FAD">
        <w:t xml:space="preserve">Example </w:t>
      </w:r>
      <w:r>
        <w:t>60</w:t>
      </w:r>
      <w:r w:rsidRPr="003F1FAD">
        <w:t>:</w:t>
      </w:r>
      <w:r w:rsidRPr="006B75C9">
        <w:t xml:space="preserve"> </w:t>
      </w:r>
      <w:r>
        <w:t xml:space="preserve">the first address in a list of addresses for </w:t>
      </w:r>
      <w:r w:rsidRPr="00DF518D">
        <w:rPr>
          <w:rFonts w:ascii="Courier New" w:hAnsi="Courier New" w:cs="Courier New"/>
        </w:rPr>
        <w:t>MainSupplier</w:t>
      </w:r>
    </w:p>
    <w:p w14:paraId="0BB22C9C" w14:textId="77777777" w:rsidR="00752DAA" w:rsidRPr="008B43A1" w:rsidRDefault="00752DAA" w:rsidP="00752DAA">
      <w:pPr>
        <w:pStyle w:val="Code"/>
        <w:keepNext/>
      </w:pPr>
      <w:r>
        <w:lastRenderedPageBreak/>
        <w:t xml:space="preserve">GET </w:t>
      </w:r>
      <w:r w:rsidRPr="008B43A1">
        <w:rPr>
          <w:rStyle w:val="Hyperlink"/>
          <w:color w:val="auto"/>
        </w:rPr>
        <w:t>http://host/service/Suppliers(MainSupplier)/Addresses/0</w:t>
      </w:r>
    </w:p>
    <w:bookmarkStart w:id="692" w:name="_Toc477876662"/>
    <w:bookmarkStart w:id="693" w:name="sec_RequestingRelatedEntities"/>
    <w:bookmarkEnd w:id="690"/>
    <w:bookmarkEnd w:id="691"/>
    <w:p w14:paraId="4D662234" w14:textId="77777777" w:rsidR="00752DAA" w:rsidRDefault="00752DAA" w:rsidP="006C1EBF">
      <w:pPr>
        <w:pStyle w:val="Heading3"/>
        <w:numPr>
          <w:ilvl w:val="2"/>
          <w:numId w:val="2"/>
        </w:numPr>
        <w:tabs>
          <w:tab w:val="left" w:pos="567"/>
        </w:tabs>
      </w:pPr>
      <w:r>
        <w:fldChar w:fldCharType="begin"/>
      </w:r>
      <w:r>
        <w:instrText xml:space="preserve"> HYPERLINK  \l "sec_RequestingRelatedEntities" </w:instrText>
      </w:r>
      <w:r>
        <w:fldChar w:fldCharType="separate"/>
      </w:r>
      <w:bookmarkStart w:id="694" w:name="_Toc494885078"/>
      <w:bookmarkStart w:id="695" w:name="_Toc494356825"/>
      <w:r w:rsidRPr="004A50BC">
        <w:rPr>
          <w:rStyle w:val="Hyperlink"/>
        </w:rPr>
        <w:t>Requesting Related Entities</w:t>
      </w:r>
      <w:bookmarkEnd w:id="692"/>
      <w:bookmarkEnd w:id="693"/>
      <w:bookmarkEnd w:id="694"/>
      <w:bookmarkEnd w:id="695"/>
      <w:r>
        <w:fldChar w:fldCharType="end"/>
      </w:r>
    </w:p>
    <w:p w14:paraId="623B144F" w14:textId="77777777" w:rsidR="00752DAA" w:rsidRDefault="00752DAA" w:rsidP="00752DAA">
      <w:r>
        <w:t xml:space="preserve">To request related entities according to a particular relationship, the client issues a </w:t>
      </w:r>
      <w:r w:rsidRPr="009E6F7F">
        <w:rPr>
          <w:rStyle w:val="Datatype"/>
        </w:rPr>
        <w:t>GET</w:t>
      </w:r>
      <w:r>
        <w:t xml:space="preserve"> request to the source entity’s request URL, followed by a forward slash and the name of the navigation property representing the relationship.</w:t>
      </w:r>
    </w:p>
    <w:p w14:paraId="0F86F85D" w14:textId="77777777" w:rsidR="00752DAA" w:rsidRDefault="00752DAA" w:rsidP="00752DAA">
      <w:r>
        <w:t xml:space="preserve">If the navigation property does not exist on the entity indicated by the request URL, the service returns </w:t>
      </w:r>
      <w:hyperlink w:anchor="sec_ResponseCode404NotFound">
        <w:r w:rsidRPr="006B75C9">
          <w:rPr>
            <w:rStyle w:val="Hyperlink"/>
            <w:rFonts w:ascii="Courier New" w:hAnsi="Courier New"/>
          </w:rPr>
          <w:t>404 Not Found</w:t>
        </w:r>
      </w:hyperlink>
      <w:r w:rsidRPr="00427C98">
        <w:t>.</w:t>
      </w:r>
    </w:p>
    <w:p w14:paraId="47F2BD35" w14:textId="77777777" w:rsidR="00752DAA" w:rsidRDefault="00752DAA" w:rsidP="00752DAA">
      <w:r>
        <w:t>If the relationship terminates on a collection, the response MUST be the format-specific representation of the collection of related entities. If no entities are related, the response is the format-specific representation of an empty collection.</w:t>
      </w:r>
    </w:p>
    <w:p w14:paraId="465187A6" w14:textId="77777777" w:rsidR="00752DAA" w:rsidRPr="009E6F7F" w:rsidRDefault="00752DAA" w:rsidP="00752DAA">
      <w:r>
        <w:t>If the relationship terminates on a single entity, the response MUST be the format-specific representation of the related single entity. If no entity is related, the service returns</w:t>
      </w:r>
      <w:r w:rsidRPr="00B11C50">
        <w:t xml:space="preserve"> </w:t>
      </w:r>
      <w:hyperlink w:anchor="sec_ResponseCode204NoContent" w:history="1">
        <w:r w:rsidRPr="00D40382">
          <w:rPr>
            <w:rStyle w:val="Hyperlink"/>
            <w:rFonts w:ascii="Courier New" w:hAnsi="Courier New"/>
          </w:rPr>
          <w:t>204 No Content</w:t>
        </w:r>
      </w:hyperlink>
      <w:r>
        <w:t>.</w:t>
      </w:r>
    </w:p>
    <w:p w14:paraId="40CDCCA3"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62</w:t>
      </w:r>
      <w:r w:rsidR="002A710D">
        <w:rPr>
          <w:noProof/>
        </w:rPr>
        <w:fldChar w:fldCharType="end"/>
      </w:r>
      <w:r w:rsidRPr="003F1FAD">
        <w:t>:</w:t>
      </w:r>
      <w:r>
        <w:t xml:space="preserve"> return the supplier of the product with </w:t>
      </w:r>
      <w:r w:rsidRPr="007E1479">
        <w:rPr>
          <w:rStyle w:val="Datatype"/>
        </w:rPr>
        <w:t xml:space="preserve">ID=1 </w:t>
      </w:r>
      <w:r>
        <w:t>in the Products entity set</w:t>
      </w:r>
    </w:p>
    <w:p w14:paraId="3230612F" w14:textId="77777777" w:rsidR="00752DAA" w:rsidRDefault="00752DAA" w:rsidP="00752DAA">
      <w:pPr>
        <w:pStyle w:val="Code"/>
      </w:pPr>
      <w:r>
        <w:t xml:space="preserve">GET </w:t>
      </w:r>
      <w:r w:rsidRPr="00CA457B" w:rsidDel="00D30D23">
        <w:t>http://</w:t>
      </w:r>
      <w:r>
        <w:t>host/service</w:t>
      </w:r>
      <w:r w:rsidRPr="00CA457B">
        <w:t>/Products</w:t>
      </w:r>
      <w:r>
        <w:t>(1)/</w:t>
      </w:r>
      <w:r w:rsidRPr="00805621">
        <w:t>Supplier</w:t>
      </w:r>
    </w:p>
    <w:bookmarkStart w:id="696" w:name="_Toc477876663"/>
    <w:bookmarkStart w:id="697" w:name="sec_RequestingEntityReferences"/>
    <w:p w14:paraId="050D04FF" w14:textId="77777777" w:rsidR="00752DAA" w:rsidRDefault="00752DAA" w:rsidP="006C1EBF">
      <w:pPr>
        <w:pStyle w:val="Heading3"/>
        <w:numPr>
          <w:ilvl w:val="2"/>
          <w:numId w:val="2"/>
        </w:numPr>
        <w:tabs>
          <w:tab w:val="left" w:pos="567"/>
        </w:tabs>
      </w:pPr>
      <w:r>
        <w:fldChar w:fldCharType="begin"/>
      </w:r>
      <w:r>
        <w:instrText xml:space="preserve"> HYPERLINK  \l "sec_RequestingEntityReferences" </w:instrText>
      </w:r>
      <w:r>
        <w:fldChar w:fldCharType="separate"/>
      </w:r>
      <w:bookmarkStart w:id="698" w:name="_Toc494885079"/>
      <w:bookmarkStart w:id="699" w:name="_Toc494356826"/>
      <w:r w:rsidRPr="004A50BC">
        <w:rPr>
          <w:rStyle w:val="Hyperlink"/>
        </w:rPr>
        <w:t>Requesting Entity References</w:t>
      </w:r>
      <w:bookmarkEnd w:id="696"/>
      <w:bookmarkEnd w:id="697"/>
      <w:bookmarkEnd w:id="698"/>
      <w:bookmarkEnd w:id="699"/>
      <w:r>
        <w:fldChar w:fldCharType="end"/>
      </w:r>
    </w:p>
    <w:p w14:paraId="5F855199" w14:textId="77777777" w:rsidR="00752DAA" w:rsidRDefault="00752DAA" w:rsidP="00752DAA">
      <w:r>
        <w:t xml:space="preserve">To request </w:t>
      </w:r>
      <w:hyperlink w:anchor="sec_EntityIdsandEntityReferences" w:history="1">
        <w:r w:rsidRPr="00DD079D">
          <w:rPr>
            <w:rStyle w:val="Hyperlink"/>
          </w:rPr>
          <w:t>entity references</w:t>
        </w:r>
      </w:hyperlink>
      <w:r>
        <w:t xml:space="preserve"> in place of the actual entities, the client issues a </w:t>
      </w:r>
      <w:r w:rsidRPr="00EB5E52">
        <w:rPr>
          <w:rStyle w:val="Datatype"/>
        </w:rPr>
        <w:t>GET</w:t>
      </w:r>
      <w:r>
        <w:t xml:space="preserve"> request with </w:t>
      </w:r>
      <w:r w:rsidRPr="00EB5E52">
        <w:rPr>
          <w:rStyle w:val="Datatype"/>
        </w:rPr>
        <w:t>/$</w:t>
      </w:r>
      <w:r>
        <w:rPr>
          <w:rStyle w:val="Datatype"/>
        </w:rPr>
        <w:t>ref</w:t>
      </w:r>
      <w:r>
        <w:t xml:space="preserve"> appended to the resource path.</w:t>
      </w:r>
    </w:p>
    <w:p w14:paraId="189845CF" w14:textId="77777777" w:rsidR="00752DAA" w:rsidRDefault="00752DAA" w:rsidP="00752DAA">
      <w:r>
        <w:t xml:space="preserve">If the resource path does not identify an entity or a collection of entities, the service returns </w:t>
      </w:r>
      <w:r w:rsidRPr="008854DB">
        <w:rPr>
          <w:rStyle w:val="Datatype"/>
        </w:rPr>
        <w:t>404 Not Found</w:t>
      </w:r>
      <w:r>
        <w:t>.</w:t>
      </w:r>
    </w:p>
    <w:p w14:paraId="24BAC6E8" w14:textId="77777777" w:rsidR="00752DAA" w:rsidRDefault="00752DAA" w:rsidP="00752DAA">
      <w:r>
        <w:t>If the resource path terminates on a collection, the response MUST be the format-specific representation of a collection of entity references pointing to the related entities. If no entities are related, the response is the format-specific representation of an empty collection.</w:t>
      </w:r>
    </w:p>
    <w:p w14:paraId="2C6D684E" w14:textId="77777777" w:rsidR="00752DAA" w:rsidRDefault="00752DAA" w:rsidP="00752DAA">
      <w:r>
        <w:t xml:space="preserve">If the resource path terminates on a single entity, the response MUST be the format-specific representation of an entity reference pointing to the related single entity. If the resource path terminates on a single entity and no such entity exists, the service returns either </w:t>
      </w:r>
      <w:hyperlink w:anchor="sec_ResponseCode204NoContent">
        <w:r>
          <w:rPr>
            <w:rStyle w:val="Hyperlink"/>
            <w:rFonts w:ascii="Courier New" w:hAnsi="Courier New"/>
          </w:rPr>
          <w:t>204 No Content</w:t>
        </w:r>
      </w:hyperlink>
      <w:r>
        <w:t xml:space="preserve"> or </w:t>
      </w:r>
      <w:hyperlink w:anchor="sec_ResponseCode404NotFound">
        <w:r w:rsidRPr="006B75C9">
          <w:rPr>
            <w:rStyle w:val="Hyperlink"/>
            <w:rFonts w:ascii="Courier New" w:hAnsi="Courier New"/>
          </w:rPr>
          <w:t>404 Not Found</w:t>
        </w:r>
      </w:hyperlink>
      <w:r>
        <w:t xml:space="preserve">. </w:t>
      </w:r>
    </w:p>
    <w:p w14:paraId="7C4750BF"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63</w:t>
      </w:r>
      <w:r w:rsidR="002A710D">
        <w:rPr>
          <w:noProof/>
        </w:rPr>
        <w:fldChar w:fldCharType="end"/>
      </w:r>
      <w:r w:rsidRPr="003F1FAD">
        <w:t>:</w:t>
      </w:r>
      <w:r w:rsidRPr="006B75C9">
        <w:t xml:space="preserve"> </w:t>
      </w:r>
      <w:r>
        <w:t xml:space="preserve">collection with an entity reference for each Order related to the Product with </w:t>
      </w:r>
      <w:r w:rsidRPr="00EB5E52">
        <w:rPr>
          <w:rStyle w:val="Datatype"/>
        </w:rPr>
        <w:t>ID=0</w:t>
      </w:r>
    </w:p>
    <w:p w14:paraId="56F1BC7A" w14:textId="77777777" w:rsidR="00752DAA" w:rsidRPr="00CA457B" w:rsidRDefault="00752DAA" w:rsidP="00752DAA">
      <w:pPr>
        <w:pStyle w:val="Code"/>
      </w:pPr>
      <w:r>
        <w:t xml:space="preserve">GET </w:t>
      </w:r>
      <w:r w:rsidRPr="00CA457B" w:rsidDel="00D30D23">
        <w:t>http://</w:t>
      </w:r>
      <w:r>
        <w:t>host/service</w:t>
      </w:r>
      <w:r w:rsidRPr="00CA457B">
        <w:t>/Products(0)/Orders</w:t>
      </w:r>
      <w:r>
        <w:t>/$ref</w:t>
      </w:r>
    </w:p>
    <w:bookmarkStart w:id="700" w:name="_Requesting_the_Number"/>
    <w:bookmarkStart w:id="701" w:name="_Resolving_an_Entity-Id"/>
    <w:bookmarkStart w:id="702" w:name="_Toc477876664"/>
    <w:bookmarkStart w:id="703" w:name="sec_ResolvinganEntityId"/>
    <w:bookmarkStart w:id="704" w:name="_Ref356811460"/>
    <w:bookmarkStart w:id="705" w:name="_Ref356811693"/>
    <w:bookmarkStart w:id="706" w:name="_Ref356811774"/>
    <w:bookmarkEnd w:id="700"/>
    <w:bookmarkEnd w:id="701"/>
    <w:p w14:paraId="12D86F5C" w14:textId="77777777" w:rsidR="00752DAA" w:rsidRDefault="00752DAA" w:rsidP="006C1EBF">
      <w:pPr>
        <w:pStyle w:val="Heading3"/>
        <w:numPr>
          <w:ilvl w:val="2"/>
          <w:numId w:val="2"/>
        </w:numPr>
        <w:tabs>
          <w:tab w:val="left" w:pos="567"/>
        </w:tabs>
      </w:pPr>
      <w:r>
        <w:fldChar w:fldCharType="begin"/>
      </w:r>
      <w:r>
        <w:instrText xml:space="preserve"> HYPERLINK  \l "sec_ResolvinganEntityId" </w:instrText>
      </w:r>
      <w:r>
        <w:fldChar w:fldCharType="separate"/>
      </w:r>
      <w:bookmarkStart w:id="707" w:name="_Toc494885080"/>
      <w:bookmarkStart w:id="708" w:name="_Toc494356827"/>
      <w:r w:rsidRPr="004A50BC">
        <w:rPr>
          <w:rStyle w:val="Hyperlink"/>
        </w:rPr>
        <w:t>Resolving an Entity-Id</w:t>
      </w:r>
      <w:bookmarkEnd w:id="702"/>
      <w:bookmarkEnd w:id="703"/>
      <w:bookmarkEnd w:id="707"/>
      <w:bookmarkEnd w:id="708"/>
      <w:r>
        <w:fldChar w:fldCharType="end"/>
      </w:r>
    </w:p>
    <w:p w14:paraId="1434EA80" w14:textId="77777777" w:rsidR="00752DAA" w:rsidRDefault="00752DAA" w:rsidP="00752DAA">
      <w:r>
        <w:t xml:space="preserve">To resolve an </w:t>
      </w:r>
      <w:hyperlink w:anchor="sec_EntityIdsandEntityReferences" w:history="1">
        <w:r w:rsidRPr="005C6E05">
          <w:rPr>
            <w:rStyle w:val="Hyperlink"/>
          </w:rPr>
          <w:t>entity-id</w:t>
        </w:r>
      </w:hyperlink>
      <w:r>
        <w:t xml:space="preserve">, e.g. obtained in an entity reference, into a representation of the identified entity, the client issues a </w:t>
      </w:r>
      <w:r w:rsidRPr="00D61A6D">
        <w:rPr>
          <w:rStyle w:val="Datatype"/>
        </w:rPr>
        <w:t>GET</w:t>
      </w:r>
      <w:r>
        <w:t xml:space="preserve"> request to the </w:t>
      </w:r>
      <w:r w:rsidRPr="00D61A6D">
        <w:rPr>
          <w:rStyle w:val="Datatype"/>
        </w:rPr>
        <w:t>$entity</w:t>
      </w:r>
      <w:r>
        <w:t xml:space="preserve"> resource located at the URL </w:t>
      </w:r>
      <w:r w:rsidRPr="003F750E">
        <w:rPr>
          <w:rStyle w:val="Datatype"/>
        </w:rPr>
        <w:t>$</w:t>
      </w:r>
      <w:r>
        <w:rPr>
          <w:rStyle w:val="Datatype"/>
        </w:rPr>
        <w:t>entity</w:t>
      </w:r>
      <w:r>
        <w:t xml:space="preserve"> relative to the service root. The entity-id MUST be specified using the system query option </w:t>
      </w:r>
      <w:r w:rsidRPr="00B960AB">
        <w:rPr>
          <w:rStyle w:val="Datatype"/>
        </w:rPr>
        <w:t>$id</w:t>
      </w:r>
      <w:r>
        <w:t>.</w:t>
      </w:r>
    </w:p>
    <w:p w14:paraId="4D14EE51"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64</w:t>
      </w:r>
      <w:r w:rsidR="002A710D">
        <w:rPr>
          <w:noProof/>
        </w:rPr>
        <w:fldChar w:fldCharType="end"/>
      </w:r>
      <w:r w:rsidRPr="003F1FAD">
        <w:t>:</w:t>
      </w:r>
      <w:r w:rsidRPr="006B75C9">
        <w:t xml:space="preserve"> </w:t>
      </w:r>
      <w:r>
        <w:t>return the entity representation for a given entity-id</w:t>
      </w:r>
    </w:p>
    <w:p w14:paraId="37076DA5" w14:textId="77777777" w:rsidR="00752DAA" w:rsidRPr="00CA457B" w:rsidRDefault="00752DAA" w:rsidP="00752DAA">
      <w:pPr>
        <w:pStyle w:val="Code"/>
      </w:pPr>
      <w:r>
        <w:t xml:space="preserve">GET </w:t>
      </w:r>
      <w:r w:rsidRPr="00CA457B" w:rsidDel="00D30D23">
        <w:t>http://</w:t>
      </w:r>
      <w:r>
        <w:t>host/service</w:t>
      </w:r>
      <w:r w:rsidRPr="00CA457B">
        <w:t>/</w:t>
      </w:r>
      <w:r>
        <w:t>$entity?$id=http://host/service/Products(0)</w:t>
      </w:r>
    </w:p>
    <w:p w14:paraId="33063313" w14:textId="77777777" w:rsidR="00752DAA" w:rsidRDefault="00752DAA" w:rsidP="00752DAA">
      <w:r>
        <w:t xml:space="preserve">A type segment following the </w:t>
      </w:r>
      <w:r w:rsidRPr="00790495">
        <w:rPr>
          <w:rStyle w:val="Datatype"/>
        </w:rPr>
        <w:t>$entity</w:t>
      </w:r>
      <w:r>
        <w:t xml:space="preserve"> resource casts the resource to the specified type. If the identified entity is not of the specified type, or a type derived from the specified type, the service returns </w:t>
      </w:r>
      <w:r w:rsidRPr="00790495">
        <w:rPr>
          <w:rStyle w:val="Datatype"/>
        </w:rPr>
        <w:t>404 Not Found</w:t>
      </w:r>
      <w:r>
        <w:t xml:space="preserve">. </w:t>
      </w:r>
    </w:p>
    <w:p w14:paraId="0FE23B78" w14:textId="77777777" w:rsidR="00752DAA" w:rsidRPr="00CD1E84" w:rsidRDefault="00752DAA" w:rsidP="00752DAA">
      <w:r>
        <w:t xml:space="preserve">After applying a type-cast segment to cast to a specific type, the system query options </w:t>
      </w:r>
      <w:hyperlink w:anchor="sec_SystemQueryOptionselect" w:history="1">
        <w:r w:rsidRPr="00966513">
          <w:rPr>
            <w:rStyle w:val="Hyperlink"/>
            <w:rFonts w:ascii="Courier New" w:hAnsi="Courier New"/>
          </w:rPr>
          <w:t>$select</w:t>
        </w:r>
      </w:hyperlink>
      <w:r>
        <w:t xml:space="preserve"> and </w:t>
      </w:r>
      <w:hyperlink w:anchor="sec_SystemQueryOptionexpand" w:history="1">
        <w:r w:rsidRPr="00D9133F">
          <w:rPr>
            <w:rStyle w:val="Hyperlink"/>
            <w:rFonts w:ascii="Courier New" w:hAnsi="Courier New"/>
          </w:rPr>
          <w:t>$expand</w:t>
        </w:r>
      </w:hyperlink>
      <w:r w:rsidDel="00080BF5">
        <w:t xml:space="preserve"> </w:t>
      </w:r>
      <w:r>
        <w:t xml:space="preserve">can be specified in </w:t>
      </w:r>
      <w:r w:rsidRPr="00790495">
        <w:rPr>
          <w:rStyle w:val="Datatype"/>
        </w:rPr>
        <w:t>GET</w:t>
      </w:r>
      <w:r>
        <w:t xml:space="preserve"> requests to the </w:t>
      </w:r>
      <w:r w:rsidRPr="00790495">
        <w:rPr>
          <w:rStyle w:val="Datatype"/>
        </w:rPr>
        <w:t>$entity</w:t>
      </w:r>
      <w:r>
        <w:t xml:space="preserve"> resource.</w:t>
      </w:r>
    </w:p>
    <w:p w14:paraId="75101CB8"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65</w:t>
      </w:r>
      <w:r w:rsidR="002A710D">
        <w:rPr>
          <w:noProof/>
        </w:rPr>
        <w:fldChar w:fldCharType="end"/>
      </w:r>
      <w:r w:rsidRPr="003F1FAD">
        <w:t>:</w:t>
      </w:r>
      <w:r w:rsidRPr="006B75C9">
        <w:t xml:space="preserve"> </w:t>
      </w:r>
      <w:r>
        <w:t>return the entity representation for a given entity-id and specify properties to return</w:t>
      </w:r>
    </w:p>
    <w:p w14:paraId="062AAC8B" w14:textId="77777777" w:rsidR="00752DAA" w:rsidRDefault="00752DAA" w:rsidP="00752DAA">
      <w:pPr>
        <w:pStyle w:val="Code"/>
      </w:pPr>
      <w:r>
        <w:t>GET h</w:t>
      </w:r>
      <w:r w:rsidRPr="00760085" w:rsidDel="00D30D23">
        <w:t>ttp://</w:t>
      </w:r>
      <w:r w:rsidRPr="00760085">
        <w:t>host/service/$entity</w:t>
      </w:r>
      <w:r>
        <w:t>/Model.Customer</w:t>
      </w:r>
      <w:r>
        <w:br/>
        <w:t xml:space="preserve">                           ?</w:t>
      </w:r>
      <w:r w:rsidRPr="00760085">
        <w:t>$id=http://host/service/Customers('ALFKI')</w:t>
      </w:r>
    </w:p>
    <w:p w14:paraId="2E2A00FA" w14:textId="77777777" w:rsidR="00752DAA" w:rsidRDefault="00752DAA" w:rsidP="00752DAA">
      <w:pPr>
        <w:pStyle w:val="Code"/>
      </w:pPr>
      <w:r>
        <w:lastRenderedPageBreak/>
        <w:t xml:space="preserve">                           &amp;$select=CompanyName,ContactName</w:t>
      </w:r>
    </w:p>
    <w:p w14:paraId="1C743E4E" w14:textId="77777777" w:rsidR="00752DAA" w:rsidRPr="00CA457B" w:rsidRDefault="00752DAA" w:rsidP="00752DAA">
      <w:pPr>
        <w:pStyle w:val="Code"/>
      </w:pPr>
      <w:r>
        <w:t xml:space="preserve">                           &amp;$expand=Orders</w:t>
      </w:r>
    </w:p>
    <w:bookmarkStart w:id="709" w:name="_Toc477876665"/>
    <w:bookmarkStart w:id="710" w:name="sec_RequestingtheNumberofItemsinaCollect"/>
    <w:bookmarkEnd w:id="704"/>
    <w:bookmarkEnd w:id="705"/>
    <w:bookmarkEnd w:id="706"/>
    <w:p w14:paraId="3286F4C1" w14:textId="77777777" w:rsidR="00752DAA" w:rsidRDefault="00752DAA" w:rsidP="006C1EBF">
      <w:pPr>
        <w:pStyle w:val="Heading3"/>
        <w:numPr>
          <w:ilvl w:val="2"/>
          <w:numId w:val="2"/>
        </w:numPr>
        <w:tabs>
          <w:tab w:val="left" w:pos="567"/>
        </w:tabs>
      </w:pPr>
      <w:r>
        <w:fldChar w:fldCharType="begin"/>
      </w:r>
      <w:r>
        <w:instrText xml:space="preserve"> HYPERLINK  \l "sec_RequestingtheNumberofItemsinaCollect" </w:instrText>
      </w:r>
      <w:r>
        <w:fldChar w:fldCharType="separate"/>
      </w:r>
      <w:bookmarkStart w:id="711" w:name="_Toc494885081"/>
      <w:bookmarkStart w:id="712" w:name="_Toc494356828"/>
      <w:r w:rsidRPr="004A50BC">
        <w:rPr>
          <w:rStyle w:val="Hyperlink"/>
        </w:rPr>
        <w:t>Requesting the Number of Items in a Collection</w:t>
      </w:r>
      <w:bookmarkEnd w:id="709"/>
      <w:bookmarkEnd w:id="710"/>
      <w:bookmarkEnd w:id="711"/>
      <w:bookmarkEnd w:id="712"/>
      <w:r>
        <w:fldChar w:fldCharType="end"/>
      </w:r>
    </w:p>
    <w:p w14:paraId="7E684F59" w14:textId="77777777" w:rsidR="00752DAA" w:rsidRDefault="00752DAA" w:rsidP="00752DAA">
      <w:r>
        <w:t xml:space="preserve">To request only the number of items of a collection of entities or items of a collection-valued property, the client issues a </w:t>
      </w:r>
      <w:r w:rsidRPr="00EB5E52">
        <w:rPr>
          <w:rStyle w:val="Datatype"/>
        </w:rPr>
        <w:t>GET</w:t>
      </w:r>
      <w:r>
        <w:t xml:space="preserve"> request with </w:t>
      </w:r>
      <w:r w:rsidRPr="00EB5E52">
        <w:rPr>
          <w:rStyle w:val="Datatype"/>
        </w:rPr>
        <w:t>/$count</w:t>
      </w:r>
      <w:r>
        <w:t xml:space="preserve"> appended to the resource path of the collection.</w:t>
      </w:r>
    </w:p>
    <w:p w14:paraId="02B9153A" w14:textId="77777777" w:rsidR="00752DAA" w:rsidRDefault="00752DAA" w:rsidP="00752DAA">
      <w:pPr>
        <w:pStyle w:val="CommentText"/>
      </w:pPr>
      <w:r>
        <w:t xml:space="preserve">On success, the response body MUST contain the exact count of items matching the request after applying any </w:t>
      </w:r>
      <w:hyperlink w:anchor="sec_SystemQueryOptionfilter" w:history="1">
        <w:r w:rsidRPr="00043DB3">
          <w:rPr>
            <w:rStyle w:val="Hyperlink"/>
            <w:rFonts w:ascii="Courier New" w:hAnsi="Courier New" w:cs="Courier New"/>
          </w:rPr>
          <w:t>$filter</w:t>
        </w:r>
      </w:hyperlink>
      <w:r>
        <w:t xml:space="preserve"> or </w:t>
      </w:r>
      <w:hyperlink w:anchor="sec_SystemQueryOptionsearch" w:history="1">
        <w:r w:rsidRPr="00043DB3">
          <w:rPr>
            <w:rStyle w:val="Hyperlink"/>
            <w:rFonts w:ascii="Courier New" w:hAnsi="Courier New" w:cs="Courier New"/>
          </w:rPr>
          <w:t>$search</w:t>
        </w:r>
      </w:hyperlink>
      <w:r>
        <w:t xml:space="preserve"> system query options, formatted as a simple primitive integer value with media type </w:t>
      </w:r>
      <w:r w:rsidRPr="00D73963">
        <w:rPr>
          <w:rStyle w:val="Datatype"/>
        </w:rPr>
        <w:t>text/plain</w:t>
      </w:r>
      <w:r>
        <w:t xml:space="preserve">. </w:t>
      </w:r>
      <w:r w:rsidRPr="0059718C">
        <w:t xml:space="preserve">Clients SHOULD NOT combine </w:t>
      </w:r>
      <w:r>
        <w:t xml:space="preserve">the </w:t>
      </w:r>
      <w:r w:rsidRPr="0059718C">
        <w:t xml:space="preserve">system query options </w:t>
      </w:r>
      <w:r w:rsidRPr="0006447F">
        <w:rPr>
          <w:rStyle w:val="CommentReference"/>
        </w:rPr>
        <w:t xml:space="preserve"> </w:t>
      </w:r>
      <w:hyperlink w:anchor="sec_SystemQueryOptiontop" w:history="1">
        <w:r w:rsidRPr="0059718C">
          <w:rPr>
            <w:rStyle w:val="Hyperlink"/>
            <w:rFonts w:ascii="Courier New" w:hAnsi="Courier New" w:cs="Courier New"/>
          </w:rPr>
          <w:t>$top</w:t>
        </w:r>
      </w:hyperlink>
      <w:r>
        <w:t xml:space="preserve">, </w:t>
      </w:r>
      <w:hyperlink w:anchor="sec_SystemQueryOptionskip" w:history="1">
        <w:r w:rsidRPr="0059718C">
          <w:rPr>
            <w:rStyle w:val="Hyperlink"/>
            <w:rFonts w:ascii="Courier New" w:hAnsi="Courier New" w:cs="Courier New"/>
          </w:rPr>
          <w:t>$skip</w:t>
        </w:r>
      </w:hyperlink>
      <w:r>
        <w:t xml:space="preserve">, </w:t>
      </w:r>
      <w:hyperlink w:anchor="sec_SystemQueryOptionorderby" w:history="1">
        <w:r w:rsidRPr="0059718C">
          <w:rPr>
            <w:rStyle w:val="Hyperlink"/>
            <w:rFonts w:ascii="Courier New" w:hAnsi="Courier New" w:cs="Courier New"/>
          </w:rPr>
          <w:t>$orderby</w:t>
        </w:r>
      </w:hyperlink>
      <w:r>
        <w:t xml:space="preserve">, </w:t>
      </w:r>
      <w:hyperlink w:anchor="sec_SystemQueryOptionexpand" w:history="1">
        <w:r w:rsidRPr="0059718C">
          <w:rPr>
            <w:rStyle w:val="Hyperlink"/>
            <w:rFonts w:ascii="Courier New" w:hAnsi="Courier New" w:cs="Courier New"/>
          </w:rPr>
          <w:t>$expand</w:t>
        </w:r>
      </w:hyperlink>
      <w:r>
        <w:t xml:space="preserve">, and </w:t>
      </w:r>
      <w:hyperlink w:anchor="sec_SystemQueryOptionformat" w:history="1">
        <w:r w:rsidRPr="00DC1F7F">
          <w:rPr>
            <w:rStyle w:val="Hyperlink"/>
            <w:rFonts w:ascii="Courier New" w:hAnsi="Courier New"/>
          </w:rPr>
          <w:t>$format</w:t>
        </w:r>
      </w:hyperlink>
      <w:r>
        <w:t xml:space="preserve"> with the path suffix </w:t>
      </w:r>
      <w:r w:rsidRPr="00DC1F7F">
        <w:rPr>
          <w:rStyle w:val="Datatype"/>
        </w:rPr>
        <w:t>/$count</w:t>
      </w:r>
      <w:r>
        <w:t>.</w:t>
      </w:r>
      <w:r w:rsidRPr="0059718C">
        <w:t xml:space="preserve"> The result of such a request is undefined</w:t>
      </w:r>
      <w:r>
        <w:t>.</w:t>
      </w:r>
    </w:p>
    <w:p w14:paraId="11700A58"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66</w:t>
      </w:r>
      <w:r w:rsidR="002A710D">
        <w:rPr>
          <w:noProof/>
        </w:rPr>
        <w:fldChar w:fldCharType="end"/>
      </w:r>
      <w:r w:rsidRPr="003F1FAD">
        <w:t>:</w:t>
      </w:r>
      <w:r w:rsidRPr="006B75C9">
        <w:t xml:space="preserve"> </w:t>
      </w:r>
      <w:r>
        <w:t>return the number of product</w:t>
      </w:r>
      <w:r w:rsidRPr="00274F4C">
        <w:rPr>
          <w:rStyle w:val="Datatype"/>
          <w:rFonts w:ascii="Arial" w:hAnsi="Arial" w:cs="Arial"/>
        </w:rPr>
        <w:t>s</w:t>
      </w:r>
      <w:r w:rsidRPr="00274F4C">
        <w:rPr>
          <w:rStyle w:val="Datatype"/>
          <w:rFonts w:ascii="Arial" w:hAnsi="Arial"/>
        </w:rPr>
        <w:t xml:space="preserve"> </w:t>
      </w:r>
      <w:r>
        <w:t>in the Products entity set</w:t>
      </w:r>
    </w:p>
    <w:p w14:paraId="12499543" w14:textId="77777777" w:rsidR="00752DAA" w:rsidRPr="00CA457B" w:rsidRDefault="00752DAA" w:rsidP="00752DAA">
      <w:pPr>
        <w:pStyle w:val="Code"/>
      </w:pPr>
      <w:r>
        <w:t xml:space="preserve">GET </w:t>
      </w:r>
      <w:r w:rsidRPr="00CA457B" w:rsidDel="00D30D23">
        <w:t>http://</w:t>
      </w:r>
      <w:r>
        <w:t>host/service</w:t>
      </w:r>
      <w:r w:rsidRPr="00CA457B">
        <w:t>/Products/$count</w:t>
      </w:r>
    </w:p>
    <w:p w14:paraId="2BEFD3CD" w14:textId="77777777" w:rsidR="00752DAA" w:rsidRDefault="00752DAA" w:rsidP="00752DAA">
      <w:r>
        <w:t xml:space="preserve">With 4.01 services the </w:t>
      </w:r>
      <w:r w:rsidRPr="00510069">
        <w:rPr>
          <w:rFonts w:ascii="Courier New" w:hAnsi="Courier New" w:cs="Courier New"/>
        </w:rPr>
        <w:t>/$count</w:t>
      </w:r>
      <w:r>
        <w:t xml:space="preserve"> segment MAY be used in combination with the </w:t>
      </w:r>
      <w:r w:rsidRPr="00B408E7">
        <w:rPr>
          <w:rStyle w:val="Datatype"/>
        </w:rPr>
        <w:t>/</w:t>
      </w:r>
      <w:r w:rsidRPr="00E44358">
        <w:rPr>
          <w:rStyle w:val="Datatype"/>
        </w:rPr>
        <w:t>$filter=</w:t>
      </w:r>
      <w:r w:rsidRPr="00E44358">
        <w:rPr>
          <w:rStyle w:val="Datatype"/>
          <w:rFonts w:ascii="Arial" w:hAnsi="Arial" w:cs="Arial"/>
        </w:rPr>
        <w:t xml:space="preserve"> path</w:t>
      </w:r>
      <w:r w:rsidRPr="00E44358">
        <w:rPr>
          <w:rFonts w:cs="Arial"/>
        </w:rPr>
        <w:t xml:space="preserve"> </w:t>
      </w:r>
      <w:r>
        <w:t>segment to count the items in the filtered collection.</w:t>
      </w:r>
    </w:p>
    <w:p w14:paraId="2A9D3C9C"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67</w:t>
      </w:r>
      <w:r w:rsidR="002A710D">
        <w:rPr>
          <w:noProof/>
        </w:rPr>
        <w:fldChar w:fldCharType="end"/>
      </w:r>
      <w:r w:rsidRPr="003F1FAD">
        <w:t>:</w:t>
      </w:r>
      <w:r w:rsidRPr="006C49A6">
        <w:t xml:space="preserve"> </w:t>
      </w:r>
      <w:r>
        <w:t xml:space="preserve">return the number of products whose </w:t>
      </w:r>
      <w:r w:rsidRPr="004B5CD2">
        <w:rPr>
          <w:rStyle w:val="Datatype"/>
        </w:rPr>
        <w:t>Price</w:t>
      </w:r>
      <w:r>
        <w:t xml:space="preserve"> is less than </w:t>
      </w:r>
      <w:r w:rsidRPr="00CA457B">
        <w:rPr>
          <w:rFonts w:ascii="Calibri" w:hAnsi="Calibri"/>
        </w:rPr>
        <w:t>$10.00</w:t>
      </w:r>
    </w:p>
    <w:p w14:paraId="6D2AFE0B" w14:textId="77777777" w:rsidR="00752DAA" w:rsidRPr="00265F85" w:rsidRDefault="00752DAA" w:rsidP="00752DAA">
      <w:pPr>
        <w:pStyle w:val="Code"/>
      </w:pPr>
      <w:r w:rsidRPr="00265F85">
        <w:t xml:space="preserve">GET </w:t>
      </w:r>
      <w:r w:rsidRPr="00265F85" w:rsidDel="00D30D23">
        <w:t>http://</w:t>
      </w:r>
      <w:r w:rsidRPr="00265F85">
        <w:t>host/service/Products/$filter=@foo/$count?@foo=Price lt 10.00</w:t>
      </w:r>
    </w:p>
    <w:p w14:paraId="2560CFE1" w14:textId="77777777" w:rsidR="00752DAA" w:rsidRDefault="00752DAA" w:rsidP="00752DAA">
      <w:r w:rsidRPr="00E44358">
        <w:t>For backwards compatibility, t</w:t>
      </w:r>
      <w:r>
        <w:t xml:space="preserve">he </w:t>
      </w:r>
      <w:r w:rsidRPr="00510069">
        <w:rPr>
          <w:rFonts w:ascii="Courier New" w:hAnsi="Courier New" w:cs="Courier New"/>
        </w:rPr>
        <w:t>/$count</w:t>
      </w:r>
      <w:r>
        <w:t xml:space="preserve"> suffix MAY be used in combination with the </w:t>
      </w:r>
      <w:hyperlink w:anchor="sec_SystemQueryOptionfilter" w:history="1">
        <w:r w:rsidRPr="00F15FD2">
          <w:rPr>
            <w:rStyle w:val="Hyperlink"/>
            <w:rFonts w:ascii="Courier New" w:hAnsi="Courier New" w:cs="Courier New"/>
          </w:rPr>
          <w:t>$filter</w:t>
        </w:r>
      </w:hyperlink>
      <w:r>
        <w:t xml:space="preserve"> system query option.</w:t>
      </w:r>
    </w:p>
    <w:p w14:paraId="0E13A32A"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68</w:t>
      </w:r>
      <w:r w:rsidR="002A710D">
        <w:rPr>
          <w:noProof/>
        </w:rPr>
        <w:fldChar w:fldCharType="end"/>
      </w:r>
      <w:r w:rsidRPr="003F1FAD">
        <w:t>:</w:t>
      </w:r>
      <w:r w:rsidRPr="006C49A6">
        <w:t xml:space="preserve"> </w:t>
      </w:r>
      <w:r>
        <w:t xml:space="preserve">return the number of products whose </w:t>
      </w:r>
      <w:r w:rsidRPr="004B5CD2">
        <w:rPr>
          <w:rStyle w:val="Datatype"/>
        </w:rPr>
        <w:t>Price</w:t>
      </w:r>
      <w:r>
        <w:t xml:space="preserve"> is less than </w:t>
      </w:r>
      <w:r w:rsidRPr="00CA457B">
        <w:rPr>
          <w:rFonts w:ascii="Calibri" w:hAnsi="Calibri"/>
        </w:rPr>
        <w:t>$10.00</w:t>
      </w:r>
    </w:p>
    <w:p w14:paraId="22672D1E" w14:textId="77777777" w:rsidR="00752DAA" w:rsidRPr="00265F85" w:rsidRDefault="00752DAA" w:rsidP="00752DAA">
      <w:pPr>
        <w:pStyle w:val="Code"/>
      </w:pPr>
      <w:r w:rsidRPr="00265F85">
        <w:t xml:space="preserve">GET </w:t>
      </w:r>
      <w:r w:rsidRPr="00265F85" w:rsidDel="00D30D23">
        <w:t>http://</w:t>
      </w:r>
      <w:r w:rsidRPr="00265F85">
        <w:t>host/service/Products/$count?$filter=Price lt 10.00</w:t>
      </w:r>
    </w:p>
    <w:p w14:paraId="6B3AADD7" w14:textId="77777777" w:rsidR="00752DAA" w:rsidRPr="00E44358" w:rsidRDefault="00752DAA" w:rsidP="00752DAA">
      <w:r>
        <w:t>T</w:t>
      </w:r>
      <w:r w:rsidRPr="00E44358">
        <w:t xml:space="preserve">he </w:t>
      </w:r>
      <w:hyperlink w:anchor="sec_SystemQueryOptionfilter" w:history="1">
        <w:r w:rsidRPr="00F15FD2">
          <w:rPr>
            <w:rStyle w:val="Hyperlink"/>
            <w:rFonts w:ascii="Courier New" w:hAnsi="Courier New" w:cs="Courier New"/>
          </w:rPr>
          <w:t>$filter</w:t>
        </w:r>
      </w:hyperlink>
      <w:r>
        <w:t xml:space="preserve"> system query option MUST</w:t>
      </w:r>
      <w:r w:rsidRPr="00E44358">
        <w:t xml:space="preserve"> NOT be used in conjunction with a both a </w:t>
      </w:r>
      <w:r w:rsidRPr="00E44358">
        <w:rPr>
          <w:rStyle w:val="Datatype"/>
        </w:rPr>
        <w:t>/$count</w:t>
      </w:r>
      <w:r w:rsidRPr="00E44358">
        <w:t xml:space="preserve"> path segment and a </w:t>
      </w:r>
      <w:r w:rsidRPr="00B408E7">
        <w:rPr>
          <w:rStyle w:val="Datatype"/>
        </w:rPr>
        <w:t>/</w:t>
      </w:r>
      <w:r w:rsidRPr="00E44358">
        <w:rPr>
          <w:rStyle w:val="Datatype"/>
        </w:rPr>
        <w:t>$filter=</w:t>
      </w:r>
      <w:r w:rsidRPr="00E44358">
        <w:t xml:space="preserve"> path segment.</w:t>
      </w:r>
    </w:p>
    <w:p w14:paraId="452BF80F" w14:textId="77777777" w:rsidR="00752DAA" w:rsidRDefault="00752DAA" w:rsidP="00752DAA">
      <w:r>
        <w:t xml:space="preserve">The </w:t>
      </w:r>
      <w:r w:rsidRPr="00510069">
        <w:rPr>
          <w:rFonts w:ascii="Courier New" w:hAnsi="Courier New" w:cs="Courier New"/>
        </w:rPr>
        <w:t>/$count</w:t>
      </w:r>
      <w:r>
        <w:t xml:space="preserve"> suffix can also be used in path expressions within system query options, e.g. </w:t>
      </w:r>
      <w:hyperlink w:anchor="sec_SystemQueryOptionfilter" w:history="1">
        <w:r w:rsidRPr="00F15FD2">
          <w:rPr>
            <w:rStyle w:val="Hyperlink"/>
            <w:rFonts w:ascii="Courier New" w:hAnsi="Courier New" w:cs="Courier New"/>
          </w:rPr>
          <w:t>$filter</w:t>
        </w:r>
      </w:hyperlink>
      <w:r>
        <w:t>.</w:t>
      </w:r>
    </w:p>
    <w:p w14:paraId="42D8211B"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69</w:t>
      </w:r>
      <w:r w:rsidR="002A710D">
        <w:rPr>
          <w:noProof/>
        </w:rPr>
        <w:fldChar w:fldCharType="end"/>
      </w:r>
      <w:r w:rsidRPr="003F1FAD">
        <w:t>:</w:t>
      </w:r>
      <w:r w:rsidRPr="006B75C9">
        <w:t xml:space="preserve"> </w:t>
      </w:r>
      <w:r>
        <w:t>return all customers with more than five interests</w:t>
      </w:r>
    </w:p>
    <w:p w14:paraId="787AD17C" w14:textId="77777777" w:rsidR="00752DAA" w:rsidRPr="00265F85" w:rsidRDefault="00752DAA" w:rsidP="00752DAA">
      <w:pPr>
        <w:pStyle w:val="Code"/>
      </w:pPr>
      <w:r w:rsidRPr="00265F85">
        <w:t>GET</w:t>
      </w:r>
      <w:r>
        <w:t xml:space="preserve"> </w:t>
      </w:r>
      <w:r w:rsidRPr="00265F85">
        <w:t>http://host/service/Customers?$filter=Interests/$count gt 5</w:t>
      </w:r>
    </w:p>
    <w:p w14:paraId="1AC38998" w14:textId="77777777" w:rsidR="00752DAA" w:rsidRDefault="00752DAA" w:rsidP="00752DAA">
      <w:pPr>
        <w:pStyle w:val="Caption"/>
      </w:pPr>
      <w:bookmarkStart w:id="713" w:name="_Requesting_Changes"/>
      <w:bookmarkStart w:id="714" w:name="_Toc370126096"/>
      <w:bookmarkStart w:id="715" w:name="_Toc370374893"/>
      <w:bookmarkStart w:id="716" w:name="_Ref356812405"/>
      <w:bookmarkEnd w:id="713"/>
      <w:r w:rsidRPr="003F1FAD">
        <w:t xml:space="preserve">Example </w:t>
      </w:r>
      <w:r w:rsidR="002A710D">
        <w:fldChar w:fldCharType="begin"/>
      </w:r>
      <w:r w:rsidR="002A710D">
        <w:instrText xml:space="preserve"> SEQ Example \* ARABIC </w:instrText>
      </w:r>
      <w:r w:rsidR="002A710D">
        <w:fldChar w:fldCharType="separate"/>
      </w:r>
      <w:r>
        <w:rPr>
          <w:noProof/>
        </w:rPr>
        <w:t>70</w:t>
      </w:r>
      <w:r w:rsidR="002A710D">
        <w:rPr>
          <w:noProof/>
        </w:rPr>
        <w:fldChar w:fldCharType="end"/>
      </w:r>
      <w:r w:rsidRPr="003F1FAD">
        <w:t>:</w:t>
      </w:r>
      <w:r w:rsidRPr="006B75C9">
        <w:t xml:space="preserve"> </w:t>
      </w:r>
      <w:r>
        <w:t>return all categories with more than one product over $5.00</w:t>
      </w:r>
    </w:p>
    <w:p w14:paraId="5A825652" w14:textId="77777777" w:rsidR="00752DAA" w:rsidRPr="00E45BB6" w:rsidRDefault="00752DAA" w:rsidP="00752DAA">
      <w:pPr>
        <w:pStyle w:val="Code"/>
      </w:pPr>
      <w:r>
        <w:t xml:space="preserve">GET </w:t>
      </w:r>
      <w:r w:rsidRPr="00235C35">
        <w:t>http://host/service/Categories?</w:t>
      </w:r>
      <w:r w:rsidRPr="00235C35">
        <w:br/>
        <w:t xml:space="preserve"> </w:t>
      </w:r>
      <w:r w:rsidRPr="00235C35">
        <w:tab/>
      </w:r>
      <w:r w:rsidRPr="00235C35">
        <w:tab/>
      </w:r>
      <w:r w:rsidRPr="00235C35">
        <w:tab/>
      </w:r>
      <w:r w:rsidRPr="00235C35">
        <w:tab/>
      </w:r>
      <w:r w:rsidRPr="00E45BB6">
        <w:t>$filter=Products/$count($filter=Price gt 5.0) gt 1</w:t>
      </w:r>
    </w:p>
    <w:bookmarkStart w:id="717" w:name="_Toc477876666"/>
    <w:bookmarkStart w:id="718" w:name="sec_SystemQueryOptionformat"/>
    <w:bookmarkEnd w:id="714"/>
    <w:bookmarkEnd w:id="715"/>
    <w:p w14:paraId="55367A47" w14:textId="77777777" w:rsidR="00752DAA" w:rsidRDefault="00752DAA" w:rsidP="006C1EBF">
      <w:pPr>
        <w:pStyle w:val="Heading3"/>
        <w:numPr>
          <w:ilvl w:val="2"/>
          <w:numId w:val="2"/>
        </w:numPr>
        <w:tabs>
          <w:tab w:val="left" w:pos="567"/>
        </w:tabs>
      </w:pPr>
      <w:r>
        <w:fldChar w:fldCharType="begin"/>
      </w:r>
      <w:r>
        <w:instrText xml:space="preserve"> HYPERLINK  \l "sec_SystemQueryOptionformat" </w:instrText>
      </w:r>
      <w:r>
        <w:fldChar w:fldCharType="separate"/>
      </w:r>
      <w:bookmarkStart w:id="719" w:name="_Toc494885082"/>
      <w:bookmarkStart w:id="720" w:name="_Toc494356829"/>
      <w:r w:rsidRPr="004A50BC">
        <w:rPr>
          <w:rStyle w:val="Hyperlink"/>
        </w:rPr>
        <w:t xml:space="preserve">System Query Option </w:t>
      </w:r>
      <w:r w:rsidRPr="004A50BC">
        <w:rPr>
          <w:rStyle w:val="Hyperlink"/>
          <w:rFonts w:ascii="Courier New" w:hAnsi="Courier New"/>
        </w:rPr>
        <w:t>$format</w:t>
      </w:r>
      <w:bookmarkEnd w:id="717"/>
      <w:bookmarkEnd w:id="718"/>
      <w:bookmarkEnd w:id="719"/>
      <w:bookmarkEnd w:id="720"/>
      <w:r>
        <w:fldChar w:fldCharType="end"/>
      </w:r>
    </w:p>
    <w:p w14:paraId="25FDE49D" w14:textId="77777777" w:rsidR="00752DAA" w:rsidRDefault="00752DAA" w:rsidP="00752DAA">
      <w:r>
        <w:t xml:space="preserve">The </w:t>
      </w:r>
      <w:r w:rsidRPr="00862971">
        <w:rPr>
          <w:rStyle w:val="Datatype"/>
        </w:rPr>
        <w:t>$format</w:t>
      </w:r>
      <w:r>
        <w:t xml:space="preserve"> system query option specifies the media type of the response.</w:t>
      </w:r>
    </w:p>
    <w:p w14:paraId="18382751" w14:textId="77777777" w:rsidR="00752DAA" w:rsidRDefault="00752DAA" w:rsidP="00752DAA">
      <w:r>
        <w:t xml:space="preserve">The </w:t>
      </w:r>
      <w:r w:rsidRPr="00862971">
        <w:rPr>
          <w:rStyle w:val="Datatype"/>
        </w:rPr>
        <w:t>$format</w:t>
      </w:r>
      <w:r>
        <w:t xml:space="preserve"> query option, if present in a request, MUST take precedence over the value(s) specified in the </w:t>
      </w:r>
      <w:hyperlink w:anchor="sec_HeaderAccept" w:history="1">
        <w:r w:rsidRPr="00AD0514">
          <w:rPr>
            <w:rStyle w:val="Hyperlink"/>
            <w:rFonts w:ascii="Courier New" w:hAnsi="Courier New"/>
          </w:rPr>
          <w:t>Accept</w:t>
        </w:r>
      </w:hyperlink>
      <w:r>
        <w:t xml:space="preserve"> request header.</w:t>
      </w:r>
    </w:p>
    <w:p w14:paraId="3D48FE75" w14:textId="77777777" w:rsidR="00752DAA" w:rsidRDefault="00752DAA" w:rsidP="00752DAA">
      <w:r>
        <w:t xml:space="preserve">The value of the </w:t>
      </w:r>
      <w:r w:rsidRPr="00350340">
        <w:rPr>
          <w:rStyle w:val="Datatype"/>
        </w:rPr>
        <w:t>$format</w:t>
      </w:r>
      <w:r>
        <w:t xml:space="preserve"> system query option is a valid internet media type, optionally including parameters. </w:t>
      </w:r>
    </w:p>
    <w:p w14:paraId="3456928A" w14:textId="77777777" w:rsidR="00752DAA" w:rsidRDefault="00752DAA" w:rsidP="00752DAA">
      <w:r>
        <w:t xml:space="preserve">In addition, format-specific abbreviations may be used, e.g. </w:t>
      </w:r>
      <w:r w:rsidRPr="00AC3399">
        <w:rPr>
          <w:rStyle w:val="Datatype"/>
        </w:rPr>
        <w:t>json</w:t>
      </w:r>
      <w:r>
        <w:t xml:space="preserve"> for </w:t>
      </w:r>
      <w:r w:rsidRPr="00AC3399">
        <w:rPr>
          <w:rStyle w:val="Datatype"/>
        </w:rPr>
        <w:t>application/json</w:t>
      </w:r>
      <w:r>
        <w:t xml:space="preserve">, see </w:t>
      </w:r>
      <w:hyperlink w:anchor="ODataJSONRef" w:history="1">
        <w:r w:rsidRPr="004A525C">
          <w:rPr>
            <w:rStyle w:val="Hyperlink"/>
            <w:b/>
          </w:rPr>
          <w:t>[OData-JSON]</w:t>
        </w:r>
      </w:hyperlink>
      <w:r>
        <w:t>, but format parameters MUST NOT be appended to the format abbreviations.</w:t>
      </w:r>
    </w:p>
    <w:p w14:paraId="78408F45"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71</w:t>
      </w:r>
      <w:r w:rsidR="002A710D">
        <w:rPr>
          <w:noProof/>
        </w:rPr>
        <w:fldChar w:fldCharType="end"/>
      </w:r>
      <w:r w:rsidRPr="003F1FAD">
        <w:t>:</w:t>
      </w:r>
      <w:r>
        <w:t xml:space="preserve"> the request </w:t>
      </w:r>
    </w:p>
    <w:p w14:paraId="5FC553C8" w14:textId="77777777" w:rsidR="00752DAA" w:rsidRPr="00CA457B" w:rsidRDefault="00752DAA" w:rsidP="00752DAA">
      <w:pPr>
        <w:pStyle w:val="Code"/>
      </w:pPr>
      <w:r>
        <w:t>GET http://host/service</w:t>
      </w:r>
      <w:r w:rsidRPr="00CA457B">
        <w:t>/Orders?$format=</w:t>
      </w:r>
      <w:r>
        <w:t>application/</w:t>
      </w:r>
      <w:r w:rsidRPr="00CA457B">
        <w:t>json</w:t>
      </w:r>
      <w:r>
        <w:t>;metadata=full</w:t>
      </w:r>
    </w:p>
    <w:p w14:paraId="302C1A77" w14:textId="77777777" w:rsidR="00752DAA" w:rsidRDefault="00752DAA" w:rsidP="00752DAA">
      <w:pPr>
        <w:pStyle w:val="Caption"/>
      </w:pPr>
      <w:r>
        <w:t xml:space="preserve">is equivalent to a request with an </w:t>
      </w:r>
      <w:r>
        <w:rPr>
          <w:rStyle w:val="Datatype"/>
        </w:rPr>
        <w:t>A</w:t>
      </w:r>
      <w:r w:rsidRPr="00440E5A">
        <w:rPr>
          <w:rStyle w:val="Datatype"/>
        </w:rPr>
        <w:t>ccept</w:t>
      </w:r>
      <w:r>
        <w:t xml:space="preserve"> header using the same media type; it requests the set of Order entities represented using the JSON media type including full metadata, as defined in </w:t>
      </w:r>
      <w:hyperlink w:anchor="ODataJSONRef" w:history="1">
        <w:r w:rsidRPr="004A525C">
          <w:rPr>
            <w:rStyle w:val="Hyperlink"/>
            <w:b/>
          </w:rPr>
          <w:t>[OData-JSON]</w:t>
        </w:r>
      </w:hyperlink>
      <w:r>
        <w:t>.</w:t>
      </w:r>
    </w:p>
    <w:p w14:paraId="270015E8" w14:textId="77777777" w:rsidR="00752DAA" w:rsidRDefault="00752DAA" w:rsidP="00752DAA">
      <w:pPr>
        <w:pStyle w:val="Caption"/>
      </w:pPr>
      <w:r w:rsidRPr="003F1FAD">
        <w:lastRenderedPageBreak/>
        <w:t xml:space="preserve">Example </w:t>
      </w:r>
      <w:r w:rsidR="002A710D">
        <w:fldChar w:fldCharType="begin"/>
      </w:r>
      <w:r w:rsidR="002A710D">
        <w:instrText xml:space="preserve"> SEQ Example \* ARABIC </w:instrText>
      </w:r>
      <w:r w:rsidR="002A710D">
        <w:fldChar w:fldCharType="separate"/>
      </w:r>
      <w:r>
        <w:rPr>
          <w:noProof/>
        </w:rPr>
        <w:t>72</w:t>
      </w:r>
      <w:r w:rsidR="002A710D">
        <w:rPr>
          <w:noProof/>
        </w:rPr>
        <w:fldChar w:fldCharType="end"/>
      </w:r>
      <w:r w:rsidRPr="003F1FAD">
        <w:t>:</w:t>
      </w:r>
      <w:r>
        <w:t xml:space="preserve"> the request</w:t>
      </w:r>
    </w:p>
    <w:p w14:paraId="4955347B" w14:textId="77777777" w:rsidR="00752DAA" w:rsidRPr="00CA457B" w:rsidRDefault="00752DAA" w:rsidP="00752DAA">
      <w:pPr>
        <w:pStyle w:val="Code"/>
      </w:pPr>
      <w:r>
        <w:t xml:space="preserve">GET </w:t>
      </w:r>
      <w:r w:rsidRPr="00CA457B" w:rsidDel="00D30D23">
        <w:t>http://</w:t>
      </w:r>
      <w:r>
        <w:t>host/service</w:t>
      </w:r>
      <w:r w:rsidRPr="00CA457B">
        <w:t>/Orders?$format=json</w:t>
      </w:r>
    </w:p>
    <w:p w14:paraId="64CB2C4C" w14:textId="77777777" w:rsidR="00752DAA" w:rsidRPr="00803FC2" w:rsidRDefault="00752DAA" w:rsidP="00752DAA">
      <w:pPr>
        <w:pStyle w:val="Caption"/>
      </w:pPr>
      <w:r>
        <w:t xml:space="preserve">is equivalent to a request with the </w:t>
      </w:r>
      <w:r>
        <w:rPr>
          <w:rStyle w:val="Datatype"/>
        </w:rPr>
        <w:t>A</w:t>
      </w:r>
      <w:r w:rsidRPr="00440E5A">
        <w:rPr>
          <w:rStyle w:val="Datatype"/>
        </w:rPr>
        <w:t>ccept</w:t>
      </w:r>
      <w:r>
        <w:t xml:space="preserve"> header set to </w:t>
      </w:r>
      <w:r w:rsidRPr="00440E5A">
        <w:rPr>
          <w:rStyle w:val="Datatype"/>
        </w:rPr>
        <w:t>application/json</w:t>
      </w:r>
      <w:r>
        <w:t xml:space="preserve">; it requests the set of Order entities represented using the JSON media type with minimal metadata, as defined in </w:t>
      </w:r>
      <w:hyperlink w:anchor="ODataJSONRef" w:history="1">
        <w:r w:rsidRPr="004A525C">
          <w:rPr>
            <w:rStyle w:val="Hyperlink"/>
            <w:b/>
          </w:rPr>
          <w:t>[OData-JSON]</w:t>
        </w:r>
      </w:hyperlink>
      <w:r>
        <w:t>.</w:t>
      </w:r>
    </w:p>
    <w:p w14:paraId="616F42BD" w14:textId="77777777" w:rsidR="00752DAA" w:rsidRDefault="00752DAA" w:rsidP="00752DAA">
      <w:bookmarkStart w:id="721" w:name="_Requesting_Changes_1"/>
      <w:bookmarkEnd w:id="721"/>
      <w:r>
        <w:t xml:space="preserve">In </w:t>
      </w:r>
      <w:hyperlink w:anchor="sec_MetadataDocumentRequest" w:history="1">
        <w:r w:rsidRPr="00830995">
          <w:rPr>
            <w:rStyle w:val="Hyperlink"/>
          </w:rPr>
          <w:t>metadata document requests</w:t>
        </w:r>
      </w:hyperlink>
      <w:r>
        <w:rPr>
          <w:rStyle w:val="Hyperlink"/>
        </w:rPr>
        <w:t>,</w:t>
      </w:r>
      <w:r>
        <w:t xml:space="preserve"> the values </w:t>
      </w:r>
      <w:r w:rsidRPr="00830995">
        <w:rPr>
          <w:rStyle w:val="Datatype"/>
        </w:rPr>
        <w:t>application/xml</w:t>
      </w:r>
      <w:r>
        <w:t xml:space="preserve"> and </w:t>
      </w:r>
      <w:r w:rsidRPr="00830995">
        <w:rPr>
          <w:rStyle w:val="Datatype"/>
        </w:rPr>
        <w:t>application/json</w:t>
      </w:r>
      <w:r>
        <w:t xml:space="preserve">, along with their subtypes and parameterized variants, as well as the format-specific abbreviations </w:t>
      </w:r>
      <w:r>
        <w:rPr>
          <w:rStyle w:val="Datatype"/>
        </w:rPr>
        <w:t>xml</w:t>
      </w:r>
      <w:r>
        <w:t xml:space="preserve"> and </w:t>
      </w:r>
      <w:r w:rsidRPr="00830995">
        <w:rPr>
          <w:rStyle w:val="Datatype"/>
        </w:rPr>
        <w:t>json</w:t>
      </w:r>
      <w:r>
        <w:rPr>
          <w:rStyle w:val="Datatype"/>
        </w:rPr>
        <w:t>,</w:t>
      </w:r>
      <w:r>
        <w:t xml:space="preserve"> are reserved for this specification.</w:t>
      </w:r>
    </w:p>
    <w:bookmarkStart w:id="722" w:name="_Toc477876667"/>
    <w:bookmarkStart w:id="723" w:name="sec_SystemQueryOptionschemaversion"/>
    <w:p w14:paraId="0460326B" w14:textId="77777777" w:rsidR="00752DAA" w:rsidRDefault="00752DAA" w:rsidP="006C1EBF">
      <w:pPr>
        <w:pStyle w:val="Heading3"/>
        <w:numPr>
          <w:ilvl w:val="2"/>
          <w:numId w:val="2"/>
        </w:numPr>
        <w:tabs>
          <w:tab w:val="left" w:pos="567"/>
        </w:tabs>
      </w:pPr>
      <w:r>
        <w:fldChar w:fldCharType="begin"/>
      </w:r>
      <w:r>
        <w:instrText xml:space="preserve"> HYPERLINK  \l "sec_SystemQueryOptionschemaversion" </w:instrText>
      </w:r>
      <w:r>
        <w:fldChar w:fldCharType="separate"/>
      </w:r>
      <w:bookmarkStart w:id="724" w:name="_Toc494885083"/>
      <w:bookmarkStart w:id="725" w:name="_Toc494356830"/>
      <w:r w:rsidRPr="004A50BC">
        <w:rPr>
          <w:rStyle w:val="Hyperlink"/>
        </w:rPr>
        <w:t xml:space="preserve">System Query Option </w:t>
      </w:r>
      <w:r w:rsidRPr="004A50BC">
        <w:rPr>
          <w:rStyle w:val="Hyperlink"/>
          <w:rFonts w:ascii="Courier New" w:hAnsi="Courier New"/>
        </w:rPr>
        <w:t>$schemaversion</w:t>
      </w:r>
      <w:bookmarkEnd w:id="722"/>
      <w:bookmarkEnd w:id="723"/>
      <w:bookmarkEnd w:id="724"/>
      <w:bookmarkEnd w:id="725"/>
      <w:r>
        <w:fldChar w:fldCharType="end"/>
      </w:r>
    </w:p>
    <w:p w14:paraId="797AD99B" w14:textId="77777777" w:rsidR="00752DAA" w:rsidRDefault="00752DAA" w:rsidP="00752DAA">
      <w:r>
        <w:t xml:space="preserve">The </w:t>
      </w:r>
      <w:r w:rsidRPr="00AF69E2">
        <w:rPr>
          <w:rStyle w:val="VerbatimChar"/>
          <w:rFonts w:eastAsia="Cambria"/>
        </w:rPr>
        <w:t>$</w:t>
      </w:r>
      <w:r>
        <w:rPr>
          <w:rStyle w:val="VerbatimChar"/>
          <w:rFonts w:eastAsia="Cambria"/>
        </w:rPr>
        <w:t>schemaversion</w:t>
      </w:r>
      <w:r>
        <w:t xml:space="preserve"> system query option MAY be included in any request. For a </w:t>
      </w:r>
      <w:hyperlink w:anchor="sec_MetadataDocumentRequest" w:history="1">
        <w:r w:rsidRPr="000630F8">
          <w:rPr>
            <w:rStyle w:val="Hyperlink"/>
          </w:rPr>
          <w:t>metadata document request</w:t>
        </w:r>
      </w:hyperlink>
      <w:r>
        <w:t xml:space="preserve"> the value of the </w:t>
      </w:r>
      <w:r w:rsidRPr="00AF69E2">
        <w:rPr>
          <w:rStyle w:val="VerbatimChar"/>
          <w:rFonts w:eastAsia="Cambria"/>
        </w:rPr>
        <w:t>$</w:t>
      </w:r>
      <w:r>
        <w:rPr>
          <w:rStyle w:val="VerbatimChar"/>
          <w:rFonts w:eastAsia="Cambria"/>
        </w:rPr>
        <w:t>schemaversion</w:t>
      </w:r>
      <w:r>
        <w:t xml:space="preserve"> system query option addresses a specific schema version. For all other request types the value specifies the version of the schema against which the request is made.</w:t>
      </w:r>
      <w:r w:rsidRPr="00117FCA">
        <w:rPr>
          <w:color w:val="000000"/>
        </w:rPr>
        <w:t xml:space="preserve"> </w:t>
      </w:r>
      <w:r>
        <w:rPr>
          <w:color w:val="000000"/>
        </w:rPr>
        <w:t xml:space="preserve">The syntax of the </w:t>
      </w:r>
      <w:r w:rsidRPr="00AF69E2">
        <w:rPr>
          <w:rStyle w:val="VerbatimChar"/>
          <w:rFonts w:eastAsia="Cambria"/>
        </w:rPr>
        <w:t>$</w:t>
      </w:r>
      <w:r>
        <w:rPr>
          <w:rStyle w:val="VerbatimChar"/>
          <w:rFonts w:eastAsia="Cambria"/>
        </w:rPr>
        <w:t>schemaversion</w:t>
      </w:r>
      <w:r>
        <w:t xml:space="preserve"> system query option is defined in </w:t>
      </w:r>
      <w:hyperlink w:anchor="ABNF" w:history="1">
        <w:r w:rsidRPr="005C52E4">
          <w:rPr>
            <w:rStyle w:val="Hyperlink"/>
            <w:b/>
          </w:rPr>
          <w:t>[OData-ABNF]</w:t>
        </w:r>
      </w:hyperlink>
      <w:r>
        <w:t>.</w:t>
      </w:r>
      <w:r w:rsidRPr="00117FCA">
        <w:t xml:space="preserve"> </w:t>
      </w:r>
    </w:p>
    <w:p w14:paraId="78FB0BFC" w14:textId="77777777" w:rsidR="00752DAA" w:rsidRDefault="00752DAA" w:rsidP="00752DAA">
      <w:r>
        <w:t xml:space="preserve">The value of the </w:t>
      </w:r>
      <w:r w:rsidRPr="00AF69E2">
        <w:rPr>
          <w:rStyle w:val="VerbatimChar"/>
          <w:rFonts w:eastAsia="Cambria"/>
        </w:rPr>
        <w:t>$</w:t>
      </w:r>
      <w:r>
        <w:rPr>
          <w:rStyle w:val="VerbatimChar"/>
          <w:rFonts w:eastAsia="Cambria"/>
        </w:rPr>
        <w:t>schemaversion</w:t>
      </w:r>
      <w:r>
        <w:t xml:space="preserve"> system query option MUST be a version of the schema as returned in the </w:t>
      </w:r>
      <w:r w:rsidRPr="00567EA4">
        <w:rPr>
          <w:rStyle w:val="Datatype"/>
        </w:rPr>
        <w:t>Core.</w:t>
      </w:r>
      <w:r>
        <w:rPr>
          <w:rStyle w:val="Datatype"/>
        </w:rPr>
        <w:t>SchemaVersion</w:t>
      </w:r>
      <w:r>
        <w:t xml:space="preserve"> annotation, defined in </w:t>
      </w:r>
      <w:hyperlink w:anchor="VocCore" w:history="1">
        <w:r w:rsidRPr="00CF5569">
          <w:rPr>
            <w:rStyle w:val="Hyperlink"/>
            <w:b/>
          </w:rPr>
          <w:t>[OData-VocCore]</w:t>
        </w:r>
      </w:hyperlink>
      <w:r>
        <w:t xml:space="preserve">, of a previous request to the </w:t>
      </w:r>
      <w:hyperlink w:anchor="sec_MetadataDocumentRequest" w:history="1">
        <w:r w:rsidRPr="00903295">
          <w:rPr>
            <w:rStyle w:val="Hyperlink"/>
          </w:rPr>
          <w:t>metadata document</w:t>
        </w:r>
      </w:hyperlink>
      <w:r>
        <w:t xml:space="preserve">, or </w:t>
      </w:r>
      <w:r w:rsidRPr="004875B7">
        <w:rPr>
          <w:rStyle w:val="Keyword"/>
        </w:rPr>
        <w:t>*</w:t>
      </w:r>
      <w:r>
        <w:t xml:space="preserve"> in order to specify the current version of the metadata.</w:t>
      </w:r>
    </w:p>
    <w:p w14:paraId="5207CC57" w14:textId="77777777" w:rsidR="00752DAA" w:rsidRDefault="00752DAA" w:rsidP="00752DAA">
      <w:pPr>
        <w:spacing w:after="0"/>
      </w:pPr>
      <w:r>
        <w:t>If specified, the service MUST process the request according to the specified version of the metadata.</w:t>
      </w:r>
    </w:p>
    <w:p w14:paraId="103700F2" w14:textId="77777777" w:rsidR="00752DAA" w:rsidRDefault="00752DAA" w:rsidP="00752DAA">
      <w:r>
        <w:t xml:space="preserve">Clients can retrieve the current version of the metadata by making a </w:t>
      </w:r>
      <w:hyperlink w:anchor="sec_MetadataDocumentRequest" w:history="1">
        <w:r w:rsidRPr="00223BEB">
          <w:rPr>
            <w:rStyle w:val="Hyperlink"/>
          </w:rPr>
          <w:t>metadata document request</w:t>
        </w:r>
      </w:hyperlink>
      <w:r>
        <w:t xml:space="preserve"> with a </w:t>
      </w:r>
      <w:r w:rsidRPr="00AF69E2">
        <w:rPr>
          <w:rStyle w:val="VerbatimChar"/>
          <w:rFonts w:eastAsia="Cambria"/>
        </w:rPr>
        <w:t>$</w:t>
      </w:r>
      <w:r>
        <w:rPr>
          <w:rStyle w:val="VerbatimChar"/>
          <w:rFonts w:eastAsia="Cambria"/>
        </w:rPr>
        <w:t>schemaversion</w:t>
      </w:r>
      <w:r>
        <w:t xml:space="preserve"> system query option value of </w:t>
      </w:r>
      <w:r w:rsidRPr="004875B7">
        <w:rPr>
          <w:rStyle w:val="Keyword"/>
        </w:rPr>
        <w:t>*</w:t>
      </w:r>
      <w:r>
        <w:t xml:space="preserve">, and SHOULD include the value from the returned </w:t>
      </w:r>
      <w:r w:rsidRPr="00567EA4">
        <w:rPr>
          <w:rStyle w:val="Datatype"/>
        </w:rPr>
        <w:t>Core.</w:t>
      </w:r>
      <w:r>
        <w:rPr>
          <w:rStyle w:val="Datatype"/>
        </w:rPr>
        <w:t>SchemaVersion</w:t>
      </w:r>
      <w:r>
        <w:t xml:space="preserve"> annotation in the </w:t>
      </w:r>
      <w:r w:rsidRPr="00AF69E2">
        <w:rPr>
          <w:rStyle w:val="VerbatimChar"/>
          <w:rFonts w:eastAsia="Cambria"/>
        </w:rPr>
        <w:t>$</w:t>
      </w:r>
      <w:r>
        <w:rPr>
          <w:rStyle w:val="VerbatimChar"/>
          <w:rFonts w:eastAsia="Cambria"/>
        </w:rPr>
        <w:t>schemaversion</w:t>
      </w:r>
      <w:r>
        <w:t xml:space="preserve"> system query option of subsequent requests.</w:t>
      </w:r>
    </w:p>
    <w:p w14:paraId="292C0780" w14:textId="77777777" w:rsidR="00752DAA" w:rsidRDefault="00752DAA" w:rsidP="00752DAA">
      <w:pPr>
        <w:spacing w:after="0"/>
      </w:pPr>
      <w:r>
        <w:t xml:space="preserve">If the </w:t>
      </w:r>
      <w:r w:rsidRPr="00AF69E2">
        <w:rPr>
          <w:rStyle w:val="VerbatimChar"/>
          <w:rFonts w:eastAsia="Cambria"/>
        </w:rPr>
        <w:t>$</w:t>
      </w:r>
      <w:r>
        <w:rPr>
          <w:rStyle w:val="VerbatimChar"/>
          <w:rFonts w:eastAsia="Cambria"/>
        </w:rPr>
        <w:t>schemaversion</w:t>
      </w:r>
      <w:r>
        <w:t xml:space="preserve"> system query option is not specified in a request for the metadata document, the service MUST return a version of the metadata with no breaking changes over time, and the processing of all other requests that omit the </w:t>
      </w:r>
      <w:r w:rsidRPr="00AF69E2">
        <w:rPr>
          <w:rStyle w:val="VerbatimChar"/>
          <w:rFonts w:eastAsia="Cambria"/>
        </w:rPr>
        <w:t>$</w:t>
      </w:r>
      <w:r>
        <w:rPr>
          <w:rStyle w:val="VerbatimChar"/>
          <w:rFonts w:eastAsia="Cambria"/>
        </w:rPr>
        <w:t>schemaversion</w:t>
      </w:r>
      <w:r>
        <w:t xml:space="preserve"> system query option MUST be compatible with that “unversioned” schema. For more information on breaking changes, see </w:t>
      </w:r>
      <w:hyperlink w:anchor="sec_ModelVersioning" w:history="1">
        <w:r w:rsidRPr="009E456F">
          <w:rPr>
            <w:rStyle w:val="Hyperlink"/>
          </w:rPr>
          <w:t>Model Versioning</w:t>
        </w:r>
      </w:hyperlink>
      <w:r>
        <w:t>.</w:t>
      </w:r>
    </w:p>
    <w:p w14:paraId="19288D33" w14:textId="77777777" w:rsidR="00752DAA" w:rsidRDefault="00752DAA" w:rsidP="00752DAA">
      <w:pPr>
        <w:spacing w:after="0"/>
      </w:pPr>
      <w:r>
        <w:t>If the</w:t>
      </w:r>
      <w:r w:rsidRPr="007F516E">
        <w:t xml:space="preserve"> </w:t>
      </w:r>
      <w:r w:rsidRPr="00AF69E2">
        <w:rPr>
          <w:rStyle w:val="VerbatimChar"/>
          <w:rFonts w:eastAsia="Cambria"/>
        </w:rPr>
        <w:t>$</w:t>
      </w:r>
      <w:r>
        <w:rPr>
          <w:rStyle w:val="VerbatimChar"/>
          <w:rFonts w:eastAsia="Cambria"/>
        </w:rPr>
        <w:t>schemaversion</w:t>
      </w:r>
      <w:r>
        <w:t xml:space="preserve"> system query option is specified on an individual request within a batch, then it specifies the version of the schema to apply to that individual request. Individual requests within a batch that don’t include the </w:t>
      </w:r>
      <w:r w:rsidRPr="00AF69E2">
        <w:rPr>
          <w:rStyle w:val="VerbatimChar"/>
          <w:rFonts w:eastAsia="Cambria"/>
        </w:rPr>
        <w:t>$</w:t>
      </w:r>
      <w:r>
        <w:rPr>
          <w:rStyle w:val="VerbatimChar"/>
          <w:rFonts w:eastAsia="Cambria"/>
        </w:rPr>
        <w:t>schemaversion</w:t>
      </w:r>
      <w:r>
        <w:t xml:space="preserve"> system query option inherit the schema version of the overall batch request.</w:t>
      </w:r>
    </w:p>
    <w:p w14:paraId="43BD8CE2" w14:textId="77777777" w:rsidR="00752DAA" w:rsidRDefault="00752DAA" w:rsidP="00752DAA">
      <w:r>
        <w:t>If the</w:t>
      </w:r>
      <w:r w:rsidRPr="007F516E">
        <w:t xml:space="preserve"> </w:t>
      </w:r>
      <w:r w:rsidRPr="00AF69E2">
        <w:rPr>
          <w:rStyle w:val="VerbatimChar"/>
          <w:rFonts w:eastAsia="Cambria"/>
        </w:rPr>
        <w:t>$</w:t>
      </w:r>
      <w:r>
        <w:rPr>
          <w:rStyle w:val="VerbatimChar"/>
          <w:rFonts w:eastAsia="Cambria"/>
        </w:rPr>
        <w:t>schemaversion</w:t>
      </w:r>
      <w:r>
        <w:t xml:space="preserve"> system query option is specified, but the version of the schema doesn’t exist, the request is answered with a </w:t>
      </w:r>
      <w:hyperlink w:anchor="sec_ResponseCode404NotFound" w:history="1">
        <w:r w:rsidRPr="00994E69">
          <w:rPr>
            <w:rStyle w:val="Hyperlink"/>
          </w:rPr>
          <w:t xml:space="preserve">response code </w:t>
        </w:r>
        <w:r w:rsidRPr="0081779F">
          <w:rPr>
            <w:rStyle w:val="Hyperlink"/>
            <w:rFonts w:ascii="Courier New" w:hAnsi="Courier New" w:cs="Courier New"/>
          </w:rPr>
          <w:t>404 Not Found</w:t>
        </w:r>
      </w:hyperlink>
      <w:r>
        <w:t>. The response body SHOULD provide additional information.</w:t>
      </w:r>
    </w:p>
    <w:bookmarkStart w:id="726" w:name="_Requesting_Changes_2"/>
    <w:bookmarkStart w:id="727" w:name="_Toc477876668"/>
    <w:bookmarkStart w:id="728" w:name="_Ref484615591"/>
    <w:bookmarkStart w:id="729" w:name="sec_RequestingChanges"/>
    <w:bookmarkEnd w:id="716"/>
    <w:bookmarkEnd w:id="726"/>
    <w:p w14:paraId="59D28C26" w14:textId="77777777" w:rsidR="00752DAA" w:rsidRDefault="00752DAA" w:rsidP="006C1EBF">
      <w:pPr>
        <w:pStyle w:val="Heading2"/>
        <w:numPr>
          <w:ilvl w:val="1"/>
          <w:numId w:val="2"/>
        </w:numPr>
        <w:tabs>
          <w:tab w:val="left" w:pos="567"/>
        </w:tabs>
      </w:pPr>
      <w:r>
        <w:fldChar w:fldCharType="begin"/>
      </w:r>
      <w:r>
        <w:instrText xml:space="preserve"> HYPERLINK  \l "sec_RequestingChanges" </w:instrText>
      </w:r>
      <w:r>
        <w:fldChar w:fldCharType="separate"/>
      </w:r>
      <w:bookmarkStart w:id="730" w:name="_Toc494885084"/>
      <w:bookmarkStart w:id="731" w:name="_Toc494356831"/>
      <w:r w:rsidRPr="004A50BC">
        <w:rPr>
          <w:rStyle w:val="Hyperlink"/>
        </w:rPr>
        <w:t>Requesting Changes</w:t>
      </w:r>
      <w:bookmarkEnd w:id="727"/>
      <w:bookmarkEnd w:id="728"/>
      <w:bookmarkEnd w:id="729"/>
      <w:bookmarkEnd w:id="730"/>
      <w:bookmarkEnd w:id="731"/>
      <w:r>
        <w:fldChar w:fldCharType="end"/>
      </w:r>
    </w:p>
    <w:p w14:paraId="7D5763AB" w14:textId="77777777" w:rsidR="00752DAA" w:rsidRDefault="00752DAA" w:rsidP="00752DAA">
      <w:r w:rsidDel="00377ADC">
        <w:t xml:space="preserve">Services </w:t>
      </w:r>
      <w:r>
        <w:t xml:space="preserve">advertise their change-tracking capabilities by annotating entity sets with the </w:t>
      </w:r>
      <w:r w:rsidRPr="00E633BD">
        <w:rPr>
          <w:rFonts w:ascii="Courier New" w:hAnsi="Courier New" w:cs="Courier New"/>
        </w:rPr>
        <w:t>Capabilities</w:t>
      </w:r>
      <w:r>
        <w:t>.</w:t>
      </w:r>
      <w:r w:rsidRPr="008A1EE2">
        <w:rPr>
          <w:rStyle w:val="Datatype"/>
        </w:rPr>
        <w:t>ChangeTracking</w:t>
      </w:r>
      <w:r>
        <w:t xml:space="preserve"> term defined in </w:t>
      </w:r>
      <w:hyperlink w:anchor="VocCapabilities" w:history="1">
        <w:r w:rsidRPr="002768AF">
          <w:rPr>
            <w:rStyle w:val="Hyperlink"/>
            <w:b/>
          </w:rPr>
          <w:t>[OData-VocCap]</w:t>
        </w:r>
      </w:hyperlink>
      <w:r>
        <w:t>.</w:t>
      </w:r>
    </w:p>
    <w:p w14:paraId="1C979D78" w14:textId="77777777" w:rsidR="00752DAA" w:rsidRDefault="00752DAA" w:rsidP="00752DAA">
      <w:pPr>
        <w:spacing w:after="0"/>
      </w:pPr>
      <w:r>
        <w:t xml:space="preserve">Any </w:t>
      </w:r>
      <w:r w:rsidRPr="00216EBF">
        <w:rPr>
          <w:rStyle w:val="Datatype"/>
        </w:rPr>
        <w:t>GET</w:t>
      </w:r>
      <w:r>
        <w:t xml:space="preserve"> request to retrieve one or more entities MAY allow change-tracking.</w:t>
      </w:r>
    </w:p>
    <w:p w14:paraId="7F80D24A" w14:textId="77777777" w:rsidR="00752DAA" w:rsidRDefault="00752DAA" w:rsidP="00752DAA">
      <w:pPr>
        <w:spacing w:after="0"/>
      </w:pPr>
      <w:r>
        <w:t xml:space="preserve">Clients request that the service track changes to a result by specifying the </w:t>
      </w:r>
      <w:hyperlink w:anchor="sec_Preferencetrackchangesodatatrackchan" w:history="1">
        <w:r w:rsidRPr="00914AB6">
          <w:rPr>
            <w:rStyle w:val="Hyperlink"/>
            <w:rFonts w:ascii="Courier New" w:hAnsi="Courier New" w:cs="Courier New"/>
          </w:rPr>
          <w:t>track-changes</w:t>
        </w:r>
      </w:hyperlink>
      <w:r>
        <w:t xml:space="preserve"> preference on a request. If supported for the request, the service includes a </w:t>
      </w:r>
      <w:hyperlink w:anchor="sec_HeaderPreferenceApplied" w:history="1">
        <w:r w:rsidRPr="00EE5F8C">
          <w:rPr>
            <w:rStyle w:val="Hyperlink"/>
            <w:rFonts w:ascii="Courier New" w:hAnsi="Courier New" w:cs="Courier New"/>
          </w:rPr>
          <w:t>Preference-Applied</w:t>
        </w:r>
      </w:hyperlink>
      <w:r>
        <w:rPr>
          <w:rStyle w:val="Datatype"/>
        </w:rPr>
        <w:t xml:space="preserve"> </w:t>
      </w:r>
      <w:r>
        <w:t xml:space="preserve">header in the response containing the </w:t>
      </w:r>
      <w:r>
        <w:rPr>
          <w:rStyle w:val="Datatype"/>
        </w:rPr>
        <w:t>track-changes</w:t>
      </w:r>
      <w:r>
        <w:t xml:space="preserve"> preference and includes a </w:t>
      </w:r>
      <w:r w:rsidRPr="008F78D2">
        <w:rPr>
          <w:i/>
        </w:rPr>
        <w:t>delta</w:t>
      </w:r>
      <w:r>
        <w:rPr>
          <w:i/>
        </w:rPr>
        <w:t xml:space="preserve"> </w:t>
      </w:r>
      <w:r w:rsidRPr="008F78D2">
        <w:rPr>
          <w:i/>
        </w:rPr>
        <w:t>link</w:t>
      </w:r>
      <w:r>
        <w:t xml:space="preserve"> on the last page of results.</w:t>
      </w:r>
    </w:p>
    <w:bookmarkStart w:id="732" w:name="_Delta_Link_URL"/>
    <w:bookmarkStart w:id="733" w:name="_Delta_Links"/>
    <w:bookmarkStart w:id="734" w:name="_Toc477876669"/>
    <w:bookmarkStart w:id="735" w:name="sec_DeltaLinks"/>
    <w:bookmarkEnd w:id="732"/>
    <w:bookmarkEnd w:id="733"/>
    <w:p w14:paraId="0C106EF3" w14:textId="77777777" w:rsidR="00752DAA" w:rsidRDefault="00752DAA" w:rsidP="006C1EBF">
      <w:pPr>
        <w:pStyle w:val="Heading3"/>
        <w:numPr>
          <w:ilvl w:val="2"/>
          <w:numId w:val="2"/>
        </w:numPr>
        <w:tabs>
          <w:tab w:val="left" w:pos="567"/>
        </w:tabs>
      </w:pPr>
      <w:r>
        <w:fldChar w:fldCharType="begin"/>
      </w:r>
      <w:r>
        <w:instrText xml:space="preserve"> HYPERLINK  \l "sec_DeltaLinks" </w:instrText>
      </w:r>
      <w:r>
        <w:fldChar w:fldCharType="separate"/>
      </w:r>
      <w:bookmarkStart w:id="736" w:name="_Toc494885085"/>
      <w:bookmarkStart w:id="737" w:name="_Toc494356832"/>
      <w:r w:rsidRPr="004A50BC">
        <w:rPr>
          <w:rStyle w:val="Hyperlink"/>
        </w:rPr>
        <w:t>Delta Links</w:t>
      </w:r>
      <w:bookmarkEnd w:id="734"/>
      <w:bookmarkEnd w:id="735"/>
      <w:bookmarkEnd w:id="736"/>
      <w:bookmarkEnd w:id="737"/>
      <w:r>
        <w:fldChar w:fldCharType="end"/>
      </w:r>
    </w:p>
    <w:p w14:paraId="6D7D22BC" w14:textId="77777777" w:rsidR="00752DAA" w:rsidRDefault="00752DAA" w:rsidP="00752DAA">
      <w:r>
        <w:t>Delta links are opaque, service-generated links that the client uses to retrieve subsequent changes to a result.</w:t>
      </w:r>
      <w:r w:rsidDel="007F5E99">
        <w:t xml:space="preserve"> </w:t>
      </w:r>
    </w:p>
    <w:p w14:paraId="74AA8AEB" w14:textId="77777777" w:rsidR="00752DAA" w:rsidRDefault="00752DAA" w:rsidP="00752DAA">
      <w:r>
        <w:t xml:space="preserve">Delta links are based on a </w:t>
      </w:r>
      <w:r w:rsidRPr="00270AFA">
        <w:rPr>
          <w:i/>
        </w:rPr>
        <w:t>defining query</w:t>
      </w:r>
      <w:r>
        <w:t xml:space="preserve"> that describes the set of results for which changes are being tracked; for example, the request that generated the results containing the delta link. The delta link encodes the collection of entities for which changes are being tracked, along with a starting point from which to track changes.</w:t>
      </w:r>
      <w:r w:rsidRPr="00B70798">
        <w:t xml:space="preserve"> </w:t>
      </w:r>
      <w:r>
        <w:t xml:space="preserve">OData services may use the reserved system query option </w:t>
      </w:r>
      <w:r w:rsidRPr="001D2C69">
        <w:rPr>
          <w:rStyle w:val="Datatype"/>
        </w:rPr>
        <w:t>$</w:t>
      </w:r>
      <w:r>
        <w:rPr>
          <w:rStyle w:val="Datatype"/>
        </w:rPr>
        <w:t>delta</w:t>
      </w:r>
      <w:r w:rsidRPr="001D2C69">
        <w:rPr>
          <w:rStyle w:val="Datatype"/>
        </w:rPr>
        <w:t>token</w:t>
      </w:r>
      <w:r>
        <w:t xml:space="preserve"> when </w:t>
      </w:r>
      <w:r>
        <w:lastRenderedPageBreak/>
        <w:t xml:space="preserve">building delta links. Its content is opaque, service-specific, and must only follow the rules for URL query parts. </w:t>
      </w:r>
    </w:p>
    <w:p w14:paraId="4DA046B1" w14:textId="77777777" w:rsidR="00752DAA" w:rsidRDefault="00752DAA" w:rsidP="00752DAA">
      <w:r>
        <w:t xml:space="preserve">If the defining query contains a </w:t>
      </w:r>
      <w:hyperlink w:anchor="sec_SystemQueryOptionschemaversion" w:history="1">
        <w:r w:rsidRPr="0092537C">
          <w:rPr>
            <w:rStyle w:val="Hyperlink"/>
            <w:rFonts w:ascii="Courier New" w:hAnsi="Courier New"/>
          </w:rPr>
          <w:t>$schemaversion</w:t>
        </w:r>
      </w:hyperlink>
      <w:r>
        <w:t xml:space="preserve"> system query option, the response MUST be represented according to that schema version.</w:t>
      </w:r>
    </w:p>
    <w:p w14:paraId="18C4CEBE" w14:textId="77777777" w:rsidR="00752DAA" w:rsidRPr="00BB6A3D" w:rsidRDefault="00752DAA" w:rsidP="00752DAA">
      <w:pPr>
        <w:rPr>
          <w:rFonts w:asciiTheme="minorHAnsi" w:hAnsiTheme="minorHAnsi"/>
          <w:szCs w:val="22"/>
        </w:rPr>
      </w:pPr>
      <w:r>
        <w:t xml:space="preserve">If the defining query contains a </w:t>
      </w:r>
      <w:hyperlink w:anchor="sec_SystemQueryOptionfilter" w:history="1">
        <w:r w:rsidRPr="00043DB3">
          <w:rPr>
            <w:rStyle w:val="Hyperlink"/>
            <w:rFonts w:ascii="Courier New" w:hAnsi="Courier New" w:cs="Courier New"/>
          </w:rPr>
          <w:t>$filter</w:t>
        </w:r>
      </w:hyperlink>
      <w:r>
        <w:rPr>
          <w:rStyle w:val="Hyperlink"/>
        </w:rPr>
        <w:t xml:space="preserve"> </w:t>
      </w:r>
      <w:r w:rsidRPr="001F4781">
        <w:t>or</w:t>
      </w:r>
      <w:r>
        <w:rPr>
          <w:rStyle w:val="Hyperlink"/>
        </w:rPr>
        <w:t xml:space="preserve"> </w:t>
      </w:r>
      <w:hyperlink w:anchor="sec_SystemQueryOptionsearch" w:history="1">
        <w:r w:rsidRPr="005D2F4D">
          <w:rPr>
            <w:rStyle w:val="Hyperlink"/>
            <w:rFonts w:ascii="Courier New" w:hAnsi="Courier New" w:cs="Courier New"/>
          </w:rPr>
          <w:t>$</w:t>
        </w:r>
        <w:r w:rsidRPr="00043DB3">
          <w:rPr>
            <w:rStyle w:val="Hyperlink"/>
            <w:rFonts w:ascii="Courier New" w:hAnsi="Courier New" w:cs="Courier New"/>
          </w:rPr>
          <w:t>search</w:t>
        </w:r>
      </w:hyperlink>
      <w:r>
        <w:t xml:space="preserve">, the response MUST include only changes to entities matching the specified criteria. Added entities MUST be returned for entities that were added or changed and now match the specified criteria, and deleted entities MUST be returned for entities that are changed to no longer match the criteria of </w:t>
      </w:r>
      <w:hyperlink w:anchor="sec_SystemQueryOptionfilter" w:history="1">
        <w:r w:rsidRPr="00043DB3">
          <w:rPr>
            <w:rStyle w:val="Hyperlink"/>
            <w:rFonts w:ascii="Courier New" w:hAnsi="Courier New" w:cs="Courier New"/>
          </w:rPr>
          <w:t>$filter</w:t>
        </w:r>
      </w:hyperlink>
      <w:r>
        <w:t xml:space="preserve"> or </w:t>
      </w:r>
      <w:hyperlink w:anchor="sec_SystemQueryOptionsearch" w:history="1">
        <w:r w:rsidRPr="0013572C">
          <w:rPr>
            <w:rStyle w:val="Datatype"/>
          </w:rPr>
          <w:t>$s</w:t>
        </w:r>
        <w:r w:rsidRPr="000A52D5">
          <w:rPr>
            <w:rStyle w:val="Hyperlink"/>
            <w:rFonts w:ascii="Courier New" w:hAnsi="Courier New" w:cs="Courier New"/>
          </w:rPr>
          <w:t>earch</w:t>
        </w:r>
      </w:hyperlink>
      <w:r>
        <w:t>.</w:t>
      </w:r>
    </w:p>
    <w:p w14:paraId="513C0BB7" w14:textId="77777777" w:rsidR="00752DAA" w:rsidRDefault="00752DAA" w:rsidP="00752DAA">
      <w:r>
        <w:t xml:space="preserve">The delta link MUST NOT encode any client </w:t>
      </w:r>
      <w:hyperlink w:anchor="sec_SystemQueryOptiontop" w:history="1">
        <w:r w:rsidRPr="009978B5">
          <w:rPr>
            <w:rStyle w:val="Hyperlink"/>
          </w:rPr>
          <w:t>top</w:t>
        </w:r>
      </w:hyperlink>
      <w:r>
        <w:t xml:space="preserve"> or </w:t>
      </w:r>
      <w:hyperlink w:anchor="sec_SystemQueryOptionskip" w:history="1">
        <w:r w:rsidRPr="009978B5">
          <w:rPr>
            <w:rStyle w:val="Hyperlink"/>
          </w:rPr>
          <w:t>skip</w:t>
        </w:r>
      </w:hyperlink>
      <w:r>
        <w:t xml:space="preserve"> value, and SHOULD NOT encode a request for an inline count.</w:t>
      </w:r>
    </w:p>
    <w:p w14:paraId="079A4A45" w14:textId="77777777" w:rsidR="00752DAA" w:rsidRDefault="00752DAA" w:rsidP="00752DAA">
      <w:r>
        <w:t xml:space="preserve">If the defining query includes expanded relationships, the delta link MUST return changes, additions, or deletions to the expanded entities, as well as added or deleted links to expanded entities or nested collections representing current membership. This is independent of whether related entity themselves or only references to related entities were requested.  </w:t>
      </w:r>
    </w:p>
    <w:p w14:paraId="451FE3ED" w14:textId="77777777" w:rsidR="00752DAA" w:rsidRDefault="00752DAA" w:rsidP="00752DAA">
      <w:r>
        <w:t xml:space="preserve">Navigation properties </w:t>
      </w:r>
      <w:r w:rsidRPr="00E13262">
        <w:t xml:space="preserve">specified in the </w:t>
      </w:r>
      <w:hyperlink w:anchor="sec_SystemQueryOptionselect" w:history="1">
        <w:r w:rsidRPr="00E13262">
          <w:rPr>
            <w:rStyle w:val="Datatype"/>
          </w:rPr>
          <w:t>$select</w:t>
        </w:r>
      </w:hyperlink>
      <w:r w:rsidRPr="00E13262">
        <w:t xml:space="preserve"> list of a defining query are not used to define the scope or contents of the items being tracked. Clients can specify </w:t>
      </w:r>
      <w:r w:rsidRPr="00CC593C">
        <w:rPr>
          <w:rStyle w:val="Datatype"/>
        </w:rPr>
        <w:t>/$ref</w:t>
      </w:r>
      <w:r w:rsidRPr="00E13262">
        <w:t xml:space="preserve"> in </w:t>
      </w:r>
      <w:hyperlink w:anchor="sec_SystemQueryOptionexpand" w:history="1">
        <w:r w:rsidRPr="00CC593C">
          <w:rPr>
            <w:rStyle w:val="Hyperlink"/>
            <w:rFonts w:ascii="Courier New" w:hAnsi="Courier New"/>
          </w:rPr>
          <w:t>$expand</w:t>
        </w:r>
      </w:hyperlink>
      <w:r w:rsidRPr="00E13262">
        <w:t xml:space="preserve"> in order to specify interest in the set of related entities without interest in changes to the content of those related entities.</w:t>
      </w:r>
    </w:p>
    <w:p w14:paraId="7377D10A" w14:textId="77777777" w:rsidR="00752DAA" w:rsidRDefault="00752DAA" w:rsidP="00752DAA">
      <w:pPr>
        <w:spacing w:after="0"/>
      </w:pPr>
      <w:r>
        <w:t>If an expanded entity becomes orphaned because all paths to the entity as specified in the defining query have been broken (i.e. due to relationship changes and/or changes or deletions to parent entities) then the service MUST return the appropriate notifications for the client to determine that the entity has been orphaned (i.e. the changed relationships and removed parent entities). The client should not assume that it will receive additional notifications for such an orphaned entity.</w:t>
      </w:r>
    </w:p>
    <w:p w14:paraId="569B5395" w14:textId="77777777" w:rsidR="00752DAA" w:rsidRDefault="00752DAA" w:rsidP="00752DAA">
      <w:r>
        <w:t xml:space="preserve">Entities are considered changed if any of the structural properties have changed. Changes to related entities and to streams are not considered a change to the entity containing the stream or navigation property. </w:t>
      </w:r>
    </w:p>
    <w:p w14:paraId="1FE26B26" w14:textId="77777777" w:rsidR="00752DAA" w:rsidRDefault="00752DAA" w:rsidP="00752DAA">
      <w:r>
        <w:t xml:space="preserve">If the defining query contains a </w:t>
      </w:r>
      <w:hyperlink w:anchor="sec_SpecifyingPropertiestoReturn" w:history="1">
        <w:r w:rsidRPr="00BB6A3D">
          <w:rPr>
            <w:rStyle w:val="Hyperlink"/>
          </w:rPr>
          <w:t>projection</w:t>
        </w:r>
      </w:hyperlink>
      <w:r>
        <w:t>, the generated delta link SHOULD logically include the same projection, such that the delta query only includes fields specified in the projection. Services MAY use the projection to limit the entities returned to those that have changed within the selected fields, but the client MUST be prepared to receive entities returned whether or not the field that changed was specified in the projection</w:t>
      </w:r>
      <w:r w:rsidDel="00DB3DE6">
        <w:t>.</w:t>
      </w:r>
    </w:p>
    <w:bookmarkStart w:id="738" w:name="_Toc477876670"/>
    <w:bookmarkStart w:id="739" w:name="sec_UsingDeltaLinks"/>
    <w:p w14:paraId="4C35597C" w14:textId="77777777" w:rsidR="00752DAA" w:rsidRDefault="00752DAA" w:rsidP="006C1EBF">
      <w:pPr>
        <w:pStyle w:val="Heading3"/>
        <w:numPr>
          <w:ilvl w:val="2"/>
          <w:numId w:val="2"/>
        </w:numPr>
        <w:tabs>
          <w:tab w:val="left" w:pos="567"/>
        </w:tabs>
      </w:pPr>
      <w:r>
        <w:fldChar w:fldCharType="begin"/>
      </w:r>
      <w:r>
        <w:instrText xml:space="preserve"> HYPERLINK  \l "sec_UsingDeltaLinks" </w:instrText>
      </w:r>
      <w:r>
        <w:fldChar w:fldCharType="separate"/>
      </w:r>
      <w:bookmarkStart w:id="740" w:name="_Toc494885086"/>
      <w:bookmarkStart w:id="741" w:name="_Toc494356833"/>
      <w:r w:rsidRPr="004A50BC">
        <w:rPr>
          <w:rStyle w:val="Hyperlink"/>
        </w:rPr>
        <w:t>Using Delta Links</w:t>
      </w:r>
      <w:bookmarkEnd w:id="738"/>
      <w:bookmarkEnd w:id="739"/>
      <w:bookmarkEnd w:id="740"/>
      <w:bookmarkEnd w:id="741"/>
      <w:r>
        <w:fldChar w:fldCharType="end"/>
      </w:r>
    </w:p>
    <w:p w14:paraId="35B6CB3B" w14:textId="77777777" w:rsidR="00752DAA" w:rsidRDefault="00752DAA" w:rsidP="00752DAA">
      <w:pPr>
        <w:spacing w:after="0"/>
      </w:pPr>
      <w:r>
        <w:t xml:space="preserve">The client requests changes by invoking the </w:t>
      </w:r>
      <w:r w:rsidRPr="00E00970">
        <w:rPr>
          <w:rStyle w:val="Datatype"/>
        </w:rPr>
        <w:t>GET</w:t>
      </w:r>
      <w:r>
        <w:t xml:space="preserve"> method on the </w:t>
      </w:r>
      <w:hyperlink w:anchor="sec_DeltaLinks" w:history="1">
        <w:r w:rsidRPr="007F5E99">
          <w:rPr>
            <w:rStyle w:val="Hyperlink"/>
          </w:rPr>
          <w:t>delta link</w:t>
        </w:r>
      </w:hyperlink>
      <w:r>
        <w:t xml:space="preserve">. The client MUST NOT attempt to append system query options to the delta </w:t>
      </w:r>
      <w:r w:rsidDel="00DD44E6">
        <w:t>link</w:t>
      </w:r>
      <w:r>
        <w:t>.</w:t>
      </w:r>
      <w:r w:rsidRPr="00762EB8">
        <w:t xml:space="preserve"> </w:t>
      </w:r>
      <w:r>
        <w:t xml:space="preserve">The </w:t>
      </w:r>
      <w:hyperlink w:anchor="sec_HeaderAccept" w:history="1">
        <w:r w:rsidRPr="00561F38">
          <w:rPr>
            <w:rStyle w:val="Hyperlink"/>
            <w:rFonts w:ascii="Courier New" w:hAnsi="Courier New"/>
          </w:rPr>
          <w:t>Accept</w:t>
        </w:r>
      </w:hyperlink>
      <w:r>
        <w:t xml:space="preserve"> header MAY be used to specify the desired response format.</w:t>
      </w:r>
    </w:p>
    <w:p w14:paraId="409F6077" w14:textId="77777777" w:rsidR="00752DAA" w:rsidRDefault="00752DAA" w:rsidP="00752DAA">
      <w:pPr>
        <w:spacing w:after="0"/>
      </w:pPr>
      <w:r>
        <w:t xml:space="preserve">Clients SHOULD specify the same </w:t>
      </w:r>
      <w:hyperlink w:anchor="sec_HeaderAcceptLanguage" w:history="1">
        <w:r w:rsidRPr="00561F38">
          <w:rPr>
            <w:rStyle w:val="Hyperlink"/>
            <w:rFonts w:ascii="Courier New" w:hAnsi="Courier New" w:cs="Courier New"/>
          </w:rPr>
          <w:t>Accept-Language</w:t>
        </w:r>
      </w:hyperlink>
      <w:r>
        <w:t xml:space="preserve"> header when querying the delta link as was specified in the defining query. Services MAY return </w:t>
      </w:r>
      <w:hyperlink w:anchor="sec_ResponseCode406NotAcceptable" w:history="1">
        <w:r w:rsidRPr="00561F38">
          <w:rPr>
            <w:rStyle w:val="Hyperlink"/>
            <w:rFonts w:ascii="Courier New" w:hAnsi="Courier New" w:cs="Courier New"/>
          </w:rPr>
          <w:t>406 Not Acceptable</w:t>
        </w:r>
      </w:hyperlink>
      <w:r>
        <w:t xml:space="preserve"> if a different </w:t>
      </w:r>
      <w:r w:rsidRPr="00FC6179">
        <w:rPr>
          <w:rFonts w:ascii="Courier New" w:hAnsi="Courier New" w:cs="Courier New"/>
        </w:rPr>
        <w:t>Accept-Language</w:t>
      </w:r>
      <w:r>
        <w:t xml:space="preserve"> is specified. If a service does support an </w:t>
      </w:r>
      <w:r w:rsidRPr="00FC6179">
        <w:rPr>
          <w:rFonts w:ascii="Courier New" w:hAnsi="Courier New" w:cs="Courier New"/>
        </w:rPr>
        <w:t>Accept-Language</w:t>
      </w:r>
      <w:r>
        <w:t xml:space="preserve"> header it MAY return changes only visible in that language, or MAY include records that have changes not visible in the requested language.</w:t>
      </w:r>
    </w:p>
    <w:p w14:paraId="3D447A64" w14:textId="77777777" w:rsidR="00752DAA" w:rsidRDefault="00752DAA" w:rsidP="00752DAA">
      <w:r>
        <w:t xml:space="preserve">The </w:t>
      </w:r>
      <w:hyperlink w:anchor="sec_RequestingtheNumberofItemsinaCollect" w:history="1">
        <w:r w:rsidRPr="00355487">
          <w:rPr>
            <w:rStyle w:val="Hyperlink"/>
            <w:rFonts w:ascii="Courier New" w:hAnsi="Courier New" w:cs="Courier New"/>
          </w:rPr>
          <w:t>/$count</w:t>
        </w:r>
      </w:hyperlink>
      <w:r>
        <w:t xml:space="preserve"> segment can be appended to the path of a delta link in order to get just the number of changes available. The count</w:t>
      </w:r>
      <w:r w:rsidDel="00FE2E0B">
        <w:t xml:space="preserve"> </w:t>
      </w:r>
      <w:r>
        <w:t>includes all added, changed, or deleted entities, as well as added or deleted links.</w:t>
      </w:r>
    </w:p>
    <w:p w14:paraId="07181AE9" w14:textId="77777777" w:rsidR="00752DAA" w:rsidRDefault="00752DAA" w:rsidP="00752DAA">
      <w:r>
        <w:t>The results of a request against the delta link may span multiple pages but MUST be ordered by the service across all pages in such a way as to guarantee consistency when applied in order to the response which contained the delta link</w:t>
      </w:r>
      <w:r w:rsidDel="00CD4E82">
        <w:t>.</w:t>
      </w:r>
    </w:p>
    <w:p w14:paraId="42CD022F" w14:textId="77777777" w:rsidR="00752DAA" w:rsidRDefault="00752DAA" w:rsidP="00752DAA">
      <w:pPr>
        <w:spacing w:after="0"/>
      </w:pPr>
      <w:r>
        <w:t>Services SHOULD return only changed entities, but MAY return additional entities matching the defining query for which the client may not see a change.</w:t>
      </w:r>
    </w:p>
    <w:p w14:paraId="4DD99EFD" w14:textId="77777777" w:rsidR="00752DAA" w:rsidRDefault="00752DAA" w:rsidP="00752DAA">
      <w:pPr>
        <w:spacing w:after="0"/>
      </w:pPr>
      <w:r>
        <w:t xml:space="preserve">In order to continue tracking changes beyond the current set, the client specifies </w:t>
      </w:r>
      <w:hyperlink w:anchor="sec_Preferencetrackchangesodatatrackchan" w:history="1">
        <w:r w:rsidRPr="00914AB6">
          <w:rPr>
            <w:rStyle w:val="Hyperlink"/>
            <w:rFonts w:ascii="Courier New" w:hAnsi="Courier New" w:cs="Courier New"/>
          </w:rPr>
          <w:t>track-changes</w:t>
        </w:r>
      </w:hyperlink>
      <w:r w:rsidRPr="00EA6499">
        <w:t xml:space="preserve"> </w:t>
      </w:r>
      <w:r>
        <w:t xml:space="preserve">on the initial request to the delta link but is not required to repeat it for subsequent </w:t>
      </w:r>
      <w:hyperlink w:anchor="sec_ServerDrivenPaging" w:history="1">
        <w:r>
          <w:rPr>
            <w:rStyle w:val="Hyperlink"/>
          </w:rPr>
          <w:t>pages</w:t>
        </w:r>
      </w:hyperlink>
      <w:r>
        <w:rPr>
          <w:rStyle w:val="Hyperlink"/>
        </w:rPr>
        <w:t>.</w:t>
      </w:r>
      <w:r>
        <w:t xml:space="preserve"> The new delta link </w:t>
      </w:r>
      <w:r>
        <w:lastRenderedPageBreak/>
        <w:t>appears at the end of the last page of changes and</w:t>
      </w:r>
      <w:r w:rsidDel="00EA6499">
        <w:t xml:space="preserve"> </w:t>
      </w:r>
      <w:r>
        <w:t xml:space="preserve">MUST return all changes subsequent to the last change of the previous delta link. </w:t>
      </w:r>
    </w:p>
    <w:p w14:paraId="30B5288D" w14:textId="77777777" w:rsidR="00752DAA" w:rsidRDefault="00752DAA" w:rsidP="00752DAA">
      <w:pPr>
        <w:spacing w:after="0"/>
      </w:pPr>
      <w:r>
        <w:t>If no changes have occurred, the response is an empty collection that contains a delta link for subsequent changes if requested. This delta link MAY be identical to the delta link resulting in the empty collection of changes.</w:t>
      </w:r>
    </w:p>
    <w:p w14:paraId="30E17E7E" w14:textId="77777777" w:rsidR="00752DAA" w:rsidRPr="00914AB6" w:rsidRDefault="00752DAA" w:rsidP="00752DAA">
      <w:pPr>
        <w:spacing w:after="0"/>
      </w:pPr>
      <w:r>
        <w:t xml:space="preserve">If the delta link is no longer valid, the service responds with </w:t>
      </w:r>
      <w:hyperlink w:anchor="sec_ResponseCode410Gone" w:history="1">
        <w:r w:rsidRPr="00853C42">
          <w:rPr>
            <w:rStyle w:val="Hyperlink"/>
            <w:rFonts w:ascii="Courier New" w:hAnsi="Courier New" w:cs="Courier New"/>
          </w:rPr>
          <w:t>410 Gone</w:t>
        </w:r>
      </w:hyperlink>
      <w:r>
        <w:t xml:space="preserve">, and SHOULD include the URL for refetching the entire set in the </w:t>
      </w:r>
      <w:r>
        <w:rPr>
          <w:rFonts w:ascii="Courier New" w:hAnsi="Courier New" w:cs="Courier New"/>
        </w:rPr>
        <w:t>L</w:t>
      </w:r>
      <w:r w:rsidRPr="00413C7E">
        <w:rPr>
          <w:rFonts w:ascii="Courier New" w:hAnsi="Courier New" w:cs="Courier New"/>
        </w:rPr>
        <w:t>ocation</w:t>
      </w:r>
      <w:r>
        <w:t xml:space="preserve"> header of the response.</w:t>
      </w:r>
    </w:p>
    <w:bookmarkStart w:id="742" w:name="_Data_Modification"/>
    <w:bookmarkStart w:id="743" w:name="sec_DeltaPayloads"/>
    <w:bookmarkStart w:id="744" w:name="_Toc477876671"/>
    <w:bookmarkEnd w:id="742"/>
    <w:p w14:paraId="55BE765F" w14:textId="77777777" w:rsidR="00752DAA" w:rsidRDefault="00752DAA" w:rsidP="006C1EBF">
      <w:pPr>
        <w:pStyle w:val="Heading3"/>
        <w:numPr>
          <w:ilvl w:val="2"/>
          <w:numId w:val="2"/>
        </w:numPr>
        <w:tabs>
          <w:tab w:val="left" w:pos="567"/>
        </w:tabs>
      </w:pPr>
      <w:r>
        <w:fldChar w:fldCharType="begin"/>
      </w:r>
      <w:r>
        <w:instrText xml:space="preserve"> HYPERLINK  \l "sec_DeltaPayloads" </w:instrText>
      </w:r>
      <w:r>
        <w:fldChar w:fldCharType="separate"/>
      </w:r>
      <w:bookmarkStart w:id="745" w:name="_Toc494885087"/>
      <w:bookmarkStart w:id="746" w:name="_Toc494356834"/>
      <w:r w:rsidRPr="004A50BC">
        <w:rPr>
          <w:rStyle w:val="Hyperlink"/>
        </w:rPr>
        <w:t>Delta Payloads</w:t>
      </w:r>
      <w:bookmarkEnd w:id="743"/>
      <w:bookmarkEnd w:id="745"/>
      <w:bookmarkEnd w:id="746"/>
      <w:r>
        <w:fldChar w:fldCharType="end"/>
      </w:r>
    </w:p>
    <w:p w14:paraId="06D0091C" w14:textId="77777777" w:rsidR="00752DAA" w:rsidRDefault="00752DAA" w:rsidP="00752DAA">
      <w:pPr>
        <w:spacing w:after="0"/>
      </w:pPr>
      <w:r>
        <w:t>A delta payload represents changes to a known state. A delta payload includes added entities, changed entities, and deleted entities, as well as a representation of added and removed relationships.</w:t>
      </w:r>
    </w:p>
    <w:p w14:paraId="75FA2E8A" w14:textId="77777777" w:rsidR="00752DAA" w:rsidRPr="00914AB6" w:rsidRDefault="00752DAA" w:rsidP="00752DAA">
      <w:pPr>
        <w:spacing w:after="0"/>
      </w:pPr>
      <w:r>
        <w:t xml:space="preserve">Delta payloads can be </w:t>
      </w:r>
      <w:hyperlink w:anchor="sec_RequestingChanges" w:history="1">
        <w:r w:rsidRPr="00CE3A0D">
          <w:rPr>
            <w:rStyle w:val="Hyperlink"/>
          </w:rPr>
          <w:t>requested</w:t>
        </w:r>
      </w:hyperlink>
      <w:r>
        <w:t xml:space="preserve"> from the service using a delta link, or provided as updates to the service.</w:t>
      </w:r>
    </w:p>
    <w:bookmarkStart w:id="747" w:name="sec_DataModification"/>
    <w:p w14:paraId="19D86D41" w14:textId="77777777" w:rsidR="00752DAA" w:rsidRDefault="00752DAA" w:rsidP="006C1EBF">
      <w:pPr>
        <w:pStyle w:val="Heading2"/>
        <w:numPr>
          <w:ilvl w:val="1"/>
          <w:numId w:val="2"/>
        </w:numPr>
        <w:tabs>
          <w:tab w:val="left" w:pos="567"/>
        </w:tabs>
      </w:pPr>
      <w:r>
        <w:fldChar w:fldCharType="begin"/>
      </w:r>
      <w:r>
        <w:instrText xml:space="preserve"> HYPERLINK  \l "sec_DataModification" </w:instrText>
      </w:r>
      <w:r>
        <w:fldChar w:fldCharType="separate"/>
      </w:r>
      <w:bookmarkStart w:id="748" w:name="_Toc494885088"/>
      <w:bookmarkStart w:id="749" w:name="_Toc494356835"/>
      <w:r w:rsidRPr="004A50BC">
        <w:rPr>
          <w:rStyle w:val="Hyperlink"/>
        </w:rPr>
        <w:t>Data Modification</w:t>
      </w:r>
      <w:bookmarkEnd w:id="744"/>
      <w:bookmarkEnd w:id="747"/>
      <w:bookmarkEnd w:id="748"/>
      <w:bookmarkEnd w:id="749"/>
      <w:r>
        <w:fldChar w:fldCharType="end"/>
      </w:r>
    </w:p>
    <w:p w14:paraId="1EE419AD" w14:textId="77777777" w:rsidR="00752DAA" w:rsidRDefault="00752DAA" w:rsidP="00752DAA">
      <w:r>
        <w:t xml:space="preserve">Updatable OData services support Create, Update, and Delete operations for some or all exposed entities. Additionally, </w:t>
      </w:r>
      <w:hyperlink w:anchor="sec_Actions" w:history="1">
        <w:r>
          <w:rPr>
            <w:rStyle w:val="Hyperlink"/>
          </w:rPr>
          <w:t>Actions</w:t>
        </w:r>
      </w:hyperlink>
      <w:r>
        <w:rPr>
          <w:rStyle w:val="Hyperlink"/>
        </w:rPr>
        <w:t xml:space="preserve"> </w:t>
      </w:r>
      <w:r>
        <w:t>supported by a service can affect the state of the system.</w:t>
      </w:r>
    </w:p>
    <w:p w14:paraId="2FB9CB21" w14:textId="77777777" w:rsidR="00752DAA" w:rsidRDefault="00752DAA" w:rsidP="00752DAA">
      <w:r>
        <w:t xml:space="preserve">A successfully completed </w:t>
      </w:r>
      <w:hyperlink w:anchor="sec_DataModification" w:history="1">
        <w:r w:rsidRPr="00130E4B">
          <w:rPr>
            <w:rStyle w:val="Hyperlink"/>
          </w:rPr>
          <w:t>Data Modification Request</w:t>
        </w:r>
      </w:hyperlink>
      <w:r>
        <w:t xml:space="preserve"> must not violate the integrity of the data.</w:t>
      </w:r>
    </w:p>
    <w:p w14:paraId="05B27D32" w14:textId="77777777" w:rsidR="00752DAA" w:rsidRDefault="00752DAA" w:rsidP="00752DAA">
      <w:r>
        <w:t xml:space="preserve">The client may request whether content be returned from a Create, Update, or Delete request, or the invocation of an Action, by specifying the </w:t>
      </w:r>
      <w:hyperlink w:anchor="sec_Preferencereturnrepresentationandret" w:history="1">
        <w:r w:rsidRPr="009C4880">
          <w:rPr>
            <w:rStyle w:val="Hyperlink"/>
            <w:rFonts w:ascii="Courier New" w:hAnsi="Courier New" w:cs="Courier New"/>
          </w:rPr>
          <w:t>return</w:t>
        </w:r>
        <w:r w:rsidRPr="009C4880">
          <w:rPr>
            <w:rStyle w:val="Hyperlink"/>
          </w:rPr>
          <w:t xml:space="preserve"> Prefer header</w:t>
        </w:r>
      </w:hyperlink>
      <w:r>
        <w:t>.</w:t>
      </w:r>
    </w:p>
    <w:bookmarkStart w:id="750" w:name="_Toc477876672"/>
    <w:bookmarkStart w:id="751" w:name="sec_CommonDataModificationSemantics"/>
    <w:p w14:paraId="2B79903A" w14:textId="77777777" w:rsidR="00752DAA" w:rsidRDefault="00752DAA" w:rsidP="006C1EBF">
      <w:pPr>
        <w:pStyle w:val="Heading3"/>
        <w:numPr>
          <w:ilvl w:val="2"/>
          <w:numId w:val="2"/>
        </w:numPr>
        <w:tabs>
          <w:tab w:val="left" w:pos="567"/>
        </w:tabs>
      </w:pPr>
      <w:r>
        <w:fldChar w:fldCharType="begin"/>
      </w:r>
      <w:r>
        <w:instrText xml:space="preserve"> HYPERLINK  \l "sec_CommonDataModificationSemantics" </w:instrText>
      </w:r>
      <w:r>
        <w:fldChar w:fldCharType="separate"/>
      </w:r>
      <w:bookmarkStart w:id="752" w:name="_Toc494885089"/>
      <w:bookmarkStart w:id="753" w:name="_Toc494356836"/>
      <w:r w:rsidRPr="004A50BC">
        <w:rPr>
          <w:rStyle w:val="Hyperlink"/>
        </w:rPr>
        <w:t>Common Data Modification Semantics</w:t>
      </w:r>
      <w:bookmarkEnd w:id="750"/>
      <w:bookmarkEnd w:id="751"/>
      <w:bookmarkEnd w:id="752"/>
      <w:bookmarkEnd w:id="753"/>
      <w:r>
        <w:fldChar w:fldCharType="end"/>
      </w:r>
    </w:p>
    <w:p w14:paraId="719EC939" w14:textId="77777777" w:rsidR="00752DAA" w:rsidRDefault="002A710D" w:rsidP="00752DAA">
      <w:hyperlink w:anchor="sec_DataModification" w:history="1">
        <w:r w:rsidR="00752DAA" w:rsidRPr="002C42AC">
          <w:rPr>
            <w:rStyle w:val="Hyperlink"/>
          </w:rPr>
          <w:t>Data Modification Reques</w:t>
        </w:r>
        <w:r w:rsidR="00752DAA">
          <w:rPr>
            <w:rStyle w:val="Hyperlink"/>
          </w:rPr>
          <w:t>ts</w:t>
        </w:r>
      </w:hyperlink>
      <w:r w:rsidR="00752DAA">
        <w:t xml:space="preserve"> share the following semantics.</w:t>
      </w:r>
    </w:p>
    <w:bookmarkStart w:id="754" w:name="_Use_of_ETags"/>
    <w:bookmarkStart w:id="755" w:name="_Toc477876673"/>
    <w:bookmarkStart w:id="756" w:name="sec_UseofETagsforAvoidingUpdateConflicts"/>
    <w:bookmarkEnd w:id="754"/>
    <w:p w14:paraId="739A8CD6" w14:textId="77777777" w:rsidR="00752DAA" w:rsidRDefault="00752DAA" w:rsidP="006C1EBF">
      <w:pPr>
        <w:pStyle w:val="Heading4"/>
        <w:numPr>
          <w:ilvl w:val="3"/>
          <w:numId w:val="2"/>
        </w:numPr>
        <w:tabs>
          <w:tab w:val="left" w:pos="567"/>
        </w:tabs>
      </w:pPr>
      <w:r>
        <w:fldChar w:fldCharType="begin"/>
      </w:r>
      <w:r>
        <w:instrText xml:space="preserve"> HYPERLINK  \l "sec_UseofETagsforAvoidingUpdateConflicts" </w:instrText>
      </w:r>
      <w:r>
        <w:fldChar w:fldCharType="separate"/>
      </w:r>
      <w:bookmarkStart w:id="757" w:name="_Toc494885090"/>
      <w:bookmarkStart w:id="758" w:name="_Toc494356837"/>
      <w:r w:rsidRPr="004A50BC">
        <w:rPr>
          <w:rStyle w:val="Hyperlink"/>
        </w:rPr>
        <w:t>Use of ETags for Avoiding Update Conflicts</w:t>
      </w:r>
      <w:bookmarkEnd w:id="755"/>
      <w:bookmarkEnd w:id="756"/>
      <w:bookmarkEnd w:id="757"/>
      <w:bookmarkEnd w:id="758"/>
      <w:r>
        <w:fldChar w:fldCharType="end"/>
      </w:r>
    </w:p>
    <w:p w14:paraId="0B19D4C6" w14:textId="77777777" w:rsidR="00752DAA" w:rsidRDefault="00752DAA" w:rsidP="00752DAA">
      <w:r>
        <w:t>Each entity has its own ETag value that MUST change when structural properties or links from that entity have changed. In addition, modifying, adding, or deleting a contained entity MAY change the ETag of the parent entity.</w:t>
      </w:r>
    </w:p>
    <w:p w14:paraId="79045A1C" w14:textId="77777777" w:rsidR="00752DAA" w:rsidRDefault="00752DAA" w:rsidP="00752DAA">
      <w:r>
        <w:t xml:space="preserve">If an ETag value is specified in an </w:t>
      </w:r>
      <w:hyperlink w:anchor="sec_HeaderIfMatch">
        <w:r w:rsidRPr="00600625">
          <w:rPr>
            <w:rStyle w:val="Hyperlink"/>
            <w:rFonts w:ascii="Courier New" w:hAnsi="Courier New"/>
          </w:rPr>
          <w:t>If-Match</w:t>
        </w:r>
      </w:hyperlink>
      <w:r>
        <w:t xml:space="preserve"> or </w:t>
      </w:r>
      <w:hyperlink w:anchor="sec_HeaderIfNoneMatch">
        <w:r w:rsidRPr="00600625">
          <w:rPr>
            <w:rStyle w:val="Hyperlink"/>
            <w:rFonts w:ascii="Courier New" w:hAnsi="Courier New"/>
          </w:rPr>
          <w:t>If-None-Match</w:t>
        </w:r>
      </w:hyperlink>
      <w:r>
        <w:t xml:space="preserve"> header of a </w:t>
      </w:r>
      <w:hyperlink w:anchor="sec_DataModification" w:history="1">
        <w:hyperlink w:anchor="sec_DataModification" w:history="1">
          <w:r w:rsidRPr="00130E4B">
            <w:rPr>
              <w:rStyle w:val="Hyperlink"/>
            </w:rPr>
            <w:t>Data Modification Request</w:t>
          </w:r>
        </w:hyperlink>
      </w:hyperlink>
      <w:r>
        <w:t xml:space="preserve"> or </w:t>
      </w:r>
      <w:hyperlink w:anchor="sec_Actions" w:history="1">
        <w:r w:rsidRPr="002C42AC">
          <w:rPr>
            <w:rStyle w:val="Hyperlink"/>
          </w:rPr>
          <w:t>Action Request</w:t>
        </w:r>
      </w:hyperlink>
      <w:r>
        <w:t xml:space="preserve">, the operation MUST only be invoked if the </w:t>
      </w:r>
      <w:r w:rsidRPr="00262941">
        <w:rPr>
          <w:rFonts w:ascii="Courier New" w:hAnsi="Courier New" w:cs="Courier New"/>
        </w:rPr>
        <w:t>if-match</w:t>
      </w:r>
      <w:r>
        <w:t xml:space="preserve"> or </w:t>
      </w:r>
      <w:r w:rsidRPr="00262941">
        <w:rPr>
          <w:rFonts w:ascii="Courier New" w:hAnsi="Courier New" w:cs="Courier New"/>
        </w:rPr>
        <w:t>if-none-match</w:t>
      </w:r>
      <w:r>
        <w:t xml:space="preserve"> condition is satisfied.</w:t>
      </w:r>
    </w:p>
    <w:p w14:paraId="3701EE7E" w14:textId="77777777" w:rsidR="00752DAA" w:rsidRDefault="00752DAA" w:rsidP="00752DAA">
      <w:r>
        <w:t xml:space="preserve">The ETag value specified in the </w:t>
      </w:r>
      <w:r w:rsidRPr="00262941">
        <w:rPr>
          <w:rFonts w:ascii="Courier New" w:hAnsi="Courier New" w:cs="Courier New"/>
        </w:rPr>
        <w:t>if-match</w:t>
      </w:r>
      <w:r>
        <w:t xml:space="preserve"> or </w:t>
      </w:r>
      <w:r w:rsidRPr="00262941">
        <w:rPr>
          <w:rFonts w:ascii="Courier New" w:hAnsi="Courier New" w:cs="Courier New"/>
        </w:rPr>
        <w:t>if-none-match</w:t>
      </w:r>
      <w:r>
        <w:t xml:space="preserve"> request header may be obtained from an </w:t>
      </w:r>
      <w:hyperlink w:anchor="sec_HeaderETag" w:history="1">
        <w:r w:rsidRPr="003C4D91">
          <w:rPr>
            <w:rStyle w:val="Hyperlink"/>
          </w:rPr>
          <w:t>ETag header</w:t>
        </w:r>
      </w:hyperlink>
      <w:r>
        <w:t xml:space="preserve"> of a response for an individual entity, or may be included for an individual entity in a format-specific manner.</w:t>
      </w:r>
    </w:p>
    <w:p w14:paraId="6027173C" w14:textId="77777777" w:rsidR="00752DAA" w:rsidRDefault="00752DAA" w:rsidP="00752DAA">
      <w:r>
        <w:t xml:space="preserve">For requests including an </w:t>
      </w:r>
      <w:hyperlink w:anchor="sec_HeaderODataVersion" w:history="1">
        <w:r w:rsidRPr="004875B7">
          <w:rPr>
            <w:rStyle w:val="Hyperlink"/>
            <w:rFonts w:ascii="Courier New" w:hAnsi="Courier New"/>
          </w:rPr>
          <w:t>OData-Version</w:t>
        </w:r>
      </w:hyperlink>
      <w:r>
        <w:t xml:space="preserve"> header value of </w:t>
      </w:r>
      <w:r w:rsidRPr="0040144F">
        <w:rPr>
          <w:rFonts w:ascii="Courier New" w:hAnsi="Courier New" w:cs="Courier New"/>
        </w:rPr>
        <w:t>4.01</w:t>
      </w:r>
      <w:r>
        <w:t xml:space="preserve">, any ETag values specified in the payload of an </w:t>
      </w:r>
      <w:hyperlink w:anchor="sec_UpdateanEntity" w:history="1">
        <w:r w:rsidRPr="0040144F">
          <w:rPr>
            <w:rStyle w:val="Hyperlink"/>
          </w:rPr>
          <w:t>update request</w:t>
        </w:r>
      </w:hyperlink>
      <w:r>
        <w:t xml:space="preserve"> MUST be “</w:t>
      </w:r>
      <w:r w:rsidRPr="0040144F">
        <w:rPr>
          <w:rFonts w:ascii="Courier New" w:hAnsi="Courier New" w:cs="Courier New"/>
        </w:rPr>
        <w:t>*</w:t>
      </w:r>
      <w:r>
        <w:t>” or match the current value for the record being updated.</w:t>
      </w:r>
    </w:p>
    <w:bookmarkStart w:id="759" w:name="_Differential_Update"/>
    <w:bookmarkStart w:id="760" w:name="_Create_an_Entity"/>
    <w:bookmarkStart w:id="761" w:name="_Toc477876674"/>
    <w:bookmarkStart w:id="762" w:name="sec_HandlingofDateTimeOffsetValues"/>
    <w:bookmarkEnd w:id="759"/>
    <w:bookmarkEnd w:id="760"/>
    <w:p w14:paraId="56B3533B" w14:textId="77777777" w:rsidR="00752DAA" w:rsidRDefault="00752DAA" w:rsidP="006C1EBF">
      <w:pPr>
        <w:pStyle w:val="Heading4"/>
        <w:numPr>
          <w:ilvl w:val="3"/>
          <w:numId w:val="2"/>
        </w:numPr>
        <w:tabs>
          <w:tab w:val="left" w:pos="567"/>
        </w:tabs>
      </w:pPr>
      <w:r>
        <w:fldChar w:fldCharType="begin"/>
      </w:r>
      <w:r>
        <w:instrText xml:space="preserve"> HYPERLINK  \l "sec_HandlingofDateTimeOffsetValues" </w:instrText>
      </w:r>
      <w:r>
        <w:fldChar w:fldCharType="separate"/>
      </w:r>
      <w:bookmarkStart w:id="763" w:name="_Toc494885091"/>
      <w:bookmarkStart w:id="764" w:name="_Toc494356838"/>
      <w:r w:rsidRPr="004A50BC">
        <w:rPr>
          <w:rStyle w:val="Hyperlink"/>
        </w:rPr>
        <w:t>Handling of DateTimeOffset Values</w:t>
      </w:r>
      <w:bookmarkEnd w:id="761"/>
      <w:bookmarkEnd w:id="762"/>
      <w:bookmarkEnd w:id="763"/>
      <w:bookmarkEnd w:id="764"/>
      <w:r>
        <w:fldChar w:fldCharType="end"/>
      </w:r>
    </w:p>
    <w:p w14:paraId="388CD0A1" w14:textId="77777777" w:rsidR="00752DAA" w:rsidRPr="00830D96" w:rsidRDefault="00752DAA" w:rsidP="00752DAA">
      <w:pPr>
        <w:rPr>
          <w:szCs w:val="20"/>
        </w:rPr>
      </w:pPr>
      <w:r w:rsidRPr="00922349">
        <w:t xml:space="preserve">Services SHOULD preserve the offset of </w:t>
      </w:r>
      <w:r w:rsidRPr="00922349">
        <w:rPr>
          <w:rStyle w:val="Datatype"/>
        </w:rPr>
        <w:t>Edm.DateTimeOffset</w:t>
      </w:r>
      <w:r w:rsidRPr="00922349">
        <w:t xml:space="preserve"> values, if possible. However, where the underlying storage does not support offset serv</w:t>
      </w:r>
      <w:r>
        <w:t>ices</w:t>
      </w:r>
      <w:r w:rsidRPr="00922349">
        <w:t xml:space="preserve"> </w:t>
      </w:r>
      <w:r>
        <w:t>may</w:t>
      </w:r>
      <w:r w:rsidRPr="00922349">
        <w:t xml:space="preserve"> be forced to normalize the value to some </w:t>
      </w:r>
      <w:r w:rsidRPr="00830D96">
        <w:rPr>
          <w:szCs w:val="20"/>
        </w:rPr>
        <w:t>common time zone (i.e. UTC) in which case the result would be returned with that time zone offset. I</w:t>
      </w:r>
      <w:r>
        <w:rPr>
          <w:szCs w:val="20"/>
        </w:rPr>
        <w:t xml:space="preserve">f the service normalizes values, it </w:t>
      </w:r>
      <w:r w:rsidRPr="00830D96">
        <w:rPr>
          <w:rFonts w:cs="Arial"/>
          <w:color w:val="000000"/>
          <w:szCs w:val="20"/>
          <w:shd w:val="clear" w:color="auto" w:fill="FFFFFF"/>
        </w:rPr>
        <w:t xml:space="preserve">MUST fail evaluation of the </w:t>
      </w:r>
      <w:hyperlink w:anchor="sec_BuiltinQueryFunctions" w:history="1">
        <w:r w:rsidRPr="00190A7E">
          <w:rPr>
            <w:rStyle w:val="Hyperlink"/>
            <w:rFonts w:cs="Arial"/>
            <w:szCs w:val="20"/>
            <w:shd w:val="clear" w:color="auto" w:fill="FFFFFF"/>
          </w:rPr>
          <w:t xml:space="preserve">query functions </w:t>
        </w:r>
      </w:hyperlink>
      <w:r w:rsidRPr="009D01FA">
        <w:rPr>
          <w:rStyle w:val="Datatype"/>
        </w:rPr>
        <w:t>year</w:t>
      </w:r>
      <w:r w:rsidRPr="00830D96">
        <w:rPr>
          <w:rFonts w:cs="Arial"/>
          <w:color w:val="000000"/>
          <w:szCs w:val="20"/>
          <w:shd w:val="clear" w:color="auto" w:fill="FFFFFF"/>
        </w:rPr>
        <w:t xml:space="preserve">, </w:t>
      </w:r>
      <w:r w:rsidRPr="009D01FA">
        <w:rPr>
          <w:rStyle w:val="Datatype"/>
        </w:rPr>
        <w:t>month</w:t>
      </w:r>
      <w:r w:rsidRPr="00830D96">
        <w:rPr>
          <w:rFonts w:cs="Arial"/>
          <w:color w:val="000000"/>
          <w:szCs w:val="20"/>
          <w:shd w:val="clear" w:color="auto" w:fill="FFFFFF"/>
        </w:rPr>
        <w:t xml:space="preserve">, </w:t>
      </w:r>
      <w:r w:rsidRPr="009D01FA">
        <w:rPr>
          <w:rStyle w:val="Datatype"/>
        </w:rPr>
        <w:t>day</w:t>
      </w:r>
      <w:r w:rsidRPr="00830D96">
        <w:rPr>
          <w:rFonts w:cs="Arial"/>
          <w:color w:val="000000"/>
          <w:szCs w:val="20"/>
          <w:shd w:val="clear" w:color="auto" w:fill="FFFFFF"/>
        </w:rPr>
        <w:t xml:space="preserve">, </w:t>
      </w:r>
      <w:r w:rsidRPr="009D01FA">
        <w:rPr>
          <w:rStyle w:val="Datatype"/>
        </w:rPr>
        <w:t>hour</w:t>
      </w:r>
      <w:r w:rsidRPr="00830D96">
        <w:rPr>
          <w:rFonts w:cs="Arial"/>
          <w:color w:val="000000"/>
          <w:szCs w:val="20"/>
          <w:shd w:val="clear" w:color="auto" w:fill="FFFFFF"/>
        </w:rPr>
        <w:t xml:space="preserve">, and </w:t>
      </w:r>
      <w:r w:rsidRPr="009D01FA">
        <w:rPr>
          <w:rStyle w:val="Datatype"/>
        </w:rPr>
        <w:t>time</w:t>
      </w:r>
      <w:r w:rsidRPr="00830D96">
        <w:rPr>
          <w:rFonts w:cs="Arial"/>
          <w:color w:val="000000"/>
          <w:szCs w:val="20"/>
          <w:shd w:val="clear" w:color="auto" w:fill="FFFFFF"/>
        </w:rPr>
        <w:t xml:space="preserve"> for </w:t>
      </w:r>
      <w:r>
        <w:rPr>
          <w:rFonts w:cs="Arial"/>
          <w:color w:val="000000"/>
          <w:szCs w:val="20"/>
          <w:shd w:val="clear" w:color="auto" w:fill="FFFFFF"/>
        </w:rPr>
        <w:t xml:space="preserve">literal </w:t>
      </w:r>
      <w:r w:rsidRPr="00830D96">
        <w:rPr>
          <w:rFonts w:cs="Arial"/>
          <w:color w:val="000000"/>
          <w:szCs w:val="20"/>
          <w:shd w:val="clear" w:color="auto" w:fill="FFFFFF"/>
        </w:rPr>
        <w:t xml:space="preserve">values that are not </w:t>
      </w:r>
      <w:r>
        <w:rPr>
          <w:rFonts w:cs="Arial"/>
          <w:color w:val="000000"/>
          <w:szCs w:val="20"/>
          <w:shd w:val="clear" w:color="auto" w:fill="FFFFFF"/>
        </w:rPr>
        <w:t>stated in the time zone of the n</w:t>
      </w:r>
      <w:r w:rsidRPr="00830D96">
        <w:rPr>
          <w:rFonts w:cs="Arial"/>
          <w:color w:val="000000"/>
          <w:szCs w:val="20"/>
          <w:shd w:val="clear" w:color="auto" w:fill="FFFFFF"/>
        </w:rPr>
        <w:t>ormaliz</w:t>
      </w:r>
      <w:r>
        <w:rPr>
          <w:rFonts w:cs="Arial"/>
          <w:color w:val="000000"/>
          <w:szCs w:val="20"/>
          <w:shd w:val="clear" w:color="auto" w:fill="FFFFFF"/>
        </w:rPr>
        <w:t>ed values</w:t>
      </w:r>
      <w:r w:rsidRPr="00830D96">
        <w:rPr>
          <w:rFonts w:cs="Arial"/>
          <w:color w:val="000000"/>
          <w:szCs w:val="20"/>
          <w:shd w:val="clear" w:color="auto" w:fill="FFFFFF"/>
        </w:rPr>
        <w:t>.</w:t>
      </w:r>
    </w:p>
    <w:bookmarkStart w:id="765" w:name="_Toc477876675"/>
    <w:bookmarkStart w:id="766" w:name="sec_HandlingofPropertiesNotAdvertisedinM"/>
    <w:p w14:paraId="0D2C944C" w14:textId="77777777" w:rsidR="00752DAA" w:rsidRDefault="00752DAA" w:rsidP="006C1EBF">
      <w:pPr>
        <w:pStyle w:val="Heading4"/>
        <w:numPr>
          <w:ilvl w:val="3"/>
          <w:numId w:val="2"/>
        </w:numPr>
        <w:tabs>
          <w:tab w:val="left" w:pos="567"/>
        </w:tabs>
      </w:pPr>
      <w:r>
        <w:fldChar w:fldCharType="begin"/>
      </w:r>
      <w:r>
        <w:instrText xml:space="preserve"> HYPERLINK  \l "sec_HandlingofPropertiesNotAdvertisedinM" </w:instrText>
      </w:r>
      <w:r>
        <w:fldChar w:fldCharType="separate"/>
      </w:r>
      <w:bookmarkStart w:id="767" w:name="_Toc494885092"/>
      <w:bookmarkStart w:id="768" w:name="_Toc494356839"/>
      <w:r w:rsidRPr="004A50BC">
        <w:rPr>
          <w:rStyle w:val="Hyperlink"/>
        </w:rPr>
        <w:t>Handling of Properties Not Advertised in Metadata</w:t>
      </w:r>
      <w:bookmarkEnd w:id="765"/>
      <w:bookmarkEnd w:id="766"/>
      <w:bookmarkEnd w:id="767"/>
      <w:bookmarkEnd w:id="768"/>
      <w:r>
        <w:fldChar w:fldCharType="end"/>
      </w:r>
    </w:p>
    <w:p w14:paraId="0241D8FE" w14:textId="77777777" w:rsidR="00752DAA" w:rsidRDefault="00752DAA" w:rsidP="00752DAA">
      <w:r>
        <w:t>C</w:t>
      </w:r>
      <w:r w:rsidRPr="00423CDE">
        <w:t xml:space="preserve">lients </w:t>
      </w:r>
      <w:r>
        <w:t>MUST</w:t>
      </w:r>
      <w:r w:rsidRPr="00423CDE">
        <w:t xml:space="preserve"> be prepared to receive additional properties in an entity</w:t>
      </w:r>
      <w:r>
        <w:t xml:space="preserve"> or c</w:t>
      </w:r>
      <w:r w:rsidRPr="00423CDE">
        <w:t>omplex type</w:t>
      </w:r>
      <w:r>
        <w:t xml:space="preserve"> instance</w:t>
      </w:r>
      <w:r w:rsidRPr="00423CDE">
        <w:t xml:space="preserve"> that are not advertised in metadata, even for types not marked as open. </w:t>
      </w:r>
      <w:r>
        <w:t xml:space="preserve">By using </w:t>
      </w:r>
      <w:r w:rsidRPr="002863FC">
        <w:rPr>
          <w:rFonts w:ascii="Courier New" w:hAnsi="Courier New" w:cs="Courier New"/>
        </w:rPr>
        <w:t>PATCH</w:t>
      </w:r>
      <w:r>
        <w:t xml:space="preserve"> when </w:t>
      </w:r>
      <w:hyperlink w:anchor="sec_UpdateanEntity" w:history="1">
        <w:r w:rsidRPr="002275B0">
          <w:rPr>
            <w:rStyle w:val="Hyperlink"/>
          </w:rPr>
          <w:t>updating entities</w:t>
        </w:r>
      </w:hyperlink>
      <w:r>
        <w:t>, clients can ensure that such properties values are not lost if omitted from the update request.</w:t>
      </w:r>
      <w:r w:rsidRPr="00423CDE" w:rsidDel="002275B0">
        <w:t xml:space="preserve"> </w:t>
      </w:r>
    </w:p>
    <w:bookmarkStart w:id="769" w:name="_Handling_of_Consistency"/>
    <w:bookmarkStart w:id="770" w:name="_Toc477876676"/>
    <w:bookmarkStart w:id="771" w:name="sec_HandlingofIntegrityConstraints"/>
    <w:bookmarkEnd w:id="769"/>
    <w:p w14:paraId="332E3049" w14:textId="77777777" w:rsidR="00752DAA" w:rsidRDefault="00752DAA" w:rsidP="006C1EBF">
      <w:pPr>
        <w:pStyle w:val="Heading4"/>
        <w:numPr>
          <w:ilvl w:val="3"/>
          <w:numId w:val="2"/>
        </w:numPr>
        <w:tabs>
          <w:tab w:val="left" w:pos="567"/>
        </w:tabs>
      </w:pPr>
      <w:r>
        <w:lastRenderedPageBreak/>
        <w:fldChar w:fldCharType="begin"/>
      </w:r>
      <w:r>
        <w:instrText xml:space="preserve"> HYPERLINK  \l "sec_HandlingofIntegrityConstraints" </w:instrText>
      </w:r>
      <w:r>
        <w:fldChar w:fldCharType="separate"/>
      </w:r>
      <w:bookmarkStart w:id="772" w:name="_Toc494885093"/>
      <w:bookmarkStart w:id="773" w:name="_Toc494356840"/>
      <w:r w:rsidRPr="004A50BC">
        <w:rPr>
          <w:rStyle w:val="Hyperlink"/>
        </w:rPr>
        <w:t>Handling of Integrity Constraints</w:t>
      </w:r>
      <w:bookmarkEnd w:id="770"/>
      <w:bookmarkEnd w:id="771"/>
      <w:bookmarkEnd w:id="772"/>
      <w:bookmarkEnd w:id="773"/>
      <w:r>
        <w:fldChar w:fldCharType="end"/>
      </w:r>
    </w:p>
    <w:p w14:paraId="0DFF3A37" w14:textId="77777777" w:rsidR="00752DAA" w:rsidRPr="00922349" w:rsidRDefault="00752DAA" w:rsidP="00752DAA">
      <w:r>
        <w:t xml:space="preserve">Services may impose cross-entity integrity constraints. Certain referential constraints, such as requiring an entity to be created with related entities can be satisfied through </w:t>
      </w:r>
      <w:hyperlink w:anchor="sec_CreateRelatedEntitiesWhenCreatinganE" w:history="1">
        <w:r w:rsidRPr="00803EC7">
          <w:rPr>
            <w:rStyle w:val="Hyperlink"/>
          </w:rPr>
          <w:t>creating</w:t>
        </w:r>
      </w:hyperlink>
      <w:r>
        <w:t xml:space="preserve"> or </w:t>
      </w:r>
      <w:hyperlink w:anchor="sec_LinktoRelatedEntitiesWhenCreatinganE" w:history="1">
        <w:r w:rsidRPr="00803EC7">
          <w:rPr>
            <w:rStyle w:val="Hyperlink"/>
          </w:rPr>
          <w:t>linking</w:t>
        </w:r>
      </w:hyperlink>
      <w:r>
        <w:t xml:space="preserve"> related entities when creating the entity. Other constraints might require multiple changes to be </w:t>
      </w:r>
      <w:r w:rsidRPr="0078274B">
        <w:t>processed in an all-or-nothing fashion.</w:t>
      </w:r>
    </w:p>
    <w:bookmarkStart w:id="774" w:name="_Create_an_Entity_1"/>
    <w:bookmarkStart w:id="775" w:name="_Toc477876677"/>
    <w:bookmarkStart w:id="776" w:name="sec_ReturningResultsfromDataModification"/>
    <w:bookmarkStart w:id="777" w:name="_Ref356809954"/>
    <w:bookmarkStart w:id="778" w:name="_Ref356809997"/>
    <w:bookmarkStart w:id="779" w:name="_Ref356810240"/>
    <w:bookmarkStart w:id="780" w:name="_Toc370126106"/>
    <w:bookmarkStart w:id="781" w:name="_Toc370374903"/>
    <w:bookmarkEnd w:id="774"/>
    <w:p w14:paraId="1369045C" w14:textId="77777777" w:rsidR="00752DAA" w:rsidRDefault="00752DAA" w:rsidP="006C1EBF">
      <w:pPr>
        <w:pStyle w:val="Heading4"/>
        <w:numPr>
          <w:ilvl w:val="3"/>
          <w:numId w:val="2"/>
        </w:numPr>
        <w:tabs>
          <w:tab w:val="left" w:pos="567"/>
        </w:tabs>
      </w:pPr>
      <w:r>
        <w:fldChar w:fldCharType="begin"/>
      </w:r>
      <w:r>
        <w:instrText xml:space="preserve"> HYPERLINK  \l "sec_ReturningResultsfromDataModification" </w:instrText>
      </w:r>
      <w:r>
        <w:fldChar w:fldCharType="separate"/>
      </w:r>
      <w:bookmarkStart w:id="782" w:name="_Toc494885094"/>
      <w:bookmarkStart w:id="783" w:name="_Toc494356841"/>
      <w:r w:rsidRPr="004A50BC">
        <w:rPr>
          <w:rStyle w:val="Hyperlink"/>
        </w:rPr>
        <w:t>Returning Results from Data Modification Requests</w:t>
      </w:r>
      <w:bookmarkEnd w:id="775"/>
      <w:bookmarkEnd w:id="776"/>
      <w:bookmarkEnd w:id="782"/>
      <w:bookmarkEnd w:id="783"/>
      <w:r>
        <w:fldChar w:fldCharType="end"/>
      </w:r>
    </w:p>
    <w:p w14:paraId="3ED8EFA0" w14:textId="77777777" w:rsidR="00752DAA" w:rsidRDefault="00752DAA" w:rsidP="00752DAA">
      <w:r>
        <w:t xml:space="preserve">Clients can request whether created or modified resources are returned from </w:t>
      </w:r>
      <w:hyperlink w:anchor="sec_CreateanEntity" w:history="1">
        <w:r>
          <w:rPr>
            <w:rStyle w:val="Hyperlink"/>
          </w:rPr>
          <w:t>c</w:t>
        </w:r>
        <w:r w:rsidRPr="0040456F">
          <w:rPr>
            <w:rStyle w:val="Hyperlink"/>
          </w:rPr>
          <w:t>reate</w:t>
        </w:r>
      </w:hyperlink>
      <w:r>
        <w:t xml:space="preserve">, </w:t>
      </w:r>
      <w:hyperlink w:anchor="sec_UpdateanEntity" w:history="1">
        <w:r>
          <w:rPr>
            <w:rStyle w:val="Hyperlink"/>
          </w:rPr>
          <w:t>u</w:t>
        </w:r>
        <w:r w:rsidRPr="0040456F">
          <w:rPr>
            <w:rStyle w:val="Hyperlink"/>
          </w:rPr>
          <w:t>pdate</w:t>
        </w:r>
      </w:hyperlink>
      <w:r>
        <w:t xml:space="preserve">, and </w:t>
      </w:r>
      <w:hyperlink w:anchor="sec_UpsertanEntity" w:history="1">
        <w:r>
          <w:rPr>
            <w:rStyle w:val="Hyperlink"/>
          </w:rPr>
          <w:t>u</w:t>
        </w:r>
        <w:r w:rsidRPr="0040456F">
          <w:rPr>
            <w:rStyle w:val="Hyperlink"/>
          </w:rPr>
          <w:t>psert</w:t>
        </w:r>
      </w:hyperlink>
      <w:r>
        <w:t xml:space="preserve"> operations using the </w:t>
      </w:r>
      <w:hyperlink w:anchor="sec_Preferencereturnrepresentationandret" w:history="1">
        <w:r w:rsidRPr="0040456F">
          <w:rPr>
            <w:rStyle w:val="Hyperlink"/>
            <w:rFonts w:ascii="Courier New" w:hAnsi="Courier New"/>
          </w:rPr>
          <w:t>return</w:t>
        </w:r>
      </w:hyperlink>
      <w:r>
        <w:t xml:space="preserve"> preference header. In the absence of such a header, services SHOULD return the created or modified content unless the resource is a stream property value. </w:t>
      </w:r>
    </w:p>
    <w:p w14:paraId="236D9B6D" w14:textId="77777777" w:rsidR="00752DAA" w:rsidRDefault="00752DAA" w:rsidP="00752DAA">
      <w:r>
        <w:t>When returning content other than for an update to a media entity stream, services MUST return the same content as a subsequent request to retrieve the same resource. For updating media entity streams, the content of a non-empty response body MUST be the updated media entity.</w:t>
      </w:r>
    </w:p>
    <w:p w14:paraId="3EF07752" w14:textId="77777777" w:rsidR="00752DAA" w:rsidRPr="00DF784E" w:rsidRDefault="00752DAA" w:rsidP="00752DAA">
      <w:pPr>
        <w:rPr>
          <w:rStyle w:val="Datatype"/>
          <w:szCs w:val="20"/>
        </w:rPr>
      </w:pPr>
      <w:r>
        <w:t xml:space="preserve">Requests that return a single instance of a structured type or a collection of structured type instances MAY specify the system query options </w:t>
      </w:r>
      <w:hyperlink w:anchor="sec_SystemQueryOptionexpand" w:history="1">
        <w:r w:rsidRPr="00DF784E">
          <w:rPr>
            <w:rStyle w:val="Hyperlink"/>
            <w:rFonts w:ascii="Courier New" w:hAnsi="Courier New"/>
            <w:szCs w:val="20"/>
          </w:rPr>
          <w:t>$expand</w:t>
        </w:r>
      </w:hyperlink>
      <w:r w:rsidRPr="00E704D4">
        <w:rPr>
          <w:rStyle w:val="Hyperlink"/>
          <w:rFonts w:cs="Arial"/>
          <w:color w:val="auto"/>
          <w:szCs w:val="20"/>
        </w:rPr>
        <w:t xml:space="preserve"> and </w:t>
      </w:r>
      <w:hyperlink w:anchor="sec_SystemQueryOptionselect" w:history="1">
        <w:r w:rsidRPr="00DF784E">
          <w:rPr>
            <w:rStyle w:val="Hyperlink"/>
            <w:rFonts w:ascii="Courier New" w:hAnsi="Courier New"/>
            <w:szCs w:val="20"/>
          </w:rPr>
          <w:t>$select</w:t>
        </w:r>
      </w:hyperlink>
      <w:r>
        <w:t xml:space="preserve">. </w:t>
      </w:r>
    </w:p>
    <w:p w14:paraId="2A1E4CA6" w14:textId="77777777" w:rsidR="00752DAA" w:rsidRPr="00E704D4" w:rsidRDefault="00752DAA" w:rsidP="00752DAA">
      <w:pPr>
        <w:rPr>
          <w:color w:val="000000"/>
          <w:szCs w:val="20"/>
          <w:shd w:val="clear" w:color="auto" w:fill="FFFFFF"/>
        </w:rPr>
      </w:pPr>
      <w:r>
        <w:t xml:space="preserve">Requests that return a collection MAY specify the system query option </w:t>
      </w:r>
      <w:hyperlink w:anchor="sec_SystemQueryOptionfilter" w:history="1">
        <w:r w:rsidRPr="00E704D4">
          <w:rPr>
            <w:rStyle w:val="Hyperlink"/>
            <w:rFonts w:ascii="Courier New" w:hAnsi="Courier New"/>
          </w:rPr>
          <w:t>$filter</w:t>
        </w:r>
      </w:hyperlink>
      <w:r>
        <w:t xml:space="preserve">. </w:t>
      </w:r>
    </w:p>
    <w:p w14:paraId="676F3732" w14:textId="77777777" w:rsidR="00752DAA" w:rsidRDefault="00752DAA" w:rsidP="00752DAA">
      <w:r>
        <w:t xml:space="preserve">If one or more of these query options are present, this implies a </w:t>
      </w:r>
      <w:r w:rsidRPr="00653A5B">
        <w:rPr>
          <w:rStyle w:val="Keyword"/>
        </w:rPr>
        <w:t>return=representation</w:t>
      </w:r>
      <w:r>
        <w:t xml:space="preserve"> preference if no </w:t>
      </w:r>
      <w:hyperlink w:anchor="sec_Preferencereturnrepresentationandret" w:history="1">
        <w:r w:rsidRPr="0040456F">
          <w:rPr>
            <w:rStyle w:val="Hyperlink"/>
            <w:rFonts w:ascii="Courier New" w:hAnsi="Courier New"/>
          </w:rPr>
          <w:t>return</w:t>
        </w:r>
      </w:hyperlink>
      <w:r>
        <w:t xml:space="preserve"> preference is specified. </w:t>
      </w:r>
    </w:p>
    <w:p w14:paraId="30A57087" w14:textId="77777777" w:rsidR="00752DAA" w:rsidRDefault="00752DAA" w:rsidP="00752DAA">
      <w:r>
        <w:t xml:space="preserve">If one or more of these query options are present with a </w:t>
      </w:r>
      <w:r w:rsidRPr="00653A5B">
        <w:rPr>
          <w:rStyle w:val="Keyword"/>
        </w:rPr>
        <w:t>return=minimal</w:t>
      </w:r>
      <w:r>
        <w:t xml:space="preserve"> preference, the service SHOULD NOT return a representation and MUST include a </w:t>
      </w:r>
      <w:hyperlink w:anchor="sec_HeaderPreferenceApplied" w:history="1">
        <w:r>
          <w:rPr>
            <w:rStyle w:val="Hyperlink"/>
            <w:rFonts w:ascii="Courier New" w:hAnsi="Courier New"/>
          </w:rPr>
          <w:t>Preference-Applied</w:t>
        </w:r>
      </w:hyperlink>
      <w:r>
        <w:t xml:space="preserve"> header if it does not return a representation.</w:t>
      </w:r>
    </w:p>
    <w:p w14:paraId="55DAAC14" w14:textId="77777777" w:rsidR="00752DAA" w:rsidRDefault="00752DAA" w:rsidP="00752DAA">
      <w:r>
        <w:t xml:space="preserve">If one or more of these query options are present and the service returns a representation, then the service MUST apply the specified query options. If it cannot apply the specified query options appropriately, it MUST NOT fail the request solely due to the presence of these query options and instead MUST return </w:t>
      </w:r>
      <w:r w:rsidRPr="00653A5B">
        <w:rPr>
          <w:rStyle w:val="Keyword"/>
        </w:rPr>
        <w:t>204 No Content</w:t>
      </w:r>
      <w:r>
        <w:t>.</w:t>
      </w:r>
    </w:p>
    <w:bookmarkStart w:id="784" w:name="_Toc478136833"/>
    <w:bookmarkStart w:id="785" w:name="_Toc479151512"/>
    <w:bookmarkStart w:id="786" w:name="_Create_an_Entity_2"/>
    <w:bookmarkStart w:id="787" w:name="_Toc477876678"/>
    <w:bookmarkStart w:id="788" w:name="_Ref484615791"/>
    <w:bookmarkStart w:id="789" w:name="_Ref484615789"/>
    <w:bookmarkStart w:id="790" w:name="sec_CreateanEntity"/>
    <w:bookmarkEnd w:id="777"/>
    <w:bookmarkEnd w:id="778"/>
    <w:bookmarkEnd w:id="779"/>
    <w:bookmarkEnd w:id="780"/>
    <w:bookmarkEnd w:id="781"/>
    <w:bookmarkEnd w:id="784"/>
    <w:bookmarkEnd w:id="785"/>
    <w:bookmarkEnd w:id="786"/>
    <w:p w14:paraId="41086E95" w14:textId="77777777" w:rsidR="00752DAA" w:rsidRDefault="00752DAA" w:rsidP="006C1EBF">
      <w:pPr>
        <w:pStyle w:val="Heading3"/>
        <w:numPr>
          <w:ilvl w:val="2"/>
          <w:numId w:val="2"/>
        </w:numPr>
        <w:tabs>
          <w:tab w:val="left" w:pos="567"/>
        </w:tabs>
      </w:pPr>
      <w:r>
        <w:fldChar w:fldCharType="begin"/>
      </w:r>
      <w:r>
        <w:instrText xml:space="preserve"> HYPERLINK  \l "sec_CreateanEntity" </w:instrText>
      </w:r>
      <w:r>
        <w:fldChar w:fldCharType="separate"/>
      </w:r>
      <w:bookmarkStart w:id="791" w:name="_Toc494885095"/>
      <w:bookmarkStart w:id="792" w:name="_Toc494356842"/>
      <w:r w:rsidRPr="004A50BC">
        <w:rPr>
          <w:rStyle w:val="Hyperlink"/>
        </w:rPr>
        <w:t>Create an Entity</w:t>
      </w:r>
      <w:bookmarkEnd w:id="787"/>
      <w:bookmarkEnd w:id="788"/>
      <w:bookmarkEnd w:id="789"/>
      <w:bookmarkEnd w:id="790"/>
      <w:bookmarkEnd w:id="791"/>
      <w:bookmarkEnd w:id="792"/>
      <w:r>
        <w:fldChar w:fldCharType="end"/>
      </w:r>
    </w:p>
    <w:p w14:paraId="7B871282" w14:textId="77777777" w:rsidR="00752DAA" w:rsidRDefault="00752DAA" w:rsidP="00752DAA">
      <w:r>
        <w:t xml:space="preserve">To create an entity in a collection, the client sends a </w:t>
      </w:r>
      <w:r w:rsidRPr="004B6E47">
        <w:rPr>
          <w:rStyle w:val="Datatype"/>
        </w:rPr>
        <w:t>POST</w:t>
      </w:r>
      <w:r>
        <w:t xml:space="preserve"> request to that collection's URL. The </w:t>
      </w:r>
      <w:r w:rsidRPr="00262941">
        <w:rPr>
          <w:rFonts w:ascii="Courier New" w:hAnsi="Courier New" w:cs="Courier New"/>
        </w:rPr>
        <w:t>POST</w:t>
      </w:r>
      <w:r>
        <w:t xml:space="preserve"> body MUST contain a single valid entity representation.</w:t>
      </w:r>
    </w:p>
    <w:p w14:paraId="07DDF0E7" w14:textId="77777777" w:rsidR="00752DAA" w:rsidRDefault="00752DAA" w:rsidP="00752DAA">
      <w:r>
        <w:t xml:space="preserve">The entity representation MAY include </w:t>
      </w:r>
      <w:hyperlink w:anchor="sec_LinktoRelatedEntitiesWhenCreatinganE" w:history="1">
        <w:r w:rsidRPr="00596239">
          <w:rPr>
            <w:rStyle w:val="Hyperlink"/>
          </w:rPr>
          <w:t>references to existing entities</w:t>
        </w:r>
      </w:hyperlink>
      <w:r>
        <w:t xml:space="preserve"> as well as content for </w:t>
      </w:r>
      <w:hyperlink w:anchor="sec_CreateRelatedEntitiesWhenCreatinganE" w:history="1">
        <w:r w:rsidRPr="00596239">
          <w:rPr>
            <w:rStyle w:val="Hyperlink"/>
          </w:rPr>
          <w:t>new related entities</w:t>
        </w:r>
      </w:hyperlink>
      <w:r>
        <w:t>, but MUST NOT contain content for existing related entities. The end result of the operation is the entity with relationships to all included references to existing entities as well as all related entities created inline. If the key properties for an entity reside in a related entity, those related entities carrying key properties MUST be included either as references to existing entities or as content for new related entities.</w:t>
      </w:r>
    </w:p>
    <w:p w14:paraId="686F8224" w14:textId="77777777" w:rsidR="00752DAA" w:rsidRDefault="00752DAA" w:rsidP="00752DAA">
      <w:r>
        <w:t xml:space="preserve">An entity may also be created as the result of an </w:t>
      </w:r>
      <w:hyperlink w:anchor="sec_UpsertanEntity" w:history="1">
        <w:r w:rsidRPr="00777596">
          <w:rPr>
            <w:rStyle w:val="Hyperlink"/>
          </w:rPr>
          <w:t>Upsert</w:t>
        </w:r>
      </w:hyperlink>
      <w:r>
        <w:t xml:space="preserve"> operation.</w:t>
      </w:r>
    </w:p>
    <w:p w14:paraId="18E09013" w14:textId="77777777" w:rsidR="00752DAA" w:rsidRDefault="00752DAA" w:rsidP="00752DAA">
      <w:r>
        <w:t>If the target URL for the collection is a navigation link, the new entity is automatically linked to the entity containing the navigation link.</w:t>
      </w:r>
    </w:p>
    <w:p w14:paraId="7A03D914" w14:textId="77777777" w:rsidR="00752DAA" w:rsidRDefault="00752DAA" w:rsidP="00752DAA">
      <w:r>
        <w:t>If the target URL terminates in a type cast segment, then the segment MUST specify the type of, or a type derived from, the type of the collection, and the entity MUST be created as that specified type.</w:t>
      </w:r>
    </w:p>
    <w:p w14:paraId="00ABCC9B" w14:textId="77777777" w:rsidR="00752DAA" w:rsidRDefault="00752DAA" w:rsidP="00752DAA">
      <w:r>
        <w:t xml:space="preserve">To create an </w:t>
      </w:r>
      <w:r>
        <w:rPr>
          <w:i/>
        </w:rPr>
        <w:t>open entity</w:t>
      </w:r>
      <w:r>
        <w:t xml:space="preserve"> (an instance of an open type), additional property values beyond those specified in the metadata MAY be sent in the request body. The service MUST treat these as dynamic properties and add them to the created instance.</w:t>
      </w:r>
    </w:p>
    <w:p w14:paraId="59D4FEFE" w14:textId="77777777" w:rsidR="00752DAA" w:rsidRDefault="00752DAA" w:rsidP="00752DAA">
      <w:r>
        <w:t>If the entity being created is not an open entity, additional property values beyond those specified in the metadata SHOULD NOT be sent in the request body. The service MUST fail if unable to persist all property values specified in the request.</w:t>
      </w:r>
    </w:p>
    <w:p w14:paraId="5B474850" w14:textId="77777777" w:rsidR="00752DAA" w:rsidRDefault="00752DAA" w:rsidP="00752DAA">
      <w:r>
        <w:t xml:space="preserve">Properties computed by the service (annotated with the term </w:t>
      </w:r>
      <w:r w:rsidRPr="008250AE">
        <w:rPr>
          <w:rStyle w:val="Datatype"/>
        </w:rPr>
        <w:t>Core.Computed</w:t>
      </w:r>
      <w:r>
        <w:t xml:space="preserve">, see </w:t>
      </w:r>
      <w:hyperlink w:anchor="VocCore" w:history="1">
        <w:r w:rsidRPr="00CF5569">
          <w:rPr>
            <w:rStyle w:val="Hyperlink"/>
            <w:b/>
          </w:rPr>
          <w:t>[OData-VocCore]</w:t>
        </w:r>
      </w:hyperlink>
      <w:r>
        <w:t>) and properties</w:t>
      </w:r>
      <w:r w:rsidDel="001C1CD7">
        <w:t xml:space="preserve"> </w:t>
      </w:r>
      <w:r>
        <w:t xml:space="preserve">that are tied to properties of the principal entity by a referential constraint, can be omitted and MUST be ignored if included in the request. </w:t>
      </w:r>
    </w:p>
    <w:p w14:paraId="58AE1BE6" w14:textId="77777777" w:rsidR="00752DAA" w:rsidRDefault="00752DAA" w:rsidP="00752DAA">
      <w:r>
        <w:lastRenderedPageBreak/>
        <w:t>Properties with a defined default value, nullable properties, and collection-valued properties omitted from the request are set to the default value, null, or an empty collection, respectively.</w:t>
      </w:r>
    </w:p>
    <w:p w14:paraId="2A71238B" w14:textId="77777777" w:rsidR="00752DAA" w:rsidRDefault="00752DAA" w:rsidP="00752DAA">
      <w:r>
        <w:t xml:space="preserve">Upon successful completion, the response MUST contain a </w:t>
      </w:r>
      <w:hyperlink w:anchor="sec_HeaderLocation" w:history="1">
        <w:r w:rsidRPr="0061284C">
          <w:rPr>
            <w:rStyle w:val="Hyperlink"/>
            <w:rFonts w:ascii="Courier New" w:hAnsi="Courier New" w:cs="Courier New"/>
          </w:rPr>
          <w:t>Location</w:t>
        </w:r>
        <w:r w:rsidRPr="0061284C">
          <w:rPr>
            <w:rStyle w:val="Hyperlink"/>
          </w:rPr>
          <w:t xml:space="preserve"> header</w:t>
        </w:r>
      </w:hyperlink>
      <w:r>
        <w:t xml:space="preserve"> that contains the edit URL or read URL of the created entity.</w:t>
      </w:r>
    </w:p>
    <w:p w14:paraId="516D4EEE" w14:textId="77777777" w:rsidR="00752DAA" w:rsidRDefault="00752DAA" w:rsidP="00752DAA">
      <w:r>
        <w:t xml:space="preserve">Upon successful completion the service MUST respond with either </w:t>
      </w:r>
      <w:hyperlink w:anchor="sec_ResponseCode201Created">
        <w:r w:rsidRPr="00190A7E">
          <w:rPr>
            <w:rStyle w:val="Hyperlink"/>
            <w:rFonts w:ascii="Courier New" w:hAnsi="Courier New" w:cs="Courier New"/>
          </w:rPr>
          <w:t>201 Created</w:t>
        </w:r>
      </w:hyperlink>
      <w:r>
        <w:t xml:space="preserve">, or </w:t>
      </w:r>
      <w:hyperlink w:anchor="sec_ResponseCode204NoContent">
        <w:r w:rsidRPr="00190A7E">
          <w:rPr>
            <w:rStyle w:val="Hyperlink"/>
            <w:rFonts w:ascii="Courier New" w:hAnsi="Courier New" w:cs="Courier New"/>
          </w:rPr>
          <w:t>204 No Content</w:t>
        </w:r>
      </w:hyperlink>
      <w:r>
        <w:t xml:space="preserve"> if the request included a </w:t>
      </w:r>
      <w:hyperlink w:anchor="sec_Preferencereturnrepresentationandret" w:history="1">
        <w:r w:rsidRPr="009C4880">
          <w:rPr>
            <w:rStyle w:val="Hyperlink"/>
            <w:rFonts w:ascii="Courier New" w:hAnsi="Courier New" w:cs="Courier New"/>
          </w:rPr>
          <w:t>return</w:t>
        </w:r>
        <w:r w:rsidRPr="009C4880">
          <w:rPr>
            <w:rStyle w:val="Hyperlink"/>
          </w:rPr>
          <w:t xml:space="preserve"> Prefer header</w:t>
        </w:r>
      </w:hyperlink>
      <w:r>
        <w:t xml:space="preserve"> with a value of </w:t>
      </w:r>
      <w:hyperlink w:anchor="sec_Preferencereturnrepresentationandret" w:history="1">
        <w:r w:rsidRPr="001F17B7">
          <w:rPr>
            <w:rStyle w:val="Hyperlink"/>
            <w:rFonts w:ascii="Courier New" w:hAnsi="Courier New" w:cs="Courier New"/>
          </w:rPr>
          <w:t>return=minimal</w:t>
        </w:r>
      </w:hyperlink>
      <w:r>
        <w:t>.</w:t>
      </w:r>
    </w:p>
    <w:bookmarkStart w:id="793" w:name="_Link_to_Related"/>
    <w:bookmarkStart w:id="794" w:name="_Toc477876679"/>
    <w:bookmarkStart w:id="795" w:name="sec_LinktoRelatedEntitiesWhenCreatinganE"/>
    <w:bookmarkEnd w:id="793"/>
    <w:p w14:paraId="6979EC95" w14:textId="77777777" w:rsidR="00752DAA" w:rsidRDefault="00752DAA" w:rsidP="006C1EBF">
      <w:pPr>
        <w:pStyle w:val="Heading4"/>
        <w:numPr>
          <w:ilvl w:val="3"/>
          <w:numId w:val="2"/>
        </w:numPr>
        <w:tabs>
          <w:tab w:val="left" w:pos="567"/>
        </w:tabs>
      </w:pPr>
      <w:r>
        <w:fldChar w:fldCharType="begin"/>
      </w:r>
      <w:r>
        <w:instrText xml:space="preserve"> HYPERLINK  \l "sec_LinktoRelatedEntitiesWhenCreatinganE" </w:instrText>
      </w:r>
      <w:r>
        <w:fldChar w:fldCharType="separate"/>
      </w:r>
      <w:bookmarkStart w:id="796" w:name="_Toc494885096"/>
      <w:bookmarkStart w:id="797" w:name="_Toc494356843"/>
      <w:r w:rsidRPr="004A50BC">
        <w:rPr>
          <w:rStyle w:val="Hyperlink"/>
        </w:rPr>
        <w:t>Link to Related Entities When Creating an Entity</w:t>
      </w:r>
      <w:bookmarkEnd w:id="794"/>
      <w:bookmarkEnd w:id="795"/>
      <w:bookmarkEnd w:id="796"/>
      <w:bookmarkEnd w:id="797"/>
      <w:r>
        <w:fldChar w:fldCharType="end"/>
      </w:r>
    </w:p>
    <w:p w14:paraId="0575EE18" w14:textId="77777777" w:rsidR="00752DAA" w:rsidRDefault="00752DAA" w:rsidP="00752DAA">
      <w:r>
        <w:t>To create a new entity with links to existing entities in a single request, the client includes references to the related entities in the request body.</w:t>
      </w:r>
    </w:p>
    <w:p w14:paraId="183BB9A8" w14:textId="77777777" w:rsidR="00752DAA" w:rsidRDefault="00752DAA" w:rsidP="00752DAA">
      <w:r>
        <w:t>The representation for referencing related entities is format-specific.</w:t>
      </w:r>
    </w:p>
    <w:p w14:paraId="464E1894"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73</w:t>
      </w:r>
      <w:r w:rsidR="002A710D">
        <w:rPr>
          <w:noProof/>
        </w:rPr>
        <w:fldChar w:fldCharType="end"/>
      </w:r>
      <w:r w:rsidRPr="003F1FAD">
        <w:t>:</w:t>
      </w:r>
      <w:r>
        <w:t xml:space="preserve"> using the JSON format, 4.0 clients can create a new manager entity with links to two existing employees by applying the </w:t>
      </w:r>
      <w:r w:rsidRPr="003A5550">
        <w:rPr>
          <w:rStyle w:val="Datatype"/>
        </w:rPr>
        <w:t>odata.bind</w:t>
      </w:r>
      <w:r>
        <w:t xml:space="preserve"> annotation to the </w:t>
      </w:r>
      <w:r w:rsidRPr="00131838">
        <w:rPr>
          <w:rStyle w:val="Datatype"/>
        </w:rPr>
        <w:t>DirectReports</w:t>
      </w:r>
      <w:r>
        <w:t xml:space="preserve"> navigation property</w:t>
      </w:r>
    </w:p>
    <w:p w14:paraId="3D11C899" w14:textId="77777777" w:rsidR="00752DAA" w:rsidRDefault="00752DAA" w:rsidP="00752DAA">
      <w:pPr>
        <w:pStyle w:val="Code"/>
      </w:pPr>
      <w:r>
        <w:t xml:space="preserve">{ </w:t>
      </w:r>
    </w:p>
    <w:p w14:paraId="6E495F75" w14:textId="77777777" w:rsidR="00752DAA" w:rsidRDefault="00752DAA" w:rsidP="00752DAA">
      <w:pPr>
        <w:pStyle w:val="Code"/>
        <w:rPr>
          <w:lang w:eastAsia="ja-JP"/>
        </w:rPr>
      </w:pPr>
      <w:r>
        <w:rPr>
          <w:lang w:eastAsia="ja-JP"/>
        </w:rPr>
        <w:t xml:space="preserve">  "@odata.type":"#Northwind.Manager",</w:t>
      </w:r>
    </w:p>
    <w:p w14:paraId="0FE00F75" w14:textId="77777777" w:rsidR="00752DAA" w:rsidRDefault="00752DAA" w:rsidP="00752DAA">
      <w:pPr>
        <w:pStyle w:val="Code"/>
        <w:rPr>
          <w:lang w:eastAsia="ja-JP"/>
        </w:rPr>
      </w:pPr>
      <w:r>
        <w:rPr>
          <w:lang w:eastAsia="ja-JP"/>
        </w:rPr>
        <w:t xml:space="preserve">  </w:t>
      </w:r>
      <w:r w:rsidRPr="00362432">
        <w:rPr>
          <w:lang w:eastAsia="ja-JP"/>
        </w:rPr>
        <w:t>"ID":</w:t>
      </w:r>
      <w:r>
        <w:rPr>
          <w:lang w:eastAsia="ja-JP"/>
        </w:rPr>
        <w:t xml:space="preserve"> 1,</w:t>
      </w:r>
    </w:p>
    <w:p w14:paraId="21BDAA09" w14:textId="77777777" w:rsidR="00752DAA" w:rsidRDefault="00752DAA" w:rsidP="00752DAA">
      <w:pPr>
        <w:pStyle w:val="Code"/>
        <w:rPr>
          <w:lang w:eastAsia="ja-JP"/>
        </w:rPr>
      </w:pPr>
      <w:r>
        <w:rPr>
          <w:lang w:eastAsia="ja-JP"/>
        </w:rPr>
        <w:t xml:space="preserve">  </w:t>
      </w:r>
      <w:r w:rsidRPr="00362432">
        <w:rPr>
          <w:lang w:eastAsia="ja-JP"/>
        </w:rPr>
        <w:t>"</w:t>
      </w:r>
      <w:r>
        <w:rPr>
          <w:lang w:eastAsia="ja-JP"/>
        </w:rPr>
        <w:t>FirstName</w:t>
      </w:r>
      <w:r w:rsidRPr="00362432">
        <w:rPr>
          <w:lang w:eastAsia="ja-JP"/>
        </w:rPr>
        <w:t>"</w:t>
      </w:r>
      <w:r>
        <w:rPr>
          <w:lang w:eastAsia="ja-JP"/>
        </w:rPr>
        <w:t xml:space="preserve">: </w:t>
      </w:r>
      <w:r w:rsidRPr="00362432">
        <w:rPr>
          <w:lang w:eastAsia="ja-JP"/>
        </w:rPr>
        <w:t>"</w:t>
      </w:r>
      <w:r>
        <w:rPr>
          <w:lang w:eastAsia="ja-JP"/>
        </w:rPr>
        <w:t>Pat</w:t>
      </w:r>
      <w:r w:rsidRPr="00362432">
        <w:rPr>
          <w:lang w:eastAsia="ja-JP"/>
        </w:rPr>
        <w:t>"</w:t>
      </w:r>
      <w:r>
        <w:rPr>
          <w:lang w:eastAsia="ja-JP"/>
        </w:rPr>
        <w:t>,</w:t>
      </w:r>
    </w:p>
    <w:p w14:paraId="0430ED65" w14:textId="77777777" w:rsidR="00752DAA" w:rsidRDefault="00752DAA" w:rsidP="00752DAA">
      <w:pPr>
        <w:pStyle w:val="Code"/>
        <w:rPr>
          <w:lang w:eastAsia="ja-JP"/>
        </w:rPr>
      </w:pPr>
      <w:r>
        <w:rPr>
          <w:lang w:eastAsia="ja-JP"/>
        </w:rPr>
        <w:t xml:space="preserve">  </w:t>
      </w:r>
      <w:r w:rsidRPr="00362432">
        <w:rPr>
          <w:lang w:eastAsia="ja-JP"/>
        </w:rPr>
        <w:t>"</w:t>
      </w:r>
      <w:r>
        <w:rPr>
          <w:lang w:eastAsia="ja-JP"/>
        </w:rPr>
        <w:t>LastName</w:t>
      </w:r>
      <w:r w:rsidRPr="00362432">
        <w:rPr>
          <w:lang w:eastAsia="ja-JP"/>
        </w:rPr>
        <w:t>"</w:t>
      </w:r>
      <w:r>
        <w:rPr>
          <w:lang w:eastAsia="ja-JP"/>
        </w:rPr>
        <w:t xml:space="preserve">: </w:t>
      </w:r>
      <w:r w:rsidRPr="00362432">
        <w:rPr>
          <w:lang w:eastAsia="ja-JP"/>
        </w:rPr>
        <w:t>"</w:t>
      </w:r>
      <w:r>
        <w:rPr>
          <w:lang w:eastAsia="ja-JP"/>
        </w:rPr>
        <w:t>Griswold</w:t>
      </w:r>
      <w:r w:rsidRPr="00362432">
        <w:rPr>
          <w:lang w:eastAsia="ja-JP"/>
        </w:rPr>
        <w:t>"</w:t>
      </w:r>
      <w:r>
        <w:rPr>
          <w:lang w:eastAsia="ja-JP"/>
        </w:rPr>
        <w:t>,</w:t>
      </w:r>
    </w:p>
    <w:p w14:paraId="640FF22A" w14:textId="77777777" w:rsidR="00752DAA" w:rsidRDefault="00752DAA" w:rsidP="00752DAA">
      <w:pPr>
        <w:pStyle w:val="Code"/>
        <w:rPr>
          <w:lang w:eastAsia="ja-JP"/>
        </w:rPr>
      </w:pPr>
      <w:r w:rsidRPr="00362432">
        <w:rPr>
          <w:lang w:eastAsia="ja-JP"/>
        </w:rPr>
        <w:t xml:space="preserve"> </w:t>
      </w:r>
      <w:r>
        <w:rPr>
          <w:lang w:eastAsia="ja-JP"/>
        </w:rPr>
        <w:t xml:space="preserve"> </w:t>
      </w:r>
      <w:r w:rsidRPr="00362432">
        <w:rPr>
          <w:lang w:eastAsia="ja-JP"/>
        </w:rPr>
        <w:t>"</w:t>
      </w:r>
      <w:r>
        <w:rPr>
          <w:lang w:eastAsia="ja-JP"/>
        </w:rPr>
        <w:t>DirectReports</w:t>
      </w:r>
      <w:r w:rsidRPr="00362432">
        <w:rPr>
          <w:lang w:eastAsia="ja-JP"/>
        </w:rPr>
        <w:t>@odata.</w:t>
      </w:r>
      <w:r>
        <w:rPr>
          <w:lang w:eastAsia="ja-JP"/>
        </w:rPr>
        <w:t>bind": [</w:t>
      </w:r>
    </w:p>
    <w:p w14:paraId="52CA111E" w14:textId="77777777" w:rsidR="00752DAA" w:rsidRDefault="00752DAA" w:rsidP="00752DAA">
      <w:pPr>
        <w:pStyle w:val="Code"/>
        <w:rPr>
          <w:lang w:eastAsia="ja-JP"/>
        </w:rPr>
      </w:pPr>
      <w:r>
        <w:rPr>
          <w:lang w:eastAsia="ja-JP"/>
        </w:rPr>
        <w:t xml:space="preserve">    </w:t>
      </w:r>
      <w:r w:rsidRPr="00362432">
        <w:rPr>
          <w:lang w:eastAsia="ja-JP"/>
        </w:rPr>
        <w:t>"</w:t>
      </w:r>
      <w:r w:rsidRPr="00CA457B" w:rsidDel="00D30D23">
        <w:t>http://</w:t>
      </w:r>
      <w:r>
        <w:t>host/service</w:t>
      </w:r>
      <w:r w:rsidRPr="00CA457B">
        <w:t>/</w:t>
      </w:r>
      <w:r w:rsidRPr="00362432">
        <w:rPr>
          <w:lang w:eastAsia="ja-JP"/>
        </w:rPr>
        <w:t>Employee</w:t>
      </w:r>
      <w:r>
        <w:rPr>
          <w:lang w:eastAsia="ja-JP"/>
        </w:rPr>
        <w:t>s(5)</w:t>
      </w:r>
      <w:r w:rsidRPr="00362432">
        <w:rPr>
          <w:lang w:eastAsia="ja-JP"/>
        </w:rPr>
        <w:t>"</w:t>
      </w:r>
      <w:r>
        <w:rPr>
          <w:lang w:eastAsia="ja-JP"/>
        </w:rPr>
        <w:t>,</w:t>
      </w:r>
    </w:p>
    <w:p w14:paraId="2CFFA043" w14:textId="77777777" w:rsidR="00752DAA" w:rsidRDefault="00752DAA" w:rsidP="00752DAA">
      <w:pPr>
        <w:pStyle w:val="Code"/>
        <w:rPr>
          <w:lang w:eastAsia="ja-JP"/>
        </w:rPr>
      </w:pPr>
      <w:r>
        <w:rPr>
          <w:lang w:eastAsia="ja-JP"/>
        </w:rPr>
        <w:t xml:space="preserve">    </w:t>
      </w:r>
      <w:r w:rsidRPr="00362432">
        <w:rPr>
          <w:lang w:eastAsia="ja-JP"/>
        </w:rPr>
        <w:t>"</w:t>
      </w:r>
      <w:r w:rsidRPr="00CA457B" w:rsidDel="00D30D23">
        <w:t>http://</w:t>
      </w:r>
      <w:r>
        <w:t>host/service</w:t>
      </w:r>
      <w:r w:rsidRPr="00CA457B">
        <w:t>/</w:t>
      </w:r>
      <w:r w:rsidRPr="00362432">
        <w:rPr>
          <w:lang w:eastAsia="ja-JP"/>
        </w:rPr>
        <w:t>Employee</w:t>
      </w:r>
      <w:r>
        <w:rPr>
          <w:lang w:eastAsia="ja-JP"/>
        </w:rPr>
        <w:t>s(6)</w:t>
      </w:r>
      <w:r w:rsidRPr="00362432">
        <w:rPr>
          <w:lang w:eastAsia="ja-JP"/>
        </w:rPr>
        <w:t>"</w:t>
      </w:r>
    </w:p>
    <w:p w14:paraId="65B4078C" w14:textId="77777777" w:rsidR="00752DAA" w:rsidRDefault="00752DAA" w:rsidP="00752DAA">
      <w:pPr>
        <w:pStyle w:val="Code"/>
        <w:rPr>
          <w:lang w:eastAsia="ja-JP"/>
        </w:rPr>
      </w:pPr>
      <w:r>
        <w:rPr>
          <w:lang w:eastAsia="ja-JP"/>
        </w:rPr>
        <w:t xml:space="preserve"> </w:t>
      </w:r>
      <w:r w:rsidDel="007C7762">
        <w:rPr>
          <w:lang w:eastAsia="ja-JP"/>
        </w:rPr>
        <w:t xml:space="preserve"> </w:t>
      </w:r>
      <w:r>
        <w:rPr>
          <w:lang w:eastAsia="ja-JP"/>
        </w:rPr>
        <w:t>]</w:t>
      </w:r>
    </w:p>
    <w:p w14:paraId="46928490" w14:textId="77777777" w:rsidR="00752DAA" w:rsidRDefault="00752DAA" w:rsidP="00752DAA">
      <w:pPr>
        <w:pStyle w:val="Code"/>
        <w:rPr>
          <w:lang w:eastAsia="ja-JP"/>
        </w:rPr>
      </w:pPr>
      <w:r>
        <w:rPr>
          <w:lang w:eastAsia="ja-JP"/>
        </w:rPr>
        <w:t>}</w:t>
      </w:r>
    </w:p>
    <w:p w14:paraId="7DF46811"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74</w:t>
      </w:r>
      <w:r w:rsidR="002A710D">
        <w:rPr>
          <w:noProof/>
        </w:rPr>
        <w:fldChar w:fldCharType="end"/>
      </w:r>
      <w:r w:rsidRPr="003F1FAD">
        <w:t xml:space="preserve">: </w:t>
      </w:r>
      <w:r>
        <w:t xml:space="preserve">using the JSON format, 4.01 clients can create a new manager entity with links to two existing employees by including the entity-ids within the </w:t>
      </w:r>
      <w:r w:rsidRPr="00131838">
        <w:rPr>
          <w:rStyle w:val="Datatype"/>
        </w:rPr>
        <w:t>DirectReports</w:t>
      </w:r>
      <w:r>
        <w:t xml:space="preserve"> navigation property</w:t>
      </w:r>
    </w:p>
    <w:p w14:paraId="244959A0" w14:textId="77777777" w:rsidR="00752DAA" w:rsidRDefault="00752DAA" w:rsidP="00752DAA">
      <w:pPr>
        <w:pStyle w:val="Code"/>
      </w:pPr>
      <w:r>
        <w:t xml:space="preserve">{ </w:t>
      </w:r>
    </w:p>
    <w:p w14:paraId="2D0015EF" w14:textId="77777777" w:rsidR="00752DAA" w:rsidRDefault="00752DAA" w:rsidP="00752DAA">
      <w:pPr>
        <w:pStyle w:val="Code"/>
        <w:rPr>
          <w:lang w:eastAsia="ja-JP"/>
        </w:rPr>
      </w:pPr>
      <w:r>
        <w:rPr>
          <w:lang w:eastAsia="ja-JP"/>
        </w:rPr>
        <w:t xml:space="preserve">  "@odata.type":"#Northwind.Manager",</w:t>
      </w:r>
    </w:p>
    <w:p w14:paraId="77563E3F" w14:textId="77777777" w:rsidR="00752DAA" w:rsidRDefault="00752DAA" w:rsidP="00752DAA">
      <w:pPr>
        <w:pStyle w:val="Code"/>
        <w:rPr>
          <w:lang w:eastAsia="ja-JP"/>
        </w:rPr>
      </w:pPr>
      <w:r>
        <w:rPr>
          <w:lang w:eastAsia="ja-JP"/>
        </w:rPr>
        <w:t xml:space="preserve">  </w:t>
      </w:r>
      <w:r w:rsidRPr="00362432">
        <w:rPr>
          <w:lang w:eastAsia="ja-JP"/>
        </w:rPr>
        <w:t>"ID":</w:t>
      </w:r>
      <w:r>
        <w:rPr>
          <w:lang w:eastAsia="ja-JP"/>
        </w:rPr>
        <w:t xml:space="preserve"> 1,</w:t>
      </w:r>
    </w:p>
    <w:p w14:paraId="429F0194" w14:textId="77777777" w:rsidR="00752DAA" w:rsidRDefault="00752DAA" w:rsidP="00752DAA">
      <w:pPr>
        <w:pStyle w:val="Code"/>
        <w:rPr>
          <w:lang w:eastAsia="ja-JP"/>
        </w:rPr>
      </w:pPr>
      <w:r>
        <w:rPr>
          <w:lang w:eastAsia="ja-JP"/>
        </w:rPr>
        <w:t xml:space="preserve">  </w:t>
      </w:r>
      <w:r w:rsidRPr="00362432">
        <w:rPr>
          <w:lang w:eastAsia="ja-JP"/>
        </w:rPr>
        <w:t>"</w:t>
      </w:r>
      <w:r>
        <w:rPr>
          <w:lang w:eastAsia="ja-JP"/>
        </w:rPr>
        <w:t>FirstName</w:t>
      </w:r>
      <w:r w:rsidRPr="00362432">
        <w:rPr>
          <w:lang w:eastAsia="ja-JP"/>
        </w:rPr>
        <w:t>"</w:t>
      </w:r>
      <w:r>
        <w:rPr>
          <w:lang w:eastAsia="ja-JP"/>
        </w:rPr>
        <w:t xml:space="preserve">: </w:t>
      </w:r>
      <w:r w:rsidRPr="00362432">
        <w:rPr>
          <w:lang w:eastAsia="ja-JP"/>
        </w:rPr>
        <w:t>"</w:t>
      </w:r>
      <w:r>
        <w:rPr>
          <w:lang w:eastAsia="ja-JP"/>
        </w:rPr>
        <w:t>Pat</w:t>
      </w:r>
      <w:r w:rsidRPr="00362432">
        <w:rPr>
          <w:lang w:eastAsia="ja-JP"/>
        </w:rPr>
        <w:t>"</w:t>
      </w:r>
      <w:r>
        <w:rPr>
          <w:lang w:eastAsia="ja-JP"/>
        </w:rPr>
        <w:t>,</w:t>
      </w:r>
    </w:p>
    <w:p w14:paraId="690C6CFF" w14:textId="77777777" w:rsidR="00752DAA" w:rsidRDefault="00752DAA" w:rsidP="00752DAA">
      <w:pPr>
        <w:pStyle w:val="Code"/>
        <w:rPr>
          <w:lang w:eastAsia="ja-JP"/>
        </w:rPr>
      </w:pPr>
      <w:r>
        <w:rPr>
          <w:lang w:eastAsia="ja-JP"/>
        </w:rPr>
        <w:t xml:space="preserve">  </w:t>
      </w:r>
      <w:r w:rsidRPr="00362432">
        <w:rPr>
          <w:lang w:eastAsia="ja-JP"/>
        </w:rPr>
        <w:t>"</w:t>
      </w:r>
      <w:r>
        <w:rPr>
          <w:lang w:eastAsia="ja-JP"/>
        </w:rPr>
        <w:t>LastName</w:t>
      </w:r>
      <w:r w:rsidRPr="00362432">
        <w:rPr>
          <w:lang w:eastAsia="ja-JP"/>
        </w:rPr>
        <w:t>"</w:t>
      </w:r>
      <w:r>
        <w:rPr>
          <w:lang w:eastAsia="ja-JP"/>
        </w:rPr>
        <w:t xml:space="preserve">: </w:t>
      </w:r>
      <w:r w:rsidRPr="00362432">
        <w:rPr>
          <w:lang w:eastAsia="ja-JP"/>
        </w:rPr>
        <w:t>"</w:t>
      </w:r>
      <w:r>
        <w:rPr>
          <w:lang w:eastAsia="ja-JP"/>
        </w:rPr>
        <w:t>Griswold</w:t>
      </w:r>
      <w:r w:rsidRPr="00362432">
        <w:rPr>
          <w:lang w:eastAsia="ja-JP"/>
        </w:rPr>
        <w:t>"</w:t>
      </w:r>
      <w:r>
        <w:rPr>
          <w:lang w:eastAsia="ja-JP"/>
        </w:rPr>
        <w:t>,</w:t>
      </w:r>
    </w:p>
    <w:p w14:paraId="1CBE5180" w14:textId="77777777" w:rsidR="00752DAA" w:rsidRDefault="00752DAA" w:rsidP="00752DAA">
      <w:pPr>
        <w:pStyle w:val="Code"/>
        <w:rPr>
          <w:lang w:eastAsia="ja-JP"/>
        </w:rPr>
      </w:pPr>
      <w:r>
        <w:rPr>
          <w:lang w:eastAsia="ja-JP"/>
        </w:rPr>
        <w:t xml:space="preserve">  </w:t>
      </w:r>
      <w:r w:rsidRPr="00362432">
        <w:rPr>
          <w:lang w:eastAsia="ja-JP"/>
        </w:rPr>
        <w:t>"</w:t>
      </w:r>
      <w:r>
        <w:rPr>
          <w:lang w:eastAsia="ja-JP"/>
        </w:rPr>
        <w:t>DirectReports": [</w:t>
      </w:r>
    </w:p>
    <w:p w14:paraId="4C494D54" w14:textId="77777777" w:rsidR="00752DAA" w:rsidRDefault="00752DAA" w:rsidP="00752DAA">
      <w:pPr>
        <w:pStyle w:val="Code"/>
        <w:rPr>
          <w:lang w:eastAsia="ja-JP"/>
        </w:rPr>
      </w:pPr>
      <w:r>
        <w:rPr>
          <w:lang w:eastAsia="ja-JP"/>
        </w:rPr>
        <w:t xml:space="preserve">    {</w:t>
      </w:r>
      <w:r w:rsidRPr="00362432">
        <w:rPr>
          <w:lang w:eastAsia="ja-JP"/>
        </w:rPr>
        <w:t>"</w:t>
      </w:r>
      <w:r>
        <w:rPr>
          <w:lang w:eastAsia="ja-JP"/>
        </w:rPr>
        <w:t>@odata.id</w:t>
      </w:r>
      <w:r w:rsidRPr="00362432">
        <w:rPr>
          <w:lang w:eastAsia="ja-JP"/>
        </w:rPr>
        <w:t>"</w:t>
      </w:r>
      <w:r>
        <w:rPr>
          <w:lang w:eastAsia="ja-JP"/>
        </w:rPr>
        <w:t xml:space="preserve">: </w:t>
      </w:r>
      <w:r w:rsidRPr="00362432">
        <w:rPr>
          <w:lang w:eastAsia="ja-JP"/>
        </w:rPr>
        <w:t>"</w:t>
      </w:r>
      <w:r>
        <w:rPr>
          <w:lang w:eastAsia="ja-JP"/>
        </w:rPr>
        <w:t>Employees(5)</w:t>
      </w:r>
      <w:r w:rsidRPr="00362432">
        <w:rPr>
          <w:lang w:eastAsia="ja-JP"/>
        </w:rPr>
        <w:t>"</w:t>
      </w:r>
      <w:r>
        <w:rPr>
          <w:lang w:eastAsia="ja-JP"/>
        </w:rPr>
        <w:t>},</w:t>
      </w:r>
    </w:p>
    <w:p w14:paraId="33286157" w14:textId="77777777" w:rsidR="00752DAA" w:rsidRDefault="00752DAA" w:rsidP="00752DAA">
      <w:pPr>
        <w:pStyle w:val="Code"/>
        <w:rPr>
          <w:lang w:eastAsia="ja-JP"/>
        </w:rPr>
      </w:pPr>
      <w:r>
        <w:rPr>
          <w:lang w:eastAsia="ja-JP"/>
        </w:rPr>
        <w:t xml:space="preserve">    {</w:t>
      </w:r>
      <w:r w:rsidRPr="00362432">
        <w:rPr>
          <w:lang w:eastAsia="ja-JP"/>
        </w:rPr>
        <w:t>"</w:t>
      </w:r>
      <w:r>
        <w:rPr>
          <w:lang w:eastAsia="ja-JP"/>
        </w:rPr>
        <w:t>@odata.id</w:t>
      </w:r>
      <w:r w:rsidRPr="00362432">
        <w:rPr>
          <w:lang w:eastAsia="ja-JP"/>
        </w:rPr>
        <w:t>"</w:t>
      </w:r>
      <w:r>
        <w:rPr>
          <w:lang w:eastAsia="ja-JP"/>
        </w:rPr>
        <w:t xml:space="preserve">: </w:t>
      </w:r>
      <w:r w:rsidRPr="00362432">
        <w:rPr>
          <w:lang w:eastAsia="ja-JP"/>
        </w:rPr>
        <w:t>"</w:t>
      </w:r>
      <w:r>
        <w:rPr>
          <w:lang w:eastAsia="ja-JP"/>
        </w:rPr>
        <w:t>Employees(6)</w:t>
      </w:r>
      <w:r w:rsidRPr="00362432">
        <w:rPr>
          <w:lang w:eastAsia="ja-JP"/>
        </w:rPr>
        <w:t>"</w:t>
      </w:r>
      <w:r>
        <w:rPr>
          <w:lang w:eastAsia="ja-JP"/>
        </w:rPr>
        <w:t>}</w:t>
      </w:r>
    </w:p>
    <w:p w14:paraId="2F2B0792" w14:textId="77777777" w:rsidR="00752DAA" w:rsidRDefault="00752DAA" w:rsidP="00752DAA">
      <w:pPr>
        <w:pStyle w:val="Code"/>
        <w:rPr>
          <w:lang w:eastAsia="ja-JP"/>
        </w:rPr>
      </w:pPr>
      <w:r>
        <w:rPr>
          <w:lang w:eastAsia="ja-JP"/>
        </w:rPr>
        <w:t xml:space="preserve"> </w:t>
      </w:r>
      <w:r w:rsidDel="007C7762">
        <w:rPr>
          <w:lang w:eastAsia="ja-JP"/>
        </w:rPr>
        <w:t xml:space="preserve"> </w:t>
      </w:r>
      <w:r>
        <w:rPr>
          <w:lang w:eastAsia="ja-JP"/>
        </w:rPr>
        <w:t>]</w:t>
      </w:r>
    </w:p>
    <w:p w14:paraId="20CE3206" w14:textId="77777777" w:rsidR="00752DAA" w:rsidRDefault="00752DAA" w:rsidP="00752DAA">
      <w:pPr>
        <w:pStyle w:val="Code"/>
        <w:rPr>
          <w:lang w:eastAsia="ja-JP"/>
        </w:rPr>
      </w:pPr>
      <w:r>
        <w:rPr>
          <w:lang w:eastAsia="ja-JP"/>
        </w:rPr>
        <w:t>}</w:t>
      </w:r>
    </w:p>
    <w:p w14:paraId="2161DCAF" w14:textId="77777777" w:rsidR="00752DAA" w:rsidRDefault="00752DAA" w:rsidP="00752DAA">
      <w:r>
        <w:t>Upon successful completion of the operation, the service</w:t>
      </w:r>
      <w:r w:rsidDel="001B10BD">
        <w:t xml:space="preserve"> </w:t>
      </w:r>
      <w:r>
        <w:t>creates the requested entity and relates it to the requested existing entities.</w:t>
      </w:r>
    </w:p>
    <w:p w14:paraId="425BEA82" w14:textId="77777777" w:rsidR="00752DAA" w:rsidRDefault="00752DAA" w:rsidP="00752DAA">
      <w:r>
        <w:t xml:space="preserve">If the target URL for the collection the entity is created in and binding information provided in the </w:t>
      </w:r>
      <w:r w:rsidRPr="00171AF4">
        <w:rPr>
          <w:rStyle w:val="Datatype"/>
        </w:rPr>
        <w:t>POST</w:t>
      </w:r>
      <w:r>
        <w:t xml:space="preserve"> body contradicts the implicit binding information provided by the request URL, the request MUST fail and the service respond with </w:t>
      </w:r>
      <w:r w:rsidRPr="0007419C">
        <w:rPr>
          <w:rStyle w:val="Datatype"/>
        </w:rPr>
        <w:t>400 Bad Request</w:t>
      </w:r>
      <w:r>
        <w:t>.</w:t>
      </w:r>
    </w:p>
    <w:p w14:paraId="5B405B43" w14:textId="77777777" w:rsidR="00752DAA" w:rsidRDefault="00752DAA" w:rsidP="00752DAA">
      <w:r>
        <w:t>Upon failure of the operation, the service MUST NOT create the new entity. In particular, the service MUST never create an entity in a partially-valid state (with the navigation property unset).</w:t>
      </w:r>
    </w:p>
    <w:bookmarkStart w:id="798" w:name="_Create_Related_Entities"/>
    <w:bookmarkStart w:id="799" w:name="_Toc477876680"/>
    <w:bookmarkStart w:id="800" w:name="sec_CreateRelatedEntitiesWhenCreatinganE"/>
    <w:bookmarkEnd w:id="798"/>
    <w:p w14:paraId="4EF9F19B" w14:textId="77777777" w:rsidR="00752DAA" w:rsidRDefault="00752DAA" w:rsidP="006C1EBF">
      <w:pPr>
        <w:pStyle w:val="Heading4"/>
        <w:numPr>
          <w:ilvl w:val="3"/>
          <w:numId w:val="2"/>
        </w:numPr>
        <w:tabs>
          <w:tab w:val="left" w:pos="567"/>
        </w:tabs>
      </w:pPr>
      <w:r>
        <w:fldChar w:fldCharType="begin"/>
      </w:r>
      <w:r>
        <w:instrText xml:space="preserve"> HYPERLINK  \l "sec_CreateRelatedEntitiesWhenCreatinganE" </w:instrText>
      </w:r>
      <w:r>
        <w:fldChar w:fldCharType="separate"/>
      </w:r>
      <w:bookmarkStart w:id="801" w:name="_Toc494885097"/>
      <w:bookmarkStart w:id="802" w:name="_Toc494356844"/>
      <w:r w:rsidRPr="004A50BC">
        <w:rPr>
          <w:rStyle w:val="Hyperlink"/>
        </w:rPr>
        <w:t>Create Related Entities When Creating an Entity</w:t>
      </w:r>
      <w:bookmarkEnd w:id="799"/>
      <w:bookmarkEnd w:id="800"/>
      <w:bookmarkEnd w:id="801"/>
      <w:bookmarkEnd w:id="802"/>
      <w:r>
        <w:fldChar w:fldCharType="end"/>
      </w:r>
    </w:p>
    <w:p w14:paraId="65B6A019" w14:textId="77777777" w:rsidR="00752DAA" w:rsidRDefault="00752DAA" w:rsidP="00752DAA">
      <w:r>
        <w:t>A request to create an entity that includes related entities, represented using the appropriate inline representation,</w:t>
      </w:r>
      <w:r w:rsidDel="00933AD9">
        <w:t xml:space="preserve"> </w:t>
      </w:r>
      <w:r>
        <w:t>is referred to as a “deep insert”. Media entities, whose binary representation cannot be represented inline, cannot be created within a deep insert.</w:t>
      </w:r>
    </w:p>
    <w:p w14:paraId="2A28C24A" w14:textId="77777777" w:rsidR="00752DAA" w:rsidRDefault="00752DAA" w:rsidP="00752DAA">
      <w:r>
        <w:t>Each</w:t>
      </w:r>
      <w:r w:rsidRPr="00C00DF7">
        <w:t xml:space="preserve"> </w:t>
      </w:r>
      <w:r>
        <w:t>included related entity is</w:t>
      </w:r>
      <w:r w:rsidRPr="00C00DF7">
        <w:t xml:space="preserve"> </w:t>
      </w:r>
      <w:r>
        <w:t>processed</w:t>
      </w:r>
      <w:r w:rsidRPr="00C00DF7">
        <w:t xml:space="preserve"> observing the rules </w:t>
      </w:r>
      <w:r>
        <w:t xml:space="preserve">for </w:t>
      </w:r>
      <w:hyperlink w:anchor="sec_CreateanEntity" w:history="1">
        <w:r w:rsidRPr="000E0E9B">
          <w:rPr>
            <w:rStyle w:val="Hyperlink"/>
          </w:rPr>
          <w:t>creating an entity</w:t>
        </w:r>
      </w:hyperlink>
      <w:r w:rsidRPr="00C00DF7">
        <w:t xml:space="preserve"> as if it was posted against the original target URL extended with the navigation </w:t>
      </w:r>
      <w:r>
        <w:t>path to</w:t>
      </w:r>
      <w:r w:rsidRPr="00C00DF7">
        <w:t xml:space="preserve"> this related entity. </w:t>
      </w:r>
    </w:p>
    <w:p w14:paraId="78B2573D" w14:textId="77777777" w:rsidR="00752DAA" w:rsidRDefault="00752DAA" w:rsidP="00752DAA">
      <w:r>
        <w:lastRenderedPageBreak/>
        <w:t>On success, the service MUST create all entities and relate them.</w:t>
      </w:r>
      <w:r w:rsidRPr="00D17AE4">
        <w:t xml:space="preserve"> If the service responds with </w:t>
      </w:r>
      <w:r w:rsidRPr="00D17AE4">
        <w:rPr>
          <w:rStyle w:val="Datatype"/>
        </w:rPr>
        <w:t>201 Created</w:t>
      </w:r>
      <w:r w:rsidRPr="00D17AE4">
        <w:t>, the response MUST be expanded to at least the level that was present in the deep-insert request.</w:t>
      </w:r>
    </w:p>
    <w:p w14:paraId="6CC9AE80" w14:textId="77777777" w:rsidR="00752DAA" w:rsidRPr="00D17AE4" w:rsidRDefault="00752DAA" w:rsidP="00752DAA">
      <w:r>
        <w:t xml:space="preserve">Clients MAY associate an id with individual nested entities in the request by using the </w:t>
      </w:r>
      <w:r>
        <w:rPr>
          <w:rStyle w:val="Datatype"/>
        </w:rPr>
        <w:t>Core.ContentID</w:t>
      </w:r>
      <w:r>
        <w:t xml:space="preserve"> term defined in </w:t>
      </w:r>
      <w:hyperlink w:anchor="VocCore" w:history="1">
        <w:r w:rsidRPr="00CF5569">
          <w:rPr>
            <w:rStyle w:val="Hyperlink"/>
            <w:b/>
          </w:rPr>
          <w:t>[OData-VocCore]</w:t>
        </w:r>
      </w:hyperlink>
      <w:r>
        <w:rPr>
          <w:rStyle w:val="Hyperlink"/>
        </w:rPr>
        <w:t xml:space="preserve">. </w:t>
      </w:r>
      <w:r>
        <w:t>Services that respond with</w:t>
      </w:r>
      <w:r w:rsidRPr="00D17AE4">
        <w:t xml:space="preserve"> </w:t>
      </w:r>
      <w:r w:rsidRPr="00D17AE4">
        <w:rPr>
          <w:rStyle w:val="Datatype"/>
        </w:rPr>
        <w:t>201 Created</w:t>
      </w:r>
      <w:r>
        <w:t xml:space="preserve"> SHOULD annotate the entities in the response using the same </w:t>
      </w:r>
      <w:r>
        <w:rPr>
          <w:rStyle w:val="Datatype"/>
        </w:rPr>
        <w:t>Core.ContentID</w:t>
      </w:r>
      <w:r>
        <w:t xml:space="preserve"> value as specified in the request. Services SHOULD advertise support for deep inserts, including support for returning the </w:t>
      </w:r>
      <w:r w:rsidRPr="004875B7">
        <w:rPr>
          <w:rStyle w:val="Keyword"/>
        </w:rPr>
        <w:t>Core.</w:t>
      </w:r>
      <w:r>
        <w:rPr>
          <w:rStyle w:val="Datatype"/>
        </w:rPr>
        <w:t>ContentID</w:t>
      </w:r>
      <w:r>
        <w:t xml:space="preserve">, through the </w:t>
      </w:r>
      <w:r w:rsidRPr="004875B7">
        <w:rPr>
          <w:rStyle w:val="Keyword"/>
        </w:rPr>
        <w:t>Capabilities.</w:t>
      </w:r>
      <w:r>
        <w:rPr>
          <w:rStyle w:val="Datatype"/>
        </w:rPr>
        <w:t>DeepInsertSupport</w:t>
      </w:r>
      <w:r>
        <w:t xml:space="preserve"> term, defined in </w:t>
      </w:r>
      <w:hyperlink w:anchor="VocCapabilities" w:history="1">
        <w:r w:rsidRPr="002768AF">
          <w:rPr>
            <w:rStyle w:val="Hyperlink"/>
            <w:b/>
          </w:rPr>
          <w:t>[OData-VocCap]</w:t>
        </w:r>
      </w:hyperlink>
      <w:r>
        <w:t>.</w:t>
      </w:r>
    </w:p>
    <w:p w14:paraId="103861B5" w14:textId="77777777" w:rsidR="00752DAA" w:rsidRDefault="00752DAA" w:rsidP="00752DAA">
      <w:r>
        <w:t>On failure, the service MUST NOT create any of the entities.</w:t>
      </w:r>
    </w:p>
    <w:bookmarkStart w:id="803" w:name="_Update_an_Entity"/>
    <w:bookmarkStart w:id="804" w:name="_Delete_an_Entity"/>
    <w:bookmarkStart w:id="805" w:name="_Upsert_an_Entity"/>
    <w:bookmarkStart w:id="806" w:name="_Toc477876681"/>
    <w:bookmarkStart w:id="807" w:name="_Ref484615816"/>
    <w:bookmarkStart w:id="808" w:name="sec_UpdateanEntity"/>
    <w:bookmarkStart w:id="809" w:name="_Ref356810287"/>
    <w:bookmarkStart w:id="810" w:name="_Toc370126110"/>
    <w:bookmarkStart w:id="811" w:name="_Toc370374907"/>
    <w:bookmarkEnd w:id="803"/>
    <w:bookmarkEnd w:id="804"/>
    <w:bookmarkEnd w:id="805"/>
    <w:p w14:paraId="5E09244F" w14:textId="77777777" w:rsidR="00752DAA" w:rsidRDefault="00752DAA" w:rsidP="006C1EBF">
      <w:pPr>
        <w:pStyle w:val="Heading3"/>
        <w:numPr>
          <w:ilvl w:val="2"/>
          <w:numId w:val="2"/>
        </w:numPr>
        <w:tabs>
          <w:tab w:val="left" w:pos="567"/>
        </w:tabs>
      </w:pPr>
      <w:r>
        <w:fldChar w:fldCharType="begin"/>
      </w:r>
      <w:r>
        <w:instrText xml:space="preserve"> HYPERLINK  \l "sec_UpdateanEntity" </w:instrText>
      </w:r>
      <w:r>
        <w:fldChar w:fldCharType="separate"/>
      </w:r>
      <w:bookmarkStart w:id="812" w:name="_Toc494885098"/>
      <w:bookmarkStart w:id="813" w:name="_Toc494356845"/>
      <w:r w:rsidRPr="004A50BC">
        <w:rPr>
          <w:rStyle w:val="Hyperlink"/>
        </w:rPr>
        <w:t>Update an Entity</w:t>
      </w:r>
      <w:bookmarkEnd w:id="806"/>
      <w:bookmarkEnd w:id="807"/>
      <w:bookmarkEnd w:id="808"/>
      <w:bookmarkEnd w:id="812"/>
      <w:bookmarkEnd w:id="813"/>
      <w:r>
        <w:fldChar w:fldCharType="end"/>
      </w:r>
    </w:p>
    <w:p w14:paraId="1FC2D673" w14:textId="77777777" w:rsidR="00752DAA" w:rsidRDefault="00752DAA" w:rsidP="00752DAA">
      <w:r>
        <w:t xml:space="preserve">Services SHOULD support </w:t>
      </w:r>
      <w:r w:rsidRPr="00A62291">
        <w:rPr>
          <w:rFonts w:ascii="Courier New" w:hAnsi="Courier New" w:cs="Courier New"/>
        </w:rPr>
        <w:t>PATCH</w:t>
      </w:r>
      <w:r>
        <w:t xml:space="preserve"> as the preferred means of updating an entity. </w:t>
      </w:r>
      <w:r w:rsidRPr="008C6E41">
        <w:rPr>
          <w:rFonts w:ascii="Courier New" w:hAnsi="Courier New" w:cs="Courier New"/>
        </w:rPr>
        <w:t>PATCH</w:t>
      </w:r>
      <w:r>
        <w:t xml:space="preserve"> provides more resiliency between clients and services by directly modifying only those values specified by the client.</w:t>
      </w:r>
    </w:p>
    <w:p w14:paraId="10A9B4E6" w14:textId="77777777" w:rsidR="00752DAA" w:rsidRDefault="00752DAA" w:rsidP="00752DAA">
      <w:r>
        <w:t xml:space="preserve">The semantics of </w:t>
      </w:r>
      <w:r w:rsidRPr="00262941">
        <w:rPr>
          <w:rFonts w:ascii="Courier New" w:hAnsi="Courier New" w:cs="Courier New"/>
        </w:rPr>
        <w:t>PATCH</w:t>
      </w:r>
      <w:r>
        <w:t xml:space="preserve">, as defined in </w:t>
      </w:r>
      <w:hyperlink w:anchor="RFC5789" w:history="1">
        <w:r w:rsidRPr="00171AF4">
          <w:rPr>
            <w:rStyle w:val="Hyperlink"/>
            <w:b/>
          </w:rPr>
          <w:t>[RFC5789]</w:t>
        </w:r>
      </w:hyperlink>
      <w:r>
        <w:t>, is to merge the content in the request payload with the [entity’s] current state, applying the update only to those components specified in the request body.</w:t>
      </w:r>
      <w:r w:rsidRPr="00127F97">
        <w:t xml:space="preserve"> </w:t>
      </w:r>
      <w:r>
        <w:t>Collection properties and primitive properties provided in the payload corresponding to updatable properties MUST replace the value of the corresponding property in the entity or complex type. Missing properties of the containing entity or complex property, including dynamic properties, MUST NOT be directly altered unless as a side effect of changes resulting from the provided properties.</w:t>
      </w:r>
    </w:p>
    <w:p w14:paraId="598D9B18" w14:textId="77777777" w:rsidR="00752DAA" w:rsidRDefault="00752DAA" w:rsidP="00752DAA">
      <w:r>
        <w:t xml:space="preserve">Services MAY additionally support </w:t>
      </w:r>
      <w:r w:rsidRPr="00262941">
        <w:rPr>
          <w:rFonts w:ascii="Courier New" w:hAnsi="Courier New" w:cs="Courier New"/>
        </w:rPr>
        <w:t>PUT</w:t>
      </w:r>
      <w:r>
        <w:t xml:space="preserve">, but should be aware of the potential for data-loss in round-tripping properties that the client may not know about in advance, such as open or added properties, or properties not specified in metadata. Services that support </w:t>
      </w:r>
      <w:r w:rsidRPr="00A62291">
        <w:rPr>
          <w:rFonts w:ascii="Courier New" w:hAnsi="Courier New" w:cs="Courier New"/>
        </w:rPr>
        <w:t>PUT</w:t>
      </w:r>
      <w:r>
        <w:t xml:space="preserve"> MUST replace all values of structural properties with those specified in the request body. Missing non-key, updatable structural properties not defined as dependent properties within a referential constraint MUST be set to their default values. Omitting</w:t>
      </w:r>
      <w:r w:rsidRPr="00540C19">
        <w:t xml:space="preserve"> a non-nullable property with no </w:t>
      </w:r>
      <w:r>
        <w:t xml:space="preserve">service-generated or </w:t>
      </w:r>
      <w:r w:rsidRPr="00540C19">
        <w:t xml:space="preserve">default value from </w:t>
      </w:r>
      <w:r>
        <w:t>a</w:t>
      </w:r>
      <w:r w:rsidRPr="00540C19">
        <w:t xml:space="preserve"> </w:t>
      </w:r>
      <w:r w:rsidRPr="00D23AB5">
        <w:rPr>
          <w:rStyle w:val="Datatype"/>
        </w:rPr>
        <w:t>PUT</w:t>
      </w:r>
      <w:r w:rsidRPr="00540C19">
        <w:t xml:space="preserve"> request</w:t>
      </w:r>
      <w:r>
        <w:t xml:space="preserve"> results in a </w:t>
      </w:r>
      <w:r w:rsidRPr="00D23AB5">
        <w:rPr>
          <w:rStyle w:val="Datatype"/>
        </w:rPr>
        <w:t>400 Bad Request</w:t>
      </w:r>
      <w:r>
        <w:t xml:space="preserve"> error</w:t>
      </w:r>
      <w:r w:rsidRPr="00540C19">
        <w:t>.</w:t>
      </w:r>
      <w:r>
        <w:t xml:space="preserve"> Missing dynamic structural properties MUST be removed or set to </w:t>
      </w:r>
      <w:r w:rsidRPr="00C44C52">
        <w:rPr>
          <w:rStyle w:val="Datatype"/>
        </w:rPr>
        <w:t>null</w:t>
      </w:r>
      <w:r>
        <w:t xml:space="preserve">. </w:t>
      </w:r>
    </w:p>
    <w:p w14:paraId="2883C2C2" w14:textId="77777777" w:rsidR="00752DAA" w:rsidRDefault="00752DAA" w:rsidP="00752DAA">
      <w:r>
        <w:t>Updating a dependent property that is tied to a key property of the principal entity through a referential constraint updates the relationship to point to the entity with the specified key value. If there is no such entity, the update fails.</w:t>
      </w:r>
    </w:p>
    <w:p w14:paraId="61D35A8D" w14:textId="77777777" w:rsidR="00752DAA" w:rsidRDefault="00752DAA" w:rsidP="00752DAA">
      <w:r>
        <w:t>Updating a principle property that is tied to a dependent entity through a referential constraint on the dependent entity updates the dependent property.</w:t>
      </w:r>
    </w:p>
    <w:p w14:paraId="0445B768" w14:textId="77777777" w:rsidR="00752DAA" w:rsidRDefault="00752DAA" w:rsidP="00752DAA">
      <w:r>
        <w:t>Key and other properties marked as read-only in metadata (including computed properties), as well as dependent properties that are not tied to key properties of the principal entity, can be omitted from the request. If the request contains a value for one of these properties, the service MUST ignore that value when applying the update.</w:t>
      </w:r>
      <w:r w:rsidRPr="00143AAA">
        <w:t xml:space="preserve"> </w:t>
      </w:r>
      <w:r>
        <w:t xml:space="preserve">Services MUST return an error if an insert or update contains a new value for a property marked as updatable that cannot currently be changed by the user (i.e., given the state of the object or permissions of the user). The service MAY return success in this case if the specified value matches the value of the property. Clients SHOULD use </w:t>
      </w:r>
      <w:r w:rsidRPr="00A62291">
        <w:rPr>
          <w:rFonts w:ascii="Courier New" w:hAnsi="Courier New" w:cs="Courier New"/>
        </w:rPr>
        <w:t>P</w:t>
      </w:r>
      <w:r>
        <w:rPr>
          <w:rFonts w:ascii="Courier New" w:hAnsi="Courier New" w:cs="Courier New"/>
        </w:rPr>
        <w:t>ATCH</w:t>
      </w:r>
      <w:r>
        <w:t xml:space="preserve"> and specify only those properties intended to be changed.</w:t>
      </w:r>
    </w:p>
    <w:p w14:paraId="0199BEA4" w14:textId="77777777" w:rsidR="00752DAA" w:rsidRDefault="00752DAA" w:rsidP="00752DAA">
      <w:r>
        <w:t>Entity id and entity type cannot be changed when updating an entity. However, format-specific rules might in some cases require providing entity id and entity type values in the payload when applying the update.</w:t>
      </w:r>
    </w:p>
    <w:p w14:paraId="0233535A" w14:textId="77777777" w:rsidR="00752DAA" w:rsidRDefault="00752DAA" w:rsidP="00752DAA">
      <w:r>
        <w:t xml:space="preserve">For requests with an </w:t>
      </w:r>
      <w:r>
        <w:rPr>
          <w:rStyle w:val="Datatype"/>
        </w:rPr>
        <w:t>OData-Version</w:t>
      </w:r>
      <w:r>
        <w:t xml:space="preserve"> header with a value of </w:t>
      </w:r>
      <w:r w:rsidRPr="00AA56D9">
        <w:rPr>
          <w:rFonts w:ascii="Courier New" w:hAnsi="Courier New" w:cs="Courier New"/>
        </w:rPr>
        <w:t>4.01</w:t>
      </w:r>
      <w:r>
        <w:rPr>
          <w:rFonts w:ascii="Courier New" w:hAnsi="Courier New" w:cs="Courier New"/>
        </w:rPr>
        <w:t xml:space="preserve"> </w:t>
      </w:r>
      <w:r>
        <w:t xml:space="preserve">or greater, if the entity representation includes an ETag value, the update MUST NOT be performed and SHOULD return </w:t>
      </w:r>
      <w:hyperlink w:anchor="sec_ResponseCode412PreconditionFailed" w:history="1">
        <w:r>
          <w:rPr>
            <w:rStyle w:val="Hyperlink"/>
            <w:rFonts w:ascii="Courier New" w:hAnsi="Courier New" w:cs="Courier New"/>
          </w:rPr>
          <w:t>412 Precondition Failed</w:t>
        </w:r>
      </w:hyperlink>
      <w:r>
        <w:t>, if the supplied ETag value does is not "</w:t>
      </w:r>
      <w:r w:rsidRPr="004875B7">
        <w:rPr>
          <w:rStyle w:val="Keyword"/>
        </w:rPr>
        <w:t>*</w:t>
      </w:r>
      <w:r>
        <w:t xml:space="preserve">" and does not match the current ETag value for the entity. ETag values in payloads MUST be ignored for requests containing an OData-Version header with a value of </w:t>
      </w:r>
      <w:r w:rsidRPr="00755E9B">
        <w:rPr>
          <w:rFonts w:ascii="Courier New" w:hAnsi="Courier New" w:cs="Courier New"/>
        </w:rPr>
        <w:t>4.0</w:t>
      </w:r>
      <w:r>
        <w:t>.</w:t>
      </w:r>
    </w:p>
    <w:p w14:paraId="061158E6" w14:textId="77777777" w:rsidR="00752DAA" w:rsidRDefault="00752DAA" w:rsidP="00752DAA">
      <w:r>
        <w:t>If an update specifies both a binding to a single-valued navigation property and a dependent property that is tied to a key property of the principal entity according to the same navigation property, then the dependent property is ignored and the relationship is updated according to the value specified in the binding.</w:t>
      </w:r>
    </w:p>
    <w:p w14:paraId="628C2D2E" w14:textId="77777777" w:rsidR="00752DAA" w:rsidRDefault="00752DAA" w:rsidP="00752DAA">
      <w:r>
        <w:lastRenderedPageBreak/>
        <w:t>If the entity being updated is open, then additional values for properties beyond those specified in the metadata or returned in a previous request MAY be sent in the request body. The service MUST treat these as dynamic properties.</w:t>
      </w:r>
    </w:p>
    <w:p w14:paraId="36AE2310" w14:textId="77777777" w:rsidR="00752DAA" w:rsidRDefault="00752DAA" w:rsidP="00752DAA">
      <w:r>
        <w:t>If the entity being updated is not open, then additional values for properties beyond those specified in the metadata or returned in a previous request SHOULD NOT be sent in the request body. The service MUST fail if it is unable to persist all updatable property values specified in the request.</w:t>
      </w:r>
      <w:r w:rsidDel="004B013E">
        <w:t xml:space="preserve"> </w:t>
      </w:r>
    </w:p>
    <w:p w14:paraId="5183E604" w14:textId="77777777" w:rsidR="00752DAA" w:rsidRDefault="00752DAA" w:rsidP="00752DAA">
      <w:r>
        <w:t xml:space="preserve">On success, the response MUST be a valid </w:t>
      </w:r>
      <w:hyperlink w:anchor="sec_SuccessResponses">
        <w:r w:rsidRPr="00D27C21">
          <w:rPr>
            <w:rStyle w:val="Hyperlink"/>
          </w:rPr>
          <w:t>success response</w:t>
        </w:r>
      </w:hyperlink>
      <w:r>
        <w:t>.</w:t>
      </w:r>
    </w:p>
    <w:bookmarkStart w:id="814" w:name="_Link_Treatingto_Related"/>
    <w:bookmarkStart w:id="815" w:name="_Treating_Related_Entities"/>
    <w:bookmarkStart w:id="816" w:name="_Toc477876682"/>
    <w:bookmarkStart w:id="817" w:name="sec_UpdateRelatedEntitiesWhenUpdatinganE"/>
    <w:bookmarkEnd w:id="814"/>
    <w:bookmarkEnd w:id="815"/>
    <w:p w14:paraId="4C1C130D" w14:textId="77777777" w:rsidR="00752DAA" w:rsidRDefault="00752DAA" w:rsidP="006C1EBF">
      <w:pPr>
        <w:pStyle w:val="Heading4"/>
        <w:numPr>
          <w:ilvl w:val="3"/>
          <w:numId w:val="2"/>
        </w:numPr>
        <w:tabs>
          <w:tab w:val="left" w:pos="567"/>
        </w:tabs>
      </w:pPr>
      <w:r>
        <w:fldChar w:fldCharType="begin"/>
      </w:r>
      <w:r>
        <w:instrText xml:space="preserve"> HYPERLINK  \l "sec_UpdateRelatedEntitiesWhenUpdatinganE" </w:instrText>
      </w:r>
      <w:r>
        <w:fldChar w:fldCharType="separate"/>
      </w:r>
      <w:bookmarkStart w:id="818" w:name="_Toc494885099"/>
      <w:bookmarkStart w:id="819" w:name="_Toc494356846"/>
      <w:r w:rsidRPr="004A50BC">
        <w:rPr>
          <w:rStyle w:val="Hyperlink"/>
        </w:rPr>
        <w:t>Update Related Entities When Updating an Entity</w:t>
      </w:r>
      <w:bookmarkEnd w:id="816"/>
      <w:bookmarkEnd w:id="817"/>
      <w:bookmarkEnd w:id="818"/>
      <w:bookmarkEnd w:id="819"/>
      <w:r>
        <w:fldChar w:fldCharType="end"/>
      </w:r>
    </w:p>
    <w:p w14:paraId="6C13AD44" w14:textId="77777777" w:rsidR="00752DAA" w:rsidRDefault="00752DAA" w:rsidP="00752DAA">
      <w:r>
        <w:t xml:space="preserve">Update requests with an OData-Version header with a value of </w:t>
      </w:r>
      <w:r w:rsidRPr="007300E6">
        <w:rPr>
          <w:rFonts w:ascii="Courier New" w:hAnsi="Courier New" w:cs="Courier New"/>
        </w:rPr>
        <w:t>4.0</w:t>
      </w:r>
      <w:r w:rsidRPr="00730DCA">
        <w:t xml:space="preserve"> MUST NOT contain related entities as inline content.</w:t>
      </w:r>
      <w:r w:rsidRPr="00730DCA" w:rsidDel="0055287B">
        <w:t xml:space="preserve"> </w:t>
      </w:r>
      <w:r>
        <w:t>Such requests MAY contain binding information for navigation properties. For single-valued navigation properties this replaces the relationship. For collection-valued navigation properties this adds to the relationship.</w:t>
      </w:r>
    </w:p>
    <w:p w14:paraId="49EAF7D9" w14:textId="77777777" w:rsidR="00752DAA" w:rsidRDefault="00752DAA" w:rsidP="00752DAA">
      <w:r>
        <w:t xml:space="preserve">Payloads with an </w:t>
      </w:r>
      <w:r w:rsidRPr="00B5581F">
        <w:rPr>
          <w:rStyle w:val="Keyword"/>
        </w:rPr>
        <w:t>OData-Version</w:t>
      </w:r>
      <w:r>
        <w:t xml:space="preserve"> header with a value of </w:t>
      </w:r>
      <w:r w:rsidRPr="007300E6">
        <w:rPr>
          <w:rFonts w:ascii="Courier New" w:hAnsi="Courier New" w:cs="Courier New"/>
        </w:rPr>
        <w:t>4.01</w:t>
      </w:r>
      <w:r>
        <w:t xml:space="preserve"> or greater MAY include nested entities and entity references that specify the full set of currently related entities, or a nested </w:t>
      </w:r>
      <w:hyperlink w:anchor="sec_DeltaPayloads" w:history="1">
        <w:r w:rsidRPr="00FA3B00">
          <w:rPr>
            <w:rStyle w:val="Hyperlink"/>
          </w:rPr>
          <w:t>delta payload</w:t>
        </w:r>
      </w:hyperlink>
      <w:r>
        <w:t xml:space="preserve"> representing the related entities that have been added, removed, or changed.</w:t>
      </w:r>
    </w:p>
    <w:p w14:paraId="56331A45" w14:textId="77777777" w:rsidR="00752DAA" w:rsidRDefault="00752DAA" w:rsidP="00752DAA">
      <w:r>
        <w:t>If the nested collection is represented identical to an expanded navigation property, then the set of nested entities and entity references specified in a successful update request represents the full set of entities to be related according to that relationship and MUST NOT include added links, deleted links, or deleted entities.</w:t>
      </w:r>
    </w:p>
    <w:p w14:paraId="0183AC20"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75</w:t>
      </w:r>
      <w:r w:rsidR="002A710D">
        <w:rPr>
          <w:noProof/>
        </w:rPr>
        <w:fldChar w:fldCharType="end"/>
      </w:r>
      <w:r w:rsidRPr="003F1FAD">
        <w:t xml:space="preserve">: </w:t>
      </w:r>
      <w:r>
        <w:t xml:space="preserve">using the JSON format, a 4.01 </w:t>
      </w:r>
      <w:r w:rsidRPr="004875B7">
        <w:rPr>
          <w:rStyle w:val="Keyword"/>
        </w:rPr>
        <w:t>PATCH</w:t>
      </w:r>
      <w:r>
        <w:t xml:space="preserve"> request can update a manager entity. Following the update, the manager has three direct reports; two existing employees and one new employee named </w:t>
      </w:r>
      <w:r w:rsidRPr="006F1558">
        <w:rPr>
          <w:rFonts w:ascii="Courier New" w:hAnsi="Courier New" w:cs="Courier New"/>
        </w:rPr>
        <w:t>Suzanne Brown</w:t>
      </w:r>
      <w:r>
        <w:t xml:space="preserve">. The </w:t>
      </w:r>
      <w:r>
        <w:rPr>
          <w:rFonts w:ascii="Courier New" w:hAnsi="Courier New" w:cs="Courier New"/>
        </w:rPr>
        <w:t>LastName</w:t>
      </w:r>
      <w:r>
        <w:t xml:space="preserve"> of employee </w:t>
      </w:r>
      <w:r w:rsidRPr="004875B7">
        <w:rPr>
          <w:rStyle w:val="Keyword"/>
        </w:rPr>
        <w:t>6</w:t>
      </w:r>
      <w:r>
        <w:t xml:space="preserve"> is updated to </w:t>
      </w:r>
      <w:r>
        <w:rPr>
          <w:rFonts w:ascii="Courier New" w:hAnsi="Courier New" w:cs="Courier New"/>
        </w:rPr>
        <w:t>Smith</w:t>
      </w:r>
      <w:r w:rsidRPr="004E1923">
        <w:rPr>
          <w:rFonts w:ascii="Courier New" w:hAnsi="Courier New" w:cs="Courier New"/>
        </w:rPr>
        <w:t>.</w:t>
      </w:r>
    </w:p>
    <w:p w14:paraId="336F000C" w14:textId="77777777" w:rsidR="00752DAA" w:rsidRDefault="00752DAA" w:rsidP="00752DAA">
      <w:pPr>
        <w:pStyle w:val="Code"/>
      </w:pPr>
      <w:r>
        <w:t xml:space="preserve">{ </w:t>
      </w:r>
    </w:p>
    <w:p w14:paraId="44619D95" w14:textId="77777777" w:rsidR="00752DAA" w:rsidRDefault="00752DAA" w:rsidP="00752DAA">
      <w:pPr>
        <w:pStyle w:val="Code"/>
        <w:rPr>
          <w:lang w:eastAsia="ja-JP"/>
        </w:rPr>
      </w:pPr>
      <w:r>
        <w:rPr>
          <w:lang w:eastAsia="ja-JP"/>
        </w:rPr>
        <w:t xml:space="preserve">  "@type":"#Northwind.Manager",</w:t>
      </w:r>
    </w:p>
    <w:p w14:paraId="6FE73E92" w14:textId="77777777" w:rsidR="00752DAA" w:rsidRDefault="00752DAA" w:rsidP="00752DAA">
      <w:pPr>
        <w:pStyle w:val="Code"/>
        <w:rPr>
          <w:lang w:eastAsia="ja-JP"/>
        </w:rPr>
      </w:pPr>
      <w:r>
        <w:rPr>
          <w:lang w:eastAsia="ja-JP"/>
        </w:rPr>
        <w:t xml:space="preserve">  </w:t>
      </w:r>
      <w:r w:rsidRPr="00362432">
        <w:rPr>
          <w:lang w:eastAsia="ja-JP"/>
        </w:rPr>
        <w:t>"</w:t>
      </w:r>
      <w:r>
        <w:rPr>
          <w:lang w:eastAsia="ja-JP"/>
        </w:rPr>
        <w:t>FirstName</w:t>
      </w:r>
      <w:r w:rsidRPr="00362432">
        <w:rPr>
          <w:lang w:eastAsia="ja-JP"/>
        </w:rPr>
        <w:t>"</w:t>
      </w:r>
      <w:r>
        <w:rPr>
          <w:lang w:eastAsia="ja-JP"/>
        </w:rPr>
        <w:t xml:space="preserve"> : </w:t>
      </w:r>
      <w:r w:rsidRPr="00362432">
        <w:rPr>
          <w:lang w:eastAsia="ja-JP"/>
        </w:rPr>
        <w:t>"</w:t>
      </w:r>
      <w:r>
        <w:rPr>
          <w:lang w:eastAsia="ja-JP"/>
        </w:rPr>
        <w:t>Patricia</w:t>
      </w:r>
      <w:r w:rsidRPr="00362432">
        <w:rPr>
          <w:lang w:eastAsia="ja-JP"/>
        </w:rPr>
        <w:t>"</w:t>
      </w:r>
      <w:r>
        <w:rPr>
          <w:lang w:eastAsia="ja-JP"/>
        </w:rPr>
        <w:t>,</w:t>
      </w:r>
    </w:p>
    <w:p w14:paraId="15585CAE" w14:textId="77777777" w:rsidR="00752DAA" w:rsidRDefault="00752DAA" w:rsidP="00752DAA">
      <w:pPr>
        <w:pStyle w:val="Code"/>
        <w:rPr>
          <w:lang w:eastAsia="ja-JP"/>
        </w:rPr>
      </w:pPr>
      <w:r>
        <w:rPr>
          <w:lang w:eastAsia="ja-JP"/>
        </w:rPr>
        <w:t xml:space="preserve">  </w:t>
      </w:r>
      <w:r w:rsidRPr="00362432">
        <w:rPr>
          <w:lang w:eastAsia="ja-JP"/>
        </w:rPr>
        <w:t>"</w:t>
      </w:r>
      <w:r>
        <w:rPr>
          <w:lang w:eastAsia="ja-JP"/>
        </w:rPr>
        <w:t>DirectReports": [</w:t>
      </w:r>
    </w:p>
    <w:p w14:paraId="79E83994" w14:textId="77777777" w:rsidR="00752DAA" w:rsidRDefault="00752DAA" w:rsidP="00752DAA">
      <w:pPr>
        <w:pStyle w:val="Code"/>
        <w:rPr>
          <w:lang w:eastAsia="ja-JP"/>
        </w:rPr>
      </w:pPr>
      <w:r>
        <w:rPr>
          <w:lang w:eastAsia="ja-JP"/>
        </w:rPr>
        <w:t xml:space="preserve">    {</w:t>
      </w:r>
    </w:p>
    <w:p w14:paraId="5CF5CFB6" w14:textId="77777777" w:rsidR="00752DAA" w:rsidRDefault="00752DAA" w:rsidP="00752DAA">
      <w:pPr>
        <w:pStyle w:val="Code"/>
        <w:rPr>
          <w:lang w:eastAsia="ja-JP"/>
        </w:rPr>
      </w:pPr>
      <w:r>
        <w:rPr>
          <w:lang w:eastAsia="ja-JP"/>
        </w:rPr>
        <w:t xml:space="preserve">      </w:t>
      </w:r>
      <w:r w:rsidRPr="00362432">
        <w:rPr>
          <w:lang w:eastAsia="ja-JP"/>
        </w:rPr>
        <w:t>"</w:t>
      </w:r>
      <w:r>
        <w:rPr>
          <w:lang w:eastAsia="ja-JP"/>
        </w:rPr>
        <w:t>@id</w:t>
      </w:r>
      <w:r w:rsidRPr="00362432">
        <w:rPr>
          <w:lang w:eastAsia="ja-JP"/>
        </w:rPr>
        <w:t>"</w:t>
      </w:r>
      <w:r>
        <w:rPr>
          <w:lang w:eastAsia="ja-JP"/>
        </w:rPr>
        <w:t xml:space="preserve">: </w:t>
      </w:r>
      <w:r w:rsidRPr="00362432">
        <w:rPr>
          <w:lang w:eastAsia="ja-JP"/>
        </w:rPr>
        <w:t>"</w:t>
      </w:r>
      <w:r>
        <w:rPr>
          <w:lang w:eastAsia="ja-JP"/>
        </w:rPr>
        <w:t>Employees(5}</w:t>
      </w:r>
      <w:r w:rsidRPr="00362432">
        <w:rPr>
          <w:lang w:eastAsia="ja-JP"/>
        </w:rPr>
        <w:t>"</w:t>
      </w:r>
    </w:p>
    <w:p w14:paraId="5D2E5727" w14:textId="77777777" w:rsidR="00752DAA" w:rsidRDefault="00752DAA" w:rsidP="00752DAA">
      <w:pPr>
        <w:pStyle w:val="Code"/>
        <w:rPr>
          <w:lang w:eastAsia="ja-JP"/>
        </w:rPr>
      </w:pPr>
      <w:r>
        <w:rPr>
          <w:lang w:eastAsia="ja-JP"/>
        </w:rPr>
        <w:t xml:space="preserve">    },</w:t>
      </w:r>
    </w:p>
    <w:p w14:paraId="55D24B6F" w14:textId="77777777" w:rsidR="00752DAA" w:rsidRDefault="00752DAA" w:rsidP="00752DAA">
      <w:pPr>
        <w:pStyle w:val="Code"/>
        <w:rPr>
          <w:lang w:eastAsia="ja-JP"/>
        </w:rPr>
      </w:pPr>
      <w:r>
        <w:rPr>
          <w:lang w:eastAsia="ja-JP"/>
        </w:rPr>
        <w:t xml:space="preserve">    {</w:t>
      </w:r>
    </w:p>
    <w:p w14:paraId="7FA4BA1C" w14:textId="77777777" w:rsidR="00752DAA" w:rsidRDefault="00752DAA" w:rsidP="00752DAA">
      <w:pPr>
        <w:pStyle w:val="Code"/>
        <w:rPr>
          <w:lang w:eastAsia="ja-JP"/>
        </w:rPr>
      </w:pPr>
      <w:r>
        <w:rPr>
          <w:lang w:eastAsia="ja-JP"/>
        </w:rPr>
        <w:t xml:space="preserve">      </w:t>
      </w:r>
      <w:r w:rsidRPr="00362432">
        <w:rPr>
          <w:lang w:eastAsia="ja-JP"/>
        </w:rPr>
        <w:t>"</w:t>
      </w:r>
      <w:r>
        <w:rPr>
          <w:lang w:eastAsia="ja-JP"/>
        </w:rPr>
        <w:t>@id</w:t>
      </w:r>
      <w:r w:rsidRPr="00362432">
        <w:rPr>
          <w:lang w:eastAsia="ja-JP"/>
        </w:rPr>
        <w:t>"</w:t>
      </w:r>
      <w:r>
        <w:rPr>
          <w:lang w:eastAsia="ja-JP"/>
        </w:rPr>
        <w:t xml:space="preserve">: </w:t>
      </w:r>
      <w:r w:rsidRPr="00362432">
        <w:rPr>
          <w:lang w:eastAsia="ja-JP"/>
        </w:rPr>
        <w:t>"</w:t>
      </w:r>
      <w:r>
        <w:rPr>
          <w:lang w:eastAsia="ja-JP"/>
        </w:rPr>
        <w:t>Employees(6}</w:t>
      </w:r>
      <w:r w:rsidRPr="00362432">
        <w:rPr>
          <w:lang w:eastAsia="ja-JP"/>
        </w:rPr>
        <w:t>"</w:t>
      </w:r>
      <w:r>
        <w:rPr>
          <w:lang w:eastAsia="ja-JP"/>
        </w:rPr>
        <w:t>,</w:t>
      </w:r>
    </w:p>
    <w:p w14:paraId="6D84CDBD" w14:textId="77777777" w:rsidR="00752DAA" w:rsidRDefault="00752DAA" w:rsidP="00752DAA">
      <w:pPr>
        <w:pStyle w:val="Code"/>
        <w:rPr>
          <w:lang w:eastAsia="ja-JP"/>
        </w:rPr>
      </w:pPr>
      <w:r>
        <w:rPr>
          <w:lang w:eastAsia="ja-JP"/>
        </w:rPr>
        <w:t xml:space="preserve">      </w:t>
      </w:r>
      <w:r w:rsidRPr="00362432">
        <w:rPr>
          <w:lang w:eastAsia="ja-JP"/>
        </w:rPr>
        <w:t>"</w:t>
      </w:r>
      <w:r>
        <w:rPr>
          <w:lang w:eastAsia="ja-JP"/>
        </w:rPr>
        <w:t>LastName</w:t>
      </w:r>
      <w:r w:rsidRPr="00362432">
        <w:rPr>
          <w:lang w:eastAsia="ja-JP"/>
        </w:rPr>
        <w:t>"</w:t>
      </w:r>
      <w:r>
        <w:rPr>
          <w:lang w:eastAsia="ja-JP"/>
        </w:rPr>
        <w:t xml:space="preserve">: </w:t>
      </w:r>
      <w:r w:rsidRPr="00362432">
        <w:rPr>
          <w:lang w:eastAsia="ja-JP"/>
        </w:rPr>
        <w:t>"</w:t>
      </w:r>
      <w:r>
        <w:rPr>
          <w:lang w:eastAsia="ja-JP"/>
        </w:rPr>
        <w:t>Smith</w:t>
      </w:r>
      <w:r w:rsidRPr="00362432">
        <w:rPr>
          <w:lang w:eastAsia="ja-JP"/>
        </w:rPr>
        <w:t>"</w:t>
      </w:r>
    </w:p>
    <w:p w14:paraId="1AD5B862" w14:textId="77777777" w:rsidR="00752DAA" w:rsidRDefault="00752DAA" w:rsidP="00752DAA">
      <w:pPr>
        <w:pStyle w:val="Code"/>
        <w:rPr>
          <w:lang w:eastAsia="ja-JP"/>
        </w:rPr>
      </w:pPr>
      <w:r>
        <w:rPr>
          <w:lang w:eastAsia="ja-JP"/>
        </w:rPr>
        <w:t xml:space="preserve">    },</w:t>
      </w:r>
    </w:p>
    <w:p w14:paraId="140F50A9" w14:textId="77777777" w:rsidR="00752DAA" w:rsidRDefault="00752DAA" w:rsidP="00752DAA">
      <w:pPr>
        <w:pStyle w:val="Code"/>
        <w:rPr>
          <w:lang w:eastAsia="ja-JP"/>
        </w:rPr>
      </w:pPr>
      <w:r>
        <w:rPr>
          <w:lang w:eastAsia="ja-JP"/>
        </w:rPr>
        <w:t xml:space="preserve">    {</w:t>
      </w:r>
    </w:p>
    <w:p w14:paraId="2A961AB1" w14:textId="77777777" w:rsidR="00752DAA" w:rsidRDefault="00752DAA" w:rsidP="00752DAA">
      <w:pPr>
        <w:pStyle w:val="Code"/>
        <w:rPr>
          <w:lang w:eastAsia="ja-JP"/>
        </w:rPr>
      </w:pPr>
      <w:r>
        <w:rPr>
          <w:rStyle w:val="Datatype"/>
        </w:rPr>
        <w:t xml:space="preserve">      </w:t>
      </w:r>
      <w:r w:rsidRPr="00362432">
        <w:rPr>
          <w:lang w:eastAsia="ja-JP"/>
        </w:rPr>
        <w:t>"</w:t>
      </w:r>
      <w:r>
        <w:rPr>
          <w:lang w:eastAsia="ja-JP"/>
        </w:rPr>
        <w:t>FirstName</w:t>
      </w:r>
      <w:r w:rsidRPr="00362432">
        <w:rPr>
          <w:lang w:eastAsia="ja-JP"/>
        </w:rPr>
        <w:t>"</w:t>
      </w:r>
      <w:r>
        <w:rPr>
          <w:lang w:eastAsia="ja-JP"/>
        </w:rPr>
        <w:t xml:space="preserve">: </w:t>
      </w:r>
      <w:r w:rsidRPr="00362432">
        <w:rPr>
          <w:lang w:eastAsia="ja-JP"/>
        </w:rPr>
        <w:t>"</w:t>
      </w:r>
      <w:r>
        <w:rPr>
          <w:lang w:eastAsia="ja-JP"/>
        </w:rPr>
        <w:t>Suzanne</w:t>
      </w:r>
      <w:r w:rsidRPr="00362432">
        <w:rPr>
          <w:lang w:eastAsia="ja-JP"/>
        </w:rPr>
        <w:t>"</w:t>
      </w:r>
      <w:r>
        <w:rPr>
          <w:lang w:eastAsia="ja-JP"/>
        </w:rPr>
        <w:t>,</w:t>
      </w:r>
    </w:p>
    <w:p w14:paraId="5B8AD416" w14:textId="77777777" w:rsidR="00752DAA" w:rsidRDefault="00752DAA" w:rsidP="00752DAA">
      <w:pPr>
        <w:pStyle w:val="Code"/>
        <w:rPr>
          <w:lang w:eastAsia="ja-JP"/>
        </w:rPr>
      </w:pPr>
      <w:r>
        <w:rPr>
          <w:rStyle w:val="Datatype"/>
        </w:rPr>
        <w:t xml:space="preserve">      </w:t>
      </w:r>
      <w:r w:rsidRPr="00362432">
        <w:rPr>
          <w:lang w:eastAsia="ja-JP"/>
        </w:rPr>
        <w:t>"</w:t>
      </w:r>
      <w:r>
        <w:rPr>
          <w:lang w:eastAsia="ja-JP"/>
        </w:rPr>
        <w:t>LastName</w:t>
      </w:r>
      <w:r w:rsidRPr="00362432">
        <w:rPr>
          <w:lang w:eastAsia="ja-JP"/>
        </w:rPr>
        <w:t>"</w:t>
      </w:r>
      <w:r>
        <w:rPr>
          <w:lang w:eastAsia="ja-JP"/>
        </w:rPr>
        <w:t xml:space="preserve">: </w:t>
      </w:r>
      <w:r w:rsidRPr="00362432">
        <w:rPr>
          <w:lang w:eastAsia="ja-JP"/>
        </w:rPr>
        <w:t>"</w:t>
      </w:r>
      <w:r>
        <w:rPr>
          <w:lang w:eastAsia="ja-JP"/>
        </w:rPr>
        <w:t>Brown</w:t>
      </w:r>
      <w:r w:rsidRPr="00362432">
        <w:rPr>
          <w:lang w:eastAsia="ja-JP"/>
        </w:rPr>
        <w:t>"</w:t>
      </w:r>
    </w:p>
    <w:p w14:paraId="77F73D62" w14:textId="77777777" w:rsidR="00752DAA" w:rsidRDefault="00752DAA" w:rsidP="00752DAA">
      <w:pPr>
        <w:pStyle w:val="Code"/>
        <w:rPr>
          <w:lang w:eastAsia="ja-JP"/>
        </w:rPr>
      </w:pPr>
      <w:r>
        <w:rPr>
          <w:lang w:eastAsia="ja-JP"/>
        </w:rPr>
        <w:t xml:space="preserve">    }</w:t>
      </w:r>
    </w:p>
    <w:p w14:paraId="62FAE04B" w14:textId="77777777" w:rsidR="00752DAA" w:rsidRDefault="00752DAA" w:rsidP="00752DAA">
      <w:pPr>
        <w:pStyle w:val="Code"/>
        <w:rPr>
          <w:lang w:eastAsia="ja-JP"/>
        </w:rPr>
      </w:pPr>
      <w:r>
        <w:rPr>
          <w:lang w:eastAsia="ja-JP"/>
        </w:rPr>
        <w:t xml:space="preserve"> </w:t>
      </w:r>
      <w:r w:rsidDel="007C7762">
        <w:rPr>
          <w:lang w:eastAsia="ja-JP"/>
        </w:rPr>
        <w:t xml:space="preserve"> </w:t>
      </w:r>
      <w:r>
        <w:rPr>
          <w:lang w:eastAsia="ja-JP"/>
        </w:rPr>
        <w:t>]</w:t>
      </w:r>
    </w:p>
    <w:p w14:paraId="4D7B9BA6" w14:textId="77777777" w:rsidR="00752DAA" w:rsidRDefault="00752DAA" w:rsidP="00752DAA">
      <w:pPr>
        <w:pStyle w:val="Code"/>
        <w:rPr>
          <w:lang w:eastAsia="ja-JP"/>
        </w:rPr>
      </w:pPr>
      <w:r>
        <w:rPr>
          <w:lang w:eastAsia="ja-JP"/>
        </w:rPr>
        <w:t>}</w:t>
      </w:r>
    </w:p>
    <w:p w14:paraId="1A0F198E" w14:textId="77777777" w:rsidR="00752DAA" w:rsidRDefault="00752DAA" w:rsidP="00752DAA">
      <w:r>
        <w:t xml:space="preserve">If the nested collection is represented as a delta annotation on the navigation property, then the collection contains members to be added or changed and MAY include deleted entities for entities that are no longer part of the collection, using the </w:t>
      </w:r>
      <w:hyperlink w:anchor="sec_DeltaPayloads" w:history="1">
        <w:r w:rsidRPr="00973C21">
          <w:rPr>
            <w:rStyle w:val="Hyperlink"/>
          </w:rPr>
          <w:t>delta payload</w:t>
        </w:r>
      </w:hyperlink>
      <w:r>
        <w:t xml:space="preserve"> format. If the deleted entity specifies a </w:t>
      </w:r>
      <w:r w:rsidRPr="002921D2">
        <w:rPr>
          <w:rStyle w:val="Datatype"/>
        </w:rPr>
        <w:t>reason</w:t>
      </w:r>
      <w:r>
        <w:t xml:space="preserve"> as </w:t>
      </w:r>
      <w:r w:rsidRPr="002921D2">
        <w:rPr>
          <w:rStyle w:val="Datatype"/>
        </w:rPr>
        <w:t>deleted</w:t>
      </w:r>
      <w:r>
        <w:t>, then the entity is both removed from the collection and deleted, otherwise it is removed from the collection and only deleted if the relationship is contained.  Nested collections MUST NOT contain added or deleted links. If the request contains nested delta collections, then the PATCH verb must be specified.</w:t>
      </w:r>
    </w:p>
    <w:p w14:paraId="505425CA" w14:textId="77777777" w:rsidR="00752DAA" w:rsidRDefault="00752DAA" w:rsidP="00752DAA">
      <w:r>
        <w:t xml:space="preserve">If a nested entity has the same id or key fields as an existing entity, the existing entity is updated according to the semantics of the PUT or PATCH request. Nested entities that have no id or key fields, or for which the id or key fields do not match existing entities, are treated as inserts. If the nested collection does not represent a containment relationship and has no navigation property binding, then such entities MUST include a context URL specifying the entity set in which the new entity is to be created. If any nested entities contain both id and key fields they MUST identify the same entity or the request is invalid. </w:t>
      </w:r>
    </w:p>
    <w:p w14:paraId="473AA1FB" w14:textId="77777777" w:rsidR="00752DAA" w:rsidRDefault="00752DAA" w:rsidP="00752DAA">
      <w:pPr>
        <w:pStyle w:val="Caption"/>
      </w:pPr>
      <w:bookmarkStart w:id="820" w:name="_Upsert_an_Entity_1"/>
      <w:bookmarkEnd w:id="820"/>
      <w:r w:rsidRPr="003F1FAD">
        <w:t xml:space="preserve">Example </w:t>
      </w:r>
      <w:r w:rsidR="002A710D">
        <w:fldChar w:fldCharType="begin"/>
      </w:r>
      <w:r w:rsidR="002A710D">
        <w:instrText xml:space="preserve"> SEQ Example \* ARABIC </w:instrText>
      </w:r>
      <w:r w:rsidR="002A710D">
        <w:fldChar w:fldCharType="separate"/>
      </w:r>
      <w:r>
        <w:rPr>
          <w:noProof/>
        </w:rPr>
        <w:t>76</w:t>
      </w:r>
      <w:r w:rsidR="002A710D">
        <w:rPr>
          <w:noProof/>
        </w:rPr>
        <w:fldChar w:fldCharType="end"/>
      </w:r>
      <w:r w:rsidRPr="003F1FAD">
        <w:t xml:space="preserve">: </w:t>
      </w:r>
      <w:r>
        <w:t xml:space="preserve">using the JSON format, a 4.01 </w:t>
      </w:r>
      <w:r w:rsidRPr="004875B7">
        <w:rPr>
          <w:rStyle w:val="Keyword"/>
        </w:rPr>
        <w:t>PATCH</w:t>
      </w:r>
      <w:r>
        <w:t xml:space="preserve"> request can specify a nested delta representation to:</w:t>
      </w:r>
    </w:p>
    <w:p w14:paraId="2F64EDBB" w14:textId="77777777" w:rsidR="00752DAA" w:rsidRDefault="00752DAA" w:rsidP="006C1EBF">
      <w:pPr>
        <w:pStyle w:val="Caption"/>
        <w:keepNext/>
        <w:numPr>
          <w:ilvl w:val="0"/>
          <w:numId w:val="29"/>
        </w:numPr>
      </w:pPr>
      <w:r>
        <w:lastRenderedPageBreak/>
        <w:t>delete employee 3 and remove link to it</w:t>
      </w:r>
    </w:p>
    <w:p w14:paraId="4E00E6B7" w14:textId="77777777" w:rsidR="00752DAA" w:rsidRPr="001F618E" w:rsidRDefault="00752DAA" w:rsidP="006C1EBF">
      <w:pPr>
        <w:pStyle w:val="Caption"/>
        <w:keepNext/>
        <w:numPr>
          <w:ilvl w:val="0"/>
          <w:numId w:val="29"/>
        </w:numPr>
      </w:pPr>
      <w:r>
        <w:t>remove the link to employee 4 and do not delete it</w:t>
      </w:r>
    </w:p>
    <w:p w14:paraId="139FD4C6" w14:textId="77777777" w:rsidR="00752DAA" w:rsidRDefault="00752DAA" w:rsidP="006C1EBF">
      <w:pPr>
        <w:pStyle w:val="Caption"/>
        <w:keepNext/>
        <w:numPr>
          <w:ilvl w:val="0"/>
          <w:numId w:val="29"/>
        </w:numPr>
      </w:pPr>
      <w:r>
        <w:t>add a link to employee 5</w:t>
      </w:r>
    </w:p>
    <w:p w14:paraId="75B25EAF" w14:textId="77777777" w:rsidR="00752DAA" w:rsidRDefault="00752DAA" w:rsidP="006C1EBF">
      <w:pPr>
        <w:pStyle w:val="Caption"/>
        <w:keepNext/>
        <w:numPr>
          <w:ilvl w:val="0"/>
          <w:numId w:val="29"/>
        </w:numPr>
      </w:pPr>
      <w:r>
        <w:t>change the last name of employee 6 and link to it if necessary</w:t>
      </w:r>
    </w:p>
    <w:p w14:paraId="56E74699" w14:textId="77777777" w:rsidR="00752DAA" w:rsidRDefault="00752DAA" w:rsidP="006C1EBF">
      <w:pPr>
        <w:pStyle w:val="Caption"/>
        <w:keepNext/>
        <w:numPr>
          <w:ilvl w:val="0"/>
          <w:numId w:val="29"/>
        </w:numPr>
      </w:pPr>
      <w:r>
        <w:t>add a new employee named “Suzanne Brown” and link to it</w:t>
      </w:r>
    </w:p>
    <w:p w14:paraId="018C527F" w14:textId="77777777" w:rsidR="00752DAA" w:rsidRDefault="00752DAA" w:rsidP="00752DAA">
      <w:pPr>
        <w:pStyle w:val="Code"/>
      </w:pPr>
      <w:r>
        <w:t xml:space="preserve">{ </w:t>
      </w:r>
    </w:p>
    <w:p w14:paraId="7F458FB9" w14:textId="77777777" w:rsidR="00752DAA" w:rsidRDefault="00752DAA" w:rsidP="00752DAA">
      <w:pPr>
        <w:pStyle w:val="Code"/>
        <w:rPr>
          <w:lang w:eastAsia="ja-JP"/>
        </w:rPr>
      </w:pPr>
      <w:r>
        <w:rPr>
          <w:lang w:eastAsia="ja-JP"/>
        </w:rPr>
        <w:t xml:space="preserve">  "@type": "#Northwind.Manager",</w:t>
      </w:r>
    </w:p>
    <w:p w14:paraId="2AA7B840" w14:textId="77777777" w:rsidR="00752DAA" w:rsidRDefault="00752DAA" w:rsidP="00752DAA">
      <w:pPr>
        <w:pStyle w:val="Code"/>
        <w:rPr>
          <w:lang w:eastAsia="ja-JP"/>
        </w:rPr>
      </w:pPr>
      <w:r>
        <w:rPr>
          <w:lang w:eastAsia="ja-JP"/>
        </w:rPr>
        <w:t xml:space="preserve">  </w:t>
      </w:r>
      <w:r w:rsidRPr="00362432">
        <w:rPr>
          <w:lang w:eastAsia="ja-JP"/>
        </w:rPr>
        <w:t>"</w:t>
      </w:r>
      <w:r>
        <w:rPr>
          <w:lang w:eastAsia="ja-JP"/>
        </w:rPr>
        <w:t>FirstName</w:t>
      </w:r>
      <w:r w:rsidRPr="00362432">
        <w:rPr>
          <w:lang w:eastAsia="ja-JP"/>
        </w:rPr>
        <w:t>"</w:t>
      </w:r>
      <w:r>
        <w:rPr>
          <w:lang w:eastAsia="ja-JP"/>
        </w:rPr>
        <w:t xml:space="preserve">: </w:t>
      </w:r>
      <w:r w:rsidRPr="00362432">
        <w:rPr>
          <w:lang w:eastAsia="ja-JP"/>
        </w:rPr>
        <w:t>"</w:t>
      </w:r>
      <w:r>
        <w:rPr>
          <w:lang w:eastAsia="ja-JP"/>
        </w:rPr>
        <w:t>Patricia</w:t>
      </w:r>
      <w:r w:rsidRPr="00362432">
        <w:rPr>
          <w:lang w:eastAsia="ja-JP"/>
        </w:rPr>
        <w:t>"</w:t>
      </w:r>
      <w:r>
        <w:rPr>
          <w:lang w:eastAsia="ja-JP"/>
        </w:rPr>
        <w:t>,</w:t>
      </w:r>
    </w:p>
    <w:p w14:paraId="7F5440FE" w14:textId="77777777" w:rsidR="00752DAA" w:rsidRDefault="00752DAA" w:rsidP="00752DAA">
      <w:pPr>
        <w:pStyle w:val="Code"/>
        <w:rPr>
          <w:lang w:eastAsia="ja-JP"/>
        </w:rPr>
      </w:pPr>
      <w:r>
        <w:rPr>
          <w:lang w:eastAsia="ja-JP"/>
        </w:rPr>
        <w:t xml:space="preserve">  </w:t>
      </w:r>
      <w:r w:rsidRPr="00362432">
        <w:rPr>
          <w:lang w:eastAsia="ja-JP"/>
        </w:rPr>
        <w:t>"</w:t>
      </w:r>
      <w:r>
        <w:rPr>
          <w:lang w:eastAsia="ja-JP"/>
        </w:rPr>
        <w:t>DirectReports@delta": [</w:t>
      </w:r>
    </w:p>
    <w:p w14:paraId="5E4E56FE" w14:textId="77777777" w:rsidR="00752DAA" w:rsidRPr="00870F0A" w:rsidRDefault="00752DAA" w:rsidP="00752DAA">
      <w:pPr>
        <w:pStyle w:val="Code"/>
        <w:rPr>
          <w:rStyle w:val="CODEtemp"/>
          <w:sz w:val="18"/>
          <w:lang w:val="nl-NL"/>
        </w:rPr>
      </w:pPr>
      <w:r w:rsidRPr="00870F0A">
        <w:rPr>
          <w:rStyle w:val="CODEtemp"/>
          <w:sz w:val="18"/>
          <w:lang w:val="nl-NL"/>
        </w:rPr>
        <w:t xml:space="preserve">    {</w:t>
      </w:r>
    </w:p>
    <w:p w14:paraId="7E6C3EE3" w14:textId="77777777" w:rsidR="00752DAA" w:rsidRDefault="00752DAA" w:rsidP="00752DAA">
      <w:pPr>
        <w:pStyle w:val="Code"/>
        <w:rPr>
          <w:rStyle w:val="CODEtemp"/>
          <w:sz w:val="18"/>
          <w:szCs w:val="18"/>
        </w:rPr>
      </w:pPr>
      <w:r w:rsidRPr="00E474D2">
        <w:rPr>
          <w:rStyle w:val="CODEtemp"/>
          <w:sz w:val="18"/>
          <w:szCs w:val="18"/>
        </w:rPr>
        <w:t xml:space="preserve">      "</w:t>
      </w:r>
      <w:r>
        <w:rPr>
          <w:rStyle w:val="CODEtemp"/>
          <w:sz w:val="18"/>
          <w:szCs w:val="18"/>
        </w:rPr>
        <w:t>@removed": {</w:t>
      </w:r>
    </w:p>
    <w:p w14:paraId="19B58AE5" w14:textId="77777777" w:rsidR="00752DAA" w:rsidRPr="00E474D2" w:rsidRDefault="00752DAA" w:rsidP="00752DAA">
      <w:pPr>
        <w:pStyle w:val="Code"/>
        <w:rPr>
          <w:rStyle w:val="CODEtemp"/>
          <w:sz w:val="18"/>
          <w:szCs w:val="18"/>
        </w:rPr>
      </w:pPr>
      <w:r>
        <w:rPr>
          <w:rStyle w:val="CODEtemp"/>
          <w:sz w:val="18"/>
          <w:szCs w:val="18"/>
        </w:rPr>
        <w:t xml:space="preserve">        "</w:t>
      </w:r>
      <w:r w:rsidRPr="00E474D2">
        <w:rPr>
          <w:rStyle w:val="CODEtemp"/>
          <w:sz w:val="18"/>
          <w:szCs w:val="18"/>
        </w:rPr>
        <w:t>r</w:t>
      </w:r>
      <w:r>
        <w:rPr>
          <w:rStyle w:val="CODEtemp"/>
          <w:sz w:val="18"/>
          <w:szCs w:val="18"/>
        </w:rPr>
        <w:t>eason</w:t>
      </w:r>
      <w:r w:rsidRPr="00E474D2">
        <w:rPr>
          <w:rStyle w:val="CODEtemp"/>
          <w:sz w:val="18"/>
          <w:szCs w:val="18"/>
        </w:rPr>
        <w:t>":</w:t>
      </w:r>
      <w:r>
        <w:rPr>
          <w:rStyle w:val="CODEtemp"/>
          <w:sz w:val="18"/>
          <w:szCs w:val="18"/>
        </w:rPr>
        <w:t xml:space="preserve"> </w:t>
      </w:r>
      <w:r w:rsidRPr="00E474D2">
        <w:rPr>
          <w:rStyle w:val="CODEtemp"/>
          <w:sz w:val="18"/>
          <w:szCs w:val="18"/>
        </w:rPr>
        <w:t>"</w:t>
      </w:r>
      <w:r>
        <w:rPr>
          <w:rStyle w:val="CODEtemp"/>
          <w:sz w:val="18"/>
          <w:szCs w:val="18"/>
        </w:rPr>
        <w:t>deleted</w:t>
      </w:r>
      <w:r w:rsidRPr="00E474D2">
        <w:rPr>
          <w:rStyle w:val="CODEtemp"/>
          <w:sz w:val="18"/>
          <w:szCs w:val="18"/>
        </w:rPr>
        <w:t>"</w:t>
      </w:r>
    </w:p>
    <w:p w14:paraId="649E338E" w14:textId="77777777" w:rsidR="00752DAA" w:rsidRPr="00E474D2" w:rsidRDefault="00752DAA" w:rsidP="00752DAA">
      <w:pPr>
        <w:pStyle w:val="Code"/>
        <w:rPr>
          <w:rStyle w:val="CODEtemp"/>
          <w:sz w:val="18"/>
          <w:szCs w:val="18"/>
        </w:rPr>
      </w:pPr>
      <w:r>
        <w:rPr>
          <w:rStyle w:val="CODEtemp"/>
          <w:sz w:val="18"/>
          <w:szCs w:val="18"/>
        </w:rPr>
        <w:t xml:space="preserve">      },</w:t>
      </w:r>
    </w:p>
    <w:p w14:paraId="242CA98D" w14:textId="77777777" w:rsidR="00752DAA" w:rsidRPr="00E474D2" w:rsidRDefault="00752DAA" w:rsidP="00752DAA">
      <w:pPr>
        <w:pStyle w:val="Code"/>
        <w:rPr>
          <w:rStyle w:val="CODEtemp"/>
          <w:sz w:val="18"/>
          <w:szCs w:val="18"/>
        </w:rPr>
      </w:pPr>
      <w:r w:rsidRPr="00870F0A">
        <w:rPr>
          <w:rStyle w:val="CODEtemp"/>
          <w:sz w:val="18"/>
          <w:lang w:val="nl-NL"/>
        </w:rPr>
        <w:t xml:space="preserve">      </w:t>
      </w:r>
      <w:r w:rsidRPr="00E474D2">
        <w:rPr>
          <w:rStyle w:val="CODEtemp"/>
          <w:sz w:val="18"/>
          <w:szCs w:val="18"/>
        </w:rPr>
        <w:t>"</w:t>
      </w:r>
      <w:r>
        <w:rPr>
          <w:rStyle w:val="CODEtemp"/>
          <w:sz w:val="18"/>
          <w:szCs w:val="18"/>
        </w:rPr>
        <w:t>@id</w:t>
      </w:r>
      <w:r w:rsidRPr="00E474D2">
        <w:rPr>
          <w:rStyle w:val="CODEtemp"/>
          <w:sz w:val="18"/>
          <w:szCs w:val="18"/>
        </w:rPr>
        <w:t>":</w:t>
      </w:r>
      <w:r>
        <w:rPr>
          <w:rStyle w:val="CODEtemp"/>
          <w:sz w:val="18"/>
          <w:szCs w:val="18"/>
        </w:rPr>
        <w:t xml:space="preserve"> </w:t>
      </w:r>
      <w:r w:rsidRPr="00E474D2">
        <w:rPr>
          <w:rStyle w:val="CODEtemp"/>
          <w:sz w:val="18"/>
          <w:szCs w:val="18"/>
        </w:rPr>
        <w:t>"</w:t>
      </w:r>
      <w:r>
        <w:rPr>
          <w:rStyle w:val="CODEtemp"/>
          <w:sz w:val="18"/>
          <w:szCs w:val="18"/>
        </w:rPr>
        <w:t>Employees</w:t>
      </w:r>
      <w:r w:rsidRPr="00E474D2">
        <w:rPr>
          <w:rStyle w:val="CODEtemp"/>
          <w:sz w:val="18"/>
          <w:szCs w:val="18"/>
        </w:rPr>
        <w:t>(</w:t>
      </w:r>
      <w:r>
        <w:rPr>
          <w:rStyle w:val="CODEtemp"/>
          <w:sz w:val="18"/>
          <w:szCs w:val="18"/>
        </w:rPr>
        <w:t>3</w:t>
      </w:r>
      <w:r w:rsidRPr="00E474D2">
        <w:rPr>
          <w:rStyle w:val="CODEtemp"/>
          <w:sz w:val="18"/>
          <w:szCs w:val="18"/>
        </w:rPr>
        <w:t>)"</w:t>
      </w:r>
    </w:p>
    <w:p w14:paraId="60714D54" w14:textId="77777777" w:rsidR="00752DAA" w:rsidRPr="00E474D2" w:rsidRDefault="00752DAA" w:rsidP="00752DAA">
      <w:pPr>
        <w:pStyle w:val="Code"/>
        <w:rPr>
          <w:rStyle w:val="CODEtemp"/>
          <w:sz w:val="18"/>
          <w:szCs w:val="18"/>
        </w:rPr>
      </w:pPr>
      <w:r w:rsidRPr="00E474D2">
        <w:rPr>
          <w:rStyle w:val="CODEtemp"/>
          <w:sz w:val="18"/>
          <w:szCs w:val="18"/>
        </w:rPr>
        <w:t xml:space="preserve">    }</w:t>
      </w:r>
      <w:r>
        <w:rPr>
          <w:rStyle w:val="CODEtemp"/>
          <w:sz w:val="18"/>
          <w:szCs w:val="18"/>
        </w:rPr>
        <w:t>,</w:t>
      </w:r>
    </w:p>
    <w:p w14:paraId="75B077D0" w14:textId="77777777" w:rsidR="00752DAA" w:rsidRPr="00870F0A" w:rsidRDefault="00752DAA" w:rsidP="00752DAA">
      <w:pPr>
        <w:pStyle w:val="Code"/>
        <w:rPr>
          <w:rStyle w:val="CODEtemp"/>
          <w:sz w:val="18"/>
          <w:lang w:val="nl-NL"/>
        </w:rPr>
      </w:pPr>
      <w:r w:rsidRPr="00870F0A">
        <w:rPr>
          <w:rStyle w:val="CODEtemp"/>
          <w:sz w:val="18"/>
          <w:lang w:val="nl-NL"/>
        </w:rPr>
        <w:t xml:space="preserve">    {</w:t>
      </w:r>
    </w:p>
    <w:p w14:paraId="0DF160C6" w14:textId="77777777" w:rsidR="00752DAA" w:rsidRDefault="00752DAA" w:rsidP="00752DAA">
      <w:pPr>
        <w:pStyle w:val="Code"/>
        <w:rPr>
          <w:rStyle w:val="CODEtemp"/>
          <w:sz w:val="18"/>
          <w:szCs w:val="18"/>
        </w:rPr>
      </w:pPr>
      <w:r w:rsidRPr="00E474D2">
        <w:rPr>
          <w:rStyle w:val="CODEtemp"/>
          <w:sz w:val="18"/>
          <w:szCs w:val="18"/>
        </w:rPr>
        <w:t xml:space="preserve">      "</w:t>
      </w:r>
      <w:r>
        <w:rPr>
          <w:rStyle w:val="CODEtemp"/>
          <w:sz w:val="18"/>
          <w:szCs w:val="18"/>
        </w:rPr>
        <w:t>@removed": {</w:t>
      </w:r>
    </w:p>
    <w:p w14:paraId="001A494D" w14:textId="77777777" w:rsidR="00752DAA" w:rsidRDefault="00752DAA" w:rsidP="00752DAA">
      <w:pPr>
        <w:pStyle w:val="Code"/>
        <w:rPr>
          <w:rStyle w:val="CODEtemp"/>
          <w:sz w:val="18"/>
          <w:szCs w:val="18"/>
        </w:rPr>
      </w:pPr>
      <w:r>
        <w:rPr>
          <w:rStyle w:val="CODEtemp"/>
          <w:sz w:val="18"/>
          <w:szCs w:val="18"/>
        </w:rPr>
        <w:t xml:space="preserve">        "</w:t>
      </w:r>
      <w:r w:rsidRPr="00E474D2">
        <w:rPr>
          <w:rStyle w:val="CODEtemp"/>
          <w:sz w:val="18"/>
          <w:szCs w:val="18"/>
        </w:rPr>
        <w:t>r</w:t>
      </w:r>
      <w:r>
        <w:rPr>
          <w:rStyle w:val="CODEtemp"/>
          <w:sz w:val="18"/>
          <w:szCs w:val="18"/>
        </w:rPr>
        <w:t>eason</w:t>
      </w:r>
      <w:r w:rsidRPr="00E474D2">
        <w:rPr>
          <w:rStyle w:val="CODEtemp"/>
          <w:sz w:val="18"/>
          <w:szCs w:val="18"/>
        </w:rPr>
        <w:t>":</w:t>
      </w:r>
      <w:r>
        <w:rPr>
          <w:rStyle w:val="CODEtemp"/>
          <w:sz w:val="18"/>
          <w:szCs w:val="18"/>
        </w:rPr>
        <w:t xml:space="preserve"> </w:t>
      </w:r>
      <w:r w:rsidRPr="00E474D2">
        <w:rPr>
          <w:rStyle w:val="CODEtemp"/>
          <w:sz w:val="18"/>
          <w:szCs w:val="18"/>
        </w:rPr>
        <w:t>"</w:t>
      </w:r>
      <w:r>
        <w:rPr>
          <w:rStyle w:val="CODEtemp"/>
          <w:sz w:val="18"/>
          <w:szCs w:val="18"/>
        </w:rPr>
        <w:t>changed</w:t>
      </w:r>
      <w:r w:rsidRPr="00E474D2">
        <w:rPr>
          <w:rStyle w:val="CODEtemp"/>
          <w:sz w:val="18"/>
          <w:szCs w:val="18"/>
        </w:rPr>
        <w:t>"</w:t>
      </w:r>
    </w:p>
    <w:p w14:paraId="0B7AB963" w14:textId="77777777" w:rsidR="00752DAA" w:rsidRPr="00E474D2" w:rsidRDefault="00752DAA" w:rsidP="00752DAA">
      <w:pPr>
        <w:pStyle w:val="Code"/>
        <w:rPr>
          <w:rStyle w:val="CODEtemp"/>
          <w:sz w:val="18"/>
          <w:szCs w:val="18"/>
        </w:rPr>
      </w:pPr>
      <w:r>
        <w:rPr>
          <w:rStyle w:val="CODEtemp"/>
          <w:sz w:val="18"/>
          <w:szCs w:val="18"/>
        </w:rPr>
        <w:t xml:space="preserve">      },</w:t>
      </w:r>
    </w:p>
    <w:p w14:paraId="7E26B718" w14:textId="77777777" w:rsidR="00752DAA" w:rsidRPr="00E474D2" w:rsidRDefault="00752DAA" w:rsidP="00752DAA">
      <w:pPr>
        <w:pStyle w:val="Code"/>
        <w:rPr>
          <w:rStyle w:val="CODEtemp"/>
          <w:sz w:val="18"/>
          <w:szCs w:val="18"/>
        </w:rPr>
      </w:pPr>
      <w:r w:rsidRPr="00E474D2">
        <w:rPr>
          <w:rStyle w:val="CODEtemp"/>
          <w:sz w:val="18"/>
          <w:szCs w:val="18"/>
        </w:rPr>
        <w:t xml:space="preserve">      "</w:t>
      </w:r>
      <w:r>
        <w:rPr>
          <w:rStyle w:val="CODEtemp"/>
          <w:sz w:val="18"/>
          <w:szCs w:val="18"/>
        </w:rPr>
        <w:t>@id</w:t>
      </w:r>
      <w:r w:rsidRPr="00E474D2">
        <w:rPr>
          <w:rStyle w:val="CODEtemp"/>
          <w:sz w:val="18"/>
          <w:szCs w:val="18"/>
        </w:rPr>
        <w:t>":</w:t>
      </w:r>
      <w:r>
        <w:rPr>
          <w:rStyle w:val="CODEtemp"/>
          <w:sz w:val="18"/>
          <w:szCs w:val="18"/>
        </w:rPr>
        <w:t xml:space="preserve"> </w:t>
      </w:r>
      <w:r w:rsidRPr="00E474D2">
        <w:rPr>
          <w:rStyle w:val="CODEtemp"/>
          <w:sz w:val="18"/>
          <w:szCs w:val="18"/>
        </w:rPr>
        <w:t>"</w:t>
      </w:r>
      <w:r>
        <w:rPr>
          <w:rStyle w:val="CODEtemp"/>
          <w:sz w:val="18"/>
          <w:szCs w:val="18"/>
        </w:rPr>
        <w:t>Employees(4)</w:t>
      </w:r>
      <w:r w:rsidRPr="00E474D2">
        <w:rPr>
          <w:rStyle w:val="CODEtemp"/>
          <w:sz w:val="18"/>
          <w:szCs w:val="18"/>
        </w:rPr>
        <w:t>"</w:t>
      </w:r>
    </w:p>
    <w:p w14:paraId="2E4B21C6" w14:textId="77777777" w:rsidR="00752DAA" w:rsidRPr="00E474D2" w:rsidRDefault="00752DAA" w:rsidP="00752DAA">
      <w:pPr>
        <w:pStyle w:val="Code"/>
        <w:rPr>
          <w:rStyle w:val="CODEtemp"/>
          <w:sz w:val="18"/>
          <w:szCs w:val="18"/>
        </w:rPr>
      </w:pPr>
      <w:r w:rsidRPr="00E474D2">
        <w:rPr>
          <w:rStyle w:val="CODEtemp"/>
          <w:sz w:val="18"/>
          <w:szCs w:val="18"/>
        </w:rPr>
        <w:t xml:space="preserve">    },</w:t>
      </w:r>
    </w:p>
    <w:p w14:paraId="135B829F" w14:textId="77777777" w:rsidR="00752DAA" w:rsidRPr="00870F0A" w:rsidRDefault="00752DAA" w:rsidP="00752DAA">
      <w:pPr>
        <w:pStyle w:val="Code"/>
        <w:rPr>
          <w:rStyle w:val="CODEtemp"/>
          <w:sz w:val="18"/>
          <w:lang w:val="nl-NL"/>
        </w:rPr>
      </w:pPr>
      <w:r w:rsidRPr="00870F0A">
        <w:rPr>
          <w:rStyle w:val="CODEtemp"/>
          <w:sz w:val="18"/>
          <w:lang w:val="nl-NL"/>
        </w:rPr>
        <w:t xml:space="preserve">    {</w:t>
      </w:r>
    </w:p>
    <w:p w14:paraId="38AED17F" w14:textId="77777777" w:rsidR="00752DAA" w:rsidRPr="00E474D2" w:rsidRDefault="00752DAA" w:rsidP="00752DAA">
      <w:pPr>
        <w:pStyle w:val="Code"/>
        <w:rPr>
          <w:rStyle w:val="CODEtemp"/>
          <w:sz w:val="18"/>
          <w:szCs w:val="18"/>
        </w:rPr>
      </w:pPr>
      <w:r>
        <w:rPr>
          <w:rStyle w:val="CODEtemp"/>
          <w:sz w:val="18"/>
          <w:lang w:val="nl-NL"/>
        </w:rPr>
        <w:t xml:space="preserve">      "@id": "Employees(5)"</w:t>
      </w:r>
    </w:p>
    <w:p w14:paraId="25A7D6C5" w14:textId="77777777" w:rsidR="00752DAA" w:rsidRPr="00E474D2" w:rsidRDefault="00752DAA" w:rsidP="00752DAA">
      <w:pPr>
        <w:pStyle w:val="Code"/>
        <w:rPr>
          <w:rStyle w:val="CODEtemp"/>
          <w:sz w:val="18"/>
          <w:szCs w:val="18"/>
        </w:rPr>
      </w:pPr>
      <w:r w:rsidRPr="00E474D2">
        <w:rPr>
          <w:rStyle w:val="CODEtemp"/>
          <w:sz w:val="18"/>
          <w:szCs w:val="18"/>
        </w:rPr>
        <w:t xml:space="preserve">    },</w:t>
      </w:r>
    </w:p>
    <w:p w14:paraId="32E7110B" w14:textId="77777777" w:rsidR="00752DAA" w:rsidRPr="00870F0A" w:rsidRDefault="00752DAA" w:rsidP="00752DAA">
      <w:pPr>
        <w:pStyle w:val="Code"/>
        <w:rPr>
          <w:rStyle w:val="CODEtemp"/>
          <w:sz w:val="18"/>
          <w:lang w:val="nl-NL"/>
        </w:rPr>
      </w:pPr>
      <w:r w:rsidRPr="00870F0A">
        <w:rPr>
          <w:rStyle w:val="CODEtemp"/>
          <w:sz w:val="18"/>
          <w:lang w:val="nl-NL"/>
        </w:rPr>
        <w:t xml:space="preserve">    {</w:t>
      </w:r>
    </w:p>
    <w:p w14:paraId="6585A5CA" w14:textId="77777777" w:rsidR="00752DAA" w:rsidRDefault="00752DAA" w:rsidP="00752DAA">
      <w:pPr>
        <w:pStyle w:val="Code"/>
        <w:rPr>
          <w:rStyle w:val="CODEtemp"/>
          <w:sz w:val="18"/>
          <w:lang w:val="nl-NL"/>
        </w:rPr>
      </w:pPr>
      <w:r>
        <w:rPr>
          <w:rStyle w:val="CODEtemp"/>
          <w:sz w:val="18"/>
          <w:lang w:val="nl-NL"/>
        </w:rPr>
        <w:t xml:space="preserve">      "@id": "Employees(6)",</w:t>
      </w:r>
    </w:p>
    <w:p w14:paraId="53362B92" w14:textId="77777777" w:rsidR="00752DAA" w:rsidRDefault="00752DAA" w:rsidP="00752DAA">
      <w:pPr>
        <w:pStyle w:val="Code"/>
        <w:rPr>
          <w:rStyle w:val="CODEtemp"/>
          <w:sz w:val="18"/>
          <w:lang w:val="nl-NL"/>
        </w:rPr>
      </w:pPr>
      <w:r>
        <w:rPr>
          <w:rStyle w:val="CODEtemp"/>
          <w:sz w:val="18"/>
          <w:lang w:val="nl-NL"/>
        </w:rPr>
        <w:t xml:space="preserve">      "LastName": "Smith"</w:t>
      </w:r>
    </w:p>
    <w:p w14:paraId="60325D2C" w14:textId="77777777" w:rsidR="00752DAA" w:rsidRPr="00E474D2" w:rsidRDefault="00752DAA" w:rsidP="00752DAA">
      <w:pPr>
        <w:pStyle w:val="Code"/>
        <w:rPr>
          <w:rStyle w:val="CODEtemp"/>
          <w:sz w:val="18"/>
          <w:szCs w:val="18"/>
        </w:rPr>
      </w:pPr>
      <w:r w:rsidRPr="00E474D2">
        <w:rPr>
          <w:rStyle w:val="CODEtemp"/>
          <w:sz w:val="18"/>
          <w:szCs w:val="18"/>
        </w:rPr>
        <w:t xml:space="preserve">    },</w:t>
      </w:r>
    </w:p>
    <w:p w14:paraId="072D58B9" w14:textId="77777777" w:rsidR="00752DAA" w:rsidRPr="00870F0A" w:rsidRDefault="00752DAA" w:rsidP="00752DAA">
      <w:pPr>
        <w:pStyle w:val="Code"/>
        <w:rPr>
          <w:rStyle w:val="CODEtemp"/>
          <w:sz w:val="18"/>
          <w:lang w:val="nl-NL"/>
        </w:rPr>
      </w:pPr>
      <w:r w:rsidRPr="00870F0A">
        <w:rPr>
          <w:rStyle w:val="CODEtemp"/>
          <w:sz w:val="18"/>
          <w:lang w:val="nl-NL"/>
        </w:rPr>
        <w:t xml:space="preserve">    {</w:t>
      </w:r>
    </w:p>
    <w:p w14:paraId="71B16EB8" w14:textId="77777777" w:rsidR="00752DAA" w:rsidRDefault="00752DAA" w:rsidP="00752DAA">
      <w:pPr>
        <w:pStyle w:val="Code"/>
        <w:rPr>
          <w:lang w:eastAsia="ja-JP"/>
        </w:rPr>
      </w:pPr>
      <w:r>
        <w:rPr>
          <w:lang w:eastAsia="ja-JP"/>
        </w:rPr>
        <w:t xml:space="preserve">      </w:t>
      </w:r>
      <w:r w:rsidRPr="00362432">
        <w:rPr>
          <w:lang w:eastAsia="ja-JP"/>
        </w:rPr>
        <w:t>"</w:t>
      </w:r>
      <w:r>
        <w:rPr>
          <w:lang w:eastAsia="ja-JP"/>
        </w:rPr>
        <w:t>FirstName</w:t>
      </w:r>
      <w:r w:rsidRPr="00362432">
        <w:rPr>
          <w:lang w:eastAsia="ja-JP"/>
        </w:rPr>
        <w:t>"</w:t>
      </w:r>
      <w:r>
        <w:rPr>
          <w:lang w:eastAsia="ja-JP"/>
        </w:rPr>
        <w:t xml:space="preserve">: </w:t>
      </w:r>
      <w:r w:rsidRPr="00362432">
        <w:rPr>
          <w:lang w:eastAsia="ja-JP"/>
        </w:rPr>
        <w:t>"</w:t>
      </w:r>
      <w:r>
        <w:rPr>
          <w:lang w:eastAsia="ja-JP"/>
        </w:rPr>
        <w:t>Suzanne</w:t>
      </w:r>
      <w:r w:rsidRPr="00362432">
        <w:rPr>
          <w:lang w:eastAsia="ja-JP"/>
        </w:rPr>
        <w:t>"</w:t>
      </w:r>
      <w:r>
        <w:rPr>
          <w:lang w:eastAsia="ja-JP"/>
        </w:rPr>
        <w:t>,</w:t>
      </w:r>
    </w:p>
    <w:p w14:paraId="3EF18DEB" w14:textId="77777777" w:rsidR="00752DAA" w:rsidRDefault="00752DAA" w:rsidP="00752DAA">
      <w:pPr>
        <w:pStyle w:val="Code"/>
        <w:rPr>
          <w:lang w:eastAsia="ja-JP"/>
        </w:rPr>
      </w:pPr>
      <w:r>
        <w:rPr>
          <w:rStyle w:val="Datatype"/>
        </w:rPr>
        <w:t xml:space="preserve">      </w:t>
      </w:r>
      <w:r w:rsidRPr="00362432">
        <w:rPr>
          <w:lang w:eastAsia="ja-JP"/>
        </w:rPr>
        <w:t>"</w:t>
      </w:r>
      <w:r>
        <w:rPr>
          <w:lang w:eastAsia="ja-JP"/>
        </w:rPr>
        <w:t>LastName</w:t>
      </w:r>
      <w:r w:rsidRPr="00362432">
        <w:rPr>
          <w:lang w:eastAsia="ja-JP"/>
        </w:rPr>
        <w:t>"</w:t>
      </w:r>
      <w:r>
        <w:rPr>
          <w:lang w:eastAsia="ja-JP"/>
        </w:rPr>
        <w:t xml:space="preserve">: </w:t>
      </w:r>
      <w:r w:rsidRPr="00362432">
        <w:rPr>
          <w:lang w:eastAsia="ja-JP"/>
        </w:rPr>
        <w:t>"</w:t>
      </w:r>
      <w:r>
        <w:rPr>
          <w:lang w:eastAsia="ja-JP"/>
        </w:rPr>
        <w:t>Brown</w:t>
      </w:r>
      <w:r w:rsidRPr="00362432">
        <w:rPr>
          <w:lang w:eastAsia="ja-JP"/>
        </w:rPr>
        <w:t>"</w:t>
      </w:r>
    </w:p>
    <w:p w14:paraId="53DE3AA0" w14:textId="77777777" w:rsidR="00752DAA" w:rsidRPr="00E474D2" w:rsidRDefault="00752DAA" w:rsidP="00752DAA">
      <w:pPr>
        <w:pStyle w:val="Code"/>
        <w:rPr>
          <w:rStyle w:val="CODEtemp"/>
          <w:sz w:val="18"/>
          <w:szCs w:val="18"/>
        </w:rPr>
      </w:pPr>
      <w:r w:rsidRPr="00E474D2">
        <w:rPr>
          <w:rStyle w:val="CODEtemp"/>
          <w:sz w:val="18"/>
          <w:szCs w:val="18"/>
        </w:rPr>
        <w:t xml:space="preserve">    }</w:t>
      </w:r>
    </w:p>
    <w:p w14:paraId="0F7BE631" w14:textId="77777777" w:rsidR="00752DAA" w:rsidRDefault="00752DAA" w:rsidP="00752DAA">
      <w:pPr>
        <w:pStyle w:val="Code"/>
        <w:rPr>
          <w:lang w:eastAsia="ja-JP"/>
        </w:rPr>
      </w:pPr>
      <w:r>
        <w:rPr>
          <w:lang w:eastAsia="ja-JP"/>
        </w:rPr>
        <w:t xml:space="preserve"> </w:t>
      </w:r>
      <w:r w:rsidDel="007C7762">
        <w:rPr>
          <w:lang w:eastAsia="ja-JP"/>
        </w:rPr>
        <w:t xml:space="preserve"> </w:t>
      </w:r>
      <w:r>
        <w:rPr>
          <w:lang w:eastAsia="ja-JP"/>
        </w:rPr>
        <w:t>]</w:t>
      </w:r>
    </w:p>
    <w:p w14:paraId="1F3AA604" w14:textId="77777777" w:rsidR="00752DAA" w:rsidRDefault="00752DAA" w:rsidP="00752DAA">
      <w:pPr>
        <w:pStyle w:val="Code"/>
        <w:rPr>
          <w:lang w:eastAsia="ja-JP"/>
        </w:rPr>
      </w:pPr>
      <w:r>
        <w:rPr>
          <w:lang w:eastAsia="ja-JP"/>
        </w:rPr>
        <w:t>}</w:t>
      </w:r>
    </w:p>
    <w:p w14:paraId="27FFB47B" w14:textId="77777777" w:rsidR="00752DAA" w:rsidRDefault="00752DAA" w:rsidP="00752DAA">
      <w:bookmarkStart w:id="821" w:name="_Upsert_an_Entity_2"/>
      <w:bookmarkStart w:id="822" w:name="_Toc477876683"/>
      <w:bookmarkEnd w:id="809"/>
      <w:bookmarkEnd w:id="810"/>
      <w:bookmarkEnd w:id="811"/>
      <w:bookmarkEnd w:id="821"/>
      <w:r>
        <w:t>On failure, the service MUST NOT apply any of the changes specified in the request.</w:t>
      </w:r>
    </w:p>
    <w:bookmarkStart w:id="823" w:name="_Toc479151518"/>
    <w:bookmarkStart w:id="824" w:name="_Ref484615848"/>
    <w:bookmarkStart w:id="825" w:name="sec_UpsertanEntity"/>
    <w:bookmarkEnd w:id="823"/>
    <w:p w14:paraId="17BBA209" w14:textId="77777777" w:rsidR="00752DAA" w:rsidRDefault="00752DAA" w:rsidP="006C1EBF">
      <w:pPr>
        <w:pStyle w:val="Heading3"/>
        <w:numPr>
          <w:ilvl w:val="2"/>
          <w:numId w:val="2"/>
        </w:numPr>
        <w:tabs>
          <w:tab w:val="left" w:pos="567"/>
        </w:tabs>
      </w:pPr>
      <w:r>
        <w:fldChar w:fldCharType="begin"/>
      </w:r>
      <w:r>
        <w:instrText xml:space="preserve"> HYPERLINK  \l "sec_UpsertanEntity" </w:instrText>
      </w:r>
      <w:r>
        <w:fldChar w:fldCharType="separate"/>
      </w:r>
      <w:bookmarkStart w:id="826" w:name="_Toc494885100"/>
      <w:bookmarkStart w:id="827" w:name="_Toc494356847"/>
      <w:r w:rsidRPr="004A50BC">
        <w:rPr>
          <w:rStyle w:val="Hyperlink"/>
        </w:rPr>
        <w:t>Upsert an Entity</w:t>
      </w:r>
      <w:bookmarkEnd w:id="822"/>
      <w:bookmarkEnd w:id="824"/>
      <w:bookmarkEnd w:id="825"/>
      <w:bookmarkEnd w:id="826"/>
      <w:bookmarkEnd w:id="827"/>
      <w:r>
        <w:fldChar w:fldCharType="end"/>
      </w:r>
    </w:p>
    <w:p w14:paraId="1443F476" w14:textId="77777777" w:rsidR="00752DAA" w:rsidRDefault="00752DAA" w:rsidP="00752DAA">
      <w:r>
        <w:t xml:space="preserve">An upsert occurs when the client sends an </w:t>
      </w:r>
      <w:hyperlink w:anchor="sec_UpdateanEntity" w:history="1">
        <w:r>
          <w:rPr>
            <w:rStyle w:val="Hyperlink"/>
          </w:rPr>
          <w:t>u</w:t>
        </w:r>
        <w:r w:rsidRPr="0055287B">
          <w:rPr>
            <w:rStyle w:val="Hyperlink"/>
          </w:rPr>
          <w:t>pdate request</w:t>
        </w:r>
      </w:hyperlink>
      <w:r>
        <w:t xml:space="preserve"> to a valid URL that identifies a single entity that does not exist. In this case the service MUST handle the request as a </w:t>
      </w:r>
      <w:hyperlink w:anchor="sec_CreateanEntity" w:history="1">
        <w:r>
          <w:rPr>
            <w:rStyle w:val="Hyperlink"/>
          </w:rPr>
          <w:t>create</w:t>
        </w:r>
        <w:r w:rsidRPr="007147BD">
          <w:rPr>
            <w:rStyle w:val="Hyperlink"/>
          </w:rPr>
          <w:t xml:space="preserve"> </w:t>
        </w:r>
        <w:r>
          <w:rPr>
            <w:rStyle w:val="Hyperlink"/>
          </w:rPr>
          <w:t xml:space="preserve">entity </w:t>
        </w:r>
        <w:r w:rsidRPr="007147BD">
          <w:rPr>
            <w:rStyle w:val="Hyperlink"/>
          </w:rPr>
          <w:t>request</w:t>
        </w:r>
      </w:hyperlink>
      <w:r>
        <w:t xml:space="preserve"> or fail the request altogether.</w:t>
      </w:r>
    </w:p>
    <w:p w14:paraId="0E060765" w14:textId="77777777" w:rsidR="00752DAA" w:rsidRDefault="00752DAA" w:rsidP="00752DAA">
      <w:r>
        <w:t xml:space="preserve">Upserts are not supported against </w:t>
      </w:r>
      <w:hyperlink w:anchor="sec_RequestingtheMediaStreamofaMediaEnti" w:history="1">
        <w:r w:rsidRPr="007147BD">
          <w:rPr>
            <w:rStyle w:val="Hyperlink"/>
          </w:rPr>
          <w:t>media entities</w:t>
        </w:r>
      </w:hyperlink>
      <w:r>
        <w:rPr>
          <w:rStyle w:val="Hyperlink"/>
        </w:rPr>
        <w:t xml:space="preserve"> </w:t>
      </w:r>
      <w:r w:rsidRPr="005E2F1C">
        <w:t>or entities whose keys values are generated by the service</w:t>
      </w:r>
      <w:r>
        <w:t>. Services MUST fail an update request to a URL that would identify such an entity and the entity does not yet exist.</w:t>
      </w:r>
    </w:p>
    <w:p w14:paraId="18566DD5" w14:textId="77777777" w:rsidR="00752DAA" w:rsidRDefault="00752DAA" w:rsidP="00752DAA">
      <w:r>
        <w:t>Key and other non-updatable properties, as well as dependent properties that are not tied to key properties of the principal entity, MUST be ignored by the service in processing the Upsert request.</w:t>
      </w:r>
    </w:p>
    <w:p w14:paraId="46C04A70" w14:textId="77777777" w:rsidR="00752DAA" w:rsidRDefault="00752DAA" w:rsidP="00752DAA">
      <w:r>
        <w:t xml:space="preserve">To ensure that an update request is not treated as an insert, the client MAY specify an </w:t>
      </w:r>
      <w:hyperlink w:anchor="sec_HeaderIfMatch" w:history="1">
        <w:r w:rsidRPr="004605E5">
          <w:rPr>
            <w:rStyle w:val="Hyperlink"/>
            <w:rFonts w:ascii="Courier New" w:hAnsi="Courier New" w:cs="Courier New"/>
          </w:rPr>
          <w:t>If-Match</w:t>
        </w:r>
        <w:r w:rsidRPr="004605E5">
          <w:rPr>
            <w:rStyle w:val="Hyperlink"/>
          </w:rPr>
          <w:t xml:space="preserve"> header </w:t>
        </w:r>
      </w:hyperlink>
      <w:r>
        <w:t xml:space="preserve">in the update request. The service MUST NOT treat an update request containing an </w:t>
      </w:r>
      <w:r>
        <w:rPr>
          <w:rFonts w:ascii="Courier New" w:hAnsi="Courier New" w:cs="Courier New"/>
        </w:rPr>
        <w:t>I</w:t>
      </w:r>
      <w:r w:rsidRPr="00850574">
        <w:rPr>
          <w:rFonts w:ascii="Courier New" w:hAnsi="Courier New" w:cs="Courier New"/>
        </w:rPr>
        <w:t>f-</w:t>
      </w:r>
      <w:r>
        <w:rPr>
          <w:rFonts w:ascii="Courier New" w:hAnsi="Courier New" w:cs="Courier New"/>
        </w:rPr>
        <w:t>M</w:t>
      </w:r>
      <w:r w:rsidRPr="00850574">
        <w:rPr>
          <w:rFonts w:ascii="Courier New" w:hAnsi="Courier New" w:cs="Courier New"/>
        </w:rPr>
        <w:t>atch</w:t>
      </w:r>
      <w:r>
        <w:t xml:space="preserve"> header as an insert.</w:t>
      </w:r>
    </w:p>
    <w:p w14:paraId="59F47E28" w14:textId="77777777" w:rsidR="00752DAA" w:rsidRDefault="00752DAA" w:rsidP="00752DAA">
      <w:r>
        <w:t xml:space="preserve">A </w:t>
      </w:r>
      <w:r w:rsidRPr="00EC7BB3">
        <w:rPr>
          <w:rStyle w:val="Datatype"/>
        </w:rPr>
        <w:t>PUT</w:t>
      </w:r>
      <w:r>
        <w:t xml:space="preserve"> or </w:t>
      </w:r>
      <w:r w:rsidRPr="00EC7BB3">
        <w:rPr>
          <w:rStyle w:val="Datatype"/>
        </w:rPr>
        <w:t>PATCH</w:t>
      </w:r>
      <w:r>
        <w:t xml:space="preserve"> request MUST NOT be treated as an update if an </w:t>
      </w:r>
      <w:hyperlink w:anchor="sec_HeaderIfNoneMatch" w:history="1">
        <w:r>
          <w:rPr>
            <w:rStyle w:val="Hyperlink"/>
            <w:rFonts w:ascii="Courier New" w:hAnsi="Courier New" w:cs="Courier New"/>
          </w:rPr>
          <w:t>I</w:t>
        </w:r>
        <w:r w:rsidRPr="00850574">
          <w:rPr>
            <w:rStyle w:val="Hyperlink"/>
            <w:rFonts w:ascii="Courier New" w:hAnsi="Courier New" w:cs="Courier New"/>
          </w:rPr>
          <w:t>f-</w:t>
        </w:r>
        <w:r>
          <w:rPr>
            <w:rStyle w:val="Hyperlink"/>
            <w:rFonts w:ascii="Courier New" w:hAnsi="Courier New" w:cs="Courier New"/>
          </w:rPr>
          <w:t>N</w:t>
        </w:r>
        <w:r w:rsidRPr="00850574">
          <w:rPr>
            <w:rStyle w:val="Hyperlink"/>
            <w:rFonts w:ascii="Courier New" w:hAnsi="Courier New" w:cs="Courier New"/>
          </w:rPr>
          <w:t>o</w:t>
        </w:r>
        <w:r>
          <w:rPr>
            <w:rStyle w:val="Hyperlink"/>
            <w:rFonts w:ascii="Courier New" w:hAnsi="Courier New" w:cs="Courier New"/>
          </w:rPr>
          <w:t>ne</w:t>
        </w:r>
        <w:r w:rsidRPr="00850574">
          <w:rPr>
            <w:rStyle w:val="Hyperlink"/>
            <w:rFonts w:ascii="Courier New" w:hAnsi="Courier New" w:cs="Courier New"/>
          </w:rPr>
          <w:t>-</w:t>
        </w:r>
        <w:r>
          <w:rPr>
            <w:rStyle w:val="Hyperlink"/>
            <w:rFonts w:ascii="Courier New" w:hAnsi="Courier New" w:cs="Courier New"/>
          </w:rPr>
          <w:t>M</w:t>
        </w:r>
        <w:r w:rsidRPr="00850574">
          <w:rPr>
            <w:rStyle w:val="Hyperlink"/>
            <w:rFonts w:ascii="Courier New" w:hAnsi="Courier New" w:cs="Courier New"/>
          </w:rPr>
          <w:t>atch</w:t>
        </w:r>
        <w:r w:rsidRPr="00850574">
          <w:rPr>
            <w:rStyle w:val="Hyperlink"/>
            <w:rFonts w:cs="Arial"/>
          </w:rPr>
          <w:t xml:space="preserve"> header</w:t>
        </w:r>
      </w:hyperlink>
      <w:r>
        <w:t xml:space="preserve"> is specified with a value of </w:t>
      </w:r>
      <w:r w:rsidRPr="00850574">
        <w:rPr>
          <w:rFonts w:ascii="Courier New" w:hAnsi="Courier New" w:cs="Courier New"/>
        </w:rPr>
        <w:t>"*"</w:t>
      </w:r>
      <w:r>
        <w:t>.</w:t>
      </w:r>
    </w:p>
    <w:bookmarkStart w:id="828" w:name="_Delete_an_Entity_1"/>
    <w:bookmarkStart w:id="829" w:name="_Toc477876684"/>
    <w:bookmarkStart w:id="830" w:name="_Ref484615875"/>
    <w:bookmarkStart w:id="831" w:name="sec_DeleteanEntity"/>
    <w:bookmarkEnd w:id="828"/>
    <w:p w14:paraId="1398ABB6" w14:textId="77777777" w:rsidR="00752DAA" w:rsidRDefault="00752DAA" w:rsidP="006C1EBF">
      <w:pPr>
        <w:pStyle w:val="Heading3"/>
        <w:numPr>
          <w:ilvl w:val="2"/>
          <w:numId w:val="2"/>
        </w:numPr>
        <w:tabs>
          <w:tab w:val="left" w:pos="567"/>
        </w:tabs>
      </w:pPr>
      <w:r>
        <w:lastRenderedPageBreak/>
        <w:fldChar w:fldCharType="begin"/>
      </w:r>
      <w:r>
        <w:instrText xml:space="preserve"> HYPERLINK  \l "sec_DeleteanEntity" </w:instrText>
      </w:r>
      <w:r>
        <w:fldChar w:fldCharType="separate"/>
      </w:r>
      <w:bookmarkStart w:id="832" w:name="_Toc494885101"/>
      <w:bookmarkStart w:id="833" w:name="_Toc494356848"/>
      <w:r w:rsidRPr="004A50BC">
        <w:rPr>
          <w:rStyle w:val="Hyperlink"/>
        </w:rPr>
        <w:t>Delete an Entity</w:t>
      </w:r>
      <w:bookmarkEnd w:id="829"/>
      <w:bookmarkEnd w:id="830"/>
      <w:bookmarkEnd w:id="831"/>
      <w:bookmarkEnd w:id="832"/>
      <w:bookmarkEnd w:id="833"/>
      <w:r>
        <w:fldChar w:fldCharType="end"/>
      </w:r>
    </w:p>
    <w:p w14:paraId="63001D29" w14:textId="77777777" w:rsidR="00752DAA" w:rsidRDefault="00752DAA" w:rsidP="00752DAA">
      <w:r>
        <w:t xml:space="preserve">A successful </w:t>
      </w:r>
      <w:r w:rsidRPr="00CF1EAD">
        <w:rPr>
          <w:rStyle w:val="Datatype"/>
        </w:rPr>
        <w:t>DELETE</w:t>
      </w:r>
      <w:r>
        <w:t xml:space="preserve"> request to an entity's edit URL deletes the entity. The request body SHOULD be empty. Singleton entities cannot be deleted.</w:t>
      </w:r>
    </w:p>
    <w:p w14:paraId="166BA901" w14:textId="77777777" w:rsidR="00752DAA" w:rsidRDefault="00752DAA" w:rsidP="00752DAA">
      <w:r>
        <w:t xml:space="preserve">On successful completion of the delete, the response MUST be </w:t>
      </w:r>
      <w:hyperlink w:anchor="sec_ResponseCode204NoContent" w:history="1">
        <w:r w:rsidRPr="00864351">
          <w:rPr>
            <w:rStyle w:val="Hyperlink"/>
            <w:rFonts w:ascii="Courier New" w:hAnsi="Courier New"/>
          </w:rPr>
          <w:t>204 No Content</w:t>
        </w:r>
      </w:hyperlink>
      <w:r w:rsidRPr="00316DFF">
        <w:t xml:space="preserve"> </w:t>
      </w:r>
      <w:r>
        <w:t xml:space="preserve">and contain an empty body. </w:t>
      </w:r>
    </w:p>
    <w:p w14:paraId="3B3F4F8C" w14:textId="77777777" w:rsidR="00752DAA" w:rsidRDefault="00752DAA" w:rsidP="00752DAA">
      <w:r>
        <w:t>Services MUST implicitly remove relations to and from an entity when deleting it; clients need not delete the relations explicitly.</w:t>
      </w:r>
    </w:p>
    <w:p w14:paraId="06DB92F1" w14:textId="77777777" w:rsidR="00752DAA" w:rsidRDefault="00752DAA" w:rsidP="00752DAA">
      <w:r>
        <w:t xml:space="preserve">Services MAY implicitly delete or modify related entities if required by </w:t>
      </w:r>
      <w:hyperlink w:anchor="sec_HandlingofIntegrityConstraints" w:history="1">
        <w:r w:rsidRPr="006D283A">
          <w:rPr>
            <w:rStyle w:val="Hyperlink"/>
          </w:rPr>
          <w:t>integrity constraints</w:t>
        </w:r>
      </w:hyperlink>
      <w:r>
        <w:t xml:space="preserve">. If integrity constraints are declared in </w:t>
      </w:r>
      <w:r w:rsidRPr="00807E5B">
        <w:rPr>
          <w:rStyle w:val="Datatype"/>
        </w:rPr>
        <w:t>$metadata</w:t>
      </w:r>
      <w:r w:rsidRPr="00CA457B">
        <w:rPr>
          <w:rFonts w:ascii="Calibri" w:hAnsi="Calibri"/>
          <w:szCs w:val="20"/>
        </w:rPr>
        <w:t xml:space="preserve"> </w:t>
      </w:r>
      <w:r>
        <w:t xml:space="preserve">using a </w:t>
      </w:r>
      <w:r>
        <w:rPr>
          <w:rStyle w:val="Datatype"/>
        </w:rPr>
        <w:t>ReferentialConstraint</w:t>
      </w:r>
      <w:r>
        <w:t xml:space="preserve"> element, services MUST modify affected related entities according to the declared integrity constraints, e.g. by deleting dependent entities, or setting dependent properties to </w:t>
      </w:r>
      <w:r w:rsidRPr="004B67F5">
        <w:rPr>
          <w:rStyle w:val="Datatype"/>
        </w:rPr>
        <w:t>null</w:t>
      </w:r>
      <w:r>
        <w:t xml:space="preserve"> or their default value.</w:t>
      </w:r>
    </w:p>
    <w:p w14:paraId="30A0DC4D" w14:textId="77777777" w:rsidR="00752DAA" w:rsidRDefault="00752DAA" w:rsidP="00752DAA">
      <w:r>
        <w:t>One such integrity constraint results from using a navigation property in a key definition of an entity type. If the related “key” entity is deleted, the dependent entity is also deleted.</w:t>
      </w:r>
    </w:p>
    <w:bookmarkStart w:id="834" w:name="_Modifying_Relationships_between"/>
    <w:bookmarkStart w:id="835" w:name="_Toc477876685"/>
    <w:bookmarkStart w:id="836" w:name="_Ref484615883"/>
    <w:bookmarkStart w:id="837" w:name="sec_ModifyingRelationshipsbetweenEntitie"/>
    <w:bookmarkEnd w:id="834"/>
    <w:p w14:paraId="26304B05" w14:textId="77777777" w:rsidR="00752DAA" w:rsidRDefault="00752DAA" w:rsidP="006C1EBF">
      <w:pPr>
        <w:pStyle w:val="Heading3"/>
        <w:numPr>
          <w:ilvl w:val="2"/>
          <w:numId w:val="2"/>
        </w:numPr>
        <w:tabs>
          <w:tab w:val="left" w:pos="567"/>
        </w:tabs>
      </w:pPr>
      <w:r>
        <w:fldChar w:fldCharType="begin"/>
      </w:r>
      <w:r>
        <w:instrText xml:space="preserve"> HYPERLINK  \l "sec_ModifyingRelationshipsbetweenEntitie" </w:instrText>
      </w:r>
      <w:r>
        <w:fldChar w:fldCharType="separate"/>
      </w:r>
      <w:bookmarkStart w:id="838" w:name="_Toc494885102"/>
      <w:bookmarkStart w:id="839" w:name="_Toc494356849"/>
      <w:r w:rsidRPr="004A50BC">
        <w:rPr>
          <w:rStyle w:val="Hyperlink"/>
        </w:rPr>
        <w:t>Modifying Relationships between Entities</w:t>
      </w:r>
      <w:bookmarkEnd w:id="835"/>
      <w:bookmarkEnd w:id="836"/>
      <w:bookmarkEnd w:id="837"/>
      <w:bookmarkEnd w:id="838"/>
      <w:bookmarkEnd w:id="839"/>
      <w:r>
        <w:fldChar w:fldCharType="end"/>
      </w:r>
    </w:p>
    <w:p w14:paraId="25BAB883" w14:textId="77777777" w:rsidR="00752DAA" w:rsidRDefault="00752DAA" w:rsidP="00752DAA">
      <w:r>
        <w:t xml:space="preserve">Relationships between entities are represented by navigation properties as described in </w:t>
      </w:r>
      <w:hyperlink w:anchor="sec_DataModel">
        <w:r w:rsidRPr="008B54E2">
          <w:rPr>
            <w:rStyle w:val="Hyperlink"/>
          </w:rPr>
          <w:t>Data Model</w:t>
        </w:r>
      </w:hyperlink>
      <w:r>
        <w:t xml:space="preserve">. URL conventions for navigation properties are described in </w:t>
      </w:r>
      <w:hyperlink w:anchor="ODataURLRef" w:history="1">
        <w:r w:rsidRPr="005E626C">
          <w:rPr>
            <w:rStyle w:val="Hyperlink"/>
            <w:b/>
          </w:rPr>
          <w:t>[OData</w:t>
        </w:r>
        <w:r>
          <w:rPr>
            <w:rStyle w:val="Hyperlink"/>
            <w:b/>
          </w:rPr>
          <w:noBreakHyphen/>
        </w:r>
        <w:r w:rsidRPr="005E626C">
          <w:rPr>
            <w:rStyle w:val="Hyperlink"/>
            <w:b/>
          </w:rPr>
          <w:t>URL]</w:t>
        </w:r>
      </w:hyperlink>
      <w:r>
        <w:t>.</w:t>
      </w:r>
    </w:p>
    <w:bookmarkStart w:id="840" w:name="_Create_a_New"/>
    <w:bookmarkStart w:id="841" w:name="_Toc477876686"/>
    <w:bookmarkStart w:id="842" w:name="sec_AddaReferencetoaCollectionValuedNavi"/>
    <w:bookmarkEnd w:id="840"/>
    <w:p w14:paraId="07454E30" w14:textId="77777777" w:rsidR="00752DAA" w:rsidRDefault="00752DAA" w:rsidP="006C1EBF">
      <w:pPr>
        <w:pStyle w:val="Heading4"/>
        <w:numPr>
          <w:ilvl w:val="3"/>
          <w:numId w:val="2"/>
        </w:numPr>
        <w:tabs>
          <w:tab w:val="left" w:pos="567"/>
        </w:tabs>
      </w:pPr>
      <w:r>
        <w:fldChar w:fldCharType="begin"/>
      </w:r>
      <w:r>
        <w:instrText xml:space="preserve"> HYPERLINK  \l "sec_AddaReferencetoaCollectionValuedNavi" </w:instrText>
      </w:r>
      <w:r>
        <w:fldChar w:fldCharType="separate"/>
      </w:r>
      <w:bookmarkStart w:id="843" w:name="_Toc494885103"/>
      <w:bookmarkStart w:id="844" w:name="_Toc494356850"/>
      <w:r w:rsidRPr="004A50BC">
        <w:rPr>
          <w:rStyle w:val="Hyperlink"/>
        </w:rPr>
        <w:t>Add a Reference to a Collection-Valued Navigation Property</w:t>
      </w:r>
      <w:bookmarkEnd w:id="841"/>
      <w:bookmarkEnd w:id="842"/>
      <w:bookmarkEnd w:id="843"/>
      <w:bookmarkEnd w:id="844"/>
      <w:r>
        <w:fldChar w:fldCharType="end"/>
      </w:r>
    </w:p>
    <w:p w14:paraId="08D53DB0" w14:textId="77777777" w:rsidR="00752DAA" w:rsidRDefault="00752DAA" w:rsidP="00752DAA">
      <w:r>
        <w:t xml:space="preserve">A successful </w:t>
      </w:r>
      <w:r w:rsidRPr="00CF1EAD">
        <w:rPr>
          <w:rStyle w:val="Datatype"/>
        </w:rPr>
        <w:t>POST</w:t>
      </w:r>
      <w:r>
        <w:t xml:space="preserve"> request to a navigation property's references collection adds a relationship to an existing entity. The request body MUST contain a single entity reference that identifies the entity to be added. See the appropriate format document for details.</w:t>
      </w:r>
    </w:p>
    <w:p w14:paraId="77AC4FE4" w14:textId="77777777" w:rsidR="00752DAA" w:rsidRDefault="00752DAA" w:rsidP="00752DAA">
      <w:r>
        <w:t xml:space="preserve">On successful completion, the response MUST be </w:t>
      </w:r>
      <w:hyperlink w:anchor="sec_ResponseCode204NoContent" w:history="1">
        <w:r w:rsidRPr="00864351">
          <w:rPr>
            <w:rStyle w:val="Hyperlink"/>
            <w:rFonts w:ascii="Courier New" w:hAnsi="Courier New"/>
          </w:rPr>
          <w:t>204 No Content</w:t>
        </w:r>
      </w:hyperlink>
      <w:r>
        <w:t xml:space="preserve"> and contain an empty body.</w:t>
      </w:r>
    </w:p>
    <w:p w14:paraId="2881DE8F" w14:textId="77777777" w:rsidR="00752DAA" w:rsidRDefault="00752DAA" w:rsidP="00752DAA">
      <w:r>
        <w:t>Note that if the two entities are already related prior to the request, the request is completed successfully.</w:t>
      </w:r>
    </w:p>
    <w:bookmarkStart w:id="845" w:name="_Remove_a_Reference"/>
    <w:bookmarkStart w:id="846" w:name="_Toc477876687"/>
    <w:bookmarkStart w:id="847" w:name="sec_RemoveaReferencetoanEntity"/>
    <w:bookmarkEnd w:id="845"/>
    <w:p w14:paraId="1943C9D3" w14:textId="77777777" w:rsidR="00752DAA" w:rsidRDefault="00752DAA" w:rsidP="006C1EBF">
      <w:pPr>
        <w:pStyle w:val="Heading4"/>
        <w:numPr>
          <w:ilvl w:val="3"/>
          <w:numId w:val="2"/>
        </w:numPr>
        <w:tabs>
          <w:tab w:val="left" w:pos="567"/>
        </w:tabs>
      </w:pPr>
      <w:r>
        <w:fldChar w:fldCharType="begin"/>
      </w:r>
      <w:r>
        <w:instrText xml:space="preserve"> HYPERLINK  \l "sec_RemoveaReferencetoanEntity" </w:instrText>
      </w:r>
      <w:r>
        <w:fldChar w:fldCharType="separate"/>
      </w:r>
      <w:bookmarkStart w:id="848" w:name="_Toc494885104"/>
      <w:bookmarkStart w:id="849" w:name="_Toc494356851"/>
      <w:r w:rsidRPr="004A50BC">
        <w:rPr>
          <w:rStyle w:val="Hyperlink"/>
        </w:rPr>
        <w:t>Remove a Reference to an Entity</w:t>
      </w:r>
      <w:bookmarkEnd w:id="846"/>
      <w:bookmarkEnd w:id="847"/>
      <w:bookmarkEnd w:id="848"/>
      <w:bookmarkEnd w:id="849"/>
      <w:r>
        <w:fldChar w:fldCharType="end"/>
      </w:r>
    </w:p>
    <w:p w14:paraId="58A26E21" w14:textId="77777777" w:rsidR="00752DAA" w:rsidRDefault="00752DAA" w:rsidP="00752DAA">
      <w:r>
        <w:t xml:space="preserve">A successful </w:t>
      </w:r>
      <w:r w:rsidRPr="00CF1EAD">
        <w:rPr>
          <w:rStyle w:val="Datatype"/>
        </w:rPr>
        <w:t>DELETE</w:t>
      </w:r>
      <w:r>
        <w:t xml:space="preserve"> request to the URL that represents a reference to a related entity removes the relationship to that entity. </w:t>
      </w:r>
    </w:p>
    <w:p w14:paraId="6A67D6F4" w14:textId="77777777" w:rsidR="00752DAA" w:rsidRDefault="00752DAA" w:rsidP="00752DAA">
      <w:r>
        <w:t xml:space="preserve">For collection-valued navigation properties, the entity reference of the entity to be removed MUST be specified using the </w:t>
      </w:r>
      <w:hyperlink w:anchor="sec_ResolvinganEntityId" w:history="1">
        <w:r w:rsidRPr="00A343A5">
          <w:rPr>
            <w:rStyle w:val="Hyperlink"/>
            <w:rFonts w:ascii="Courier New" w:hAnsi="Courier New"/>
          </w:rPr>
          <w:t>$id</w:t>
        </w:r>
      </w:hyperlink>
      <w:r>
        <w:t xml:space="preserve"> query string option. </w:t>
      </w:r>
    </w:p>
    <w:p w14:paraId="2CAE4F38" w14:textId="77777777" w:rsidR="00752DAA" w:rsidRDefault="00752DAA" w:rsidP="00752DAA">
      <w:r>
        <w:t xml:space="preserve">For single-valued navigation properties, the </w:t>
      </w:r>
      <w:hyperlink w:anchor="sec_ResolvinganEntityId" w:history="1">
        <w:r w:rsidRPr="00A343A5">
          <w:rPr>
            <w:rStyle w:val="Hyperlink"/>
            <w:rFonts w:ascii="Courier New" w:hAnsi="Courier New"/>
          </w:rPr>
          <w:t>$id</w:t>
        </w:r>
      </w:hyperlink>
      <w:r>
        <w:t xml:space="preserve"> query string option MUST NOT be specified.</w:t>
      </w:r>
    </w:p>
    <w:p w14:paraId="3621E57F" w14:textId="77777777" w:rsidR="00752DAA" w:rsidRDefault="00752DAA" w:rsidP="00752DAA">
      <w:r>
        <w:t xml:space="preserve">The </w:t>
      </w:r>
      <w:r w:rsidRPr="00CF1EAD">
        <w:rPr>
          <w:rStyle w:val="Datatype"/>
        </w:rPr>
        <w:t>DELETE</w:t>
      </w:r>
      <w:r>
        <w:t xml:space="preserve"> request MUST NOT violate any </w:t>
      </w:r>
      <w:hyperlink w:anchor="sec_HandlingofIntegrityConstraints" w:history="1">
        <w:r w:rsidRPr="000A0E6B">
          <w:rPr>
            <w:rStyle w:val="Hyperlink"/>
          </w:rPr>
          <w:t>integrity constraints</w:t>
        </w:r>
      </w:hyperlink>
      <w:r>
        <w:t xml:space="preserve"> in the data model.</w:t>
      </w:r>
    </w:p>
    <w:p w14:paraId="4D6DFDEC" w14:textId="77777777" w:rsidR="00752DAA" w:rsidRDefault="00752DAA" w:rsidP="00752DAA">
      <w:r>
        <w:t xml:space="preserve">On successful completion, the response MUST be </w:t>
      </w:r>
      <w:hyperlink w:anchor="sec_ResponseCode204NoContent" w:history="1">
        <w:r w:rsidRPr="00864351">
          <w:rPr>
            <w:rStyle w:val="Hyperlink"/>
            <w:rFonts w:ascii="Courier New" w:hAnsi="Courier New"/>
          </w:rPr>
          <w:t>204 No Content</w:t>
        </w:r>
      </w:hyperlink>
      <w:r>
        <w:t xml:space="preserve"> and contain an empty body.</w:t>
      </w:r>
    </w:p>
    <w:bookmarkStart w:id="850" w:name="_Toc477876688"/>
    <w:bookmarkStart w:id="851" w:name="sec_ChangetheReferenceinaSingleValuedNav"/>
    <w:p w14:paraId="0FB316D6" w14:textId="77777777" w:rsidR="00752DAA" w:rsidRDefault="00752DAA" w:rsidP="006C1EBF">
      <w:pPr>
        <w:pStyle w:val="Heading4"/>
        <w:numPr>
          <w:ilvl w:val="3"/>
          <w:numId w:val="2"/>
        </w:numPr>
        <w:tabs>
          <w:tab w:val="left" w:pos="567"/>
        </w:tabs>
      </w:pPr>
      <w:r>
        <w:fldChar w:fldCharType="begin"/>
      </w:r>
      <w:r>
        <w:instrText xml:space="preserve"> HYPERLINK  \l "sec_ChangetheReferenceinaSingleValuedNav" </w:instrText>
      </w:r>
      <w:r>
        <w:fldChar w:fldCharType="separate"/>
      </w:r>
      <w:bookmarkStart w:id="852" w:name="_Toc494885105"/>
      <w:bookmarkStart w:id="853" w:name="_Toc494356852"/>
      <w:r w:rsidRPr="004A50BC">
        <w:rPr>
          <w:rStyle w:val="Hyperlink"/>
        </w:rPr>
        <w:t>Change the Reference in a Single-Valued Navigation Property</w:t>
      </w:r>
      <w:bookmarkEnd w:id="850"/>
      <w:bookmarkEnd w:id="851"/>
      <w:bookmarkEnd w:id="852"/>
      <w:bookmarkEnd w:id="853"/>
      <w:r>
        <w:fldChar w:fldCharType="end"/>
      </w:r>
    </w:p>
    <w:p w14:paraId="647FC9E2" w14:textId="77777777" w:rsidR="00752DAA" w:rsidRDefault="00752DAA" w:rsidP="00752DAA">
      <w:r>
        <w:t xml:space="preserve">A successful </w:t>
      </w:r>
      <w:r w:rsidRPr="007F70DE">
        <w:rPr>
          <w:rStyle w:val="Datatype"/>
        </w:rPr>
        <w:t>PUT</w:t>
      </w:r>
      <w:r>
        <w:t xml:space="preserve"> request to a single-valued navigation property’s reference resource changes the related entity. The request body MUST contain a single entity reference that identifies the existing entity to be related. See the appropriate format document for details.</w:t>
      </w:r>
    </w:p>
    <w:p w14:paraId="1570E182" w14:textId="77777777" w:rsidR="00752DAA" w:rsidRDefault="00752DAA" w:rsidP="00752DAA">
      <w:r>
        <w:t xml:space="preserve">On successful completion, the response MUST be </w:t>
      </w:r>
      <w:hyperlink w:anchor="sec_ResponseCode204NoContent" w:history="1">
        <w:r w:rsidRPr="00864351">
          <w:rPr>
            <w:rStyle w:val="Hyperlink"/>
            <w:rFonts w:ascii="Courier New" w:hAnsi="Courier New"/>
          </w:rPr>
          <w:t>204 No Content</w:t>
        </w:r>
      </w:hyperlink>
      <w:r>
        <w:t xml:space="preserve"> and contain an empty body.</w:t>
      </w:r>
    </w:p>
    <w:p w14:paraId="2687FC1D" w14:textId="77777777" w:rsidR="00752DAA" w:rsidRDefault="00752DAA" w:rsidP="00752DAA">
      <w:r>
        <w:t xml:space="preserve">Alternatively, a relationship MAY be updated as part of an update to the source entity by including the required binding information for the new target entity. This binding information is format-specific, see </w:t>
      </w:r>
      <w:hyperlink w:anchor="ODataJSONRef" w:history="1">
        <w:r w:rsidRPr="004A525C">
          <w:rPr>
            <w:rStyle w:val="Hyperlink"/>
            <w:b/>
          </w:rPr>
          <w:t>[OData-JSON]</w:t>
        </w:r>
      </w:hyperlink>
      <w:r>
        <w:t xml:space="preserve"> for details.</w:t>
      </w:r>
    </w:p>
    <w:p w14:paraId="49DFADBD" w14:textId="77777777" w:rsidR="00752DAA" w:rsidRDefault="00752DAA" w:rsidP="00752DAA">
      <w:r>
        <w:t xml:space="preserve">If the single-valued navigation property is used in the key definition of an entity type, it cannot be changed and the request MUST fail with </w:t>
      </w:r>
      <w:hyperlink w:anchor="sec_ResponseCode405MethodNotAllowed" w:history="1">
        <w:r w:rsidRPr="009D7C8E">
          <w:rPr>
            <w:rStyle w:val="Hyperlink"/>
            <w:rFonts w:ascii="Courier New" w:hAnsi="Courier New"/>
          </w:rPr>
          <w:t>405 Method Not Allowed</w:t>
        </w:r>
      </w:hyperlink>
      <w:r>
        <w:t xml:space="preserve"> or an other appropriate error.</w:t>
      </w:r>
    </w:p>
    <w:bookmarkStart w:id="854" w:name="_Toc477876689"/>
    <w:bookmarkStart w:id="855" w:name="sec_ReplaceallReferencesinaCollectionval"/>
    <w:p w14:paraId="25191742" w14:textId="77777777" w:rsidR="00752DAA" w:rsidRDefault="00752DAA" w:rsidP="006C1EBF">
      <w:pPr>
        <w:pStyle w:val="Heading4"/>
        <w:numPr>
          <w:ilvl w:val="3"/>
          <w:numId w:val="2"/>
        </w:numPr>
        <w:tabs>
          <w:tab w:val="left" w:pos="567"/>
        </w:tabs>
      </w:pPr>
      <w:r>
        <w:lastRenderedPageBreak/>
        <w:fldChar w:fldCharType="begin"/>
      </w:r>
      <w:r>
        <w:instrText xml:space="preserve"> HYPERLINK  \l "sec_ReplaceallReferencesinaCollectionval" </w:instrText>
      </w:r>
      <w:r>
        <w:fldChar w:fldCharType="separate"/>
      </w:r>
      <w:bookmarkStart w:id="856" w:name="_Toc494885106"/>
      <w:bookmarkStart w:id="857" w:name="_Toc494356853"/>
      <w:r w:rsidRPr="004A50BC">
        <w:rPr>
          <w:rStyle w:val="Hyperlink"/>
        </w:rPr>
        <w:t>Replace all References in a Collection-valued Navigation Property</w:t>
      </w:r>
      <w:bookmarkEnd w:id="854"/>
      <w:bookmarkEnd w:id="855"/>
      <w:bookmarkEnd w:id="856"/>
      <w:bookmarkEnd w:id="857"/>
      <w:r>
        <w:fldChar w:fldCharType="end"/>
      </w:r>
    </w:p>
    <w:p w14:paraId="4E9E1285" w14:textId="77777777" w:rsidR="00752DAA" w:rsidRDefault="00752DAA" w:rsidP="00752DAA">
      <w:r>
        <w:t xml:space="preserve">A successful </w:t>
      </w:r>
      <w:r w:rsidRPr="007F70DE">
        <w:rPr>
          <w:rStyle w:val="Datatype"/>
        </w:rPr>
        <w:t>PUT</w:t>
      </w:r>
      <w:r>
        <w:t xml:space="preserve"> request to a collection-valued navigation property’s reference resource replaces the set of related entities. The request body MUST contain a collection of entity references in the same format as returned by a </w:t>
      </w:r>
      <w:r>
        <w:rPr>
          <w:rStyle w:val="Datatype"/>
        </w:rPr>
        <w:t>GE</w:t>
      </w:r>
      <w:r w:rsidRPr="007F70DE">
        <w:rPr>
          <w:rStyle w:val="Datatype"/>
        </w:rPr>
        <w:t>T</w:t>
      </w:r>
      <w:r>
        <w:t xml:space="preserve"> request to the navigation property’s reference resource.</w:t>
      </w:r>
    </w:p>
    <w:p w14:paraId="21396677" w14:textId="77777777" w:rsidR="00752DAA" w:rsidRPr="00305557" w:rsidRDefault="00752DAA" w:rsidP="00752DAA">
      <w:r>
        <w:t xml:space="preserve">A successful </w:t>
      </w:r>
      <w:r>
        <w:rPr>
          <w:rStyle w:val="Datatype"/>
        </w:rPr>
        <w:t>DELETE</w:t>
      </w:r>
      <w:r>
        <w:t xml:space="preserve"> request to a collection-valued navigation property’s reference resource removes all related references from the collection.</w:t>
      </w:r>
      <w:bookmarkStart w:id="858" w:name="_Managing_Media_Entities"/>
      <w:bookmarkStart w:id="859" w:name="_Toc370126116"/>
      <w:bookmarkStart w:id="860" w:name="_Toc370374913"/>
      <w:bookmarkEnd w:id="858"/>
    </w:p>
    <w:bookmarkStart w:id="861" w:name="_Toc477876690"/>
    <w:bookmarkStart w:id="862" w:name="sec_ManagingMediaEntities"/>
    <w:bookmarkEnd w:id="859"/>
    <w:bookmarkEnd w:id="860"/>
    <w:p w14:paraId="321C9728" w14:textId="77777777" w:rsidR="00752DAA" w:rsidRDefault="00752DAA" w:rsidP="006C1EBF">
      <w:pPr>
        <w:pStyle w:val="Heading3"/>
        <w:numPr>
          <w:ilvl w:val="2"/>
          <w:numId w:val="2"/>
        </w:numPr>
        <w:tabs>
          <w:tab w:val="left" w:pos="567"/>
        </w:tabs>
      </w:pPr>
      <w:r>
        <w:fldChar w:fldCharType="begin"/>
      </w:r>
      <w:r>
        <w:instrText xml:space="preserve"> HYPERLINK  \l "sec_ManagingMediaEntities" </w:instrText>
      </w:r>
      <w:r>
        <w:fldChar w:fldCharType="separate"/>
      </w:r>
      <w:bookmarkStart w:id="863" w:name="_Toc494885107"/>
      <w:bookmarkStart w:id="864" w:name="_Toc494356854"/>
      <w:r w:rsidRPr="004A50BC">
        <w:rPr>
          <w:rStyle w:val="Hyperlink"/>
        </w:rPr>
        <w:t>Managing Media Entities</w:t>
      </w:r>
      <w:bookmarkEnd w:id="861"/>
      <w:bookmarkEnd w:id="862"/>
      <w:bookmarkEnd w:id="863"/>
      <w:bookmarkEnd w:id="864"/>
      <w:r>
        <w:fldChar w:fldCharType="end"/>
      </w:r>
    </w:p>
    <w:p w14:paraId="0DDFAEA7" w14:textId="77777777" w:rsidR="00752DAA" w:rsidRDefault="00752DAA" w:rsidP="00752DAA">
      <w:r>
        <w:t xml:space="preserve">A </w:t>
      </w:r>
      <w:hyperlink w:anchor="sec_RequestingtheMediaStreamofaMediaEnti" w:history="1">
        <w:r w:rsidRPr="005D0B99">
          <w:rPr>
            <w:rStyle w:val="Hyperlink"/>
          </w:rPr>
          <w:t>media entity</w:t>
        </w:r>
      </w:hyperlink>
      <w:r>
        <w:t xml:space="preserve"> MUST have a </w:t>
      </w:r>
      <w:r w:rsidRPr="00E74C55">
        <w:t xml:space="preserve">source </w:t>
      </w:r>
      <w:r>
        <w:t>URL that can be used to read the media stream, and MAY have a media edit URL that can be used to write to the media stream.</w:t>
      </w:r>
    </w:p>
    <w:p w14:paraId="593BFD54" w14:textId="77777777" w:rsidR="00752DAA" w:rsidRDefault="00752DAA" w:rsidP="00752DAA">
      <w:r>
        <w:t>Because a media entity has both a media stream and standard entity properties special handling is required.</w:t>
      </w:r>
    </w:p>
    <w:bookmarkStart w:id="865" w:name="_Creating_a_Media"/>
    <w:bookmarkStart w:id="866" w:name="_Toc477876691"/>
    <w:bookmarkStart w:id="867" w:name="_Ref484615906"/>
    <w:bookmarkStart w:id="868" w:name="sec_CreateaMediaEntity"/>
    <w:bookmarkEnd w:id="865"/>
    <w:p w14:paraId="6D727659" w14:textId="77777777" w:rsidR="00752DAA" w:rsidRDefault="00752DAA" w:rsidP="006C1EBF">
      <w:pPr>
        <w:pStyle w:val="Heading4"/>
        <w:numPr>
          <w:ilvl w:val="3"/>
          <w:numId w:val="2"/>
        </w:numPr>
        <w:tabs>
          <w:tab w:val="left" w:pos="567"/>
        </w:tabs>
      </w:pPr>
      <w:r>
        <w:fldChar w:fldCharType="begin"/>
      </w:r>
      <w:r>
        <w:instrText xml:space="preserve"> HYPERLINK  \l "sec_CreateaMediaEntity" </w:instrText>
      </w:r>
      <w:r>
        <w:fldChar w:fldCharType="separate"/>
      </w:r>
      <w:bookmarkStart w:id="869" w:name="_Toc494885108"/>
      <w:bookmarkStart w:id="870" w:name="_Toc494356855"/>
      <w:r w:rsidRPr="004A50BC">
        <w:rPr>
          <w:rStyle w:val="Hyperlink"/>
        </w:rPr>
        <w:t>Create a Media Entity</w:t>
      </w:r>
      <w:bookmarkEnd w:id="866"/>
      <w:bookmarkEnd w:id="867"/>
      <w:bookmarkEnd w:id="868"/>
      <w:bookmarkEnd w:id="869"/>
      <w:bookmarkEnd w:id="870"/>
      <w:r>
        <w:fldChar w:fldCharType="end"/>
      </w:r>
    </w:p>
    <w:p w14:paraId="5B3337AE" w14:textId="77777777" w:rsidR="00752DAA" w:rsidRDefault="00752DAA" w:rsidP="00752DAA">
      <w:r>
        <w:t xml:space="preserve">A </w:t>
      </w:r>
      <w:r w:rsidRPr="00E74C55">
        <w:rPr>
          <w:rStyle w:val="Datatype"/>
        </w:rPr>
        <w:t>POST</w:t>
      </w:r>
      <w:r>
        <w:t xml:space="preserve"> request to a media entity's entity set creates a new media entity. The request body MUST contain the media value (for example, the photograph) whose media type MUST be specified in a </w:t>
      </w:r>
      <w:hyperlink w:anchor="sec_HeaderContentType" w:history="1">
        <w:r w:rsidRPr="00E74C55">
          <w:rPr>
            <w:rStyle w:val="Hyperlink"/>
            <w:rFonts w:ascii="Courier New" w:hAnsi="Courier New" w:cs="Courier New"/>
          </w:rPr>
          <w:t>Content-Type</w:t>
        </w:r>
      </w:hyperlink>
      <w:r>
        <w:t xml:space="preserve"> header.</w:t>
      </w:r>
    </w:p>
    <w:p w14:paraId="56EBF815" w14:textId="77777777" w:rsidR="00752DAA" w:rsidRDefault="00752DAA" w:rsidP="00752DAA">
      <w:r>
        <w:t xml:space="preserve">Upon successful completion, the response MUST contain </w:t>
      </w:r>
      <w:hyperlink w:anchor="sec_HeaderLocation" w:history="1">
        <w:r w:rsidRPr="0061284C">
          <w:rPr>
            <w:rStyle w:val="Hyperlink"/>
            <w:rFonts w:ascii="Courier New" w:hAnsi="Courier New" w:cs="Courier New"/>
          </w:rPr>
          <w:t>Location</w:t>
        </w:r>
        <w:r w:rsidRPr="0061284C">
          <w:rPr>
            <w:rStyle w:val="Hyperlink"/>
          </w:rPr>
          <w:t xml:space="preserve"> header</w:t>
        </w:r>
      </w:hyperlink>
      <w:r>
        <w:t xml:space="preserve"> that contains the edit URL of the created entity.</w:t>
      </w:r>
    </w:p>
    <w:p w14:paraId="359930B8" w14:textId="77777777" w:rsidR="00752DAA" w:rsidRDefault="00752DAA" w:rsidP="00752DAA">
      <w:r>
        <w:t xml:space="preserve">Upon successful completion the service responds with either </w:t>
      </w:r>
      <w:hyperlink w:anchor="sec_ResponseCode201Created">
        <w:r w:rsidRPr="008B54E2">
          <w:rPr>
            <w:rStyle w:val="Hyperlink"/>
            <w:rFonts w:ascii="Courier New" w:hAnsi="Courier New" w:cs="Courier New"/>
          </w:rPr>
          <w:t>201 Created</w:t>
        </w:r>
      </w:hyperlink>
      <w:r>
        <w:t xml:space="preserve">, or </w:t>
      </w:r>
      <w:hyperlink w:anchor="sec_ResponseCode204NoContent" w:history="1">
        <w:r w:rsidRPr="00864351">
          <w:rPr>
            <w:rStyle w:val="Hyperlink"/>
            <w:rFonts w:ascii="Courier New" w:hAnsi="Courier New"/>
          </w:rPr>
          <w:t>204 No Content</w:t>
        </w:r>
      </w:hyperlink>
      <w:r w:rsidDel="008B54E2">
        <w:rPr>
          <w:rStyle w:val="Hyperlink"/>
          <w:rFonts w:ascii="Courier New" w:hAnsi="Courier New"/>
        </w:rPr>
        <w:t xml:space="preserve"> </w:t>
      </w:r>
      <w:r>
        <w:t xml:space="preserve">if the request included a </w:t>
      </w:r>
      <w:hyperlink w:anchor="sec_Preferencereturnrepresentationandret" w:history="1">
        <w:r w:rsidRPr="009C4880">
          <w:rPr>
            <w:rStyle w:val="Hyperlink"/>
            <w:rFonts w:ascii="Courier New" w:hAnsi="Courier New" w:cs="Courier New"/>
          </w:rPr>
          <w:t>return</w:t>
        </w:r>
        <w:r w:rsidRPr="009C4880">
          <w:rPr>
            <w:rStyle w:val="Hyperlink"/>
          </w:rPr>
          <w:t xml:space="preserve"> Prefer header</w:t>
        </w:r>
      </w:hyperlink>
      <w:r>
        <w:t xml:space="preserve"> with a value of </w:t>
      </w:r>
      <w:hyperlink w:anchor="sec_Preferencereturnrepresentationandret" w:history="1">
        <w:r w:rsidRPr="001F17B7">
          <w:rPr>
            <w:rStyle w:val="Hyperlink"/>
            <w:rFonts w:ascii="Courier New" w:hAnsi="Courier New" w:cs="Courier New"/>
          </w:rPr>
          <w:t>return=minimal</w:t>
        </w:r>
      </w:hyperlink>
      <w:r>
        <w:t>.</w:t>
      </w:r>
    </w:p>
    <w:bookmarkStart w:id="871" w:name="_Editing_a_Media"/>
    <w:bookmarkStart w:id="872" w:name="_Ref484619355"/>
    <w:bookmarkStart w:id="873" w:name="sec_UpdateaMediaEntityStream"/>
    <w:bookmarkEnd w:id="871"/>
    <w:p w14:paraId="50EEDCAF" w14:textId="77777777" w:rsidR="00752DAA" w:rsidRDefault="00752DAA" w:rsidP="006C1EBF">
      <w:pPr>
        <w:pStyle w:val="Heading4"/>
        <w:numPr>
          <w:ilvl w:val="3"/>
          <w:numId w:val="2"/>
        </w:numPr>
        <w:tabs>
          <w:tab w:val="left" w:pos="567"/>
        </w:tabs>
      </w:pPr>
      <w:r>
        <w:fldChar w:fldCharType="begin"/>
      </w:r>
      <w:r>
        <w:instrText xml:space="preserve"> HYPERLINK  \l "sec_UpdateaMediaEntityStream" </w:instrText>
      </w:r>
      <w:r>
        <w:fldChar w:fldCharType="separate"/>
      </w:r>
      <w:bookmarkStart w:id="874" w:name="_Toc494885109"/>
      <w:bookmarkStart w:id="875" w:name="_Toc494356856"/>
      <w:r w:rsidRPr="004A50BC">
        <w:rPr>
          <w:rStyle w:val="Hyperlink"/>
        </w:rPr>
        <w:t>Update a Media Entity Stream</w:t>
      </w:r>
      <w:bookmarkEnd w:id="872"/>
      <w:bookmarkEnd w:id="873"/>
      <w:bookmarkEnd w:id="874"/>
      <w:bookmarkEnd w:id="875"/>
      <w:r>
        <w:fldChar w:fldCharType="end"/>
      </w:r>
    </w:p>
    <w:p w14:paraId="7694F73E" w14:textId="77777777" w:rsidR="00752DAA" w:rsidRDefault="00752DAA" w:rsidP="00752DAA">
      <w:r>
        <w:t xml:space="preserve">A successful </w:t>
      </w:r>
      <w:r w:rsidRPr="00EE65BC">
        <w:rPr>
          <w:rStyle w:val="Datatype"/>
        </w:rPr>
        <w:t>PUT</w:t>
      </w:r>
      <w:r>
        <w:t xml:space="preserve"> request to the media edit URL of a media entity changes the media stream of the entity.</w:t>
      </w:r>
    </w:p>
    <w:p w14:paraId="4BDE0547" w14:textId="77777777" w:rsidR="00752DAA" w:rsidRDefault="00752DAA" w:rsidP="00752DAA">
      <w:r>
        <w:t xml:space="preserve">If the entity includes an ETag value for the media stream, the client MUST include an </w:t>
      </w:r>
      <w:hyperlink w:anchor="sec_HeaderIfMatch" w:history="1">
        <w:r w:rsidRPr="00E74C55">
          <w:rPr>
            <w:rStyle w:val="Hyperlink"/>
            <w:rFonts w:ascii="Courier New" w:hAnsi="Courier New" w:cs="Courier New"/>
          </w:rPr>
          <w:t>If-Match</w:t>
        </w:r>
      </w:hyperlink>
      <w:r>
        <w:t xml:space="preserve"> header with the ETag value.</w:t>
      </w:r>
    </w:p>
    <w:p w14:paraId="1F7D4318" w14:textId="77777777" w:rsidR="00752DAA" w:rsidRDefault="00752DAA" w:rsidP="00752DAA">
      <w:r>
        <w:t xml:space="preserve">The request body MUST contain the new media value for the entity whose media type MUST be specified in a </w:t>
      </w:r>
      <w:hyperlink w:anchor="sec_HeaderContentType" w:history="1">
        <w:r w:rsidRPr="00E74C55">
          <w:rPr>
            <w:rStyle w:val="Hyperlink"/>
            <w:rFonts w:ascii="Courier New" w:hAnsi="Courier New" w:cs="Courier New"/>
          </w:rPr>
          <w:t>Content-Type</w:t>
        </w:r>
      </w:hyperlink>
      <w:r>
        <w:t xml:space="preserve"> header.</w:t>
      </w:r>
    </w:p>
    <w:p w14:paraId="2383C271" w14:textId="77777777" w:rsidR="00752DAA" w:rsidRDefault="00752DAA" w:rsidP="00752DAA">
      <w:r>
        <w:rPr>
          <w:color w:val="000000"/>
        </w:rPr>
        <w:t>If the request to edit a media stream returns a non-empty response body, the response body MUST contain the updated media entity.</w:t>
      </w:r>
    </w:p>
    <w:bookmarkStart w:id="876" w:name="_Toc477876693"/>
    <w:bookmarkStart w:id="877" w:name="_Ref484615925"/>
    <w:bookmarkStart w:id="878" w:name="sec_DeleteaMediaEntity"/>
    <w:p w14:paraId="10C730E9" w14:textId="77777777" w:rsidR="00752DAA" w:rsidRDefault="00752DAA" w:rsidP="006C1EBF">
      <w:pPr>
        <w:pStyle w:val="Heading4"/>
        <w:numPr>
          <w:ilvl w:val="3"/>
          <w:numId w:val="2"/>
        </w:numPr>
        <w:tabs>
          <w:tab w:val="left" w:pos="567"/>
        </w:tabs>
      </w:pPr>
      <w:r>
        <w:fldChar w:fldCharType="begin"/>
      </w:r>
      <w:r>
        <w:instrText xml:space="preserve"> HYPERLINK  \l "sec_DeleteaMediaEntity" </w:instrText>
      </w:r>
      <w:r>
        <w:fldChar w:fldCharType="separate"/>
      </w:r>
      <w:bookmarkStart w:id="879" w:name="_Toc494885110"/>
      <w:bookmarkStart w:id="880" w:name="_Toc494356857"/>
      <w:r w:rsidRPr="004A50BC">
        <w:rPr>
          <w:rStyle w:val="Hyperlink"/>
        </w:rPr>
        <w:t>Delete a Media Entity</w:t>
      </w:r>
      <w:bookmarkEnd w:id="876"/>
      <w:bookmarkEnd w:id="877"/>
      <w:bookmarkEnd w:id="878"/>
      <w:bookmarkEnd w:id="879"/>
      <w:bookmarkEnd w:id="880"/>
      <w:r>
        <w:fldChar w:fldCharType="end"/>
      </w:r>
    </w:p>
    <w:p w14:paraId="44AC158A" w14:textId="77777777" w:rsidR="00752DAA" w:rsidRDefault="00752DAA" w:rsidP="00752DAA">
      <w:r>
        <w:t xml:space="preserve">A successful </w:t>
      </w:r>
      <w:r w:rsidRPr="00E74C55">
        <w:rPr>
          <w:rFonts w:ascii="Courier New" w:hAnsi="Courier New" w:cs="Courier New"/>
        </w:rPr>
        <w:t>DELETE</w:t>
      </w:r>
      <w:r>
        <w:t xml:space="preserve"> request to the entity's edit URL or to the edit URL of its media resource deletes the media entity as described in </w:t>
      </w:r>
      <w:hyperlink w:anchor="sec_DeleteanEntity" w:history="1">
        <w:r>
          <w:rPr>
            <w:rStyle w:val="Hyperlink"/>
          </w:rPr>
          <w:t>Delete an Entity</w:t>
        </w:r>
      </w:hyperlink>
      <w:r>
        <w:rPr>
          <w:rStyle w:val="Hyperlink"/>
        </w:rPr>
        <w:t>.</w:t>
      </w:r>
    </w:p>
    <w:p w14:paraId="18C32022" w14:textId="77777777" w:rsidR="00752DAA" w:rsidRDefault="00752DAA" w:rsidP="00752DAA">
      <w:r>
        <w:t>Deleting a media entity also deletes the media associated with the entity.</w:t>
      </w:r>
    </w:p>
    <w:bookmarkStart w:id="881" w:name="_Managing_Stream_Properties"/>
    <w:bookmarkStart w:id="882" w:name="_Toc477876694"/>
    <w:bookmarkStart w:id="883" w:name="sec_ManagingStreamProperties"/>
    <w:bookmarkEnd w:id="881"/>
    <w:p w14:paraId="10B47964" w14:textId="77777777" w:rsidR="00752DAA" w:rsidRDefault="00752DAA" w:rsidP="006C1EBF">
      <w:pPr>
        <w:pStyle w:val="Heading3"/>
        <w:numPr>
          <w:ilvl w:val="2"/>
          <w:numId w:val="2"/>
        </w:numPr>
        <w:tabs>
          <w:tab w:val="left" w:pos="567"/>
        </w:tabs>
      </w:pPr>
      <w:r>
        <w:fldChar w:fldCharType="begin"/>
      </w:r>
      <w:r>
        <w:instrText xml:space="preserve"> HYPERLINK  \l "sec_ManagingStreamProperties" </w:instrText>
      </w:r>
      <w:r>
        <w:fldChar w:fldCharType="separate"/>
      </w:r>
      <w:bookmarkStart w:id="884" w:name="_Toc494885111"/>
      <w:bookmarkStart w:id="885" w:name="_Toc494356858"/>
      <w:r w:rsidRPr="004A50BC">
        <w:rPr>
          <w:rStyle w:val="Hyperlink"/>
        </w:rPr>
        <w:t>Managing Stream Properties</w:t>
      </w:r>
      <w:bookmarkEnd w:id="882"/>
      <w:bookmarkEnd w:id="883"/>
      <w:bookmarkEnd w:id="884"/>
      <w:bookmarkEnd w:id="885"/>
      <w:r>
        <w:fldChar w:fldCharType="end"/>
      </w:r>
    </w:p>
    <w:p w14:paraId="76A1BE47" w14:textId="77777777" w:rsidR="00752DAA" w:rsidRDefault="00752DAA" w:rsidP="00752DAA">
      <w:r>
        <w:t xml:space="preserve">An entity may have one or more </w:t>
      </w:r>
      <w:r w:rsidRPr="0038232F">
        <w:rPr>
          <w:i/>
        </w:rPr>
        <w:t>stream properties</w:t>
      </w:r>
      <w:r>
        <w:t xml:space="preserve">. Stream properties are properties of type </w:t>
      </w:r>
      <w:r w:rsidRPr="00F25DBD">
        <w:rPr>
          <w:rStyle w:val="Datatype"/>
        </w:rPr>
        <w:t>Edm.Stream</w:t>
      </w:r>
      <w:r>
        <w:t>.</w:t>
      </w:r>
    </w:p>
    <w:p w14:paraId="360D988A" w14:textId="77777777" w:rsidR="00752DAA" w:rsidRDefault="00752DAA" w:rsidP="00752DAA">
      <w:r>
        <w:t>The values for stream properties do not appear in the entity payload. Instead, the values are read or written through URLs.</w:t>
      </w:r>
    </w:p>
    <w:bookmarkStart w:id="886" w:name="_Ref484619370"/>
    <w:bookmarkStart w:id="887" w:name="sec_UpdateStreamValues"/>
    <w:p w14:paraId="42A1AB97" w14:textId="77777777" w:rsidR="00752DAA" w:rsidRDefault="00752DAA" w:rsidP="006C1EBF">
      <w:pPr>
        <w:pStyle w:val="Heading4"/>
        <w:numPr>
          <w:ilvl w:val="3"/>
          <w:numId w:val="2"/>
        </w:numPr>
        <w:tabs>
          <w:tab w:val="left" w:pos="567"/>
        </w:tabs>
      </w:pPr>
      <w:r>
        <w:fldChar w:fldCharType="begin"/>
      </w:r>
      <w:r>
        <w:instrText xml:space="preserve"> HYPERLINK  \l "sec_UpdateStreamValues" </w:instrText>
      </w:r>
      <w:r>
        <w:fldChar w:fldCharType="separate"/>
      </w:r>
      <w:bookmarkStart w:id="888" w:name="_Toc494885112"/>
      <w:bookmarkStart w:id="889" w:name="_Toc494356859"/>
      <w:r w:rsidRPr="004A50BC">
        <w:rPr>
          <w:rStyle w:val="Hyperlink"/>
        </w:rPr>
        <w:t>Update Stream Values</w:t>
      </w:r>
      <w:bookmarkEnd w:id="886"/>
      <w:bookmarkEnd w:id="887"/>
      <w:bookmarkEnd w:id="888"/>
      <w:bookmarkEnd w:id="889"/>
      <w:r>
        <w:fldChar w:fldCharType="end"/>
      </w:r>
    </w:p>
    <w:p w14:paraId="4F40A84E" w14:textId="77777777" w:rsidR="00752DAA" w:rsidRDefault="00752DAA" w:rsidP="00752DAA">
      <w:r>
        <w:t xml:space="preserve">A successful </w:t>
      </w:r>
      <w:r w:rsidRPr="00E74C55">
        <w:rPr>
          <w:rFonts w:ascii="Courier New" w:hAnsi="Courier New" w:cs="Courier New"/>
        </w:rPr>
        <w:t>PUT</w:t>
      </w:r>
      <w:r>
        <w:t xml:space="preserve"> request to the edit URL of a stream property changes the media stream associated with that property.</w:t>
      </w:r>
    </w:p>
    <w:p w14:paraId="7E859A1D" w14:textId="77777777" w:rsidR="00752DAA" w:rsidRDefault="00752DAA" w:rsidP="00752DAA">
      <w:r>
        <w:t xml:space="preserve">If the stream metadata includes an ETag value, the client SHOULD include an </w:t>
      </w:r>
      <w:hyperlink w:anchor="sec_HeaderIfMatch" w:history="1">
        <w:r w:rsidRPr="00E74C55">
          <w:rPr>
            <w:rStyle w:val="Hyperlink"/>
            <w:rFonts w:ascii="Courier New" w:hAnsi="Courier New" w:cs="Courier New"/>
          </w:rPr>
          <w:t>If-Match</w:t>
        </w:r>
      </w:hyperlink>
      <w:r>
        <w:t xml:space="preserve"> header with the ETag value.</w:t>
      </w:r>
    </w:p>
    <w:p w14:paraId="66764C4F" w14:textId="77777777" w:rsidR="00752DAA" w:rsidRDefault="00752DAA" w:rsidP="00752DAA">
      <w:r>
        <w:lastRenderedPageBreak/>
        <w:t xml:space="preserve">The request body MUST contain the new media value for the stream whose media type MUST be specified in a </w:t>
      </w:r>
      <w:hyperlink w:anchor="sec_HeaderContentType" w:history="1">
        <w:r w:rsidRPr="00E74C55">
          <w:rPr>
            <w:rStyle w:val="Hyperlink"/>
            <w:rFonts w:ascii="Courier New" w:hAnsi="Courier New" w:cs="Courier New"/>
          </w:rPr>
          <w:t>Content-Type</w:t>
        </w:r>
      </w:hyperlink>
      <w:r>
        <w:t xml:space="preserve"> header. It may have a </w:t>
      </w:r>
      <w:r w:rsidRPr="00117C42">
        <w:rPr>
          <w:rStyle w:val="Datatype"/>
        </w:rPr>
        <w:t>Content-Length</w:t>
      </w:r>
      <w:r>
        <w:t xml:space="preserve"> of zero to set the stream data to empty.</w:t>
      </w:r>
    </w:p>
    <w:p w14:paraId="635A639D" w14:textId="77777777" w:rsidR="00752DAA" w:rsidRDefault="00752DAA" w:rsidP="00752DAA">
      <w:r>
        <w:t xml:space="preserve">Stream properties MAY specify a list of acceptable media types using an annotation with term </w:t>
      </w:r>
      <w:r w:rsidRPr="007025D1">
        <w:rPr>
          <w:rStyle w:val="Datatype"/>
        </w:rPr>
        <w:t>Core.AcceptableMediaTypes</w:t>
      </w:r>
      <w:r>
        <w:t xml:space="preserve">, see </w:t>
      </w:r>
      <w:hyperlink w:anchor="VocCore" w:history="1">
        <w:r w:rsidRPr="00CF5569">
          <w:rPr>
            <w:rStyle w:val="Hyperlink"/>
            <w:b/>
          </w:rPr>
          <w:t>[OData-VocCore]</w:t>
        </w:r>
      </w:hyperlink>
      <w:r>
        <w:t>.</w:t>
      </w:r>
    </w:p>
    <w:bookmarkStart w:id="890" w:name="_Toc477876696"/>
    <w:bookmarkStart w:id="891" w:name="_Ref484615983"/>
    <w:bookmarkStart w:id="892" w:name="sec_DeleteStreamValues"/>
    <w:p w14:paraId="1DAC73FA" w14:textId="77777777" w:rsidR="00752DAA" w:rsidRDefault="00752DAA" w:rsidP="006C1EBF">
      <w:pPr>
        <w:pStyle w:val="Heading4"/>
        <w:numPr>
          <w:ilvl w:val="3"/>
          <w:numId w:val="2"/>
        </w:numPr>
        <w:tabs>
          <w:tab w:val="left" w:pos="567"/>
        </w:tabs>
      </w:pPr>
      <w:r>
        <w:fldChar w:fldCharType="begin"/>
      </w:r>
      <w:r>
        <w:instrText xml:space="preserve"> HYPERLINK  \l "sec_DeleteStreamValues" </w:instrText>
      </w:r>
      <w:r>
        <w:fldChar w:fldCharType="separate"/>
      </w:r>
      <w:bookmarkStart w:id="893" w:name="_Toc494885113"/>
      <w:bookmarkStart w:id="894" w:name="_Toc494356860"/>
      <w:r w:rsidRPr="004A50BC">
        <w:rPr>
          <w:rStyle w:val="Hyperlink"/>
        </w:rPr>
        <w:t>Delete Stream Values</w:t>
      </w:r>
      <w:bookmarkEnd w:id="890"/>
      <w:bookmarkEnd w:id="891"/>
      <w:bookmarkEnd w:id="892"/>
      <w:bookmarkEnd w:id="893"/>
      <w:bookmarkEnd w:id="894"/>
      <w:r>
        <w:fldChar w:fldCharType="end"/>
      </w:r>
    </w:p>
    <w:p w14:paraId="7BE9ED8C" w14:textId="77777777" w:rsidR="00752DAA" w:rsidRDefault="00752DAA" w:rsidP="00752DAA">
      <w:r>
        <w:t xml:space="preserve">A successful </w:t>
      </w:r>
      <w:r>
        <w:rPr>
          <w:rFonts w:ascii="Courier New" w:hAnsi="Courier New" w:cs="Courier New"/>
        </w:rPr>
        <w:t>DELETE</w:t>
      </w:r>
      <w:r>
        <w:t xml:space="preserve"> request to the edit URL of a stream property attempts to set the property to null and results in an error if the property is non-nullable. </w:t>
      </w:r>
    </w:p>
    <w:p w14:paraId="584B08BF" w14:textId="77777777" w:rsidR="00752DAA" w:rsidRDefault="00752DAA" w:rsidP="00752DAA">
      <w:r>
        <w:t xml:space="preserve">Attempting to request a stream property whose value is null results in </w:t>
      </w:r>
      <w:hyperlink w:anchor="sec_ResponseCode204NoContent" w:history="1">
        <w:r w:rsidRPr="00EB1D12">
          <w:rPr>
            <w:rStyle w:val="Hyperlink"/>
            <w:rFonts w:ascii="Courier New" w:hAnsi="Courier New"/>
          </w:rPr>
          <w:t>204 No Content</w:t>
        </w:r>
      </w:hyperlink>
      <w:r>
        <w:t>.</w:t>
      </w:r>
    </w:p>
    <w:bookmarkStart w:id="895" w:name="_Toc477876697"/>
    <w:bookmarkStart w:id="896" w:name="_Ref484616008"/>
    <w:bookmarkStart w:id="897" w:name="sec_ManagingValuesandPropertiesDirectly"/>
    <w:p w14:paraId="519B6F03" w14:textId="77777777" w:rsidR="00752DAA" w:rsidRDefault="00752DAA" w:rsidP="006C1EBF">
      <w:pPr>
        <w:pStyle w:val="Heading3"/>
        <w:numPr>
          <w:ilvl w:val="2"/>
          <w:numId w:val="2"/>
        </w:numPr>
        <w:tabs>
          <w:tab w:val="left" w:pos="567"/>
        </w:tabs>
      </w:pPr>
      <w:r>
        <w:fldChar w:fldCharType="begin"/>
      </w:r>
      <w:r>
        <w:instrText xml:space="preserve"> HYPERLINK  \l "sec_ManagingValuesandPropertiesDirectly" </w:instrText>
      </w:r>
      <w:r>
        <w:fldChar w:fldCharType="separate"/>
      </w:r>
      <w:bookmarkStart w:id="898" w:name="_Toc494885114"/>
      <w:bookmarkStart w:id="899" w:name="_Toc494356861"/>
      <w:r w:rsidRPr="004A50BC">
        <w:rPr>
          <w:rStyle w:val="Hyperlink"/>
        </w:rPr>
        <w:t>Managing Values and Properties Directly</w:t>
      </w:r>
      <w:bookmarkEnd w:id="895"/>
      <w:bookmarkEnd w:id="896"/>
      <w:bookmarkEnd w:id="897"/>
      <w:bookmarkEnd w:id="898"/>
      <w:bookmarkEnd w:id="899"/>
      <w:r>
        <w:fldChar w:fldCharType="end"/>
      </w:r>
    </w:p>
    <w:p w14:paraId="52FEA7F2" w14:textId="77777777" w:rsidR="00752DAA" w:rsidRDefault="00752DAA" w:rsidP="00752DAA">
      <w:r>
        <w:t xml:space="preserve">Values and properties can be explicitly addressed with URLs. The edit URL of a property is the edit URL of the entity appended with the path segment(s) specifying the individual property. The edit URL allows properties to be individually modified. See </w:t>
      </w:r>
      <w:hyperlink w:anchor="ODataURLRef" w:history="1">
        <w:r w:rsidRPr="005E626C">
          <w:rPr>
            <w:rStyle w:val="Hyperlink"/>
            <w:b/>
          </w:rPr>
          <w:t>[OData</w:t>
        </w:r>
        <w:r>
          <w:rPr>
            <w:rStyle w:val="Hyperlink"/>
            <w:b/>
          </w:rPr>
          <w:noBreakHyphen/>
        </w:r>
        <w:r w:rsidRPr="005E626C">
          <w:rPr>
            <w:rStyle w:val="Hyperlink"/>
            <w:b/>
          </w:rPr>
          <w:t>URL]</w:t>
        </w:r>
      </w:hyperlink>
      <w:r>
        <w:t xml:space="preserve"> for details on addressing individual properties.</w:t>
      </w:r>
    </w:p>
    <w:bookmarkStart w:id="900" w:name="_Update_a_Primitive"/>
    <w:bookmarkStart w:id="901" w:name="_Toc477876698"/>
    <w:bookmarkStart w:id="902" w:name="_Ref484617908"/>
    <w:bookmarkStart w:id="903" w:name="sec_UpdateaPrimitiveProperty"/>
    <w:bookmarkEnd w:id="900"/>
    <w:p w14:paraId="0E7DD14C" w14:textId="77777777" w:rsidR="00752DAA" w:rsidRDefault="00752DAA" w:rsidP="006C1EBF">
      <w:pPr>
        <w:pStyle w:val="Heading4"/>
        <w:numPr>
          <w:ilvl w:val="3"/>
          <w:numId w:val="2"/>
        </w:numPr>
        <w:tabs>
          <w:tab w:val="left" w:pos="567"/>
        </w:tabs>
      </w:pPr>
      <w:r>
        <w:fldChar w:fldCharType="begin"/>
      </w:r>
      <w:r>
        <w:instrText xml:space="preserve"> HYPERLINK  \l "sec_UpdateaPrimitiveProperty" </w:instrText>
      </w:r>
      <w:r>
        <w:fldChar w:fldCharType="separate"/>
      </w:r>
      <w:bookmarkStart w:id="904" w:name="_Toc494885115"/>
      <w:bookmarkStart w:id="905" w:name="_Toc494356862"/>
      <w:r w:rsidRPr="004A50BC">
        <w:rPr>
          <w:rStyle w:val="Hyperlink"/>
        </w:rPr>
        <w:t>Update a Primitive Property</w:t>
      </w:r>
      <w:bookmarkEnd w:id="901"/>
      <w:bookmarkEnd w:id="902"/>
      <w:bookmarkEnd w:id="903"/>
      <w:bookmarkEnd w:id="904"/>
      <w:bookmarkEnd w:id="905"/>
      <w:r>
        <w:fldChar w:fldCharType="end"/>
      </w:r>
    </w:p>
    <w:p w14:paraId="0BD3170C" w14:textId="77777777" w:rsidR="00752DAA" w:rsidRDefault="00752DAA" w:rsidP="00752DAA">
      <w:r>
        <w:t xml:space="preserve">A successful </w:t>
      </w:r>
      <w:r w:rsidRPr="00E74C55">
        <w:rPr>
          <w:rFonts w:ascii="Courier New" w:hAnsi="Courier New" w:cs="Courier New"/>
        </w:rPr>
        <w:t>PUT</w:t>
      </w:r>
      <w:r>
        <w:t xml:space="preserve"> request to the edit URL for a primitive property updates the value of the property. The message body MUST contain the new value, formatted as a single property according to the specified format.</w:t>
      </w:r>
    </w:p>
    <w:p w14:paraId="3C27D0F2" w14:textId="77777777" w:rsidR="00752DAA" w:rsidRDefault="00752DAA" w:rsidP="00752DAA">
      <w:r>
        <w:t xml:space="preserve">A successful </w:t>
      </w:r>
      <w:r w:rsidRPr="00E74C55">
        <w:rPr>
          <w:rFonts w:ascii="Courier New" w:hAnsi="Courier New" w:cs="Courier New"/>
        </w:rPr>
        <w:t>PUT</w:t>
      </w:r>
      <w:r>
        <w:t xml:space="preserve"> request to the edit URL for the </w:t>
      </w:r>
      <w:hyperlink w:anchor="sec_RequestingaPropertysRawValueusingval" w:history="1">
        <w:r w:rsidRPr="00064AE3">
          <w:rPr>
            <w:rStyle w:val="Hyperlink"/>
          </w:rPr>
          <w:t>raw value</w:t>
        </w:r>
      </w:hyperlink>
      <w:r>
        <w:t xml:space="preserve"> of a primitive property updates the property with the raw value specified in the payload. The payload MUST be formatted as an appropriate content type for the raw value of the property.</w:t>
      </w:r>
    </w:p>
    <w:p w14:paraId="5E87A67C" w14:textId="77777777" w:rsidR="00752DAA" w:rsidRDefault="00752DAA" w:rsidP="00752DAA">
      <w:r>
        <w:t>The same rules apply whether this is a regular property or a dynamic property.</w:t>
      </w:r>
    </w:p>
    <w:p w14:paraId="150AC355" w14:textId="77777777" w:rsidR="00752DAA" w:rsidRDefault="00752DAA" w:rsidP="00752DAA">
      <w:r>
        <w:t xml:space="preserve">Upon successful completion of the update, the response MUST be a valid update </w:t>
      </w:r>
      <w:hyperlink w:anchor="sec_SuccessResponses">
        <w:r w:rsidRPr="008B54E2">
          <w:rPr>
            <w:rStyle w:val="Hyperlink"/>
          </w:rPr>
          <w:t>response</w:t>
        </w:r>
      </w:hyperlink>
      <w:r>
        <w:t>.</w:t>
      </w:r>
    </w:p>
    <w:p w14:paraId="58F45703" w14:textId="77777777" w:rsidR="00752DAA" w:rsidRDefault="00752DAA" w:rsidP="00752DAA">
      <w:r>
        <w:t>Services MUST return an error if the property is not updatable.</w:t>
      </w:r>
    </w:p>
    <w:bookmarkStart w:id="906" w:name="_Set_a_Value"/>
    <w:bookmarkStart w:id="907" w:name="_Toc477876699"/>
    <w:bookmarkStart w:id="908" w:name="_Ref484616017"/>
    <w:bookmarkStart w:id="909" w:name="sec_SetaValuetoNull"/>
    <w:bookmarkEnd w:id="906"/>
    <w:p w14:paraId="30BB04B4" w14:textId="77777777" w:rsidR="00752DAA" w:rsidRDefault="00752DAA" w:rsidP="006C1EBF">
      <w:pPr>
        <w:pStyle w:val="Heading4"/>
        <w:numPr>
          <w:ilvl w:val="3"/>
          <w:numId w:val="2"/>
        </w:numPr>
        <w:tabs>
          <w:tab w:val="left" w:pos="567"/>
        </w:tabs>
      </w:pPr>
      <w:r>
        <w:fldChar w:fldCharType="begin"/>
      </w:r>
      <w:r>
        <w:instrText xml:space="preserve"> HYPERLINK  \l "sec_SetaValuetoNull" </w:instrText>
      </w:r>
      <w:r>
        <w:fldChar w:fldCharType="separate"/>
      </w:r>
      <w:bookmarkStart w:id="910" w:name="_Toc494885116"/>
      <w:bookmarkStart w:id="911" w:name="_Toc494356863"/>
      <w:r w:rsidRPr="004A50BC">
        <w:rPr>
          <w:rStyle w:val="Hyperlink"/>
        </w:rPr>
        <w:t>Set a Value to Null</w:t>
      </w:r>
      <w:bookmarkEnd w:id="907"/>
      <w:bookmarkEnd w:id="908"/>
      <w:bookmarkEnd w:id="909"/>
      <w:bookmarkEnd w:id="910"/>
      <w:bookmarkEnd w:id="911"/>
      <w:r>
        <w:fldChar w:fldCharType="end"/>
      </w:r>
    </w:p>
    <w:p w14:paraId="11B0357A" w14:textId="77777777" w:rsidR="00752DAA" w:rsidRDefault="00752DAA" w:rsidP="00752DAA">
      <w:r>
        <w:t xml:space="preserve">A successful </w:t>
      </w:r>
      <w:r w:rsidRPr="008B05C5">
        <w:rPr>
          <w:rStyle w:val="Datatype"/>
        </w:rPr>
        <w:t>DELETE</w:t>
      </w:r>
      <w:r>
        <w:t xml:space="preserve"> request to the edit URL for a structural property, or to the edit URL of the </w:t>
      </w:r>
      <w:hyperlink w:anchor="sec_RequestingaPropertysRawValueusingval" w:history="1">
        <w:r w:rsidRPr="00064AE3">
          <w:rPr>
            <w:rStyle w:val="Hyperlink"/>
          </w:rPr>
          <w:t>raw value</w:t>
        </w:r>
      </w:hyperlink>
      <w:r>
        <w:t xml:space="preserve"> of a primitive property, sets the property to null. The request body is ignored and should be empty.</w:t>
      </w:r>
    </w:p>
    <w:p w14:paraId="300032C2" w14:textId="77777777" w:rsidR="00752DAA" w:rsidRDefault="00752DAA" w:rsidP="00752DAA">
      <w:r>
        <w:t xml:space="preserve">A </w:t>
      </w:r>
      <w:r w:rsidRPr="008B05C5">
        <w:rPr>
          <w:rStyle w:val="Datatype"/>
        </w:rPr>
        <w:t>DELETE</w:t>
      </w:r>
      <w:r>
        <w:t xml:space="preserve"> request to a non-nullable value MUST fail and the service respond with </w:t>
      </w:r>
      <w:r w:rsidRPr="0007419C">
        <w:rPr>
          <w:rStyle w:val="Datatype"/>
        </w:rPr>
        <w:t>400 Bad Request</w:t>
      </w:r>
      <w:r>
        <w:t xml:space="preserve"> or other appropriate error.</w:t>
      </w:r>
    </w:p>
    <w:p w14:paraId="12A8011D" w14:textId="77777777" w:rsidR="00752DAA" w:rsidRDefault="00752DAA" w:rsidP="00752DAA">
      <w:r>
        <w:t xml:space="preserve">The same rules apply whether the target is the value of a regular property or the value of a dynamic property. A missing dynamic property is defined to be the same as a dynamic property with value </w:t>
      </w:r>
      <w:r w:rsidRPr="00C44C52">
        <w:rPr>
          <w:rStyle w:val="Datatype"/>
        </w:rPr>
        <w:t>null</w:t>
      </w:r>
      <w:r>
        <w:t>. All dynamic properties are nullable.</w:t>
      </w:r>
    </w:p>
    <w:p w14:paraId="523F77B2" w14:textId="77777777" w:rsidR="00752DAA" w:rsidRDefault="00752DAA" w:rsidP="00752DAA">
      <w:r>
        <w:t xml:space="preserve">On success, the service MUST respond with </w:t>
      </w:r>
      <w:r w:rsidRPr="008B05C5">
        <w:rPr>
          <w:rStyle w:val="Datatype"/>
        </w:rPr>
        <w:t>204 No Content</w:t>
      </w:r>
      <w:r>
        <w:t xml:space="preserve"> and an empty body.</w:t>
      </w:r>
    </w:p>
    <w:p w14:paraId="67DFD069" w14:textId="77777777" w:rsidR="00752DAA" w:rsidRDefault="00752DAA" w:rsidP="00752DAA">
      <w:r>
        <w:t>Services MUST return an error if the property is not updatable.</w:t>
      </w:r>
    </w:p>
    <w:p w14:paraId="104B49CD" w14:textId="77777777" w:rsidR="00752DAA" w:rsidRDefault="002A710D" w:rsidP="00752DAA">
      <w:hyperlink w:anchor="sec_UpdateaPrimitiveProperty">
        <w:r w:rsidR="00752DAA" w:rsidRPr="008B54E2">
          <w:rPr>
            <w:rStyle w:val="Hyperlink"/>
          </w:rPr>
          <w:t xml:space="preserve">Updating a </w:t>
        </w:r>
        <w:r w:rsidR="00752DAA">
          <w:rPr>
            <w:rStyle w:val="Hyperlink"/>
          </w:rPr>
          <w:t>p</w:t>
        </w:r>
        <w:r w:rsidR="00752DAA" w:rsidRPr="008B54E2">
          <w:rPr>
            <w:rStyle w:val="Hyperlink"/>
          </w:rPr>
          <w:t xml:space="preserve">rimitive </w:t>
        </w:r>
        <w:r w:rsidR="00752DAA">
          <w:rPr>
            <w:rStyle w:val="Hyperlink"/>
          </w:rPr>
          <w:t>p</w:t>
        </w:r>
        <w:r w:rsidR="00752DAA" w:rsidRPr="008B54E2">
          <w:rPr>
            <w:rStyle w:val="Hyperlink"/>
          </w:rPr>
          <w:t>roperty</w:t>
        </w:r>
      </w:hyperlink>
      <w:r w:rsidR="00752DAA">
        <w:t xml:space="preserve"> or a </w:t>
      </w:r>
      <w:hyperlink w:anchor="sec_UpdateaComplexProperty" w:history="1">
        <w:r w:rsidR="00752DAA" w:rsidRPr="007569D7">
          <w:rPr>
            <w:rStyle w:val="Hyperlink"/>
          </w:rPr>
          <w:t>complex property</w:t>
        </w:r>
      </w:hyperlink>
      <w:r w:rsidR="00752DAA">
        <w:t xml:space="preserve"> with a null value also sets the property to null.</w:t>
      </w:r>
    </w:p>
    <w:bookmarkStart w:id="912" w:name="_Update_a_Complex"/>
    <w:bookmarkStart w:id="913" w:name="_Toc477876700"/>
    <w:bookmarkStart w:id="914" w:name="_Ref484617915"/>
    <w:bookmarkStart w:id="915" w:name="sec_UpdateaComplexProperty"/>
    <w:bookmarkEnd w:id="912"/>
    <w:p w14:paraId="335B0867" w14:textId="77777777" w:rsidR="00752DAA" w:rsidRDefault="00752DAA" w:rsidP="006C1EBF">
      <w:pPr>
        <w:pStyle w:val="Heading4"/>
        <w:numPr>
          <w:ilvl w:val="3"/>
          <w:numId w:val="2"/>
        </w:numPr>
        <w:tabs>
          <w:tab w:val="left" w:pos="567"/>
        </w:tabs>
      </w:pPr>
      <w:r>
        <w:fldChar w:fldCharType="begin"/>
      </w:r>
      <w:r>
        <w:instrText xml:space="preserve"> HYPERLINK  \l "sec_UpdateaComplexProperty" </w:instrText>
      </w:r>
      <w:r>
        <w:fldChar w:fldCharType="separate"/>
      </w:r>
      <w:bookmarkStart w:id="916" w:name="_Toc494885117"/>
      <w:bookmarkStart w:id="917" w:name="_Toc494356864"/>
      <w:r w:rsidRPr="004A50BC">
        <w:rPr>
          <w:rStyle w:val="Hyperlink"/>
        </w:rPr>
        <w:t>Update a Complex Property</w:t>
      </w:r>
      <w:bookmarkEnd w:id="913"/>
      <w:bookmarkEnd w:id="914"/>
      <w:bookmarkEnd w:id="915"/>
      <w:bookmarkEnd w:id="916"/>
      <w:bookmarkEnd w:id="917"/>
      <w:r>
        <w:fldChar w:fldCharType="end"/>
      </w:r>
    </w:p>
    <w:p w14:paraId="465E2378" w14:textId="77777777" w:rsidR="00752DAA" w:rsidRDefault="00752DAA" w:rsidP="00752DAA">
      <w:r>
        <w:t xml:space="preserve">A successful </w:t>
      </w:r>
      <w:r w:rsidRPr="00404FC3">
        <w:rPr>
          <w:rStyle w:val="Datatype"/>
        </w:rPr>
        <w:t>PATCH</w:t>
      </w:r>
      <w:r>
        <w:t xml:space="preserve"> request to the edit URL for a complex typed property updates that property. The request body MUST contain a single valid representation for the target complex type.</w:t>
      </w:r>
    </w:p>
    <w:p w14:paraId="24839A72" w14:textId="77777777" w:rsidR="00752DAA" w:rsidRDefault="00752DAA" w:rsidP="00752DAA">
      <w:r>
        <w:t xml:space="preserve">The service MUST directly modify only those properties of the complex type specified in the payload of the </w:t>
      </w:r>
      <w:r w:rsidRPr="009A1125">
        <w:rPr>
          <w:rFonts w:ascii="Courier New" w:hAnsi="Courier New" w:cs="Courier New"/>
        </w:rPr>
        <w:t>PATCH</w:t>
      </w:r>
      <w:r>
        <w:t xml:space="preserve"> request.</w:t>
      </w:r>
    </w:p>
    <w:p w14:paraId="67C8D7CF" w14:textId="77777777" w:rsidR="00752DAA" w:rsidRDefault="00752DAA" w:rsidP="00752DAA">
      <w:r>
        <w:t xml:space="preserve">The service MAY additionally support clients sending a </w:t>
      </w:r>
      <w:r w:rsidRPr="009A1125">
        <w:rPr>
          <w:rFonts w:ascii="Courier New" w:hAnsi="Courier New" w:cs="Courier New"/>
        </w:rPr>
        <w:t>PUT</w:t>
      </w:r>
      <w:r>
        <w:t xml:space="preserve"> request to a URL that specifies a complex type. In this case, the service MUST replace the entire complex property with the values specified in the request body and set all unspecified properties to their default value.</w:t>
      </w:r>
      <w:r w:rsidDel="009A1125">
        <w:t xml:space="preserve"> </w:t>
      </w:r>
    </w:p>
    <w:p w14:paraId="1F0C1C95" w14:textId="77777777" w:rsidR="00752DAA" w:rsidRDefault="00752DAA" w:rsidP="00752DAA">
      <w:r>
        <w:lastRenderedPageBreak/>
        <w:t xml:space="preserve">On success, the response MUST be a valid update </w:t>
      </w:r>
      <w:hyperlink w:anchor="sec_SuccessResponses">
        <w:r w:rsidRPr="008B54E2">
          <w:rPr>
            <w:rStyle w:val="Hyperlink"/>
          </w:rPr>
          <w:t>response</w:t>
        </w:r>
      </w:hyperlink>
      <w:r>
        <w:t>.</w:t>
      </w:r>
    </w:p>
    <w:p w14:paraId="2EB147B0" w14:textId="77777777" w:rsidR="00752DAA" w:rsidRDefault="00752DAA" w:rsidP="00752DAA">
      <w:r>
        <w:t>Services MUST return an error if the property is not updatable.</w:t>
      </w:r>
    </w:p>
    <w:bookmarkStart w:id="918" w:name="_Toc477876701"/>
    <w:bookmarkStart w:id="919" w:name="_Ref484616032"/>
    <w:bookmarkStart w:id="920" w:name="_Ref484617922"/>
    <w:bookmarkStart w:id="921" w:name="sec_UpdateaCollectionProperty"/>
    <w:p w14:paraId="6217F052" w14:textId="77777777" w:rsidR="00752DAA" w:rsidRDefault="00752DAA" w:rsidP="006C1EBF">
      <w:pPr>
        <w:pStyle w:val="Heading4"/>
        <w:numPr>
          <w:ilvl w:val="3"/>
          <w:numId w:val="2"/>
        </w:numPr>
        <w:tabs>
          <w:tab w:val="left" w:pos="567"/>
        </w:tabs>
      </w:pPr>
      <w:r>
        <w:fldChar w:fldCharType="begin"/>
      </w:r>
      <w:r>
        <w:instrText xml:space="preserve"> HYPERLINK  \l "sec_UpdateaCollectionProperty" </w:instrText>
      </w:r>
      <w:r>
        <w:fldChar w:fldCharType="separate"/>
      </w:r>
      <w:bookmarkStart w:id="922" w:name="_Toc494885118"/>
      <w:bookmarkStart w:id="923" w:name="_Toc494356865"/>
      <w:r w:rsidRPr="004A50BC">
        <w:rPr>
          <w:rStyle w:val="Hyperlink"/>
        </w:rPr>
        <w:t>Update a Collection Property</w:t>
      </w:r>
      <w:bookmarkEnd w:id="918"/>
      <w:bookmarkEnd w:id="919"/>
      <w:bookmarkEnd w:id="920"/>
      <w:bookmarkEnd w:id="921"/>
      <w:bookmarkEnd w:id="922"/>
      <w:bookmarkEnd w:id="923"/>
      <w:r>
        <w:fldChar w:fldCharType="end"/>
      </w:r>
    </w:p>
    <w:p w14:paraId="4B6B5B45" w14:textId="77777777" w:rsidR="00752DAA" w:rsidRDefault="00752DAA" w:rsidP="00752DAA">
      <w:r>
        <w:t xml:space="preserve">A successful </w:t>
      </w:r>
      <w:r w:rsidRPr="00DA5357">
        <w:rPr>
          <w:rStyle w:val="Datatype"/>
        </w:rPr>
        <w:t>PUT</w:t>
      </w:r>
      <w:r>
        <w:t xml:space="preserve"> request to the edit URL of a collection property updates that collection. The message body MUST contain the desired new value, formatted as a collection property according to the specified format.</w:t>
      </w:r>
    </w:p>
    <w:p w14:paraId="70994BF7" w14:textId="77777777" w:rsidR="00752DAA" w:rsidRDefault="00752DAA" w:rsidP="00752DAA">
      <w:r>
        <w:t>The service MUST replace the entire value with the value supplied in the request body.</w:t>
      </w:r>
    </w:p>
    <w:p w14:paraId="44044422" w14:textId="77777777" w:rsidR="00752DAA" w:rsidRDefault="00752DAA" w:rsidP="00752DAA">
      <w:r>
        <w:t xml:space="preserve">A successful </w:t>
      </w:r>
      <w:r>
        <w:rPr>
          <w:rStyle w:val="Datatype"/>
        </w:rPr>
        <w:t>POST</w:t>
      </w:r>
      <w:r>
        <w:t xml:space="preserve"> request to the edit URL of a collection property adds an item to the collection. The body of the request MUST be a single item to be added to the collection. If the collection is ordered, the item is added to the end of the collection, and </w:t>
      </w:r>
      <w:hyperlink w:anchor="sec_RequestinganIndividualMemberofanOrde" w:history="1">
        <w:r w:rsidRPr="007064FF">
          <w:rPr>
            <w:rStyle w:val="Hyperlink"/>
            <w:rFonts w:ascii="Courier New" w:hAnsi="Courier New"/>
          </w:rPr>
          <w:t>$index</w:t>
        </w:r>
      </w:hyperlink>
      <w:r>
        <w:t xml:space="preserve"> MAY be used to specify a zero-based ordinal position to insert the new value, with a negative value indicating an ordinal position from the end of the collection.</w:t>
      </w:r>
    </w:p>
    <w:p w14:paraId="72B69A80" w14:textId="77777777" w:rsidR="00752DAA" w:rsidRDefault="00752DAA" w:rsidP="00752DAA">
      <w:r>
        <w:t xml:space="preserve">A successful </w:t>
      </w:r>
      <w:r>
        <w:rPr>
          <w:rStyle w:val="Datatype"/>
        </w:rPr>
        <w:t>DELETE</w:t>
      </w:r>
      <w:r>
        <w:t xml:space="preserve"> request to the edit URL of a collection property deletes all items in that collection. </w:t>
      </w:r>
    </w:p>
    <w:p w14:paraId="62520BA5" w14:textId="77777777" w:rsidR="00752DAA" w:rsidRDefault="00752DAA" w:rsidP="00752DAA">
      <w:r>
        <w:t xml:space="preserve">Since collection members have no individual identity, </w:t>
      </w:r>
      <w:r w:rsidRPr="00814F43">
        <w:rPr>
          <w:rFonts w:ascii="Courier New" w:hAnsi="Courier New" w:cs="Courier New"/>
        </w:rPr>
        <w:t>PATCH</w:t>
      </w:r>
      <w:r>
        <w:t xml:space="preserve"> is not supported for collection properties. </w:t>
      </w:r>
    </w:p>
    <w:p w14:paraId="0095AF8F" w14:textId="77777777" w:rsidR="00752DAA" w:rsidRDefault="00752DAA" w:rsidP="00752DAA">
      <w:r>
        <w:t xml:space="preserve">On success, the response MUST be a valid update </w:t>
      </w:r>
      <w:hyperlink w:anchor="sec_SuccessResponses">
        <w:r w:rsidRPr="008B54E2">
          <w:rPr>
            <w:rStyle w:val="Hyperlink"/>
          </w:rPr>
          <w:t>response</w:t>
        </w:r>
      </w:hyperlink>
      <w:r>
        <w:t>.</w:t>
      </w:r>
    </w:p>
    <w:p w14:paraId="097CA2AC" w14:textId="77777777" w:rsidR="00752DAA" w:rsidRDefault="00752DAA" w:rsidP="00752DAA">
      <w:r>
        <w:t>Services MUST return an error if the property is not updatable.</w:t>
      </w:r>
    </w:p>
    <w:bookmarkStart w:id="924" w:name="_Toc477876702"/>
    <w:bookmarkStart w:id="925" w:name="_Ref484616038"/>
    <w:bookmarkStart w:id="926" w:name="sec_ManagingMembersofanOrderedCollection"/>
    <w:p w14:paraId="0D7949ED" w14:textId="77777777" w:rsidR="00752DAA" w:rsidRPr="007E7ADD" w:rsidRDefault="00752DAA" w:rsidP="006C1EBF">
      <w:pPr>
        <w:pStyle w:val="Heading3"/>
        <w:numPr>
          <w:ilvl w:val="2"/>
          <w:numId w:val="2"/>
        </w:numPr>
        <w:tabs>
          <w:tab w:val="left" w:pos="567"/>
        </w:tabs>
      </w:pPr>
      <w:r>
        <w:fldChar w:fldCharType="begin"/>
      </w:r>
      <w:r>
        <w:instrText xml:space="preserve"> HYPERLINK  \l "sec_ManagingMembersofanOrderedCollection" </w:instrText>
      </w:r>
      <w:r>
        <w:fldChar w:fldCharType="separate"/>
      </w:r>
      <w:bookmarkStart w:id="927" w:name="_Toc494885119"/>
      <w:bookmarkStart w:id="928" w:name="_Toc494356866"/>
      <w:r w:rsidRPr="004A50BC">
        <w:rPr>
          <w:rStyle w:val="Hyperlink"/>
        </w:rPr>
        <w:t>Managing Members of an Ordered Collection</w:t>
      </w:r>
      <w:bookmarkEnd w:id="924"/>
      <w:bookmarkEnd w:id="925"/>
      <w:bookmarkEnd w:id="926"/>
      <w:bookmarkEnd w:id="927"/>
      <w:bookmarkEnd w:id="928"/>
      <w:r>
        <w:fldChar w:fldCharType="end"/>
      </w:r>
    </w:p>
    <w:p w14:paraId="0115B2E0" w14:textId="77777777" w:rsidR="00752DAA" w:rsidRDefault="00752DAA" w:rsidP="00752DAA">
      <w:r>
        <w:t xml:space="preserve">Collections annotated with the </w:t>
      </w:r>
      <w:r w:rsidRPr="004875B7">
        <w:rPr>
          <w:rStyle w:val="Keyword"/>
        </w:rPr>
        <w:t>Core.O</w:t>
      </w:r>
      <w:r w:rsidRPr="00F77FD1">
        <w:rPr>
          <w:rFonts w:ascii="Courier New" w:hAnsi="Courier New" w:cs="Courier New"/>
        </w:rPr>
        <w:t>rdered</w:t>
      </w:r>
      <w:r>
        <w:t xml:space="preserve"> term (see </w:t>
      </w:r>
      <w:hyperlink w:anchor="VocCore" w:history="1">
        <w:r w:rsidRPr="00F77FD1">
          <w:rPr>
            <w:rStyle w:val="Hyperlink"/>
            <w:b/>
          </w:rPr>
          <w:t>[OData-VocCore]</w:t>
        </w:r>
      </w:hyperlink>
      <w:r w:rsidRPr="00F77FD1">
        <w:t>)</w:t>
      </w:r>
      <w:r>
        <w:t xml:space="preserve"> have a stable order. Members of an ordered collection of primitive and complex types can be individually updated or deleted by invoking an update operation against the URL of the collection appended by a segment containing the zero-based ordinal of the item within the collection. A negative ordinal number indexes from the end of the collection, with -1 representing the last item in the collection.</w:t>
      </w:r>
      <w:r w:rsidRPr="00863D18">
        <w:t xml:space="preserve"> </w:t>
      </w:r>
    </w:p>
    <w:p w14:paraId="387BE5D3" w14:textId="77777777" w:rsidR="00752DAA" w:rsidRDefault="00752DAA" w:rsidP="00752DAA">
      <w:r>
        <w:t>Entities can be updated using their edit URL and SHOULD NOT be addressed using an index.</w:t>
      </w:r>
    </w:p>
    <w:bookmarkStart w:id="929" w:name="_Toc477876703"/>
    <w:bookmarkStart w:id="930" w:name="_Ref484616041"/>
    <w:bookmarkStart w:id="931" w:name="sec_PositionalInserts"/>
    <w:p w14:paraId="042C9275" w14:textId="77777777" w:rsidR="00752DAA" w:rsidRDefault="00752DAA" w:rsidP="006C1EBF">
      <w:pPr>
        <w:pStyle w:val="Heading3"/>
        <w:numPr>
          <w:ilvl w:val="2"/>
          <w:numId w:val="2"/>
        </w:numPr>
        <w:tabs>
          <w:tab w:val="left" w:pos="567"/>
        </w:tabs>
      </w:pPr>
      <w:r>
        <w:fldChar w:fldCharType="begin"/>
      </w:r>
      <w:r>
        <w:instrText xml:space="preserve"> HYPERLINK  \l "sec_PositionalInserts" </w:instrText>
      </w:r>
      <w:r>
        <w:fldChar w:fldCharType="separate"/>
      </w:r>
      <w:bookmarkStart w:id="932" w:name="_Toc494885120"/>
      <w:bookmarkStart w:id="933" w:name="_Toc494356867"/>
      <w:r w:rsidRPr="004A50BC">
        <w:rPr>
          <w:rStyle w:val="Hyperlink"/>
        </w:rPr>
        <w:t>Positional Inserts</w:t>
      </w:r>
      <w:bookmarkEnd w:id="929"/>
      <w:bookmarkEnd w:id="930"/>
      <w:bookmarkEnd w:id="931"/>
      <w:bookmarkEnd w:id="932"/>
      <w:bookmarkEnd w:id="933"/>
      <w:r>
        <w:fldChar w:fldCharType="end"/>
      </w:r>
    </w:p>
    <w:p w14:paraId="3CFB3BB7" w14:textId="77777777" w:rsidR="00752DAA" w:rsidRDefault="00752DAA" w:rsidP="00752DAA">
      <w:r>
        <w:t xml:space="preserve">Collections of entity, complex, or primitive types annotated with the </w:t>
      </w:r>
      <w:r w:rsidRPr="004875B7">
        <w:rPr>
          <w:rStyle w:val="Keyword"/>
        </w:rPr>
        <w:t>Core.</w:t>
      </w:r>
      <w:r>
        <w:rPr>
          <w:rFonts w:ascii="Courier New" w:hAnsi="Courier New" w:cs="Courier New"/>
        </w:rPr>
        <w:t>PositionalInsert</w:t>
      </w:r>
      <w:r>
        <w:t xml:space="preserve"> term (see </w:t>
      </w:r>
      <w:hyperlink w:anchor="VocCore" w:history="1">
        <w:r w:rsidRPr="00F77FD1">
          <w:rPr>
            <w:rStyle w:val="Hyperlink"/>
            <w:b/>
          </w:rPr>
          <w:t>[OData-VocCore]</w:t>
        </w:r>
      </w:hyperlink>
      <w:r w:rsidRPr="00F77FD1">
        <w:t>)</w:t>
      </w:r>
      <w:r>
        <w:t xml:space="preserve"> support inserting items at a specific location via </w:t>
      </w:r>
      <w:r w:rsidRPr="005E0FA6">
        <w:rPr>
          <w:rStyle w:val="Datatype"/>
        </w:rPr>
        <w:t>POST</w:t>
      </w:r>
      <w:r>
        <w:t xml:space="preserve"> requests to the collection URL using the </w:t>
      </w:r>
      <w:r w:rsidRPr="000A77AC">
        <w:rPr>
          <w:rFonts w:ascii="Courier New" w:hAnsi="Courier New" w:cs="Courier New"/>
        </w:rPr>
        <w:t>$index</w:t>
      </w:r>
      <w:r>
        <w:t xml:space="preserve"> system query option. The value of the </w:t>
      </w:r>
      <w:r w:rsidRPr="00AB5E43">
        <w:rPr>
          <w:rFonts w:ascii="Courier New" w:hAnsi="Courier New" w:cs="Courier New"/>
        </w:rPr>
        <w:t>$index</w:t>
      </w:r>
      <w:r>
        <w:t xml:space="preserve"> system query option is the zero-based ordinal position where the item is to be inserted. The ordinal positions of items within the collection greater than or equal to the inserted position are increased by one. A negative ordinal number indexes from the end of the collection, with -1 representing an insert as the last item in the collection.</w:t>
      </w:r>
    </w:p>
    <w:p w14:paraId="0D2EB194" w14:textId="77777777" w:rsidR="00752DAA" w:rsidRDefault="00752DAA" w:rsidP="00752DAA">
      <w:pPr>
        <w:pStyle w:val="Caption"/>
      </w:pPr>
      <w:bookmarkStart w:id="934" w:name="_Ref484616044"/>
      <w:bookmarkStart w:id="935" w:name="_Toc477876705"/>
      <w:bookmarkStart w:id="936" w:name="_Toc477876704"/>
      <w:bookmarkStart w:id="937" w:name="_Toc370374924"/>
      <w:bookmarkStart w:id="938" w:name="_Toc370126127"/>
      <w:r w:rsidRPr="003F1FAD">
        <w:t xml:space="preserve">Example </w:t>
      </w:r>
      <w:r w:rsidR="002A710D">
        <w:fldChar w:fldCharType="begin"/>
      </w:r>
      <w:r w:rsidR="002A710D">
        <w:instrText xml:space="preserve"> SEQ Example \* ARABIC </w:instrText>
      </w:r>
      <w:r w:rsidR="002A710D">
        <w:fldChar w:fldCharType="separate"/>
      </w:r>
      <w:r>
        <w:rPr>
          <w:noProof/>
        </w:rPr>
        <w:t>77</w:t>
      </w:r>
      <w:r w:rsidR="002A710D">
        <w:rPr>
          <w:noProof/>
        </w:rPr>
        <w:fldChar w:fldCharType="end"/>
      </w:r>
      <w:r w:rsidRPr="003F1FAD">
        <w:t>:</w:t>
      </w:r>
      <w:r w:rsidRPr="006B75C9">
        <w:t xml:space="preserve"> </w:t>
      </w:r>
      <w:r>
        <w:t>Insert a new email address at the second position</w:t>
      </w:r>
    </w:p>
    <w:p w14:paraId="535F22ED" w14:textId="77777777" w:rsidR="00752DAA" w:rsidRDefault="00752DAA" w:rsidP="00752DAA">
      <w:pPr>
        <w:pStyle w:val="Code"/>
        <w:rPr>
          <w:shd w:val="clear" w:color="auto" w:fill="D9D9D9"/>
        </w:rPr>
      </w:pPr>
      <w:r>
        <w:rPr>
          <w:shd w:val="clear" w:color="auto" w:fill="D9D9D9"/>
        </w:rPr>
        <w:t>POST</w:t>
      </w:r>
      <w:r w:rsidRPr="00B17C37">
        <w:rPr>
          <w:shd w:val="clear" w:color="auto" w:fill="D9D9D9"/>
        </w:rPr>
        <w:t xml:space="preserve"> /service/</w:t>
      </w:r>
      <w:r>
        <w:rPr>
          <w:shd w:val="clear" w:color="auto" w:fill="D9D9D9"/>
        </w:rPr>
        <w:t>Customers('ALFKI')/EmailAddresses?</w:t>
      </w:r>
      <w:r w:rsidRPr="00B17C37">
        <w:rPr>
          <w:shd w:val="clear" w:color="auto" w:fill="D9D9D9"/>
        </w:rPr>
        <w:t>$</w:t>
      </w:r>
      <w:r>
        <w:rPr>
          <w:shd w:val="clear" w:color="auto" w:fill="D9D9D9"/>
        </w:rPr>
        <w:t>index</w:t>
      </w:r>
      <w:r w:rsidRPr="00B17C37">
        <w:rPr>
          <w:shd w:val="clear" w:color="auto" w:fill="D9D9D9"/>
        </w:rPr>
        <w:t>=</w:t>
      </w:r>
      <w:r>
        <w:rPr>
          <w:shd w:val="clear" w:color="auto" w:fill="D9D9D9"/>
        </w:rPr>
        <w:t>1</w:t>
      </w:r>
    </w:p>
    <w:p w14:paraId="03CBC5BA" w14:textId="77777777" w:rsidR="00752DAA" w:rsidRDefault="00752DAA" w:rsidP="00752DAA">
      <w:pPr>
        <w:pStyle w:val="Code"/>
        <w:rPr>
          <w:shd w:val="clear" w:color="auto" w:fill="D9D9D9"/>
        </w:rPr>
      </w:pPr>
      <w:r>
        <w:rPr>
          <w:shd w:val="clear" w:color="auto" w:fill="D9D9D9"/>
        </w:rPr>
        <w:t>Content-Type: application/json</w:t>
      </w:r>
    </w:p>
    <w:p w14:paraId="3B6D2C10" w14:textId="77777777" w:rsidR="00752DAA" w:rsidRDefault="00752DAA" w:rsidP="00752DAA">
      <w:pPr>
        <w:pStyle w:val="Code"/>
        <w:rPr>
          <w:shd w:val="clear" w:color="auto" w:fill="D9D9D9"/>
        </w:rPr>
      </w:pPr>
    </w:p>
    <w:p w14:paraId="66404431" w14:textId="77777777" w:rsidR="00752DAA" w:rsidRDefault="00752DAA" w:rsidP="00752DAA">
      <w:pPr>
        <w:pStyle w:val="Code"/>
        <w:rPr>
          <w:shd w:val="clear" w:color="auto" w:fill="D9D9D9"/>
        </w:rPr>
      </w:pPr>
      <w:r>
        <w:rPr>
          <w:shd w:val="clear" w:color="auto" w:fill="D9D9D9"/>
        </w:rPr>
        <w:t>{</w:t>
      </w:r>
    </w:p>
    <w:p w14:paraId="4A84F899" w14:textId="77777777" w:rsidR="00752DAA" w:rsidRDefault="00752DAA" w:rsidP="00752DAA">
      <w:pPr>
        <w:pStyle w:val="Code"/>
        <w:rPr>
          <w:shd w:val="clear" w:color="auto" w:fill="D9D9D9"/>
        </w:rPr>
      </w:pPr>
      <w:r>
        <w:rPr>
          <w:shd w:val="clear" w:color="auto" w:fill="D9D9D9"/>
        </w:rPr>
        <w:t xml:space="preserve">  "value": "alfred@futterkiste.de"</w:t>
      </w:r>
    </w:p>
    <w:p w14:paraId="6A41D587" w14:textId="77777777" w:rsidR="00752DAA" w:rsidRPr="00B17C37" w:rsidRDefault="00752DAA" w:rsidP="00752DAA">
      <w:pPr>
        <w:pStyle w:val="Code"/>
      </w:pPr>
      <w:r>
        <w:rPr>
          <w:shd w:val="clear" w:color="auto" w:fill="D9D9D9"/>
        </w:rPr>
        <w:t>}</w:t>
      </w:r>
    </w:p>
    <w:bookmarkStart w:id="939" w:name="_Ref484619408"/>
    <w:bookmarkStart w:id="940" w:name="sec_UpdateaCollectionofEntities"/>
    <w:p w14:paraId="7AA994F9" w14:textId="77777777" w:rsidR="00752DAA" w:rsidRDefault="00752DAA" w:rsidP="006C1EBF">
      <w:pPr>
        <w:pStyle w:val="Heading3"/>
        <w:numPr>
          <w:ilvl w:val="2"/>
          <w:numId w:val="2"/>
        </w:numPr>
        <w:tabs>
          <w:tab w:val="left" w:pos="567"/>
        </w:tabs>
      </w:pPr>
      <w:r>
        <w:fldChar w:fldCharType="begin"/>
      </w:r>
      <w:r>
        <w:instrText xml:space="preserve"> HYPERLINK  \l "sec_UpdateaCollectionofEntities" </w:instrText>
      </w:r>
      <w:r>
        <w:fldChar w:fldCharType="separate"/>
      </w:r>
      <w:bookmarkStart w:id="941" w:name="_Toc494885121"/>
      <w:bookmarkStart w:id="942" w:name="_Toc494356868"/>
      <w:r w:rsidRPr="004A50BC">
        <w:rPr>
          <w:rStyle w:val="Hyperlink"/>
        </w:rPr>
        <w:t>Update a Collection of Entities</w:t>
      </w:r>
      <w:bookmarkEnd w:id="934"/>
      <w:bookmarkEnd w:id="939"/>
      <w:bookmarkEnd w:id="940"/>
      <w:bookmarkEnd w:id="941"/>
      <w:bookmarkEnd w:id="942"/>
      <w:r>
        <w:fldChar w:fldCharType="end"/>
      </w:r>
    </w:p>
    <w:p w14:paraId="56C51B1A" w14:textId="77777777" w:rsidR="00752DAA" w:rsidRDefault="00752DAA" w:rsidP="00752DAA">
      <w:pPr>
        <w:jc w:val="both"/>
      </w:pPr>
      <w:r>
        <w:t xml:space="preserve">Collections of entities can be updated by submitting a </w:t>
      </w:r>
      <w:r w:rsidRPr="00E0380C">
        <w:rPr>
          <w:rStyle w:val="Datatype"/>
        </w:rPr>
        <w:t>PATCH</w:t>
      </w:r>
      <w:r>
        <w:t xml:space="preserve"> request to the resource path of the collection. The body of the request MUST be a </w:t>
      </w:r>
      <w:hyperlink w:anchor="sec_DeltaPayloads" w:history="1">
        <w:r w:rsidRPr="00FA3B00">
          <w:rPr>
            <w:rStyle w:val="Hyperlink"/>
          </w:rPr>
          <w:t>delta payload</w:t>
        </w:r>
      </w:hyperlink>
      <w:r>
        <w:t xml:space="preserve">, and the resource path of the collection MUST NOT contain type cast or filter segments. </w:t>
      </w:r>
    </w:p>
    <w:p w14:paraId="62AD9E04" w14:textId="77777777" w:rsidR="00752DAA" w:rsidRDefault="00752DAA" w:rsidP="00752DAA">
      <w:r>
        <w:t xml:space="preserve">Added/changed entities are applied as </w:t>
      </w:r>
      <w:hyperlink w:anchor="sec_UpsertanEntity" w:history="1">
        <w:r w:rsidRPr="002D7D5C">
          <w:rPr>
            <w:rStyle w:val="Hyperlink"/>
          </w:rPr>
          <w:t>upserts</w:t>
        </w:r>
        <w:r w:rsidRPr="002D7D5C" w:rsidDel="00101961">
          <w:rPr>
            <w:rStyle w:val="Hyperlink"/>
          </w:rPr>
          <w:t>,</w:t>
        </w:r>
      </w:hyperlink>
      <w:r>
        <w:t xml:space="preserve"> and deleted entities as </w:t>
      </w:r>
      <w:hyperlink w:anchor="sec_DeleteanEntity" w:history="1">
        <w:r w:rsidRPr="0042097D">
          <w:rPr>
            <w:rStyle w:val="Hyperlink"/>
          </w:rPr>
          <w:t>deletions</w:t>
        </w:r>
      </w:hyperlink>
      <w:r>
        <w:t xml:space="preserve">. The top-level collection may include added and deleted links, and related entities represented inline are updated according to the rules for </w:t>
      </w:r>
      <w:hyperlink w:anchor="sec_UpdateRelatedEntitiesWhenUpdatinganE" w:history="1">
        <w:r w:rsidRPr="00C26178">
          <w:rPr>
            <w:rStyle w:val="Hyperlink"/>
          </w:rPr>
          <w:t>treating related entities when updating an entity</w:t>
        </w:r>
      </w:hyperlink>
      <w:r>
        <w:t xml:space="preserve">. </w:t>
      </w:r>
    </w:p>
    <w:p w14:paraId="3993FD09" w14:textId="77777777" w:rsidR="00752DAA" w:rsidRDefault="00752DAA" w:rsidP="00752DAA">
      <w:r>
        <w:lastRenderedPageBreak/>
        <w:t>The response, if requested, is a delta payload, in the same structure and order as the request payload, representing the applied changes.</w:t>
      </w:r>
    </w:p>
    <w:p w14:paraId="7D5F063A" w14:textId="77777777" w:rsidR="00752DAA" w:rsidRDefault="00752DAA" w:rsidP="00752DAA">
      <w:r>
        <w:t>On failure, the service MUST NOT apply any of the changes specified in the delta request payload.</w:t>
      </w:r>
    </w:p>
    <w:bookmarkStart w:id="943" w:name="_Ref484616099"/>
    <w:bookmarkStart w:id="944" w:name="sec_UpdateMembersofaCollection"/>
    <w:p w14:paraId="417ED59B" w14:textId="77777777" w:rsidR="00752DAA" w:rsidRDefault="00752DAA" w:rsidP="006C1EBF">
      <w:pPr>
        <w:pStyle w:val="Heading3"/>
        <w:numPr>
          <w:ilvl w:val="2"/>
          <w:numId w:val="2"/>
        </w:numPr>
        <w:tabs>
          <w:tab w:val="left" w:pos="567"/>
        </w:tabs>
      </w:pPr>
      <w:r>
        <w:fldChar w:fldCharType="begin"/>
      </w:r>
      <w:r>
        <w:instrText xml:space="preserve"> HYPERLINK  \l "sec_UpdateMembersofaCollection" </w:instrText>
      </w:r>
      <w:r>
        <w:fldChar w:fldCharType="separate"/>
      </w:r>
      <w:bookmarkStart w:id="945" w:name="_Toc494885122"/>
      <w:bookmarkStart w:id="946" w:name="_Toc494356869"/>
      <w:r w:rsidRPr="004A50BC">
        <w:rPr>
          <w:rStyle w:val="Hyperlink"/>
        </w:rPr>
        <w:t>Update Members of a Collection</w:t>
      </w:r>
      <w:bookmarkEnd w:id="943"/>
      <w:bookmarkEnd w:id="944"/>
      <w:bookmarkEnd w:id="945"/>
      <w:bookmarkEnd w:id="946"/>
      <w:r>
        <w:fldChar w:fldCharType="end"/>
      </w:r>
    </w:p>
    <w:p w14:paraId="39D582EF" w14:textId="77777777" w:rsidR="00752DAA" w:rsidRDefault="00752DAA" w:rsidP="00752DAA">
      <w:r>
        <w:t xml:space="preserve">Members of a collection can be updated by submitting a </w:t>
      </w:r>
      <w:r w:rsidRPr="004875B7">
        <w:rPr>
          <w:rStyle w:val="Keyword"/>
        </w:rPr>
        <w:t>PATCH</w:t>
      </w:r>
      <w:r>
        <w:t xml:space="preserve"> request to the URL constructed by appending </w:t>
      </w:r>
      <w:r w:rsidRPr="00EB5E52">
        <w:rPr>
          <w:rStyle w:val="Datatype"/>
        </w:rPr>
        <w:t>/$</w:t>
      </w:r>
      <w:r>
        <w:rPr>
          <w:rStyle w:val="Datatype"/>
        </w:rPr>
        <w:t>each</w:t>
      </w:r>
      <w:r>
        <w:t xml:space="preserve"> to the resource path of the collection. The additional path segment expresses that the request body describes an update to each member of the collection, not an update to the collection itself. </w:t>
      </w:r>
    </w:p>
    <w:p w14:paraId="4F0CECAE" w14:textId="77777777" w:rsidR="00752DAA" w:rsidRDefault="00752DAA" w:rsidP="00752DAA">
      <w:r>
        <w:t>The resource path of the collection MAY contain type-cast or filter segments to subset the collection,</w:t>
      </w:r>
      <w:r w:rsidRPr="005C0294">
        <w:t xml:space="preserve"> </w:t>
      </w:r>
      <w:r>
        <w:t xml:space="preserve">see </w:t>
      </w:r>
      <w:hyperlink w:anchor="ODataURLRef" w:history="1">
        <w:r w:rsidRPr="005E626C">
          <w:rPr>
            <w:rStyle w:val="Hyperlink"/>
            <w:b/>
          </w:rPr>
          <w:t>[OData</w:t>
        </w:r>
        <w:r>
          <w:rPr>
            <w:rStyle w:val="Hyperlink"/>
            <w:b/>
          </w:rPr>
          <w:noBreakHyphen/>
        </w:r>
        <w:r w:rsidRPr="005E626C">
          <w:rPr>
            <w:rStyle w:val="Hyperlink"/>
            <w:b/>
          </w:rPr>
          <w:t>URL]</w:t>
        </w:r>
      </w:hyperlink>
      <w:r>
        <w:t>.</w:t>
      </w:r>
    </w:p>
    <w:p w14:paraId="3DE0B198" w14:textId="77777777" w:rsidR="00752DAA" w:rsidRDefault="00752DAA" w:rsidP="00752DAA">
      <w:r>
        <w:t>For primitive-typed collections the body of the request MUST be a primitive value. Each member of the potentially filtered collection is updated to the specified primitive value.</w:t>
      </w:r>
    </w:p>
    <w:p w14:paraId="7009DAA6" w14:textId="77777777" w:rsidR="00752DAA" w:rsidRDefault="00752DAA" w:rsidP="00752DAA">
      <w:r>
        <w:t>For collections of structured type the body of the request MUST be a full or partial representation of an instance of the collection’s structured type.</w:t>
      </w:r>
      <w:r w:rsidRPr="00F00389">
        <w:t xml:space="preserve"> </w:t>
      </w:r>
      <w:r>
        <w:t xml:space="preserve">Each member of the potentially filtered collection is </w:t>
      </w:r>
      <w:hyperlink w:anchor="sec_UpdateanEntity" w:history="1">
        <w:r w:rsidRPr="00653CE1">
          <w:rPr>
            <w:rStyle w:val="Hyperlink"/>
          </w:rPr>
          <w:t>updated</w:t>
        </w:r>
      </w:hyperlink>
      <w:r>
        <w:t xml:space="preserve"> using </w:t>
      </w:r>
      <w:r w:rsidRPr="004875B7">
        <w:rPr>
          <w:rStyle w:val="Keyword"/>
        </w:rPr>
        <w:t>PATCH</w:t>
      </w:r>
      <w:r>
        <w:t xml:space="preserve"> semantics.</w:t>
      </w:r>
    </w:p>
    <w:p w14:paraId="4516089E"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78</w:t>
      </w:r>
      <w:r w:rsidR="002A710D">
        <w:rPr>
          <w:noProof/>
        </w:rPr>
        <w:fldChar w:fldCharType="end"/>
      </w:r>
      <w:r w:rsidRPr="003F1FAD">
        <w:t>:</w:t>
      </w:r>
      <w:r w:rsidRPr="006B75C9">
        <w:t xml:space="preserve"> </w:t>
      </w:r>
      <w:r>
        <w:t>change the color of all beige-brown products</w:t>
      </w:r>
    </w:p>
    <w:p w14:paraId="7955680B" w14:textId="77777777" w:rsidR="00752DAA" w:rsidRDefault="00752DAA" w:rsidP="00752DAA">
      <w:pPr>
        <w:pStyle w:val="Code"/>
        <w:rPr>
          <w:shd w:val="clear" w:color="auto" w:fill="D9D9D9"/>
        </w:rPr>
      </w:pPr>
      <w:r>
        <w:rPr>
          <w:shd w:val="clear" w:color="auto" w:fill="D9D9D9"/>
        </w:rPr>
        <w:t>PATCH</w:t>
      </w:r>
      <w:r w:rsidRPr="00B17C37">
        <w:rPr>
          <w:shd w:val="clear" w:color="auto" w:fill="D9D9D9"/>
        </w:rPr>
        <w:t xml:space="preserve"> /service/Products/$filter=@</w:t>
      </w:r>
      <w:r>
        <w:rPr>
          <w:shd w:val="clear" w:color="auto" w:fill="D9D9D9"/>
        </w:rPr>
        <w:t>bar/$each</w:t>
      </w:r>
      <w:r w:rsidRPr="00B17C37">
        <w:rPr>
          <w:shd w:val="clear" w:color="auto" w:fill="D9D9D9"/>
        </w:rPr>
        <w:t>?@</w:t>
      </w:r>
      <w:r>
        <w:rPr>
          <w:shd w:val="clear" w:color="auto" w:fill="D9D9D9"/>
        </w:rPr>
        <w:t>bar=Color eq 'beige-brown'</w:t>
      </w:r>
    </w:p>
    <w:p w14:paraId="5C85553F" w14:textId="77777777" w:rsidR="00752DAA" w:rsidRDefault="00752DAA" w:rsidP="00752DAA">
      <w:pPr>
        <w:pStyle w:val="Code"/>
        <w:rPr>
          <w:shd w:val="clear" w:color="auto" w:fill="D9D9D9"/>
        </w:rPr>
      </w:pPr>
      <w:r>
        <w:rPr>
          <w:shd w:val="clear" w:color="auto" w:fill="D9D9D9"/>
        </w:rPr>
        <w:t>Content-Type: application/json</w:t>
      </w:r>
    </w:p>
    <w:p w14:paraId="0224376B" w14:textId="77777777" w:rsidR="00752DAA" w:rsidRDefault="00752DAA" w:rsidP="00752DAA">
      <w:pPr>
        <w:pStyle w:val="Code"/>
        <w:rPr>
          <w:shd w:val="clear" w:color="auto" w:fill="D9D9D9"/>
        </w:rPr>
      </w:pPr>
    </w:p>
    <w:p w14:paraId="426EBC11" w14:textId="77777777" w:rsidR="00752DAA" w:rsidRDefault="00752DAA" w:rsidP="00752DAA">
      <w:pPr>
        <w:pStyle w:val="Code"/>
        <w:rPr>
          <w:shd w:val="clear" w:color="auto" w:fill="D9D9D9"/>
        </w:rPr>
      </w:pPr>
      <w:r>
        <w:rPr>
          <w:shd w:val="clear" w:color="auto" w:fill="D9D9D9"/>
        </w:rPr>
        <w:t>{</w:t>
      </w:r>
    </w:p>
    <w:p w14:paraId="2D31BADC" w14:textId="77777777" w:rsidR="00752DAA" w:rsidRDefault="00752DAA" w:rsidP="00752DAA">
      <w:pPr>
        <w:pStyle w:val="Code"/>
        <w:rPr>
          <w:shd w:val="clear" w:color="auto" w:fill="D9D9D9"/>
        </w:rPr>
      </w:pPr>
      <w:r>
        <w:rPr>
          <w:shd w:val="clear" w:color="auto" w:fill="D9D9D9"/>
        </w:rPr>
        <w:t xml:space="preserve">  "Color": "taupe"</w:t>
      </w:r>
    </w:p>
    <w:p w14:paraId="67DA5CDE" w14:textId="77777777" w:rsidR="00752DAA" w:rsidRPr="00B17C37" w:rsidRDefault="00752DAA" w:rsidP="00752DAA">
      <w:pPr>
        <w:pStyle w:val="Code"/>
      </w:pPr>
      <w:r>
        <w:rPr>
          <w:shd w:val="clear" w:color="auto" w:fill="D9D9D9"/>
        </w:rPr>
        <w:t>}</w:t>
      </w:r>
    </w:p>
    <w:p w14:paraId="3F298D69" w14:textId="77777777" w:rsidR="00752DAA" w:rsidRDefault="00752DAA" w:rsidP="00752DAA">
      <w:r>
        <w:t>The response, if requested, is a collection payload representing the members of the collection with changes applied.</w:t>
      </w:r>
    </w:p>
    <w:p w14:paraId="3822CA0A" w14:textId="77777777" w:rsidR="00752DAA" w:rsidRDefault="00752DAA" w:rsidP="00752DAA">
      <w:r>
        <w:t>On failure, the service MUST NOT update any of the members of the collection.</w:t>
      </w:r>
    </w:p>
    <w:bookmarkStart w:id="947" w:name="_Ref484616106"/>
    <w:bookmarkStart w:id="948" w:name="sec_DeleteMembersofaCollection"/>
    <w:p w14:paraId="29ADB3C2" w14:textId="77777777" w:rsidR="00752DAA" w:rsidRDefault="00752DAA" w:rsidP="006C1EBF">
      <w:pPr>
        <w:pStyle w:val="Heading3"/>
        <w:numPr>
          <w:ilvl w:val="2"/>
          <w:numId w:val="2"/>
        </w:numPr>
        <w:tabs>
          <w:tab w:val="left" w:pos="567"/>
        </w:tabs>
      </w:pPr>
      <w:r>
        <w:fldChar w:fldCharType="begin"/>
      </w:r>
      <w:r>
        <w:instrText xml:space="preserve"> HYPERLINK  \l "sec_DeleteMembersofaCollection" </w:instrText>
      </w:r>
      <w:r>
        <w:fldChar w:fldCharType="separate"/>
      </w:r>
      <w:bookmarkStart w:id="949" w:name="_Toc494885123"/>
      <w:bookmarkStart w:id="950" w:name="_Toc494356870"/>
      <w:r w:rsidRPr="004A50BC">
        <w:rPr>
          <w:rStyle w:val="Hyperlink"/>
        </w:rPr>
        <w:t>Delete Members of a Collection</w:t>
      </w:r>
      <w:bookmarkEnd w:id="935"/>
      <w:bookmarkEnd w:id="947"/>
      <w:bookmarkEnd w:id="948"/>
      <w:bookmarkEnd w:id="949"/>
      <w:bookmarkEnd w:id="950"/>
      <w:r>
        <w:fldChar w:fldCharType="end"/>
      </w:r>
    </w:p>
    <w:p w14:paraId="07D5CFF4" w14:textId="77777777" w:rsidR="00752DAA" w:rsidRDefault="00752DAA" w:rsidP="00752DAA">
      <w:r>
        <w:t xml:space="preserve">Members of a collection can be deleted by submitting a </w:t>
      </w:r>
      <w:r w:rsidRPr="004875B7">
        <w:rPr>
          <w:rStyle w:val="Keyword"/>
        </w:rPr>
        <w:t>DELETE</w:t>
      </w:r>
      <w:r>
        <w:t xml:space="preserve"> request to the URL constructed by appending </w:t>
      </w:r>
      <w:r w:rsidRPr="00EB5E52">
        <w:rPr>
          <w:rStyle w:val="Datatype"/>
        </w:rPr>
        <w:t>/$</w:t>
      </w:r>
      <w:r>
        <w:rPr>
          <w:rStyle w:val="Datatype"/>
        </w:rPr>
        <w:t>each</w:t>
      </w:r>
      <w:r>
        <w:t xml:space="preserve"> to the resource path of the collection. The additional path segment expresses that the collection itself is not deleted.</w:t>
      </w:r>
    </w:p>
    <w:p w14:paraId="30977924" w14:textId="77777777" w:rsidR="00752DAA" w:rsidRDefault="00752DAA" w:rsidP="00752DAA">
      <w:r>
        <w:t>The request resource path of the collection MAY contain type-cast or filter segments to subset the collection.</w:t>
      </w:r>
    </w:p>
    <w:p w14:paraId="3E0F2814" w14:textId="77777777" w:rsidR="00752DAA" w:rsidRDefault="00752DAA" w:rsidP="00752DAA">
      <w:r>
        <w:t>The request MUST be executed atomically</w:t>
      </w:r>
    </w:p>
    <w:p w14:paraId="66816479"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79</w:t>
      </w:r>
      <w:r w:rsidR="002A710D">
        <w:rPr>
          <w:noProof/>
        </w:rPr>
        <w:fldChar w:fldCharType="end"/>
      </w:r>
      <w:r w:rsidRPr="003F1FAD">
        <w:t>:</w:t>
      </w:r>
      <w:r w:rsidRPr="006B75C9">
        <w:t xml:space="preserve"> </w:t>
      </w:r>
      <w:r>
        <w:t xml:space="preserve">delete all products older than 3 </w:t>
      </w:r>
    </w:p>
    <w:p w14:paraId="0CF874AA" w14:textId="77777777" w:rsidR="00752DAA" w:rsidRPr="00E06145" w:rsidRDefault="00752DAA" w:rsidP="00752DAA">
      <w:pPr>
        <w:pStyle w:val="Code"/>
      </w:pPr>
      <w:r w:rsidRPr="00E06145">
        <w:rPr>
          <w:shd w:val="clear" w:color="auto" w:fill="D9D9D9"/>
        </w:rPr>
        <w:t>DELETE /service/Products/$filter=@foo/$each?@foo=Age gt 3</w:t>
      </w:r>
    </w:p>
    <w:p w14:paraId="32A05727" w14:textId="77777777" w:rsidR="00752DAA" w:rsidRDefault="00752DAA" w:rsidP="00752DAA">
      <w:r>
        <w:t>On failure, the service MUST NOT delete any of the members of the collection.</w:t>
      </w:r>
    </w:p>
    <w:bookmarkStart w:id="951" w:name="_Toc478136862"/>
    <w:bookmarkStart w:id="952" w:name="_Toc479151542"/>
    <w:bookmarkStart w:id="953" w:name="_Toc478136863"/>
    <w:bookmarkStart w:id="954" w:name="_Toc479151543"/>
    <w:bookmarkStart w:id="955" w:name="_Toc478136864"/>
    <w:bookmarkStart w:id="956" w:name="_Toc479151544"/>
    <w:bookmarkStart w:id="957" w:name="_Toc477876706"/>
    <w:bookmarkStart w:id="958" w:name="sec_Operations"/>
    <w:bookmarkEnd w:id="936"/>
    <w:bookmarkEnd w:id="937"/>
    <w:bookmarkEnd w:id="938"/>
    <w:bookmarkEnd w:id="951"/>
    <w:bookmarkEnd w:id="952"/>
    <w:bookmarkEnd w:id="953"/>
    <w:bookmarkEnd w:id="954"/>
    <w:bookmarkEnd w:id="955"/>
    <w:bookmarkEnd w:id="956"/>
    <w:p w14:paraId="4C3C5240" w14:textId="77777777" w:rsidR="00752DAA" w:rsidRDefault="00752DAA" w:rsidP="006C1EBF">
      <w:pPr>
        <w:pStyle w:val="Heading2"/>
        <w:numPr>
          <w:ilvl w:val="1"/>
          <w:numId w:val="2"/>
        </w:numPr>
        <w:tabs>
          <w:tab w:val="left" w:pos="567"/>
        </w:tabs>
      </w:pPr>
      <w:r>
        <w:fldChar w:fldCharType="begin"/>
      </w:r>
      <w:r>
        <w:instrText xml:space="preserve"> HYPERLINK  \l "sec_Operations" </w:instrText>
      </w:r>
      <w:r>
        <w:fldChar w:fldCharType="separate"/>
      </w:r>
      <w:bookmarkStart w:id="959" w:name="_Toc494885124"/>
      <w:bookmarkStart w:id="960" w:name="_Toc494356871"/>
      <w:r w:rsidRPr="004A50BC">
        <w:rPr>
          <w:rStyle w:val="Hyperlink"/>
        </w:rPr>
        <w:t>Operations</w:t>
      </w:r>
      <w:bookmarkEnd w:id="957"/>
      <w:bookmarkEnd w:id="958"/>
      <w:bookmarkEnd w:id="959"/>
      <w:bookmarkEnd w:id="960"/>
      <w:r>
        <w:fldChar w:fldCharType="end"/>
      </w:r>
    </w:p>
    <w:p w14:paraId="412C4E59" w14:textId="77777777" w:rsidR="00752DAA" w:rsidRDefault="00752DAA" w:rsidP="00752DAA">
      <w:r>
        <w:t>Custom operations (</w:t>
      </w:r>
      <w:hyperlink w:anchor="sec_Actions" w:history="1">
        <w:r>
          <w:rPr>
            <w:rStyle w:val="Hyperlink"/>
          </w:rPr>
          <w:t>Actions</w:t>
        </w:r>
      </w:hyperlink>
      <w:r>
        <w:rPr>
          <w:rStyle w:val="Hyperlink"/>
        </w:rPr>
        <w:t xml:space="preserve"> </w:t>
      </w:r>
      <w:r>
        <w:t xml:space="preserve">and </w:t>
      </w:r>
      <w:hyperlink w:anchor="sec_Functions" w:history="1">
        <w:r w:rsidRPr="00292C23">
          <w:rPr>
            <w:rStyle w:val="Hyperlink"/>
          </w:rPr>
          <w:t>Functions</w:t>
        </w:r>
      </w:hyperlink>
      <w:r>
        <w:t xml:space="preserve">) allow encapsulating logic for modifying or requesting data that goes beyond simple CRUD described in the preceding sections of this chapter. See </w:t>
      </w:r>
      <w:r w:rsidRPr="001B44AE">
        <w:rPr>
          <w:rStyle w:val="Datatype"/>
        </w:rPr>
        <w:t>Action</w:t>
      </w:r>
      <w:r>
        <w:t xml:space="preserve">, </w:t>
      </w:r>
      <w:r w:rsidRPr="001B44AE">
        <w:rPr>
          <w:rStyle w:val="Datatype"/>
        </w:rPr>
        <w:t>ActionImport</w:t>
      </w:r>
      <w:r>
        <w:t xml:space="preserve">, </w:t>
      </w:r>
      <w:r w:rsidRPr="001B44AE">
        <w:rPr>
          <w:rStyle w:val="Datatype"/>
        </w:rPr>
        <w:t>Function</w:t>
      </w:r>
      <w:r>
        <w:t xml:space="preserve">, and </w:t>
      </w:r>
      <w:r w:rsidRPr="001B44AE">
        <w:rPr>
          <w:rStyle w:val="Datatype"/>
        </w:rPr>
        <w:t>FunctionImport</w:t>
      </w:r>
      <w:r>
        <w:t xml:space="preserve"> in </w:t>
      </w:r>
      <w:hyperlink w:anchor="ODataCSDLJSONRef" w:history="1">
        <w:r w:rsidRPr="006F1777">
          <w:rPr>
            <w:rStyle w:val="Hyperlink"/>
            <w:b/>
          </w:rPr>
          <w:t>[OData-CSDLJSON]</w:t>
        </w:r>
      </w:hyperlink>
      <w:r>
        <w:t xml:space="preserve"> or</w:t>
      </w:r>
      <w:r>
        <w:rPr>
          <w:rFonts w:cs="Arial"/>
          <w:color w:val="000000"/>
          <w:szCs w:val="20"/>
          <w:shd w:val="clear" w:color="auto" w:fill="FFFFFF"/>
        </w:rPr>
        <w:t xml:space="preserve"> </w:t>
      </w:r>
      <w:hyperlink w:anchor="ODataCSDLXMLRef" w:history="1">
        <w:hyperlink w:anchor="ODataCSDLXMLRef" w:history="1">
          <w:r w:rsidRPr="00DF7F4B">
            <w:rPr>
              <w:rStyle w:val="Hyperlink"/>
              <w:b/>
            </w:rPr>
            <w:t>[OData-CSDL</w:t>
          </w:r>
          <w:r>
            <w:rPr>
              <w:rStyle w:val="Hyperlink"/>
              <w:b/>
            </w:rPr>
            <w:t>XML</w:t>
          </w:r>
          <w:r w:rsidRPr="00DF7F4B">
            <w:rPr>
              <w:rStyle w:val="Hyperlink"/>
              <w:b/>
            </w:rPr>
            <w:t>]</w:t>
          </w:r>
        </w:hyperlink>
      </w:hyperlink>
      <w:r>
        <w:t>.</w:t>
      </w:r>
    </w:p>
    <w:bookmarkStart w:id="961" w:name="_Toc477876707"/>
    <w:bookmarkStart w:id="962" w:name="sec_BindinganOperationtoaResource"/>
    <w:p w14:paraId="5BC671CA" w14:textId="77777777" w:rsidR="00752DAA" w:rsidRDefault="00752DAA" w:rsidP="006C1EBF">
      <w:pPr>
        <w:pStyle w:val="Heading3"/>
        <w:numPr>
          <w:ilvl w:val="2"/>
          <w:numId w:val="2"/>
        </w:numPr>
        <w:tabs>
          <w:tab w:val="left" w:pos="567"/>
        </w:tabs>
      </w:pPr>
      <w:r>
        <w:fldChar w:fldCharType="begin"/>
      </w:r>
      <w:r>
        <w:instrText xml:space="preserve"> HYPERLINK  \l "sec_BindinganOperationtoaResource" </w:instrText>
      </w:r>
      <w:r>
        <w:fldChar w:fldCharType="separate"/>
      </w:r>
      <w:bookmarkStart w:id="963" w:name="_Toc494885125"/>
      <w:bookmarkStart w:id="964" w:name="_Toc494356872"/>
      <w:r w:rsidRPr="004A50BC">
        <w:rPr>
          <w:rStyle w:val="Hyperlink"/>
        </w:rPr>
        <w:t>Binding an Operation to a Resource</w:t>
      </w:r>
      <w:bookmarkEnd w:id="961"/>
      <w:bookmarkEnd w:id="962"/>
      <w:bookmarkEnd w:id="963"/>
      <w:bookmarkEnd w:id="964"/>
      <w:r>
        <w:fldChar w:fldCharType="end"/>
      </w:r>
    </w:p>
    <w:p w14:paraId="67083AD5" w14:textId="77777777" w:rsidR="00752DAA" w:rsidRDefault="002A710D" w:rsidP="00752DAA">
      <w:hyperlink w:anchor="sec_Actions" w:history="1">
        <w:r w:rsidR="00752DAA">
          <w:rPr>
            <w:rStyle w:val="Hyperlink"/>
          </w:rPr>
          <w:t>Actions</w:t>
        </w:r>
      </w:hyperlink>
      <w:r w:rsidR="00752DAA">
        <w:rPr>
          <w:rStyle w:val="Hyperlink"/>
        </w:rPr>
        <w:t xml:space="preserve"> </w:t>
      </w:r>
      <w:r w:rsidR="00752DAA">
        <w:t xml:space="preserve">and </w:t>
      </w:r>
      <w:hyperlink w:anchor="sec_Functions" w:history="1">
        <w:r w:rsidR="00752DAA" w:rsidRPr="00292C23">
          <w:rPr>
            <w:rStyle w:val="Hyperlink"/>
          </w:rPr>
          <w:t>Functions</w:t>
        </w:r>
      </w:hyperlink>
      <w:r w:rsidR="00752DAA" w:rsidDel="00780A93">
        <w:rPr>
          <w:rStyle w:val="Hyperlink"/>
        </w:rPr>
        <w:t xml:space="preserve"> </w:t>
      </w:r>
      <w:r w:rsidR="00752DAA">
        <w:t xml:space="preserve">MAY be bound to any type or collection, similar to defining a method in a class in object-oriented programming. The first parameter of a bound operation is the </w:t>
      </w:r>
      <w:r w:rsidR="00752DAA">
        <w:rPr>
          <w:i/>
        </w:rPr>
        <w:t>binding parameter</w:t>
      </w:r>
      <w:r w:rsidR="00752DAA">
        <w:t>.</w:t>
      </w:r>
    </w:p>
    <w:p w14:paraId="41C5DF29" w14:textId="77777777" w:rsidR="00752DAA" w:rsidRDefault="00752DAA" w:rsidP="00752DAA">
      <w:r>
        <w:t xml:space="preserve">The namespace- or alias-qualified name of a bound operation may be appended to any URL that identifies a resource whose type matches, or is derived from, the type of the binding parameter. The </w:t>
      </w:r>
      <w:r>
        <w:lastRenderedPageBreak/>
        <w:t xml:space="preserve">resource identified by that URL is used as the </w:t>
      </w:r>
      <w:r>
        <w:rPr>
          <w:i/>
        </w:rPr>
        <w:t>binding parameter value</w:t>
      </w:r>
      <w:r>
        <w:t>. Only aliases defined in the metadata document of the service can be used in URLs.</w:t>
      </w:r>
    </w:p>
    <w:p w14:paraId="5F0F034E" w14:textId="77777777" w:rsidR="00752DAA" w:rsidRDefault="00752DAA" w:rsidP="00752DAA">
      <w:pPr>
        <w:pStyle w:val="Caption"/>
        <w:rPr>
          <w:rStyle w:val="Datatype"/>
        </w:rPr>
      </w:pPr>
      <w:r w:rsidRPr="00C62AFC">
        <w:t xml:space="preserve">Example </w:t>
      </w:r>
      <w:r w:rsidR="002A710D">
        <w:fldChar w:fldCharType="begin"/>
      </w:r>
      <w:r w:rsidR="002A710D">
        <w:instrText xml:space="preserve"> SEQ Example \* ARABIC </w:instrText>
      </w:r>
      <w:r w:rsidR="002A710D">
        <w:fldChar w:fldCharType="separate"/>
      </w:r>
      <w:r>
        <w:rPr>
          <w:noProof/>
        </w:rPr>
        <w:t>80</w:t>
      </w:r>
      <w:r w:rsidR="002A710D">
        <w:rPr>
          <w:noProof/>
        </w:rPr>
        <w:fldChar w:fldCharType="end"/>
      </w:r>
      <w:r w:rsidRPr="00C62AFC">
        <w:t xml:space="preserve">: the function </w:t>
      </w:r>
      <w:r w:rsidRPr="00C62AFC">
        <w:rPr>
          <w:rStyle w:val="Datatype"/>
        </w:rPr>
        <w:t>MostRecentOrder</w:t>
      </w:r>
      <w:r w:rsidRPr="00C62AFC">
        <w:t xml:space="preserve"> can be bound to any URL that identifies a</w:t>
      </w:r>
      <w:r>
        <w:t xml:space="preserve"> </w:t>
      </w:r>
      <w:r w:rsidRPr="00DB4EF0">
        <w:rPr>
          <w:rStyle w:val="Datatype"/>
        </w:rPr>
        <w:t>SampleModel.Customer</w:t>
      </w:r>
    </w:p>
    <w:p w14:paraId="5DFEB840" w14:textId="77777777" w:rsidR="00752DAA" w:rsidRPr="0038232F" w:rsidRDefault="00752DAA" w:rsidP="00752DAA">
      <w:pPr>
        <w:pStyle w:val="Code"/>
      </w:pPr>
      <w:r w:rsidRPr="0038232F">
        <w:t>&lt;Function Name="MostRecentOrder" IsB</w:t>
      </w:r>
      <w:r>
        <w:t>ound</w:t>
      </w:r>
      <w:r w:rsidRPr="0038232F">
        <w:t>="true</w:t>
      </w:r>
      <w:r w:rsidRPr="0038232F" w:rsidDel="004A7EF0">
        <w:t>"</w:t>
      </w:r>
      <w:r w:rsidRPr="0038232F">
        <w:t>&gt;</w:t>
      </w:r>
      <w:r w:rsidRPr="0038232F">
        <w:br/>
        <w:t xml:space="preserve">    &lt;Parameter Name="customer" Type="SampleModel.Customer" /&gt;</w:t>
      </w:r>
      <w:r w:rsidRPr="0038232F">
        <w:br/>
      </w:r>
      <w:r>
        <w:t xml:space="preserve">    </w:t>
      </w:r>
      <w:r w:rsidRPr="00AB0750">
        <w:t>&lt;ReturnType</w:t>
      </w:r>
      <w:r>
        <w:t xml:space="preserve"> Type</w:t>
      </w:r>
      <w:r w:rsidRPr="00AB0750">
        <w:t xml:space="preserve">="SampleModel.Order" /&gt; </w:t>
      </w:r>
      <w:r w:rsidRPr="0038232F">
        <w:br/>
      </w:r>
      <w:r>
        <w:t>&lt;/Function&gt;</w:t>
      </w:r>
    </w:p>
    <w:p w14:paraId="0FEF6531" w14:textId="77777777" w:rsidR="00752DAA" w:rsidRDefault="00752DAA" w:rsidP="00752DAA">
      <w:pPr>
        <w:pStyle w:val="Caption"/>
      </w:pPr>
      <w:r w:rsidRPr="00C62AFC">
        <w:t xml:space="preserve">Example </w:t>
      </w:r>
      <w:r w:rsidR="002A710D">
        <w:fldChar w:fldCharType="begin"/>
      </w:r>
      <w:r w:rsidR="002A710D">
        <w:instrText xml:space="preserve"> SEQ Example \* ARABIC </w:instrText>
      </w:r>
      <w:r w:rsidR="002A710D">
        <w:fldChar w:fldCharType="separate"/>
      </w:r>
      <w:r>
        <w:rPr>
          <w:noProof/>
        </w:rPr>
        <w:t>81</w:t>
      </w:r>
      <w:r w:rsidR="002A710D">
        <w:rPr>
          <w:noProof/>
        </w:rPr>
        <w:fldChar w:fldCharType="end"/>
      </w:r>
      <w:r w:rsidRPr="00C62AFC">
        <w:t>: invok</w:t>
      </w:r>
      <w:r>
        <w:t xml:space="preserve">e the </w:t>
      </w:r>
      <w:r w:rsidRPr="00DB4EF0">
        <w:rPr>
          <w:rStyle w:val="Datatype"/>
        </w:rPr>
        <w:t>MostRecentOrder</w:t>
      </w:r>
      <w:r>
        <w:t xml:space="preserve"> function with the value of the binding parameter </w:t>
      </w:r>
      <w:r w:rsidRPr="00012E4B">
        <w:rPr>
          <w:rStyle w:val="Datatype"/>
        </w:rPr>
        <w:t>customer</w:t>
      </w:r>
      <w:r>
        <w:t xml:space="preserve"> being the entity identified by </w:t>
      </w:r>
      <w:r w:rsidRPr="004415EB">
        <w:rPr>
          <w:rStyle w:val="Datatype"/>
        </w:rPr>
        <w:t>http://host/service/Customers(6)</w:t>
      </w:r>
    </w:p>
    <w:p w14:paraId="6E09B887" w14:textId="77777777" w:rsidR="00752DAA" w:rsidRDefault="00752DAA" w:rsidP="00752DAA">
      <w:pPr>
        <w:pStyle w:val="Code"/>
      </w:pPr>
      <w:r>
        <w:t xml:space="preserve">GET </w:t>
      </w:r>
      <w:r w:rsidRPr="0038232F">
        <w:t>http://</w:t>
      </w:r>
      <w:r>
        <w:t>host/</w:t>
      </w:r>
      <w:r w:rsidRPr="0038232F">
        <w:t>serv</w:t>
      </w:r>
      <w:r>
        <w:t>ice</w:t>
      </w:r>
      <w:r w:rsidRPr="0038232F">
        <w:t>/Customers(6)/</w:t>
      </w:r>
      <w:r>
        <w:t>SampleModel.</w:t>
      </w:r>
      <w:r w:rsidRPr="0038232F">
        <w:t>MostRecentOrder()</w:t>
      </w:r>
    </w:p>
    <w:p w14:paraId="05F907EF" w14:textId="77777777" w:rsidR="00752DAA" w:rsidRDefault="00752DAA" w:rsidP="00752DAA">
      <w:pPr>
        <w:pStyle w:val="Caption"/>
        <w:rPr>
          <w:rStyle w:val="Datatype"/>
        </w:rPr>
      </w:pPr>
      <w:bookmarkStart w:id="965" w:name="_Advertising_Available_Operations"/>
      <w:bookmarkStart w:id="966" w:name="_Toc477876708"/>
      <w:bookmarkEnd w:id="965"/>
      <w:r w:rsidRPr="00C62AFC">
        <w:t xml:space="preserve">Example </w:t>
      </w:r>
      <w:r w:rsidR="002A710D">
        <w:fldChar w:fldCharType="begin"/>
      </w:r>
      <w:r w:rsidR="002A710D">
        <w:instrText xml:space="preserve"> SEQ Example \* ARABIC </w:instrText>
      </w:r>
      <w:r w:rsidR="002A710D">
        <w:fldChar w:fldCharType="separate"/>
      </w:r>
      <w:r>
        <w:rPr>
          <w:noProof/>
        </w:rPr>
        <w:t>82</w:t>
      </w:r>
      <w:r w:rsidR="002A710D">
        <w:rPr>
          <w:noProof/>
        </w:rPr>
        <w:fldChar w:fldCharType="end"/>
      </w:r>
      <w:r w:rsidRPr="00C62AFC">
        <w:t xml:space="preserve">: the function </w:t>
      </w:r>
      <w:r>
        <w:rPr>
          <w:rStyle w:val="Datatype"/>
        </w:rPr>
        <w:t>Comparison</w:t>
      </w:r>
      <w:r w:rsidRPr="00C62AFC">
        <w:t xml:space="preserve"> can be bound to any URL that identifies a</w:t>
      </w:r>
      <w:r>
        <w:t xml:space="preserve"> collection of entities</w:t>
      </w:r>
    </w:p>
    <w:p w14:paraId="3DB21D16" w14:textId="77777777" w:rsidR="00752DAA" w:rsidRPr="0038232F" w:rsidRDefault="00752DAA" w:rsidP="00752DAA">
      <w:pPr>
        <w:pStyle w:val="Code"/>
      </w:pPr>
      <w:r w:rsidRPr="0038232F">
        <w:t>&lt;Function Name="</w:t>
      </w:r>
      <w:r>
        <w:t>Comparison</w:t>
      </w:r>
      <w:r w:rsidRPr="0038232F">
        <w:t>" IsB</w:t>
      </w:r>
      <w:r>
        <w:t>ound</w:t>
      </w:r>
      <w:r w:rsidRPr="0038232F">
        <w:t>="true</w:t>
      </w:r>
      <w:r w:rsidRPr="0038232F" w:rsidDel="004A7EF0">
        <w:t>"</w:t>
      </w:r>
      <w:r w:rsidRPr="0038232F">
        <w:t>&gt;</w:t>
      </w:r>
      <w:r w:rsidRPr="0038232F">
        <w:br/>
        <w:t xml:space="preserve">    &lt;Parameter Name="</w:t>
      </w:r>
      <w:r>
        <w:t>in</w:t>
      </w:r>
      <w:r w:rsidRPr="0038232F">
        <w:t>" Type="</w:t>
      </w:r>
      <w:r>
        <w:t>Collection(Edm</w:t>
      </w:r>
      <w:r w:rsidRPr="0038232F">
        <w:t>.</w:t>
      </w:r>
      <w:r>
        <w:t>EntityType)</w:t>
      </w:r>
      <w:r w:rsidRPr="0038232F">
        <w:t>" /&gt;</w:t>
      </w:r>
      <w:r w:rsidRPr="0038232F">
        <w:br/>
      </w:r>
      <w:r>
        <w:t xml:space="preserve">    </w:t>
      </w:r>
      <w:r w:rsidRPr="00AB0750">
        <w:t>&lt;ReturnType</w:t>
      </w:r>
      <w:r>
        <w:t xml:space="preserve"> Type</w:t>
      </w:r>
      <w:r w:rsidRPr="00AB0750">
        <w:t>="</w:t>
      </w:r>
      <w:r>
        <w:t>Diff</w:t>
      </w:r>
      <w:r w:rsidRPr="00AB0750">
        <w:t>.</w:t>
      </w:r>
      <w:r>
        <w:t>Overview</w:t>
      </w:r>
      <w:r w:rsidRPr="00AB0750">
        <w:t xml:space="preserve">" /&gt; </w:t>
      </w:r>
      <w:r w:rsidRPr="0038232F">
        <w:br/>
      </w:r>
      <w:r>
        <w:t>&lt;/Function&gt;</w:t>
      </w:r>
    </w:p>
    <w:p w14:paraId="7512B6D8" w14:textId="77777777" w:rsidR="00752DAA" w:rsidRDefault="00752DAA" w:rsidP="00752DAA">
      <w:pPr>
        <w:pStyle w:val="Caption"/>
      </w:pPr>
      <w:r w:rsidRPr="00C62AFC">
        <w:t xml:space="preserve">Example </w:t>
      </w:r>
      <w:r w:rsidR="002A710D">
        <w:fldChar w:fldCharType="begin"/>
      </w:r>
      <w:r w:rsidR="002A710D">
        <w:instrText xml:space="preserve"> SEQ Example \* ARABIC </w:instrText>
      </w:r>
      <w:r w:rsidR="002A710D">
        <w:fldChar w:fldCharType="separate"/>
      </w:r>
      <w:r>
        <w:rPr>
          <w:noProof/>
        </w:rPr>
        <w:t>83</w:t>
      </w:r>
      <w:r w:rsidR="002A710D">
        <w:rPr>
          <w:noProof/>
        </w:rPr>
        <w:fldChar w:fldCharType="end"/>
      </w:r>
      <w:r w:rsidRPr="00C62AFC">
        <w:t>: invok</w:t>
      </w:r>
      <w:r>
        <w:t xml:space="preserve">e the </w:t>
      </w:r>
      <w:r>
        <w:rPr>
          <w:rStyle w:val="Datatype"/>
        </w:rPr>
        <w:t>Comparison</w:t>
      </w:r>
      <w:r>
        <w:t xml:space="preserve"> function on the set of red products</w:t>
      </w:r>
    </w:p>
    <w:p w14:paraId="69FD8536" w14:textId="77777777" w:rsidR="00752DAA" w:rsidRDefault="00752DAA" w:rsidP="00752DAA">
      <w:pPr>
        <w:pStyle w:val="Code"/>
      </w:pPr>
      <w:r>
        <w:t xml:space="preserve">GET </w:t>
      </w:r>
      <w:r w:rsidRPr="0038232F">
        <w:t>http://</w:t>
      </w:r>
      <w:r>
        <w:t>host/</w:t>
      </w:r>
      <w:r w:rsidRPr="0038232F">
        <w:t>serv</w:t>
      </w:r>
      <w:r>
        <w:t>ice</w:t>
      </w:r>
      <w:r w:rsidRPr="0038232F">
        <w:t>/</w:t>
      </w:r>
      <w:r>
        <w:t>Products/$filter=@f</w:t>
      </w:r>
      <w:r w:rsidRPr="0038232F">
        <w:t>/</w:t>
      </w:r>
      <w:r>
        <w:t>Diff.Comparison</w:t>
      </w:r>
      <w:r w:rsidRPr="0038232F">
        <w:t>()</w:t>
      </w:r>
      <w:r>
        <w:t>?@f=Color eq 'Red'</w:t>
      </w:r>
    </w:p>
    <w:p w14:paraId="3DEC557D" w14:textId="77777777" w:rsidR="00752DAA" w:rsidRDefault="00752DAA" w:rsidP="00752DAA">
      <w:r>
        <w:t xml:space="preserve">A bound operation with a single-valued binding parameter can be applied to each member of a collection by appending the path segment </w:t>
      </w:r>
      <w:r w:rsidRPr="007E53BA">
        <w:rPr>
          <w:rStyle w:val="Datatype"/>
        </w:rPr>
        <w:t>/$each</w:t>
      </w:r>
      <w:r>
        <w:t xml:space="preserve"> to the resource path of the collection, followed by a forward slash and the namespace- or alias-qualified name of the bound operation. In this case the type of the collection members MUST match or be derived from the type of the binding parameter.</w:t>
      </w:r>
    </w:p>
    <w:p w14:paraId="2E987354" w14:textId="77777777" w:rsidR="00752DAA" w:rsidRDefault="00752DAA" w:rsidP="00752DAA">
      <w:r>
        <w:t xml:space="preserve">The resource path of the collection MAY contain </w:t>
      </w:r>
      <w:r w:rsidRPr="000077B8">
        <w:t>type-cast</w:t>
      </w:r>
      <w:r>
        <w:t xml:space="preserve"> or </w:t>
      </w:r>
      <w:r w:rsidRPr="00C33629">
        <w:t>filter segments</w:t>
      </w:r>
      <w:r>
        <w:t xml:space="preserve"> to subset the collection.</w:t>
      </w:r>
    </w:p>
    <w:p w14:paraId="298D2BF8" w14:textId="77777777" w:rsidR="00752DAA" w:rsidRDefault="00752DAA" w:rsidP="00752DAA">
      <w:r>
        <w:t xml:space="preserve">The response is a collection with members that are instances of the result type of the bound operation. If the bound operation returns a collection, the response is a collection of collections. </w:t>
      </w:r>
    </w:p>
    <w:p w14:paraId="27DC8364" w14:textId="77777777" w:rsidR="00752DAA" w:rsidRDefault="00752DAA" w:rsidP="00752DAA">
      <w:pPr>
        <w:pStyle w:val="Caption"/>
      </w:pPr>
      <w:r w:rsidRPr="00C62AFC">
        <w:t xml:space="preserve">Example </w:t>
      </w:r>
      <w:r w:rsidR="002A710D">
        <w:fldChar w:fldCharType="begin"/>
      </w:r>
      <w:r w:rsidR="002A710D">
        <w:instrText xml:space="preserve"> SEQ Example \* ARABIC </w:instrText>
      </w:r>
      <w:r w:rsidR="002A710D">
        <w:fldChar w:fldCharType="separate"/>
      </w:r>
      <w:r>
        <w:rPr>
          <w:noProof/>
        </w:rPr>
        <w:t>84</w:t>
      </w:r>
      <w:r w:rsidR="002A710D">
        <w:rPr>
          <w:noProof/>
        </w:rPr>
        <w:fldChar w:fldCharType="end"/>
      </w:r>
      <w:r w:rsidRPr="00C62AFC">
        <w:t xml:space="preserve">: </w:t>
      </w:r>
      <w:r>
        <w:t xml:space="preserve">invoke the </w:t>
      </w:r>
      <w:r w:rsidRPr="00DB4EF0">
        <w:rPr>
          <w:rStyle w:val="Datatype"/>
        </w:rPr>
        <w:t>MostRecentOrder</w:t>
      </w:r>
      <w:r>
        <w:t xml:space="preserve"> function on each entity in the entity set </w:t>
      </w:r>
      <w:r>
        <w:rPr>
          <w:rStyle w:val="Datatype"/>
        </w:rPr>
        <w:t>Customers</w:t>
      </w:r>
    </w:p>
    <w:p w14:paraId="51A952F1" w14:textId="77777777" w:rsidR="00752DAA" w:rsidRDefault="00752DAA" w:rsidP="00752DAA">
      <w:pPr>
        <w:pStyle w:val="Code"/>
      </w:pPr>
      <w:r>
        <w:t xml:space="preserve">GET </w:t>
      </w:r>
      <w:r w:rsidRPr="0038232F">
        <w:t>http://</w:t>
      </w:r>
      <w:r>
        <w:t>host/</w:t>
      </w:r>
      <w:r w:rsidRPr="0038232F">
        <w:t>serv</w:t>
      </w:r>
      <w:r>
        <w:t>ice/Customers/$each</w:t>
      </w:r>
      <w:r w:rsidRPr="0038232F">
        <w:t>/</w:t>
      </w:r>
      <w:r>
        <w:t>SampleModel.</w:t>
      </w:r>
      <w:r w:rsidRPr="0038232F">
        <w:t>MostRecentOrder()</w:t>
      </w:r>
    </w:p>
    <w:bookmarkStart w:id="967" w:name="sec_AdvertisingAvailableOperationswithin"/>
    <w:p w14:paraId="67DFC98E" w14:textId="77777777" w:rsidR="00752DAA" w:rsidRDefault="00752DAA" w:rsidP="006C1EBF">
      <w:pPr>
        <w:pStyle w:val="Heading3"/>
        <w:numPr>
          <w:ilvl w:val="2"/>
          <w:numId w:val="2"/>
        </w:numPr>
        <w:tabs>
          <w:tab w:val="left" w:pos="567"/>
        </w:tabs>
      </w:pPr>
      <w:r>
        <w:fldChar w:fldCharType="begin"/>
      </w:r>
      <w:r>
        <w:instrText xml:space="preserve"> HYPERLINK  \l "sec_AdvertisingAvailableOperationswithin" </w:instrText>
      </w:r>
      <w:r>
        <w:fldChar w:fldCharType="separate"/>
      </w:r>
      <w:bookmarkStart w:id="968" w:name="_Toc494885126"/>
      <w:bookmarkStart w:id="969" w:name="_Toc494356873"/>
      <w:r w:rsidRPr="004A50BC">
        <w:rPr>
          <w:rStyle w:val="Hyperlink"/>
        </w:rPr>
        <w:t>Advertising Available Operations within a Payload</w:t>
      </w:r>
      <w:bookmarkEnd w:id="966"/>
      <w:bookmarkEnd w:id="967"/>
      <w:bookmarkEnd w:id="968"/>
      <w:bookmarkEnd w:id="969"/>
      <w:r>
        <w:fldChar w:fldCharType="end"/>
      </w:r>
    </w:p>
    <w:p w14:paraId="0F443CE8" w14:textId="77777777" w:rsidR="00752DAA" w:rsidRDefault="00752DAA" w:rsidP="00752DAA">
      <w:r>
        <w:t xml:space="preserve">Services MAY return actions and/or functions bound to a particular entity or entity collection as part of the representation of the entity or entity collection within the payload. The representation of an action or function depends on the </w:t>
      </w:r>
      <w:hyperlink w:anchor="sec_Formats" w:history="1">
        <w:r w:rsidRPr="005A6142">
          <w:rPr>
            <w:rStyle w:val="Hyperlink"/>
          </w:rPr>
          <w:t>format</w:t>
        </w:r>
      </w:hyperlink>
      <w:r>
        <w:t>.</w:t>
      </w:r>
      <w:r w:rsidRPr="00566484">
        <w:t xml:space="preserve"> </w:t>
      </w:r>
    </w:p>
    <w:p w14:paraId="47E14E79"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85</w:t>
      </w:r>
      <w:r w:rsidR="002A710D">
        <w:rPr>
          <w:noProof/>
        </w:rPr>
        <w:fldChar w:fldCharType="end"/>
      </w:r>
      <w:r w:rsidRPr="003F1FAD">
        <w:t>:</w:t>
      </w:r>
      <w:r>
        <w:t xml:space="preserve"> given a </w:t>
      </w:r>
      <w:r w:rsidRPr="00FE78C9">
        <w:rPr>
          <w:rStyle w:val="Datatype"/>
        </w:rPr>
        <w:t>GET</w:t>
      </w:r>
      <w:r>
        <w:t xml:space="preserve"> request to </w:t>
      </w:r>
      <w:r w:rsidRPr="00FE78C9">
        <w:rPr>
          <w:rStyle w:val="Datatype"/>
        </w:rPr>
        <w:t>http://</w:t>
      </w:r>
      <w:r>
        <w:rPr>
          <w:rStyle w:val="Datatype"/>
        </w:rPr>
        <w:t>host/</w:t>
      </w:r>
      <w:r w:rsidRPr="00FE78C9">
        <w:rPr>
          <w:rStyle w:val="Datatype"/>
        </w:rPr>
        <w:t>serv</w:t>
      </w:r>
      <w:r>
        <w:rPr>
          <w:rStyle w:val="Datatype"/>
        </w:rPr>
        <w:t>ice</w:t>
      </w:r>
      <w:r w:rsidRPr="00FE78C9">
        <w:rPr>
          <w:rStyle w:val="Datatype"/>
        </w:rPr>
        <w:t>/</w:t>
      </w:r>
      <w:r w:rsidRPr="00B4624F">
        <w:rPr>
          <w:rStyle w:val="VerbatimChar"/>
          <w:rFonts w:eastAsia="Cambria"/>
        </w:rPr>
        <w:t>Customers('ALFKI')</w:t>
      </w:r>
      <w:r>
        <w:t xml:space="preserve">, the service might respond with a Customer that includes the </w:t>
      </w:r>
      <w:r w:rsidRPr="00FE78C9">
        <w:rPr>
          <w:rStyle w:val="Datatype"/>
        </w:rPr>
        <w:t>SampleEntities.MostRecent</w:t>
      </w:r>
      <w:r>
        <w:rPr>
          <w:rStyle w:val="Datatype"/>
        </w:rPr>
        <w:t>Order</w:t>
      </w:r>
      <w:r>
        <w:t xml:space="preserve"> function bound to the entity</w:t>
      </w:r>
    </w:p>
    <w:p w14:paraId="298C48A8" w14:textId="77777777" w:rsidR="00752DAA" w:rsidRPr="00BD10CA" w:rsidRDefault="00752DAA" w:rsidP="00752DAA">
      <w:pPr>
        <w:pStyle w:val="Code"/>
      </w:pPr>
      <w:r w:rsidRPr="00BD10CA">
        <w:t>{</w:t>
      </w:r>
      <w:r w:rsidRPr="00BD10CA">
        <w:br/>
        <w:t xml:space="preserve">  "</w:t>
      </w:r>
      <w:r>
        <w:t>@odata.context</w:t>
      </w:r>
      <w:r w:rsidRPr="00BD10CA">
        <w:t xml:space="preserve">": </w:t>
      </w:r>
      <w:r>
        <w:t>...,</w:t>
      </w:r>
      <w:r w:rsidRPr="00BD10CA">
        <w:br/>
      </w:r>
      <w:r w:rsidRPr="005F1F46">
        <w:t xml:space="preserve">  "CustomerID": "ALFKI", </w:t>
      </w:r>
      <w:r w:rsidRPr="005F1F46">
        <w:br/>
        <w:t xml:space="preserve">  "CompanyName": "Alfreds Futterkiste", </w:t>
      </w:r>
      <w:r w:rsidRPr="005F1F46">
        <w:br/>
      </w:r>
      <w:r w:rsidRPr="00BD10CA">
        <w:t xml:space="preserve"> </w:t>
      </w:r>
      <w:r>
        <w:t xml:space="preserve"> </w:t>
      </w:r>
      <w:r w:rsidRPr="00BD10CA">
        <w:t>"</w:t>
      </w:r>
      <w:r>
        <w:t>#</w:t>
      </w:r>
      <w:r w:rsidRPr="00BD10CA">
        <w:t>SampleEntities.MostRecent</w:t>
      </w:r>
      <w:r>
        <w:t>Order</w:t>
      </w:r>
      <w:r w:rsidRPr="00BD10CA">
        <w:t>": {</w:t>
      </w:r>
      <w:r w:rsidRPr="00BD10CA">
        <w:br/>
        <w:t xml:space="preserve">    "title": "Most Recent Order",</w:t>
      </w:r>
      <w:r w:rsidRPr="00BD10CA">
        <w:br/>
        <w:t xml:space="preserve">    "target": "</w:t>
      </w:r>
      <w:r w:rsidRPr="00B73274">
        <w:rPr>
          <w:rStyle w:val="VerbatimChar"/>
          <w:rFonts w:eastAsia="Cambria"/>
        </w:rPr>
        <w:t>Customers('ALFKI')</w:t>
      </w:r>
      <w:r w:rsidRPr="00BD10CA">
        <w:t>/SampleEntities.MostRecent</w:t>
      </w:r>
      <w:r>
        <w:t>Order()</w:t>
      </w:r>
      <w:r w:rsidRPr="00BD10CA">
        <w:t>"</w:t>
      </w:r>
      <w:r w:rsidRPr="00BD10CA">
        <w:br/>
        <w:t xml:space="preserve">  }</w:t>
      </w:r>
      <w:r>
        <w:t>,</w:t>
      </w:r>
      <w:r w:rsidRPr="00BD10CA">
        <w:br/>
        <w:t xml:space="preserve">  ...</w:t>
      </w:r>
      <w:r w:rsidRPr="00BD10CA">
        <w:br/>
        <w:t>}</w:t>
      </w:r>
    </w:p>
    <w:p w14:paraId="05CC2090" w14:textId="77777777" w:rsidR="00752DAA" w:rsidRDefault="00752DAA" w:rsidP="00752DAA">
      <w:bookmarkStart w:id="970" w:name="_Functions_1"/>
      <w:bookmarkStart w:id="971" w:name="_Toc477876709"/>
      <w:bookmarkEnd w:id="970"/>
      <w:r>
        <w:t xml:space="preserve">An efficient format that assumes client knowledge of metadata may omit actions and functions from the payload  whose target URL can be computed via metadata following standard conventions defined in </w:t>
      </w:r>
      <w:hyperlink w:anchor="ODataURLRef" w:history="1">
        <w:r w:rsidRPr="005E626C">
          <w:rPr>
            <w:rStyle w:val="Hyperlink"/>
            <w:b/>
          </w:rPr>
          <w:t>[OData</w:t>
        </w:r>
        <w:r>
          <w:rPr>
            <w:rStyle w:val="Hyperlink"/>
            <w:b/>
          </w:rPr>
          <w:noBreakHyphen/>
        </w:r>
        <w:r w:rsidRPr="005E626C">
          <w:rPr>
            <w:rStyle w:val="Hyperlink"/>
            <w:b/>
          </w:rPr>
          <w:t>URL]</w:t>
        </w:r>
      </w:hyperlink>
      <w:r>
        <w:t xml:space="preserve">. </w:t>
      </w:r>
    </w:p>
    <w:p w14:paraId="0309EB64" w14:textId="77777777" w:rsidR="00752DAA" w:rsidRDefault="00752DAA" w:rsidP="00752DAA">
      <w:r>
        <w:lastRenderedPageBreak/>
        <w:t>Services can advertise that a function or action is not available for a particular instance by setting its value to null.</w:t>
      </w:r>
    </w:p>
    <w:p w14:paraId="2E97FBD9"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86</w:t>
      </w:r>
      <w:r w:rsidR="002A710D">
        <w:rPr>
          <w:noProof/>
        </w:rPr>
        <w:fldChar w:fldCharType="end"/>
      </w:r>
      <w:r w:rsidRPr="003F1FAD">
        <w:t>:</w:t>
      </w:r>
      <w:r>
        <w:t xml:space="preserve"> the </w:t>
      </w:r>
      <w:r w:rsidRPr="00FE78C9">
        <w:rPr>
          <w:rStyle w:val="Datatype"/>
        </w:rPr>
        <w:t>SampleEntities.MostRecent</w:t>
      </w:r>
      <w:r>
        <w:rPr>
          <w:rStyle w:val="Datatype"/>
        </w:rPr>
        <w:t>Order</w:t>
      </w:r>
      <w:r>
        <w:t xml:space="preserve"> function is not available for customer 'ALFKI'</w:t>
      </w:r>
    </w:p>
    <w:p w14:paraId="17A5873B" w14:textId="77777777" w:rsidR="00752DAA" w:rsidRPr="00BD10CA" w:rsidRDefault="00752DAA" w:rsidP="00752DAA">
      <w:pPr>
        <w:pStyle w:val="Code"/>
      </w:pPr>
      <w:r w:rsidRPr="00BD10CA">
        <w:t>{</w:t>
      </w:r>
      <w:r w:rsidRPr="00BD10CA">
        <w:br/>
        <w:t xml:space="preserve">  "</w:t>
      </w:r>
      <w:r>
        <w:t>@odata.context</w:t>
      </w:r>
      <w:r w:rsidRPr="00BD10CA">
        <w:t xml:space="preserve">": </w:t>
      </w:r>
      <w:r>
        <w:t>...,</w:t>
      </w:r>
      <w:r w:rsidRPr="00BD10CA">
        <w:br/>
      </w:r>
      <w:r w:rsidRPr="005F1F46">
        <w:t xml:space="preserve">  "CustomerID": "ALFKI", </w:t>
      </w:r>
      <w:r w:rsidRPr="005F1F46">
        <w:br/>
        <w:t xml:space="preserve">  "CompanyName": "Alfreds Futterkiste", </w:t>
      </w:r>
      <w:r w:rsidRPr="005F1F46">
        <w:br/>
      </w:r>
      <w:r w:rsidRPr="00BD10CA">
        <w:t xml:space="preserve"> </w:t>
      </w:r>
      <w:r>
        <w:t xml:space="preserve"> </w:t>
      </w:r>
      <w:r w:rsidRPr="00BD10CA">
        <w:t>"</w:t>
      </w:r>
      <w:r>
        <w:t>#</w:t>
      </w:r>
      <w:r w:rsidRPr="00BD10CA">
        <w:t>SampleEntities.MostRecent</w:t>
      </w:r>
      <w:r>
        <w:t>Order</w:t>
      </w:r>
      <w:r w:rsidRPr="00BD10CA">
        <w:t xml:space="preserve">": </w:t>
      </w:r>
      <w:r>
        <w:t>null,</w:t>
      </w:r>
      <w:r w:rsidRPr="00BD10CA">
        <w:br/>
        <w:t xml:space="preserve">  ...</w:t>
      </w:r>
      <w:r w:rsidRPr="00BD10CA">
        <w:br/>
        <w:t>}</w:t>
      </w:r>
    </w:p>
    <w:bookmarkStart w:id="972" w:name="_Ref484615770"/>
    <w:bookmarkStart w:id="973" w:name="sec_Functions"/>
    <w:p w14:paraId="4441B348" w14:textId="77777777" w:rsidR="00752DAA" w:rsidRDefault="00752DAA" w:rsidP="006C1EBF">
      <w:pPr>
        <w:pStyle w:val="Heading3"/>
        <w:numPr>
          <w:ilvl w:val="2"/>
          <w:numId w:val="2"/>
        </w:numPr>
        <w:tabs>
          <w:tab w:val="left" w:pos="567"/>
        </w:tabs>
      </w:pPr>
      <w:r>
        <w:fldChar w:fldCharType="begin"/>
      </w:r>
      <w:r>
        <w:instrText xml:space="preserve"> HYPERLINK  \l "sec_Functions" </w:instrText>
      </w:r>
      <w:r>
        <w:fldChar w:fldCharType="separate"/>
      </w:r>
      <w:bookmarkStart w:id="974" w:name="_Toc494885127"/>
      <w:bookmarkStart w:id="975" w:name="_Toc494356874"/>
      <w:r w:rsidRPr="004A50BC">
        <w:rPr>
          <w:rStyle w:val="Hyperlink"/>
        </w:rPr>
        <w:t>Functions</w:t>
      </w:r>
      <w:bookmarkEnd w:id="971"/>
      <w:bookmarkEnd w:id="972"/>
      <w:bookmarkEnd w:id="973"/>
      <w:bookmarkEnd w:id="974"/>
      <w:bookmarkEnd w:id="975"/>
      <w:r>
        <w:fldChar w:fldCharType="end"/>
      </w:r>
    </w:p>
    <w:p w14:paraId="2787AA9F" w14:textId="77777777" w:rsidR="00752DAA" w:rsidRDefault="00752DAA" w:rsidP="00752DAA">
      <w:r>
        <w:t>Functions are operations exposed by an OData service that MUST return data and MUST have no observable side effects.</w:t>
      </w:r>
    </w:p>
    <w:bookmarkStart w:id="976" w:name="_Invoking_a_Function"/>
    <w:bookmarkStart w:id="977" w:name="_Toc477876710"/>
    <w:bookmarkStart w:id="978" w:name="sec_InvokingaFunction"/>
    <w:bookmarkEnd w:id="976"/>
    <w:p w14:paraId="1AA96AF5" w14:textId="77777777" w:rsidR="00752DAA" w:rsidRDefault="00752DAA" w:rsidP="006C1EBF">
      <w:pPr>
        <w:pStyle w:val="Heading4"/>
        <w:numPr>
          <w:ilvl w:val="3"/>
          <w:numId w:val="2"/>
        </w:numPr>
        <w:tabs>
          <w:tab w:val="left" w:pos="567"/>
        </w:tabs>
      </w:pPr>
      <w:r>
        <w:fldChar w:fldCharType="begin"/>
      </w:r>
      <w:r>
        <w:instrText xml:space="preserve"> HYPERLINK  \l "sec_InvokingaFunction" </w:instrText>
      </w:r>
      <w:r>
        <w:fldChar w:fldCharType="separate"/>
      </w:r>
      <w:bookmarkStart w:id="979" w:name="_Toc494885128"/>
      <w:bookmarkStart w:id="980" w:name="_Toc494356875"/>
      <w:r w:rsidRPr="004A50BC">
        <w:rPr>
          <w:rStyle w:val="Hyperlink"/>
        </w:rPr>
        <w:t>Invoking a Function</w:t>
      </w:r>
      <w:bookmarkEnd w:id="977"/>
      <w:bookmarkEnd w:id="978"/>
      <w:bookmarkEnd w:id="979"/>
      <w:bookmarkEnd w:id="980"/>
      <w:r>
        <w:fldChar w:fldCharType="end"/>
      </w:r>
    </w:p>
    <w:p w14:paraId="707900A2" w14:textId="77777777" w:rsidR="00752DAA" w:rsidRDefault="00752DAA" w:rsidP="00752DAA">
      <w:r>
        <w:t xml:space="preserve">To invoke a function bound to a resource, the client issues a </w:t>
      </w:r>
      <w:r>
        <w:rPr>
          <w:rFonts w:ascii="Courier New" w:hAnsi="Courier New" w:cs="Courier New"/>
        </w:rPr>
        <w:t>GE</w:t>
      </w:r>
      <w:r w:rsidRPr="00294391">
        <w:rPr>
          <w:rFonts w:ascii="Courier New" w:hAnsi="Courier New" w:cs="Courier New"/>
        </w:rPr>
        <w:t>T</w:t>
      </w:r>
      <w:r>
        <w:t xml:space="preserve"> request to a function URL. A function URL may be </w:t>
      </w:r>
      <w:hyperlink w:anchor="sec_AdvertisingAvailableOperationswithin" w:history="1">
        <w:r w:rsidRPr="00046A35">
          <w:rPr>
            <w:rStyle w:val="Hyperlink"/>
          </w:rPr>
          <w:t>obtained</w:t>
        </w:r>
      </w:hyperlink>
      <w:r>
        <w:t xml:space="preserve"> from a previously returned entity representation or constructed by appending the namespace- or alias-qualified function name to a URL that identifies a resource whose type is the same as, or derived from, the type of the binding parameter of the function. The value for the binding parameter is the value of the resource identified by the URL prior to appending the function name, and additional parameter values are specified using </w:t>
      </w:r>
      <w:hyperlink w:anchor="sec_InlineParameterSyntax" w:history="1">
        <w:r w:rsidRPr="007A5150">
          <w:rPr>
            <w:rStyle w:val="Hyperlink"/>
          </w:rPr>
          <w:t>inline paramete</w:t>
        </w:r>
        <w:r>
          <w:rPr>
            <w:rStyle w:val="Hyperlink"/>
          </w:rPr>
          <w:t>r syntax</w:t>
        </w:r>
      </w:hyperlink>
      <w:r>
        <w:t xml:space="preserve">. If the function URL is </w:t>
      </w:r>
      <w:hyperlink w:anchor="sec_AdvertisingAvailableOperationswithin" w:history="1">
        <w:r w:rsidRPr="00046A35">
          <w:rPr>
            <w:rStyle w:val="Hyperlink"/>
          </w:rPr>
          <w:t>obtained</w:t>
        </w:r>
      </w:hyperlink>
      <w:r>
        <w:t xml:space="preserve"> from a previously returned entity representation, </w:t>
      </w:r>
      <w:hyperlink w:anchor="sec_ParameterAliases" w:history="1">
        <w:r w:rsidRPr="000E3CA4">
          <w:rPr>
            <w:rStyle w:val="Hyperlink"/>
          </w:rPr>
          <w:t>parameter alia</w:t>
        </w:r>
        <w:r>
          <w:rPr>
            <w:rStyle w:val="Hyperlink"/>
          </w:rPr>
          <w:t>se</w:t>
        </w:r>
        <w:r w:rsidRPr="000E3CA4">
          <w:rPr>
            <w:rStyle w:val="Hyperlink"/>
          </w:rPr>
          <w:t>s</w:t>
        </w:r>
      </w:hyperlink>
      <w:r>
        <w:rPr>
          <w:rStyle w:val="Hyperlink"/>
        </w:rPr>
        <w:t xml:space="preserve"> </w:t>
      </w:r>
      <w:r w:rsidRPr="000167B1">
        <w:t xml:space="preserve">that are identical </w:t>
      </w:r>
      <w:r>
        <w:t>to the parameter name preceded by an at (</w:t>
      </w:r>
      <w:r w:rsidRPr="000167B1">
        <w:rPr>
          <w:rStyle w:val="Datatype"/>
        </w:rPr>
        <w:t>@</w:t>
      </w:r>
      <w:r>
        <w:t>) sign MUST be used. Clients MUST check if the obtained URL already contains a query part and appropriately precede the parameters either with an ampersand (</w:t>
      </w:r>
      <w:r w:rsidRPr="00ED5467">
        <w:rPr>
          <w:rStyle w:val="Datatype"/>
        </w:rPr>
        <w:t>&amp;</w:t>
      </w:r>
      <w:r>
        <w:t>) or a question mark (</w:t>
      </w:r>
      <w:r w:rsidRPr="00A73AAF">
        <w:rPr>
          <w:rStyle w:val="Datatype"/>
        </w:rPr>
        <w:t>?</w:t>
      </w:r>
      <w:r>
        <w:t>).</w:t>
      </w:r>
    </w:p>
    <w:p w14:paraId="6D1A3990" w14:textId="77777777" w:rsidR="00752DAA" w:rsidRDefault="00752DAA" w:rsidP="00752DAA">
      <w:r>
        <w:t xml:space="preserve">Services MAY additionally support invoking functions using the unqualified function name by defining one or more </w:t>
      </w:r>
      <w:hyperlink w:anchor="sec_DefaultNamespaces" w:history="1">
        <w:r w:rsidRPr="003B5EDF">
          <w:rPr>
            <w:rStyle w:val="Hyperlink"/>
          </w:rPr>
          <w:t>default namespaces</w:t>
        </w:r>
      </w:hyperlink>
      <w:r>
        <w:t xml:space="preserve"> through the </w:t>
      </w:r>
      <w:r w:rsidRPr="004875B7">
        <w:rPr>
          <w:rStyle w:val="Keyword"/>
        </w:rPr>
        <w:t>Core.</w:t>
      </w:r>
      <w:r>
        <w:rPr>
          <w:rStyle w:val="Datatype"/>
        </w:rPr>
        <w:t>DefaultNamespace</w:t>
      </w:r>
      <w:r w:rsidRPr="008B7E6D">
        <w:rPr>
          <w:rStyle w:val="Datatype"/>
          <w:rFonts w:ascii="Arial" w:hAnsi="Arial" w:cs="Arial"/>
        </w:rPr>
        <w:t xml:space="preserve"> </w:t>
      </w:r>
      <w:r>
        <w:t xml:space="preserve">term defined in  </w:t>
      </w:r>
      <w:hyperlink w:anchor="VocCore" w:history="1">
        <w:r w:rsidRPr="00CF5569">
          <w:rPr>
            <w:rStyle w:val="Hyperlink"/>
            <w:b/>
          </w:rPr>
          <w:t>[OData-VocCore]</w:t>
        </w:r>
      </w:hyperlink>
      <w:r>
        <w:t>.</w:t>
      </w:r>
    </w:p>
    <w:p w14:paraId="221F4D1D" w14:textId="77777777" w:rsidR="00752DAA" w:rsidRDefault="00752DAA" w:rsidP="00752DAA">
      <w:r>
        <w:t xml:space="preserve">Functions can be used within </w:t>
      </w:r>
      <w:hyperlink w:anchor="sec_SystemQueryOptionfilter" w:history="1">
        <w:r w:rsidRPr="00E01C30">
          <w:rPr>
            <w:rStyle w:val="Hyperlink"/>
            <w:rFonts w:ascii="Courier New" w:hAnsi="Courier New" w:cs="Courier New"/>
          </w:rPr>
          <w:t>$filter</w:t>
        </w:r>
      </w:hyperlink>
      <w:r>
        <w:t xml:space="preserve"> or </w:t>
      </w:r>
      <w:hyperlink w:anchor="sec_SystemQueryOptionorderby" w:history="1">
        <w:r w:rsidRPr="00E01C30">
          <w:rPr>
            <w:rStyle w:val="Hyperlink"/>
            <w:rFonts w:ascii="Courier New" w:hAnsi="Courier New" w:cs="Courier New"/>
          </w:rPr>
          <w:t>$orderby</w:t>
        </w:r>
      </w:hyperlink>
      <w:r>
        <w:t xml:space="preserve"> system query options. Such functions can be bound to a resource, as described above, or called directly by specifying the namespace- (or alias-) qualified function name. Parameter values for functions within </w:t>
      </w:r>
      <w:hyperlink w:anchor="sec_SystemQueryOptionfilter" w:history="1">
        <w:r w:rsidRPr="00E01C30">
          <w:rPr>
            <w:rStyle w:val="Hyperlink"/>
            <w:rFonts w:ascii="Courier New" w:hAnsi="Courier New" w:cs="Courier New"/>
          </w:rPr>
          <w:t>$filter</w:t>
        </w:r>
      </w:hyperlink>
      <w:r>
        <w:t xml:space="preserve"> or </w:t>
      </w:r>
      <w:hyperlink w:anchor="sec_SystemQueryOptionorderby" w:history="1">
        <w:r w:rsidRPr="00E01C30">
          <w:rPr>
            <w:rStyle w:val="Hyperlink"/>
            <w:rFonts w:ascii="Courier New" w:hAnsi="Courier New" w:cs="Courier New"/>
          </w:rPr>
          <w:t>$orderby</w:t>
        </w:r>
      </w:hyperlink>
      <w:r>
        <w:t xml:space="preserve"> are specified according to the </w:t>
      </w:r>
      <w:hyperlink w:anchor="sec_InlineParameterSyntax" w:history="1">
        <w:r>
          <w:rPr>
            <w:rStyle w:val="Hyperlink"/>
          </w:rPr>
          <w:t>i</w:t>
        </w:r>
        <w:r w:rsidRPr="007A5150">
          <w:rPr>
            <w:rStyle w:val="Hyperlink"/>
          </w:rPr>
          <w:t xml:space="preserve">nline </w:t>
        </w:r>
        <w:r>
          <w:rPr>
            <w:rStyle w:val="Hyperlink"/>
          </w:rPr>
          <w:t>p</w:t>
        </w:r>
        <w:r w:rsidRPr="007A5150">
          <w:rPr>
            <w:rStyle w:val="Hyperlink"/>
          </w:rPr>
          <w:t xml:space="preserve">arameter </w:t>
        </w:r>
        <w:r>
          <w:rPr>
            <w:rStyle w:val="Hyperlink"/>
          </w:rPr>
          <w:t>s</w:t>
        </w:r>
        <w:r w:rsidRPr="007A5150">
          <w:rPr>
            <w:rStyle w:val="Hyperlink"/>
          </w:rPr>
          <w:t>yntax</w:t>
        </w:r>
      </w:hyperlink>
      <w:r>
        <w:t>.</w:t>
      </w:r>
    </w:p>
    <w:p w14:paraId="25DE187F" w14:textId="77777777" w:rsidR="00752DAA" w:rsidRDefault="00752DAA" w:rsidP="00752DAA">
      <w:r>
        <w:t xml:space="preserve">To invoke a function through a function import the client issues a </w:t>
      </w:r>
      <w:r w:rsidRPr="00046A35">
        <w:rPr>
          <w:rFonts w:ascii="Courier New" w:hAnsi="Courier New" w:cs="Courier New"/>
        </w:rPr>
        <w:t>GET</w:t>
      </w:r>
      <w:r>
        <w:t xml:space="preserve"> request to a URL identifying the function import and passing parameter values using </w:t>
      </w:r>
      <w:hyperlink w:anchor="sec_InlineParameterSyntax" w:history="1">
        <w:r w:rsidRPr="007A5150">
          <w:rPr>
            <w:rStyle w:val="Hyperlink"/>
          </w:rPr>
          <w:t>inline paramete</w:t>
        </w:r>
        <w:r>
          <w:rPr>
            <w:rStyle w:val="Hyperlink"/>
          </w:rPr>
          <w:t>r syntax</w:t>
        </w:r>
      </w:hyperlink>
      <w:r>
        <w:t>. The canonical URL for a function import is the service root, followed by the name of the function import.</w:t>
      </w:r>
      <w:r w:rsidDel="00152FE3">
        <w:t xml:space="preserve"> </w:t>
      </w:r>
      <w:r>
        <w:t>Services MAY support omitting the parentheses when invoking a function import with no parameters, but for maximum interoperability MUST also support invoking the function import with empty parentheses.</w:t>
      </w:r>
    </w:p>
    <w:p w14:paraId="545E7423" w14:textId="77777777" w:rsidR="00752DAA" w:rsidRDefault="00752DAA" w:rsidP="00752DAA">
      <w:r>
        <w:t xml:space="preserve">If the function is composable, additional path segments may be appended to the URL that identifies the composable function (or function import) as appropriate for the type returned by the function (or function import). The last path segment determines the system query options and HTTP verbs that can be used with this this URL, e.g. if the last path segment is a multi-valued navigation property, a </w:t>
      </w:r>
      <w:r w:rsidRPr="00A124ED">
        <w:rPr>
          <w:rStyle w:val="Datatype"/>
        </w:rPr>
        <w:t>POST</w:t>
      </w:r>
      <w:r>
        <w:t xml:space="preserve"> request may be used to create a new entity in the identified collection.</w:t>
      </w:r>
    </w:p>
    <w:p w14:paraId="469A3ECD"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87</w:t>
      </w:r>
      <w:r w:rsidR="002A710D">
        <w:rPr>
          <w:noProof/>
        </w:rPr>
        <w:fldChar w:fldCharType="end"/>
      </w:r>
      <w:r w:rsidRPr="003F1FAD">
        <w:t>:</w:t>
      </w:r>
      <w:r>
        <w:t xml:space="preserve"> add a new item to the list of items of the shopping cart returned by the composable </w:t>
      </w:r>
      <w:r w:rsidRPr="00070A93">
        <w:rPr>
          <w:rStyle w:val="Datatype"/>
        </w:rPr>
        <w:t>MyShoppingCart</w:t>
      </w:r>
      <w:r>
        <w:t xml:space="preserve"> function import </w:t>
      </w:r>
    </w:p>
    <w:p w14:paraId="26682161" w14:textId="77777777" w:rsidR="00752DAA" w:rsidRDefault="00752DAA" w:rsidP="00752DAA">
      <w:pPr>
        <w:pStyle w:val="Code"/>
        <w:rPr>
          <w:rStyle w:val="VerbatimChar"/>
          <w:rFonts w:eastAsia="Cambria"/>
        </w:rPr>
      </w:pPr>
      <w:r>
        <w:rPr>
          <w:rStyle w:val="VerbatimChar"/>
          <w:rFonts w:eastAsia="Cambria"/>
        </w:rPr>
        <w:t xml:space="preserve">POST </w:t>
      </w:r>
      <w:r w:rsidRPr="007A7292">
        <w:t>http://host/service/MyShoppingCart()</w:t>
      </w:r>
      <w:r>
        <w:rPr>
          <w:rStyle w:val="VerbatimChar"/>
          <w:rFonts w:eastAsia="Cambria"/>
        </w:rPr>
        <w:t>/Items</w:t>
      </w:r>
    </w:p>
    <w:p w14:paraId="03D55717" w14:textId="77777777" w:rsidR="00752DAA" w:rsidRDefault="00752DAA" w:rsidP="00752DAA">
      <w:pPr>
        <w:pStyle w:val="Code"/>
        <w:rPr>
          <w:rStyle w:val="VerbatimChar"/>
          <w:rFonts w:eastAsia="Cambria"/>
        </w:rPr>
      </w:pPr>
    </w:p>
    <w:p w14:paraId="2A7AC075" w14:textId="77777777" w:rsidR="00752DAA" w:rsidRPr="00A0101D" w:rsidRDefault="00752DAA" w:rsidP="00752DAA">
      <w:pPr>
        <w:pStyle w:val="Code"/>
        <w:rPr>
          <w:rStyle w:val="VerbatimChar"/>
          <w:rFonts w:eastAsia="Cambria"/>
        </w:rPr>
      </w:pPr>
      <w:r>
        <w:rPr>
          <w:rStyle w:val="VerbatimChar"/>
          <w:rFonts w:eastAsia="Cambria"/>
        </w:rPr>
        <w:t>...</w:t>
      </w:r>
    </w:p>
    <w:p w14:paraId="42361DB3" w14:textId="77777777" w:rsidR="00752DAA" w:rsidRDefault="00752DAA" w:rsidP="00752DAA">
      <w:r>
        <w:t>Parameter values passed to functions MUST be specified either as a URL literal (for primitive types) or as a JSON formatted OData object (for complex types or collections of primitive types or complex types).</w:t>
      </w:r>
    </w:p>
    <w:p w14:paraId="311E23A9" w14:textId="77777777" w:rsidR="00752DAA" w:rsidRDefault="00752DAA" w:rsidP="00752DAA">
      <w:r>
        <w:lastRenderedPageBreak/>
        <w:t xml:space="preserve">If a collection-valued function has no result for a given parameter value combination, the response is the format-specific representation of an empty collection. If a single-valued function with a nullable return-type has no result, the service returns </w:t>
      </w:r>
      <w:hyperlink w:anchor="sec_ResponseCode204NoContent" w:history="1">
        <w:r w:rsidRPr="00864351">
          <w:rPr>
            <w:rStyle w:val="Hyperlink"/>
            <w:rFonts w:ascii="Courier New" w:hAnsi="Courier New"/>
          </w:rPr>
          <w:t>204 No Content</w:t>
        </w:r>
      </w:hyperlink>
      <w:r>
        <w:t>.</w:t>
      </w:r>
    </w:p>
    <w:p w14:paraId="6C4AD6BE" w14:textId="77777777" w:rsidR="00752DAA" w:rsidRDefault="00752DAA" w:rsidP="00752DAA">
      <w:r>
        <w:t xml:space="preserve">If a single-valued function with a non-nullable return type has no result, the service returns </w:t>
      </w:r>
      <w:r w:rsidRPr="008035BE">
        <w:rPr>
          <w:rStyle w:val="Datatype"/>
        </w:rPr>
        <w:t>4xx</w:t>
      </w:r>
      <w:r>
        <w:t xml:space="preserve">. </w:t>
      </w:r>
      <w:r w:rsidRPr="00C60389">
        <w:t xml:space="preserve">For functions that return a single entity </w:t>
      </w:r>
      <w:hyperlink w:anchor="sec_ResponseCode404NotFound" w:history="1">
        <w:r w:rsidRPr="008035BE">
          <w:rPr>
            <w:rStyle w:val="Hyperlink"/>
            <w:rFonts w:ascii="Courier New" w:hAnsi="Courier New"/>
          </w:rPr>
          <w:t>404 Not Found</w:t>
        </w:r>
      </w:hyperlink>
      <w:r w:rsidRPr="00C60389">
        <w:t xml:space="preserve"> is the appropriate </w:t>
      </w:r>
      <w:r>
        <w:t>response code</w:t>
      </w:r>
      <w:r w:rsidRPr="00C60389">
        <w:t>.</w:t>
      </w:r>
    </w:p>
    <w:p w14:paraId="0E1D3AC0" w14:textId="77777777" w:rsidR="00752DAA" w:rsidRDefault="00752DAA" w:rsidP="00752DAA">
      <w:r>
        <w:t xml:space="preserve">For a composable function the processing is stopped when the function result requires a </w:t>
      </w:r>
      <w:r w:rsidRPr="004D1751">
        <w:rPr>
          <w:rStyle w:val="Datatype"/>
        </w:rPr>
        <w:t>4xx</w:t>
      </w:r>
      <w:r>
        <w:t xml:space="preserve"> response, and continues otherwise.</w:t>
      </w:r>
    </w:p>
    <w:p w14:paraId="126397D1" w14:textId="77777777" w:rsidR="00752DAA" w:rsidRDefault="00752DAA" w:rsidP="00752DAA">
      <w:r>
        <w:t xml:space="preserve">Function imports MUST NOT be used inside either the </w:t>
      </w:r>
      <w:hyperlink w:anchor="sec_SystemQueryOptionfilter" w:history="1">
        <w:r w:rsidRPr="00E01C30">
          <w:rPr>
            <w:rStyle w:val="Hyperlink"/>
            <w:rFonts w:ascii="Courier New" w:hAnsi="Courier New" w:cs="Courier New"/>
          </w:rPr>
          <w:t>$filter</w:t>
        </w:r>
      </w:hyperlink>
      <w:r>
        <w:t xml:space="preserve"> or </w:t>
      </w:r>
      <w:hyperlink w:anchor="sec_SystemQueryOptionorderby" w:history="1">
        <w:r w:rsidRPr="00E01C30">
          <w:rPr>
            <w:rStyle w:val="Hyperlink"/>
            <w:rFonts w:ascii="Courier New" w:hAnsi="Courier New" w:cs="Courier New"/>
          </w:rPr>
          <w:t>$orderby</w:t>
        </w:r>
      </w:hyperlink>
      <w:r>
        <w:t xml:space="preserve"> system query options.</w:t>
      </w:r>
    </w:p>
    <w:bookmarkStart w:id="981" w:name="_Inline_Parameter_Syntax"/>
    <w:bookmarkStart w:id="982" w:name="_Toc477876711"/>
    <w:bookmarkStart w:id="983" w:name="sec_InlineParameterSyntax"/>
    <w:bookmarkEnd w:id="981"/>
    <w:p w14:paraId="11C3EC05" w14:textId="77777777" w:rsidR="00752DAA" w:rsidRDefault="00752DAA" w:rsidP="006C1EBF">
      <w:pPr>
        <w:pStyle w:val="Heading5"/>
        <w:numPr>
          <w:ilvl w:val="4"/>
          <w:numId w:val="2"/>
        </w:numPr>
        <w:tabs>
          <w:tab w:val="left" w:pos="567"/>
        </w:tabs>
      </w:pPr>
      <w:r>
        <w:fldChar w:fldCharType="begin"/>
      </w:r>
      <w:r>
        <w:instrText xml:space="preserve"> HYPERLINK  \l "sec_InlineParameterSyntax" </w:instrText>
      </w:r>
      <w:r>
        <w:fldChar w:fldCharType="separate"/>
      </w:r>
      <w:bookmarkStart w:id="984" w:name="_Toc494885129"/>
      <w:bookmarkStart w:id="985" w:name="_Toc494356876"/>
      <w:r w:rsidRPr="004A50BC">
        <w:rPr>
          <w:rStyle w:val="Hyperlink"/>
        </w:rPr>
        <w:t>Inline Parameter Syntax</w:t>
      </w:r>
      <w:bookmarkEnd w:id="982"/>
      <w:bookmarkEnd w:id="983"/>
      <w:bookmarkEnd w:id="984"/>
      <w:bookmarkEnd w:id="985"/>
      <w:r>
        <w:fldChar w:fldCharType="end"/>
      </w:r>
    </w:p>
    <w:p w14:paraId="24422D0C" w14:textId="77777777" w:rsidR="00752DAA" w:rsidRDefault="00752DAA" w:rsidP="00752DAA">
      <w:r>
        <w:t>Parameter values are specified inline by appending a comma-separated list of parameter values, enclosed by parenthesis to the function name.</w:t>
      </w:r>
    </w:p>
    <w:p w14:paraId="19C6E5CD" w14:textId="77777777" w:rsidR="00752DAA" w:rsidRDefault="00752DAA" w:rsidP="00752DAA">
      <w:r>
        <w:t xml:space="preserve">Each parameter value is represented as a name/value pair in the format </w:t>
      </w:r>
      <w:r w:rsidRPr="00A0101D">
        <w:rPr>
          <w:rStyle w:val="Datatype"/>
        </w:rPr>
        <w:t>Name=Value</w:t>
      </w:r>
      <w:r>
        <w:t xml:space="preserve">, where </w:t>
      </w:r>
      <w:r w:rsidRPr="007F68B8">
        <w:rPr>
          <w:rStyle w:val="Datatype"/>
        </w:rPr>
        <w:t>Name</w:t>
      </w:r>
      <w:r>
        <w:t xml:space="preserve"> is the name of the parameter to the function and </w:t>
      </w:r>
      <w:r w:rsidRPr="007F68B8">
        <w:rPr>
          <w:rStyle w:val="Datatype"/>
        </w:rPr>
        <w:t>Value</w:t>
      </w:r>
      <w:r>
        <w:t xml:space="preserve"> is the parameter value.</w:t>
      </w:r>
    </w:p>
    <w:p w14:paraId="7E6AA50A"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88</w:t>
      </w:r>
      <w:r w:rsidR="002A710D">
        <w:rPr>
          <w:noProof/>
        </w:rPr>
        <w:fldChar w:fldCharType="end"/>
      </w:r>
      <w:r w:rsidRPr="003F1FAD">
        <w:t>:</w:t>
      </w:r>
      <w:r>
        <w:t xml:space="preserve"> invoke a </w:t>
      </w:r>
      <w:r w:rsidRPr="00A0101D">
        <w:rPr>
          <w:rStyle w:val="Datatype"/>
        </w:rPr>
        <w:t>Sales.EmployeesByManager</w:t>
      </w:r>
      <w:r>
        <w:t xml:space="preserve"> function which takes a single </w:t>
      </w:r>
      <w:r w:rsidRPr="00A0101D">
        <w:rPr>
          <w:rStyle w:val="Datatype"/>
        </w:rPr>
        <w:t>ManagerID</w:t>
      </w:r>
      <w:r>
        <w:t xml:space="preserve"> parameter via the function import </w:t>
      </w:r>
      <w:r w:rsidRPr="00A0101D">
        <w:rPr>
          <w:rStyle w:val="Datatype"/>
        </w:rPr>
        <w:t>EmployeesByManager</w:t>
      </w:r>
      <w:r>
        <w:t xml:space="preserve"> </w:t>
      </w:r>
    </w:p>
    <w:p w14:paraId="5C4A59FB" w14:textId="77777777" w:rsidR="00752DAA" w:rsidRPr="00A0101D" w:rsidRDefault="00752DAA" w:rsidP="00752DAA">
      <w:pPr>
        <w:pStyle w:val="Code"/>
        <w:rPr>
          <w:rStyle w:val="VerbatimChar"/>
          <w:rFonts w:eastAsia="Cambria"/>
        </w:rPr>
      </w:pPr>
      <w:r>
        <w:rPr>
          <w:rStyle w:val="VerbatimChar"/>
          <w:rFonts w:eastAsia="Cambria"/>
        </w:rPr>
        <w:t xml:space="preserve">GET </w:t>
      </w:r>
      <w:r w:rsidRPr="00A0101D">
        <w:rPr>
          <w:rStyle w:val="VerbatimChar"/>
          <w:rFonts w:eastAsia="Cambria"/>
        </w:rPr>
        <w:t>http://</w:t>
      </w:r>
      <w:r>
        <w:rPr>
          <w:rStyle w:val="VerbatimChar"/>
          <w:rFonts w:eastAsia="Cambria"/>
        </w:rPr>
        <w:t>host/</w:t>
      </w:r>
      <w:r w:rsidRPr="00A0101D">
        <w:rPr>
          <w:rStyle w:val="VerbatimChar"/>
          <w:rFonts w:eastAsia="Cambria"/>
        </w:rPr>
        <w:t>serv</w:t>
      </w:r>
      <w:r>
        <w:rPr>
          <w:rStyle w:val="VerbatimChar"/>
          <w:rFonts w:eastAsia="Cambria"/>
        </w:rPr>
        <w:t>ice</w:t>
      </w:r>
      <w:r w:rsidRPr="00A0101D">
        <w:rPr>
          <w:rStyle w:val="VerbatimChar"/>
          <w:rFonts w:eastAsia="Cambria"/>
        </w:rPr>
        <w:t>/EmployeesByManager(ManagerID=3)</w:t>
      </w:r>
    </w:p>
    <w:p w14:paraId="2B6ADB03"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89</w:t>
      </w:r>
      <w:r w:rsidR="002A710D">
        <w:rPr>
          <w:noProof/>
        </w:rPr>
        <w:fldChar w:fldCharType="end"/>
      </w:r>
      <w:r w:rsidRPr="003F1FAD">
        <w:t>:</w:t>
      </w:r>
      <w:r w:rsidRPr="00DB0C0B">
        <w:t xml:space="preserve"> </w:t>
      </w:r>
      <w:r>
        <w:t xml:space="preserve">return all </w:t>
      </w:r>
      <w:r w:rsidRPr="003F750E">
        <w:rPr>
          <w:rStyle w:val="Datatype"/>
        </w:rPr>
        <w:t>Customers</w:t>
      </w:r>
      <w:r>
        <w:t xml:space="preserve"> whose City property returns "Western" when passed to the </w:t>
      </w:r>
      <w:r w:rsidRPr="003F750E">
        <w:rPr>
          <w:rStyle w:val="Datatype"/>
        </w:rPr>
        <w:t>Sales.SalesRegion</w:t>
      </w:r>
      <w:r>
        <w:t xml:space="preserve"> function</w:t>
      </w:r>
    </w:p>
    <w:p w14:paraId="3D60B9FD" w14:textId="77777777" w:rsidR="00752DAA" w:rsidRPr="00A0101D" w:rsidRDefault="00752DAA" w:rsidP="00752DAA">
      <w:pPr>
        <w:pStyle w:val="Code"/>
        <w:rPr>
          <w:rStyle w:val="VerbatimChar"/>
          <w:rFonts w:eastAsia="Cambria"/>
        </w:rPr>
      </w:pPr>
      <w:r>
        <w:rPr>
          <w:rStyle w:val="VerbatimChar"/>
          <w:rFonts w:eastAsia="Cambria"/>
        </w:rPr>
        <w:t xml:space="preserve">GET </w:t>
      </w:r>
      <w:r w:rsidRPr="00A0101D">
        <w:rPr>
          <w:rStyle w:val="VerbatimChar"/>
          <w:rFonts w:eastAsia="Cambria"/>
        </w:rPr>
        <w:t>http://</w:t>
      </w:r>
      <w:r>
        <w:rPr>
          <w:rStyle w:val="VerbatimChar"/>
          <w:rFonts w:eastAsia="Cambria"/>
        </w:rPr>
        <w:t>host/</w:t>
      </w:r>
      <w:r w:rsidRPr="00A0101D">
        <w:rPr>
          <w:rStyle w:val="VerbatimChar"/>
          <w:rFonts w:eastAsia="Cambria"/>
        </w:rPr>
        <w:t>serv</w:t>
      </w:r>
      <w:r>
        <w:rPr>
          <w:rStyle w:val="VerbatimChar"/>
          <w:rFonts w:eastAsia="Cambria"/>
        </w:rPr>
        <w:t>ice</w:t>
      </w:r>
      <w:r w:rsidRPr="00A0101D">
        <w:rPr>
          <w:rStyle w:val="VerbatimChar"/>
          <w:rFonts w:eastAsia="Cambria"/>
        </w:rPr>
        <w:t>/Customers?</w:t>
      </w:r>
      <w:r>
        <w:rPr>
          <w:rStyle w:val="VerbatimChar"/>
          <w:rFonts w:eastAsia="Cambria"/>
        </w:rPr>
        <w:br/>
        <w:t xml:space="preserve">                         </w:t>
      </w:r>
      <w:r w:rsidRPr="00A0101D">
        <w:rPr>
          <w:rStyle w:val="VerbatimChar"/>
          <w:rFonts w:eastAsia="Cambria"/>
        </w:rPr>
        <w:t xml:space="preserve">$filter=Sales.SalesRegion(City=$it/City) eq </w:t>
      </w:r>
      <w:r>
        <w:rPr>
          <w:rStyle w:val="VerbatimChar"/>
          <w:rFonts w:eastAsia="Cambria"/>
        </w:rPr>
        <w:t>'</w:t>
      </w:r>
      <w:r w:rsidRPr="00A0101D">
        <w:rPr>
          <w:rStyle w:val="VerbatimChar"/>
          <w:rFonts w:eastAsia="Cambria"/>
        </w:rPr>
        <w:t>Western</w:t>
      </w:r>
      <w:r>
        <w:rPr>
          <w:rStyle w:val="VerbatimChar"/>
          <w:rFonts w:eastAsia="Cambria"/>
        </w:rPr>
        <w:t>'</w:t>
      </w:r>
    </w:p>
    <w:p w14:paraId="42CBE5B8" w14:textId="77777777" w:rsidR="00752DAA" w:rsidRDefault="00752DAA" w:rsidP="00752DAA">
      <w:bookmarkStart w:id="986" w:name="_Parameter_Aliases"/>
      <w:bookmarkEnd w:id="986"/>
      <w:r>
        <w:t>A</w:t>
      </w:r>
      <w:r w:rsidRPr="004164F3">
        <w:t xml:space="preserve"> </w:t>
      </w:r>
      <w:hyperlink w:anchor="sec_ParameterAliases" w:history="1">
        <w:r w:rsidRPr="000E3CA4">
          <w:rPr>
            <w:rStyle w:val="Hyperlink"/>
          </w:rPr>
          <w:t>parameter alias</w:t>
        </w:r>
      </w:hyperlink>
      <w:r>
        <w:rPr>
          <w:rStyle w:val="Hyperlink"/>
        </w:rPr>
        <w:t xml:space="preserve"> </w:t>
      </w:r>
      <w:r w:rsidRPr="0012542E">
        <w:t>can be used</w:t>
      </w:r>
      <w:r>
        <w:t xml:space="preserve"> in place of an inline parameter value. The value for the alias is specified as a separate query option using the name of the parameter alias.</w:t>
      </w:r>
    </w:p>
    <w:p w14:paraId="23389046"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90</w:t>
      </w:r>
      <w:r w:rsidR="002A710D">
        <w:rPr>
          <w:noProof/>
        </w:rPr>
        <w:fldChar w:fldCharType="end"/>
      </w:r>
      <w:r w:rsidRPr="003F1FAD">
        <w:t>:</w:t>
      </w:r>
      <w:r w:rsidRPr="00DB0C0B">
        <w:t xml:space="preserve"> </w:t>
      </w:r>
      <w:r>
        <w:t xml:space="preserve">invoke a </w:t>
      </w:r>
      <w:r w:rsidRPr="00A0101D">
        <w:rPr>
          <w:rStyle w:val="Datatype"/>
        </w:rPr>
        <w:t>Sales.EmployeesByManager</w:t>
      </w:r>
      <w:r>
        <w:t xml:space="preserve"> function</w:t>
      </w:r>
      <w:r w:rsidRPr="00B0440E">
        <w:t xml:space="preserve"> </w:t>
      </w:r>
      <w:r>
        <w:t xml:space="preserve">via the function import </w:t>
      </w:r>
      <w:r w:rsidRPr="00A0101D">
        <w:rPr>
          <w:rStyle w:val="Datatype"/>
        </w:rPr>
        <w:t>EmployeesByManager</w:t>
      </w:r>
      <w:r>
        <w:t xml:space="preserve">, passing 3 for the </w:t>
      </w:r>
      <w:r w:rsidRPr="00A0101D">
        <w:rPr>
          <w:rStyle w:val="Datatype"/>
        </w:rPr>
        <w:t>ManagerID</w:t>
      </w:r>
      <w:r>
        <w:t xml:space="preserve"> parameter</w:t>
      </w:r>
    </w:p>
    <w:p w14:paraId="4C038B65" w14:textId="77777777" w:rsidR="00752DAA" w:rsidRDefault="00752DAA" w:rsidP="00752DAA">
      <w:pPr>
        <w:pStyle w:val="Code"/>
      </w:pPr>
      <w:r>
        <w:rPr>
          <w:rStyle w:val="VerbatimChar"/>
          <w:rFonts w:eastAsia="Cambria"/>
        </w:rPr>
        <w:t xml:space="preserve">GET </w:t>
      </w:r>
      <w:r w:rsidRPr="003F750E">
        <w:rPr>
          <w:rStyle w:val="VerbatimChar"/>
          <w:rFonts w:eastAsia="Cambria"/>
        </w:rPr>
        <w:t>http://</w:t>
      </w:r>
      <w:r>
        <w:rPr>
          <w:rStyle w:val="VerbatimChar"/>
          <w:rFonts w:eastAsia="Cambria"/>
        </w:rPr>
        <w:t>host/</w:t>
      </w:r>
      <w:r w:rsidRPr="003F750E">
        <w:rPr>
          <w:rStyle w:val="VerbatimChar"/>
          <w:rFonts w:eastAsia="Cambria"/>
        </w:rPr>
        <w:t>serv</w:t>
      </w:r>
      <w:r>
        <w:rPr>
          <w:rStyle w:val="VerbatimChar"/>
          <w:rFonts w:eastAsia="Cambria"/>
        </w:rPr>
        <w:t>ice</w:t>
      </w:r>
      <w:r w:rsidRPr="003F750E">
        <w:rPr>
          <w:rStyle w:val="VerbatimChar"/>
          <w:rFonts w:eastAsia="Cambria"/>
        </w:rPr>
        <w:t>/EmployeesByManager(ManagerID=@p1)?@p1=3</w:t>
      </w:r>
    </w:p>
    <w:p w14:paraId="3F0783D9" w14:textId="77777777" w:rsidR="00752DAA" w:rsidRDefault="00752DAA" w:rsidP="00752DAA">
      <w:bookmarkStart w:id="987" w:name="_Parameter_Name_Syntax"/>
      <w:bookmarkStart w:id="988" w:name="_Toc370126133"/>
      <w:bookmarkStart w:id="989" w:name="_Toc370374930"/>
      <w:bookmarkEnd w:id="987"/>
      <w:r>
        <w:t xml:space="preserve">Services MAY in addition allow implicit </w:t>
      </w:r>
      <w:hyperlink w:anchor="sec_ParameterAliases" w:history="1">
        <w:r>
          <w:rPr>
            <w:rStyle w:val="Hyperlink"/>
          </w:rPr>
          <w:t>parameter aliases</w:t>
        </w:r>
      </w:hyperlink>
      <w:r>
        <w:rPr>
          <w:rStyle w:val="Hyperlink"/>
        </w:rPr>
        <w:t xml:space="preserve"> </w:t>
      </w:r>
      <w:r w:rsidRPr="00351B7E">
        <w:rPr>
          <w:rStyle w:val="Hyperlink"/>
          <w:color w:val="auto"/>
        </w:rPr>
        <w:t>for function imports and for functions that are the last path segment of the URL. An implicit parameter alias is the parameter name</w:t>
      </w:r>
      <w:r>
        <w:rPr>
          <w:rStyle w:val="Hyperlink"/>
          <w:color w:val="auto"/>
        </w:rPr>
        <w:t>, optionally</w:t>
      </w:r>
      <w:r w:rsidRPr="00351B7E">
        <w:rPr>
          <w:rStyle w:val="Hyperlink"/>
          <w:color w:val="auto"/>
        </w:rPr>
        <w:t xml:space="preserve"> preceded by an at (</w:t>
      </w:r>
      <w:r w:rsidRPr="00351B7E">
        <w:rPr>
          <w:rStyle w:val="Keyword"/>
        </w:rPr>
        <w:t>@</w:t>
      </w:r>
      <w:r w:rsidRPr="00351B7E">
        <w:rPr>
          <w:rStyle w:val="Hyperlink"/>
          <w:color w:val="auto"/>
        </w:rPr>
        <w:t>) sign</w:t>
      </w:r>
      <w:r>
        <w:rPr>
          <w:rStyle w:val="Hyperlink"/>
          <w:color w:val="auto"/>
        </w:rPr>
        <w:t>.</w:t>
      </w:r>
      <w:r w:rsidRPr="00351B7E">
        <w:rPr>
          <w:rStyle w:val="Hyperlink"/>
          <w:color w:val="auto"/>
        </w:rPr>
        <w:t xml:space="preserve"> </w:t>
      </w:r>
      <w:r>
        <w:rPr>
          <w:rStyle w:val="Hyperlink"/>
          <w:color w:val="auto"/>
        </w:rPr>
        <w:t>When</w:t>
      </w:r>
      <w:r w:rsidRPr="00351B7E">
        <w:rPr>
          <w:rStyle w:val="Hyperlink"/>
          <w:color w:val="auto"/>
        </w:rPr>
        <w:t xml:space="preserve"> us</w:t>
      </w:r>
      <w:r>
        <w:rPr>
          <w:rStyle w:val="Hyperlink"/>
          <w:color w:val="auto"/>
        </w:rPr>
        <w:t>ing</w:t>
      </w:r>
      <w:r w:rsidRPr="00351B7E">
        <w:rPr>
          <w:rStyle w:val="Hyperlink"/>
          <w:color w:val="auto"/>
        </w:rPr>
        <w:t xml:space="preserve"> implicit parameter aliases, parentheses </w:t>
      </w:r>
      <w:r>
        <w:rPr>
          <w:rStyle w:val="Hyperlink"/>
          <w:color w:val="auto"/>
        </w:rPr>
        <w:t>MUST NOT b</w:t>
      </w:r>
      <w:r w:rsidRPr="00351B7E">
        <w:rPr>
          <w:rStyle w:val="Hyperlink"/>
          <w:color w:val="auto"/>
        </w:rPr>
        <w:t>e appended to the function (import) name</w:t>
      </w:r>
      <w:r>
        <w:rPr>
          <w:rStyle w:val="Hyperlink"/>
          <w:color w:val="auto"/>
        </w:rPr>
        <w:t>.</w:t>
      </w:r>
      <w:r w:rsidRPr="00351B7E">
        <w:rPr>
          <w:rStyle w:val="Hyperlink"/>
          <w:color w:val="auto"/>
        </w:rPr>
        <w:t xml:space="preserve"> </w:t>
      </w:r>
      <w:r>
        <w:rPr>
          <w:rStyle w:val="Hyperlink"/>
          <w:color w:val="auto"/>
        </w:rPr>
        <w:t>T</w:t>
      </w:r>
      <w:r w:rsidRPr="00351B7E">
        <w:rPr>
          <w:rStyle w:val="Hyperlink"/>
          <w:color w:val="auto"/>
        </w:rPr>
        <w:t xml:space="preserve">he </w:t>
      </w:r>
      <w:r w:rsidRPr="00351B7E">
        <w:t xml:space="preserve">value for each parameter </w:t>
      </w:r>
      <w:r>
        <w:t>MUST be</w:t>
      </w:r>
      <w:r w:rsidRPr="00351B7E">
        <w:t xml:space="preserve"> specified as a separa</w:t>
      </w:r>
      <w:r>
        <w:t xml:space="preserve">te query option with the name of the parameter alias. If a parameter name is identical to a system query option name (without the optional </w:t>
      </w:r>
      <w:r w:rsidRPr="00363C67">
        <w:rPr>
          <w:rStyle w:val="Datatype"/>
        </w:rPr>
        <w:t>$</w:t>
      </w:r>
      <w:r>
        <w:t xml:space="preserve"> prefix), the parameter name MUST be prefixed with an at (</w:t>
      </w:r>
      <w:r w:rsidRPr="00351B7E">
        <w:rPr>
          <w:rStyle w:val="Keyword"/>
        </w:rPr>
        <w:t>@</w:t>
      </w:r>
      <w:r w:rsidRPr="00351B7E">
        <w:rPr>
          <w:rStyle w:val="Hyperlink"/>
          <w:color w:val="auto"/>
        </w:rPr>
        <w:t>) sign</w:t>
      </w:r>
      <w:r>
        <w:rPr>
          <w:rStyle w:val="Hyperlink"/>
          <w:color w:val="auto"/>
        </w:rPr>
        <w:t>.</w:t>
      </w:r>
    </w:p>
    <w:p w14:paraId="1E59F3BA"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91</w:t>
      </w:r>
      <w:r w:rsidR="002A710D">
        <w:rPr>
          <w:noProof/>
        </w:rPr>
        <w:fldChar w:fldCharType="end"/>
      </w:r>
      <w:r w:rsidRPr="003F1FAD">
        <w:t>:</w:t>
      </w:r>
      <w:r w:rsidRPr="00DB0C0B">
        <w:t xml:space="preserve"> </w:t>
      </w:r>
      <w:r>
        <w:t xml:space="preserve">invoke a </w:t>
      </w:r>
      <w:r w:rsidRPr="00A0101D">
        <w:rPr>
          <w:rStyle w:val="Datatype"/>
        </w:rPr>
        <w:t>Sales.EmployeesByManager</w:t>
      </w:r>
      <w:r>
        <w:t xml:space="preserve"> function</w:t>
      </w:r>
      <w:r w:rsidRPr="00B0440E">
        <w:t xml:space="preserve"> </w:t>
      </w:r>
      <w:r>
        <w:t xml:space="preserve">via the function import </w:t>
      </w:r>
      <w:r w:rsidRPr="00A0101D">
        <w:rPr>
          <w:rStyle w:val="Datatype"/>
        </w:rPr>
        <w:t>EmployeesByManager</w:t>
      </w:r>
      <w:r>
        <w:t xml:space="preserve">, passing 3 for the </w:t>
      </w:r>
      <w:r w:rsidRPr="00A0101D">
        <w:rPr>
          <w:rStyle w:val="Datatype"/>
        </w:rPr>
        <w:t>ManagerID</w:t>
      </w:r>
      <w:r>
        <w:t xml:space="preserve"> parameter using the implicit parameter alias</w:t>
      </w:r>
    </w:p>
    <w:p w14:paraId="7BE7DC84" w14:textId="77777777" w:rsidR="00752DAA" w:rsidRDefault="00752DAA" w:rsidP="00752DAA">
      <w:pPr>
        <w:pStyle w:val="Code"/>
      </w:pPr>
      <w:r>
        <w:rPr>
          <w:rStyle w:val="VerbatimChar"/>
          <w:rFonts w:eastAsia="Cambria"/>
        </w:rPr>
        <w:t xml:space="preserve">GET </w:t>
      </w:r>
      <w:r w:rsidRPr="003F750E">
        <w:rPr>
          <w:rStyle w:val="VerbatimChar"/>
          <w:rFonts w:eastAsia="Cambria"/>
        </w:rPr>
        <w:t>http://</w:t>
      </w:r>
      <w:r>
        <w:rPr>
          <w:rStyle w:val="VerbatimChar"/>
          <w:rFonts w:eastAsia="Cambria"/>
        </w:rPr>
        <w:t>host/</w:t>
      </w:r>
      <w:r w:rsidRPr="003F750E">
        <w:rPr>
          <w:rStyle w:val="VerbatimChar"/>
          <w:rFonts w:eastAsia="Cambria"/>
        </w:rPr>
        <w:t>serv</w:t>
      </w:r>
      <w:r>
        <w:rPr>
          <w:rStyle w:val="VerbatimChar"/>
          <w:rFonts w:eastAsia="Cambria"/>
        </w:rPr>
        <w:t>ice/EmployeesByManager?ManagerID</w:t>
      </w:r>
      <w:r w:rsidRPr="003F750E">
        <w:rPr>
          <w:rStyle w:val="VerbatimChar"/>
          <w:rFonts w:eastAsia="Cambria"/>
        </w:rPr>
        <w:t>=3</w:t>
      </w:r>
    </w:p>
    <w:bookmarkStart w:id="990" w:name="_Toc477876712"/>
    <w:bookmarkStart w:id="991" w:name="sec_Functionoverloadresolution"/>
    <w:bookmarkEnd w:id="988"/>
    <w:bookmarkEnd w:id="989"/>
    <w:p w14:paraId="0903ABC4" w14:textId="77777777" w:rsidR="00752DAA" w:rsidRDefault="00752DAA" w:rsidP="006C1EBF">
      <w:pPr>
        <w:pStyle w:val="Heading4"/>
        <w:numPr>
          <w:ilvl w:val="3"/>
          <w:numId w:val="2"/>
        </w:numPr>
        <w:tabs>
          <w:tab w:val="left" w:pos="567"/>
        </w:tabs>
      </w:pPr>
      <w:r>
        <w:fldChar w:fldCharType="begin"/>
      </w:r>
      <w:r>
        <w:instrText xml:space="preserve"> HYPERLINK  \l "sec_Functionoverloadresolution" </w:instrText>
      </w:r>
      <w:r>
        <w:fldChar w:fldCharType="separate"/>
      </w:r>
      <w:bookmarkStart w:id="992" w:name="_Toc494885130"/>
      <w:bookmarkStart w:id="993" w:name="_Toc494356877"/>
      <w:r w:rsidRPr="004A50BC">
        <w:rPr>
          <w:rStyle w:val="Hyperlink"/>
        </w:rPr>
        <w:t>Function overload resolution</w:t>
      </w:r>
      <w:bookmarkEnd w:id="990"/>
      <w:bookmarkEnd w:id="991"/>
      <w:bookmarkEnd w:id="992"/>
      <w:bookmarkEnd w:id="993"/>
      <w:r>
        <w:fldChar w:fldCharType="end"/>
      </w:r>
    </w:p>
    <w:p w14:paraId="6CE142C3" w14:textId="77777777" w:rsidR="00752DAA" w:rsidRDefault="00752DAA" w:rsidP="00752DAA">
      <w:r>
        <w:t xml:space="preserve">The same function name may be used multiple times within a schema, each with a different set of parameters. For unbound overloads the combination of the function name and the </w:t>
      </w:r>
      <w:r w:rsidRPr="00DC226E">
        <w:t xml:space="preserve">unordered </w:t>
      </w:r>
      <w:r>
        <w:t>set</w:t>
      </w:r>
      <w:r w:rsidRPr="00DC226E">
        <w:t xml:space="preserve"> of parameter names MUST identify a particular function overload.</w:t>
      </w:r>
      <w:r>
        <w:t xml:space="preserve"> For bound overloads the combination of the function name, the binding parameter type, and the unordered set of names of the non-binding parameters MUST identify a particular function overload.</w:t>
      </w:r>
    </w:p>
    <w:p w14:paraId="18CB1466" w14:textId="77777777" w:rsidR="00752DAA" w:rsidRPr="00DC226E" w:rsidRDefault="00752DAA" w:rsidP="00752DAA">
      <w:r>
        <w:t>All unbound overloads MUST have the same return type. Also, all bound overloads with a given binding parameter type MUST have the same return type.</w:t>
      </w:r>
    </w:p>
    <w:p w14:paraId="41DA53B6" w14:textId="77777777" w:rsidR="00752DAA" w:rsidRDefault="00752DAA" w:rsidP="00752DAA">
      <w:r>
        <w:lastRenderedPageBreak/>
        <w:t>If the function is bound and the binding parameter type is part of an inheritance hierarchy, the function overload is selected based on the type of the URL segment preceding the function name. A type-cast segment can be used to select a function defined on a particular type in the hierarchy,</w:t>
      </w:r>
      <w:r w:rsidRPr="005C0294">
        <w:t xml:space="preserve"> </w:t>
      </w:r>
      <w:r>
        <w:t xml:space="preserve">see </w:t>
      </w:r>
      <w:hyperlink w:anchor="ODataURLRef" w:history="1">
        <w:r w:rsidRPr="005E626C">
          <w:rPr>
            <w:rStyle w:val="Hyperlink"/>
            <w:b/>
          </w:rPr>
          <w:t>[OData</w:t>
        </w:r>
        <w:r>
          <w:rPr>
            <w:rStyle w:val="Hyperlink"/>
            <w:b/>
          </w:rPr>
          <w:noBreakHyphen/>
        </w:r>
        <w:r w:rsidRPr="005E626C">
          <w:rPr>
            <w:rStyle w:val="Hyperlink"/>
            <w:b/>
          </w:rPr>
          <w:t>URL]</w:t>
        </w:r>
      </w:hyperlink>
      <w:r>
        <w:t>.</w:t>
      </w:r>
    </w:p>
    <w:p w14:paraId="6FCA51F8" w14:textId="77777777" w:rsidR="00752DAA" w:rsidRDefault="00752DAA" w:rsidP="00752DAA">
      <w:r>
        <w:t xml:space="preserve">Non-binding parameters MAY be marked as optional by annotating them with the term </w:t>
      </w:r>
      <w:r w:rsidRPr="004875B7">
        <w:rPr>
          <w:rStyle w:val="Keyword"/>
        </w:rPr>
        <w:t>Core.</w:t>
      </w:r>
      <w:r>
        <w:rPr>
          <w:rStyle w:val="Keyword"/>
        </w:rPr>
        <w:t>Optional</w:t>
      </w:r>
      <w:r>
        <w:rPr>
          <w:rStyle w:val="Datatype"/>
        </w:rPr>
        <w:t>Parameter</w:t>
      </w:r>
      <w:r w:rsidRPr="001F7FA4">
        <w:rPr>
          <w:rStyle w:val="Datatype"/>
          <w:rFonts w:ascii="Arial" w:hAnsi="Arial" w:cs="Arial"/>
        </w:rPr>
        <w:t xml:space="preserve"> </w:t>
      </w:r>
      <w:r>
        <w:t xml:space="preserve">defined in  </w:t>
      </w:r>
      <w:hyperlink w:anchor="VocCore" w:history="1">
        <w:r w:rsidRPr="00CF5569">
          <w:rPr>
            <w:rStyle w:val="Hyperlink"/>
            <w:b/>
          </w:rPr>
          <w:t>[OData-VocCore]</w:t>
        </w:r>
      </w:hyperlink>
      <w:r>
        <w:t xml:space="preserve">. All parameters marked as optional MUST come after any parameters not marked as optional. </w:t>
      </w:r>
    </w:p>
    <w:p w14:paraId="3FB783AA" w14:textId="77777777" w:rsidR="00752DAA" w:rsidRDefault="00752DAA" w:rsidP="00752DAA">
      <w:r>
        <w:t>A function overload is selected if</w:t>
      </w:r>
    </w:p>
    <w:p w14:paraId="7E42F23C" w14:textId="77777777" w:rsidR="00752DAA" w:rsidRDefault="00752DAA" w:rsidP="006C1EBF">
      <w:pPr>
        <w:pStyle w:val="ListParagraph"/>
        <w:numPr>
          <w:ilvl w:val="0"/>
          <w:numId w:val="10"/>
        </w:numPr>
      </w:pPr>
      <w:r>
        <w:t>The set of specified parameters exactly matches a function overload, or else</w:t>
      </w:r>
    </w:p>
    <w:p w14:paraId="6953F40F" w14:textId="77777777" w:rsidR="00752DAA" w:rsidRDefault="00752DAA" w:rsidP="006C1EBF">
      <w:pPr>
        <w:pStyle w:val="ListParagraph"/>
        <w:numPr>
          <w:ilvl w:val="0"/>
          <w:numId w:val="10"/>
        </w:numPr>
      </w:pPr>
      <w:r>
        <w:t>The set of specified parameters matches a subset of parameters that includes all non-optional parameters of exactly one function overload.</w:t>
      </w:r>
    </w:p>
    <w:p w14:paraId="54C6E4D9" w14:textId="77777777" w:rsidR="00752DAA" w:rsidRDefault="00752DAA" w:rsidP="00752DAA">
      <w:r>
        <w:t xml:space="preserve">Services SHOULD avoid ambiguity, i.e. the combination of the function name, the unordered set of </w:t>
      </w:r>
      <w:r w:rsidRPr="002B1DC5">
        <w:rPr>
          <w:i/>
        </w:rPr>
        <w:t>non-optional</w:t>
      </w:r>
      <w:r>
        <w:t xml:space="preserve"> non-binding parameter names, plus the binding parameter type for bound overloads SHOULD identify a particular function overload. If there is ambiguity, then services MAY return </w:t>
      </w:r>
      <w:r w:rsidRPr="004F0B27">
        <w:rPr>
          <w:rStyle w:val="Datatype"/>
        </w:rPr>
        <w:t>400 Bad Request</w:t>
      </w:r>
      <w:r>
        <w:t xml:space="preserve"> with an error response body stating that the request was ambiguous.</w:t>
      </w:r>
    </w:p>
    <w:bookmarkStart w:id="994" w:name="_Actions_1"/>
    <w:bookmarkStart w:id="995" w:name="_Toc477876713"/>
    <w:bookmarkStart w:id="996" w:name="_Ref484616119"/>
    <w:bookmarkStart w:id="997" w:name="sec_Actions"/>
    <w:bookmarkEnd w:id="994"/>
    <w:p w14:paraId="6D464D45" w14:textId="77777777" w:rsidR="00752DAA" w:rsidRDefault="00752DAA" w:rsidP="006C1EBF">
      <w:pPr>
        <w:pStyle w:val="Heading3"/>
        <w:numPr>
          <w:ilvl w:val="2"/>
          <w:numId w:val="2"/>
        </w:numPr>
        <w:tabs>
          <w:tab w:val="left" w:pos="567"/>
        </w:tabs>
      </w:pPr>
      <w:r>
        <w:fldChar w:fldCharType="begin"/>
      </w:r>
      <w:r>
        <w:instrText xml:space="preserve"> HYPERLINK  \l "sec_Actions" </w:instrText>
      </w:r>
      <w:r>
        <w:fldChar w:fldCharType="separate"/>
      </w:r>
      <w:bookmarkStart w:id="998" w:name="_Toc494885131"/>
      <w:bookmarkStart w:id="999" w:name="_Toc494356878"/>
      <w:r w:rsidRPr="004A50BC">
        <w:rPr>
          <w:rStyle w:val="Hyperlink"/>
        </w:rPr>
        <w:t>Actions</w:t>
      </w:r>
      <w:bookmarkEnd w:id="995"/>
      <w:bookmarkEnd w:id="996"/>
      <w:bookmarkEnd w:id="997"/>
      <w:bookmarkEnd w:id="998"/>
      <w:bookmarkEnd w:id="999"/>
      <w:r>
        <w:fldChar w:fldCharType="end"/>
      </w:r>
    </w:p>
    <w:p w14:paraId="3D0F343F" w14:textId="77777777" w:rsidR="00752DAA" w:rsidRDefault="00752DAA" w:rsidP="00752DAA">
      <w:r>
        <w:t>Actions are operations exposed by an OData service that MAY have side effects when invoked. Actions MAY return data but</w:t>
      </w:r>
      <w:r w:rsidRPr="008011D0">
        <w:rPr>
          <w:rFonts w:ascii="Courier New" w:hAnsi="Courier New" w:cs="Courier New"/>
        </w:rPr>
        <w:t xml:space="preserve"> </w:t>
      </w:r>
      <w:r>
        <w:t>MUST NOT be further composed with additional path segments.</w:t>
      </w:r>
    </w:p>
    <w:bookmarkStart w:id="1000" w:name="_Invoking_an_Action"/>
    <w:bookmarkStart w:id="1001" w:name="_Toc477876714"/>
    <w:bookmarkStart w:id="1002" w:name="sec_InvokinganAction"/>
    <w:bookmarkEnd w:id="1000"/>
    <w:p w14:paraId="0B54292F" w14:textId="77777777" w:rsidR="00752DAA" w:rsidRDefault="00752DAA" w:rsidP="006C1EBF">
      <w:pPr>
        <w:pStyle w:val="Heading4"/>
        <w:numPr>
          <w:ilvl w:val="3"/>
          <w:numId w:val="2"/>
        </w:numPr>
        <w:tabs>
          <w:tab w:val="left" w:pos="567"/>
        </w:tabs>
      </w:pPr>
      <w:r>
        <w:fldChar w:fldCharType="begin"/>
      </w:r>
      <w:r>
        <w:instrText xml:space="preserve"> HYPERLINK  \l "sec_InvokinganAction" </w:instrText>
      </w:r>
      <w:r>
        <w:fldChar w:fldCharType="separate"/>
      </w:r>
      <w:bookmarkStart w:id="1003" w:name="_Toc494885132"/>
      <w:bookmarkStart w:id="1004" w:name="_Toc494356879"/>
      <w:r w:rsidRPr="004A50BC">
        <w:rPr>
          <w:rStyle w:val="Hyperlink"/>
        </w:rPr>
        <w:t>Invoking an Action</w:t>
      </w:r>
      <w:bookmarkEnd w:id="1001"/>
      <w:bookmarkEnd w:id="1002"/>
      <w:bookmarkEnd w:id="1003"/>
      <w:bookmarkEnd w:id="1004"/>
      <w:r>
        <w:fldChar w:fldCharType="end"/>
      </w:r>
    </w:p>
    <w:p w14:paraId="36BCB0D0" w14:textId="77777777" w:rsidR="00752DAA" w:rsidRDefault="00752DAA" w:rsidP="00752DAA">
      <w:r>
        <w:t xml:space="preserve">To invoke an action bound to a resource, the client issues a </w:t>
      </w:r>
      <w:r w:rsidRPr="00294391">
        <w:rPr>
          <w:rFonts w:ascii="Courier New" w:hAnsi="Courier New" w:cs="Courier New"/>
        </w:rPr>
        <w:t>POST</w:t>
      </w:r>
      <w:r>
        <w:t xml:space="preserve"> request to an action URL. An action URL may be </w:t>
      </w:r>
      <w:hyperlink w:anchor="sec_AdvertisingAvailableOperationswithin" w:history="1">
        <w:r w:rsidRPr="00046A35">
          <w:rPr>
            <w:rStyle w:val="Hyperlink"/>
          </w:rPr>
          <w:t>obtained</w:t>
        </w:r>
      </w:hyperlink>
      <w:r>
        <w:t xml:space="preserve"> from a previously returned entity representation or constructed by appending the namespace- or alias-qualified action name to a URL that identifies a resource whose type is the same as, or derives from, the type of the binding parameter of the action. The value for the binding parameter is the value of the resource identified by the URL prior to appending the action name, and any non-binding parameter values are passed in the request body according to the particular format. </w:t>
      </w:r>
    </w:p>
    <w:p w14:paraId="7FD7F300" w14:textId="77777777" w:rsidR="00752DAA" w:rsidRDefault="00752DAA" w:rsidP="00752DAA">
      <w:r>
        <w:t xml:space="preserve">Services MAY additionally support invoking actions using the unqualified action name by defining one or more </w:t>
      </w:r>
      <w:hyperlink w:anchor="sec_DefaultNamespaces" w:history="1">
        <w:r w:rsidRPr="003B5EDF">
          <w:rPr>
            <w:rStyle w:val="Hyperlink"/>
          </w:rPr>
          <w:t>default namespaces</w:t>
        </w:r>
      </w:hyperlink>
      <w:r>
        <w:t xml:space="preserve"> through the </w:t>
      </w:r>
      <w:r w:rsidRPr="004875B7">
        <w:rPr>
          <w:rStyle w:val="Keyword"/>
        </w:rPr>
        <w:t>Core.</w:t>
      </w:r>
      <w:r>
        <w:rPr>
          <w:rStyle w:val="Datatype"/>
        </w:rPr>
        <w:t>DefaultNamespace</w:t>
      </w:r>
      <w:r w:rsidRPr="001F7FA4">
        <w:rPr>
          <w:rStyle w:val="Datatype"/>
          <w:rFonts w:ascii="Arial" w:hAnsi="Arial" w:cs="Arial"/>
        </w:rPr>
        <w:t xml:space="preserve"> </w:t>
      </w:r>
      <w:r>
        <w:t xml:space="preserve">term defined in  </w:t>
      </w:r>
      <w:hyperlink w:anchor="VocCore" w:history="1">
        <w:r w:rsidRPr="00CF5569">
          <w:rPr>
            <w:rStyle w:val="Hyperlink"/>
            <w:b/>
          </w:rPr>
          <w:t>[OData-VocCore]</w:t>
        </w:r>
      </w:hyperlink>
      <w:r>
        <w:t>.</w:t>
      </w:r>
    </w:p>
    <w:p w14:paraId="1A92463B" w14:textId="77777777" w:rsidR="00752DAA" w:rsidRDefault="00752DAA" w:rsidP="00752DAA">
      <w:r>
        <w:t xml:space="preserve">To invoke an action through an action import, the client issues a </w:t>
      </w:r>
      <w:r w:rsidRPr="00294391">
        <w:rPr>
          <w:rFonts w:ascii="Courier New" w:hAnsi="Courier New" w:cs="Courier New"/>
        </w:rPr>
        <w:t>POST</w:t>
      </w:r>
      <w:r>
        <w:t xml:space="preserve"> request to a URL identifying the action import. The canonical URL for an action import is the service root, followed by the name of the action import. When invoking an action through an action import all parameter values MUST be passed in the request body according to the particular format.</w:t>
      </w:r>
    </w:p>
    <w:p w14:paraId="789D0964" w14:textId="77777777" w:rsidR="00752DAA" w:rsidRDefault="00752DAA" w:rsidP="00752DAA">
      <w:r>
        <w:t xml:space="preserve">Any parameter values not specified in the request MUST be assumed to have the </w:t>
      </w:r>
      <w:r w:rsidRPr="00724116">
        <w:rPr>
          <w:rStyle w:val="Datatype"/>
        </w:rPr>
        <w:t>null</w:t>
      </w:r>
      <w:r>
        <w:t xml:space="preserve"> value.</w:t>
      </w:r>
    </w:p>
    <w:p w14:paraId="3B7E37DE" w14:textId="77777777" w:rsidR="00752DAA" w:rsidRDefault="00752DAA" w:rsidP="00752DAA">
      <w:r>
        <w:t>4.01 services MUST support invoking actions with no non-binding parameters and parameterless action imports both without a request body and with a request body representing no parameters, according to the particular format. Interoperable clients SHOULD always include a request body, even when invoking actions with no non-binding parameters and parameterless action imports.</w:t>
      </w:r>
    </w:p>
    <w:p w14:paraId="743200E8" w14:textId="77777777" w:rsidR="00752DAA" w:rsidRDefault="00752DAA" w:rsidP="00752DAA">
      <w:r>
        <w:t>If the action returns results the client SHOULD use content type negotiation to request the results in the desired format, otherwise the default content type will be used.</w:t>
      </w:r>
    </w:p>
    <w:p w14:paraId="3D59CC80" w14:textId="77777777" w:rsidR="00752DAA" w:rsidRDefault="00752DAA" w:rsidP="00752DAA">
      <w:r>
        <w:t xml:space="preserve">The client can request whether any results from the action be returned using </w:t>
      </w:r>
      <w:r w:rsidDel="00780A93">
        <w:t xml:space="preserve">the </w:t>
      </w:r>
      <w:hyperlink w:anchor="sec_Preferencereturnrepresentationandret" w:history="1">
        <w:r w:rsidRPr="00EC5E82">
          <w:rPr>
            <w:rStyle w:val="Hyperlink"/>
            <w:rFonts w:ascii="Courier New" w:hAnsi="Courier New" w:cs="Courier New"/>
          </w:rPr>
          <w:t>return Prefer</w:t>
        </w:r>
        <w:r>
          <w:rPr>
            <w:rStyle w:val="Hyperlink"/>
          </w:rPr>
          <w:t xml:space="preserve"> header</w:t>
        </w:r>
      </w:hyperlink>
      <w:r>
        <w:t>.</w:t>
      </w:r>
    </w:p>
    <w:p w14:paraId="39072D08" w14:textId="77777777" w:rsidR="00752DAA" w:rsidRDefault="00752DAA" w:rsidP="00752DAA">
      <w:r>
        <w:t>A</w:t>
      </w:r>
      <w:r w:rsidRPr="00553A85">
        <w:t xml:space="preserve">ctions that create and return a single entity follow the rules for </w:t>
      </w:r>
      <w:hyperlink w:anchor="sec_CreateanEntity" w:history="1">
        <w:r w:rsidRPr="00553A85">
          <w:rPr>
            <w:rStyle w:val="Hyperlink"/>
          </w:rPr>
          <w:t>entity creation</w:t>
        </w:r>
      </w:hyperlink>
      <w:r>
        <w:t xml:space="preserve"> and return a </w:t>
      </w:r>
      <w:hyperlink w:anchor="sec_HeaderLocation" w:history="1">
        <w:r w:rsidRPr="0061284C">
          <w:rPr>
            <w:rStyle w:val="Hyperlink"/>
            <w:rFonts w:ascii="Courier New" w:hAnsi="Courier New" w:cs="Courier New"/>
          </w:rPr>
          <w:t>Location</w:t>
        </w:r>
        <w:r w:rsidRPr="0061284C">
          <w:rPr>
            <w:rStyle w:val="Hyperlink"/>
          </w:rPr>
          <w:t xml:space="preserve"> header</w:t>
        </w:r>
      </w:hyperlink>
      <w:r>
        <w:t xml:space="preserve"> that contains the edit URL or read URL of the created entity. </w:t>
      </w:r>
    </w:p>
    <w:p w14:paraId="63576046" w14:textId="77777777" w:rsidR="00752DAA" w:rsidRDefault="00752DAA" w:rsidP="00752DAA">
      <w:r>
        <w:t xml:space="preserve">Actions without a return type respond with </w:t>
      </w:r>
      <w:hyperlink w:anchor="sec_ResponseCode204NoContent" w:history="1">
        <w:r w:rsidRPr="008035BE">
          <w:rPr>
            <w:rStyle w:val="Hyperlink"/>
            <w:rFonts w:ascii="Courier New" w:hAnsi="Courier New"/>
          </w:rPr>
          <w:t>204 No Content</w:t>
        </w:r>
      </w:hyperlink>
      <w:r>
        <w:t xml:space="preserve"> on success. </w:t>
      </w:r>
    </w:p>
    <w:p w14:paraId="2A154B80" w14:textId="77777777" w:rsidR="00752DAA" w:rsidRDefault="00752DAA" w:rsidP="00752DAA">
      <w:r>
        <w:t xml:space="preserve">To request processing of the action only if the binding parameter value, an entity or collection of entities, is unmodified, the client includes the </w:t>
      </w:r>
      <w:hyperlink w:anchor="sec_HeaderIfMatch">
        <w:r w:rsidRPr="00780A93">
          <w:rPr>
            <w:rStyle w:val="Hyperlink"/>
            <w:rFonts w:ascii="Courier New" w:hAnsi="Courier New" w:cs="Courier New"/>
          </w:rPr>
          <w:t>If-Match</w:t>
        </w:r>
      </w:hyperlink>
      <w:r>
        <w:t xml:space="preserve"> header with the latest known </w:t>
      </w:r>
      <w:r w:rsidRPr="001407DF">
        <w:t>ETag</w:t>
      </w:r>
      <w:r>
        <w:t xml:space="preserve"> value for the entity or collection of entities. The ETag value for a collection as a whole is transported in the </w:t>
      </w:r>
      <w:r w:rsidRPr="002D7147">
        <w:rPr>
          <w:rStyle w:val="Datatype"/>
        </w:rPr>
        <w:t>ETag</w:t>
      </w:r>
      <w:r>
        <w:t xml:space="preserve"> header of a collection response.</w:t>
      </w:r>
    </w:p>
    <w:p w14:paraId="0DFE40D3" w14:textId="77777777" w:rsidR="00752DAA" w:rsidRDefault="00752DAA" w:rsidP="00752DAA">
      <w:pPr>
        <w:pStyle w:val="Caption"/>
      </w:pPr>
      <w:r w:rsidRPr="003F1FAD">
        <w:lastRenderedPageBreak/>
        <w:t xml:space="preserve">Example </w:t>
      </w:r>
      <w:r w:rsidR="002A710D">
        <w:fldChar w:fldCharType="begin"/>
      </w:r>
      <w:r w:rsidR="002A710D">
        <w:instrText xml:space="preserve"> SEQ Example \* ARABIC </w:instrText>
      </w:r>
      <w:r w:rsidR="002A710D">
        <w:fldChar w:fldCharType="separate"/>
      </w:r>
      <w:r>
        <w:rPr>
          <w:noProof/>
        </w:rPr>
        <w:t>92</w:t>
      </w:r>
      <w:r w:rsidR="002A710D">
        <w:rPr>
          <w:noProof/>
        </w:rPr>
        <w:fldChar w:fldCharType="end"/>
      </w:r>
      <w:r w:rsidRPr="003F1FAD">
        <w:t>:</w:t>
      </w:r>
      <w:r>
        <w:t xml:space="preserve"> invoke the </w:t>
      </w:r>
      <w:r w:rsidRPr="00294391">
        <w:rPr>
          <w:rStyle w:val="Datatype"/>
        </w:rPr>
        <w:t>SampleEntities.CreateOrder</w:t>
      </w:r>
      <w:r>
        <w:t xml:space="preserve"> action using </w:t>
      </w:r>
      <w:r w:rsidRPr="00294391">
        <w:rPr>
          <w:rStyle w:val="Datatype"/>
        </w:rPr>
        <w:t>/Customers('ALFKI'</w:t>
      </w:r>
      <w:r w:rsidRPr="00CA457B">
        <w:rPr>
          <w:rStyle w:val="VerbatimChar"/>
          <w:rFonts w:ascii="Calibri" w:eastAsia="Cambria" w:hAnsi="Calibri"/>
        </w:rPr>
        <w:t xml:space="preserve">) </w:t>
      </w:r>
      <w:r>
        <w:t xml:space="preserve">as the customer (or binding parameter). The values </w:t>
      </w:r>
      <w:r w:rsidRPr="00294391">
        <w:rPr>
          <w:rStyle w:val="Datatype"/>
        </w:rPr>
        <w:t>2</w:t>
      </w:r>
      <w:r>
        <w:t xml:space="preserve"> for the </w:t>
      </w:r>
      <w:r w:rsidRPr="008011D0">
        <w:rPr>
          <w:rStyle w:val="Datatype"/>
        </w:rPr>
        <w:t>quantity</w:t>
      </w:r>
      <w:r w:rsidRPr="00780A93">
        <w:rPr>
          <w:rFonts w:cs="Arial"/>
        </w:rPr>
        <w:t xml:space="preserve"> </w:t>
      </w:r>
      <w:r>
        <w:t xml:space="preserve">parameter and </w:t>
      </w:r>
      <w:r w:rsidRPr="00294391">
        <w:rPr>
          <w:rStyle w:val="Datatype"/>
        </w:rPr>
        <w:t>BLACKFRIDAY</w:t>
      </w:r>
      <w:r>
        <w:t xml:space="preserve"> for the </w:t>
      </w:r>
      <w:r w:rsidRPr="00294391">
        <w:rPr>
          <w:rStyle w:val="Datatype"/>
        </w:rPr>
        <w:t>discount</w:t>
      </w:r>
      <w:r>
        <w:rPr>
          <w:rStyle w:val="Datatype"/>
        </w:rPr>
        <w:t>C</w:t>
      </w:r>
      <w:r w:rsidRPr="00294391">
        <w:rPr>
          <w:rStyle w:val="Datatype"/>
        </w:rPr>
        <w:t>ode</w:t>
      </w:r>
      <w:r>
        <w:t xml:space="preserve"> parameter are passed in the body of the request</w:t>
      </w:r>
    </w:p>
    <w:p w14:paraId="6E099187" w14:textId="77777777" w:rsidR="00752DAA" w:rsidRPr="00294391" w:rsidRDefault="00752DAA" w:rsidP="00752DAA">
      <w:pPr>
        <w:pStyle w:val="Code"/>
        <w:rPr>
          <w:rStyle w:val="VerbatimChar"/>
          <w:rFonts w:eastAsia="Cambria"/>
        </w:rPr>
      </w:pPr>
      <w:r w:rsidRPr="00294391">
        <w:rPr>
          <w:rStyle w:val="VerbatimChar"/>
          <w:rFonts w:eastAsia="Cambria"/>
        </w:rPr>
        <w:t xml:space="preserve">POST </w:t>
      </w:r>
      <w:r w:rsidRPr="00B73274">
        <w:rPr>
          <w:rStyle w:val="VerbatimChar"/>
          <w:rFonts w:eastAsia="Cambria"/>
        </w:rPr>
        <w:t>http://</w:t>
      </w:r>
      <w:r>
        <w:rPr>
          <w:rStyle w:val="VerbatimChar"/>
          <w:rFonts w:eastAsia="Cambria"/>
        </w:rPr>
        <w:t>host/</w:t>
      </w:r>
      <w:r w:rsidRPr="00B73274">
        <w:rPr>
          <w:rStyle w:val="VerbatimChar"/>
          <w:rFonts w:eastAsia="Cambria"/>
        </w:rPr>
        <w:t>serv</w:t>
      </w:r>
      <w:r>
        <w:rPr>
          <w:rStyle w:val="VerbatimChar"/>
          <w:rFonts w:eastAsia="Cambria"/>
        </w:rPr>
        <w:t>ice</w:t>
      </w:r>
      <w:r w:rsidRPr="00B73274">
        <w:rPr>
          <w:rStyle w:val="VerbatimChar"/>
          <w:rFonts w:eastAsia="Cambria"/>
        </w:rPr>
        <w:t>/Customers('ALFKI')/SampleEntities.CreateOrder</w:t>
      </w:r>
    </w:p>
    <w:p w14:paraId="0020CEB3" w14:textId="77777777" w:rsidR="00752DAA" w:rsidRDefault="00752DAA" w:rsidP="00752DAA">
      <w:pPr>
        <w:pStyle w:val="Code"/>
        <w:rPr>
          <w:rStyle w:val="VerbatimChar"/>
          <w:rFonts w:eastAsia="Cambria"/>
        </w:rPr>
      </w:pPr>
      <w:r w:rsidRPr="00294391">
        <w:rPr>
          <w:rStyle w:val="VerbatimChar"/>
          <w:rFonts w:eastAsia="Cambria"/>
        </w:rPr>
        <w:br/>
        <w:t>{</w:t>
      </w:r>
      <w:r w:rsidRPr="00294391">
        <w:rPr>
          <w:rStyle w:val="VerbatimChar"/>
          <w:rFonts w:eastAsia="Cambria"/>
        </w:rPr>
        <w:br/>
        <w:t xml:space="preserve">   </w:t>
      </w:r>
      <w:r>
        <w:rPr>
          <w:rStyle w:val="VerbatimChar"/>
          <w:rFonts w:eastAsia="Cambria"/>
        </w:rPr>
        <w:t>"items": [</w:t>
      </w:r>
    </w:p>
    <w:p w14:paraId="05A656D0" w14:textId="77777777" w:rsidR="00752DAA" w:rsidRDefault="00752DAA" w:rsidP="00752DAA">
      <w:pPr>
        <w:pStyle w:val="Code"/>
        <w:rPr>
          <w:rStyle w:val="VerbatimChar"/>
          <w:rFonts w:eastAsia="Cambria"/>
        </w:rPr>
      </w:pPr>
      <w:r>
        <w:rPr>
          <w:rStyle w:val="VerbatimChar"/>
          <w:rFonts w:eastAsia="Cambria"/>
        </w:rPr>
        <w:t xml:space="preserve">     { "product": 4001, </w:t>
      </w:r>
      <w:r w:rsidRPr="00294391">
        <w:rPr>
          <w:rStyle w:val="VerbatimChar"/>
          <w:rFonts w:eastAsia="Cambria"/>
        </w:rPr>
        <w:t>"quantity": 2</w:t>
      </w:r>
      <w:r>
        <w:rPr>
          <w:rStyle w:val="VerbatimChar"/>
          <w:rFonts w:eastAsia="Cambria"/>
        </w:rPr>
        <w:t xml:space="preserve"> }</w:t>
      </w:r>
      <w:r w:rsidRPr="00294391">
        <w:rPr>
          <w:rStyle w:val="VerbatimChar"/>
          <w:rFonts w:eastAsia="Cambria"/>
        </w:rPr>
        <w:t>,</w:t>
      </w:r>
      <w:r w:rsidRPr="00294391">
        <w:rPr>
          <w:rStyle w:val="VerbatimChar"/>
          <w:rFonts w:eastAsia="Cambria"/>
        </w:rPr>
        <w:br/>
      </w:r>
      <w:r>
        <w:rPr>
          <w:rStyle w:val="VerbatimChar"/>
          <w:rFonts w:eastAsia="Cambria"/>
        </w:rPr>
        <w:t xml:space="preserve">     { "product": 7062, </w:t>
      </w:r>
      <w:r w:rsidRPr="00294391">
        <w:rPr>
          <w:rStyle w:val="VerbatimChar"/>
          <w:rFonts w:eastAsia="Cambria"/>
        </w:rPr>
        <w:t xml:space="preserve">"quantity": </w:t>
      </w:r>
      <w:r>
        <w:rPr>
          <w:rStyle w:val="VerbatimChar"/>
          <w:rFonts w:eastAsia="Cambria"/>
        </w:rPr>
        <w:t>1 }</w:t>
      </w:r>
    </w:p>
    <w:p w14:paraId="595D1C5D" w14:textId="77777777" w:rsidR="00752DAA" w:rsidRPr="00294391" w:rsidRDefault="00752DAA" w:rsidP="00752DAA">
      <w:pPr>
        <w:pStyle w:val="Code"/>
        <w:rPr>
          <w:rStyle w:val="VerbatimChar"/>
          <w:rFonts w:eastAsia="Cambria"/>
        </w:rPr>
      </w:pPr>
      <w:r>
        <w:rPr>
          <w:rStyle w:val="VerbatimChar"/>
          <w:rFonts w:eastAsia="Cambria"/>
        </w:rPr>
        <w:t xml:space="preserve">   ],</w:t>
      </w:r>
      <w:r w:rsidRPr="00294391">
        <w:rPr>
          <w:rStyle w:val="VerbatimChar"/>
          <w:rFonts w:eastAsia="Cambria"/>
        </w:rPr>
        <w:br/>
        <w:t xml:space="preserve">   "discountCode": "BLACKFRIDAY"</w:t>
      </w:r>
      <w:r w:rsidRPr="00294391">
        <w:rPr>
          <w:rStyle w:val="VerbatimChar"/>
          <w:rFonts w:eastAsia="Cambria"/>
        </w:rPr>
        <w:br/>
        <w:t>}</w:t>
      </w:r>
    </w:p>
    <w:bookmarkStart w:id="1005" w:name="_Toc477876715"/>
    <w:bookmarkStart w:id="1006" w:name="sec_ActionOverloadResolution"/>
    <w:p w14:paraId="641609D7" w14:textId="77777777" w:rsidR="00752DAA" w:rsidRDefault="00752DAA" w:rsidP="006C1EBF">
      <w:pPr>
        <w:pStyle w:val="Heading4"/>
        <w:numPr>
          <w:ilvl w:val="3"/>
          <w:numId w:val="2"/>
        </w:numPr>
        <w:tabs>
          <w:tab w:val="left" w:pos="567"/>
        </w:tabs>
      </w:pPr>
      <w:r>
        <w:fldChar w:fldCharType="begin"/>
      </w:r>
      <w:r>
        <w:instrText xml:space="preserve"> HYPERLINK  \l "sec_ActionOverloadResolution" </w:instrText>
      </w:r>
      <w:r>
        <w:fldChar w:fldCharType="separate"/>
      </w:r>
      <w:bookmarkStart w:id="1007" w:name="_Toc494885133"/>
      <w:bookmarkStart w:id="1008" w:name="_Toc494356880"/>
      <w:r w:rsidRPr="004A50BC">
        <w:rPr>
          <w:rStyle w:val="Hyperlink"/>
        </w:rPr>
        <w:t>Action Overload Resolution</w:t>
      </w:r>
      <w:bookmarkEnd w:id="1005"/>
      <w:bookmarkEnd w:id="1006"/>
      <w:bookmarkEnd w:id="1007"/>
      <w:bookmarkEnd w:id="1008"/>
      <w:r>
        <w:fldChar w:fldCharType="end"/>
      </w:r>
    </w:p>
    <w:p w14:paraId="3C845FF0" w14:textId="77777777" w:rsidR="00752DAA" w:rsidDel="0030055C" w:rsidRDefault="00752DAA" w:rsidP="00752DAA">
      <w:r>
        <w:t>The same action name may be used multiple times within a schema provided there is at most one unbound overload, and each bound overload specifies a different binding parameter type.</w:t>
      </w:r>
      <w:r w:rsidDel="0030055C">
        <w:t xml:space="preserve"> </w:t>
      </w:r>
    </w:p>
    <w:p w14:paraId="3D614411" w14:textId="77777777" w:rsidR="00752DAA" w:rsidRDefault="00752DAA" w:rsidP="00752DAA">
      <w:r>
        <w:t>If the action is bound and the binding parameter type is part of an inheritance hierarchy, the action overload is selected based on the type of the URL segment preceding the action name. A type-cast segment can be used to select an action defined on a particular type in the hierarchy,</w:t>
      </w:r>
      <w:r w:rsidRPr="00E748F6">
        <w:t xml:space="preserve"> </w:t>
      </w:r>
      <w:r>
        <w:t xml:space="preserve">see </w:t>
      </w:r>
      <w:hyperlink w:anchor="ODataURLRef" w:history="1">
        <w:r w:rsidRPr="005E626C">
          <w:rPr>
            <w:rStyle w:val="Hyperlink"/>
            <w:b/>
          </w:rPr>
          <w:t>[OData</w:t>
        </w:r>
        <w:r>
          <w:rPr>
            <w:rStyle w:val="Hyperlink"/>
            <w:b/>
          </w:rPr>
          <w:noBreakHyphen/>
        </w:r>
        <w:r w:rsidRPr="005E626C">
          <w:rPr>
            <w:rStyle w:val="Hyperlink"/>
            <w:b/>
          </w:rPr>
          <w:t>URL]</w:t>
        </w:r>
      </w:hyperlink>
      <w:r>
        <w:t>.</w:t>
      </w:r>
    </w:p>
    <w:bookmarkStart w:id="1009" w:name="_Functions"/>
    <w:bookmarkStart w:id="1010" w:name="_Batch_Requests"/>
    <w:bookmarkStart w:id="1011" w:name="_Asynchronous_Requests"/>
    <w:bookmarkStart w:id="1012" w:name="_Toc477876716"/>
    <w:bookmarkStart w:id="1013" w:name="sec_AsynchronousRequests"/>
    <w:bookmarkStart w:id="1014" w:name="_Ref356811917"/>
    <w:bookmarkEnd w:id="1009"/>
    <w:bookmarkEnd w:id="1010"/>
    <w:bookmarkEnd w:id="1011"/>
    <w:p w14:paraId="577D1DC3" w14:textId="77777777" w:rsidR="00752DAA" w:rsidRDefault="00752DAA" w:rsidP="006C1EBF">
      <w:pPr>
        <w:pStyle w:val="Heading2"/>
        <w:numPr>
          <w:ilvl w:val="1"/>
          <w:numId w:val="2"/>
        </w:numPr>
        <w:tabs>
          <w:tab w:val="left" w:pos="567"/>
        </w:tabs>
      </w:pPr>
      <w:r>
        <w:fldChar w:fldCharType="begin"/>
      </w:r>
      <w:r>
        <w:instrText xml:space="preserve"> HYPERLINK  \l "sec_AsynchronousRequests" </w:instrText>
      </w:r>
      <w:r>
        <w:fldChar w:fldCharType="separate"/>
      </w:r>
      <w:bookmarkStart w:id="1015" w:name="_Toc494885134"/>
      <w:bookmarkStart w:id="1016" w:name="_Toc494356881"/>
      <w:r w:rsidRPr="004A50BC">
        <w:rPr>
          <w:rStyle w:val="Hyperlink"/>
        </w:rPr>
        <w:t>Asynchronous Requests</w:t>
      </w:r>
      <w:bookmarkEnd w:id="1012"/>
      <w:bookmarkEnd w:id="1013"/>
      <w:bookmarkEnd w:id="1015"/>
      <w:bookmarkEnd w:id="1016"/>
      <w:r>
        <w:fldChar w:fldCharType="end"/>
      </w:r>
    </w:p>
    <w:p w14:paraId="75EB96A8" w14:textId="77777777" w:rsidR="00752DAA" w:rsidRDefault="00752DAA" w:rsidP="00752DAA">
      <w:r>
        <w:t xml:space="preserve">A </w:t>
      </w:r>
      <w:hyperlink w:anchor="sec_HeaderPrefer" w:history="1">
        <w:r w:rsidRPr="00567FB9">
          <w:rPr>
            <w:rStyle w:val="Hyperlink"/>
          </w:rPr>
          <w:t>Prefer</w:t>
        </w:r>
      </w:hyperlink>
      <w:r>
        <w:t xml:space="preserve"> header with a </w:t>
      </w:r>
      <w:hyperlink w:anchor="sec_Preferencerespondasync" w:history="1">
        <w:r w:rsidRPr="00534E2A">
          <w:rPr>
            <w:rStyle w:val="Hyperlink"/>
            <w:rFonts w:ascii="Courier New" w:hAnsi="Courier New"/>
          </w:rPr>
          <w:t>respond-async</w:t>
        </w:r>
      </w:hyperlink>
      <w:r>
        <w:rPr>
          <w:rStyle w:val="Datatype"/>
        </w:rPr>
        <w:t xml:space="preserve"> </w:t>
      </w:r>
      <w:r w:rsidRPr="007970A1">
        <w:t>preferen</w:t>
      </w:r>
      <w:r>
        <w:t>c</w:t>
      </w:r>
      <w:r w:rsidRPr="007970A1">
        <w:t>e</w:t>
      </w:r>
      <w:r>
        <w:t xml:space="preserve"> allows clients to request that the service process a </w:t>
      </w:r>
      <w:hyperlink w:anchor="sec_DataServiceRequests" w:history="1">
        <w:r>
          <w:rPr>
            <w:rStyle w:val="Hyperlink"/>
          </w:rPr>
          <w:t>Data Service Request</w:t>
        </w:r>
      </w:hyperlink>
      <w:r>
        <w:t xml:space="preserve"> asynchronously. </w:t>
      </w:r>
    </w:p>
    <w:p w14:paraId="69FF9C8C" w14:textId="77777777" w:rsidR="00752DAA" w:rsidRDefault="00752DAA" w:rsidP="00752DAA">
      <w:r>
        <w:t>If the client has specified</w:t>
      </w:r>
      <w:r w:rsidRPr="00CA6AD3">
        <w:rPr>
          <w:rStyle w:val="Datatype"/>
        </w:rPr>
        <w:t xml:space="preserve"> </w:t>
      </w:r>
      <w:r w:rsidRPr="007970A1">
        <w:rPr>
          <w:rStyle w:val="Datatype"/>
        </w:rPr>
        <w:t>respond-async</w:t>
      </w:r>
      <w:r>
        <w:t xml:space="preserve"> in the request, the service MAY process the request asynchronously and return a </w:t>
      </w:r>
      <w:hyperlink w:anchor="sec_ResponseCode202Accepted" w:history="1">
        <w:r w:rsidRPr="008C53F0">
          <w:rPr>
            <w:rStyle w:val="Hyperlink"/>
            <w:rFonts w:ascii="Courier New" w:hAnsi="Courier New" w:cs="Courier New"/>
          </w:rPr>
          <w:t>202 Accepted</w:t>
        </w:r>
      </w:hyperlink>
      <w:r w:rsidRPr="008C53F0">
        <w:rPr>
          <w:rStyle w:val="Datatype"/>
        </w:rPr>
        <w:t xml:space="preserve"> </w:t>
      </w:r>
      <w:r>
        <w:t xml:space="preserve">response. A service MUST NOT reply to a </w:t>
      </w:r>
      <w:hyperlink w:anchor="sec_DataServiceRequests" w:history="1">
        <w:r w:rsidRPr="0061284C">
          <w:rPr>
            <w:rStyle w:val="Hyperlink"/>
          </w:rPr>
          <w:t>Data Service Request</w:t>
        </w:r>
      </w:hyperlink>
      <w:r>
        <w:t xml:space="preserve"> with </w:t>
      </w:r>
      <w:r w:rsidRPr="00F81CBC">
        <w:rPr>
          <w:rStyle w:val="Datatype"/>
        </w:rPr>
        <w:t>202 Accepted</w:t>
      </w:r>
      <w:r w:rsidRPr="0018745A">
        <w:rPr>
          <w:rStyle w:val="Datatype"/>
          <w:rFonts w:ascii="Arial" w:hAnsi="Arial" w:cs="Arial"/>
        </w:rPr>
        <w:t xml:space="preserve"> </w:t>
      </w:r>
      <w:r>
        <w:t xml:space="preserve">if the request has not included the </w:t>
      </w:r>
      <w:r w:rsidRPr="00B557AD">
        <w:rPr>
          <w:rStyle w:val="Datatype"/>
        </w:rPr>
        <w:t>respond-async</w:t>
      </w:r>
      <w:r w:rsidRPr="00CA6AD3">
        <w:t xml:space="preserve"> </w:t>
      </w:r>
      <w:r>
        <w:t>preference.</w:t>
      </w:r>
    </w:p>
    <w:p w14:paraId="0E2587E5" w14:textId="77777777" w:rsidR="00752DAA" w:rsidRDefault="00752DAA" w:rsidP="00752DAA">
      <w:r>
        <w:t xml:space="preserve">Responses that return </w:t>
      </w:r>
      <w:r w:rsidRPr="00F81CBC">
        <w:rPr>
          <w:rStyle w:val="Datatype"/>
        </w:rPr>
        <w:t>202 Accepted</w:t>
      </w:r>
      <w:r>
        <w:t xml:space="preserve"> MUST include a </w:t>
      </w:r>
      <w:hyperlink w:anchor="sec_HeaderLocation" w:history="1">
        <w:r w:rsidRPr="00FD3A03">
          <w:rPr>
            <w:rStyle w:val="Hyperlink"/>
            <w:rFonts w:ascii="Courier New" w:hAnsi="Courier New"/>
          </w:rPr>
          <w:t>Location</w:t>
        </w:r>
        <w:r>
          <w:rPr>
            <w:rStyle w:val="Hyperlink"/>
          </w:rPr>
          <w:t xml:space="preserve"> h</w:t>
        </w:r>
        <w:r w:rsidRPr="001F1F32">
          <w:rPr>
            <w:rStyle w:val="Hyperlink"/>
          </w:rPr>
          <w:t>eader</w:t>
        </w:r>
      </w:hyperlink>
      <w:r>
        <w:t xml:space="preserve"> pointing to a </w:t>
      </w:r>
      <w:r w:rsidRPr="00420EDD">
        <w:rPr>
          <w:i/>
        </w:rPr>
        <w:t>status monitor resource</w:t>
      </w:r>
      <w:r>
        <w:t xml:space="preserve"> that represents the current state of the asynchronous processing in addition to an optional </w:t>
      </w:r>
      <w:hyperlink w:anchor="sec_HeaderRetryAfter">
        <w:r w:rsidRPr="00FD3A03">
          <w:rPr>
            <w:rStyle w:val="Hyperlink"/>
            <w:rFonts w:ascii="Courier New" w:hAnsi="Courier New"/>
          </w:rPr>
          <w:t>Retry-After</w:t>
        </w:r>
        <w:r w:rsidRPr="003663C8">
          <w:rPr>
            <w:rStyle w:val="Hyperlink"/>
          </w:rPr>
          <w:t xml:space="preserve"> header</w:t>
        </w:r>
      </w:hyperlink>
      <w:r>
        <w:rPr>
          <w:rStyle w:val="Hyperlink"/>
        </w:rPr>
        <w:t xml:space="preserve"> </w:t>
      </w:r>
      <w:r>
        <w:t>indicating the time, in seconds, the client should wait before querying the service for status. Services MAY include a response body, for example, to provide additional status information.</w:t>
      </w:r>
    </w:p>
    <w:p w14:paraId="50DB1848" w14:textId="77777777" w:rsidR="00752DAA" w:rsidRDefault="00752DAA" w:rsidP="00752DAA">
      <w:r>
        <w:t xml:space="preserve">A </w:t>
      </w:r>
      <w:r w:rsidRPr="00EC545F">
        <w:rPr>
          <w:rStyle w:val="Datatype"/>
        </w:rPr>
        <w:t>GET</w:t>
      </w:r>
      <w:r>
        <w:t xml:space="preserve"> request to the status monitor resource again returns </w:t>
      </w:r>
      <w:r w:rsidRPr="00EC545F">
        <w:rPr>
          <w:rStyle w:val="Datatype"/>
        </w:rPr>
        <w:t xml:space="preserve">202 Accepted </w:t>
      </w:r>
      <w:r w:rsidRPr="00F25543">
        <w:t>response</w:t>
      </w:r>
      <w:r>
        <w:t xml:space="preserve"> if the asynchronous processing has not finished. This response MUST again</w:t>
      </w:r>
      <w:r w:rsidRPr="00BD6DB7">
        <w:rPr>
          <w:rStyle w:val="Datatype"/>
          <w:rFonts w:ascii="Arial" w:hAnsi="Arial"/>
        </w:rPr>
        <w:t xml:space="preserve"> </w:t>
      </w:r>
      <w:r>
        <w:t xml:space="preserve">include a </w:t>
      </w:r>
      <w:hyperlink w:anchor="sec_HeaderLocation" w:history="1">
        <w:r w:rsidRPr="00FD3A03">
          <w:rPr>
            <w:rStyle w:val="Hyperlink"/>
            <w:rFonts w:ascii="Courier New" w:hAnsi="Courier New"/>
          </w:rPr>
          <w:t>Location</w:t>
        </w:r>
        <w:r>
          <w:rPr>
            <w:rStyle w:val="Hyperlink"/>
          </w:rPr>
          <w:t xml:space="preserve"> h</w:t>
        </w:r>
        <w:r w:rsidRPr="001F1F32">
          <w:rPr>
            <w:rStyle w:val="Hyperlink"/>
          </w:rPr>
          <w:t>eader</w:t>
        </w:r>
      </w:hyperlink>
      <w:r>
        <w:rPr>
          <w:rStyle w:val="Hyperlink"/>
        </w:rPr>
        <w:t xml:space="preserve"> </w:t>
      </w:r>
      <w:r>
        <w:t xml:space="preserve">and MAY include a </w:t>
      </w:r>
      <w:hyperlink w:anchor="sec_HeaderRetryAfter">
        <w:r w:rsidRPr="00FD3A03">
          <w:rPr>
            <w:rStyle w:val="Hyperlink"/>
            <w:rFonts w:ascii="Courier New" w:hAnsi="Courier New"/>
          </w:rPr>
          <w:t>Retry-After</w:t>
        </w:r>
        <w:r w:rsidRPr="003663C8">
          <w:rPr>
            <w:rStyle w:val="Hyperlink"/>
          </w:rPr>
          <w:t xml:space="preserve"> header</w:t>
        </w:r>
      </w:hyperlink>
      <w:r>
        <w:t xml:space="preserve"> to be used</w:t>
      </w:r>
      <w:r w:rsidRPr="00F25543">
        <w:t xml:space="preserve"> </w:t>
      </w:r>
      <w:r>
        <w:t xml:space="preserve">for a subsequent request. The </w:t>
      </w:r>
      <w:r w:rsidRPr="00FD3A03">
        <w:rPr>
          <w:rFonts w:ascii="Courier New" w:hAnsi="Courier New"/>
        </w:rPr>
        <w:t>Location</w:t>
      </w:r>
      <w:r>
        <w:t xml:space="preserve"> header and optional </w:t>
      </w:r>
      <w:r w:rsidRPr="00BD6DB7">
        <w:rPr>
          <w:rStyle w:val="Datatype"/>
        </w:rPr>
        <w:t>Retry-After</w:t>
      </w:r>
      <w:r>
        <w:t xml:space="preserve"> header may or may not contain the same values as returned by the previous request.</w:t>
      </w:r>
    </w:p>
    <w:p w14:paraId="003F75ED" w14:textId="77777777" w:rsidR="00752DAA" w:rsidRDefault="00752DAA" w:rsidP="00752DAA">
      <w:pPr>
        <w:rPr>
          <w:rStyle w:val="Hyperlink"/>
        </w:rPr>
      </w:pPr>
      <w:r>
        <w:t xml:space="preserve">A </w:t>
      </w:r>
      <w:r w:rsidRPr="00EC545F">
        <w:rPr>
          <w:rStyle w:val="Datatype"/>
        </w:rPr>
        <w:t>GET</w:t>
      </w:r>
      <w:r>
        <w:t xml:space="preserve"> request to the status monitor resource</w:t>
      </w:r>
      <w:r w:rsidRPr="007831BB">
        <w:t xml:space="preserve"> return</w:t>
      </w:r>
      <w:r>
        <w:t>s</w:t>
      </w:r>
      <w:r w:rsidRPr="007831BB">
        <w:t xml:space="preserve"> </w:t>
      </w:r>
      <w:r w:rsidRPr="007831BB">
        <w:rPr>
          <w:rStyle w:val="Datatype"/>
        </w:rPr>
        <w:t>200 OK</w:t>
      </w:r>
      <w:r w:rsidRPr="007831BB">
        <w:t xml:space="preserve"> </w:t>
      </w:r>
      <w:r>
        <w:t xml:space="preserve">once the asynchronous processing has completed. For OData 4.01 and greater responses, or OData 4.0 requests that include an </w:t>
      </w:r>
      <w:r>
        <w:rPr>
          <w:rStyle w:val="Datatype"/>
        </w:rPr>
        <w:t xml:space="preserve">Accept </w:t>
      </w:r>
      <w:r>
        <w:t xml:space="preserve">header that does not specify </w:t>
      </w:r>
      <w:r w:rsidRPr="00C137C5">
        <w:rPr>
          <w:rStyle w:val="Datatype"/>
        </w:rPr>
        <w:t>application/http</w:t>
      </w:r>
      <w:r w:rsidRPr="00930A50">
        <w:rPr>
          <w:rStyle w:val="Datatype"/>
          <w:rFonts w:ascii="Arial" w:hAnsi="Arial" w:cs="Arial"/>
        </w:rPr>
        <w:t>,</w:t>
      </w:r>
      <w:r w:rsidRPr="000D2537">
        <w:rPr>
          <w:rFonts w:cs="Arial"/>
        </w:rPr>
        <w:t xml:space="preserve"> </w:t>
      </w:r>
      <w:r>
        <w:t xml:space="preserve">the response MUST include the </w:t>
      </w:r>
      <w:hyperlink w:anchor="sec_HeaderAsyncResult" w:history="1">
        <w:r w:rsidRPr="00FB0C8B">
          <w:rPr>
            <w:rStyle w:val="Hyperlink"/>
            <w:rFonts w:ascii="Courier New" w:hAnsi="Courier New"/>
          </w:rPr>
          <w:t>AsyncResult</w:t>
        </w:r>
      </w:hyperlink>
      <w:r w:rsidRPr="00EF67A4">
        <w:t xml:space="preserve"> </w:t>
      </w:r>
      <w:r w:rsidRPr="00D35722">
        <w:rPr>
          <w:rStyle w:val="Hyperlink"/>
          <w:color w:val="auto"/>
        </w:rPr>
        <w:t xml:space="preserve">response header. Any other headers, along with the response body, represent the result of the completed asynchronous operation. </w:t>
      </w:r>
      <w:r>
        <w:t xml:space="preserve">If the </w:t>
      </w:r>
      <w:r w:rsidRPr="00EC545F">
        <w:rPr>
          <w:rStyle w:val="Datatype"/>
        </w:rPr>
        <w:t>GET</w:t>
      </w:r>
      <w:r>
        <w:t xml:space="preserve"> request to the status monitor includes an </w:t>
      </w:r>
      <w:r>
        <w:rPr>
          <w:rStyle w:val="Datatype"/>
        </w:rPr>
        <w:t xml:space="preserve">OData-MaxVersion </w:t>
      </w:r>
      <w:r>
        <w:t xml:space="preserve">header with a value of </w:t>
      </w:r>
      <w:r>
        <w:rPr>
          <w:rStyle w:val="Datatype"/>
        </w:rPr>
        <w:t>4.0</w:t>
      </w:r>
      <w:r>
        <w:t xml:space="preserve"> and no </w:t>
      </w:r>
      <w:r>
        <w:rPr>
          <w:rStyle w:val="Datatype"/>
        </w:rPr>
        <w:t>Accept</w:t>
      </w:r>
      <w:r w:rsidRPr="00930A50">
        <w:rPr>
          <w:rStyle w:val="Datatype"/>
          <w:rFonts w:ascii="Arial" w:hAnsi="Arial" w:cs="Arial"/>
        </w:rPr>
        <w:t xml:space="preserve"> </w:t>
      </w:r>
      <w:r>
        <w:t xml:space="preserve">header, or an </w:t>
      </w:r>
      <w:r>
        <w:rPr>
          <w:rStyle w:val="Datatype"/>
        </w:rPr>
        <w:t>Accept</w:t>
      </w:r>
      <w:r w:rsidRPr="00930A50">
        <w:rPr>
          <w:rStyle w:val="Datatype"/>
          <w:rFonts w:ascii="Arial" w:hAnsi="Arial" w:cs="Arial"/>
        </w:rPr>
        <w:t xml:space="preserve"> </w:t>
      </w:r>
      <w:r>
        <w:t xml:space="preserve">header that includes </w:t>
      </w:r>
      <w:r w:rsidRPr="00C137C5">
        <w:rPr>
          <w:rStyle w:val="Datatype"/>
        </w:rPr>
        <w:t>application/http</w:t>
      </w:r>
      <w:r>
        <w:t>, then the</w:t>
      </w:r>
      <w:r w:rsidRPr="007831BB">
        <w:t xml:space="preserve"> body</w:t>
      </w:r>
      <w:r>
        <w:t xml:space="preserve"> of the final</w:t>
      </w:r>
      <w:r w:rsidRPr="007831BB">
        <w:t xml:space="preserve"> </w:t>
      </w:r>
      <w:r w:rsidRPr="007831BB">
        <w:rPr>
          <w:rStyle w:val="Datatype"/>
        </w:rPr>
        <w:t>200 OK</w:t>
      </w:r>
      <w:r w:rsidRPr="007831BB">
        <w:t xml:space="preserve"> </w:t>
      </w:r>
      <w:r>
        <w:t xml:space="preserve">response MUST be represented as an HTTP message, </w:t>
      </w:r>
      <w:r w:rsidRPr="007831BB">
        <w:t xml:space="preserve">as described in </w:t>
      </w:r>
      <w:hyperlink w:anchor="HTTPMessage" w:history="1">
        <w:r w:rsidRPr="00AC4451">
          <w:rPr>
            <w:rStyle w:val="Hyperlink"/>
            <w:b/>
          </w:rPr>
          <w:t>[RFC7230]</w:t>
        </w:r>
      </w:hyperlink>
      <w:r>
        <w:rPr>
          <w:rStyle w:val="Hyperlink"/>
          <w:b/>
        </w:rPr>
        <w:t xml:space="preserve">, </w:t>
      </w:r>
      <w:r w:rsidRPr="007831BB">
        <w:t xml:space="preserve">which </w:t>
      </w:r>
      <w:r>
        <w:t>is</w:t>
      </w:r>
      <w:r w:rsidRPr="007831BB">
        <w:t xml:space="preserve"> </w:t>
      </w:r>
      <w:r>
        <w:t xml:space="preserve">the full HTTP response to </w:t>
      </w:r>
      <w:r w:rsidRPr="007831BB">
        <w:t xml:space="preserve">the </w:t>
      </w:r>
      <w:r>
        <w:t>completed asynchronous operation.</w:t>
      </w:r>
    </w:p>
    <w:p w14:paraId="1D9BAA90" w14:textId="77777777" w:rsidR="00752DAA" w:rsidRDefault="00752DAA" w:rsidP="00752DAA">
      <w:pPr>
        <w:rPr>
          <w:rStyle w:val="Datatype"/>
        </w:rPr>
      </w:pPr>
      <w:r w:rsidRPr="00EF67A4">
        <w:t xml:space="preserve">A </w:t>
      </w:r>
      <w:r w:rsidRPr="00EC545F">
        <w:rPr>
          <w:rStyle w:val="Datatype"/>
        </w:rPr>
        <w:t>DELETE</w:t>
      </w:r>
      <w:r w:rsidRPr="00EF67A4">
        <w:t xml:space="preserve"> request </w:t>
      </w:r>
      <w:r>
        <w:t>sent</w:t>
      </w:r>
      <w:r w:rsidRPr="00EF67A4">
        <w:t xml:space="preserve"> to the </w:t>
      </w:r>
      <w:r>
        <w:t>status monitor resource</w:t>
      </w:r>
      <w:r w:rsidRPr="00EF67A4">
        <w:t xml:space="preserve"> </w:t>
      </w:r>
      <w:r>
        <w:t xml:space="preserve">requests that </w:t>
      </w:r>
      <w:r w:rsidRPr="00EF67A4">
        <w:t xml:space="preserve">the </w:t>
      </w:r>
      <w:r>
        <w:t xml:space="preserve">asynchronous </w:t>
      </w:r>
      <w:r w:rsidRPr="00EF67A4">
        <w:t>processing</w:t>
      </w:r>
      <w:r>
        <w:t xml:space="preserve"> be canceled.</w:t>
      </w:r>
      <w:r w:rsidRPr="00594E34">
        <w:t xml:space="preserve"> </w:t>
      </w:r>
      <w:r>
        <w:t xml:space="preserve">A </w:t>
      </w:r>
      <w:r w:rsidRPr="00EC545F">
        <w:rPr>
          <w:rStyle w:val="Datatype"/>
        </w:rPr>
        <w:t>200 OK</w:t>
      </w:r>
      <w:r>
        <w:t xml:space="preserve"> or a </w:t>
      </w:r>
      <w:r w:rsidRPr="00EC545F">
        <w:rPr>
          <w:rStyle w:val="Datatype"/>
        </w:rPr>
        <w:t>204 No Content</w:t>
      </w:r>
      <w:r>
        <w:rPr>
          <w:rStyle w:val="Datatype"/>
        </w:rPr>
        <w:t xml:space="preserve"> </w:t>
      </w:r>
      <w:r w:rsidRPr="00583988">
        <w:t>response</w:t>
      </w:r>
      <w:r>
        <w:t xml:space="preserve"> indicates that the asynchronous processing has been successfully canceled.</w:t>
      </w:r>
      <w:r w:rsidRPr="00594E34">
        <w:t xml:space="preserve"> </w:t>
      </w:r>
      <w:r>
        <w:t xml:space="preserve">A client can request that the </w:t>
      </w:r>
      <w:r w:rsidRPr="00EC545F">
        <w:rPr>
          <w:rStyle w:val="Datatype"/>
        </w:rPr>
        <w:t>DELETE</w:t>
      </w:r>
      <w:r w:rsidRPr="00EF67A4">
        <w:t xml:space="preserve"> </w:t>
      </w:r>
      <w:r>
        <w:t xml:space="preserve">should be executed asynchronously. A </w:t>
      </w:r>
      <w:r w:rsidRPr="00F81CBC">
        <w:rPr>
          <w:rStyle w:val="Datatype"/>
        </w:rPr>
        <w:t>202 Accepted</w:t>
      </w:r>
      <w:r>
        <w:t xml:space="preserve"> response indicates that the cancellation is being processed asynchronously; the client can use the returned </w:t>
      </w:r>
      <w:hyperlink w:anchor="sec_HeaderLocation" w:history="1">
        <w:r w:rsidRPr="0061284C">
          <w:rPr>
            <w:rStyle w:val="Hyperlink"/>
            <w:rFonts w:ascii="Courier New" w:hAnsi="Courier New" w:cs="Courier New"/>
          </w:rPr>
          <w:t>Location</w:t>
        </w:r>
        <w:r w:rsidRPr="0061284C">
          <w:rPr>
            <w:rStyle w:val="Hyperlink"/>
          </w:rPr>
          <w:t xml:space="preserve"> header</w:t>
        </w:r>
      </w:hyperlink>
      <w:r>
        <w:t xml:space="preserve"> (</w:t>
      </w:r>
      <w:r w:rsidRPr="00A25947">
        <w:t xml:space="preserve">which MUST be different from the status monitor resource of the initial request) to query for the status of the cancellation. </w:t>
      </w:r>
      <w:r>
        <w:t xml:space="preserve">If a delete request is not supported by the service, the service returns </w:t>
      </w:r>
      <w:hyperlink w:anchor="sec_ResponseCode405MethodNotAllowed" w:history="1">
        <w:r w:rsidRPr="008C53F0">
          <w:rPr>
            <w:rStyle w:val="Hyperlink"/>
            <w:rFonts w:ascii="Courier New" w:hAnsi="Courier New"/>
          </w:rPr>
          <w:t>405 Method Not Allowed</w:t>
        </w:r>
      </w:hyperlink>
      <w:r>
        <w:rPr>
          <w:rStyle w:val="Datatype"/>
        </w:rPr>
        <w:t>.</w:t>
      </w:r>
    </w:p>
    <w:p w14:paraId="77EB2942" w14:textId="77777777" w:rsidR="00752DAA" w:rsidRDefault="00752DAA" w:rsidP="00752DAA">
      <w:r>
        <w:lastRenderedPageBreak/>
        <w:t xml:space="preserve">After a successful </w:t>
      </w:r>
      <w:r w:rsidRPr="00E36F07">
        <w:rPr>
          <w:rFonts w:ascii="Courier New" w:hAnsi="Courier New" w:cs="Courier New"/>
        </w:rPr>
        <w:t>DELETE</w:t>
      </w:r>
      <w:r>
        <w:t xml:space="preserve"> request against the status monitor resource, any subsequent </w:t>
      </w:r>
      <w:r w:rsidRPr="00E36F07">
        <w:rPr>
          <w:rFonts w:ascii="Courier New" w:hAnsi="Courier New" w:cs="Courier New"/>
        </w:rPr>
        <w:t>GET</w:t>
      </w:r>
      <w:r>
        <w:t xml:space="preserve"> requests for the same status monitor resource returns </w:t>
      </w:r>
      <w:hyperlink w:anchor="sec_ResponseCode404NotFound" w:history="1">
        <w:r w:rsidRPr="00E36F07">
          <w:rPr>
            <w:rStyle w:val="Hyperlink"/>
            <w:rFonts w:ascii="Courier New" w:hAnsi="Courier New" w:cs="Courier New"/>
          </w:rPr>
          <w:t>404 Not Found</w:t>
        </w:r>
      </w:hyperlink>
      <w:r>
        <w:t>.</w:t>
      </w:r>
    </w:p>
    <w:p w14:paraId="139AB421" w14:textId="77777777" w:rsidR="00752DAA" w:rsidRPr="00D9262B" w:rsidRDefault="00752DAA" w:rsidP="00752DAA">
      <w:r>
        <w:t xml:space="preserve">If an asynchronous request is cancelled for reasons other than the consumers issuing a </w:t>
      </w:r>
      <w:r w:rsidRPr="00E36F07">
        <w:rPr>
          <w:rFonts w:ascii="Courier New" w:hAnsi="Courier New" w:cs="Courier New"/>
        </w:rPr>
        <w:t>DELETE</w:t>
      </w:r>
      <w:r>
        <w:t xml:space="preserve"> request against the status monitor resource, a </w:t>
      </w:r>
      <w:r w:rsidRPr="00E36F07">
        <w:rPr>
          <w:rFonts w:ascii="Courier New" w:hAnsi="Courier New" w:cs="Courier New"/>
        </w:rPr>
        <w:t>GET</w:t>
      </w:r>
      <w:r>
        <w:t xml:space="preserve"> request to the status monitor resource returns </w:t>
      </w:r>
      <w:r w:rsidRPr="00E36F07">
        <w:rPr>
          <w:rFonts w:ascii="Courier New" w:hAnsi="Courier New" w:cs="Courier New"/>
        </w:rPr>
        <w:t>200 OK</w:t>
      </w:r>
      <w:r>
        <w:t xml:space="preserve"> with a response body containing a single HTTP response with a status code in the </w:t>
      </w:r>
      <w:r w:rsidRPr="00E36F07">
        <w:rPr>
          <w:rFonts w:ascii="Courier New" w:hAnsi="Courier New" w:cs="Courier New"/>
        </w:rPr>
        <w:t>5xx Server Error</w:t>
      </w:r>
      <w:r>
        <w:t xml:space="preserve"> range indicating that the operation was cancelled</w:t>
      </w:r>
      <w:r w:rsidRPr="00D9262B">
        <w:t>.</w:t>
      </w:r>
    </w:p>
    <w:p w14:paraId="30FCFFE0" w14:textId="77777777" w:rsidR="00752DAA" w:rsidRPr="001C0480" w:rsidRDefault="00752DAA" w:rsidP="00752DAA">
      <w:pPr>
        <w:rPr>
          <w:color w:val="0000EE"/>
        </w:rPr>
      </w:pPr>
      <w:r>
        <w:t>The service</w:t>
      </w:r>
      <w:r w:rsidRPr="00594E34">
        <w:t xml:space="preserve"> </w:t>
      </w:r>
      <w:r>
        <w:t>MUST</w:t>
      </w:r>
      <w:r w:rsidRPr="00594E34">
        <w:t xml:space="preserve"> </w:t>
      </w:r>
      <w:r>
        <w:t>ensure that no observable change has occurred as a result of a canceled request</w:t>
      </w:r>
      <w:r w:rsidRPr="00594E34">
        <w:t>.</w:t>
      </w:r>
    </w:p>
    <w:p w14:paraId="74F0FC74" w14:textId="77777777" w:rsidR="00752DAA" w:rsidRDefault="00752DAA" w:rsidP="00752DAA">
      <w:r>
        <w:t xml:space="preserve">If the </w:t>
      </w:r>
      <w:r w:rsidRPr="00315C3D">
        <w:t>client wait</w:t>
      </w:r>
      <w:r>
        <w:t>s</w:t>
      </w:r>
      <w:r w:rsidRPr="00315C3D">
        <w:t xml:space="preserve"> too long</w:t>
      </w:r>
      <w:r>
        <w:t xml:space="preserve"> to request the result of the asynchronous processing</w:t>
      </w:r>
      <w:r w:rsidDel="00E36F07">
        <w:t xml:space="preserve">, </w:t>
      </w:r>
      <w:r>
        <w:t xml:space="preserve">the service responds with a </w:t>
      </w:r>
      <w:hyperlink w:anchor="sec_ResponseCode410Gone" w:history="1">
        <w:r w:rsidRPr="00853C42">
          <w:rPr>
            <w:rStyle w:val="Hyperlink"/>
            <w:rFonts w:ascii="Courier New" w:hAnsi="Courier New"/>
          </w:rPr>
          <w:t>410</w:t>
        </w:r>
        <w:r w:rsidRPr="00853C42">
          <w:rPr>
            <w:rStyle w:val="Hyperlink"/>
          </w:rPr>
          <w:t xml:space="preserve"> </w:t>
        </w:r>
        <w:r w:rsidRPr="00853C42">
          <w:rPr>
            <w:rStyle w:val="Hyperlink"/>
            <w:rFonts w:ascii="Courier New" w:hAnsi="Courier New"/>
          </w:rPr>
          <w:t>Gone</w:t>
        </w:r>
      </w:hyperlink>
      <w:r>
        <w:t xml:space="preserve"> or </w:t>
      </w:r>
      <w:hyperlink w:anchor="sec_ResponseCode404NotFound" w:history="1">
        <w:r w:rsidRPr="00E36F07">
          <w:rPr>
            <w:rStyle w:val="Hyperlink"/>
            <w:rFonts w:ascii="Courier New" w:hAnsi="Courier New" w:cs="Courier New"/>
          </w:rPr>
          <w:t>404 Not Found</w:t>
        </w:r>
      </w:hyperlink>
      <w:r>
        <w:t>.</w:t>
      </w:r>
    </w:p>
    <w:p w14:paraId="5C11E44D" w14:textId="77777777" w:rsidR="00752DAA" w:rsidRDefault="00752DAA" w:rsidP="00752DAA">
      <w:r>
        <w:t>The status monitor resource URL MUST differ from any other resource URL.</w:t>
      </w:r>
    </w:p>
    <w:bookmarkStart w:id="1017" w:name="_Batch_Requests_1"/>
    <w:bookmarkStart w:id="1018" w:name="_Toc477876717"/>
    <w:bookmarkStart w:id="1019" w:name="_Ref484616127"/>
    <w:bookmarkStart w:id="1020" w:name="sec_BatchRequests"/>
    <w:bookmarkEnd w:id="1014"/>
    <w:bookmarkEnd w:id="1017"/>
    <w:p w14:paraId="3570490C" w14:textId="77777777" w:rsidR="00752DAA" w:rsidRDefault="00752DAA" w:rsidP="006C1EBF">
      <w:pPr>
        <w:pStyle w:val="Heading2"/>
        <w:numPr>
          <w:ilvl w:val="1"/>
          <w:numId w:val="2"/>
        </w:numPr>
        <w:tabs>
          <w:tab w:val="left" w:pos="567"/>
        </w:tabs>
      </w:pPr>
      <w:r>
        <w:fldChar w:fldCharType="begin"/>
      </w:r>
      <w:r>
        <w:instrText xml:space="preserve"> HYPERLINK  \l "sec_BatchRequests" </w:instrText>
      </w:r>
      <w:r>
        <w:fldChar w:fldCharType="separate"/>
      </w:r>
      <w:bookmarkStart w:id="1021" w:name="_Toc494885135"/>
      <w:bookmarkStart w:id="1022" w:name="_Toc494356882"/>
      <w:r w:rsidRPr="004A50BC">
        <w:rPr>
          <w:rStyle w:val="Hyperlink"/>
        </w:rPr>
        <w:t>Batch Requests</w:t>
      </w:r>
      <w:bookmarkEnd w:id="1018"/>
      <w:bookmarkEnd w:id="1019"/>
      <w:bookmarkEnd w:id="1020"/>
      <w:bookmarkEnd w:id="1021"/>
      <w:bookmarkEnd w:id="1022"/>
      <w:r>
        <w:fldChar w:fldCharType="end"/>
      </w:r>
    </w:p>
    <w:p w14:paraId="2FAF1A7E" w14:textId="77777777" w:rsidR="00752DAA" w:rsidRDefault="00752DAA" w:rsidP="00752DAA">
      <w:r>
        <w:t xml:space="preserve">Batch requests allow grouping multiple individual requests into a single HTTP request payload. An individual request in the context of a batch request is a </w:t>
      </w:r>
      <w:hyperlink w:anchor="sec_MetadataRequests" w:history="1">
        <w:r w:rsidRPr="00277B2E">
          <w:rPr>
            <w:rStyle w:val="Hyperlink"/>
          </w:rPr>
          <w:t>Metadata Request</w:t>
        </w:r>
      </w:hyperlink>
      <w:r>
        <w:t xml:space="preserve">, </w:t>
      </w:r>
      <w:hyperlink w:anchor="sec_RequestingData" w:history="1">
        <w:r w:rsidRPr="00E05D10">
          <w:rPr>
            <w:rStyle w:val="Hyperlink"/>
          </w:rPr>
          <w:t xml:space="preserve">Data </w:t>
        </w:r>
        <w:r>
          <w:rPr>
            <w:rStyle w:val="Hyperlink"/>
          </w:rPr>
          <w:t>R</w:t>
        </w:r>
        <w:r w:rsidRPr="00E05D10">
          <w:rPr>
            <w:rStyle w:val="Hyperlink"/>
          </w:rPr>
          <w:t>equest</w:t>
        </w:r>
      </w:hyperlink>
      <w:r>
        <w:rPr>
          <w:rStyle w:val="Hyperlink"/>
        </w:rPr>
        <w:t>,</w:t>
      </w:r>
      <w:r>
        <w:t xml:space="preserve"> </w:t>
      </w:r>
      <w:hyperlink w:anchor="sec_DataModification" w:history="1">
        <w:r w:rsidRPr="0061284C">
          <w:rPr>
            <w:rStyle w:val="Hyperlink"/>
          </w:rPr>
          <w:t>Data Modification Request</w:t>
        </w:r>
      </w:hyperlink>
      <w:r w:rsidRPr="006E72E6">
        <w:t>,</w:t>
      </w:r>
      <w:r>
        <w:t xml:space="preserve"> </w:t>
      </w:r>
      <w:hyperlink w:anchor="sec_InvokinganAction" w:history="1">
        <w:r w:rsidRPr="00E05D10">
          <w:rPr>
            <w:rStyle w:val="Hyperlink"/>
          </w:rPr>
          <w:t>Action invocation</w:t>
        </w:r>
      </w:hyperlink>
      <w:r>
        <w:rPr>
          <w:rStyle w:val="Hyperlink"/>
        </w:rPr>
        <w:t xml:space="preserve"> </w:t>
      </w:r>
      <w:r w:rsidRPr="006E72E6">
        <w:t>request,</w:t>
      </w:r>
      <w:r>
        <w:rPr>
          <w:rStyle w:val="Hyperlink"/>
        </w:rPr>
        <w:t xml:space="preserve"> </w:t>
      </w:r>
      <w:r>
        <w:t xml:space="preserve">or </w:t>
      </w:r>
      <w:hyperlink w:anchor="sec_InvokingaFunction" w:history="1">
        <w:r w:rsidRPr="00E05D10">
          <w:rPr>
            <w:rStyle w:val="Hyperlink"/>
          </w:rPr>
          <w:t>Function invocation</w:t>
        </w:r>
      </w:hyperlink>
      <w:r>
        <w:t xml:space="preserve"> request. </w:t>
      </w:r>
    </w:p>
    <w:p w14:paraId="6B981209" w14:textId="77777777" w:rsidR="00752DAA" w:rsidRDefault="00752DAA" w:rsidP="00752DAA">
      <w:r>
        <w:t xml:space="preserve">Batch requests are submitted as a single HTTP </w:t>
      </w:r>
      <w:r w:rsidRPr="003F750E">
        <w:rPr>
          <w:rStyle w:val="Datatype"/>
        </w:rPr>
        <w:t>POST</w:t>
      </w:r>
      <w:r>
        <w:t xml:space="preserve"> request to the batch endpoint of a service, located at the URL </w:t>
      </w:r>
      <w:r w:rsidRPr="003F750E">
        <w:rPr>
          <w:rStyle w:val="Datatype"/>
        </w:rPr>
        <w:t>$batch</w:t>
      </w:r>
      <w:r>
        <w:t xml:space="preserve"> relative to the service root.</w:t>
      </w:r>
    </w:p>
    <w:p w14:paraId="43F8E14D" w14:textId="77777777" w:rsidR="00752DAA" w:rsidRDefault="00752DAA" w:rsidP="00752DAA">
      <w:r>
        <w:t>Individual requests within a batch request are evaluated according to the same semantics used when the request appears outside the context of a batch request.</w:t>
      </w:r>
    </w:p>
    <w:p w14:paraId="3DE80E88" w14:textId="77777777" w:rsidR="00752DAA" w:rsidRDefault="00752DAA" w:rsidP="00752DAA">
      <w:pPr>
        <w:rPr>
          <w:rStyle w:val="Hyperlink"/>
          <w:b/>
        </w:rPr>
      </w:pPr>
      <w:r>
        <w:t xml:space="preserve">A batch request is represented using either the </w:t>
      </w:r>
      <w:hyperlink w:anchor="sec_MultipartBatchFormat" w:history="1">
        <w:r w:rsidRPr="00607E8B">
          <w:rPr>
            <w:rStyle w:val="Hyperlink"/>
          </w:rPr>
          <w:t>multipart batch format</w:t>
        </w:r>
      </w:hyperlink>
      <w:r>
        <w:t xml:space="preserve"> defined in this document or the JSON batch format defined in </w:t>
      </w:r>
      <w:hyperlink w:anchor="ODataJSONRef" w:history="1">
        <w:r w:rsidRPr="004A525C">
          <w:rPr>
            <w:rStyle w:val="Hyperlink"/>
            <w:b/>
          </w:rPr>
          <w:t>[OData-JSON]</w:t>
        </w:r>
      </w:hyperlink>
      <w:r>
        <w:rPr>
          <w:rStyle w:val="Hyperlink"/>
          <w:b/>
        </w:rPr>
        <w:t>.</w:t>
      </w:r>
    </w:p>
    <w:bookmarkStart w:id="1023" w:name="_Toc476928896"/>
    <w:bookmarkStart w:id="1024" w:name="_Toc477876718"/>
    <w:bookmarkStart w:id="1025" w:name="sec_BatchRequestHeaders"/>
    <w:bookmarkEnd w:id="1023"/>
    <w:p w14:paraId="0A823CCB" w14:textId="77777777" w:rsidR="00752DAA" w:rsidRDefault="00752DAA" w:rsidP="006C1EBF">
      <w:pPr>
        <w:pStyle w:val="Heading3"/>
        <w:numPr>
          <w:ilvl w:val="2"/>
          <w:numId w:val="2"/>
        </w:numPr>
        <w:tabs>
          <w:tab w:val="left" w:pos="567"/>
        </w:tabs>
      </w:pPr>
      <w:r>
        <w:fldChar w:fldCharType="begin"/>
      </w:r>
      <w:r>
        <w:instrText xml:space="preserve"> HYPERLINK  \l "sec_BatchRequestHeaders" </w:instrText>
      </w:r>
      <w:r>
        <w:fldChar w:fldCharType="separate"/>
      </w:r>
      <w:bookmarkStart w:id="1026" w:name="_Toc494885136"/>
      <w:bookmarkStart w:id="1027" w:name="_Toc494356883"/>
      <w:r w:rsidRPr="004A50BC">
        <w:rPr>
          <w:rStyle w:val="Hyperlink"/>
        </w:rPr>
        <w:t>Batch Request Headers</w:t>
      </w:r>
      <w:bookmarkEnd w:id="1024"/>
      <w:bookmarkEnd w:id="1025"/>
      <w:bookmarkEnd w:id="1026"/>
      <w:bookmarkEnd w:id="1027"/>
      <w:r>
        <w:fldChar w:fldCharType="end"/>
      </w:r>
    </w:p>
    <w:p w14:paraId="4162F2DD" w14:textId="77777777" w:rsidR="00752DAA" w:rsidRDefault="00752DAA" w:rsidP="00752DAA">
      <w:r>
        <w:t xml:space="preserve">A batch request using the </w:t>
      </w:r>
      <w:hyperlink w:anchor="sec_MultipartBatchFormat" w:history="1">
        <w:r w:rsidRPr="00607E8B">
          <w:rPr>
            <w:rStyle w:val="Hyperlink"/>
          </w:rPr>
          <w:t>multipart batch format</w:t>
        </w:r>
      </w:hyperlink>
      <w:r>
        <w:t xml:space="preserve"> MUST contain a </w:t>
      </w:r>
      <w:hyperlink w:anchor="sec_HeaderContentType" w:history="1">
        <w:r w:rsidRPr="007B07D2">
          <w:rPr>
            <w:rStyle w:val="Hyperlink"/>
            <w:rFonts w:ascii="Courier New" w:hAnsi="Courier New"/>
          </w:rPr>
          <w:t>Content-Type</w:t>
        </w:r>
      </w:hyperlink>
      <w:r>
        <w:t xml:space="preserve"> header specifying a content type of </w:t>
      </w:r>
      <w:r w:rsidRPr="003F750E">
        <w:rPr>
          <w:rStyle w:val="Datatype"/>
        </w:rPr>
        <w:t>multipart/mixed</w:t>
      </w:r>
      <w:r>
        <w:t xml:space="preserve"> and a </w:t>
      </w:r>
      <w:r w:rsidRPr="006A61AE">
        <w:rPr>
          <w:rStyle w:val="Datatype"/>
        </w:rPr>
        <w:t>boundary</w:t>
      </w:r>
      <w:r>
        <w:t xml:space="preserve"> parameter as defined in </w:t>
      </w:r>
      <w:hyperlink w:anchor="RFC2046" w:history="1">
        <w:r w:rsidRPr="00D838CF">
          <w:rPr>
            <w:rStyle w:val="Hyperlink"/>
            <w:b/>
          </w:rPr>
          <w:t>[RFC2046]</w:t>
        </w:r>
      </w:hyperlink>
      <w:r>
        <w:t>.</w:t>
      </w:r>
      <w:r w:rsidRPr="00BF5A25">
        <w:t xml:space="preserve"> </w:t>
      </w:r>
    </w:p>
    <w:p w14:paraId="0C0BEE31"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93</w:t>
      </w:r>
      <w:r w:rsidR="002A710D">
        <w:rPr>
          <w:noProof/>
        </w:rPr>
        <w:fldChar w:fldCharType="end"/>
      </w:r>
      <w:r>
        <w:t>: multipart batch request</w:t>
      </w:r>
    </w:p>
    <w:p w14:paraId="40BD827A" w14:textId="77777777" w:rsidR="00752DAA" w:rsidRDefault="00752DAA" w:rsidP="00752DAA">
      <w:pPr>
        <w:pStyle w:val="Code"/>
      </w:pPr>
      <w:r w:rsidRPr="008A69EE">
        <w:rPr>
          <w:rStyle w:val="VerbatimChar"/>
          <w:rFonts w:eastAsia="Cambria"/>
        </w:rPr>
        <w:t>POST /service/$batch HTTP/1.1</w:t>
      </w:r>
      <w:r w:rsidRPr="008A69EE">
        <w:rPr>
          <w:sz w:val="12"/>
        </w:rPr>
        <w:br/>
      </w:r>
      <w:r w:rsidRPr="008A69EE">
        <w:rPr>
          <w:rStyle w:val="VerbatimChar"/>
          <w:rFonts w:eastAsia="Cambria"/>
        </w:rPr>
        <w:t>Host: odata.org</w:t>
      </w:r>
      <w:r w:rsidRPr="008A69EE">
        <w:rPr>
          <w:sz w:val="12"/>
        </w:rPr>
        <w:br/>
      </w:r>
      <w:r w:rsidRPr="008A69EE">
        <w:rPr>
          <w:rStyle w:val="VerbatimChar"/>
          <w:rFonts w:eastAsia="Cambria"/>
        </w:rPr>
        <w:t xml:space="preserve">OData-Version: </w:t>
      </w:r>
      <w:r>
        <w:rPr>
          <w:rStyle w:val="VerbatimChar"/>
          <w:rFonts w:eastAsia="Cambria"/>
        </w:rPr>
        <w:t>4</w:t>
      </w:r>
      <w:r w:rsidRPr="008A69EE">
        <w:rPr>
          <w:rStyle w:val="VerbatimChar"/>
          <w:rFonts w:eastAsia="Cambria"/>
        </w:rPr>
        <w:t xml:space="preserve">.0 </w:t>
      </w:r>
      <w:r w:rsidRPr="008A69EE">
        <w:rPr>
          <w:sz w:val="12"/>
        </w:rPr>
        <w:br/>
      </w:r>
      <w:r>
        <w:rPr>
          <w:rStyle w:val="VerbatimChar"/>
          <w:rFonts w:eastAsia="Cambria"/>
        </w:rPr>
        <w:t>C</w:t>
      </w:r>
      <w:r w:rsidRPr="008A69EE">
        <w:rPr>
          <w:rStyle w:val="VerbatimChar"/>
          <w:rFonts w:eastAsia="Cambria"/>
        </w:rPr>
        <w:t>ontent-</w:t>
      </w:r>
      <w:r>
        <w:rPr>
          <w:rStyle w:val="VerbatimChar"/>
          <w:rFonts w:eastAsia="Cambria"/>
        </w:rPr>
        <w:t>T</w:t>
      </w:r>
      <w:r w:rsidRPr="008A69EE">
        <w:rPr>
          <w:rStyle w:val="VerbatimChar"/>
          <w:rFonts w:eastAsia="Cambria"/>
        </w:rPr>
        <w:t>ype: multipart/mixed;</w:t>
      </w:r>
      <w:r>
        <w:rPr>
          <w:rStyle w:val="VerbatimChar"/>
          <w:rFonts w:eastAsia="Cambria"/>
        </w:rPr>
        <w:t xml:space="preserve"> </w:t>
      </w:r>
      <w:r w:rsidRPr="008A69EE">
        <w:rPr>
          <w:rStyle w:val="VerbatimChar"/>
          <w:rFonts w:eastAsia="Cambria"/>
        </w:rPr>
        <w:t>boundary=batch_36522ad7-fc75-4b56-8c71-56071383e77b</w:t>
      </w:r>
      <w:r w:rsidRPr="008A69EE">
        <w:rPr>
          <w:sz w:val="12"/>
        </w:rPr>
        <w:br/>
      </w:r>
      <w:r w:rsidRPr="008A69EE">
        <w:rPr>
          <w:sz w:val="12"/>
        </w:rPr>
        <w:br/>
      </w:r>
      <w:r w:rsidRPr="008A69EE">
        <w:rPr>
          <w:rStyle w:val="VerbatimChar"/>
          <w:rFonts w:eastAsia="Cambria"/>
        </w:rPr>
        <w:t>&lt;</w:t>
      </w:r>
      <w:r>
        <w:rPr>
          <w:rStyle w:val="VerbatimChar"/>
          <w:rFonts w:eastAsia="Cambria"/>
        </w:rPr>
        <w:t xml:space="preserve">Multipart </w:t>
      </w:r>
      <w:r w:rsidRPr="008A69EE">
        <w:rPr>
          <w:rStyle w:val="VerbatimChar"/>
          <w:rFonts w:eastAsia="Cambria"/>
        </w:rPr>
        <w:t xml:space="preserve">Batch </w:t>
      </w:r>
      <w:r>
        <w:rPr>
          <w:rStyle w:val="VerbatimChar"/>
          <w:rFonts w:eastAsia="Cambria"/>
        </w:rPr>
        <w:t>r</w:t>
      </w:r>
      <w:r w:rsidRPr="008A69EE">
        <w:rPr>
          <w:rStyle w:val="VerbatimChar"/>
          <w:rFonts w:eastAsia="Cambria"/>
        </w:rPr>
        <w:t xml:space="preserve">equest </w:t>
      </w:r>
      <w:r>
        <w:rPr>
          <w:rStyle w:val="VerbatimChar"/>
          <w:rFonts w:eastAsia="Cambria"/>
        </w:rPr>
        <w:t>b</w:t>
      </w:r>
      <w:r w:rsidRPr="008A69EE">
        <w:rPr>
          <w:rStyle w:val="VerbatimChar"/>
          <w:rFonts w:eastAsia="Cambria"/>
        </w:rPr>
        <w:t>ody&gt;</w:t>
      </w:r>
    </w:p>
    <w:p w14:paraId="41435065" w14:textId="77777777" w:rsidR="00752DAA" w:rsidRDefault="00752DAA" w:rsidP="00752DAA">
      <w:r>
        <w:t xml:space="preserve">A batch request using the JSON batch format MUST contain a </w:t>
      </w:r>
      <w:r w:rsidRPr="00A350A9">
        <w:rPr>
          <w:rStyle w:val="Datatype"/>
        </w:rPr>
        <w:t>Content-Type</w:t>
      </w:r>
      <w:r>
        <w:t xml:space="preserve"> header specifying a content type of </w:t>
      </w:r>
      <w:r>
        <w:rPr>
          <w:rStyle w:val="Datatype"/>
        </w:rPr>
        <w:t>application</w:t>
      </w:r>
      <w:r w:rsidRPr="003F750E">
        <w:rPr>
          <w:rStyle w:val="Datatype"/>
        </w:rPr>
        <w:t>/</w:t>
      </w:r>
      <w:r>
        <w:rPr>
          <w:rStyle w:val="Datatype"/>
        </w:rPr>
        <w:t>json</w:t>
      </w:r>
      <w:r>
        <w:t>.</w:t>
      </w:r>
    </w:p>
    <w:p w14:paraId="4E7016DF" w14:textId="77777777" w:rsidR="00752DAA" w:rsidRDefault="00752DAA" w:rsidP="00752DAA">
      <w:pPr>
        <w:pStyle w:val="Caption"/>
      </w:pPr>
      <w:r w:rsidRPr="003F1FAD">
        <w:t xml:space="preserve"> Example </w:t>
      </w:r>
      <w:r w:rsidR="002A710D">
        <w:fldChar w:fldCharType="begin"/>
      </w:r>
      <w:r w:rsidR="002A710D">
        <w:instrText xml:space="preserve"> SEQ Example \* ARABIC </w:instrText>
      </w:r>
      <w:r w:rsidR="002A710D">
        <w:fldChar w:fldCharType="separate"/>
      </w:r>
      <w:r>
        <w:rPr>
          <w:noProof/>
        </w:rPr>
        <w:t>94</w:t>
      </w:r>
      <w:r w:rsidR="002A710D">
        <w:rPr>
          <w:noProof/>
        </w:rPr>
        <w:fldChar w:fldCharType="end"/>
      </w:r>
      <w:r>
        <w:t>: JSON batch request</w:t>
      </w:r>
    </w:p>
    <w:p w14:paraId="3D2A3D3B" w14:textId="77777777" w:rsidR="00752DAA" w:rsidRDefault="00752DAA" w:rsidP="00752DAA">
      <w:pPr>
        <w:pStyle w:val="Code"/>
      </w:pPr>
      <w:r w:rsidRPr="008A69EE">
        <w:rPr>
          <w:rStyle w:val="VerbatimChar"/>
          <w:rFonts w:eastAsia="Cambria"/>
        </w:rPr>
        <w:t>POST /service/$batch HTTP/1.1</w:t>
      </w:r>
      <w:r w:rsidRPr="008A69EE">
        <w:rPr>
          <w:sz w:val="12"/>
        </w:rPr>
        <w:br/>
      </w:r>
      <w:r w:rsidRPr="008A69EE">
        <w:rPr>
          <w:rStyle w:val="VerbatimChar"/>
          <w:rFonts w:eastAsia="Cambria"/>
        </w:rPr>
        <w:t>Host: odata.org</w:t>
      </w:r>
      <w:r w:rsidRPr="008A69EE">
        <w:rPr>
          <w:sz w:val="12"/>
        </w:rPr>
        <w:br/>
      </w:r>
      <w:r w:rsidRPr="008A69EE">
        <w:rPr>
          <w:rStyle w:val="VerbatimChar"/>
          <w:rFonts w:eastAsia="Cambria"/>
        </w:rPr>
        <w:t xml:space="preserve">OData-Version: </w:t>
      </w:r>
      <w:r>
        <w:rPr>
          <w:rStyle w:val="VerbatimChar"/>
          <w:rFonts w:eastAsia="Cambria"/>
        </w:rPr>
        <w:t>4</w:t>
      </w:r>
      <w:r w:rsidRPr="008A69EE">
        <w:rPr>
          <w:rStyle w:val="VerbatimChar"/>
          <w:rFonts w:eastAsia="Cambria"/>
        </w:rPr>
        <w:t>.0</w:t>
      </w:r>
      <w:r>
        <w:rPr>
          <w:rStyle w:val="VerbatimChar"/>
          <w:rFonts w:eastAsia="Cambria"/>
        </w:rPr>
        <w:t>1</w:t>
      </w:r>
      <w:r w:rsidRPr="008A69EE">
        <w:rPr>
          <w:rStyle w:val="VerbatimChar"/>
          <w:rFonts w:eastAsia="Cambria"/>
        </w:rPr>
        <w:t xml:space="preserve"> </w:t>
      </w:r>
      <w:r w:rsidRPr="008A69EE">
        <w:rPr>
          <w:sz w:val="12"/>
        </w:rPr>
        <w:br/>
      </w:r>
      <w:r>
        <w:rPr>
          <w:rStyle w:val="VerbatimChar"/>
          <w:rFonts w:eastAsia="Cambria"/>
        </w:rPr>
        <w:t>C</w:t>
      </w:r>
      <w:r w:rsidRPr="008A69EE">
        <w:rPr>
          <w:rStyle w:val="VerbatimChar"/>
          <w:rFonts w:eastAsia="Cambria"/>
        </w:rPr>
        <w:t>ontent-</w:t>
      </w:r>
      <w:r>
        <w:rPr>
          <w:rStyle w:val="VerbatimChar"/>
          <w:rFonts w:eastAsia="Cambria"/>
        </w:rPr>
        <w:t>T</w:t>
      </w:r>
      <w:r w:rsidRPr="008A69EE">
        <w:rPr>
          <w:rStyle w:val="VerbatimChar"/>
          <w:rFonts w:eastAsia="Cambria"/>
        </w:rPr>
        <w:t xml:space="preserve">ype: </w:t>
      </w:r>
      <w:r>
        <w:rPr>
          <w:rStyle w:val="VerbatimChar"/>
          <w:rFonts w:eastAsia="Cambria"/>
        </w:rPr>
        <w:t>application/json</w:t>
      </w:r>
      <w:r w:rsidRPr="008A69EE">
        <w:rPr>
          <w:sz w:val="12"/>
        </w:rPr>
        <w:br/>
      </w:r>
      <w:r w:rsidRPr="008A69EE">
        <w:rPr>
          <w:sz w:val="12"/>
        </w:rPr>
        <w:br/>
      </w:r>
      <w:r w:rsidRPr="008A69EE">
        <w:rPr>
          <w:rStyle w:val="VerbatimChar"/>
          <w:rFonts w:eastAsia="Cambria"/>
        </w:rPr>
        <w:t>&lt;</w:t>
      </w:r>
      <w:r>
        <w:rPr>
          <w:rStyle w:val="VerbatimChar"/>
          <w:rFonts w:eastAsia="Cambria"/>
        </w:rPr>
        <w:t>JSON Batch request b</w:t>
      </w:r>
      <w:r w:rsidRPr="008A69EE">
        <w:rPr>
          <w:rStyle w:val="VerbatimChar"/>
          <w:rFonts w:eastAsia="Cambria"/>
        </w:rPr>
        <w:t>ody&gt;</w:t>
      </w:r>
    </w:p>
    <w:p w14:paraId="187BE092" w14:textId="77777777" w:rsidR="00752DAA" w:rsidRDefault="00752DAA" w:rsidP="00752DAA">
      <w:r>
        <w:t xml:space="preserve">Batch requests SHOULD contain the applicable </w:t>
      </w:r>
      <w:r>
        <w:rPr>
          <w:rStyle w:val="Datatype"/>
        </w:rPr>
        <w:t>OData-Version</w:t>
      </w:r>
      <w:r>
        <w:t xml:space="preserve"> header. </w:t>
      </w:r>
    </w:p>
    <w:p w14:paraId="6362F63C" w14:textId="77777777" w:rsidR="00752DAA" w:rsidRDefault="00752DAA" w:rsidP="00752DAA">
      <w:r>
        <w:t xml:space="preserve">Batch requests SHOULD contain an </w:t>
      </w:r>
      <w:hyperlink w:anchor="sec_HeaderAccept" w:history="1">
        <w:r w:rsidRPr="007B07D2">
          <w:rPr>
            <w:rStyle w:val="Hyperlink"/>
            <w:rFonts w:ascii="Courier New" w:hAnsi="Courier New"/>
          </w:rPr>
          <w:t>Accept</w:t>
        </w:r>
      </w:hyperlink>
      <w:r>
        <w:t xml:space="preserve"> header specifying the desired batch response format, either </w:t>
      </w:r>
      <w:r w:rsidRPr="00127975">
        <w:rPr>
          <w:rStyle w:val="Datatype"/>
        </w:rPr>
        <w:t>multipart/mixed</w:t>
      </w:r>
      <w:r>
        <w:t xml:space="preserve"> or </w:t>
      </w:r>
      <w:r w:rsidRPr="00127975">
        <w:rPr>
          <w:rStyle w:val="Datatype"/>
        </w:rPr>
        <w:t>application/json</w:t>
      </w:r>
      <w:r>
        <w:t xml:space="preserve">. If no </w:t>
      </w:r>
      <w:r w:rsidRPr="00127975">
        <w:rPr>
          <w:rStyle w:val="Datatype"/>
        </w:rPr>
        <w:t>Accept</w:t>
      </w:r>
      <w:r>
        <w:t xml:space="preserve"> header is provided, services SHOULD respond with the content type of the request.</w:t>
      </w:r>
    </w:p>
    <w:p w14:paraId="668D5AA6" w14:textId="77777777" w:rsidR="00752DAA" w:rsidRDefault="00752DAA" w:rsidP="00752DAA">
      <w:bookmarkStart w:id="1028" w:name="_Toc370126141"/>
      <w:bookmarkStart w:id="1029" w:name="_Toc370374938"/>
      <w:bookmarkStart w:id="1030" w:name="_Toc370126140"/>
      <w:bookmarkStart w:id="1031" w:name="_Toc370374937"/>
      <w:r>
        <w:t xml:space="preserve">If the set of request headers of a batch request are valid the service MUST return a </w:t>
      </w:r>
      <w:hyperlink w:anchor="sec_ResponseCode200OK" w:history="1">
        <w:r w:rsidRPr="00490199">
          <w:rPr>
            <w:rStyle w:val="Hyperlink"/>
            <w:rFonts w:ascii="Courier New" w:hAnsi="Courier New" w:cs="Courier New"/>
          </w:rPr>
          <w:t>20</w:t>
        </w:r>
        <w:r>
          <w:rPr>
            <w:rStyle w:val="Hyperlink"/>
            <w:rFonts w:ascii="Courier New" w:hAnsi="Courier New" w:cs="Courier New"/>
          </w:rPr>
          <w:t>0</w:t>
        </w:r>
        <w:r w:rsidRPr="00490199">
          <w:rPr>
            <w:rStyle w:val="Hyperlink"/>
            <w:rFonts w:ascii="Courier New" w:hAnsi="Courier New" w:cs="Courier New"/>
          </w:rPr>
          <w:t xml:space="preserve"> </w:t>
        </w:r>
        <w:r>
          <w:rPr>
            <w:rStyle w:val="Hyperlink"/>
            <w:rFonts w:ascii="Courier New" w:hAnsi="Courier New" w:cs="Courier New"/>
          </w:rPr>
          <w:t>OK</w:t>
        </w:r>
      </w:hyperlink>
      <w:r>
        <w:t xml:space="preserve"> HTTP response code to indicate that the batch request was accepted for processing, but the processing is yet to </w:t>
      </w:r>
      <w:r>
        <w:lastRenderedPageBreak/>
        <w:t>be completed. The individual requests within the body of the batch request may subsequently fail or be malformed; however, this enables batch implementations to stream the results.</w:t>
      </w:r>
    </w:p>
    <w:p w14:paraId="57DB8000" w14:textId="77777777" w:rsidR="00752DAA" w:rsidRDefault="00752DAA" w:rsidP="00752DAA">
      <w:r>
        <w:t xml:space="preserve">If the service receives a batch request with an invalid set of headers it MUST return a </w:t>
      </w:r>
      <w:hyperlink w:anchor="sec_ClientErrorResponses" w:history="1">
        <w:r w:rsidRPr="00490199">
          <w:rPr>
            <w:rStyle w:val="Hyperlink"/>
            <w:rFonts w:ascii="Courier New" w:hAnsi="Courier New" w:cs="Courier New"/>
          </w:rPr>
          <w:t>4xx response code</w:t>
        </w:r>
      </w:hyperlink>
      <w:r>
        <w:t xml:space="preserve"> and perform no further processing of the batch request.</w:t>
      </w:r>
    </w:p>
    <w:bookmarkStart w:id="1032" w:name="sec_RequestDependencies"/>
    <w:p w14:paraId="1ACA56D8" w14:textId="77777777" w:rsidR="00752DAA" w:rsidRDefault="00752DAA" w:rsidP="006C1EBF">
      <w:pPr>
        <w:pStyle w:val="Heading3"/>
        <w:numPr>
          <w:ilvl w:val="2"/>
          <w:numId w:val="2"/>
        </w:numPr>
        <w:tabs>
          <w:tab w:val="left" w:pos="567"/>
        </w:tabs>
      </w:pPr>
      <w:r>
        <w:fldChar w:fldCharType="begin"/>
      </w:r>
      <w:r>
        <w:instrText xml:space="preserve"> HYPERLINK  \l "sec_RequestDependencies" </w:instrText>
      </w:r>
      <w:r>
        <w:fldChar w:fldCharType="separate"/>
      </w:r>
      <w:bookmarkStart w:id="1033" w:name="_Toc494885137"/>
      <w:bookmarkStart w:id="1034" w:name="_Toc494356884"/>
      <w:r w:rsidRPr="004A50BC">
        <w:rPr>
          <w:rStyle w:val="Hyperlink"/>
        </w:rPr>
        <w:t>Request Dependencies</w:t>
      </w:r>
      <w:bookmarkEnd w:id="1032"/>
      <w:bookmarkEnd w:id="1033"/>
      <w:bookmarkEnd w:id="1034"/>
      <w:r>
        <w:fldChar w:fldCharType="end"/>
      </w:r>
    </w:p>
    <w:p w14:paraId="5F7263F3" w14:textId="77777777" w:rsidR="00752DAA" w:rsidRDefault="00752DAA" w:rsidP="00752DAA">
      <w:r>
        <w:t>Requests within a batch may have dependencies on other requests according to the particular batch format.</w:t>
      </w:r>
    </w:p>
    <w:p w14:paraId="4271460E" w14:textId="77777777" w:rsidR="00752DAA" w:rsidRDefault="00752DAA" w:rsidP="00752DAA">
      <w:r>
        <w:t xml:space="preserve">In the JSON format, requests may explicitly declare a dependency on other requests that must be successfully processed before the current request. In addition, requests may be specified as part of an </w:t>
      </w:r>
      <w:r w:rsidRPr="00CD3F2F">
        <w:rPr>
          <w:i/>
        </w:rPr>
        <w:t>atomicity group</w:t>
      </w:r>
      <w:r>
        <w:t xml:space="preserve"> whose members MUST either all succeed or all fail. If a request fails, then any dependent requests within the JSON format return </w:t>
      </w:r>
      <w:hyperlink w:anchor="sec_ResponseCode424FailedDependency" w:history="1">
        <w:r w:rsidRPr="00660360">
          <w:rPr>
            <w:rStyle w:val="Hyperlink"/>
            <w:rFonts w:ascii="Courier New" w:hAnsi="Courier New" w:cs="Courier New"/>
          </w:rPr>
          <w:t>424 Failed Dependency</w:t>
        </w:r>
      </w:hyperlink>
      <w:r>
        <w:t>.</w:t>
      </w:r>
    </w:p>
    <w:p w14:paraId="0E996CB1" w14:textId="77777777" w:rsidR="00752DAA" w:rsidRPr="009612C0" w:rsidRDefault="00752DAA" w:rsidP="00752DAA">
      <w:r>
        <w:t xml:space="preserve">In the Multipart format, </w:t>
      </w:r>
      <w:hyperlink w:anchor="sec_DataModification" w:history="1">
        <w:r>
          <w:rPr>
            <w:rStyle w:val="Hyperlink"/>
          </w:rPr>
          <w:t>d</w:t>
        </w:r>
        <w:r w:rsidRPr="00E05D10">
          <w:rPr>
            <w:rStyle w:val="Hyperlink"/>
          </w:rPr>
          <w:t xml:space="preserve">ata </w:t>
        </w:r>
        <w:r>
          <w:rPr>
            <w:rStyle w:val="Hyperlink"/>
          </w:rPr>
          <w:t>m</w:t>
        </w:r>
        <w:r w:rsidRPr="00E05D10">
          <w:rPr>
            <w:rStyle w:val="Hyperlink"/>
          </w:rPr>
          <w:t>odification</w:t>
        </w:r>
      </w:hyperlink>
      <w:r>
        <w:t xml:space="preserve"> requests or </w:t>
      </w:r>
      <w:hyperlink w:anchor="sec_InvokinganAction" w:history="1">
        <w:r>
          <w:rPr>
            <w:rStyle w:val="Hyperlink"/>
          </w:rPr>
          <w:t>a</w:t>
        </w:r>
        <w:r w:rsidRPr="00E05D10">
          <w:rPr>
            <w:rStyle w:val="Hyperlink"/>
          </w:rPr>
          <w:t>ction invocation</w:t>
        </w:r>
      </w:hyperlink>
      <w:r>
        <w:t xml:space="preserve"> requests may be grouped as part of an atomic change set. Operations outside the change set are executed sequentially, while operations within the change set may be executed in any order.</w:t>
      </w:r>
    </w:p>
    <w:bookmarkStart w:id="1035" w:name="_Toc477876720"/>
    <w:bookmarkStart w:id="1036" w:name="sec_IdentifyingIndividualRequests"/>
    <w:p w14:paraId="2EEB8177" w14:textId="77777777" w:rsidR="00752DAA" w:rsidRDefault="00752DAA" w:rsidP="006C1EBF">
      <w:pPr>
        <w:pStyle w:val="Heading3"/>
        <w:numPr>
          <w:ilvl w:val="2"/>
          <w:numId w:val="2"/>
        </w:numPr>
        <w:tabs>
          <w:tab w:val="left" w:pos="567"/>
        </w:tabs>
      </w:pPr>
      <w:r>
        <w:fldChar w:fldCharType="begin"/>
      </w:r>
      <w:r>
        <w:instrText xml:space="preserve"> HYPERLINK  \l "sec_IdentifyingIndividualRequests" </w:instrText>
      </w:r>
      <w:r>
        <w:fldChar w:fldCharType="separate"/>
      </w:r>
      <w:bookmarkStart w:id="1037" w:name="_Toc494885138"/>
      <w:bookmarkStart w:id="1038" w:name="_Toc494356885"/>
      <w:r w:rsidRPr="004A50BC">
        <w:rPr>
          <w:rStyle w:val="Hyperlink"/>
        </w:rPr>
        <w:t>Identifying Individual Requests</w:t>
      </w:r>
      <w:bookmarkEnd w:id="1035"/>
      <w:bookmarkEnd w:id="1036"/>
      <w:bookmarkEnd w:id="1037"/>
      <w:bookmarkEnd w:id="1038"/>
      <w:r>
        <w:fldChar w:fldCharType="end"/>
      </w:r>
    </w:p>
    <w:p w14:paraId="1BD290CB" w14:textId="77777777" w:rsidR="00752DAA" w:rsidRDefault="00752DAA" w:rsidP="00752DAA">
      <w:r>
        <w:t xml:space="preserve">Each individual request within a batch request MAY have a request identifier assigned. The request identifier is case-sensitive, MUST be unique within the batch request, and MUST satisfy the rule </w:t>
      </w:r>
      <w:r>
        <w:rPr>
          <w:rStyle w:val="Datatype"/>
        </w:rPr>
        <w:t>request-id</w:t>
      </w:r>
      <w:r>
        <w:t xml:space="preserve"> in </w:t>
      </w:r>
      <w:hyperlink w:anchor="ABNF" w:history="1">
        <w:r w:rsidRPr="005C52E4">
          <w:rPr>
            <w:rStyle w:val="Hyperlink"/>
            <w:b/>
          </w:rPr>
          <w:t>[OData-ABNF]</w:t>
        </w:r>
      </w:hyperlink>
      <w:r>
        <w:t>.</w:t>
      </w:r>
    </w:p>
    <w:p w14:paraId="7809780F" w14:textId="77777777" w:rsidR="00752DAA" w:rsidRDefault="00752DAA" w:rsidP="00752DAA">
      <w:r>
        <w:t>The representation of the request identifier is format-specific, as are the rules for which individual requests require an identifier.</w:t>
      </w:r>
    </w:p>
    <w:bookmarkStart w:id="1039" w:name="_Toc477876721"/>
    <w:bookmarkStart w:id="1040" w:name="sec_ReferencingReturnedEntities"/>
    <w:p w14:paraId="1E4FE01F" w14:textId="77777777" w:rsidR="00752DAA" w:rsidRDefault="00752DAA" w:rsidP="006C1EBF">
      <w:pPr>
        <w:pStyle w:val="Heading3"/>
        <w:numPr>
          <w:ilvl w:val="2"/>
          <w:numId w:val="2"/>
        </w:numPr>
        <w:tabs>
          <w:tab w:val="left" w:pos="567"/>
        </w:tabs>
      </w:pPr>
      <w:r>
        <w:fldChar w:fldCharType="begin"/>
      </w:r>
      <w:r>
        <w:instrText xml:space="preserve"> HYPERLINK  \l "sec_ReferencingReturnedEntities" </w:instrText>
      </w:r>
      <w:r>
        <w:fldChar w:fldCharType="separate"/>
      </w:r>
      <w:bookmarkStart w:id="1041" w:name="_Toc494885139"/>
      <w:bookmarkStart w:id="1042" w:name="_Toc494356886"/>
      <w:r w:rsidRPr="004A50BC">
        <w:rPr>
          <w:rStyle w:val="Hyperlink"/>
        </w:rPr>
        <w:t>Referencing Returned Entities</w:t>
      </w:r>
      <w:bookmarkEnd w:id="1039"/>
      <w:bookmarkEnd w:id="1040"/>
      <w:bookmarkEnd w:id="1041"/>
      <w:bookmarkEnd w:id="1042"/>
      <w:r>
        <w:fldChar w:fldCharType="end"/>
      </w:r>
    </w:p>
    <w:p w14:paraId="7955C4B9" w14:textId="77777777" w:rsidR="00752DAA" w:rsidRDefault="00752DAA" w:rsidP="00752DAA">
      <w:r>
        <w:t xml:space="preserve">Entities created by an </w:t>
      </w:r>
      <w:hyperlink w:anchor="sec_CreateanEntity" w:history="1">
        <w:r>
          <w:rPr>
            <w:rStyle w:val="Hyperlink"/>
          </w:rPr>
          <w:t>i</w:t>
        </w:r>
        <w:r w:rsidRPr="002A42EE">
          <w:rPr>
            <w:rStyle w:val="Hyperlink"/>
          </w:rPr>
          <w:t>nsert</w:t>
        </w:r>
      </w:hyperlink>
      <w:r>
        <w:t xml:space="preserve"> request can be referenced in the request URL of subsequent requests by using the request identifier prefixed with a </w:t>
      </w:r>
      <w:r w:rsidRPr="00F674D6">
        <w:rPr>
          <w:rStyle w:val="Datatype"/>
        </w:rPr>
        <w:t>$</w:t>
      </w:r>
      <w:r>
        <w:t xml:space="preserve"> character as the first segment of the request URL.</w:t>
      </w:r>
    </w:p>
    <w:p w14:paraId="6A68E7A3" w14:textId="77777777" w:rsidR="00752DAA" w:rsidRDefault="00752DAA" w:rsidP="00752DAA">
      <w:r>
        <w:t xml:space="preserve">If the </w:t>
      </w:r>
      <w:r w:rsidRPr="00F674D6">
        <w:rPr>
          <w:rStyle w:val="Datatype"/>
        </w:rPr>
        <w:t>$</w:t>
      </w:r>
      <w:r>
        <w:t>-prefixed request identifier is identical to the name of a top-level system resource (</w:t>
      </w:r>
      <w:r w:rsidRPr="0018754D">
        <w:rPr>
          <w:rStyle w:val="Datatype"/>
        </w:rPr>
        <w:t>$batch</w:t>
      </w:r>
      <w:r>
        <w:t xml:space="preserve">, </w:t>
      </w:r>
      <w:r w:rsidRPr="0018754D">
        <w:rPr>
          <w:rStyle w:val="Datatype"/>
        </w:rPr>
        <w:t>$crossjoin</w:t>
      </w:r>
      <w:r w:rsidRPr="00F74A8E">
        <w:rPr>
          <w:rStyle w:val="Datatype"/>
        </w:rPr>
        <w:t>,</w:t>
      </w:r>
      <w:r>
        <w:t xml:space="preserve"> </w:t>
      </w:r>
      <w:r w:rsidRPr="00F74A8E">
        <w:rPr>
          <w:rStyle w:val="Datatype"/>
        </w:rPr>
        <w:t>$all,</w:t>
      </w:r>
      <w:r>
        <w:t xml:space="preserve"> </w:t>
      </w:r>
      <w:r w:rsidRPr="0018754D">
        <w:rPr>
          <w:rStyle w:val="Datatype"/>
        </w:rPr>
        <w:t>$entity</w:t>
      </w:r>
      <w:r>
        <w:t xml:space="preserve">, </w:t>
      </w:r>
      <w:r w:rsidRPr="00B35B81">
        <w:rPr>
          <w:rStyle w:val="Datatype"/>
        </w:rPr>
        <w:t>$root</w:t>
      </w:r>
      <w:r>
        <w:t xml:space="preserve">, </w:t>
      </w:r>
      <w:r w:rsidRPr="0018754D">
        <w:rPr>
          <w:rStyle w:val="Datatype"/>
        </w:rPr>
        <w:t>$id</w:t>
      </w:r>
      <w:r>
        <w:t xml:space="preserve">, </w:t>
      </w:r>
      <w:r w:rsidRPr="0018754D">
        <w:rPr>
          <w:rStyle w:val="Datatype"/>
        </w:rPr>
        <w:t>$metadata</w:t>
      </w:r>
      <w:r w:rsidRPr="0018754D">
        <w:t xml:space="preserve">, or </w:t>
      </w:r>
      <w:r>
        <w:t xml:space="preserve">other system resources defined according to the </w:t>
      </w:r>
      <w:hyperlink w:anchor="sec_HeaderODataVersion" w:history="1">
        <w:r w:rsidRPr="004222DF">
          <w:rPr>
            <w:rStyle w:val="Hyperlink"/>
            <w:rFonts w:ascii="Courier New" w:hAnsi="Courier New"/>
          </w:rPr>
          <w:t>OData-Version</w:t>
        </w:r>
      </w:hyperlink>
      <w:r>
        <w:t xml:space="preserve"> of the protocol specified in the request), then the reference to the top-level system resource is used. This collision can be avoided by e.g. using only numeric request identifiers.</w:t>
      </w:r>
    </w:p>
    <w:p w14:paraId="558B50EC" w14:textId="77777777" w:rsidR="00752DAA" w:rsidRPr="00CB235B" w:rsidRDefault="00752DAA" w:rsidP="00752DAA">
      <w:r>
        <w:t xml:space="preserve">Services MAY also support referencing within request bodies, in which case they SHOULD advertise this support by specifying </w:t>
      </w:r>
      <w:r w:rsidRPr="00951722">
        <w:t xml:space="preserve">the </w:t>
      </w:r>
      <w:r>
        <w:rPr>
          <w:rStyle w:val="Datatype"/>
        </w:rPr>
        <w:t>ReferencesInRequestBodiesSupported</w:t>
      </w:r>
      <w:r>
        <w:t xml:space="preserve"> property in the</w:t>
      </w:r>
      <w:r w:rsidRPr="00951722">
        <w:t xml:space="preserve"> </w:t>
      </w:r>
      <w:r w:rsidRPr="004875B7">
        <w:rPr>
          <w:rStyle w:val="Keyword"/>
        </w:rPr>
        <w:t>Capabilities.</w:t>
      </w:r>
      <w:r w:rsidRPr="00951722">
        <w:rPr>
          <w:rStyle w:val="Datatype"/>
        </w:rPr>
        <w:t>Batch</w:t>
      </w:r>
      <w:r>
        <w:rPr>
          <w:rStyle w:val="Datatype"/>
        </w:rPr>
        <w:t>Support</w:t>
      </w:r>
      <w:r w:rsidRPr="00E01191">
        <w:t xml:space="preserve"> </w:t>
      </w:r>
      <w:r>
        <w:t xml:space="preserve">term applied to the entity container, see </w:t>
      </w:r>
      <w:hyperlink w:anchor="VocCapabilities" w:history="1">
        <w:r w:rsidRPr="002768AF">
          <w:rPr>
            <w:rStyle w:val="Hyperlink"/>
            <w:b/>
          </w:rPr>
          <w:t>[OData-VocCap]</w:t>
        </w:r>
      </w:hyperlink>
      <w:r>
        <w:t>.</w:t>
      </w:r>
    </w:p>
    <w:bookmarkStart w:id="1043" w:name="_Toc477876722"/>
    <w:bookmarkStart w:id="1044" w:name="sec_ReferencingtheETagofanEntity"/>
    <w:p w14:paraId="5CAC5F79" w14:textId="77777777" w:rsidR="00752DAA" w:rsidRDefault="00752DAA" w:rsidP="006C1EBF">
      <w:pPr>
        <w:pStyle w:val="Heading3"/>
        <w:numPr>
          <w:ilvl w:val="2"/>
          <w:numId w:val="2"/>
        </w:numPr>
        <w:tabs>
          <w:tab w:val="left" w:pos="567"/>
        </w:tabs>
      </w:pPr>
      <w:r>
        <w:fldChar w:fldCharType="begin"/>
      </w:r>
      <w:r>
        <w:instrText xml:space="preserve"> HYPERLINK  \l "sec_ReferencingtheETagofanEntity" </w:instrText>
      </w:r>
      <w:r>
        <w:fldChar w:fldCharType="separate"/>
      </w:r>
      <w:bookmarkStart w:id="1045" w:name="_Toc494885140"/>
      <w:bookmarkStart w:id="1046" w:name="_Toc494356887"/>
      <w:r w:rsidRPr="004A50BC">
        <w:rPr>
          <w:rStyle w:val="Hyperlink"/>
        </w:rPr>
        <w:t>Referencing the ETag of an Entity</w:t>
      </w:r>
      <w:bookmarkEnd w:id="1043"/>
      <w:bookmarkEnd w:id="1044"/>
      <w:bookmarkEnd w:id="1045"/>
      <w:bookmarkEnd w:id="1046"/>
      <w:r>
        <w:fldChar w:fldCharType="end"/>
      </w:r>
    </w:p>
    <w:p w14:paraId="5BD79AD1" w14:textId="77777777" w:rsidR="00752DAA" w:rsidRDefault="00752DAA" w:rsidP="00752DAA">
      <w:r>
        <w:t xml:space="preserve">Services MAY support the use of an ETag returned from a previous operation in an </w:t>
      </w:r>
      <w:hyperlink w:anchor="sec_HeaderIfMatch" w:history="1">
        <w:r w:rsidRPr="007741DE">
          <w:rPr>
            <w:rStyle w:val="Hyperlink"/>
            <w:rFonts w:ascii="Courier New" w:hAnsi="Courier New"/>
          </w:rPr>
          <w:t>If-Match</w:t>
        </w:r>
      </w:hyperlink>
      <w:r>
        <w:t xml:space="preserve"> or </w:t>
      </w:r>
      <w:hyperlink w:anchor="sec_HeaderIfNoneMatch" w:history="1">
        <w:r w:rsidRPr="007741DE">
          <w:rPr>
            <w:rStyle w:val="Hyperlink"/>
            <w:rFonts w:ascii="Courier New" w:hAnsi="Courier New"/>
          </w:rPr>
          <w:t>If-None-Match</w:t>
        </w:r>
      </w:hyperlink>
      <w:r>
        <w:t xml:space="preserve"> header of a subsequent statement. Services SHOULD advertise this support by specifying </w:t>
      </w:r>
      <w:r w:rsidRPr="00951722">
        <w:t xml:space="preserve">the </w:t>
      </w:r>
      <w:r w:rsidRPr="007741DE">
        <w:rPr>
          <w:rStyle w:val="Datatype"/>
        </w:rPr>
        <w:t xml:space="preserve">EtagReferencesSupported </w:t>
      </w:r>
      <w:r>
        <w:t>property</w:t>
      </w:r>
      <w:r w:rsidRPr="00951722" w:rsidDel="00E01191">
        <w:t xml:space="preserve"> </w:t>
      </w:r>
      <w:r>
        <w:t>in the</w:t>
      </w:r>
      <w:r w:rsidRPr="00951722">
        <w:t xml:space="preserve"> </w:t>
      </w:r>
      <w:r w:rsidRPr="00951722">
        <w:rPr>
          <w:rStyle w:val="Datatype"/>
        </w:rPr>
        <w:t>Batch</w:t>
      </w:r>
      <w:r>
        <w:rPr>
          <w:rStyle w:val="Datatype"/>
        </w:rPr>
        <w:t>Support</w:t>
      </w:r>
      <w:r w:rsidRPr="00E01191">
        <w:t xml:space="preserve"> </w:t>
      </w:r>
      <w:r>
        <w:t xml:space="preserve">annotation term applied to the entity container, see </w:t>
      </w:r>
      <w:hyperlink w:anchor="VocCapabilities" w:history="1">
        <w:r w:rsidRPr="002768AF">
          <w:rPr>
            <w:rStyle w:val="Hyperlink"/>
            <w:b/>
          </w:rPr>
          <w:t>[OData-VocCap]</w:t>
        </w:r>
      </w:hyperlink>
      <w:r>
        <w:t>.</w:t>
      </w:r>
    </w:p>
    <w:p w14:paraId="795B3969" w14:textId="77777777" w:rsidR="00752DAA" w:rsidRPr="00267D9B" w:rsidRDefault="00752DAA" w:rsidP="00752DAA">
      <w:r>
        <w:t xml:space="preserve">The ETag for a previous operation can be referenced by using the request identifier prefixed with a </w:t>
      </w:r>
      <w:r w:rsidRPr="00F674D6">
        <w:rPr>
          <w:rStyle w:val="Datatype"/>
        </w:rPr>
        <w:t>$</w:t>
      </w:r>
      <w:r>
        <w:t xml:space="preserve"> character as the unquoted value of the </w:t>
      </w:r>
      <w:r w:rsidRPr="00B101A3">
        <w:rPr>
          <w:rStyle w:val="Datatype"/>
        </w:rPr>
        <w:t>If-Match</w:t>
      </w:r>
      <w:r>
        <w:t xml:space="preserve"> or </w:t>
      </w:r>
      <w:r w:rsidRPr="00B101A3">
        <w:rPr>
          <w:rStyle w:val="Datatype"/>
        </w:rPr>
        <w:t>If-None-Match</w:t>
      </w:r>
      <w:r>
        <w:t xml:space="preserve"> header.</w:t>
      </w:r>
    </w:p>
    <w:bookmarkStart w:id="1047" w:name="_Toc477876723"/>
    <w:bookmarkStart w:id="1048" w:name="sec_ReferencingValuesfromResponseBodies"/>
    <w:bookmarkEnd w:id="1028"/>
    <w:bookmarkEnd w:id="1029"/>
    <w:p w14:paraId="3BB66A28" w14:textId="77777777" w:rsidR="00752DAA" w:rsidRDefault="00752DAA" w:rsidP="006C1EBF">
      <w:pPr>
        <w:pStyle w:val="Heading3"/>
        <w:numPr>
          <w:ilvl w:val="2"/>
          <w:numId w:val="2"/>
        </w:numPr>
        <w:tabs>
          <w:tab w:val="left" w:pos="567"/>
        </w:tabs>
      </w:pPr>
      <w:r>
        <w:fldChar w:fldCharType="begin"/>
      </w:r>
      <w:r>
        <w:instrText xml:space="preserve"> HYPERLINK  \l "sec_ReferencingValuesfromResponseBodies" </w:instrText>
      </w:r>
      <w:r>
        <w:fldChar w:fldCharType="separate"/>
      </w:r>
      <w:bookmarkStart w:id="1049" w:name="_Toc494885141"/>
      <w:bookmarkStart w:id="1050" w:name="_Toc494356888"/>
      <w:r w:rsidRPr="004A50BC">
        <w:rPr>
          <w:rStyle w:val="Hyperlink"/>
        </w:rPr>
        <w:t>Referencing Values from Response Bodies</w:t>
      </w:r>
      <w:bookmarkEnd w:id="1047"/>
      <w:bookmarkEnd w:id="1048"/>
      <w:bookmarkEnd w:id="1049"/>
      <w:bookmarkEnd w:id="1050"/>
      <w:r>
        <w:fldChar w:fldCharType="end"/>
      </w:r>
    </w:p>
    <w:p w14:paraId="6013417E" w14:textId="77777777" w:rsidR="00752DAA" w:rsidRPr="002831C7" w:rsidRDefault="00752DAA" w:rsidP="00752DAA">
      <w:r>
        <w:t xml:space="preserve">Services MAY support using values from a response body in the query part of the URL or in the request body of subsequent requests. Value references consist of a </w:t>
      </w:r>
      <w:r w:rsidRPr="0039661B">
        <w:rPr>
          <w:rStyle w:val="Datatype"/>
        </w:rPr>
        <w:t>$</w:t>
      </w:r>
      <w:r>
        <w:t xml:space="preserve"> character, followed by the request identifier of the preceding request, and optionally followed by a valid OData path.</w:t>
      </w:r>
    </w:p>
    <w:p w14:paraId="5DC46B1E" w14:textId="77777777" w:rsidR="00752DAA" w:rsidRDefault="00752DAA" w:rsidP="00752DAA">
      <w:r>
        <w:t xml:space="preserve">If the </w:t>
      </w:r>
      <w:r w:rsidRPr="00F674D6">
        <w:rPr>
          <w:rStyle w:val="Datatype"/>
        </w:rPr>
        <w:t>$</w:t>
      </w:r>
      <w:r>
        <w:t>-prefixed request identifier is identical to the name of a predefined literal for query expressions (</w:t>
      </w:r>
      <w:r w:rsidRPr="0018754D">
        <w:rPr>
          <w:rStyle w:val="Datatype"/>
        </w:rPr>
        <w:t>$</w:t>
      </w:r>
      <w:r>
        <w:rPr>
          <w:rStyle w:val="Datatype"/>
        </w:rPr>
        <w:t>it</w:t>
      </w:r>
      <w:r>
        <w:t xml:space="preserve">, </w:t>
      </w:r>
      <w:r w:rsidRPr="00B35B81">
        <w:rPr>
          <w:rStyle w:val="Datatype"/>
        </w:rPr>
        <w:t>$root</w:t>
      </w:r>
      <w:r>
        <w:t>,</w:t>
      </w:r>
      <w:r w:rsidRPr="0018754D">
        <w:t xml:space="preserve"> or </w:t>
      </w:r>
      <w:r>
        <w:t xml:space="preserve">other literals defined according to the </w:t>
      </w:r>
      <w:hyperlink w:anchor="sec_HeaderODataVersion" w:history="1">
        <w:r w:rsidRPr="004222DF">
          <w:rPr>
            <w:rStyle w:val="Hyperlink"/>
            <w:rFonts w:ascii="Courier New" w:hAnsi="Courier New"/>
          </w:rPr>
          <w:t>OData-Version</w:t>
        </w:r>
      </w:hyperlink>
      <w:r>
        <w:t xml:space="preserve"> of the protocol specified in the </w:t>
      </w:r>
      <w:r>
        <w:lastRenderedPageBreak/>
        <w:t>request), then the predefined literal is used. This collision can be avoided by e.g. using only numeric request identifiers.</w:t>
      </w:r>
    </w:p>
    <w:bookmarkStart w:id="1051" w:name="_Toc477876724"/>
    <w:bookmarkStart w:id="1052" w:name="sec_MultipartBatchFormat"/>
    <w:p w14:paraId="534E50C3" w14:textId="77777777" w:rsidR="00752DAA" w:rsidRDefault="00752DAA" w:rsidP="006C1EBF">
      <w:pPr>
        <w:pStyle w:val="Heading3"/>
        <w:numPr>
          <w:ilvl w:val="2"/>
          <w:numId w:val="2"/>
        </w:numPr>
        <w:tabs>
          <w:tab w:val="left" w:pos="567"/>
        </w:tabs>
      </w:pPr>
      <w:r>
        <w:fldChar w:fldCharType="begin"/>
      </w:r>
      <w:r>
        <w:instrText xml:space="preserve"> HYPERLINK  \l "sec_MultipartBatchFormat" </w:instrText>
      </w:r>
      <w:r>
        <w:fldChar w:fldCharType="separate"/>
      </w:r>
      <w:bookmarkStart w:id="1053" w:name="_Toc494885142"/>
      <w:bookmarkStart w:id="1054" w:name="_Toc494356889"/>
      <w:r w:rsidRPr="004A50BC">
        <w:rPr>
          <w:rStyle w:val="Hyperlink"/>
        </w:rPr>
        <w:t>Multipart Batch Format</w:t>
      </w:r>
      <w:bookmarkEnd w:id="1051"/>
      <w:bookmarkEnd w:id="1052"/>
      <w:bookmarkEnd w:id="1053"/>
      <w:bookmarkEnd w:id="1054"/>
      <w:r>
        <w:fldChar w:fldCharType="end"/>
      </w:r>
    </w:p>
    <w:p w14:paraId="7E7D3422" w14:textId="77777777" w:rsidR="00752DAA" w:rsidRPr="00AB4DEC" w:rsidRDefault="00752DAA" w:rsidP="00752DAA">
      <w:r>
        <w:t xml:space="preserve">The multipart batch format is represented as a Multipart Media Type message </w:t>
      </w:r>
      <w:hyperlink w:anchor="RFC2046" w:history="1">
        <w:r w:rsidRPr="00D838CF">
          <w:rPr>
            <w:rStyle w:val="Hyperlink"/>
            <w:b/>
          </w:rPr>
          <w:t>[RFC2046]</w:t>
        </w:r>
      </w:hyperlink>
      <w:r>
        <w:t>, a standard format allowing the representation of multiple parts, each of which may have a different content type.</w:t>
      </w:r>
    </w:p>
    <w:bookmarkStart w:id="1055" w:name="_Toc477876725"/>
    <w:bookmarkStart w:id="1056" w:name="sec_MultipartBatchRequestBody"/>
    <w:bookmarkEnd w:id="1030"/>
    <w:bookmarkEnd w:id="1031"/>
    <w:p w14:paraId="244600C0" w14:textId="77777777" w:rsidR="00752DAA" w:rsidRDefault="00752DAA" w:rsidP="006C1EBF">
      <w:pPr>
        <w:pStyle w:val="Heading4"/>
        <w:numPr>
          <w:ilvl w:val="3"/>
          <w:numId w:val="2"/>
        </w:numPr>
        <w:tabs>
          <w:tab w:val="left" w:pos="567"/>
        </w:tabs>
      </w:pPr>
      <w:r>
        <w:fldChar w:fldCharType="begin"/>
      </w:r>
      <w:r>
        <w:instrText xml:space="preserve"> HYPERLINK  \l "sec_MultipartBatchRequestBody" </w:instrText>
      </w:r>
      <w:r>
        <w:fldChar w:fldCharType="separate"/>
      </w:r>
      <w:bookmarkStart w:id="1057" w:name="_Toc494885143"/>
      <w:bookmarkStart w:id="1058" w:name="_Toc494356890"/>
      <w:r w:rsidRPr="004A50BC">
        <w:rPr>
          <w:rStyle w:val="Hyperlink"/>
        </w:rPr>
        <w:t>Multipart Batch Request Body</w:t>
      </w:r>
      <w:bookmarkEnd w:id="1055"/>
      <w:bookmarkEnd w:id="1056"/>
      <w:bookmarkEnd w:id="1057"/>
      <w:bookmarkEnd w:id="1058"/>
      <w:r>
        <w:fldChar w:fldCharType="end"/>
      </w:r>
    </w:p>
    <w:p w14:paraId="2C979E18" w14:textId="77777777" w:rsidR="00752DAA" w:rsidRDefault="00752DAA" w:rsidP="00752DAA">
      <w:r>
        <w:t xml:space="preserve">The body of a multipart batch request is made up of a series of individual requests and </w:t>
      </w:r>
      <w:r w:rsidRPr="002A7161">
        <w:rPr>
          <w:i/>
        </w:rPr>
        <w:t>change sets</w:t>
      </w:r>
      <w:r>
        <w:t xml:space="preserve">, each represented as a distinct body part (i.e. preceded by a boundary delimiter line consisting of two dashes and the value of the </w:t>
      </w:r>
      <w:r w:rsidRPr="007675F2">
        <w:rPr>
          <w:rStyle w:val="Datatype"/>
        </w:rPr>
        <w:t>boundary</w:t>
      </w:r>
      <w:r>
        <w:t xml:space="preserve"> parameter specified in the </w:t>
      </w:r>
      <w:r w:rsidRPr="00813076">
        <w:rPr>
          <w:rStyle w:val="Datatype"/>
        </w:rPr>
        <w:t>Content-Type</w:t>
      </w:r>
      <w:r>
        <w:t xml:space="preserve"> header, and the last body part followed by a closing boundary delimiter line consisting of two dashes, the boundary, and another two dashes).</w:t>
      </w:r>
    </w:p>
    <w:p w14:paraId="4F98B81D" w14:textId="77777777" w:rsidR="00752DAA" w:rsidRDefault="00752DAA" w:rsidP="00752DAA">
      <w:r>
        <w:t xml:space="preserve">A body part representing an individual request MUST include a </w:t>
      </w:r>
      <w:r w:rsidRPr="00C137C5">
        <w:rPr>
          <w:rStyle w:val="Datatype"/>
        </w:rPr>
        <w:t>Content-Type</w:t>
      </w:r>
      <w:r>
        <w:t xml:space="preserve"> header with value </w:t>
      </w:r>
      <w:r w:rsidRPr="00C137C5">
        <w:rPr>
          <w:rStyle w:val="Datatype"/>
        </w:rPr>
        <w:t>application/http</w:t>
      </w:r>
      <w:r>
        <w:t xml:space="preserve">. </w:t>
      </w:r>
    </w:p>
    <w:p w14:paraId="30DC0F9F" w14:textId="77777777" w:rsidR="00752DAA" w:rsidRPr="0094284A" w:rsidRDefault="00752DAA" w:rsidP="00752DAA">
      <w:pPr>
        <w:rPr>
          <w:szCs w:val="20"/>
        </w:rPr>
      </w:pPr>
      <w:r>
        <w:t xml:space="preserve">The contents of a body part representing a change set MUST itself be a multipart document (see </w:t>
      </w:r>
      <w:hyperlink w:anchor="RFC2046" w:history="1">
        <w:r w:rsidRPr="00D838CF">
          <w:rPr>
            <w:rStyle w:val="Hyperlink"/>
            <w:b/>
          </w:rPr>
          <w:t>[RFC2046]</w:t>
        </w:r>
      </w:hyperlink>
      <w:r>
        <w:t xml:space="preserve">) with one body part for each operation in the change set. </w:t>
      </w:r>
      <w:r w:rsidRPr="0094284A">
        <w:rPr>
          <w:rStyle w:val="CommentReference"/>
          <w:szCs w:val="20"/>
        </w:rPr>
        <w:t>E</w:t>
      </w:r>
      <w:r w:rsidRPr="0094284A">
        <w:rPr>
          <w:szCs w:val="20"/>
        </w:rPr>
        <w:t xml:space="preserve">ach body part </w:t>
      </w:r>
      <w:r>
        <w:rPr>
          <w:szCs w:val="20"/>
        </w:rPr>
        <w:t xml:space="preserve">representing an operation in the change set </w:t>
      </w:r>
      <w:r w:rsidRPr="0094284A">
        <w:rPr>
          <w:szCs w:val="20"/>
        </w:rPr>
        <w:t xml:space="preserve">MUST specify a </w:t>
      </w:r>
      <w:r w:rsidRPr="0094284A">
        <w:rPr>
          <w:rStyle w:val="Datatype"/>
          <w:szCs w:val="20"/>
        </w:rPr>
        <w:t>Content-ID</w:t>
      </w:r>
      <w:r w:rsidRPr="0094284A">
        <w:rPr>
          <w:szCs w:val="20"/>
        </w:rPr>
        <w:t xml:space="preserve"> header with a </w:t>
      </w:r>
      <w:hyperlink w:anchor="sec_IdentifyingIndividualRequests" w:history="1">
        <w:r w:rsidRPr="0094284A">
          <w:rPr>
            <w:rStyle w:val="Hyperlink"/>
            <w:szCs w:val="20"/>
          </w:rPr>
          <w:t>request identifier</w:t>
        </w:r>
      </w:hyperlink>
      <w:r w:rsidRPr="0094284A">
        <w:rPr>
          <w:szCs w:val="20"/>
        </w:rPr>
        <w:t xml:space="preserve"> that is unique within the batch request. </w:t>
      </w:r>
    </w:p>
    <w:p w14:paraId="05500D7F" w14:textId="77777777" w:rsidR="00752DAA" w:rsidRDefault="00752DAA" w:rsidP="00752DAA">
      <w:r>
        <w:t xml:space="preserve">A </w:t>
      </w:r>
      <w:r w:rsidRPr="00C137C5">
        <w:rPr>
          <w:rStyle w:val="Datatype"/>
        </w:rPr>
        <w:t>Content-Transfer-Encoding</w:t>
      </w:r>
      <w:r>
        <w:t xml:space="preserve"> header with value </w:t>
      </w:r>
      <w:r w:rsidRPr="00003098">
        <w:rPr>
          <w:rStyle w:val="Datatype"/>
        </w:rPr>
        <w:t>binary</w:t>
      </w:r>
      <w:r>
        <w:t xml:space="preserve"> may be included for historic reasons although this header is not used by HTTP and only needed for transmission via E-Mail. Neither clients nor services should rely on this header being present. </w:t>
      </w:r>
    </w:p>
    <w:p w14:paraId="6B228698" w14:textId="77777777" w:rsidR="00752DAA" w:rsidRDefault="00752DAA" w:rsidP="00752DAA">
      <w:r>
        <w:t xml:space="preserve">Preambles and epilogues in the multipart batch request body, as defined in </w:t>
      </w:r>
      <w:hyperlink w:anchor="RFC2046" w:history="1">
        <w:r w:rsidRPr="00D838CF">
          <w:rPr>
            <w:rStyle w:val="Hyperlink"/>
            <w:b/>
          </w:rPr>
          <w:t>[RFC2046]</w:t>
        </w:r>
      </w:hyperlink>
      <w:r>
        <w:t>, are valid but are assigned no meaning and thus MUST be ignored by processors of multipart batch requests.</w:t>
      </w:r>
    </w:p>
    <w:p w14:paraId="26925DAC" w14:textId="77777777" w:rsidR="00752DAA" w:rsidRDefault="00752DAA" w:rsidP="00752DAA">
      <w:pPr>
        <w:keepNext/>
      </w:pPr>
      <w:r>
        <w:t>The request URL of individual requests within a batch request or change set can use one of the following three formats:</w:t>
      </w:r>
    </w:p>
    <w:p w14:paraId="58204B0D" w14:textId="77777777" w:rsidR="00752DAA" w:rsidRDefault="00752DAA" w:rsidP="006C1EBF">
      <w:pPr>
        <w:keepNext/>
        <w:numPr>
          <w:ilvl w:val="0"/>
          <w:numId w:val="13"/>
        </w:numPr>
      </w:pPr>
      <w:r>
        <w:t>Absolute URI with schema, host, port, and absolute resource path.</w:t>
      </w:r>
    </w:p>
    <w:p w14:paraId="69EC1B12"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95</w:t>
      </w:r>
      <w:r w:rsidR="002A710D">
        <w:rPr>
          <w:noProof/>
        </w:rPr>
        <w:fldChar w:fldCharType="end"/>
      </w:r>
      <w:r w:rsidRPr="003F1FAD">
        <w:t>:</w:t>
      </w:r>
    </w:p>
    <w:p w14:paraId="21D76A37" w14:textId="77777777" w:rsidR="00752DAA" w:rsidRPr="00601C2A" w:rsidRDefault="00752DAA" w:rsidP="00752DAA">
      <w:pPr>
        <w:pStyle w:val="Code"/>
      </w:pPr>
      <w:r w:rsidRPr="00601C2A">
        <w:t>GET https://</w:t>
      </w:r>
      <w:r>
        <w:t>host:1234</w:t>
      </w:r>
      <w:r w:rsidRPr="00601C2A">
        <w:t>/path</w:t>
      </w:r>
      <w:r>
        <w:t>/service</w:t>
      </w:r>
      <w:r w:rsidRPr="00601C2A">
        <w:t>/People(1) HTTP/1.1 </w:t>
      </w:r>
    </w:p>
    <w:p w14:paraId="6012904D" w14:textId="77777777" w:rsidR="00752DAA" w:rsidRDefault="00752DAA" w:rsidP="006C1EBF">
      <w:pPr>
        <w:keepNext/>
        <w:numPr>
          <w:ilvl w:val="0"/>
          <w:numId w:val="13"/>
        </w:numPr>
      </w:pPr>
      <w:r>
        <w:t xml:space="preserve">Absolute resource path and separate </w:t>
      </w:r>
      <w:r w:rsidRPr="004875B7">
        <w:rPr>
          <w:rStyle w:val="Keyword"/>
        </w:rPr>
        <w:t>Host</w:t>
      </w:r>
      <w:r>
        <w:t xml:space="preserve"> header</w:t>
      </w:r>
    </w:p>
    <w:p w14:paraId="4336CF63"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96</w:t>
      </w:r>
      <w:r w:rsidR="002A710D">
        <w:rPr>
          <w:noProof/>
        </w:rPr>
        <w:fldChar w:fldCharType="end"/>
      </w:r>
      <w:r w:rsidRPr="003F1FAD">
        <w:t>:</w:t>
      </w:r>
    </w:p>
    <w:p w14:paraId="28BED4A5" w14:textId="77777777" w:rsidR="00752DAA" w:rsidRDefault="00752DAA" w:rsidP="00752DAA">
      <w:pPr>
        <w:pStyle w:val="Code"/>
      </w:pPr>
      <w:r w:rsidRPr="00601C2A">
        <w:t>GET /path</w:t>
      </w:r>
      <w:r>
        <w:t>/service</w:t>
      </w:r>
      <w:r w:rsidRPr="00601C2A">
        <w:t>/People(1) HTTP/1.1</w:t>
      </w:r>
    </w:p>
    <w:p w14:paraId="3BF082F3" w14:textId="77777777" w:rsidR="00752DAA" w:rsidRPr="00601C2A" w:rsidRDefault="00752DAA" w:rsidP="00752DAA">
      <w:pPr>
        <w:pStyle w:val="Code"/>
      </w:pPr>
      <w:r>
        <w:t xml:space="preserve">Host: </w:t>
      </w:r>
      <w:r w:rsidRPr="00601C2A">
        <w:t>myserver.mydomain.org</w:t>
      </w:r>
      <w:r>
        <w:t>:1234</w:t>
      </w:r>
    </w:p>
    <w:p w14:paraId="14DC8949" w14:textId="77777777" w:rsidR="00752DAA" w:rsidRDefault="00752DAA" w:rsidP="006C1EBF">
      <w:pPr>
        <w:keepNext/>
        <w:numPr>
          <w:ilvl w:val="0"/>
          <w:numId w:val="13"/>
        </w:numPr>
      </w:pPr>
      <w:r>
        <w:t>Resource path relative to the batch request URI.</w:t>
      </w:r>
    </w:p>
    <w:p w14:paraId="6B8B634C"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97</w:t>
      </w:r>
      <w:r w:rsidR="002A710D">
        <w:rPr>
          <w:noProof/>
        </w:rPr>
        <w:fldChar w:fldCharType="end"/>
      </w:r>
      <w:r w:rsidRPr="003F1FAD">
        <w:t>:</w:t>
      </w:r>
    </w:p>
    <w:p w14:paraId="5D6D5A23" w14:textId="77777777" w:rsidR="00752DAA" w:rsidRDefault="00752DAA" w:rsidP="00752DAA">
      <w:pPr>
        <w:pStyle w:val="Code"/>
      </w:pPr>
      <w:r w:rsidRPr="00601C2A">
        <w:t>GET People(1) HTTP/1.1</w:t>
      </w:r>
    </w:p>
    <w:p w14:paraId="4727D08C" w14:textId="77777777" w:rsidR="00752DAA" w:rsidRDefault="00752DAA" w:rsidP="00752DAA">
      <w:r>
        <w:t>Services MUST support all three formats for URLs of individual requests.</w:t>
      </w:r>
    </w:p>
    <w:p w14:paraId="5D7870E9" w14:textId="77777777" w:rsidR="00752DAA" w:rsidRDefault="00752DAA" w:rsidP="00752DAA">
      <w:pPr>
        <w:keepNext/>
      </w:pPr>
      <w:r>
        <w:t>Each body part that represents a single request MUST NOT include:</w:t>
      </w:r>
    </w:p>
    <w:p w14:paraId="7090839E" w14:textId="77777777" w:rsidR="00752DAA" w:rsidRDefault="00752DAA" w:rsidP="006C1EBF">
      <w:pPr>
        <w:numPr>
          <w:ilvl w:val="0"/>
          <w:numId w:val="9"/>
        </w:numPr>
      </w:pPr>
      <w:r w:rsidRPr="00E41ED4">
        <w:rPr>
          <w:rStyle w:val="Datatype"/>
        </w:rPr>
        <w:t>authentication</w:t>
      </w:r>
      <w:r>
        <w:t xml:space="preserve"> or </w:t>
      </w:r>
      <w:r w:rsidRPr="00E41ED4">
        <w:rPr>
          <w:rStyle w:val="Datatype"/>
        </w:rPr>
        <w:t>authorization</w:t>
      </w:r>
      <w:r>
        <w:t xml:space="preserve"> related HTTP headers </w:t>
      </w:r>
    </w:p>
    <w:p w14:paraId="73163098" w14:textId="77777777" w:rsidR="00752DAA" w:rsidRDefault="00752DAA" w:rsidP="006C1EBF">
      <w:pPr>
        <w:numPr>
          <w:ilvl w:val="0"/>
          <w:numId w:val="9"/>
        </w:numPr>
      </w:pPr>
      <w:r w:rsidRPr="00E41ED4">
        <w:rPr>
          <w:rStyle w:val="Datatype"/>
        </w:rPr>
        <w:t>Expect</w:t>
      </w:r>
      <w:r>
        <w:t xml:space="preserve">, </w:t>
      </w:r>
      <w:r w:rsidRPr="00E41ED4">
        <w:rPr>
          <w:rStyle w:val="Datatype"/>
        </w:rPr>
        <w:t>From</w:t>
      </w:r>
      <w:r>
        <w:t xml:space="preserve">, </w:t>
      </w:r>
      <w:r w:rsidRPr="00E41ED4">
        <w:rPr>
          <w:rStyle w:val="Datatype"/>
        </w:rPr>
        <w:t>Max-Forwards</w:t>
      </w:r>
      <w:r>
        <w:t xml:space="preserve">, </w:t>
      </w:r>
      <w:r w:rsidRPr="00E41ED4">
        <w:rPr>
          <w:rStyle w:val="Datatype"/>
        </w:rPr>
        <w:t>Range</w:t>
      </w:r>
      <w:r>
        <w:t xml:space="preserve">, or </w:t>
      </w:r>
      <w:r w:rsidRPr="00E41ED4">
        <w:rPr>
          <w:rStyle w:val="Datatype"/>
        </w:rPr>
        <w:t>TE</w:t>
      </w:r>
      <w:r>
        <w:t xml:space="preserve"> headers</w:t>
      </w:r>
    </w:p>
    <w:p w14:paraId="35531C26" w14:textId="77777777" w:rsidR="00752DAA" w:rsidRDefault="00752DAA" w:rsidP="00752DAA">
      <w:r>
        <w:t>Processors of batch requests MAY choose to disallow additional HTTP constructs in HTTP requests serialized within body parts. For example, a processor may choose to disallow chunked encoding to be used by such HTTP requests.</w:t>
      </w:r>
    </w:p>
    <w:p w14:paraId="506BAB0E" w14:textId="77777777" w:rsidR="00752DAA" w:rsidRDefault="00752DAA" w:rsidP="00752DAA">
      <w:pPr>
        <w:pStyle w:val="Caption"/>
      </w:pPr>
      <w:r w:rsidRPr="003F1FAD">
        <w:t xml:space="preserve">Example </w:t>
      </w:r>
      <w:bookmarkStart w:id="1059" w:name="BatchRequestExampleNumber"/>
      <w:r w:rsidRPr="003F1FAD">
        <w:fldChar w:fldCharType="begin"/>
      </w:r>
      <w:r w:rsidRPr="003F1FAD">
        <w:instrText xml:space="preserve"> SEQ Example \* ARABIC </w:instrText>
      </w:r>
      <w:r w:rsidRPr="003F1FAD">
        <w:fldChar w:fldCharType="separate"/>
      </w:r>
      <w:r>
        <w:rPr>
          <w:noProof/>
        </w:rPr>
        <w:t>98</w:t>
      </w:r>
      <w:r w:rsidRPr="003F1FAD">
        <w:fldChar w:fldCharType="end"/>
      </w:r>
      <w:bookmarkEnd w:id="1059"/>
      <w:r w:rsidRPr="003F1FAD">
        <w:t>:</w:t>
      </w:r>
      <w:r>
        <w:t xml:space="preserve"> a batch request that contains the following individual requests in the order listed</w:t>
      </w:r>
    </w:p>
    <w:p w14:paraId="4D8E1C57" w14:textId="77777777" w:rsidR="00752DAA" w:rsidRDefault="00752DAA" w:rsidP="006C1EBF">
      <w:pPr>
        <w:pStyle w:val="Caption"/>
        <w:keepNext/>
        <w:numPr>
          <w:ilvl w:val="0"/>
          <w:numId w:val="20"/>
        </w:numPr>
      </w:pPr>
      <w:r>
        <w:lastRenderedPageBreak/>
        <w:t>A query request</w:t>
      </w:r>
    </w:p>
    <w:p w14:paraId="5FE210CB" w14:textId="77777777" w:rsidR="00752DAA" w:rsidRDefault="00752DAA" w:rsidP="006C1EBF">
      <w:pPr>
        <w:pStyle w:val="Caption"/>
        <w:keepNext/>
        <w:numPr>
          <w:ilvl w:val="0"/>
          <w:numId w:val="20"/>
        </w:numPr>
      </w:pPr>
      <w:r>
        <w:t>A c</w:t>
      </w:r>
      <w:r w:rsidRPr="005D2D17">
        <w:t xml:space="preserve">hange </w:t>
      </w:r>
      <w:r>
        <w:t>s</w:t>
      </w:r>
      <w:r w:rsidRPr="005D2D17">
        <w:t>et</w:t>
      </w:r>
      <w:r>
        <w:t xml:space="preserve"> that contains the following requests:</w:t>
      </w:r>
    </w:p>
    <w:p w14:paraId="7EAB17C1" w14:textId="77777777" w:rsidR="00752DAA" w:rsidRDefault="00752DAA" w:rsidP="006C1EBF">
      <w:pPr>
        <w:pStyle w:val="Caption"/>
        <w:keepNext/>
        <w:numPr>
          <w:ilvl w:val="0"/>
          <w:numId w:val="21"/>
        </w:numPr>
      </w:pPr>
      <w:r>
        <w:t xml:space="preserve">Insert entity (with </w:t>
      </w:r>
      <w:r w:rsidRPr="00556808">
        <w:rPr>
          <w:rStyle w:val="Datatype"/>
        </w:rPr>
        <w:t>Content-ID = 1</w:t>
      </w:r>
      <w:r>
        <w:t>)</w:t>
      </w:r>
    </w:p>
    <w:p w14:paraId="04BB496B" w14:textId="77777777" w:rsidR="00752DAA" w:rsidRDefault="00752DAA" w:rsidP="006C1EBF">
      <w:pPr>
        <w:pStyle w:val="Caption"/>
        <w:keepNext/>
        <w:numPr>
          <w:ilvl w:val="0"/>
          <w:numId w:val="21"/>
        </w:numPr>
      </w:pPr>
      <w:r>
        <w:t xml:space="preserve">Update entity (with </w:t>
      </w:r>
      <w:r w:rsidRPr="00556808">
        <w:rPr>
          <w:rStyle w:val="Datatype"/>
        </w:rPr>
        <w:t xml:space="preserve">Content-ID = </w:t>
      </w:r>
      <w:r>
        <w:rPr>
          <w:rStyle w:val="Datatype"/>
        </w:rPr>
        <w:t>2</w:t>
      </w:r>
      <w:r>
        <w:t>)</w:t>
      </w:r>
    </w:p>
    <w:p w14:paraId="1FFC3C8E" w14:textId="77777777" w:rsidR="00752DAA" w:rsidRDefault="00752DAA" w:rsidP="006C1EBF">
      <w:pPr>
        <w:pStyle w:val="Caption"/>
        <w:keepNext/>
        <w:numPr>
          <w:ilvl w:val="0"/>
          <w:numId w:val="20"/>
        </w:numPr>
      </w:pPr>
      <w:r>
        <w:t>A second query request</w:t>
      </w:r>
      <w:r w:rsidRPr="002A6F06">
        <w:t xml:space="preserve"> </w:t>
      </w:r>
    </w:p>
    <w:p w14:paraId="2AABCD48" w14:textId="77777777" w:rsidR="00752DAA" w:rsidRDefault="00752DAA" w:rsidP="00752DAA">
      <w:pPr>
        <w:pStyle w:val="Caption"/>
      </w:pPr>
      <w:r>
        <w:t xml:space="preserve">Note: For brevity, in the example, request bodies are excluded in favor of English descriptions inside </w:t>
      </w:r>
      <w:r w:rsidRPr="00D109EA">
        <w:rPr>
          <w:rStyle w:val="Datatype"/>
        </w:rPr>
        <w:t>&lt;&gt;</w:t>
      </w:r>
      <w:r>
        <w:t xml:space="preserve"> brackets and </w:t>
      </w:r>
      <w:r>
        <w:rPr>
          <w:rStyle w:val="Datatype"/>
        </w:rPr>
        <w:t>OData-Version</w:t>
      </w:r>
      <w:r>
        <w:t xml:space="preserve"> headers are omitted.</w:t>
      </w:r>
      <w:r w:rsidRPr="002A6F06">
        <w:t xml:space="preserve"> </w:t>
      </w:r>
    </w:p>
    <w:p w14:paraId="1BEF17C1" w14:textId="77777777" w:rsidR="00752DAA" w:rsidRDefault="00752DAA" w:rsidP="00752DAA">
      <w:pPr>
        <w:pStyle w:val="Caption"/>
        <w:rPr>
          <w:rStyle w:val="Hyperlink"/>
        </w:rPr>
      </w:pPr>
      <w:r>
        <w:t xml:space="preserve">Note also that the two empty lines after the </w:t>
      </w:r>
      <w:r w:rsidRPr="00E4621C">
        <w:rPr>
          <w:rStyle w:val="Datatype"/>
        </w:rPr>
        <w:t>Host</w:t>
      </w:r>
      <w:r>
        <w:t xml:space="preserve"> header of the </w:t>
      </w:r>
      <w:r w:rsidRPr="00E4621C">
        <w:rPr>
          <w:rStyle w:val="Datatype"/>
        </w:rPr>
        <w:t>GET</w:t>
      </w:r>
      <w:r>
        <w:t xml:space="preserve"> request are necessary: the first is part of the </w:t>
      </w:r>
      <w:r w:rsidRPr="00E4621C">
        <w:rPr>
          <w:rStyle w:val="Datatype"/>
        </w:rPr>
        <w:t>GET</w:t>
      </w:r>
      <w:r>
        <w:t xml:space="preserve"> request header; the second is the empty body of the </w:t>
      </w:r>
      <w:r w:rsidRPr="00E4621C">
        <w:rPr>
          <w:rStyle w:val="Datatype"/>
        </w:rPr>
        <w:t>GET</w:t>
      </w:r>
      <w:r>
        <w:t xml:space="preserve"> request, followed by a </w:t>
      </w:r>
      <w:r w:rsidRPr="00E4621C">
        <w:rPr>
          <w:rStyle w:val="Datatype"/>
        </w:rPr>
        <w:t>CRLF</w:t>
      </w:r>
      <w:r>
        <w:t xml:space="preserve"> according to </w:t>
      </w:r>
      <w:hyperlink w:anchor="RFC2046" w:history="1">
        <w:r w:rsidRPr="00D838CF">
          <w:rPr>
            <w:rStyle w:val="Hyperlink"/>
            <w:b/>
          </w:rPr>
          <w:t>[RFC2046]</w:t>
        </w:r>
      </w:hyperlink>
      <w:r w:rsidRPr="00E4621C">
        <w:rPr>
          <w:rStyle w:val="Hyperlink"/>
        </w:rPr>
        <w:t>.</w:t>
      </w:r>
    </w:p>
    <w:p w14:paraId="3E6EFD5D" w14:textId="77777777" w:rsidR="00752DAA" w:rsidRPr="00E4621C" w:rsidDel="00E4621C" w:rsidRDefault="00752DAA" w:rsidP="00752DAA">
      <w:pPr>
        <w:pStyle w:val="Code"/>
      </w:pPr>
      <w:r w:rsidRPr="00E83FD1">
        <w:t xml:space="preserve">POST /service/$batch HTTP/1.1 </w:t>
      </w:r>
      <w:r w:rsidRPr="00E83FD1">
        <w:br/>
        <w:t xml:space="preserve">Host: host </w:t>
      </w:r>
      <w:r w:rsidRPr="00E83FD1">
        <w:br/>
        <w:t>OData-Version: 4.0</w:t>
      </w:r>
      <w:r w:rsidRPr="00E83FD1">
        <w:br/>
        <w:t>Content-Type: multipart/mixed;</w:t>
      </w:r>
      <w:r>
        <w:t xml:space="preserve"> </w:t>
      </w:r>
      <w:r w:rsidRPr="00E83FD1">
        <w:t>boundary=batch_36522ad7-fc75-4b56-8c71-56071383e77b</w:t>
      </w:r>
    </w:p>
    <w:p w14:paraId="42FA9FBE" w14:textId="77777777" w:rsidR="00752DAA" w:rsidRDefault="00752DAA" w:rsidP="00752DAA">
      <w:pPr>
        <w:pStyle w:val="Code"/>
      </w:pPr>
      <w:r>
        <w:t>Content-Length: ###</w:t>
      </w:r>
    </w:p>
    <w:p w14:paraId="23CF1664" w14:textId="77777777" w:rsidR="00752DAA" w:rsidRDefault="00752DAA" w:rsidP="00752DAA">
      <w:pPr>
        <w:pStyle w:val="Code"/>
      </w:pPr>
    </w:p>
    <w:p w14:paraId="5A9AB00D" w14:textId="77777777" w:rsidR="00752DAA" w:rsidDel="008E7A2E" w:rsidRDefault="00752DAA" w:rsidP="00752DAA">
      <w:pPr>
        <w:pStyle w:val="Code"/>
      </w:pPr>
      <w:r w:rsidRPr="00E83FD1">
        <w:t>--batch_36522ad7-fc75-4b56-8c71-56071383e77b</w:t>
      </w:r>
      <w:r>
        <w:br/>
      </w:r>
      <w:r w:rsidRPr="00E83FD1">
        <w:t xml:space="preserve">Content-Type: application/http </w:t>
      </w:r>
      <w:r w:rsidRPr="00E83FD1">
        <w:br/>
      </w:r>
      <w:r w:rsidRPr="00E83FD1">
        <w:br/>
        <w:t xml:space="preserve">GET /service/Customers('ALFKI') </w:t>
      </w:r>
      <w:r w:rsidRPr="00E83FD1">
        <w:br/>
        <w:t>Host: host</w:t>
      </w:r>
      <w:r>
        <w:br/>
      </w:r>
      <w:r w:rsidRPr="00E83FD1">
        <w:br/>
      </w:r>
      <w:r>
        <w:br/>
      </w:r>
      <w:r w:rsidRPr="00E83FD1">
        <w:t>--batch_36522ad7-fc75-4b56-8c71-56071383e77b</w:t>
      </w:r>
      <w:r w:rsidRPr="00E83FD1">
        <w:br/>
        <w:t>Content-Type: multipart/mixed;</w:t>
      </w:r>
      <w:r>
        <w:t xml:space="preserve"> </w:t>
      </w:r>
      <w:r w:rsidRPr="00E83FD1">
        <w:t>boundary=changeset_77162fcd-b8da-41ac-a9f8-</w:t>
      </w:r>
      <w:r>
        <w:t>9357efbbd</w:t>
      </w:r>
      <w:r>
        <w:br/>
      </w:r>
    </w:p>
    <w:p w14:paraId="7B60C5A0" w14:textId="77777777" w:rsidR="00752DAA" w:rsidRDefault="00752DAA" w:rsidP="00752DAA">
      <w:pPr>
        <w:pStyle w:val="Code"/>
      </w:pPr>
      <w:r w:rsidRPr="00E83FD1">
        <w:t>--changeset_77162fcd-b8da-41ac-a9f8-</w:t>
      </w:r>
      <w:r>
        <w:t>9357efbbd</w:t>
      </w:r>
      <w:r w:rsidRPr="00E83FD1">
        <w:t xml:space="preserve"> </w:t>
      </w:r>
      <w:r w:rsidRPr="00E83FD1">
        <w:br/>
        <w:t xml:space="preserve">Content-Type: application/http </w:t>
      </w:r>
      <w:r w:rsidRPr="00E83FD1">
        <w:br/>
        <w:t>Content-ID: 1</w:t>
      </w:r>
      <w:r w:rsidRPr="00E83FD1">
        <w:br/>
      </w:r>
      <w:r w:rsidRPr="00E83FD1">
        <w:br/>
        <w:t xml:space="preserve">POST /service/Customers HTTP/1.1 </w:t>
      </w:r>
      <w:r w:rsidRPr="00E83FD1">
        <w:br/>
        <w:t>Host: host</w:t>
      </w:r>
      <w:r w:rsidRPr="00E83FD1">
        <w:br/>
        <w:t>Content-Type: application/</w:t>
      </w:r>
      <w:r>
        <w:t>json</w:t>
      </w:r>
      <w:r w:rsidRPr="00E83FD1">
        <w:t xml:space="preserve"> </w:t>
      </w:r>
      <w:r w:rsidRPr="00E83FD1">
        <w:br/>
        <w:t xml:space="preserve">Content-Length: ### </w:t>
      </w:r>
      <w:r w:rsidRPr="00E83FD1">
        <w:br/>
      </w:r>
      <w:r w:rsidRPr="00E83FD1">
        <w:br/>
        <w:t>&lt;</w:t>
      </w:r>
      <w:r>
        <w:t>JSON</w:t>
      </w:r>
      <w:r w:rsidRPr="00E83FD1">
        <w:t xml:space="preserve"> representation of a new Customer&gt;</w:t>
      </w:r>
    </w:p>
    <w:p w14:paraId="4A8A8256" w14:textId="77777777" w:rsidR="00752DAA" w:rsidRDefault="00752DAA" w:rsidP="00752DAA">
      <w:pPr>
        <w:pStyle w:val="Code"/>
      </w:pPr>
      <w:r w:rsidRPr="00E83FD1">
        <w:t>--changeset_77162fcd-b8da-41ac-a9f8-</w:t>
      </w:r>
      <w:r>
        <w:t>9357efbbd</w:t>
      </w:r>
      <w:r w:rsidRPr="00E83FD1">
        <w:t xml:space="preserve"> </w:t>
      </w:r>
      <w:r w:rsidRPr="00E83FD1">
        <w:br/>
        <w:t xml:space="preserve">Content-Type: application/http </w:t>
      </w:r>
      <w:r w:rsidRPr="00E83FD1">
        <w:br/>
        <w:t>Content-ID: 2</w:t>
      </w:r>
      <w:r w:rsidRPr="00E83FD1">
        <w:br/>
      </w:r>
      <w:r w:rsidRPr="00E83FD1">
        <w:br/>
        <w:t xml:space="preserve">PATCH /service/Customers('ALFKI') HTTP/1.1 </w:t>
      </w:r>
      <w:r w:rsidRPr="00E83FD1">
        <w:br/>
        <w:t xml:space="preserve">Host: host </w:t>
      </w:r>
      <w:r w:rsidRPr="00E83FD1">
        <w:br/>
        <w:t xml:space="preserve">Content-Type: application/json </w:t>
      </w:r>
      <w:r w:rsidRPr="00E83FD1">
        <w:br/>
        <w:t xml:space="preserve">If-Match: xxxxx </w:t>
      </w:r>
    </w:p>
    <w:p w14:paraId="3EB6F6C8" w14:textId="77777777" w:rsidR="00752DAA" w:rsidRPr="00E83FD1" w:rsidRDefault="00752DAA" w:rsidP="00752DAA">
      <w:pPr>
        <w:pStyle w:val="Code"/>
      </w:pPr>
      <w:r>
        <w:t>Prefer: return=minimal</w:t>
      </w:r>
      <w:r w:rsidRPr="00E83FD1">
        <w:br/>
        <w:t xml:space="preserve">Content-Length: ### </w:t>
      </w:r>
      <w:r w:rsidRPr="00E83FD1">
        <w:br/>
      </w:r>
      <w:r w:rsidRPr="00E83FD1">
        <w:br/>
        <w:t xml:space="preserve">&lt;JSON representation of </w:t>
      </w:r>
      <w:r>
        <w:t xml:space="preserve">changes to </w:t>
      </w:r>
      <w:r w:rsidRPr="00E83FD1">
        <w:t>Customer ALFKI&gt;</w:t>
      </w:r>
    </w:p>
    <w:p w14:paraId="0C2632D2" w14:textId="77777777" w:rsidR="00752DAA" w:rsidRDefault="00752DAA" w:rsidP="00752DAA">
      <w:pPr>
        <w:pStyle w:val="Code"/>
      </w:pPr>
      <w:r w:rsidRPr="00E83FD1">
        <w:t>--changeset_77162fcd-b8da-41ac-a9f8-</w:t>
      </w:r>
      <w:r>
        <w:t>9357efbbd</w:t>
      </w:r>
      <w:r w:rsidRPr="00E83FD1">
        <w:t>--</w:t>
      </w:r>
      <w:r w:rsidRPr="00E83FD1">
        <w:br/>
        <w:t xml:space="preserve">--batch_36522ad7-fc75-4b56-8c71-56071383e77b </w:t>
      </w:r>
      <w:r w:rsidRPr="00E83FD1">
        <w:br/>
        <w:t xml:space="preserve">Content-Type: application/http </w:t>
      </w:r>
      <w:r w:rsidRPr="00E83FD1">
        <w:br/>
      </w:r>
      <w:r w:rsidRPr="00E83FD1">
        <w:br/>
        <w:t xml:space="preserve">GET /service/Products HTTP/1.1 </w:t>
      </w:r>
      <w:r w:rsidRPr="00E83FD1">
        <w:br/>
        <w:t xml:space="preserve">Host: host </w:t>
      </w:r>
      <w:r w:rsidRPr="00E83FD1">
        <w:br/>
      </w:r>
      <w:r>
        <w:br/>
      </w:r>
      <w:r w:rsidRPr="00E83FD1">
        <w:br/>
        <w:t>--batch_36522ad7-fc75-4b56-8c71-56071383e77b--</w:t>
      </w:r>
    </w:p>
    <w:bookmarkStart w:id="1060" w:name="_Change_Sets"/>
    <w:bookmarkStart w:id="1061" w:name="_Toc477876726"/>
    <w:bookmarkStart w:id="1062" w:name="sec_ReferencingNewEntities"/>
    <w:bookmarkStart w:id="1063" w:name="_Toc370126143"/>
    <w:bookmarkStart w:id="1064" w:name="_Toc370374940"/>
    <w:bookmarkEnd w:id="1060"/>
    <w:p w14:paraId="307865CD" w14:textId="77777777" w:rsidR="00752DAA" w:rsidRDefault="00752DAA" w:rsidP="006C1EBF">
      <w:pPr>
        <w:pStyle w:val="Heading4"/>
        <w:numPr>
          <w:ilvl w:val="3"/>
          <w:numId w:val="2"/>
        </w:numPr>
        <w:tabs>
          <w:tab w:val="left" w:pos="567"/>
        </w:tabs>
      </w:pPr>
      <w:r>
        <w:lastRenderedPageBreak/>
        <w:fldChar w:fldCharType="begin"/>
      </w:r>
      <w:r>
        <w:instrText xml:space="preserve"> HYPERLINK  \l "sec_ReferencingNewEntities" </w:instrText>
      </w:r>
      <w:r>
        <w:fldChar w:fldCharType="separate"/>
      </w:r>
      <w:bookmarkStart w:id="1065" w:name="_Toc494885144"/>
      <w:bookmarkStart w:id="1066" w:name="_Toc494356891"/>
      <w:r w:rsidRPr="004A50BC">
        <w:rPr>
          <w:rStyle w:val="Hyperlink"/>
        </w:rPr>
        <w:t>Referencing New Entities</w:t>
      </w:r>
      <w:bookmarkEnd w:id="1061"/>
      <w:bookmarkEnd w:id="1062"/>
      <w:bookmarkEnd w:id="1065"/>
      <w:bookmarkEnd w:id="1066"/>
      <w:r>
        <w:fldChar w:fldCharType="end"/>
      </w:r>
    </w:p>
    <w:p w14:paraId="15E63634" w14:textId="77777777" w:rsidR="00752DAA" w:rsidRDefault="00752DAA" w:rsidP="00752DAA">
      <w:r>
        <w:t xml:space="preserve">Entities created by an </w:t>
      </w:r>
      <w:hyperlink w:anchor="sec_CreateanEntity" w:history="1">
        <w:r w:rsidRPr="002A42EE">
          <w:rPr>
            <w:rStyle w:val="Hyperlink"/>
          </w:rPr>
          <w:t>Insert</w:t>
        </w:r>
      </w:hyperlink>
      <w:r>
        <w:t xml:space="preserve"> request can be referenced in the request URL of subsequent requests within the same change set. Services MAY also support referencing across change sets, in which case they SHOULD advertise this support by specifying </w:t>
      </w:r>
      <w:r w:rsidRPr="00951722">
        <w:t xml:space="preserve">the </w:t>
      </w:r>
      <w:r>
        <w:rPr>
          <w:rStyle w:val="Datatype"/>
        </w:rPr>
        <w:t>ReferencesAcrossChangeSetsSupported</w:t>
      </w:r>
      <w:r>
        <w:t xml:space="preserve"> property</w:t>
      </w:r>
      <w:r w:rsidRPr="00951722" w:rsidDel="00E01191">
        <w:t xml:space="preserve"> </w:t>
      </w:r>
      <w:r>
        <w:t>in the</w:t>
      </w:r>
      <w:r w:rsidRPr="00951722">
        <w:t xml:space="preserve"> </w:t>
      </w:r>
      <w:r w:rsidRPr="004875B7">
        <w:rPr>
          <w:rStyle w:val="Keyword"/>
        </w:rPr>
        <w:t>Capabilities.</w:t>
      </w:r>
      <w:r w:rsidRPr="00951722">
        <w:rPr>
          <w:rStyle w:val="Datatype"/>
        </w:rPr>
        <w:t>Batch</w:t>
      </w:r>
      <w:r>
        <w:rPr>
          <w:rStyle w:val="Datatype"/>
        </w:rPr>
        <w:t>Support</w:t>
      </w:r>
      <w:r w:rsidRPr="00E01191">
        <w:t xml:space="preserve"> </w:t>
      </w:r>
      <w:r>
        <w:t xml:space="preserve">term applied to the entity container, see </w:t>
      </w:r>
      <w:hyperlink w:anchor="VocCapabilities" w:history="1">
        <w:r w:rsidRPr="002768AF">
          <w:rPr>
            <w:rStyle w:val="Hyperlink"/>
            <w:b/>
          </w:rPr>
          <w:t>[OData-VocCap]</w:t>
        </w:r>
      </w:hyperlink>
      <w:r>
        <w:t>.</w:t>
      </w:r>
    </w:p>
    <w:p w14:paraId="3BBA1C5E"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99</w:t>
      </w:r>
      <w:r w:rsidR="002A710D">
        <w:rPr>
          <w:noProof/>
        </w:rPr>
        <w:fldChar w:fldCharType="end"/>
      </w:r>
      <w:r w:rsidRPr="003F1FAD">
        <w:t>:</w:t>
      </w:r>
      <w:r>
        <w:t xml:space="preserve"> a batch request that contains the following operations in the order listed:</w:t>
      </w:r>
    </w:p>
    <w:p w14:paraId="6DDF13D1" w14:textId="77777777" w:rsidR="00752DAA" w:rsidRDefault="00752DAA" w:rsidP="00752DAA">
      <w:pPr>
        <w:pStyle w:val="Caption"/>
      </w:pPr>
      <w:r>
        <w:t>A change set that contains the following requests:</w:t>
      </w:r>
    </w:p>
    <w:p w14:paraId="220838AE" w14:textId="77777777" w:rsidR="00752DAA" w:rsidRDefault="00752DAA" w:rsidP="006C1EBF">
      <w:pPr>
        <w:pStyle w:val="Caption"/>
        <w:keepNext/>
        <w:numPr>
          <w:ilvl w:val="0"/>
          <w:numId w:val="22"/>
        </w:numPr>
      </w:pPr>
      <w:r>
        <w:t xml:space="preserve">Insert a new entity (with </w:t>
      </w:r>
      <w:r w:rsidRPr="00556808">
        <w:rPr>
          <w:rStyle w:val="Datatype"/>
        </w:rPr>
        <w:t>Content-ID = 1</w:t>
      </w:r>
      <w:r>
        <w:t>)</w:t>
      </w:r>
    </w:p>
    <w:p w14:paraId="30733983" w14:textId="77777777" w:rsidR="00752DAA" w:rsidRDefault="00752DAA" w:rsidP="006C1EBF">
      <w:pPr>
        <w:pStyle w:val="Caption"/>
        <w:keepNext/>
        <w:numPr>
          <w:ilvl w:val="0"/>
          <w:numId w:val="22"/>
        </w:numPr>
      </w:pPr>
      <w:r>
        <w:t xml:space="preserve">Insert a second new entity (references request with </w:t>
      </w:r>
      <w:r w:rsidRPr="00556808">
        <w:rPr>
          <w:rStyle w:val="Datatype"/>
        </w:rPr>
        <w:t>Content-ID = 1</w:t>
      </w:r>
      <w:r>
        <w:t>)</w:t>
      </w:r>
    </w:p>
    <w:p w14:paraId="4F72294F" w14:textId="77777777" w:rsidR="00752DAA" w:rsidRDefault="00752DAA" w:rsidP="00752DAA">
      <w:pPr>
        <w:pStyle w:val="Code"/>
      </w:pPr>
      <w:r w:rsidRPr="00317359">
        <w:t xml:space="preserve">POST /service/$batch HTTP/1.1 </w:t>
      </w:r>
      <w:r w:rsidRPr="00317359">
        <w:br/>
        <w:t xml:space="preserve">Host: host </w:t>
      </w:r>
      <w:r w:rsidRPr="00317359">
        <w:br/>
        <w:t>OData-Version: 4.0</w:t>
      </w:r>
      <w:r w:rsidRPr="00317359">
        <w:br/>
        <w:t>Content-Type: multipart/mixed;</w:t>
      </w:r>
      <w:r>
        <w:t xml:space="preserve"> </w:t>
      </w:r>
      <w:r w:rsidRPr="00317359">
        <w:t>boundary=batch_36522ad7-fc75-4b56-8c71-56071383e77b</w:t>
      </w:r>
      <w:r w:rsidRPr="00317359">
        <w:br/>
      </w:r>
      <w:r w:rsidRPr="00317359" w:rsidDel="007D5DBA">
        <w:t xml:space="preserve">Content-Length: ### </w:t>
      </w:r>
      <w:r w:rsidRPr="00317359" w:rsidDel="007D5DBA">
        <w:br/>
      </w:r>
      <w:r w:rsidRPr="00317359">
        <w:br/>
        <w:t>--batch_36522ad7-fc75-4b56-8c71-56071383e77b</w:t>
      </w:r>
      <w:r w:rsidRPr="00317359">
        <w:br/>
        <w:t>Content-Type: multipart/mixed;</w:t>
      </w:r>
      <w:r>
        <w:t xml:space="preserve"> </w:t>
      </w:r>
      <w:r w:rsidRPr="00317359">
        <w:t>boundary=changeset_77162fcd-b8da-41ac-a9f8-</w:t>
      </w:r>
      <w:r>
        <w:t>9357efbbd</w:t>
      </w:r>
      <w:r w:rsidRPr="00317359" w:rsidDel="007D5DBA">
        <w:br/>
      </w:r>
      <w:r w:rsidRPr="00317359">
        <w:br/>
        <w:t>--changeset_77162fcd-b8da-41ac-a9f8-</w:t>
      </w:r>
      <w:r>
        <w:t>9357efbbd</w:t>
      </w:r>
      <w:r w:rsidRPr="00317359">
        <w:br/>
        <w:t xml:space="preserve">Content-Type: application/http </w:t>
      </w:r>
      <w:r w:rsidRPr="00317359">
        <w:br/>
        <w:t xml:space="preserve">Content-ID: 1 </w:t>
      </w:r>
      <w:r w:rsidRPr="00317359">
        <w:br/>
      </w:r>
      <w:r w:rsidRPr="00317359">
        <w:br/>
        <w:t xml:space="preserve">POST /service/Customers HTTP/1.1 </w:t>
      </w:r>
      <w:r w:rsidRPr="00317359">
        <w:br/>
        <w:t xml:space="preserve">Host: host  </w:t>
      </w:r>
      <w:r w:rsidRPr="00317359">
        <w:br/>
        <w:t>Content-Type: application/</w:t>
      </w:r>
      <w:r>
        <w:t>json</w:t>
      </w:r>
      <w:r w:rsidRPr="00317359">
        <w:t xml:space="preserve"> </w:t>
      </w:r>
      <w:r w:rsidRPr="00317359">
        <w:br/>
      </w:r>
      <w:r w:rsidRPr="00317359" w:rsidDel="007D5DBA">
        <w:t xml:space="preserve">Content-Length: ### </w:t>
      </w:r>
      <w:r w:rsidRPr="00317359" w:rsidDel="007D5DBA">
        <w:br/>
      </w:r>
      <w:r w:rsidRPr="00317359">
        <w:br/>
        <w:t>&lt;</w:t>
      </w:r>
      <w:r>
        <w:t>JSON</w:t>
      </w:r>
      <w:r w:rsidRPr="00317359">
        <w:t xml:space="preserve"> representation of a new Customer</w:t>
      </w:r>
      <w:r>
        <w:t xml:space="preserve"> entity</w:t>
      </w:r>
      <w:r w:rsidRPr="00317359">
        <w:t>&gt;</w:t>
      </w:r>
      <w:r w:rsidRPr="00317359">
        <w:br/>
        <w:t>--changeset_77162fcd-b8da-41ac-a9f8-</w:t>
      </w:r>
      <w:r>
        <w:t>9357efbbd</w:t>
      </w:r>
      <w:r w:rsidRPr="00317359">
        <w:br/>
        <w:t xml:space="preserve">Content-Type: application/http </w:t>
      </w:r>
      <w:r w:rsidRPr="00317359">
        <w:br/>
        <w:t xml:space="preserve">Content-ID: </w:t>
      </w:r>
      <w:r>
        <w:t>2</w:t>
      </w:r>
    </w:p>
    <w:p w14:paraId="69A7A9EB" w14:textId="77777777" w:rsidR="00752DAA" w:rsidRPr="00317359" w:rsidDel="007D5DBA" w:rsidRDefault="00752DAA" w:rsidP="00752DAA">
      <w:pPr>
        <w:pStyle w:val="Code"/>
      </w:pPr>
      <w:r w:rsidRPr="00317359">
        <w:br/>
        <w:t xml:space="preserve">POST $1/Orders HTTP/1.1 </w:t>
      </w:r>
      <w:r w:rsidRPr="00317359">
        <w:br/>
        <w:t xml:space="preserve">Host: host </w:t>
      </w:r>
      <w:r w:rsidRPr="00317359">
        <w:br/>
        <w:t>Content-Type: application/</w:t>
      </w:r>
      <w:r>
        <w:t>json</w:t>
      </w:r>
      <w:r w:rsidRPr="00317359">
        <w:t xml:space="preserve"> </w:t>
      </w:r>
      <w:r w:rsidRPr="00317359">
        <w:br/>
      </w:r>
      <w:r w:rsidRPr="00317359" w:rsidDel="007D5DBA">
        <w:t xml:space="preserve">Content-Length: ### </w:t>
      </w:r>
      <w:r w:rsidRPr="00317359" w:rsidDel="007D5DBA">
        <w:br/>
      </w:r>
      <w:r w:rsidRPr="00317359">
        <w:br/>
        <w:t>&lt;</w:t>
      </w:r>
      <w:r>
        <w:t>JSON</w:t>
      </w:r>
      <w:r w:rsidRPr="00317359">
        <w:t xml:space="preserve"> representation of a new Order&gt;</w:t>
      </w:r>
      <w:r w:rsidRPr="00317359">
        <w:br/>
        <w:t>--changeset_77162fcd-b8da-41ac-a9f8-</w:t>
      </w:r>
      <w:r>
        <w:t>9357efbbd</w:t>
      </w:r>
      <w:r w:rsidRPr="00317359">
        <w:t>--</w:t>
      </w:r>
      <w:r w:rsidRPr="00317359">
        <w:br/>
        <w:t>--batch_36522ad7-fc75-4b56-8c71-56071383e77b--</w:t>
      </w:r>
    </w:p>
    <w:bookmarkStart w:id="1067" w:name="_Toc477876727"/>
    <w:bookmarkStart w:id="1068" w:name="sec_ReferencinganETag"/>
    <w:p w14:paraId="602E7DA0" w14:textId="77777777" w:rsidR="00752DAA" w:rsidRDefault="00752DAA" w:rsidP="006C1EBF">
      <w:pPr>
        <w:pStyle w:val="Heading4"/>
        <w:numPr>
          <w:ilvl w:val="3"/>
          <w:numId w:val="2"/>
        </w:numPr>
        <w:tabs>
          <w:tab w:val="left" w:pos="567"/>
        </w:tabs>
      </w:pPr>
      <w:r>
        <w:fldChar w:fldCharType="begin"/>
      </w:r>
      <w:r>
        <w:instrText xml:space="preserve"> HYPERLINK  \l "sec_ReferencinganETag" </w:instrText>
      </w:r>
      <w:r>
        <w:fldChar w:fldCharType="separate"/>
      </w:r>
      <w:bookmarkStart w:id="1069" w:name="_Toc494885145"/>
      <w:bookmarkStart w:id="1070" w:name="_Toc494356892"/>
      <w:r w:rsidRPr="004A50BC">
        <w:rPr>
          <w:rStyle w:val="Hyperlink"/>
        </w:rPr>
        <w:t>Referencing an ETag</w:t>
      </w:r>
      <w:bookmarkEnd w:id="1067"/>
      <w:bookmarkEnd w:id="1068"/>
      <w:bookmarkEnd w:id="1069"/>
      <w:bookmarkEnd w:id="1070"/>
      <w:r>
        <w:fldChar w:fldCharType="end"/>
      </w:r>
    </w:p>
    <w:p w14:paraId="72965A7C"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100</w:t>
      </w:r>
      <w:r w:rsidR="002A710D">
        <w:rPr>
          <w:noProof/>
        </w:rPr>
        <w:fldChar w:fldCharType="end"/>
      </w:r>
      <w:r w:rsidRPr="003F1FAD">
        <w:t>:</w:t>
      </w:r>
      <w:r>
        <w:t xml:space="preserve"> a batch request that contains the following operations in the order listed:</w:t>
      </w:r>
    </w:p>
    <w:p w14:paraId="0D1A2E74" w14:textId="77777777" w:rsidR="00752DAA" w:rsidRDefault="00752DAA" w:rsidP="006C1EBF">
      <w:pPr>
        <w:pStyle w:val="Caption"/>
        <w:keepNext/>
        <w:numPr>
          <w:ilvl w:val="0"/>
          <w:numId w:val="22"/>
        </w:numPr>
      </w:pPr>
      <w:r>
        <w:lastRenderedPageBreak/>
        <w:t xml:space="preserve">Get an Employee (with </w:t>
      </w:r>
      <w:r w:rsidRPr="00556808">
        <w:rPr>
          <w:rStyle w:val="Datatype"/>
        </w:rPr>
        <w:t>Content-ID = 1</w:t>
      </w:r>
      <w:r>
        <w:t>)</w:t>
      </w:r>
    </w:p>
    <w:p w14:paraId="4074BEBB" w14:textId="77777777" w:rsidR="00752DAA" w:rsidRDefault="00752DAA" w:rsidP="006C1EBF">
      <w:pPr>
        <w:pStyle w:val="Caption"/>
        <w:keepNext/>
        <w:numPr>
          <w:ilvl w:val="0"/>
          <w:numId w:val="22"/>
        </w:numPr>
      </w:pPr>
      <w:r>
        <w:t>Update the salary only if the employee has not changed</w:t>
      </w:r>
    </w:p>
    <w:p w14:paraId="59C5D450" w14:textId="77777777" w:rsidR="00752DAA" w:rsidRPr="00317359" w:rsidDel="007D5DBA" w:rsidRDefault="00752DAA" w:rsidP="00752DAA">
      <w:pPr>
        <w:pStyle w:val="Code"/>
      </w:pPr>
      <w:r w:rsidRPr="00317359">
        <w:t xml:space="preserve">POST /service/$batch HTTP/1.1 </w:t>
      </w:r>
      <w:r w:rsidRPr="00317359">
        <w:br/>
        <w:t xml:space="preserve">Host: host </w:t>
      </w:r>
      <w:r w:rsidRPr="00317359">
        <w:br/>
        <w:t>OData-Version: 4.0</w:t>
      </w:r>
      <w:r w:rsidRPr="00317359">
        <w:br/>
        <w:t>Content-Type: multipart/mixed;</w:t>
      </w:r>
      <w:r>
        <w:t xml:space="preserve"> </w:t>
      </w:r>
      <w:r w:rsidRPr="00317359">
        <w:t>boundary=batch_36522ad7-fc75-4b56-8c71-56071383e77b</w:t>
      </w:r>
      <w:r w:rsidRPr="00317359">
        <w:br/>
      </w:r>
      <w:r w:rsidRPr="00317359" w:rsidDel="007D5DBA">
        <w:t xml:space="preserve">Content-Length: ### </w:t>
      </w:r>
      <w:r w:rsidRPr="00317359" w:rsidDel="007D5DBA">
        <w:br/>
      </w:r>
      <w:r w:rsidRPr="00317359">
        <w:br/>
        <w:t>--batch_36522ad7-fc75-4b56-8c71-56071383e77b</w:t>
      </w:r>
      <w:r w:rsidRPr="00317359">
        <w:br/>
        <w:t xml:space="preserve">Content-Type: application/http </w:t>
      </w:r>
      <w:r w:rsidRPr="00317359">
        <w:br/>
        <w:t xml:space="preserve">Content-ID: 1 </w:t>
      </w:r>
      <w:r w:rsidRPr="00317359">
        <w:br/>
      </w:r>
      <w:r w:rsidRPr="00317359">
        <w:br/>
      </w:r>
      <w:r>
        <w:t>GET</w:t>
      </w:r>
      <w:r w:rsidRPr="00317359">
        <w:t xml:space="preserve"> /service/</w:t>
      </w:r>
      <w:r>
        <w:t xml:space="preserve">Employees(0) </w:t>
      </w:r>
      <w:r w:rsidRPr="00317359">
        <w:t xml:space="preserve">HTTP/1.1 </w:t>
      </w:r>
      <w:r w:rsidRPr="00317359">
        <w:br/>
        <w:t xml:space="preserve">Host: host  </w:t>
      </w:r>
      <w:r w:rsidRPr="00317359">
        <w:br/>
      </w:r>
      <w:r>
        <w:t>Accept</w:t>
      </w:r>
      <w:r w:rsidRPr="00317359">
        <w:t>: application/</w:t>
      </w:r>
      <w:r>
        <w:t>json</w:t>
      </w:r>
      <w:r w:rsidRPr="00317359">
        <w:t xml:space="preserve"> </w:t>
      </w:r>
      <w:r w:rsidRPr="00317359">
        <w:br/>
      </w:r>
    </w:p>
    <w:p w14:paraId="156EECBD" w14:textId="77777777" w:rsidR="00752DAA" w:rsidRDefault="00752DAA" w:rsidP="00752DAA">
      <w:pPr>
        <w:pStyle w:val="Code"/>
      </w:pPr>
      <w:r w:rsidRPr="00317359">
        <w:t>--batch_36522ad7-fc75-4b56-8c71-56071383e77b</w:t>
      </w:r>
      <w:r w:rsidRPr="00317359">
        <w:br/>
        <w:t xml:space="preserve">Content-Type: application/http </w:t>
      </w:r>
      <w:r w:rsidRPr="00317359">
        <w:br/>
        <w:t xml:space="preserve">Content-ID: </w:t>
      </w:r>
      <w:r>
        <w:t>2</w:t>
      </w:r>
    </w:p>
    <w:p w14:paraId="5B7CC2CF" w14:textId="77777777" w:rsidR="00752DAA" w:rsidRDefault="00752DAA" w:rsidP="00752DAA">
      <w:pPr>
        <w:pStyle w:val="Code"/>
      </w:pPr>
      <w:r w:rsidRPr="00317359">
        <w:br/>
      </w:r>
      <w:r>
        <w:t>PATCH</w:t>
      </w:r>
      <w:r w:rsidRPr="00317359">
        <w:t xml:space="preserve"> </w:t>
      </w:r>
      <w:r>
        <w:t>/service/Employees(0)</w:t>
      </w:r>
      <w:r w:rsidRPr="00317359">
        <w:t xml:space="preserve"> HTTP/1.1 </w:t>
      </w:r>
      <w:r w:rsidRPr="00317359">
        <w:br/>
        <w:t xml:space="preserve">Host: host </w:t>
      </w:r>
      <w:r w:rsidRPr="00317359">
        <w:br/>
        <w:t>Content-Type: application/</w:t>
      </w:r>
      <w:r>
        <w:t>json</w:t>
      </w:r>
      <w:r w:rsidRPr="00317359">
        <w:t xml:space="preserve"> </w:t>
      </w:r>
      <w:r w:rsidRPr="00317359">
        <w:br/>
      </w:r>
      <w:r w:rsidRPr="00317359" w:rsidDel="007D5DBA">
        <w:t xml:space="preserve">Content-Length: ### </w:t>
      </w:r>
      <w:r w:rsidRPr="00317359" w:rsidDel="007D5DBA">
        <w:br/>
      </w:r>
      <w:r>
        <w:t>If-Match: $1</w:t>
      </w:r>
      <w:r w:rsidRPr="00317359">
        <w:br/>
      </w:r>
    </w:p>
    <w:p w14:paraId="5C4A6939" w14:textId="77777777" w:rsidR="00752DAA" w:rsidRDefault="00752DAA" w:rsidP="00752DAA">
      <w:pPr>
        <w:pStyle w:val="Code"/>
      </w:pPr>
      <w:r>
        <w:t>{</w:t>
      </w:r>
    </w:p>
    <w:p w14:paraId="2DB38A5F" w14:textId="77777777" w:rsidR="00752DAA" w:rsidRDefault="00752DAA" w:rsidP="00752DAA">
      <w:pPr>
        <w:pStyle w:val="Code"/>
      </w:pPr>
      <w:r>
        <w:t xml:space="preserve">   "Salary": 75000</w:t>
      </w:r>
    </w:p>
    <w:p w14:paraId="5BD0301B" w14:textId="77777777" w:rsidR="00752DAA" w:rsidRPr="00317359" w:rsidDel="007D5DBA" w:rsidRDefault="00752DAA" w:rsidP="00752DAA">
      <w:pPr>
        <w:pStyle w:val="Code"/>
      </w:pPr>
      <w:r>
        <w:t>}</w:t>
      </w:r>
    </w:p>
    <w:bookmarkStart w:id="1071" w:name="_Toc477876728"/>
    <w:bookmarkStart w:id="1072" w:name="sec_ProcessingaMultipartBatchRequest"/>
    <w:bookmarkEnd w:id="1063"/>
    <w:bookmarkEnd w:id="1064"/>
    <w:p w14:paraId="5CD27497" w14:textId="77777777" w:rsidR="00752DAA" w:rsidRDefault="00752DAA" w:rsidP="006C1EBF">
      <w:pPr>
        <w:pStyle w:val="Heading4"/>
        <w:numPr>
          <w:ilvl w:val="3"/>
          <w:numId w:val="2"/>
        </w:numPr>
        <w:tabs>
          <w:tab w:val="left" w:pos="567"/>
        </w:tabs>
      </w:pPr>
      <w:r>
        <w:fldChar w:fldCharType="begin"/>
      </w:r>
      <w:r>
        <w:instrText xml:space="preserve"> HYPERLINK  \l "sec_ProcessingaMultipartBatchRequest" </w:instrText>
      </w:r>
      <w:r>
        <w:fldChar w:fldCharType="separate"/>
      </w:r>
      <w:bookmarkStart w:id="1073" w:name="_Toc494885146"/>
      <w:bookmarkStart w:id="1074" w:name="_Toc494356893"/>
      <w:r w:rsidRPr="004A50BC">
        <w:rPr>
          <w:rStyle w:val="Hyperlink"/>
        </w:rPr>
        <w:t>Processing a Multipart Batch Request</w:t>
      </w:r>
      <w:bookmarkEnd w:id="1071"/>
      <w:bookmarkEnd w:id="1072"/>
      <w:bookmarkEnd w:id="1073"/>
      <w:bookmarkEnd w:id="1074"/>
      <w:r>
        <w:fldChar w:fldCharType="end"/>
      </w:r>
    </w:p>
    <w:p w14:paraId="10CFBD91" w14:textId="77777777" w:rsidR="00752DAA" w:rsidRDefault="00752DAA" w:rsidP="00752DAA">
      <w:r>
        <w:t xml:space="preserve">The service MUST process the individual requests and change sets within a multipart batch request in the order received. Processing stops on the first error unless the </w:t>
      </w:r>
      <w:hyperlink w:anchor="sec_Preferencecontinueonerrorodatacontin" w:history="1">
        <w:r w:rsidRPr="005E2519">
          <w:rPr>
            <w:rStyle w:val="Hyperlink"/>
            <w:rFonts w:ascii="Courier New" w:hAnsi="Courier New" w:cs="Courier New"/>
          </w:rPr>
          <w:t>continue-on-error</w:t>
        </w:r>
      </w:hyperlink>
      <w:r>
        <w:t xml:space="preserve"> preference is specified.</w:t>
      </w:r>
    </w:p>
    <w:p w14:paraId="0CA82F0F" w14:textId="77777777" w:rsidR="00752DAA" w:rsidRDefault="00752DAA" w:rsidP="00752DAA">
      <w:r>
        <w:t xml:space="preserve">All requests in a change set represent a single change unit so a service MUST successfully process and apply all the requests in the change set or else apply none of them. It is up to the service implementation to define rollback semantics to undo any requests within a change set that may have been applied before another request in that same change set failed and thereby apply this all-or-nothing requirement. The service MAY execute the requests within a change set in any order and MAY return the responses to the individual requests in any order. If a request specifies a request identifier, the service MUST include the </w:t>
      </w:r>
      <w:r w:rsidRPr="00D551B9">
        <w:rPr>
          <w:rStyle w:val="Datatype"/>
        </w:rPr>
        <w:t>Content-ID</w:t>
      </w:r>
      <w:r>
        <w:t xml:space="preserve"> header with the request identifier in the corresponding response so clients can correlate requests and responses.</w:t>
      </w:r>
    </w:p>
    <w:bookmarkStart w:id="1075" w:name="_Toc477876729"/>
    <w:bookmarkStart w:id="1076" w:name="sec_MultipartBatchResponse"/>
    <w:p w14:paraId="2B21FB96" w14:textId="77777777" w:rsidR="00752DAA" w:rsidRDefault="00752DAA" w:rsidP="006C1EBF">
      <w:pPr>
        <w:pStyle w:val="Heading4"/>
        <w:numPr>
          <w:ilvl w:val="3"/>
          <w:numId w:val="2"/>
        </w:numPr>
        <w:tabs>
          <w:tab w:val="left" w:pos="567"/>
        </w:tabs>
      </w:pPr>
      <w:r>
        <w:fldChar w:fldCharType="begin"/>
      </w:r>
      <w:r>
        <w:instrText xml:space="preserve"> HYPERLINK  \l "sec_MultipartBatchResponse" </w:instrText>
      </w:r>
      <w:r>
        <w:fldChar w:fldCharType="separate"/>
      </w:r>
      <w:bookmarkStart w:id="1077" w:name="_Toc494885147"/>
      <w:bookmarkStart w:id="1078" w:name="_Toc494356894"/>
      <w:r w:rsidRPr="004A50BC">
        <w:rPr>
          <w:rStyle w:val="Hyperlink"/>
        </w:rPr>
        <w:t>Multipart Batch Response</w:t>
      </w:r>
      <w:bookmarkEnd w:id="1075"/>
      <w:bookmarkEnd w:id="1076"/>
      <w:bookmarkEnd w:id="1077"/>
      <w:bookmarkEnd w:id="1078"/>
      <w:r>
        <w:fldChar w:fldCharType="end"/>
      </w:r>
    </w:p>
    <w:p w14:paraId="51BD789E" w14:textId="77777777" w:rsidR="00752DAA" w:rsidRDefault="00752DAA" w:rsidP="00752DAA">
      <w:r>
        <w:t xml:space="preserve">A multipart response to a batch request MUST contain a </w:t>
      </w:r>
      <w:r w:rsidRPr="00490199">
        <w:rPr>
          <w:rStyle w:val="Datatype"/>
        </w:rPr>
        <w:t>Content-Type</w:t>
      </w:r>
      <w:r>
        <w:t xml:space="preserve"> header with value </w:t>
      </w:r>
      <w:r w:rsidRPr="00490199">
        <w:rPr>
          <w:rFonts w:ascii="Courier New" w:hAnsi="Courier New" w:cs="Courier New"/>
        </w:rPr>
        <w:t>multipart/mixed</w:t>
      </w:r>
      <w:r w:rsidRPr="00CF60BB">
        <w:rPr>
          <w:rFonts w:ascii="Courier New" w:hAnsi="Courier New" w:cs="Courier New"/>
        </w:rPr>
        <w:t>.</w:t>
      </w:r>
    </w:p>
    <w:p w14:paraId="6CC9180B" w14:textId="77777777" w:rsidR="00752DAA" w:rsidRDefault="00752DAA" w:rsidP="00752DAA">
      <w:r>
        <w:t>The body of a multipart response to a multipart batch request MUST structurally match one-to-one with the multipart batch request body, such that the same multipart message structure defined for requests is used for responses. There are</w:t>
      </w:r>
      <w:r w:rsidDel="00353612">
        <w:t xml:space="preserve"> </w:t>
      </w:r>
      <w:r>
        <w:t>three exceptions to this rule:</w:t>
      </w:r>
    </w:p>
    <w:p w14:paraId="79AC453E" w14:textId="77777777" w:rsidR="00752DAA" w:rsidRDefault="00752DAA" w:rsidP="006C1EBF">
      <w:pPr>
        <w:numPr>
          <w:ilvl w:val="0"/>
          <w:numId w:val="10"/>
        </w:numPr>
        <w:spacing w:before="0"/>
        <w:ind w:left="714" w:hanging="357"/>
      </w:pPr>
      <w:r>
        <w:t xml:space="preserve">When a request within a change set fails, the change set response is not represented using the </w:t>
      </w:r>
      <w:r w:rsidRPr="00177604">
        <w:rPr>
          <w:rStyle w:val="Datatype"/>
        </w:rPr>
        <w:t>multipart/mixed</w:t>
      </w:r>
      <w:r>
        <w:t xml:space="preserve"> media type. Instead, a single response, using the </w:t>
      </w:r>
      <w:r w:rsidRPr="00177604">
        <w:rPr>
          <w:rStyle w:val="Datatype"/>
        </w:rPr>
        <w:t>application/http</w:t>
      </w:r>
      <w:r w:rsidRPr="00177604">
        <w:t xml:space="preserve"> </w:t>
      </w:r>
      <w:r>
        <w:t xml:space="preserve">media type, is returned that applies to all requests in the change set and MUST be a valid OData error response. </w:t>
      </w:r>
    </w:p>
    <w:p w14:paraId="60E9676A" w14:textId="77777777" w:rsidR="00752DAA" w:rsidRDefault="00752DAA" w:rsidP="006C1EBF">
      <w:pPr>
        <w:numPr>
          <w:ilvl w:val="0"/>
          <w:numId w:val="10"/>
        </w:numPr>
        <w:spacing w:before="0"/>
        <w:ind w:left="714" w:hanging="357"/>
      </w:pPr>
      <w:r>
        <w:lastRenderedPageBreak/>
        <w:t xml:space="preserve">When an error occurs processing a request and the </w:t>
      </w:r>
      <w:hyperlink w:anchor="sec_Preferencecontinueonerrorodatacontin" w:history="1">
        <w:r w:rsidRPr="00177604">
          <w:rPr>
            <w:rStyle w:val="Hyperlink"/>
            <w:rFonts w:ascii="Courier New" w:hAnsi="Courier New" w:cs="Courier New"/>
          </w:rPr>
          <w:t>continue-on-error</w:t>
        </w:r>
      </w:hyperlink>
      <w:r>
        <w:t xml:space="preserve"> preference is not specified, processing of the batch is terminated and the error response is the last part of the multi-part response.</w:t>
      </w:r>
    </w:p>
    <w:p w14:paraId="75312C24" w14:textId="77777777" w:rsidR="00752DAA" w:rsidRDefault="002A710D" w:rsidP="006C1EBF">
      <w:pPr>
        <w:numPr>
          <w:ilvl w:val="0"/>
          <w:numId w:val="10"/>
        </w:numPr>
        <w:spacing w:before="0"/>
        <w:ind w:left="714" w:hanging="357"/>
      </w:pPr>
      <w:hyperlink w:anchor="sec_AsynchronousBatchRequests" w:history="1">
        <w:r w:rsidR="00752DAA" w:rsidRPr="00177604">
          <w:rPr>
            <w:rStyle w:val="Hyperlink"/>
          </w:rPr>
          <w:t>Asynchronously processed batch requests</w:t>
        </w:r>
      </w:hyperlink>
      <w:r w:rsidR="00752DAA">
        <w:t xml:space="preserve"> can return interim results and end with a </w:t>
      </w:r>
      <w:r w:rsidR="00752DAA" w:rsidRPr="00177604">
        <w:rPr>
          <w:rStyle w:val="Datatype"/>
        </w:rPr>
        <w:t>202 Accepted</w:t>
      </w:r>
      <w:r w:rsidR="00752DAA">
        <w:t xml:space="preserve"> as the last part of the multi-part response.</w:t>
      </w:r>
    </w:p>
    <w:p w14:paraId="7A774AB9" w14:textId="77777777" w:rsidR="00752DAA" w:rsidRDefault="00752DAA" w:rsidP="00752DAA">
      <w:r>
        <w:t xml:space="preserve">The body of a multipart response to a JSON batch request contains one body part for each processed or accepted request. The order of the body parts is insignificant as each body part MUST contain the </w:t>
      </w:r>
      <w:r w:rsidRPr="008D3D6A">
        <w:rPr>
          <w:rStyle w:val="Datatype"/>
        </w:rPr>
        <w:t>Content-ID</w:t>
      </w:r>
      <w:r>
        <w:t xml:space="preserve"> header with the value of the </w:t>
      </w:r>
      <w:r w:rsidRPr="008D3D6A">
        <w:rPr>
          <w:rStyle w:val="Datatype"/>
        </w:rPr>
        <w:t>id</w:t>
      </w:r>
      <w:r>
        <w:t xml:space="preserve"> name/value pair of the corresponding request object.</w:t>
      </w:r>
    </w:p>
    <w:p w14:paraId="4D7A9FE8" w14:textId="77777777" w:rsidR="00752DAA" w:rsidRDefault="00752DAA" w:rsidP="00752DAA">
      <w:r>
        <w:t xml:space="preserve">A response to an operation in a batch MUST be formatted exactly as it would have appeared outside of a batch as described in </w:t>
      </w:r>
      <w:hyperlink w:anchor="sec_RequestingData" w:history="1">
        <w:r w:rsidRPr="002A42EE">
          <w:rPr>
            <w:rStyle w:val="Hyperlink"/>
          </w:rPr>
          <w:t>Requesting Data</w:t>
        </w:r>
      </w:hyperlink>
      <w:r>
        <w:t xml:space="preserve"> or </w:t>
      </w:r>
      <w:hyperlink w:anchor="sec_InvokingaFunction" w:history="1">
        <w:r w:rsidRPr="006F7AB9">
          <w:rPr>
            <w:rStyle w:val="Hyperlink"/>
          </w:rPr>
          <w:t>Invoking a Function</w:t>
        </w:r>
      </w:hyperlink>
      <w:r>
        <w:t>, as appropriate.</w:t>
      </w:r>
    </w:p>
    <w:p w14:paraId="74555521" w14:textId="77777777" w:rsidR="00752DAA" w:rsidRDefault="00752DAA" w:rsidP="00752DAA">
      <w:pPr>
        <w:pStyle w:val="Caption"/>
      </w:pPr>
      <w:r w:rsidRPr="003F1FAD">
        <w:t xml:space="preserve">Example </w:t>
      </w:r>
      <w:r w:rsidR="002A710D">
        <w:fldChar w:fldCharType="begin"/>
      </w:r>
      <w:r w:rsidR="002A710D">
        <w:instrText xml:space="preserve"> SEQ Example \* ARABIC </w:instrText>
      </w:r>
      <w:r w:rsidR="002A710D">
        <w:fldChar w:fldCharType="separate"/>
      </w:r>
      <w:r>
        <w:rPr>
          <w:noProof/>
        </w:rPr>
        <w:t>101</w:t>
      </w:r>
      <w:r w:rsidR="002A710D">
        <w:rPr>
          <w:noProof/>
        </w:rPr>
        <w:fldChar w:fldCharType="end"/>
      </w:r>
      <w:r w:rsidRPr="003F1FAD">
        <w:t>:</w:t>
      </w:r>
      <w:r>
        <w:t xml:space="preserve"> referencing the batch request example </w:t>
      </w:r>
      <w:r>
        <w:fldChar w:fldCharType="begin"/>
      </w:r>
      <w:r>
        <w:instrText xml:space="preserve"> REF BatchRequestExampleNumber \h </w:instrText>
      </w:r>
      <w:r>
        <w:fldChar w:fldCharType="separate"/>
      </w:r>
      <w:r>
        <w:rPr>
          <w:noProof/>
        </w:rPr>
        <w:t>98</w:t>
      </w:r>
      <w:r>
        <w:fldChar w:fldCharType="end"/>
      </w:r>
      <w:r>
        <w:t xml:space="preserve"> above, assume all the requests except the final query request succeed. In this case the response would be</w:t>
      </w:r>
    </w:p>
    <w:p w14:paraId="08AFC8A1" w14:textId="77777777" w:rsidR="00752DAA" w:rsidRDefault="00752DAA" w:rsidP="00752DAA">
      <w:pPr>
        <w:pStyle w:val="Code"/>
      </w:pPr>
      <w:r w:rsidRPr="00317B57">
        <w:t>HTTP/1.1 200 Ok</w:t>
      </w:r>
      <w:r w:rsidRPr="00317B57">
        <w:br/>
        <w:t>OData-Version: 4.0</w:t>
      </w:r>
      <w:r w:rsidRPr="00317B57">
        <w:br/>
        <w:t>Content-Length: ####</w:t>
      </w:r>
      <w:r w:rsidRPr="00317B57">
        <w:br/>
        <w:t xml:space="preserve">Content-Type: </w:t>
      </w:r>
      <w:r w:rsidRPr="00317B57" w:rsidDel="00CA0CC2">
        <w:t>multipart/mixed;</w:t>
      </w:r>
      <w:r>
        <w:t xml:space="preserve"> bou</w:t>
      </w:r>
      <w:r w:rsidRPr="00317B57">
        <w:t>ndary=b_243234_25424_ef_892u748</w:t>
      </w:r>
      <w:r w:rsidRPr="00317B57">
        <w:br/>
      </w:r>
    </w:p>
    <w:p w14:paraId="5AB082DB" w14:textId="77777777" w:rsidR="00752DAA" w:rsidRDefault="00752DAA" w:rsidP="00752DAA">
      <w:pPr>
        <w:pStyle w:val="Code"/>
      </w:pPr>
      <w:r w:rsidRPr="00317B57">
        <w:t>--b_243234_25424_ef_892u748</w:t>
      </w:r>
      <w:r w:rsidRPr="00317B57">
        <w:br/>
        <w:t>Content-Type: application/http</w:t>
      </w:r>
      <w:r w:rsidRPr="00317B57">
        <w:br/>
      </w:r>
      <w:r w:rsidRPr="00317B57">
        <w:br/>
        <w:t>HTTP/1.1 200 Ok</w:t>
      </w:r>
      <w:r w:rsidRPr="00317B57">
        <w:br/>
        <w:t>Content-Type: application/</w:t>
      </w:r>
      <w:r>
        <w:t>json</w:t>
      </w:r>
      <w:r w:rsidRPr="00317B57">
        <w:br/>
      </w:r>
      <w:r w:rsidRPr="00317B57" w:rsidDel="00B61C6B">
        <w:t>Content-Length: ###</w:t>
      </w:r>
      <w:r w:rsidRPr="00317B57" w:rsidDel="00B61C6B">
        <w:br/>
      </w:r>
      <w:r w:rsidRPr="00317B57">
        <w:br/>
        <w:t>&lt;</w:t>
      </w:r>
      <w:r>
        <w:t>JSON</w:t>
      </w:r>
      <w:r w:rsidRPr="00317B57">
        <w:t xml:space="preserve"> representation of the Customer entity with </w:t>
      </w:r>
      <w:r>
        <w:t>key</w:t>
      </w:r>
      <w:r w:rsidRPr="00317B57">
        <w:t xml:space="preserve"> ALFKI&gt;</w:t>
      </w:r>
    </w:p>
    <w:p w14:paraId="4098F881" w14:textId="77777777" w:rsidR="00752DAA" w:rsidRDefault="00752DAA" w:rsidP="00752DAA">
      <w:pPr>
        <w:pStyle w:val="Code"/>
      </w:pPr>
      <w:r w:rsidRPr="00317B57">
        <w:t>--b_243234_25424_ef_892u748</w:t>
      </w:r>
      <w:r w:rsidRPr="00317B57">
        <w:br/>
        <w:t xml:space="preserve">Content-Type: </w:t>
      </w:r>
      <w:r w:rsidRPr="00317B57" w:rsidDel="00CA0CC2">
        <w:t>multipart/mixed;</w:t>
      </w:r>
      <w:r>
        <w:t xml:space="preserve"> bou</w:t>
      </w:r>
      <w:r w:rsidRPr="00317B57">
        <w:t>ndary=cs_12u7hdkin252452345eknd_383673037</w:t>
      </w:r>
      <w:r w:rsidRPr="00317B57">
        <w:br/>
      </w:r>
    </w:p>
    <w:p w14:paraId="47824AC0" w14:textId="77777777" w:rsidR="00752DAA" w:rsidRDefault="00752DAA" w:rsidP="00752DAA">
      <w:pPr>
        <w:pStyle w:val="Code"/>
      </w:pPr>
      <w:r w:rsidRPr="00317B57">
        <w:t>--cs_12u7hdkin252452345eknd_383673037</w:t>
      </w:r>
      <w:r w:rsidRPr="00317B57">
        <w:br/>
        <w:t>Content-Type: application/http</w:t>
      </w:r>
      <w:r w:rsidRPr="00317B57">
        <w:br/>
        <w:t>Content-ID: 1</w:t>
      </w:r>
      <w:r w:rsidRPr="00317B57">
        <w:br/>
      </w:r>
    </w:p>
    <w:p w14:paraId="6C7A7214" w14:textId="77777777" w:rsidR="00752DAA" w:rsidRDefault="00752DAA" w:rsidP="00752DAA">
      <w:pPr>
        <w:pStyle w:val="Code"/>
      </w:pPr>
      <w:r w:rsidRPr="00317B57">
        <w:t>HTTP/1.1 201 Created</w:t>
      </w:r>
      <w:r w:rsidRPr="00317B57">
        <w:br/>
        <w:t>Content-Type: application/</w:t>
      </w:r>
      <w:r>
        <w:t>json</w:t>
      </w:r>
      <w:r w:rsidRPr="00317B57">
        <w:br/>
        <w:t>Location: http://host/service.svc/Customer('POIUY')</w:t>
      </w:r>
      <w:r w:rsidRPr="00317B57">
        <w:br/>
        <w:t>Content-</w:t>
      </w:r>
      <w:r w:rsidRPr="00317B57" w:rsidDel="00B61C6B">
        <w:t>Length: ###</w:t>
      </w:r>
      <w:r w:rsidRPr="00317B57">
        <w:br/>
      </w:r>
    </w:p>
    <w:p w14:paraId="30774A4D" w14:textId="77777777" w:rsidR="00752DAA" w:rsidRDefault="00752DAA" w:rsidP="00752DAA">
      <w:pPr>
        <w:pStyle w:val="Code"/>
      </w:pPr>
      <w:r w:rsidRPr="00317B57">
        <w:t>&lt;</w:t>
      </w:r>
      <w:r>
        <w:t>JSON</w:t>
      </w:r>
      <w:r w:rsidRPr="00317B57">
        <w:t xml:space="preserve"> representation of </w:t>
      </w:r>
      <w:r>
        <w:t>the</w:t>
      </w:r>
      <w:r w:rsidRPr="00317B57">
        <w:t xml:space="preserve"> new Customer entity&gt;</w:t>
      </w:r>
      <w:r w:rsidRPr="00317B57" w:rsidDel="00B61C6B">
        <w:br/>
      </w:r>
    </w:p>
    <w:p w14:paraId="6B6A2823" w14:textId="77777777" w:rsidR="00752DAA" w:rsidRDefault="00752DAA" w:rsidP="00752DAA">
      <w:pPr>
        <w:pStyle w:val="Code"/>
      </w:pPr>
      <w:r w:rsidRPr="00317B57">
        <w:t>--cs_12u7hdkin252452345eknd_383673037</w:t>
      </w:r>
      <w:r w:rsidRPr="00317B57">
        <w:br/>
        <w:t>Content-Type: application/http</w:t>
      </w:r>
      <w:r w:rsidRPr="00317B57">
        <w:br/>
        <w:t>Content-ID: 2</w:t>
      </w:r>
      <w:r w:rsidRPr="00317B57">
        <w:br/>
      </w:r>
      <w:r w:rsidRPr="00317B57">
        <w:br/>
        <w:t>HTTP/1.1 204 No Content</w:t>
      </w:r>
      <w:r w:rsidRPr="00317B57">
        <w:br/>
        <w:t>Host: host</w:t>
      </w:r>
      <w:r w:rsidRPr="00317B57">
        <w:br/>
      </w:r>
      <w:r w:rsidRPr="00317B57">
        <w:br/>
      </w:r>
    </w:p>
    <w:p w14:paraId="6292C172" w14:textId="77777777" w:rsidR="00752DAA" w:rsidRDefault="00752DAA" w:rsidP="00752DAA">
      <w:pPr>
        <w:pStyle w:val="Code"/>
      </w:pPr>
      <w:r w:rsidRPr="00317B57">
        <w:t>--cs_12u7hdkin252452345eknd_383673037--</w:t>
      </w:r>
    </w:p>
    <w:p w14:paraId="331420A2" w14:textId="77777777" w:rsidR="00752DAA" w:rsidRDefault="00752DAA" w:rsidP="00752DAA">
      <w:pPr>
        <w:pStyle w:val="Code"/>
      </w:pPr>
      <w:r w:rsidRPr="00317B57">
        <w:t>--b_243234_25424_ef_892u748</w:t>
      </w:r>
      <w:r w:rsidRPr="00317B57">
        <w:br/>
        <w:t>Content-Type: application/http</w:t>
      </w:r>
      <w:r w:rsidRPr="00317B57">
        <w:br/>
      </w:r>
      <w:r w:rsidRPr="00317B57">
        <w:br/>
        <w:t>HTTP/1.1 404 Not Found</w:t>
      </w:r>
      <w:r w:rsidRPr="00317B57">
        <w:br/>
        <w:t>Content-Type: application/xml</w:t>
      </w:r>
      <w:r w:rsidRPr="00317B57">
        <w:br/>
        <w:t>Content-Length: ###</w:t>
      </w:r>
      <w:r w:rsidRPr="00317B57">
        <w:br/>
      </w:r>
      <w:r w:rsidRPr="00317B57">
        <w:br/>
        <w:t>&lt;Error message&gt;</w:t>
      </w:r>
      <w:r w:rsidRPr="00317B57">
        <w:br/>
        <w:t>--b_243234_25424_ef_892u748</w:t>
      </w:r>
      <w:r>
        <w:t>—</w:t>
      </w:r>
    </w:p>
    <w:bookmarkStart w:id="1079" w:name="_Asynchronous_Batch_Requests"/>
    <w:bookmarkStart w:id="1080" w:name="_Toc477876730"/>
    <w:bookmarkStart w:id="1081" w:name="sec_AsynchronousBatchRequests"/>
    <w:bookmarkStart w:id="1082" w:name="_Toc370126145"/>
    <w:bookmarkStart w:id="1083" w:name="_Toc370374942"/>
    <w:bookmarkEnd w:id="1079"/>
    <w:p w14:paraId="2634C81C" w14:textId="77777777" w:rsidR="00752DAA" w:rsidRDefault="00752DAA" w:rsidP="006C1EBF">
      <w:pPr>
        <w:pStyle w:val="Heading4"/>
        <w:numPr>
          <w:ilvl w:val="3"/>
          <w:numId w:val="2"/>
        </w:numPr>
        <w:tabs>
          <w:tab w:val="left" w:pos="567"/>
        </w:tabs>
      </w:pPr>
      <w:r>
        <w:lastRenderedPageBreak/>
        <w:fldChar w:fldCharType="begin"/>
      </w:r>
      <w:r>
        <w:instrText xml:space="preserve"> HYPERLINK  \l "sec_AsynchronousBatchRequests" </w:instrText>
      </w:r>
      <w:r>
        <w:fldChar w:fldCharType="separate"/>
      </w:r>
      <w:bookmarkStart w:id="1084" w:name="_Toc494885148"/>
      <w:bookmarkStart w:id="1085" w:name="_Toc494356895"/>
      <w:r w:rsidRPr="004A50BC">
        <w:rPr>
          <w:rStyle w:val="Hyperlink"/>
        </w:rPr>
        <w:t>Asynchronous Batch Requests</w:t>
      </w:r>
      <w:bookmarkEnd w:id="1080"/>
      <w:bookmarkEnd w:id="1081"/>
      <w:bookmarkEnd w:id="1084"/>
      <w:bookmarkEnd w:id="1085"/>
      <w:r>
        <w:fldChar w:fldCharType="end"/>
      </w:r>
    </w:p>
    <w:p w14:paraId="51EDAB2B" w14:textId="77777777" w:rsidR="00752DAA" w:rsidRDefault="00752DAA" w:rsidP="00752DAA">
      <w:r>
        <w:t xml:space="preserve">Batch requests MAY be executed asynchronously by including the </w:t>
      </w:r>
      <w:r w:rsidRPr="00567FB9">
        <w:rPr>
          <w:rFonts w:ascii="Courier New" w:hAnsi="Courier New" w:cs="Courier New"/>
        </w:rPr>
        <w:t>respond-async</w:t>
      </w:r>
      <w:r>
        <w:t xml:space="preserve"> preference in the </w:t>
      </w:r>
      <w:hyperlink w:anchor="sec_HeaderPrefer" w:history="1">
        <w:r w:rsidRPr="00E7745A">
          <w:rPr>
            <w:rStyle w:val="Hyperlink"/>
            <w:rFonts w:ascii="Courier New" w:hAnsi="Courier New" w:cs="Courier New"/>
          </w:rPr>
          <w:t>Prefer</w:t>
        </w:r>
      </w:hyperlink>
      <w:r>
        <w:t xml:space="preserve"> header. If the service responds with a multipart batch response, it MUST ignore the </w:t>
      </w:r>
      <w:r w:rsidRPr="00BD2894">
        <w:rPr>
          <w:rStyle w:val="Datatype"/>
        </w:rPr>
        <w:t>respond-async</w:t>
      </w:r>
      <w:r>
        <w:t xml:space="preserve"> preference for individual requests within a batch.</w:t>
      </w:r>
    </w:p>
    <w:p w14:paraId="25CC7806" w14:textId="77777777" w:rsidR="00752DAA" w:rsidRDefault="00752DAA" w:rsidP="00752DAA">
      <w:r>
        <w:t xml:space="preserve">After successful execution of the batch request the response to the batch request is returned in the body of a response to an interrogation request against the </w:t>
      </w:r>
      <w:r w:rsidRPr="00420EDD">
        <w:rPr>
          <w:i/>
        </w:rPr>
        <w:t>status monitor resource</w:t>
      </w:r>
      <w:r w:rsidDel="001538BB">
        <w:t xml:space="preserve"> </w:t>
      </w:r>
      <w:r>
        <w:t xml:space="preserve">URL (see </w:t>
      </w:r>
      <w:hyperlink w:anchor="sec_AsynchronousRequests" w:history="1">
        <w:r w:rsidRPr="00CC6BC2">
          <w:rPr>
            <w:rStyle w:val="Hyperlink"/>
          </w:rPr>
          <w:t>Asynchronous Requests</w:t>
        </w:r>
      </w:hyperlink>
      <w:r>
        <w:t xml:space="preserve">). </w:t>
      </w:r>
    </w:p>
    <w:p w14:paraId="30254B22" w14:textId="77777777" w:rsidR="00752DAA" w:rsidRDefault="00752DAA" w:rsidP="00752DAA">
      <w:r>
        <w:t xml:space="preserve">A service MAY return interim results to an asynchronously executing batch. It does this by responding with </w:t>
      </w:r>
      <w:r w:rsidRPr="00F74995">
        <w:rPr>
          <w:rStyle w:val="Datatype"/>
        </w:rPr>
        <w:t>200 OK</w:t>
      </w:r>
      <w:r>
        <w:t xml:space="preserve"> to a </w:t>
      </w:r>
      <w:r w:rsidRPr="00F74995">
        <w:rPr>
          <w:rStyle w:val="Datatype"/>
        </w:rPr>
        <w:t>GET</w:t>
      </w:r>
      <w:r>
        <w:t xml:space="preserve"> request to the monitor resource and including a </w:t>
      </w:r>
      <w:hyperlink w:anchor="sec_ResponseCode202Accepted" w:history="1">
        <w:r w:rsidRPr="00567FB9">
          <w:rPr>
            <w:rStyle w:val="Hyperlink"/>
            <w:rFonts w:ascii="Courier New" w:hAnsi="Courier New" w:cs="Courier New"/>
          </w:rPr>
          <w:t>202 Accepted</w:t>
        </w:r>
      </w:hyperlink>
      <w:r>
        <w:t xml:space="preserve"> response as the last part of the multi-part response. The client can use the monitor URL returned in this </w:t>
      </w:r>
      <w:hyperlink w:anchor="sec_ResponseCode202Accepted" w:history="1">
        <w:r w:rsidRPr="00567FB9">
          <w:rPr>
            <w:rStyle w:val="Hyperlink"/>
            <w:rFonts w:ascii="Courier New" w:hAnsi="Courier New" w:cs="Courier New"/>
          </w:rPr>
          <w:t>202 Accepted</w:t>
        </w:r>
      </w:hyperlink>
      <w:r>
        <w:t xml:space="preserve"> response to continue processing the batch response.</w:t>
      </w:r>
    </w:p>
    <w:p w14:paraId="21C01FBC" w14:textId="77777777" w:rsidR="00752DAA" w:rsidRDefault="00752DAA" w:rsidP="00752DAA">
      <w:r>
        <w:t xml:space="preserve">Since a change set is executed atomically, </w:t>
      </w:r>
      <w:hyperlink w:anchor="sec_ResponseCode202Accepted" w:history="1">
        <w:r w:rsidRPr="00567FB9">
          <w:rPr>
            <w:rStyle w:val="Hyperlink"/>
            <w:rFonts w:ascii="Courier New" w:hAnsi="Courier New" w:cs="Courier New"/>
          </w:rPr>
          <w:t>202 Accepted</w:t>
        </w:r>
      </w:hyperlink>
      <w:r>
        <w:rPr>
          <w:rFonts w:ascii="Courier New" w:hAnsi="Courier New" w:cs="Courier New"/>
        </w:rPr>
        <w:t xml:space="preserve"> </w:t>
      </w:r>
      <w:r>
        <w:t>MUST NOT be returned within a change set.</w:t>
      </w:r>
    </w:p>
    <w:p w14:paraId="628E349B" w14:textId="77777777" w:rsidR="00752DAA" w:rsidRDefault="00752DAA" w:rsidP="00752DAA">
      <w:pPr>
        <w:pStyle w:val="Caption"/>
      </w:pPr>
      <w:r w:rsidRPr="00C62AFC">
        <w:t xml:space="preserve">Example </w:t>
      </w:r>
      <w:r w:rsidR="002A710D">
        <w:fldChar w:fldCharType="begin"/>
      </w:r>
      <w:r w:rsidR="002A710D">
        <w:instrText xml:space="preserve"> SEQ Example \* ARABIC </w:instrText>
      </w:r>
      <w:r w:rsidR="002A710D">
        <w:fldChar w:fldCharType="separate"/>
      </w:r>
      <w:r>
        <w:rPr>
          <w:noProof/>
        </w:rPr>
        <w:t>102</w:t>
      </w:r>
      <w:r w:rsidR="002A710D">
        <w:rPr>
          <w:noProof/>
        </w:rPr>
        <w:fldChar w:fldCharType="end"/>
      </w:r>
      <w:r w:rsidRPr="00C62AFC">
        <w:t xml:space="preserve">: referencing the example </w:t>
      </w:r>
      <w:r w:rsidRPr="00C62AFC">
        <w:fldChar w:fldCharType="begin"/>
      </w:r>
      <w:r w:rsidRPr="00C62AFC">
        <w:instrText xml:space="preserve"> REF BatchRequestExampleNumber \h </w:instrText>
      </w:r>
      <w:r w:rsidRPr="00C62AFC">
        <w:fldChar w:fldCharType="separate"/>
      </w:r>
      <w:r>
        <w:rPr>
          <w:noProof/>
        </w:rPr>
        <w:t>98</w:t>
      </w:r>
      <w:r w:rsidRPr="00C62AFC">
        <w:fldChar w:fldCharType="end"/>
      </w:r>
      <w:r w:rsidRPr="00C62AFC">
        <w:t xml:space="preserve"> above again, assume that </w:t>
      </w:r>
    </w:p>
    <w:p w14:paraId="0484F8D3" w14:textId="77777777" w:rsidR="00752DAA" w:rsidRDefault="00752DAA" w:rsidP="00752DAA">
      <w:pPr>
        <w:pStyle w:val="Code"/>
      </w:pPr>
      <w:r>
        <w:t>HTTP/1.1 202 Accepted</w:t>
      </w:r>
      <w:r w:rsidRPr="00317B57">
        <w:br/>
        <w:t>Location: http://service-root/async-monitor</w:t>
      </w:r>
      <w:r>
        <w:t>-0</w:t>
      </w:r>
      <w:r w:rsidRPr="00317B57">
        <w:br/>
        <w:t>Retry-After: ###</w:t>
      </w:r>
      <w:r w:rsidRPr="00317B57">
        <w:br/>
      </w:r>
    </w:p>
    <w:p w14:paraId="7C4A7A4F" w14:textId="77777777" w:rsidR="00752DAA" w:rsidRDefault="00752DAA" w:rsidP="00752DAA">
      <w:pPr>
        <w:pStyle w:val="Caption"/>
      </w:pPr>
      <w:r>
        <w:t>W</w:t>
      </w:r>
      <w:r w:rsidRPr="00C62AFC">
        <w:t xml:space="preserve">hen interrogating the monitor URL </w:t>
      </w:r>
      <w:r>
        <w:t xml:space="preserve">only the first request in the batch has finished processing and all the remaining requests are still being processed. Note that the actual multi-part batch response itself is contained in an </w:t>
      </w:r>
      <w:r w:rsidRPr="0091455E">
        <w:rPr>
          <w:rStyle w:val="Datatype"/>
        </w:rPr>
        <w:t>application/http</w:t>
      </w:r>
      <w:r>
        <w:t xml:space="preserve"> wrapper as it is a response to a status monitor resource:</w:t>
      </w:r>
    </w:p>
    <w:p w14:paraId="504329BA" w14:textId="77777777" w:rsidR="00752DAA" w:rsidRDefault="00752DAA" w:rsidP="00752DAA">
      <w:pPr>
        <w:pStyle w:val="Code"/>
      </w:pPr>
      <w:r w:rsidRPr="00317B57">
        <w:t>HTTP/1.1 200 Ok</w:t>
      </w:r>
    </w:p>
    <w:p w14:paraId="3BA49651" w14:textId="77777777" w:rsidR="00752DAA" w:rsidRDefault="00752DAA" w:rsidP="00752DAA">
      <w:pPr>
        <w:pStyle w:val="Code"/>
      </w:pPr>
      <w:r w:rsidRPr="00317B57">
        <w:t>Content-Type: application/http</w:t>
      </w:r>
      <w:r w:rsidRPr="00317B57">
        <w:br/>
      </w:r>
      <w:r w:rsidRPr="00317B57">
        <w:br/>
        <w:t>HTTP/1.1 200 Ok</w:t>
      </w:r>
      <w:r w:rsidRPr="00317B57">
        <w:br/>
        <w:t>OData-Version: 4.0</w:t>
      </w:r>
      <w:r w:rsidRPr="00317B57">
        <w:br/>
      </w:r>
      <w:r w:rsidRPr="00317B57" w:rsidDel="00B61C6B">
        <w:t>Content-Length: ####</w:t>
      </w:r>
      <w:r w:rsidRPr="00317B57" w:rsidDel="00B61C6B">
        <w:br/>
      </w:r>
      <w:r w:rsidRPr="00317B57">
        <w:t xml:space="preserve">Content-Type: </w:t>
      </w:r>
      <w:r w:rsidRPr="00317B57" w:rsidDel="00CA0CC2">
        <w:t>multipart/mixed;</w:t>
      </w:r>
      <w:r>
        <w:t xml:space="preserve"> bou</w:t>
      </w:r>
      <w:r w:rsidRPr="00317B57">
        <w:t>ndary=b_243234_25424_ef_892u748</w:t>
      </w:r>
      <w:r w:rsidRPr="00317B57">
        <w:br/>
      </w:r>
    </w:p>
    <w:p w14:paraId="342781C9" w14:textId="77777777" w:rsidR="00752DAA" w:rsidRDefault="00752DAA" w:rsidP="00752DAA">
      <w:pPr>
        <w:pStyle w:val="Code"/>
      </w:pPr>
      <w:r w:rsidRPr="00317B57">
        <w:t>--b_243234_25424_ef_892u748</w:t>
      </w:r>
      <w:r w:rsidRPr="00317B57">
        <w:br/>
        <w:t>Content-Type: application/http</w:t>
      </w:r>
      <w:r w:rsidRPr="00317B57">
        <w:br/>
      </w:r>
      <w:r w:rsidRPr="00317B57">
        <w:br/>
        <w:t>HTTP/1.1 200 Ok</w:t>
      </w:r>
      <w:r w:rsidRPr="00317B57">
        <w:br/>
        <w:t>Content-Type: application/</w:t>
      </w:r>
      <w:r>
        <w:t>json</w:t>
      </w:r>
      <w:r w:rsidRPr="00317B57">
        <w:br/>
      </w:r>
      <w:r w:rsidRPr="00317B57" w:rsidDel="00B61C6B">
        <w:t>Content-Length: ###</w:t>
      </w:r>
      <w:r w:rsidRPr="00317B57" w:rsidDel="00B61C6B">
        <w:br/>
      </w:r>
      <w:r w:rsidRPr="00317B57">
        <w:br/>
        <w:t>&lt;</w:t>
      </w:r>
      <w:r>
        <w:t>JSON</w:t>
      </w:r>
      <w:r w:rsidRPr="00317B57">
        <w:t xml:space="preserve"> representation of the Customer entity with </w:t>
      </w:r>
      <w:r>
        <w:t>key</w:t>
      </w:r>
      <w:r w:rsidRPr="00317B57">
        <w:t xml:space="preserve"> ALFKI&gt;</w:t>
      </w:r>
    </w:p>
    <w:p w14:paraId="6AAAC61F" w14:textId="77777777" w:rsidR="00752DAA" w:rsidRDefault="00752DAA" w:rsidP="00752DAA">
      <w:pPr>
        <w:pStyle w:val="Code"/>
      </w:pPr>
      <w:r w:rsidRPr="00317B57">
        <w:t>--b_243234_25424_ef_892u748</w:t>
      </w:r>
      <w:r w:rsidRPr="00317B57">
        <w:br/>
        <w:t>Content-Type: application/http</w:t>
      </w:r>
      <w:r w:rsidRPr="00317B57">
        <w:br/>
      </w:r>
      <w:r w:rsidRPr="00317B57">
        <w:br/>
        <w:t xml:space="preserve">HTTP/1.1 202 Accepted </w:t>
      </w:r>
      <w:r w:rsidRPr="00317B57">
        <w:br/>
        <w:t>Location: http://service-root/async-monitor</w:t>
      </w:r>
      <w:r w:rsidRPr="00317B57">
        <w:br/>
        <w:t>Retry-After: ###</w:t>
      </w:r>
      <w:r w:rsidRPr="00317B57">
        <w:br/>
      </w:r>
    </w:p>
    <w:p w14:paraId="347F85C1" w14:textId="77777777" w:rsidR="00752DAA" w:rsidRPr="00317B57" w:rsidRDefault="00752DAA" w:rsidP="00752DAA">
      <w:pPr>
        <w:pStyle w:val="Code"/>
      </w:pPr>
    </w:p>
    <w:p w14:paraId="1B3B0592" w14:textId="77777777" w:rsidR="00752DAA" w:rsidRPr="00317B57" w:rsidRDefault="00752DAA" w:rsidP="00752DAA">
      <w:pPr>
        <w:pStyle w:val="Code"/>
      </w:pPr>
      <w:r w:rsidRPr="00317B57">
        <w:t>--b_243234_25424_ef_892u748--</w:t>
      </w:r>
    </w:p>
    <w:p w14:paraId="42517E51" w14:textId="77777777" w:rsidR="00752DAA" w:rsidRPr="00026976" w:rsidRDefault="00752DAA" w:rsidP="00752DAA">
      <w:pPr>
        <w:pStyle w:val="Caption"/>
        <w:rPr>
          <w:rFonts w:cs="Arial"/>
        </w:rPr>
      </w:pPr>
      <w:r>
        <w:t xml:space="preserve">After some time the client makes a second request using the returned monitor URL, not explicitly accepting </w:t>
      </w:r>
      <w:r w:rsidRPr="00372F6A">
        <w:rPr>
          <w:rStyle w:val="Datatype"/>
        </w:rPr>
        <w:t>application/http</w:t>
      </w:r>
      <w:r w:rsidRPr="00026976">
        <w:rPr>
          <w:rStyle w:val="Datatype"/>
          <w:rFonts w:ascii="Arial" w:hAnsi="Arial" w:cs="Arial"/>
        </w:rPr>
        <w:t xml:space="preserve">. </w:t>
      </w:r>
      <w:r>
        <w:rPr>
          <w:rStyle w:val="Datatype"/>
          <w:rFonts w:ascii="Arial" w:hAnsi="Arial" w:cs="Arial"/>
        </w:rPr>
        <w:t>The b</w:t>
      </w:r>
      <w:r w:rsidRPr="00026976">
        <w:rPr>
          <w:rStyle w:val="Datatype"/>
          <w:rFonts w:ascii="Arial" w:hAnsi="Arial" w:cs="Arial"/>
        </w:rPr>
        <w:t>atch is</w:t>
      </w:r>
      <w:r>
        <w:rPr>
          <w:rStyle w:val="Datatype"/>
          <w:rFonts w:ascii="Arial" w:hAnsi="Arial" w:cs="Arial"/>
        </w:rPr>
        <w:t xml:space="preserve"> completely processed and the response is the final result.</w:t>
      </w:r>
      <w:r w:rsidRPr="00026976">
        <w:rPr>
          <w:rStyle w:val="Datatype"/>
          <w:rFonts w:ascii="Arial" w:hAnsi="Arial" w:cs="Arial"/>
        </w:rPr>
        <w:t xml:space="preserve"> </w:t>
      </w:r>
    </w:p>
    <w:p w14:paraId="4B67BFD1" w14:textId="77777777" w:rsidR="00752DAA" w:rsidRDefault="00752DAA" w:rsidP="00752DAA">
      <w:pPr>
        <w:pStyle w:val="Code"/>
      </w:pPr>
      <w:r w:rsidRPr="00317B57">
        <w:t>HTTP/1.1 200 Ok</w:t>
      </w:r>
      <w:r w:rsidRPr="00317B57">
        <w:br/>
      </w:r>
      <w:r>
        <w:t>AsyncResult: 200</w:t>
      </w:r>
      <w:r w:rsidRPr="00317B57">
        <w:br/>
        <w:t>OData-Version: 4.0</w:t>
      </w:r>
    </w:p>
    <w:p w14:paraId="66369F52" w14:textId="77777777" w:rsidR="00752DAA" w:rsidRDefault="00752DAA" w:rsidP="00752DAA">
      <w:pPr>
        <w:pStyle w:val="Code"/>
      </w:pPr>
      <w:r w:rsidRPr="00317B57" w:rsidDel="00B61C6B">
        <w:t>Content-Length: ####</w:t>
      </w:r>
      <w:r w:rsidRPr="00317B57" w:rsidDel="00B61C6B">
        <w:br/>
      </w:r>
      <w:r w:rsidRPr="00317B57">
        <w:t xml:space="preserve">Content-Type: </w:t>
      </w:r>
      <w:r w:rsidRPr="00317B57" w:rsidDel="00CA0CC2">
        <w:t>multipart/mixed;</w:t>
      </w:r>
      <w:r>
        <w:t xml:space="preserve"> bou</w:t>
      </w:r>
      <w:r w:rsidRPr="00317B57">
        <w:t>ndary=b_243234_25424_ef_892u748</w:t>
      </w:r>
      <w:r w:rsidRPr="00317B57">
        <w:br/>
      </w:r>
    </w:p>
    <w:p w14:paraId="588B0A4B" w14:textId="77777777" w:rsidR="00752DAA" w:rsidRDefault="00752DAA" w:rsidP="00752DAA">
      <w:pPr>
        <w:pStyle w:val="Code"/>
      </w:pPr>
      <w:r w:rsidRPr="00317B57">
        <w:lastRenderedPageBreak/>
        <w:t>--b_243234_25424_ef_892u748</w:t>
      </w:r>
      <w:r w:rsidRPr="00317B57">
        <w:br/>
        <w:t xml:space="preserve">Content-Type: </w:t>
      </w:r>
      <w:r w:rsidRPr="00317B57" w:rsidDel="00CA0CC2">
        <w:t>multipart/mixed;</w:t>
      </w:r>
      <w:r>
        <w:t xml:space="preserve"> bou</w:t>
      </w:r>
      <w:r w:rsidRPr="00317B57">
        <w:t>ndary=cs_12u7hdkin252452345eknd_383673037</w:t>
      </w:r>
      <w:r w:rsidRPr="00317B57">
        <w:br/>
      </w:r>
    </w:p>
    <w:p w14:paraId="6916C299" w14:textId="77777777" w:rsidR="00752DAA" w:rsidRPr="00317B57" w:rsidRDefault="00752DAA" w:rsidP="00752DAA">
      <w:pPr>
        <w:pStyle w:val="Code"/>
      </w:pPr>
      <w:r w:rsidRPr="00317B57">
        <w:t>--cs_12u7hdkin252452345eknd_383673037</w:t>
      </w:r>
      <w:r w:rsidRPr="00317B57">
        <w:br/>
        <w:t>Content-Type: application/http</w:t>
      </w:r>
      <w:r w:rsidRPr="00317B57">
        <w:br/>
        <w:t>Content-ID: 1</w:t>
      </w:r>
      <w:r w:rsidRPr="00317B57">
        <w:br/>
      </w:r>
      <w:r w:rsidRPr="00317B57">
        <w:br/>
        <w:t>HTTP/1.1 201 Created</w:t>
      </w:r>
      <w:r w:rsidRPr="00317B57">
        <w:br/>
        <w:t>Content-Type: application/</w:t>
      </w:r>
      <w:r>
        <w:t>json</w:t>
      </w:r>
      <w:r w:rsidRPr="00317B57">
        <w:br/>
        <w:t>Location: http://host/service.svc/Customer('POIUY')</w:t>
      </w:r>
      <w:r w:rsidRPr="00317B57">
        <w:br/>
        <w:t>Content-</w:t>
      </w:r>
      <w:r w:rsidRPr="00317B57" w:rsidDel="00B61C6B">
        <w:t>Length: ###</w:t>
      </w:r>
      <w:r w:rsidRPr="00317B57">
        <w:br/>
      </w:r>
      <w:r w:rsidRPr="00317B57">
        <w:br/>
        <w:t>&lt;</w:t>
      </w:r>
      <w:r>
        <w:t>JSON</w:t>
      </w:r>
      <w:r w:rsidRPr="00317B57">
        <w:t xml:space="preserve"> representation of a new Customer entity&gt;</w:t>
      </w:r>
      <w:r w:rsidRPr="00317B57" w:rsidDel="00B61C6B">
        <w:br/>
      </w:r>
      <w:r w:rsidRPr="00317B57">
        <w:t>--cs_12u7hdkin252452345eknd_383673037</w:t>
      </w:r>
      <w:r w:rsidRPr="00317B57">
        <w:br/>
        <w:t>Content-Type: application/http</w:t>
      </w:r>
      <w:r w:rsidRPr="00317B57">
        <w:br/>
        <w:t>Content-ID: 2</w:t>
      </w:r>
      <w:r w:rsidRPr="00317B57">
        <w:br/>
      </w:r>
      <w:r w:rsidRPr="00317B57">
        <w:br/>
        <w:t>HTTP/1.1 204 No Content</w:t>
      </w:r>
      <w:r w:rsidRPr="00317B57">
        <w:br/>
        <w:t>Host: host</w:t>
      </w:r>
      <w:r w:rsidRPr="00317B57">
        <w:br/>
      </w:r>
    </w:p>
    <w:p w14:paraId="2934623E" w14:textId="77777777" w:rsidR="00752DAA" w:rsidRDefault="00752DAA" w:rsidP="00752DAA">
      <w:pPr>
        <w:pStyle w:val="Code"/>
      </w:pPr>
    </w:p>
    <w:p w14:paraId="59A9A543" w14:textId="77777777" w:rsidR="00752DAA" w:rsidRDefault="00752DAA" w:rsidP="00752DAA">
      <w:pPr>
        <w:pStyle w:val="Code"/>
      </w:pPr>
      <w:r w:rsidRPr="00317B57">
        <w:t>--cs_12u7hdkin252452345eknd_383673037--</w:t>
      </w:r>
    </w:p>
    <w:p w14:paraId="5C35D2C8" w14:textId="77777777" w:rsidR="00752DAA" w:rsidRPr="00FB4882" w:rsidDel="00B61C6B" w:rsidRDefault="00752DAA" w:rsidP="00752DAA">
      <w:pPr>
        <w:pStyle w:val="Code"/>
      </w:pPr>
      <w:r w:rsidRPr="00317B57">
        <w:t>--b_243234_25424_ef_892u748</w:t>
      </w:r>
      <w:r w:rsidRPr="00317B57">
        <w:br/>
        <w:t>Content-Type: application/http</w:t>
      </w:r>
      <w:r w:rsidRPr="00317B57">
        <w:br/>
      </w:r>
      <w:r w:rsidRPr="00317B57">
        <w:br/>
        <w:t>HTTP/1.1 404 Not Found</w:t>
      </w:r>
      <w:r w:rsidRPr="00317B57">
        <w:br/>
        <w:t>Content-Type: application/xml</w:t>
      </w:r>
      <w:r w:rsidRPr="00317B57">
        <w:br/>
      </w:r>
      <w:r w:rsidRPr="00317B57" w:rsidDel="00B61C6B">
        <w:t>Content-Length: ###</w:t>
      </w:r>
      <w:r w:rsidRPr="00317B57" w:rsidDel="00B61C6B">
        <w:br/>
      </w:r>
      <w:r w:rsidRPr="00317B57">
        <w:br/>
        <w:t>&lt;Error message&gt;</w:t>
      </w:r>
      <w:r w:rsidRPr="00317B57">
        <w:br/>
        <w:t>--b_243234_25424_ef_892u748—</w:t>
      </w:r>
    </w:p>
    <w:bookmarkStart w:id="1086" w:name="_Toc477876731"/>
    <w:bookmarkStart w:id="1087" w:name="sec_SecurityConsiderations"/>
    <w:bookmarkEnd w:id="1082"/>
    <w:bookmarkEnd w:id="1083"/>
    <w:p w14:paraId="17E41B86" w14:textId="77777777" w:rsidR="00752DAA" w:rsidRDefault="00752DAA" w:rsidP="006C1EBF">
      <w:pPr>
        <w:pStyle w:val="Heading1"/>
        <w:numPr>
          <w:ilvl w:val="0"/>
          <w:numId w:val="2"/>
        </w:numPr>
        <w:tabs>
          <w:tab w:val="clear" w:pos="432"/>
          <w:tab w:val="left" w:pos="567"/>
        </w:tabs>
        <w:ind w:left="397" w:hanging="397"/>
      </w:pPr>
      <w:r>
        <w:lastRenderedPageBreak/>
        <w:fldChar w:fldCharType="begin"/>
      </w:r>
      <w:r>
        <w:instrText xml:space="preserve"> HYPERLINK  \l "sec_SecurityConsiderations" </w:instrText>
      </w:r>
      <w:r>
        <w:fldChar w:fldCharType="separate"/>
      </w:r>
      <w:bookmarkStart w:id="1088" w:name="_Toc494885149"/>
      <w:bookmarkStart w:id="1089" w:name="_Toc494356896"/>
      <w:r w:rsidRPr="004A50BC">
        <w:rPr>
          <w:rStyle w:val="Hyperlink"/>
        </w:rPr>
        <w:t>Security Considerations</w:t>
      </w:r>
      <w:bookmarkEnd w:id="1086"/>
      <w:bookmarkEnd w:id="1087"/>
      <w:bookmarkEnd w:id="1088"/>
      <w:bookmarkEnd w:id="1089"/>
      <w:r>
        <w:fldChar w:fldCharType="end"/>
      </w:r>
    </w:p>
    <w:p w14:paraId="2500A77E" w14:textId="77777777" w:rsidR="00752DAA" w:rsidRDefault="00752DAA" w:rsidP="00752DAA">
      <w:r>
        <w:t xml:space="preserve">This section is provided as a service to the application developers, information providers, and users of OData version 4.0 giving some references to starting points for securing OData services as specified. OData is a REST-full multi-format service that depends on other services and thus inherits both sides of the coin, security enhancements and concerns alike from the latter. </w:t>
      </w:r>
    </w:p>
    <w:p w14:paraId="25264F03" w14:textId="77777777" w:rsidR="00752DAA" w:rsidRPr="00567FB9" w:rsidRDefault="00752DAA" w:rsidP="00752DAA">
      <w:r>
        <w:t xml:space="preserve">For HTTP relevant security implications please cf. the relevant sections of </w:t>
      </w:r>
      <w:hyperlink w:anchor="HTTPSemantic" w:history="1">
        <w:r w:rsidRPr="00CE1171">
          <w:rPr>
            <w:rStyle w:val="Hyperlink"/>
            <w:b/>
          </w:rPr>
          <w:t>[RFC7231]</w:t>
        </w:r>
      </w:hyperlink>
      <w:r w:rsidRPr="00145FF2">
        <w:t xml:space="preserve"> (</w:t>
      </w:r>
      <w:r>
        <w:t>9.</w:t>
      </w:r>
      <w:r w:rsidRPr="00145FF2">
        <w:t xml:space="preserve"> Security Considerations) and for the HTTP </w:t>
      </w:r>
      <w:r w:rsidRPr="00D00385">
        <w:rPr>
          <w:rStyle w:val="Datatype"/>
        </w:rPr>
        <w:t>PATCH</w:t>
      </w:r>
      <w:r w:rsidRPr="00145FF2">
        <w:t xml:space="preserve"> method</w:t>
      </w:r>
      <w:r>
        <w:t xml:space="preserve"> </w:t>
      </w:r>
      <w:hyperlink w:anchor="RFC5789" w:history="1">
        <w:r w:rsidRPr="00A72F32">
          <w:rPr>
            <w:rStyle w:val="Hyperlink"/>
            <w:b/>
          </w:rPr>
          <w:t>[RFC5</w:t>
        </w:r>
        <w:r>
          <w:rPr>
            <w:rStyle w:val="Hyperlink"/>
            <w:b/>
          </w:rPr>
          <w:t>789</w:t>
        </w:r>
        <w:r w:rsidRPr="00A72F32">
          <w:rPr>
            <w:rStyle w:val="Hyperlink"/>
            <w:b/>
          </w:rPr>
          <w:t>]</w:t>
        </w:r>
      </w:hyperlink>
      <w:r>
        <w:t xml:space="preserve"> </w:t>
      </w:r>
      <w:r w:rsidRPr="00145FF2">
        <w:t>(5. Security Considerations) as starting points.</w:t>
      </w:r>
    </w:p>
    <w:bookmarkStart w:id="1090" w:name="_Toc477876732"/>
    <w:bookmarkStart w:id="1091" w:name="sec_Authentication"/>
    <w:p w14:paraId="49B1EF72" w14:textId="77777777" w:rsidR="00752DAA" w:rsidRDefault="00752DAA" w:rsidP="006C1EBF">
      <w:pPr>
        <w:pStyle w:val="Heading2"/>
        <w:numPr>
          <w:ilvl w:val="1"/>
          <w:numId w:val="2"/>
        </w:numPr>
        <w:tabs>
          <w:tab w:val="left" w:pos="567"/>
        </w:tabs>
      </w:pPr>
      <w:r>
        <w:fldChar w:fldCharType="begin"/>
      </w:r>
      <w:r>
        <w:instrText xml:space="preserve"> HYPERLINK  \l "sec_Authentication" </w:instrText>
      </w:r>
      <w:r>
        <w:fldChar w:fldCharType="separate"/>
      </w:r>
      <w:bookmarkStart w:id="1092" w:name="_Toc494885150"/>
      <w:bookmarkStart w:id="1093" w:name="_Toc494356897"/>
      <w:r w:rsidRPr="004A50BC">
        <w:rPr>
          <w:rStyle w:val="Hyperlink"/>
        </w:rPr>
        <w:t>Authentication</w:t>
      </w:r>
      <w:bookmarkEnd w:id="1090"/>
      <w:bookmarkEnd w:id="1091"/>
      <w:bookmarkEnd w:id="1092"/>
      <w:bookmarkEnd w:id="1093"/>
      <w:r>
        <w:fldChar w:fldCharType="end"/>
      </w:r>
    </w:p>
    <w:p w14:paraId="4A3BBB96" w14:textId="77777777" w:rsidR="00752DAA" w:rsidRPr="00B71832" w:rsidRDefault="00752DAA" w:rsidP="00752DAA">
      <w:pPr>
        <w:rPr>
          <w:color w:val="3B006F"/>
        </w:rPr>
      </w:pPr>
      <w:r>
        <w:t xml:space="preserve">OData Services requiring authentication SHOULD </w:t>
      </w:r>
      <w:r w:rsidRPr="00944DED">
        <w:t xml:space="preserve">consider supporting </w:t>
      </w:r>
      <w:r>
        <w:t xml:space="preserve">basic authentication as defined in </w:t>
      </w:r>
      <w:hyperlink w:anchor="RFC7617" w:history="1">
        <w:r>
          <w:rPr>
            <w:rStyle w:val="Hyperlink"/>
            <w:b/>
          </w:rPr>
          <w:t>[RFC7617]</w:t>
        </w:r>
      </w:hyperlink>
      <w:r>
        <w:t xml:space="preserve"> over HTTPS </w:t>
      </w:r>
      <w:r w:rsidRPr="00944DED">
        <w:t>for the highest level of interoperability with generic clients</w:t>
      </w:r>
      <w:r>
        <w:t>. They MAY support other authentication methods.</w:t>
      </w:r>
    </w:p>
    <w:bookmarkStart w:id="1094" w:name="_Toc477876733"/>
    <w:bookmarkStart w:id="1095" w:name="sec_Conformance"/>
    <w:p w14:paraId="709834CB" w14:textId="77777777" w:rsidR="00752DAA" w:rsidRPr="00145A6C" w:rsidRDefault="00752DAA" w:rsidP="006C1EBF">
      <w:pPr>
        <w:pStyle w:val="Heading1"/>
        <w:numPr>
          <w:ilvl w:val="0"/>
          <w:numId w:val="2"/>
        </w:numPr>
        <w:tabs>
          <w:tab w:val="clear" w:pos="432"/>
          <w:tab w:val="left" w:pos="567"/>
        </w:tabs>
        <w:ind w:left="397" w:hanging="397"/>
      </w:pPr>
      <w:r>
        <w:lastRenderedPageBreak/>
        <w:fldChar w:fldCharType="begin"/>
      </w:r>
      <w:r>
        <w:instrText xml:space="preserve"> HYPERLINK  \l "sec_Conformance" </w:instrText>
      </w:r>
      <w:r>
        <w:fldChar w:fldCharType="separate"/>
      </w:r>
      <w:bookmarkStart w:id="1096" w:name="_Toc494885151"/>
      <w:bookmarkStart w:id="1097" w:name="_Toc494356898"/>
      <w:r w:rsidRPr="004A50BC">
        <w:rPr>
          <w:rStyle w:val="Hyperlink"/>
        </w:rPr>
        <w:t>Conformance</w:t>
      </w:r>
      <w:bookmarkEnd w:id="1094"/>
      <w:bookmarkEnd w:id="1095"/>
      <w:bookmarkEnd w:id="1096"/>
      <w:bookmarkEnd w:id="1097"/>
      <w:r>
        <w:fldChar w:fldCharType="end"/>
      </w:r>
    </w:p>
    <w:p w14:paraId="1A2E3EA5" w14:textId="77777777" w:rsidR="00752DAA" w:rsidRPr="00145A6C" w:rsidRDefault="00752DAA" w:rsidP="00752DAA">
      <w:pPr>
        <w:spacing w:after="0"/>
        <w:rPr>
          <w:rFonts w:asciiTheme="minorHAnsi" w:hAnsiTheme="minorHAnsi"/>
          <w:szCs w:val="22"/>
        </w:rPr>
      </w:pPr>
      <w:r>
        <w:t>OData is designed as a set of conventions that can be layered on top of existing standards to provide common representations for common functionality. Not all services will support all of the conventions defined in the protocol; services choose those conventions defined in OData as the representation to expose that functionality appropriate for their scenarios.</w:t>
      </w:r>
    </w:p>
    <w:p w14:paraId="7B25ECD2" w14:textId="77777777" w:rsidR="00752DAA" w:rsidRDefault="00752DAA" w:rsidP="00752DAA">
      <w:pPr>
        <w:spacing w:after="0"/>
      </w:pPr>
      <w:r>
        <w:t xml:space="preserve">To aid in client/server interoperability, this specification defines multiple levels of conformance for an </w:t>
      </w:r>
      <w:r w:rsidRPr="00787E9E">
        <w:t>OData Service</w:t>
      </w:r>
      <w:r>
        <w:t xml:space="preserve">, as well as the </w:t>
      </w:r>
      <w:hyperlink w:anchor="sec_InteroperableODataClients" w:history="1">
        <w:r w:rsidRPr="00787E9E">
          <w:rPr>
            <w:rStyle w:val="Hyperlink"/>
          </w:rPr>
          <w:t xml:space="preserve">minimal requirements </w:t>
        </w:r>
      </w:hyperlink>
      <w:r>
        <w:t>for an OData Client to be interoperable across OData services.</w:t>
      </w:r>
    </w:p>
    <w:bookmarkStart w:id="1098" w:name="_OData_Data_Publishing"/>
    <w:bookmarkStart w:id="1099" w:name="_Service_Conformance_Levels"/>
    <w:bookmarkStart w:id="1100" w:name="_Toc477876734"/>
    <w:bookmarkStart w:id="1101" w:name="sec_OData40ServiceConformanceLevels"/>
    <w:bookmarkEnd w:id="1098"/>
    <w:bookmarkEnd w:id="1099"/>
    <w:p w14:paraId="78FB2CEC" w14:textId="77777777" w:rsidR="00752DAA" w:rsidRPr="006B7902" w:rsidRDefault="00752DAA" w:rsidP="006C1EBF">
      <w:pPr>
        <w:pStyle w:val="Heading2"/>
        <w:numPr>
          <w:ilvl w:val="1"/>
          <w:numId w:val="2"/>
        </w:numPr>
        <w:tabs>
          <w:tab w:val="left" w:pos="567"/>
        </w:tabs>
      </w:pPr>
      <w:r>
        <w:fldChar w:fldCharType="begin"/>
      </w:r>
      <w:r>
        <w:instrText xml:space="preserve"> HYPERLINK  \l "sec_OData40ServiceConformanceLevels" </w:instrText>
      </w:r>
      <w:r>
        <w:fldChar w:fldCharType="separate"/>
      </w:r>
      <w:bookmarkStart w:id="1102" w:name="_Toc494885152"/>
      <w:bookmarkStart w:id="1103" w:name="_Toc494356899"/>
      <w:r w:rsidRPr="004A50BC">
        <w:rPr>
          <w:rStyle w:val="Hyperlink"/>
        </w:rPr>
        <w:t>OData 4.0 Service Conformance Levels</w:t>
      </w:r>
      <w:bookmarkEnd w:id="1100"/>
      <w:bookmarkEnd w:id="1101"/>
      <w:bookmarkEnd w:id="1102"/>
      <w:bookmarkEnd w:id="1103"/>
      <w:r>
        <w:fldChar w:fldCharType="end"/>
      </w:r>
    </w:p>
    <w:p w14:paraId="56F744A8" w14:textId="77777777" w:rsidR="00752DAA" w:rsidRDefault="00752DAA" w:rsidP="00752DAA">
      <w:pPr>
        <w:spacing w:after="0"/>
      </w:pPr>
      <w:r>
        <w:t>OData 4.0 defines three levels of conformance for an OData Service.</w:t>
      </w:r>
    </w:p>
    <w:p w14:paraId="6711C2A9" w14:textId="77777777" w:rsidR="00752DAA" w:rsidRDefault="00752DAA" w:rsidP="00752DAA">
      <w:pPr>
        <w:spacing w:after="0"/>
      </w:pPr>
      <w:r>
        <w:t xml:space="preserve">Note: The conformance levels are design to correspond to different service scenarios. For example, a service that publishes data compliant with one or more of the OData defined formats may comply with the </w:t>
      </w:r>
      <w:hyperlink w:anchor="sec_OData40MinimalConformanceLevel" w:history="1">
        <w:r>
          <w:rPr>
            <w:rStyle w:val="Hyperlink"/>
          </w:rPr>
          <w:t>OData 4.0 Minimal Conformance Level</w:t>
        </w:r>
      </w:hyperlink>
      <w:r>
        <w:t xml:space="preserve"> without supporting any additional functionality. A service that offers more control over the data that the client retrieves may comply with the </w:t>
      </w:r>
      <w:hyperlink w:anchor="sec_OData40IntermediateConformanceLevel" w:history="1">
        <w:r>
          <w:rPr>
            <w:rStyle w:val="Hyperlink"/>
          </w:rPr>
          <w:t>OData 4.0 Intermediate Conformance Level</w:t>
        </w:r>
      </w:hyperlink>
      <w:r>
        <w:t xml:space="preserve">. Services that conform to the </w:t>
      </w:r>
      <w:hyperlink w:anchor="sec_OData40AdvancedConformanceLevel" w:history="1">
        <w:r>
          <w:rPr>
            <w:rStyle w:val="Hyperlink"/>
          </w:rPr>
          <w:t>OData 4.0 Advanced Conformance Level</w:t>
        </w:r>
      </w:hyperlink>
      <w:r>
        <w:t xml:space="preserve"> can expect to interoperate with the most functionality against the broadest range of generic clients. </w:t>
      </w:r>
    </w:p>
    <w:p w14:paraId="2F65C13C" w14:textId="77777777" w:rsidR="00752DAA" w:rsidRDefault="00752DAA" w:rsidP="00752DAA">
      <w:r>
        <w:t xml:space="preserve">Services can advertise their level of conformance by annotating their entity container with the term </w:t>
      </w:r>
      <w:r w:rsidRPr="00E633BD">
        <w:rPr>
          <w:rFonts w:ascii="Courier New" w:hAnsi="Courier New" w:cs="Courier New"/>
        </w:rPr>
        <w:t>Capabilities</w:t>
      </w:r>
      <w:r>
        <w:t>.</w:t>
      </w:r>
      <w:r w:rsidRPr="00345350">
        <w:rPr>
          <w:rStyle w:val="Datatype"/>
        </w:rPr>
        <w:t>ConformanceLevel</w:t>
      </w:r>
      <w:r>
        <w:t xml:space="preserve"> defined in </w:t>
      </w:r>
      <w:hyperlink w:anchor="VocCapabilities" w:history="1">
        <w:r w:rsidRPr="002768AF">
          <w:rPr>
            <w:rStyle w:val="Hyperlink"/>
            <w:b/>
          </w:rPr>
          <w:t>[OData-VocCap]</w:t>
        </w:r>
      </w:hyperlink>
      <w:r>
        <w:t>.</w:t>
      </w:r>
    </w:p>
    <w:p w14:paraId="6DB2ED97" w14:textId="77777777" w:rsidR="00752DAA" w:rsidRDefault="00752DAA" w:rsidP="00752DAA">
      <w:pPr>
        <w:spacing w:after="0"/>
      </w:pPr>
      <w:r>
        <w:t>Note: Services are encouraged to support as much additional functionality beyond their level of conformance as is appropriate for their intended scenario.</w:t>
      </w:r>
    </w:p>
    <w:bookmarkStart w:id="1104" w:name="_OData_Data_Publishing_1"/>
    <w:bookmarkStart w:id="1105" w:name="_OData_Minimal_Conformance"/>
    <w:bookmarkStart w:id="1106" w:name="_OData_4.0_Minimal"/>
    <w:bookmarkStart w:id="1107" w:name="_Toc477876735"/>
    <w:bookmarkStart w:id="1108" w:name="sec_OData40MinimalConformanceLevel"/>
    <w:bookmarkEnd w:id="1104"/>
    <w:bookmarkEnd w:id="1105"/>
    <w:bookmarkEnd w:id="1106"/>
    <w:p w14:paraId="0451AF0C" w14:textId="77777777" w:rsidR="00752DAA" w:rsidRPr="006B7902" w:rsidRDefault="00752DAA" w:rsidP="006C1EBF">
      <w:pPr>
        <w:pStyle w:val="Heading3"/>
        <w:numPr>
          <w:ilvl w:val="2"/>
          <w:numId w:val="2"/>
        </w:numPr>
        <w:tabs>
          <w:tab w:val="left" w:pos="567"/>
        </w:tabs>
      </w:pPr>
      <w:r>
        <w:fldChar w:fldCharType="begin"/>
      </w:r>
      <w:r>
        <w:instrText xml:space="preserve"> HYPERLINK  \l "sec_OData40MinimalConformanceLevel" </w:instrText>
      </w:r>
      <w:r>
        <w:fldChar w:fldCharType="separate"/>
      </w:r>
      <w:bookmarkStart w:id="1109" w:name="_Toc494885153"/>
      <w:bookmarkStart w:id="1110" w:name="_Toc494356900"/>
      <w:r w:rsidRPr="004A50BC">
        <w:rPr>
          <w:rStyle w:val="Hyperlink"/>
        </w:rPr>
        <w:t>OData 4.0 Minimal Conformance Level</w:t>
      </w:r>
      <w:bookmarkEnd w:id="1107"/>
      <w:bookmarkEnd w:id="1108"/>
      <w:bookmarkEnd w:id="1109"/>
      <w:bookmarkEnd w:id="1110"/>
      <w:r>
        <w:fldChar w:fldCharType="end"/>
      </w:r>
    </w:p>
    <w:p w14:paraId="4CB51622" w14:textId="77777777" w:rsidR="00752DAA" w:rsidRDefault="00752DAA" w:rsidP="00752DAA">
      <w:pPr>
        <w:spacing w:after="0"/>
      </w:pPr>
      <w:r>
        <w:t xml:space="preserve">In order to conform to the </w:t>
      </w:r>
      <w:r w:rsidRPr="00E60B72">
        <w:t xml:space="preserve">OData </w:t>
      </w:r>
      <w:r>
        <w:t>4.0 Minimal conformance level, a service:</w:t>
      </w:r>
    </w:p>
    <w:p w14:paraId="5A1EE7B9" w14:textId="77777777" w:rsidR="00752DAA" w:rsidRDefault="00752DAA" w:rsidP="006C1EBF">
      <w:pPr>
        <w:pStyle w:val="ListParagraph"/>
        <w:numPr>
          <w:ilvl w:val="0"/>
          <w:numId w:val="15"/>
        </w:numPr>
        <w:spacing w:before="20" w:after="0"/>
        <w:ind w:left="357" w:hanging="357"/>
        <w:contextualSpacing w:val="0"/>
      </w:pPr>
      <w:r>
        <w:t xml:space="preserve">MUST publish a </w:t>
      </w:r>
      <w:hyperlink w:anchor="sec_ServiceDocumentRequest" w:history="1">
        <w:r w:rsidRPr="00726F90">
          <w:rPr>
            <w:rStyle w:val="Hyperlink"/>
          </w:rPr>
          <w:t>service document</w:t>
        </w:r>
      </w:hyperlink>
      <w:r>
        <w:t xml:space="preserve"> at the service root (section </w:t>
      </w:r>
      <w:r>
        <w:fldChar w:fldCharType="begin"/>
      </w:r>
      <w:r>
        <w:instrText xml:space="preserve"> REF sec_ServiceDocumentRequest \r \h </w:instrText>
      </w:r>
      <w:r>
        <w:fldChar w:fldCharType="separate"/>
      </w:r>
      <w:r>
        <w:t>11.1.1</w:t>
      </w:r>
      <w:r>
        <w:fldChar w:fldCharType="end"/>
      </w:r>
      <w:r>
        <w:t>)</w:t>
      </w:r>
    </w:p>
    <w:p w14:paraId="6EAC8815" w14:textId="77777777" w:rsidR="00752DAA" w:rsidRDefault="00752DAA" w:rsidP="006C1EBF">
      <w:pPr>
        <w:pStyle w:val="ListParagraph"/>
        <w:numPr>
          <w:ilvl w:val="0"/>
          <w:numId w:val="15"/>
        </w:numPr>
        <w:spacing w:before="20" w:after="0"/>
        <w:contextualSpacing w:val="0"/>
      </w:pPr>
      <w:r>
        <w:t>MUST return data according to the</w:t>
      </w:r>
      <w:hyperlink w:anchor="ODataJSONRef" w:history="1">
        <w:r w:rsidRPr="004A525C">
          <w:rPr>
            <w:rStyle w:val="Hyperlink"/>
            <w:b/>
          </w:rPr>
          <w:t>[OData-JSON]</w:t>
        </w:r>
      </w:hyperlink>
      <w:r>
        <w:rPr>
          <w:rStyle w:val="Hyperlink"/>
          <w:b/>
        </w:rPr>
        <w:t xml:space="preserve"> format</w:t>
      </w:r>
    </w:p>
    <w:p w14:paraId="6BED92B3" w14:textId="77777777" w:rsidR="00752DAA" w:rsidRDefault="00752DAA" w:rsidP="006C1EBF">
      <w:pPr>
        <w:pStyle w:val="ListParagraph"/>
        <w:numPr>
          <w:ilvl w:val="0"/>
          <w:numId w:val="15"/>
        </w:numPr>
        <w:spacing w:before="20" w:after="0"/>
        <w:contextualSpacing w:val="0"/>
      </w:pPr>
      <w:r>
        <w:t xml:space="preserve">MUST use </w:t>
      </w:r>
      <w:hyperlink w:anchor="sec_ServerDrivenPaging" w:history="1">
        <w:r w:rsidRPr="007131D1">
          <w:rPr>
            <w:rStyle w:val="Hyperlink"/>
          </w:rPr>
          <w:t>server-driven paging</w:t>
        </w:r>
      </w:hyperlink>
      <w:r>
        <w:t xml:space="preserve"> when returning partial results (section </w:t>
      </w:r>
      <w:r>
        <w:fldChar w:fldCharType="begin"/>
      </w:r>
      <w:r>
        <w:instrText xml:space="preserve"> REF sec_ServerDrivenPaging \r \h </w:instrText>
      </w:r>
      <w:r>
        <w:fldChar w:fldCharType="separate"/>
      </w:r>
      <w:r>
        <w:t>11.2.6.7</w:t>
      </w:r>
      <w:r>
        <w:fldChar w:fldCharType="end"/>
      </w:r>
      <w:r>
        <w:t>) and not use any other mechanism</w:t>
      </w:r>
    </w:p>
    <w:p w14:paraId="1421CDA6" w14:textId="77777777" w:rsidR="00752DAA" w:rsidRDefault="00752DAA" w:rsidP="006C1EBF">
      <w:pPr>
        <w:pStyle w:val="ListParagraph"/>
        <w:numPr>
          <w:ilvl w:val="0"/>
          <w:numId w:val="15"/>
        </w:numPr>
        <w:spacing w:before="20" w:after="0"/>
        <w:contextualSpacing w:val="0"/>
      </w:pPr>
      <w:r>
        <w:t xml:space="preserve">MUST return the appropriate </w:t>
      </w:r>
      <w:hyperlink w:anchor="sec_HeaderODataVersion" w:history="1">
        <w:r w:rsidRPr="00B3351A">
          <w:rPr>
            <w:rStyle w:val="Hyperlink"/>
            <w:rFonts w:ascii="Courier New" w:hAnsi="Courier New" w:cs="Courier New"/>
          </w:rPr>
          <w:t>OData-Version</w:t>
        </w:r>
      </w:hyperlink>
      <w:r>
        <w:t xml:space="preserve"> header (section </w:t>
      </w:r>
      <w:r>
        <w:fldChar w:fldCharType="begin"/>
      </w:r>
      <w:r>
        <w:instrText xml:space="preserve"> REF sec_HeaderODataVersion \r \h </w:instrText>
      </w:r>
      <w:r>
        <w:fldChar w:fldCharType="separate"/>
      </w:r>
      <w:r>
        <w:t>8.1.5</w:t>
      </w:r>
      <w:r>
        <w:fldChar w:fldCharType="end"/>
      </w:r>
      <w:r>
        <w:t>)</w:t>
      </w:r>
    </w:p>
    <w:p w14:paraId="6FDB0D14" w14:textId="77777777" w:rsidR="00752DAA" w:rsidRDefault="00752DAA" w:rsidP="006C1EBF">
      <w:pPr>
        <w:pStyle w:val="ListParagraph"/>
        <w:numPr>
          <w:ilvl w:val="0"/>
          <w:numId w:val="15"/>
        </w:numPr>
        <w:spacing w:before="20" w:after="0"/>
        <w:contextualSpacing w:val="0"/>
      </w:pPr>
      <w:r>
        <w:t>MUST conform to the semantics the following headers, or fail the request</w:t>
      </w:r>
    </w:p>
    <w:p w14:paraId="4191A5D0" w14:textId="77777777" w:rsidR="00752DAA" w:rsidRDefault="002A710D" w:rsidP="006C1EBF">
      <w:pPr>
        <w:pStyle w:val="ListParagraph"/>
        <w:numPr>
          <w:ilvl w:val="1"/>
          <w:numId w:val="15"/>
        </w:numPr>
        <w:spacing w:before="0" w:after="0"/>
        <w:contextualSpacing w:val="0"/>
      </w:pPr>
      <w:hyperlink w:anchor="sec_HeaderAccept" w:history="1">
        <w:r w:rsidR="00752DAA" w:rsidRPr="00B3351A">
          <w:rPr>
            <w:rStyle w:val="Hyperlink"/>
            <w:rFonts w:ascii="Courier New" w:hAnsi="Courier New" w:cs="Courier New"/>
          </w:rPr>
          <w:t>Accept</w:t>
        </w:r>
      </w:hyperlink>
      <w:r w:rsidR="00752DAA" w:rsidRPr="00B3351A">
        <w:rPr>
          <w:rStyle w:val="Hyperlink"/>
          <w:rFonts w:cs="Arial"/>
        </w:rPr>
        <w:t xml:space="preserve"> </w:t>
      </w:r>
      <w:r w:rsidR="00752DAA" w:rsidRPr="0051397C">
        <w:rPr>
          <w:rStyle w:val="Hyperlink"/>
          <w:color w:val="auto"/>
        </w:rPr>
        <w:t>(</w:t>
      </w:r>
      <w:r w:rsidR="00752DAA" w:rsidRPr="00906245">
        <w:t>section</w:t>
      </w:r>
      <w:r w:rsidR="00752DAA">
        <w:t xml:space="preserve"> </w:t>
      </w:r>
      <w:r w:rsidR="00752DAA">
        <w:fldChar w:fldCharType="begin"/>
      </w:r>
      <w:r w:rsidR="00752DAA">
        <w:instrText xml:space="preserve"> REF sec_HeaderAccept \r \h </w:instrText>
      </w:r>
      <w:r w:rsidR="00752DAA">
        <w:fldChar w:fldCharType="separate"/>
      </w:r>
      <w:r w:rsidR="00752DAA">
        <w:t>8.2.1</w:t>
      </w:r>
      <w:r w:rsidR="00752DAA">
        <w:fldChar w:fldCharType="end"/>
      </w:r>
      <w:r w:rsidR="00752DAA" w:rsidRPr="00906245">
        <w:t>)</w:t>
      </w:r>
    </w:p>
    <w:p w14:paraId="0B92E59F" w14:textId="77777777" w:rsidR="00752DAA" w:rsidRDefault="002A710D" w:rsidP="006C1EBF">
      <w:pPr>
        <w:pStyle w:val="ListParagraph"/>
        <w:numPr>
          <w:ilvl w:val="1"/>
          <w:numId w:val="15"/>
        </w:numPr>
        <w:spacing w:before="0" w:after="0"/>
        <w:contextualSpacing w:val="0"/>
      </w:pPr>
      <w:hyperlink w:anchor="sec_HeaderODataMaxVersion" w:history="1">
        <w:r w:rsidR="00752DAA" w:rsidRPr="00B3351A">
          <w:rPr>
            <w:rStyle w:val="Hyperlink"/>
            <w:rFonts w:ascii="Courier New" w:hAnsi="Courier New" w:cs="Courier New"/>
          </w:rPr>
          <w:t>OData-MaxVersion</w:t>
        </w:r>
      </w:hyperlink>
      <w:r w:rsidR="00752DAA" w:rsidRPr="00B3351A">
        <w:rPr>
          <w:rStyle w:val="Hyperlink"/>
          <w:rFonts w:cs="Arial"/>
        </w:rPr>
        <w:t xml:space="preserve"> </w:t>
      </w:r>
      <w:r w:rsidR="00752DAA" w:rsidRPr="00FF7B50">
        <w:rPr>
          <w:rStyle w:val="Hyperlink"/>
          <w:color w:val="auto"/>
        </w:rPr>
        <w:t>(section</w:t>
      </w:r>
      <w:r w:rsidR="00752DAA">
        <w:rPr>
          <w:rStyle w:val="Hyperlink"/>
          <w:color w:val="auto"/>
        </w:rPr>
        <w:t xml:space="preserve"> </w:t>
      </w:r>
      <w:r w:rsidR="00752DAA">
        <w:fldChar w:fldCharType="begin"/>
      </w:r>
      <w:r w:rsidR="00752DAA">
        <w:instrText xml:space="preserve"> REF sec_HeaderODataMaxVersion \r \h </w:instrText>
      </w:r>
      <w:r w:rsidR="00752DAA">
        <w:fldChar w:fldCharType="separate"/>
      </w:r>
      <w:r w:rsidR="00752DAA">
        <w:t>8.2.7</w:t>
      </w:r>
      <w:r w:rsidR="00752DAA">
        <w:fldChar w:fldCharType="end"/>
      </w:r>
      <w:r w:rsidR="00752DAA" w:rsidRPr="00FF7B50">
        <w:rPr>
          <w:rStyle w:val="Hyperlink"/>
          <w:color w:val="auto"/>
        </w:rPr>
        <w:t>)</w:t>
      </w:r>
      <w:r w:rsidR="00752DAA" w:rsidRPr="00FF7B50">
        <w:t xml:space="preserve"> </w:t>
      </w:r>
    </w:p>
    <w:p w14:paraId="1D7FBC10" w14:textId="77777777" w:rsidR="00752DAA" w:rsidRDefault="00752DAA" w:rsidP="006C1EBF">
      <w:pPr>
        <w:pStyle w:val="ListParagraph"/>
        <w:numPr>
          <w:ilvl w:val="0"/>
          <w:numId w:val="15"/>
        </w:numPr>
        <w:spacing w:before="20" w:after="0"/>
        <w:contextualSpacing w:val="0"/>
      </w:pPr>
      <w:r>
        <w:t xml:space="preserve">MUST follow OData guidelines for </w:t>
      </w:r>
      <w:hyperlink w:anchor="sec_Extensibility" w:history="1">
        <w:r w:rsidRPr="00627694">
          <w:rPr>
            <w:rStyle w:val="Hyperlink"/>
          </w:rPr>
          <w:t>extensibility</w:t>
        </w:r>
      </w:hyperlink>
      <w:r>
        <w:rPr>
          <w:rStyle w:val="Hyperlink"/>
        </w:rPr>
        <w:t xml:space="preserve"> </w:t>
      </w:r>
      <w:r w:rsidRPr="00FF7B50">
        <w:rPr>
          <w:rStyle w:val="Hyperlink"/>
          <w:color w:val="auto"/>
        </w:rPr>
        <w:t xml:space="preserve">(section </w:t>
      </w:r>
      <w:r>
        <w:rPr>
          <w:rStyle w:val="Hyperlink"/>
          <w:color w:val="auto"/>
        </w:rPr>
        <w:fldChar w:fldCharType="begin"/>
      </w:r>
      <w:r>
        <w:rPr>
          <w:rStyle w:val="Hyperlink"/>
          <w:color w:val="auto"/>
        </w:rPr>
        <w:instrText xml:space="preserve"> REF sec_Extensibility \r \h </w:instrText>
      </w:r>
      <w:r>
        <w:rPr>
          <w:rStyle w:val="Hyperlink"/>
          <w:color w:val="auto"/>
        </w:rPr>
      </w:r>
      <w:r>
        <w:rPr>
          <w:rStyle w:val="Hyperlink"/>
          <w:color w:val="auto"/>
        </w:rPr>
        <w:fldChar w:fldCharType="separate"/>
      </w:r>
      <w:r>
        <w:rPr>
          <w:rStyle w:val="Hyperlink"/>
          <w:color w:val="auto"/>
        </w:rPr>
        <w:t>6</w:t>
      </w:r>
      <w:r>
        <w:rPr>
          <w:rStyle w:val="Hyperlink"/>
          <w:color w:val="auto"/>
        </w:rPr>
        <w:fldChar w:fldCharType="end"/>
      </w:r>
      <w:r>
        <w:rPr>
          <w:rStyle w:val="Hyperlink"/>
          <w:color w:val="auto"/>
        </w:rPr>
        <w:t xml:space="preserve"> and all subsections</w:t>
      </w:r>
      <w:r w:rsidRPr="00FF7B50">
        <w:rPr>
          <w:rStyle w:val="Hyperlink"/>
          <w:color w:val="auto"/>
        </w:rPr>
        <w:t>)</w:t>
      </w:r>
    </w:p>
    <w:p w14:paraId="485E673C" w14:textId="77777777" w:rsidR="00752DAA" w:rsidRDefault="00752DAA" w:rsidP="006C1EBF">
      <w:pPr>
        <w:pStyle w:val="ListParagraph"/>
        <w:numPr>
          <w:ilvl w:val="0"/>
          <w:numId w:val="15"/>
        </w:numPr>
        <w:spacing w:before="20" w:after="0"/>
        <w:contextualSpacing w:val="0"/>
      </w:pPr>
      <w:r>
        <w:t xml:space="preserve">MUST successfully parse the request according to </w:t>
      </w:r>
      <w:hyperlink w:anchor="ABNF" w:history="1">
        <w:r w:rsidRPr="005C52E4">
          <w:rPr>
            <w:rStyle w:val="Hyperlink"/>
            <w:b/>
          </w:rPr>
          <w:t>[OData-ABNF]</w:t>
        </w:r>
      </w:hyperlink>
      <w:r w:rsidDel="006C63A4">
        <w:t xml:space="preserve"> </w:t>
      </w:r>
      <w:r>
        <w:t xml:space="preserve">for any supported system query string options and either follow the specification or return </w:t>
      </w:r>
      <w:hyperlink w:anchor="sec_ResponseCode501NotImplemented" w:history="1">
        <w:r w:rsidRPr="00627694">
          <w:rPr>
            <w:rStyle w:val="Hyperlink"/>
            <w:rFonts w:ascii="Courier New" w:hAnsi="Courier New"/>
          </w:rPr>
          <w:t>501</w:t>
        </w:r>
        <w:r w:rsidRPr="00627694">
          <w:rPr>
            <w:rStyle w:val="Hyperlink"/>
            <w:rFonts w:ascii="Courier New" w:hAnsi="Courier New" w:cs="Courier New"/>
          </w:rPr>
          <w:t xml:space="preserve"> </w:t>
        </w:r>
        <w:r w:rsidRPr="00627694">
          <w:rPr>
            <w:rStyle w:val="Hyperlink"/>
            <w:rFonts w:ascii="Courier New" w:hAnsi="Courier New"/>
          </w:rPr>
          <w:t>Not Implemented</w:t>
        </w:r>
      </w:hyperlink>
      <w:r>
        <w:t xml:space="preserve"> for any unsupported functionality</w:t>
      </w:r>
      <w:r w:rsidDel="00E65F65">
        <w:t xml:space="preserve"> </w:t>
      </w:r>
      <w:r>
        <w:t xml:space="preserve">(section </w:t>
      </w:r>
      <w:r>
        <w:fldChar w:fldCharType="begin"/>
      </w:r>
      <w:r>
        <w:instrText xml:space="preserve"> REF sec_ResponseCode501NotImplemented \r \h </w:instrText>
      </w:r>
      <w:r>
        <w:fldChar w:fldCharType="separate"/>
      </w:r>
      <w:r>
        <w:t>9.3.1</w:t>
      </w:r>
      <w:r>
        <w:fldChar w:fldCharType="end"/>
      </w:r>
      <w:r>
        <w:t>)</w:t>
      </w:r>
    </w:p>
    <w:p w14:paraId="68AB5631" w14:textId="77777777" w:rsidR="00752DAA" w:rsidRDefault="00752DAA" w:rsidP="006C1EBF">
      <w:pPr>
        <w:pStyle w:val="ListParagraph"/>
        <w:numPr>
          <w:ilvl w:val="0"/>
          <w:numId w:val="15"/>
        </w:numPr>
        <w:spacing w:before="20" w:after="0"/>
        <w:contextualSpacing w:val="0"/>
      </w:pPr>
      <w:r>
        <w:t xml:space="preserve">MUST expose only data types defined in </w:t>
      </w:r>
      <w:hyperlink w:anchor="ODataCSDLXMLRef" w:history="1">
        <w:hyperlink w:anchor="ODataCSDLXMLRef" w:history="1">
          <w:r w:rsidRPr="00DF7F4B">
            <w:rPr>
              <w:rStyle w:val="Hyperlink"/>
              <w:b/>
            </w:rPr>
            <w:t>[OData-CSDL</w:t>
          </w:r>
          <w:r>
            <w:rPr>
              <w:rStyle w:val="Hyperlink"/>
              <w:b/>
            </w:rPr>
            <w:t>XML</w:t>
          </w:r>
          <w:r w:rsidRPr="00DF7F4B">
            <w:rPr>
              <w:rStyle w:val="Hyperlink"/>
              <w:b/>
            </w:rPr>
            <w:t>]</w:t>
          </w:r>
        </w:hyperlink>
      </w:hyperlink>
      <w:r>
        <w:t xml:space="preserve"> </w:t>
      </w:r>
    </w:p>
    <w:p w14:paraId="10167723" w14:textId="77777777" w:rsidR="00752DAA" w:rsidRDefault="00752DAA" w:rsidP="006C1EBF">
      <w:pPr>
        <w:pStyle w:val="ListParagraph"/>
        <w:numPr>
          <w:ilvl w:val="0"/>
          <w:numId w:val="15"/>
        </w:numPr>
        <w:spacing w:before="20" w:after="0"/>
        <w:contextualSpacing w:val="0"/>
      </w:pPr>
      <w:r>
        <w:t xml:space="preserve">MUST NOT require clients to understand any metadata or instance </w:t>
      </w:r>
      <w:r w:rsidRPr="0051397C">
        <w:t>annotations</w:t>
      </w:r>
      <w:r>
        <w:t xml:space="preserve"> (section </w:t>
      </w:r>
      <w:r>
        <w:fldChar w:fldCharType="begin"/>
      </w:r>
      <w:r>
        <w:instrText xml:space="preserve"> REF sec_VocabularyExtensibility \r \h </w:instrText>
      </w:r>
      <w:r>
        <w:fldChar w:fldCharType="separate"/>
      </w:r>
      <w:r>
        <w:t>6.4</w:t>
      </w:r>
      <w:r>
        <w:fldChar w:fldCharType="end"/>
      </w:r>
      <w:r>
        <w:t xml:space="preserve">), </w:t>
      </w:r>
      <w:r w:rsidRPr="0051397C">
        <w:t>custom headers</w:t>
      </w:r>
      <w:r>
        <w:t xml:space="preserve"> (section </w:t>
      </w:r>
      <w:r>
        <w:fldChar w:fldCharType="begin"/>
      </w:r>
      <w:r>
        <w:instrText xml:space="preserve"> REF sec_HeaderFieldExtensibility \r \h </w:instrText>
      </w:r>
      <w:r>
        <w:fldChar w:fldCharType="separate"/>
      </w:r>
      <w:r>
        <w:t>6.5</w:t>
      </w:r>
      <w:r>
        <w:fldChar w:fldCharType="end"/>
      </w:r>
      <w:r>
        <w:t xml:space="preserve">), or </w:t>
      </w:r>
      <w:r w:rsidRPr="0051397C">
        <w:t>custom content</w:t>
      </w:r>
      <w:r>
        <w:t xml:space="preserve"> (section </w:t>
      </w:r>
      <w:r>
        <w:fldChar w:fldCharType="begin"/>
      </w:r>
      <w:r>
        <w:instrText xml:space="preserve"> REF sec_PayloadExtensibility \r \h </w:instrText>
      </w:r>
      <w:r>
        <w:fldChar w:fldCharType="separate"/>
      </w:r>
      <w:r>
        <w:t>6.2</w:t>
      </w:r>
      <w:r>
        <w:fldChar w:fldCharType="end"/>
      </w:r>
      <w:r>
        <w:t>) in the payload in order to correctly consume the service</w:t>
      </w:r>
    </w:p>
    <w:p w14:paraId="48E52B51" w14:textId="77777777" w:rsidR="00752DAA" w:rsidRDefault="00752DAA" w:rsidP="006C1EBF">
      <w:pPr>
        <w:pStyle w:val="ListParagraph"/>
        <w:numPr>
          <w:ilvl w:val="0"/>
          <w:numId w:val="15"/>
        </w:numPr>
        <w:spacing w:before="20" w:after="0"/>
        <w:contextualSpacing w:val="0"/>
      </w:pPr>
      <w:r>
        <w:t xml:space="preserve">MUST NOT violate any OData </w:t>
      </w:r>
      <w:hyperlink w:anchor="sec_DataModification" w:history="1">
        <w:r w:rsidRPr="00FE3F39">
          <w:rPr>
            <w:rStyle w:val="Hyperlink"/>
          </w:rPr>
          <w:t>update semantics</w:t>
        </w:r>
      </w:hyperlink>
      <w:r>
        <w:t xml:space="preserve"> (section </w:t>
      </w:r>
      <w:r>
        <w:fldChar w:fldCharType="begin"/>
      </w:r>
      <w:r>
        <w:instrText xml:space="preserve"> REF sec_DataModification \r \h </w:instrText>
      </w:r>
      <w:r>
        <w:fldChar w:fldCharType="separate"/>
      </w:r>
      <w:r>
        <w:t>11.4</w:t>
      </w:r>
      <w:r>
        <w:fldChar w:fldCharType="end"/>
      </w:r>
      <w:r>
        <w:t xml:space="preserve"> and all subsections)</w:t>
      </w:r>
    </w:p>
    <w:p w14:paraId="1ABBA5B5" w14:textId="77777777" w:rsidR="00752DAA" w:rsidRDefault="00752DAA" w:rsidP="006C1EBF">
      <w:pPr>
        <w:pStyle w:val="ListParagraph"/>
        <w:numPr>
          <w:ilvl w:val="0"/>
          <w:numId w:val="15"/>
        </w:numPr>
        <w:spacing w:before="20" w:after="0"/>
        <w:contextualSpacing w:val="0"/>
      </w:pPr>
      <w:r>
        <w:t xml:space="preserve">MUST NOT violate any other OData-defined semantics </w:t>
      </w:r>
    </w:p>
    <w:p w14:paraId="2BD0DE15" w14:textId="77777777" w:rsidR="00752DAA" w:rsidRDefault="00752DAA" w:rsidP="006C1EBF">
      <w:pPr>
        <w:pStyle w:val="ListParagraph"/>
        <w:numPr>
          <w:ilvl w:val="0"/>
          <w:numId w:val="15"/>
        </w:numPr>
        <w:spacing w:before="20" w:after="0"/>
        <w:contextualSpacing w:val="0"/>
      </w:pPr>
      <w:r>
        <w:t xml:space="preserve">SHOULD support </w:t>
      </w:r>
      <w:hyperlink w:anchor="sec_SystemQueryOptionexpand" w:history="1">
        <w:r w:rsidRPr="00FE3F39">
          <w:rPr>
            <w:rStyle w:val="Hyperlink"/>
            <w:rFonts w:ascii="Courier New" w:hAnsi="Courier New"/>
          </w:rPr>
          <w:t>$expand</w:t>
        </w:r>
      </w:hyperlink>
      <w:r>
        <w:t xml:space="preserve"> (section</w:t>
      </w:r>
      <w:r w:rsidDel="00A53064">
        <w:t xml:space="preserve"> </w:t>
      </w:r>
      <w:r>
        <w:fldChar w:fldCharType="begin"/>
      </w:r>
      <w:r>
        <w:instrText xml:space="preserve"> REF sec_SystemQueryOptionexpand \r \h </w:instrText>
      </w:r>
      <w:r>
        <w:fldChar w:fldCharType="separate"/>
      </w:r>
      <w:r>
        <w:t>11.2.5.2</w:t>
      </w:r>
      <w:r>
        <w:fldChar w:fldCharType="end"/>
      </w:r>
      <w:r>
        <w:t>)</w:t>
      </w:r>
    </w:p>
    <w:p w14:paraId="06E4907E" w14:textId="77777777" w:rsidR="00752DAA" w:rsidRDefault="00752DAA" w:rsidP="006C1EBF">
      <w:pPr>
        <w:pStyle w:val="ListParagraph"/>
        <w:numPr>
          <w:ilvl w:val="0"/>
          <w:numId w:val="15"/>
        </w:numPr>
        <w:spacing w:before="20" w:after="0"/>
        <w:contextualSpacing w:val="0"/>
      </w:pPr>
      <w:r>
        <w:t xml:space="preserve">SHOULD publish metadata at </w:t>
      </w:r>
      <w:r w:rsidRPr="002D4EEA">
        <w:rPr>
          <w:rStyle w:val="Datatype"/>
        </w:rPr>
        <w:t>$metadata</w:t>
      </w:r>
      <w:r>
        <w:t xml:space="preserve"> according to </w:t>
      </w:r>
      <w:hyperlink w:anchor="ODataCSDLXMLRef" w:history="1">
        <w:hyperlink w:anchor="ODataCSDLXMLRef" w:history="1">
          <w:r w:rsidRPr="00DF7F4B">
            <w:rPr>
              <w:rStyle w:val="Hyperlink"/>
              <w:b/>
            </w:rPr>
            <w:t>[OData-CSDL</w:t>
          </w:r>
          <w:r>
            <w:rPr>
              <w:rStyle w:val="Hyperlink"/>
              <w:b/>
            </w:rPr>
            <w:t>XML</w:t>
          </w:r>
          <w:r w:rsidRPr="00DF7F4B">
            <w:rPr>
              <w:rStyle w:val="Hyperlink"/>
              <w:b/>
            </w:rPr>
            <w:t>]</w:t>
          </w:r>
        </w:hyperlink>
      </w:hyperlink>
      <w:r>
        <w:t xml:space="preserve"> and MAY publish metadata according to </w:t>
      </w:r>
      <w:hyperlink w:anchor="ODataCSDLJSONRef" w:history="1">
        <w:r w:rsidRPr="000A5AD1">
          <w:rPr>
            <w:rStyle w:val="Hyperlink"/>
            <w:b/>
          </w:rPr>
          <w:t>[OData-CSDLJSON]</w:t>
        </w:r>
      </w:hyperlink>
      <w:r>
        <w:t xml:space="preserve"> (section </w:t>
      </w:r>
      <w:r>
        <w:fldChar w:fldCharType="begin"/>
      </w:r>
      <w:r>
        <w:instrText xml:space="preserve"> REF sec_MetadataDocumentRequest \r \h </w:instrText>
      </w:r>
      <w:r>
        <w:fldChar w:fldCharType="separate"/>
      </w:r>
      <w:r>
        <w:t>11.1.2</w:t>
      </w:r>
      <w:r>
        <w:fldChar w:fldCharType="end"/>
      </w:r>
      <w:r>
        <w:t>)</w:t>
      </w:r>
    </w:p>
    <w:p w14:paraId="0987E27B" w14:textId="77777777" w:rsidR="00752DAA" w:rsidRDefault="00752DAA" w:rsidP="006C1EBF">
      <w:pPr>
        <w:pStyle w:val="ListParagraph"/>
        <w:numPr>
          <w:ilvl w:val="0"/>
          <w:numId w:val="15"/>
        </w:numPr>
      </w:pPr>
      <w:r>
        <w:t>MUST support prefixed variants of supported headers and preference values</w:t>
      </w:r>
    </w:p>
    <w:p w14:paraId="3D083EB5" w14:textId="77777777" w:rsidR="00752DAA" w:rsidRDefault="00752DAA" w:rsidP="006C1EBF">
      <w:pPr>
        <w:pStyle w:val="ListParagraph"/>
        <w:numPr>
          <w:ilvl w:val="0"/>
          <w:numId w:val="15"/>
        </w:numPr>
      </w:pPr>
      <w:r>
        <w:t>MUST support enumeration and duration literals in URLs with the type prefix</w:t>
      </w:r>
    </w:p>
    <w:p w14:paraId="005A7E2C" w14:textId="77777777" w:rsidR="00752DAA" w:rsidRDefault="00752DAA" w:rsidP="00752DAA">
      <w:pPr>
        <w:spacing w:before="20" w:after="0"/>
      </w:pPr>
      <w:r>
        <w:t xml:space="preserve">Additionally, if async operations are supported: </w:t>
      </w:r>
    </w:p>
    <w:p w14:paraId="2AA71E59" w14:textId="77777777" w:rsidR="00752DAA" w:rsidRDefault="00752DAA" w:rsidP="006C1EBF">
      <w:pPr>
        <w:pStyle w:val="ListParagraph"/>
        <w:numPr>
          <w:ilvl w:val="0"/>
          <w:numId w:val="15"/>
        </w:numPr>
        <w:spacing w:before="20" w:after="0"/>
        <w:contextualSpacing w:val="0"/>
      </w:pPr>
      <w:r>
        <w:lastRenderedPageBreak/>
        <w:t xml:space="preserve">MUST return an HTTP message as the final response to an asynchronous request with an </w:t>
      </w:r>
      <w:r>
        <w:rPr>
          <w:rFonts w:ascii="Courier New" w:hAnsi="Courier New" w:cs="Courier New"/>
        </w:rPr>
        <w:t>OData-MaxVersion</w:t>
      </w:r>
      <w:r>
        <w:t xml:space="preserve"> value of </w:t>
      </w:r>
      <w:r>
        <w:rPr>
          <w:rFonts w:ascii="Courier New" w:hAnsi="Courier New" w:cs="Courier New"/>
        </w:rPr>
        <w:t>4.0</w:t>
      </w:r>
      <w:r>
        <w:t xml:space="preserve"> and an </w:t>
      </w:r>
      <w:r>
        <w:rPr>
          <w:rFonts w:ascii="Courier New" w:hAnsi="Courier New" w:cs="Courier New"/>
        </w:rPr>
        <w:t>Accept</w:t>
      </w:r>
      <w:r>
        <w:t xml:space="preserve"> header including </w:t>
      </w:r>
      <w:r>
        <w:rPr>
          <w:rFonts w:ascii="Courier New" w:hAnsi="Courier New" w:cs="Courier New"/>
        </w:rPr>
        <w:t>application/http</w:t>
      </w:r>
      <w:r>
        <w:t>.</w:t>
      </w:r>
    </w:p>
    <w:p w14:paraId="6844174B" w14:textId="77777777" w:rsidR="00752DAA" w:rsidRDefault="00752DAA" w:rsidP="006C1EBF">
      <w:pPr>
        <w:pStyle w:val="ListParagraph"/>
        <w:numPr>
          <w:ilvl w:val="0"/>
          <w:numId w:val="15"/>
        </w:numPr>
        <w:spacing w:before="20" w:after="0"/>
        <w:contextualSpacing w:val="0"/>
      </w:pPr>
      <w:r>
        <w:t xml:space="preserve">MAY return the </w:t>
      </w:r>
      <w:hyperlink w:anchor="sec_HeaderAsyncResult" w:history="1">
        <w:r w:rsidRPr="00C53CA5">
          <w:rPr>
            <w:rStyle w:val="Hyperlink"/>
            <w:rFonts w:ascii="Courier New" w:hAnsi="Courier New" w:cs="Courier New"/>
          </w:rPr>
          <w:t>AsyncResult</w:t>
        </w:r>
      </w:hyperlink>
      <w:r>
        <w:t xml:space="preserve"> header in the final response to an asynchronous request</w:t>
      </w:r>
    </w:p>
    <w:p w14:paraId="173E941B" w14:textId="77777777" w:rsidR="00752DAA" w:rsidRDefault="00752DAA" w:rsidP="00752DAA">
      <w:pPr>
        <w:spacing w:before="0" w:after="0"/>
      </w:pPr>
    </w:p>
    <w:p w14:paraId="56C48CF3" w14:textId="77777777" w:rsidR="00752DAA" w:rsidRDefault="00752DAA" w:rsidP="00752DAA">
      <w:pPr>
        <w:spacing w:after="0"/>
      </w:pPr>
      <w:r>
        <w:t xml:space="preserve">To be considered an </w:t>
      </w:r>
      <w:r w:rsidRPr="00E65F65">
        <w:rPr>
          <w:i/>
        </w:rPr>
        <w:t>Updatable OData Service</w:t>
      </w:r>
      <w:r>
        <w:t>, the service additionally:</w:t>
      </w:r>
    </w:p>
    <w:p w14:paraId="4D602882" w14:textId="77777777" w:rsidR="00752DAA" w:rsidRDefault="00752DAA" w:rsidP="006C1EBF">
      <w:pPr>
        <w:pStyle w:val="ListParagraph"/>
        <w:numPr>
          <w:ilvl w:val="0"/>
          <w:numId w:val="15"/>
        </w:numPr>
        <w:spacing w:before="20" w:after="0"/>
        <w:contextualSpacing w:val="0"/>
      </w:pPr>
      <w:r>
        <w:t xml:space="preserve">MUST include edit links (explicitly or implicitly) for all updatable or deletable resources according to </w:t>
      </w:r>
      <w:hyperlink w:anchor="ODataJSONRef" w:history="1">
        <w:r w:rsidRPr="004A525C">
          <w:rPr>
            <w:rStyle w:val="Hyperlink"/>
            <w:b/>
          </w:rPr>
          <w:t>[OData-JSON]</w:t>
        </w:r>
      </w:hyperlink>
      <w:r>
        <w:t xml:space="preserve"> </w:t>
      </w:r>
    </w:p>
    <w:p w14:paraId="7CFEE215" w14:textId="77777777" w:rsidR="00752DAA" w:rsidRDefault="00752DAA" w:rsidP="006C1EBF">
      <w:pPr>
        <w:pStyle w:val="ListParagraph"/>
        <w:numPr>
          <w:ilvl w:val="0"/>
          <w:numId w:val="15"/>
        </w:numPr>
        <w:spacing w:before="20" w:after="0"/>
        <w:contextualSpacing w:val="0"/>
      </w:pPr>
      <w:r>
        <w:t xml:space="preserve">MUST support </w:t>
      </w:r>
      <w:r w:rsidRPr="0055329C">
        <w:rPr>
          <w:rStyle w:val="Datatype"/>
        </w:rPr>
        <w:t>POST</w:t>
      </w:r>
      <w:r>
        <w:t xml:space="preserve"> of new entities to insertable entity sets (section </w:t>
      </w:r>
      <w:r>
        <w:fldChar w:fldCharType="begin"/>
      </w:r>
      <w:r>
        <w:instrText xml:space="preserve"> REF sec_ReturningResultsfromDataModificationRequests \r \h </w:instrText>
      </w:r>
      <w:r>
        <w:fldChar w:fldCharType="separate"/>
      </w:r>
      <w:r>
        <w:t>11.4.1.5</w:t>
      </w:r>
      <w:r>
        <w:fldChar w:fldCharType="end"/>
      </w:r>
      <w:r>
        <w:t xml:space="preserve"> and </w:t>
      </w:r>
      <w:r>
        <w:fldChar w:fldCharType="begin"/>
      </w:r>
      <w:r>
        <w:instrText xml:space="preserve"> REF sec_LinktoRelatedEntitiesWhenCreatinganE \r \h </w:instrText>
      </w:r>
      <w:r>
        <w:fldChar w:fldCharType="separate"/>
      </w:r>
      <w:r>
        <w:t>11.4.2.1</w:t>
      </w:r>
      <w:r>
        <w:fldChar w:fldCharType="end"/>
      </w:r>
      <w:r>
        <w:t>)</w:t>
      </w:r>
    </w:p>
    <w:p w14:paraId="59343E2E" w14:textId="77777777" w:rsidR="00752DAA" w:rsidRDefault="00752DAA" w:rsidP="006C1EBF">
      <w:pPr>
        <w:pStyle w:val="ListParagraph"/>
        <w:numPr>
          <w:ilvl w:val="0"/>
          <w:numId w:val="15"/>
        </w:numPr>
        <w:spacing w:before="20" w:after="0"/>
        <w:contextualSpacing w:val="0"/>
      </w:pPr>
      <w:r>
        <w:t xml:space="preserve">MUST support </w:t>
      </w:r>
      <w:r w:rsidRPr="0055329C">
        <w:rPr>
          <w:rStyle w:val="Datatype"/>
        </w:rPr>
        <w:t>POST</w:t>
      </w:r>
      <w:r>
        <w:t xml:space="preserve"> of new related entities to updatable navigation properties (section </w:t>
      </w:r>
      <w:r>
        <w:fldChar w:fldCharType="begin"/>
      </w:r>
      <w:r>
        <w:instrText xml:space="preserve"> REF sec_CreateanEntity \r \h </w:instrText>
      </w:r>
      <w:r>
        <w:fldChar w:fldCharType="separate"/>
      </w:r>
      <w:r>
        <w:t>11.4.2</w:t>
      </w:r>
      <w:r>
        <w:fldChar w:fldCharType="end"/>
      </w:r>
      <w:r>
        <w:t>)</w:t>
      </w:r>
    </w:p>
    <w:p w14:paraId="444262F9" w14:textId="77777777" w:rsidR="00752DAA" w:rsidRDefault="00752DAA" w:rsidP="006C1EBF">
      <w:pPr>
        <w:pStyle w:val="ListParagraph"/>
        <w:numPr>
          <w:ilvl w:val="0"/>
          <w:numId w:val="15"/>
        </w:numPr>
        <w:spacing w:before="20" w:after="0"/>
        <w:contextualSpacing w:val="0"/>
      </w:pPr>
      <w:r>
        <w:t xml:space="preserve">MUST support </w:t>
      </w:r>
      <w:r w:rsidRPr="0055329C">
        <w:rPr>
          <w:rStyle w:val="Datatype"/>
        </w:rPr>
        <w:t>POST</w:t>
      </w:r>
      <w:r>
        <w:t xml:space="preserve"> to </w:t>
      </w:r>
      <w:r w:rsidRPr="00613B28">
        <w:rPr>
          <w:rFonts w:ascii="Courier New" w:hAnsi="Courier New"/>
        </w:rPr>
        <w:t>$ref</w:t>
      </w:r>
      <w:r>
        <w:t xml:space="preserve"> to add an existing entity to an updatable related collection (section </w:t>
      </w:r>
      <w:r>
        <w:fldChar w:fldCharType="begin"/>
      </w:r>
      <w:r>
        <w:instrText xml:space="preserve"> REF sec_AddaReferencetoaCollectionValuedNavi \r \h </w:instrText>
      </w:r>
      <w:r>
        <w:fldChar w:fldCharType="separate"/>
      </w:r>
      <w:r>
        <w:t>11.4.6.1</w:t>
      </w:r>
      <w:r>
        <w:fldChar w:fldCharType="end"/>
      </w:r>
      <w:r>
        <w:t>)</w:t>
      </w:r>
    </w:p>
    <w:p w14:paraId="41DBB263" w14:textId="77777777" w:rsidR="00752DAA" w:rsidRDefault="00752DAA" w:rsidP="006C1EBF">
      <w:pPr>
        <w:pStyle w:val="ListParagraph"/>
        <w:numPr>
          <w:ilvl w:val="0"/>
          <w:numId w:val="15"/>
        </w:numPr>
        <w:spacing w:before="20" w:after="0"/>
        <w:contextualSpacing w:val="0"/>
      </w:pPr>
      <w:r>
        <w:t xml:space="preserve">MUST support </w:t>
      </w:r>
      <w:r w:rsidRPr="0055329C">
        <w:rPr>
          <w:rStyle w:val="Datatype"/>
        </w:rPr>
        <w:t>PUT</w:t>
      </w:r>
      <w:r>
        <w:t xml:space="preserve"> to </w:t>
      </w:r>
      <w:r w:rsidRPr="00613B28">
        <w:rPr>
          <w:rFonts w:ascii="Courier New" w:hAnsi="Courier New"/>
        </w:rPr>
        <w:t>$ref</w:t>
      </w:r>
      <w:r w:rsidDel="00613B28">
        <w:t xml:space="preserve"> </w:t>
      </w:r>
      <w:r>
        <w:t xml:space="preserve">to set an existing single updatable related entity (section </w:t>
      </w:r>
      <w:r>
        <w:fldChar w:fldCharType="begin"/>
      </w:r>
      <w:r>
        <w:instrText xml:space="preserve"> REF sec_ChangetheReferenceinaSingleValuedNav \r \h </w:instrText>
      </w:r>
      <w:r>
        <w:fldChar w:fldCharType="separate"/>
      </w:r>
      <w:r>
        <w:t>11.4.6.3</w:t>
      </w:r>
      <w:r>
        <w:fldChar w:fldCharType="end"/>
      </w:r>
      <w:r>
        <w:t>)</w:t>
      </w:r>
    </w:p>
    <w:p w14:paraId="24576831" w14:textId="77777777" w:rsidR="00752DAA" w:rsidRDefault="00752DAA" w:rsidP="006C1EBF">
      <w:pPr>
        <w:pStyle w:val="ListParagraph"/>
        <w:numPr>
          <w:ilvl w:val="0"/>
          <w:numId w:val="15"/>
        </w:numPr>
        <w:spacing w:before="20" w:after="0"/>
        <w:contextualSpacing w:val="0"/>
      </w:pPr>
      <w:r>
        <w:t xml:space="preserve">MUST support </w:t>
      </w:r>
      <w:r w:rsidRPr="0055329C">
        <w:rPr>
          <w:rStyle w:val="Datatype"/>
        </w:rPr>
        <w:t>PATCH</w:t>
      </w:r>
      <w:r>
        <w:t xml:space="preserve"> to all edit URLs for updatable resources (section </w:t>
      </w:r>
      <w:r>
        <w:fldChar w:fldCharType="begin"/>
      </w:r>
      <w:r>
        <w:instrText xml:space="preserve"> REF sec_UpdateanEntity \r \h </w:instrText>
      </w:r>
      <w:r>
        <w:fldChar w:fldCharType="separate"/>
      </w:r>
      <w:r>
        <w:t>11.4.3</w:t>
      </w:r>
      <w:r>
        <w:fldChar w:fldCharType="end"/>
      </w:r>
      <w:r>
        <w:t>)</w:t>
      </w:r>
    </w:p>
    <w:p w14:paraId="4844ECAD" w14:textId="77777777" w:rsidR="00752DAA" w:rsidRDefault="00752DAA" w:rsidP="006C1EBF">
      <w:pPr>
        <w:pStyle w:val="ListParagraph"/>
        <w:numPr>
          <w:ilvl w:val="0"/>
          <w:numId w:val="15"/>
        </w:numPr>
        <w:spacing w:before="20" w:after="0"/>
        <w:contextualSpacing w:val="0"/>
      </w:pPr>
      <w:r>
        <w:t xml:space="preserve">MUST support </w:t>
      </w:r>
      <w:r w:rsidRPr="0055329C">
        <w:rPr>
          <w:rStyle w:val="Datatype"/>
        </w:rPr>
        <w:t>DELETE</w:t>
      </w:r>
      <w:r>
        <w:t xml:space="preserve"> to all edit URLs for deletable resources (section </w:t>
      </w:r>
      <w:r>
        <w:fldChar w:fldCharType="begin"/>
      </w:r>
      <w:r>
        <w:instrText xml:space="preserve"> REF sec_DeleteanEntity \r \h </w:instrText>
      </w:r>
      <w:r>
        <w:fldChar w:fldCharType="separate"/>
      </w:r>
      <w:r>
        <w:t>11.4.5</w:t>
      </w:r>
      <w:r>
        <w:fldChar w:fldCharType="end"/>
      </w:r>
      <w:r>
        <w:t>)</w:t>
      </w:r>
    </w:p>
    <w:p w14:paraId="173890A0" w14:textId="77777777" w:rsidR="00752DAA" w:rsidRDefault="00752DAA" w:rsidP="006C1EBF">
      <w:pPr>
        <w:pStyle w:val="ListParagraph"/>
        <w:numPr>
          <w:ilvl w:val="0"/>
          <w:numId w:val="15"/>
        </w:numPr>
        <w:spacing w:before="20" w:after="0"/>
        <w:contextualSpacing w:val="0"/>
      </w:pPr>
      <w:r>
        <w:t xml:space="preserve">MUST support </w:t>
      </w:r>
      <w:r w:rsidRPr="0055329C">
        <w:rPr>
          <w:rStyle w:val="Datatype"/>
        </w:rPr>
        <w:t>DELETE</w:t>
      </w:r>
      <w:r>
        <w:t xml:space="preserve"> to </w:t>
      </w:r>
      <w:r w:rsidRPr="00613B28">
        <w:rPr>
          <w:rFonts w:ascii="Courier New" w:hAnsi="Courier New"/>
        </w:rPr>
        <w:t>$ref</w:t>
      </w:r>
      <w:r w:rsidDel="00613B28">
        <w:t xml:space="preserve"> </w:t>
      </w:r>
      <w:r>
        <w:t xml:space="preserve">to </w:t>
      </w:r>
      <w:r w:rsidRPr="003D4065">
        <w:t>remove an entity</w:t>
      </w:r>
      <w:r>
        <w:t xml:space="preserve"> from an updatable navigation property (section </w:t>
      </w:r>
      <w:r>
        <w:fldChar w:fldCharType="begin"/>
      </w:r>
      <w:r>
        <w:instrText xml:space="preserve"> REF sec_RemoveaReferencetoanEntity \r \h </w:instrText>
      </w:r>
      <w:r>
        <w:fldChar w:fldCharType="separate"/>
      </w:r>
      <w:r>
        <w:t>11.4.6.2</w:t>
      </w:r>
      <w:r>
        <w:fldChar w:fldCharType="end"/>
      </w:r>
      <w:r>
        <w:t>)</w:t>
      </w:r>
    </w:p>
    <w:p w14:paraId="7011138D" w14:textId="77777777" w:rsidR="00752DAA" w:rsidRDefault="00752DAA" w:rsidP="006C1EBF">
      <w:pPr>
        <w:pStyle w:val="ListParagraph"/>
        <w:numPr>
          <w:ilvl w:val="0"/>
          <w:numId w:val="15"/>
        </w:numPr>
        <w:spacing w:before="20" w:after="0"/>
        <w:contextualSpacing w:val="0"/>
      </w:pPr>
      <w:r>
        <w:t xml:space="preserve">MUST support </w:t>
      </w:r>
      <w:r w:rsidRPr="00031089">
        <w:t>if-match</w:t>
      </w:r>
      <w:r>
        <w:t xml:space="preserve"> header in update/delete of any resources returned with an ETag (section </w:t>
      </w:r>
      <w:r>
        <w:fldChar w:fldCharType="begin"/>
      </w:r>
      <w:r>
        <w:instrText xml:space="preserve"> REF sec_UseofETagsforAvoidingUpdateConflicts \r \h </w:instrText>
      </w:r>
      <w:r>
        <w:fldChar w:fldCharType="separate"/>
      </w:r>
      <w:r>
        <w:t>11.4.1.1</w:t>
      </w:r>
      <w:r>
        <w:fldChar w:fldCharType="end"/>
      </w:r>
      <w:r>
        <w:t>)</w:t>
      </w:r>
    </w:p>
    <w:p w14:paraId="5A2808B9" w14:textId="77777777" w:rsidR="00752DAA" w:rsidRDefault="00752DAA" w:rsidP="006C1EBF">
      <w:pPr>
        <w:pStyle w:val="ListParagraph"/>
        <w:numPr>
          <w:ilvl w:val="0"/>
          <w:numId w:val="15"/>
        </w:numPr>
        <w:spacing w:before="20" w:after="0"/>
        <w:contextualSpacing w:val="0"/>
      </w:pPr>
      <w:r>
        <w:t xml:space="preserve">MUST return a </w:t>
      </w:r>
      <w:r w:rsidRPr="000C073D">
        <w:rPr>
          <w:rFonts w:ascii="Courier New" w:hAnsi="Courier New"/>
        </w:rPr>
        <w:t>Location</w:t>
      </w:r>
      <w:r>
        <w:t xml:space="preserve"> header with the edit URL or read URL of a created resource (section </w:t>
      </w:r>
      <w:r>
        <w:fldChar w:fldCharType="begin"/>
      </w:r>
      <w:r>
        <w:instrText xml:space="preserve"> REF sec_CreateanEntity \r \h </w:instrText>
      </w:r>
      <w:r>
        <w:fldChar w:fldCharType="separate"/>
      </w:r>
      <w:r>
        <w:t>11.4.2</w:t>
      </w:r>
      <w:r>
        <w:fldChar w:fldCharType="end"/>
      </w:r>
      <w:r>
        <w:t>)</w:t>
      </w:r>
    </w:p>
    <w:p w14:paraId="4CE38ED4" w14:textId="77777777" w:rsidR="00752DAA" w:rsidRDefault="00752DAA" w:rsidP="006C1EBF">
      <w:pPr>
        <w:pStyle w:val="ListParagraph"/>
        <w:numPr>
          <w:ilvl w:val="0"/>
          <w:numId w:val="15"/>
        </w:numPr>
        <w:spacing w:before="20" w:after="0"/>
        <w:contextualSpacing w:val="0"/>
      </w:pPr>
      <w:r>
        <w:t xml:space="preserve">MUST include the </w:t>
      </w:r>
      <w:r w:rsidRPr="000C073D">
        <w:rPr>
          <w:rFonts w:ascii="Courier New" w:hAnsi="Courier New" w:cs="Courier New"/>
        </w:rPr>
        <w:t>OData-EntityId</w:t>
      </w:r>
      <w:r>
        <w:t xml:space="preserve"> header in response to any create or upsert operation that returns </w:t>
      </w:r>
      <w:r w:rsidRPr="00031089">
        <w:rPr>
          <w:rFonts w:ascii="Courier New" w:hAnsi="Courier New"/>
        </w:rPr>
        <w:t xml:space="preserve">204 </w:t>
      </w:r>
      <w:r w:rsidRPr="00031089">
        <w:rPr>
          <w:rFonts w:ascii="Courier New" w:hAnsi="Courier New" w:cs="Courier New"/>
        </w:rPr>
        <w:t>No Content</w:t>
      </w:r>
      <w:r>
        <w:rPr>
          <w:rStyle w:val="Hyperlink"/>
          <w:rFonts w:ascii="Courier New" w:hAnsi="Courier New"/>
        </w:rPr>
        <w:t xml:space="preserve"> </w:t>
      </w:r>
      <w:r>
        <w:t>(s</w:t>
      </w:r>
      <w:r w:rsidRPr="000C073D">
        <w:t>ection</w:t>
      </w:r>
      <w:r>
        <w:t xml:space="preserve"> </w:t>
      </w:r>
      <w:r>
        <w:fldChar w:fldCharType="begin"/>
      </w:r>
      <w:r>
        <w:instrText xml:space="preserve"> REF sec_HeaderEntityIdODataEntityId \r \h </w:instrText>
      </w:r>
      <w:r>
        <w:fldChar w:fldCharType="separate"/>
      </w:r>
      <w:r>
        <w:t>8.3.2</w:t>
      </w:r>
      <w:r>
        <w:fldChar w:fldCharType="end"/>
      </w:r>
      <w:r w:rsidRPr="000C073D">
        <w:t>)</w:t>
      </w:r>
    </w:p>
    <w:p w14:paraId="50EB2AE3" w14:textId="77777777" w:rsidR="00752DAA" w:rsidRDefault="00752DAA" w:rsidP="006C1EBF">
      <w:pPr>
        <w:pStyle w:val="ListParagraph"/>
        <w:numPr>
          <w:ilvl w:val="0"/>
          <w:numId w:val="15"/>
        </w:numPr>
        <w:spacing w:before="20" w:after="0"/>
        <w:contextualSpacing w:val="0"/>
      </w:pPr>
      <w:bookmarkStart w:id="1111" w:name="_OData_Data_Service"/>
      <w:bookmarkEnd w:id="1111"/>
      <w:r>
        <w:t xml:space="preserve">MUST support </w:t>
      </w:r>
      <w:r w:rsidRPr="0051397C">
        <w:t>Upserts</w:t>
      </w:r>
      <w:r>
        <w:t xml:space="preserve"> (section </w:t>
      </w:r>
      <w:r>
        <w:fldChar w:fldCharType="begin"/>
      </w:r>
      <w:r>
        <w:instrText xml:space="preserve"> REF sec_UpsertanEntity \r \h </w:instrText>
      </w:r>
      <w:r>
        <w:fldChar w:fldCharType="separate"/>
      </w:r>
      <w:r>
        <w:t>11.4.4</w:t>
      </w:r>
      <w:r>
        <w:fldChar w:fldCharType="end"/>
      </w:r>
      <w:r>
        <w:t>)</w:t>
      </w:r>
    </w:p>
    <w:p w14:paraId="68D9386E" w14:textId="77777777" w:rsidR="00752DAA" w:rsidRDefault="00752DAA" w:rsidP="006C1EBF">
      <w:pPr>
        <w:pStyle w:val="ListParagraph"/>
        <w:numPr>
          <w:ilvl w:val="0"/>
          <w:numId w:val="15"/>
        </w:numPr>
        <w:spacing w:before="20" w:after="0"/>
        <w:contextualSpacing w:val="0"/>
      </w:pPr>
      <w:r>
        <w:t xml:space="preserve">SHOULD support </w:t>
      </w:r>
      <w:r w:rsidRPr="00AF29AA">
        <w:rPr>
          <w:rStyle w:val="Datatype"/>
        </w:rPr>
        <w:t>PUT</w:t>
      </w:r>
      <w:r>
        <w:t xml:space="preserve"> and </w:t>
      </w:r>
      <w:r w:rsidRPr="00AF29AA">
        <w:rPr>
          <w:rStyle w:val="Datatype"/>
        </w:rPr>
        <w:t>PATCH</w:t>
      </w:r>
      <w:r>
        <w:t xml:space="preserve"> to an individual </w:t>
      </w:r>
      <w:r w:rsidRPr="003D4065">
        <w:t>primitive</w:t>
      </w:r>
      <w:r>
        <w:t xml:space="preserve"> (section </w:t>
      </w:r>
      <w:r>
        <w:fldChar w:fldCharType="begin"/>
      </w:r>
      <w:r>
        <w:instrText xml:space="preserve"> REF sec_UpdateaPrimitiveProperty \r \h </w:instrText>
      </w:r>
      <w:r>
        <w:fldChar w:fldCharType="separate"/>
      </w:r>
      <w:r>
        <w:t>11.4.9.1</w:t>
      </w:r>
      <w:r>
        <w:fldChar w:fldCharType="end"/>
      </w:r>
      <w:r>
        <w:t xml:space="preserve">) or </w:t>
      </w:r>
      <w:r w:rsidRPr="003D4065">
        <w:t>complex</w:t>
      </w:r>
      <w:r>
        <w:t xml:space="preserve"> (section </w:t>
      </w:r>
      <w:r>
        <w:fldChar w:fldCharType="begin"/>
      </w:r>
      <w:r>
        <w:instrText xml:space="preserve"> REF sec_UpdateaComplexProperty \r \h </w:instrText>
      </w:r>
      <w:r>
        <w:fldChar w:fldCharType="separate"/>
      </w:r>
      <w:r>
        <w:t>11.4.9.3</w:t>
      </w:r>
      <w:r>
        <w:fldChar w:fldCharType="end"/>
      </w:r>
      <w:r>
        <w:t>) property (respectively)</w:t>
      </w:r>
    </w:p>
    <w:p w14:paraId="7056B85D" w14:textId="77777777" w:rsidR="00752DAA" w:rsidRDefault="00752DAA" w:rsidP="006C1EBF">
      <w:pPr>
        <w:pStyle w:val="ListParagraph"/>
        <w:numPr>
          <w:ilvl w:val="0"/>
          <w:numId w:val="15"/>
        </w:numPr>
        <w:spacing w:before="20" w:after="0"/>
        <w:contextualSpacing w:val="0"/>
      </w:pPr>
      <w:r>
        <w:t xml:space="preserve">SHOULD support </w:t>
      </w:r>
      <w:r w:rsidRPr="00AF29AA">
        <w:rPr>
          <w:rStyle w:val="Datatype"/>
        </w:rPr>
        <w:t>DELETE</w:t>
      </w:r>
      <w:r>
        <w:t xml:space="preserve"> to </w:t>
      </w:r>
      <w:r w:rsidRPr="003D4065">
        <w:t>set an individual property to null</w:t>
      </w:r>
      <w:r>
        <w:t xml:space="preserve"> (section </w:t>
      </w:r>
      <w:r>
        <w:fldChar w:fldCharType="begin"/>
      </w:r>
      <w:r>
        <w:instrText xml:space="preserve"> REF sec_SetaValuetoNull \r \h </w:instrText>
      </w:r>
      <w:r>
        <w:fldChar w:fldCharType="separate"/>
      </w:r>
      <w:r>
        <w:t>11.4.9.2</w:t>
      </w:r>
      <w:r>
        <w:fldChar w:fldCharType="end"/>
      </w:r>
      <w:r>
        <w:t>)</w:t>
      </w:r>
    </w:p>
    <w:p w14:paraId="49EBB0E9" w14:textId="77777777" w:rsidR="00752DAA" w:rsidRDefault="00752DAA" w:rsidP="006C1EBF">
      <w:pPr>
        <w:pStyle w:val="ListParagraph"/>
        <w:numPr>
          <w:ilvl w:val="0"/>
          <w:numId w:val="15"/>
        </w:numPr>
        <w:spacing w:before="20" w:after="0"/>
        <w:contextualSpacing w:val="0"/>
      </w:pPr>
      <w:r>
        <w:t xml:space="preserve">SHOULD support </w:t>
      </w:r>
      <w:r w:rsidRPr="003D4065">
        <w:t>deep inserts</w:t>
      </w:r>
      <w:r w:rsidDel="00E317BF">
        <w:t xml:space="preserve"> </w:t>
      </w:r>
      <w:r>
        <w:t xml:space="preserve">(section </w:t>
      </w:r>
      <w:r>
        <w:fldChar w:fldCharType="begin"/>
      </w:r>
      <w:r>
        <w:instrText xml:space="preserve"> REF sec_CreateRelatedEntitiesWhenCreatinganE \r \h </w:instrText>
      </w:r>
      <w:r>
        <w:fldChar w:fldCharType="separate"/>
      </w:r>
      <w:r>
        <w:t>11.4.2.2</w:t>
      </w:r>
      <w:r>
        <w:fldChar w:fldCharType="end"/>
      </w:r>
      <w:r>
        <w:t>)</w:t>
      </w:r>
      <w:r w:rsidRPr="00AC3F75">
        <w:t xml:space="preserve"> </w:t>
      </w:r>
    </w:p>
    <w:p w14:paraId="71EEAE7D" w14:textId="77777777" w:rsidR="00752DAA" w:rsidRDefault="00752DAA" w:rsidP="006C1EBF">
      <w:pPr>
        <w:pStyle w:val="ListParagraph"/>
        <w:numPr>
          <w:ilvl w:val="0"/>
          <w:numId w:val="15"/>
        </w:numPr>
        <w:spacing w:before="20" w:after="0"/>
        <w:contextualSpacing w:val="0"/>
      </w:pPr>
      <w:r>
        <w:t xml:space="preserve">MAY support set-based updates (section </w:t>
      </w:r>
      <w:r>
        <w:fldChar w:fldCharType="begin"/>
      </w:r>
      <w:r>
        <w:instrText xml:space="preserve"> REF sec_UpdateMembersofaCollection \r \h </w:instrText>
      </w:r>
      <w:r>
        <w:fldChar w:fldCharType="separate"/>
      </w:r>
      <w:r>
        <w:t>11.4.13</w:t>
      </w:r>
      <w:r>
        <w:fldChar w:fldCharType="end"/>
      </w:r>
      <w:r>
        <w:t xml:space="preserve">) or deletes (section </w:t>
      </w:r>
      <w:r>
        <w:fldChar w:fldCharType="begin"/>
      </w:r>
      <w:r>
        <w:instrText xml:space="preserve"> REF sec_DeleteMembersofaCollection \r \h </w:instrText>
      </w:r>
      <w:r>
        <w:fldChar w:fldCharType="separate"/>
      </w:r>
      <w:r>
        <w:t>11.4.14</w:t>
      </w:r>
      <w:r>
        <w:fldChar w:fldCharType="end"/>
      </w:r>
      <w:r>
        <w:t xml:space="preserve">) to members of a collection </w:t>
      </w:r>
    </w:p>
    <w:bookmarkStart w:id="1112" w:name="_OData_Intermediate_Conformance"/>
    <w:bookmarkStart w:id="1113" w:name="_OData_4.0_Intermediate"/>
    <w:bookmarkStart w:id="1114" w:name="_Toc477876736"/>
    <w:bookmarkStart w:id="1115" w:name="sec_OData40IntermediateConformanceLevel"/>
    <w:bookmarkEnd w:id="1112"/>
    <w:bookmarkEnd w:id="1113"/>
    <w:p w14:paraId="6CA8D510" w14:textId="77777777" w:rsidR="00752DAA" w:rsidRDefault="00752DAA" w:rsidP="006C1EBF">
      <w:pPr>
        <w:pStyle w:val="Heading3"/>
        <w:numPr>
          <w:ilvl w:val="2"/>
          <w:numId w:val="2"/>
        </w:numPr>
        <w:tabs>
          <w:tab w:val="left" w:pos="567"/>
        </w:tabs>
      </w:pPr>
      <w:r>
        <w:fldChar w:fldCharType="begin"/>
      </w:r>
      <w:r>
        <w:instrText xml:space="preserve"> HYPERLINK  \l "sec_OData40IntermediateConformanceLevel" </w:instrText>
      </w:r>
      <w:r>
        <w:fldChar w:fldCharType="separate"/>
      </w:r>
      <w:bookmarkStart w:id="1116" w:name="_Toc494885154"/>
      <w:bookmarkStart w:id="1117" w:name="_Toc494356901"/>
      <w:r w:rsidRPr="004A50BC">
        <w:rPr>
          <w:rStyle w:val="Hyperlink"/>
        </w:rPr>
        <w:t>OData 4.0 Intermediate Conformance Level</w:t>
      </w:r>
      <w:bookmarkEnd w:id="1114"/>
      <w:bookmarkEnd w:id="1115"/>
      <w:bookmarkEnd w:id="1116"/>
      <w:bookmarkEnd w:id="1117"/>
      <w:r>
        <w:fldChar w:fldCharType="end"/>
      </w:r>
    </w:p>
    <w:p w14:paraId="2402B722" w14:textId="77777777" w:rsidR="00752DAA" w:rsidRDefault="00752DAA" w:rsidP="00752DAA">
      <w:pPr>
        <w:spacing w:after="0"/>
      </w:pPr>
      <w:r>
        <w:t xml:space="preserve">In order to conform to the </w:t>
      </w:r>
      <w:r w:rsidRPr="00E60B72">
        <w:t xml:space="preserve">OData </w:t>
      </w:r>
      <w:r>
        <w:t>Intermediate Conformance Level, a service:</w:t>
      </w:r>
    </w:p>
    <w:p w14:paraId="1738519F" w14:textId="77777777" w:rsidR="00752DAA" w:rsidRDefault="00752DAA" w:rsidP="006C1EBF">
      <w:pPr>
        <w:pStyle w:val="ListParagraph"/>
        <w:numPr>
          <w:ilvl w:val="0"/>
          <w:numId w:val="16"/>
        </w:numPr>
        <w:spacing w:before="20" w:after="0"/>
        <w:contextualSpacing w:val="0"/>
      </w:pPr>
      <w:r>
        <w:t xml:space="preserve">MUST conform to the </w:t>
      </w:r>
      <w:hyperlink w:anchor="sec_OData40MinimalConformanceLevel" w:history="1">
        <w:r>
          <w:rPr>
            <w:rStyle w:val="Hyperlink"/>
          </w:rPr>
          <w:t>OData 4.0 Minimal Conformance Level</w:t>
        </w:r>
      </w:hyperlink>
    </w:p>
    <w:p w14:paraId="669FF210" w14:textId="77777777" w:rsidR="00752DAA" w:rsidRDefault="00752DAA" w:rsidP="006C1EBF">
      <w:pPr>
        <w:pStyle w:val="ListParagraph"/>
        <w:numPr>
          <w:ilvl w:val="0"/>
          <w:numId w:val="16"/>
        </w:numPr>
        <w:spacing w:before="20" w:after="0"/>
        <w:contextualSpacing w:val="0"/>
      </w:pPr>
      <w:r>
        <w:t xml:space="preserve">MUST successfully parse the </w:t>
      </w:r>
      <w:hyperlink w:anchor="ABNF" w:history="1">
        <w:r w:rsidRPr="005C52E4">
          <w:rPr>
            <w:rStyle w:val="Hyperlink"/>
            <w:b/>
          </w:rPr>
          <w:t>[OData-ABNF]</w:t>
        </w:r>
      </w:hyperlink>
      <w:r>
        <w:t xml:space="preserve"> and either follow the specification or return </w:t>
      </w:r>
      <w:r w:rsidRPr="000C073D">
        <w:rPr>
          <w:rStyle w:val="Datatype"/>
        </w:rPr>
        <w:t>501 Not Implemented</w:t>
      </w:r>
      <w:r>
        <w:t xml:space="preserve"> for any unsupported functionality (section </w:t>
      </w:r>
      <w:r>
        <w:fldChar w:fldCharType="begin"/>
      </w:r>
      <w:r>
        <w:instrText xml:space="preserve"> REF sec_ResponseCode501NotImplemented \r \h </w:instrText>
      </w:r>
      <w:r>
        <w:fldChar w:fldCharType="separate"/>
      </w:r>
      <w:r>
        <w:t>9.3.1</w:t>
      </w:r>
      <w:r>
        <w:fldChar w:fldCharType="end"/>
      </w:r>
      <w:r>
        <w:t>)</w:t>
      </w:r>
    </w:p>
    <w:p w14:paraId="21163D96" w14:textId="77777777" w:rsidR="00752DAA" w:rsidRDefault="00752DAA" w:rsidP="006C1EBF">
      <w:pPr>
        <w:pStyle w:val="ListParagraph"/>
        <w:numPr>
          <w:ilvl w:val="0"/>
          <w:numId w:val="16"/>
        </w:numPr>
        <w:spacing w:before="20" w:after="0"/>
        <w:contextualSpacing w:val="0"/>
      </w:pPr>
      <w:r>
        <w:t xml:space="preserve">MUST support </w:t>
      </w:r>
      <w:r w:rsidRPr="0051397C">
        <w:rPr>
          <w:rStyle w:val="Datatype"/>
        </w:rPr>
        <w:t>$select</w:t>
      </w:r>
      <w:r>
        <w:rPr>
          <w:rStyle w:val="Datatype"/>
        </w:rPr>
        <w:t xml:space="preserve"> </w:t>
      </w:r>
      <w:r w:rsidRPr="003D4065">
        <w:rPr>
          <w:rStyle w:val="Datatype"/>
          <w:rFonts w:ascii="Arial" w:hAnsi="Arial" w:cs="Arial"/>
        </w:rPr>
        <w:t>(section</w:t>
      </w:r>
      <w:r>
        <w:rPr>
          <w:rStyle w:val="Datatype"/>
          <w:rFonts w:ascii="Arial" w:hAnsi="Arial" w:cs="Arial"/>
        </w:rPr>
        <w:t xml:space="preserve"> </w:t>
      </w:r>
      <w:r>
        <w:rPr>
          <w:rStyle w:val="Datatype"/>
          <w:rFonts w:ascii="Arial" w:hAnsi="Arial" w:cs="Arial"/>
        </w:rPr>
        <w:fldChar w:fldCharType="begin"/>
      </w:r>
      <w:r>
        <w:rPr>
          <w:rStyle w:val="Datatype"/>
          <w:rFonts w:ascii="Arial" w:hAnsi="Arial" w:cs="Arial"/>
        </w:rPr>
        <w:instrText xml:space="preserve"> REF sec_SystemQueryOptionselect \r \h </w:instrText>
      </w:r>
      <w:r>
        <w:rPr>
          <w:rStyle w:val="Datatype"/>
          <w:rFonts w:ascii="Arial" w:hAnsi="Arial" w:cs="Arial"/>
        </w:rPr>
      </w:r>
      <w:r>
        <w:rPr>
          <w:rStyle w:val="Datatype"/>
          <w:rFonts w:ascii="Arial" w:hAnsi="Arial" w:cs="Arial"/>
        </w:rPr>
        <w:fldChar w:fldCharType="separate"/>
      </w:r>
      <w:r>
        <w:rPr>
          <w:rStyle w:val="Datatype"/>
          <w:rFonts w:ascii="Arial" w:hAnsi="Arial" w:cs="Arial"/>
        </w:rPr>
        <w:t>11.2.5.1</w:t>
      </w:r>
      <w:r>
        <w:rPr>
          <w:rStyle w:val="Datatype"/>
          <w:rFonts w:ascii="Arial" w:hAnsi="Arial" w:cs="Arial"/>
        </w:rPr>
        <w:fldChar w:fldCharType="end"/>
      </w:r>
      <w:r w:rsidRPr="003D4065">
        <w:rPr>
          <w:rStyle w:val="Datatype"/>
          <w:rFonts w:ascii="Arial" w:hAnsi="Arial" w:cs="Arial"/>
        </w:rPr>
        <w:t>)</w:t>
      </w:r>
    </w:p>
    <w:p w14:paraId="6D455AF0" w14:textId="77777777" w:rsidR="00752DAA" w:rsidRDefault="00752DAA" w:rsidP="006C1EBF">
      <w:pPr>
        <w:pStyle w:val="ListParagraph"/>
        <w:numPr>
          <w:ilvl w:val="0"/>
          <w:numId w:val="16"/>
        </w:numPr>
        <w:spacing w:before="20" w:after="0"/>
        <w:contextualSpacing w:val="0"/>
      </w:pPr>
      <w:r>
        <w:t xml:space="preserve">MUST support casting to a derived type according to </w:t>
      </w:r>
      <w:hyperlink w:anchor="ODataURLRef" w:history="1">
        <w:r w:rsidRPr="005E626C">
          <w:rPr>
            <w:rStyle w:val="Hyperlink"/>
            <w:b/>
          </w:rPr>
          <w:t>[OData</w:t>
        </w:r>
        <w:r>
          <w:rPr>
            <w:rStyle w:val="Hyperlink"/>
            <w:b/>
          </w:rPr>
          <w:noBreakHyphen/>
        </w:r>
        <w:r w:rsidRPr="005E626C">
          <w:rPr>
            <w:rStyle w:val="Hyperlink"/>
            <w:b/>
          </w:rPr>
          <w:t>URL]</w:t>
        </w:r>
      </w:hyperlink>
      <w:r>
        <w:t xml:space="preserve"> if derived types are present in the model</w:t>
      </w:r>
    </w:p>
    <w:p w14:paraId="18BE92EA" w14:textId="77777777" w:rsidR="00752DAA" w:rsidRDefault="00752DAA" w:rsidP="006C1EBF">
      <w:pPr>
        <w:pStyle w:val="ListParagraph"/>
        <w:numPr>
          <w:ilvl w:val="0"/>
          <w:numId w:val="16"/>
        </w:numPr>
        <w:spacing w:before="20" w:after="0"/>
        <w:contextualSpacing w:val="0"/>
      </w:pPr>
      <w:r>
        <w:t xml:space="preserve">MUST support </w:t>
      </w:r>
      <w:r w:rsidRPr="0051397C">
        <w:rPr>
          <w:rStyle w:val="Datatype"/>
        </w:rPr>
        <w:t>$top</w:t>
      </w:r>
      <w:r>
        <w:rPr>
          <w:rStyle w:val="Datatype"/>
        </w:rPr>
        <w:t xml:space="preserve"> </w:t>
      </w:r>
      <w:r>
        <w:rPr>
          <w:rStyle w:val="Datatype"/>
          <w:rFonts w:ascii="Arial" w:hAnsi="Arial" w:cs="Arial"/>
        </w:rPr>
        <w:t xml:space="preserve">(section </w:t>
      </w:r>
      <w:r>
        <w:rPr>
          <w:rStyle w:val="Datatype"/>
          <w:rFonts w:ascii="Arial" w:hAnsi="Arial" w:cs="Arial"/>
        </w:rPr>
        <w:fldChar w:fldCharType="begin"/>
      </w:r>
      <w:r>
        <w:rPr>
          <w:rStyle w:val="Datatype"/>
          <w:rFonts w:ascii="Arial" w:hAnsi="Arial" w:cs="Arial"/>
        </w:rPr>
        <w:instrText xml:space="preserve"> REF sec_SystemQueryOptiontop \r \h </w:instrText>
      </w:r>
      <w:r>
        <w:rPr>
          <w:rStyle w:val="Datatype"/>
          <w:rFonts w:ascii="Arial" w:hAnsi="Arial" w:cs="Arial"/>
        </w:rPr>
      </w:r>
      <w:r>
        <w:rPr>
          <w:rStyle w:val="Datatype"/>
          <w:rFonts w:ascii="Arial" w:hAnsi="Arial" w:cs="Arial"/>
        </w:rPr>
        <w:fldChar w:fldCharType="separate"/>
      </w:r>
      <w:r>
        <w:rPr>
          <w:rStyle w:val="Datatype"/>
          <w:rFonts w:ascii="Arial" w:hAnsi="Arial" w:cs="Arial"/>
        </w:rPr>
        <w:t>11.2.6.3</w:t>
      </w:r>
      <w:r>
        <w:rPr>
          <w:rStyle w:val="Datatype"/>
          <w:rFonts w:ascii="Arial" w:hAnsi="Arial" w:cs="Arial"/>
        </w:rPr>
        <w:fldChar w:fldCharType="end"/>
      </w:r>
      <w:r>
        <w:rPr>
          <w:rStyle w:val="Datatype"/>
          <w:rFonts w:ascii="Arial" w:hAnsi="Arial" w:cs="Arial"/>
        </w:rPr>
        <w:t>)</w:t>
      </w:r>
    </w:p>
    <w:p w14:paraId="6216D9DF" w14:textId="77777777" w:rsidR="00752DAA" w:rsidRDefault="00752DAA" w:rsidP="006C1EBF">
      <w:pPr>
        <w:pStyle w:val="ListParagraph"/>
        <w:numPr>
          <w:ilvl w:val="0"/>
          <w:numId w:val="16"/>
        </w:numPr>
        <w:spacing w:before="20" w:after="0"/>
        <w:contextualSpacing w:val="0"/>
      </w:pPr>
      <w:r>
        <w:t xml:space="preserve">MUST support </w:t>
      </w:r>
      <w:r w:rsidRPr="0051397C">
        <w:rPr>
          <w:rStyle w:val="Datatype"/>
        </w:rPr>
        <w:t>/$value</w:t>
      </w:r>
      <w:r>
        <w:t xml:space="preserve"> on media entities (section 4.12 in </w:t>
      </w:r>
      <w:hyperlink w:anchor="ODataURLRef" w:history="1">
        <w:r w:rsidRPr="005E626C">
          <w:rPr>
            <w:rStyle w:val="Hyperlink"/>
            <w:b/>
          </w:rPr>
          <w:t>[OData</w:t>
        </w:r>
        <w:r>
          <w:rPr>
            <w:rStyle w:val="Hyperlink"/>
            <w:b/>
          </w:rPr>
          <w:noBreakHyphen/>
        </w:r>
        <w:r w:rsidRPr="005E626C">
          <w:rPr>
            <w:rStyle w:val="Hyperlink"/>
            <w:b/>
          </w:rPr>
          <w:t>URL]</w:t>
        </w:r>
      </w:hyperlink>
      <w:r>
        <w:t xml:space="preserve">) and individual properties (section </w:t>
      </w:r>
      <w:r>
        <w:fldChar w:fldCharType="begin"/>
      </w:r>
      <w:r>
        <w:instrText xml:space="preserve"> REF sec_RequestingaPropertysRawValueusingval \r \h </w:instrText>
      </w:r>
      <w:r>
        <w:fldChar w:fldCharType="separate"/>
      </w:r>
      <w:r>
        <w:t>11.2.4.1</w:t>
      </w:r>
      <w:r>
        <w:fldChar w:fldCharType="end"/>
      </w:r>
      <w:r>
        <w:t>)</w:t>
      </w:r>
    </w:p>
    <w:p w14:paraId="21B12910" w14:textId="77777777" w:rsidR="00752DAA" w:rsidRDefault="00752DAA" w:rsidP="006C1EBF">
      <w:pPr>
        <w:pStyle w:val="ListParagraph"/>
        <w:numPr>
          <w:ilvl w:val="0"/>
          <w:numId w:val="16"/>
        </w:numPr>
        <w:spacing w:before="20" w:after="0"/>
        <w:contextualSpacing w:val="0"/>
      </w:pPr>
      <w:r>
        <w:t xml:space="preserve">MUST support </w:t>
      </w:r>
      <w:r w:rsidRPr="002D4EEA">
        <w:rPr>
          <w:rStyle w:val="Datatype"/>
        </w:rPr>
        <w:t>$filter</w:t>
      </w:r>
      <w:r>
        <w:rPr>
          <w:rStyle w:val="Datatype"/>
        </w:rPr>
        <w:t xml:space="preserve"> </w:t>
      </w:r>
      <w:r>
        <w:rPr>
          <w:rStyle w:val="Datatype"/>
          <w:rFonts w:ascii="Arial" w:hAnsi="Arial" w:cs="Arial"/>
        </w:rPr>
        <w:t xml:space="preserve">(section </w:t>
      </w:r>
      <w:r>
        <w:rPr>
          <w:rStyle w:val="Datatype"/>
          <w:rFonts w:ascii="Arial" w:hAnsi="Arial" w:cs="Arial"/>
        </w:rPr>
        <w:fldChar w:fldCharType="begin"/>
      </w:r>
      <w:r>
        <w:rPr>
          <w:rStyle w:val="Datatype"/>
          <w:rFonts w:ascii="Arial" w:hAnsi="Arial" w:cs="Arial"/>
        </w:rPr>
        <w:instrText xml:space="preserve"> REF sec_SystemQueryOptionfilter \r \h </w:instrText>
      </w:r>
      <w:r>
        <w:rPr>
          <w:rStyle w:val="Datatype"/>
          <w:rFonts w:ascii="Arial" w:hAnsi="Arial" w:cs="Arial"/>
        </w:rPr>
      </w:r>
      <w:r>
        <w:rPr>
          <w:rStyle w:val="Datatype"/>
          <w:rFonts w:ascii="Arial" w:hAnsi="Arial" w:cs="Arial"/>
        </w:rPr>
        <w:fldChar w:fldCharType="separate"/>
      </w:r>
      <w:r>
        <w:rPr>
          <w:rStyle w:val="Datatype"/>
          <w:rFonts w:ascii="Arial" w:hAnsi="Arial" w:cs="Arial"/>
        </w:rPr>
        <w:t>11.2.6.1</w:t>
      </w:r>
      <w:r>
        <w:rPr>
          <w:rStyle w:val="Datatype"/>
          <w:rFonts w:ascii="Arial" w:hAnsi="Arial" w:cs="Arial"/>
        </w:rPr>
        <w:fldChar w:fldCharType="end"/>
      </w:r>
      <w:r>
        <w:rPr>
          <w:rStyle w:val="Datatype"/>
          <w:rFonts w:ascii="Arial" w:hAnsi="Arial" w:cs="Arial"/>
        </w:rPr>
        <w:t>)</w:t>
      </w:r>
    </w:p>
    <w:p w14:paraId="2481179E" w14:textId="77777777" w:rsidR="00752DAA" w:rsidRDefault="00752DAA" w:rsidP="006C1EBF">
      <w:pPr>
        <w:pStyle w:val="ListParagraph"/>
        <w:numPr>
          <w:ilvl w:val="1"/>
          <w:numId w:val="16"/>
        </w:numPr>
        <w:spacing w:before="0" w:after="0"/>
      </w:pPr>
      <w:r>
        <w:t xml:space="preserve">MUST support </w:t>
      </w:r>
      <w:r w:rsidRPr="002D4EEA">
        <w:rPr>
          <w:rStyle w:val="Datatype"/>
        </w:rPr>
        <w:t>eq</w:t>
      </w:r>
      <w:r>
        <w:t xml:space="preserve">, </w:t>
      </w:r>
      <w:r w:rsidRPr="002D4EEA">
        <w:rPr>
          <w:rStyle w:val="Datatype"/>
        </w:rPr>
        <w:t>ne</w:t>
      </w:r>
      <w:r>
        <w:t xml:space="preserve"> filter operations on properties of entities in the requested entity set (section </w:t>
      </w:r>
      <w:r>
        <w:fldChar w:fldCharType="begin"/>
      </w:r>
      <w:r>
        <w:instrText xml:space="preserve"> REF sec_BuiltInFilterOperations \r \h </w:instrText>
      </w:r>
      <w:r>
        <w:fldChar w:fldCharType="separate"/>
      </w:r>
      <w:r>
        <w:t>11.2.6.1.1</w:t>
      </w:r>
      <w:r>
        <w:fldChar w:fldCharType="end"/>
      </w:r>
      <w:r>
        <w:t>)</w:t>
      </w:r>
    </w:p>
    <w:p w14:paraId="0773C2D9" w14:textId="77777777" w:rsidR="00752DAA" w:rsidRDefault="00752DAA" w:rsidP="006C1EBF">
      <w:pPr>
        <w:pStyle w:val="ListParagraph"/>
        <w:numPr>
          <w:ilvl w:val="1"/>
          <w:numId w:val="16"/>
        </w:numPr>
        <w:spacing w:before="0" w:after="0"/>
      </w:pPr>
      <w:r>
        <w:t xml:space="preserve">MUST support aliases in </w:t>
      </w:r>
      <w:r w:rsidRPr="002D4EEA">
        <w:rPr>
          <w:rStyle w:val="Datatype"/>
        </w:rPr>
        <w:t>$filter</w:t>
      </w:r>
      <w:r>
        <w:t xml:space="preserve"> expressions (section </w:t>
      </w:r>
      <w:r>
        <w:fldChar w:fldCharType="begin"/>
      </w:r>
      <w:r>
        <w:instrText xml:space="preserve"> REF sec_ParameterAliases \r \h </w:instrText>
      </w:r>
      <w:r>
        <w:fldChar w:fldCharType="separate"/>
      </w:r>
      <w:r>
        <w:t>11.2.6.1.3</w:t>
      </w:r>
      <w:r>
        <w:fldChar w:fldCharType="end"/>
      </w:r>
      <w:r>
        <w:t>)</w:t>
      </w:r>
    </w:p>
    <w:p w14:paraId="7F06A604" w14:textId="77777777" w:rsidR="00752DAA" w:rsidRDefault="00752DAA" w:rsidP="006C1EBF">
      <w:pPr>
        <w:pStyle w:val="ListParagraph"/>
        <w:numPr>
          <w:ilvl w:val="1"/>
          <w:numId w:val="16"/>
        </w:numPr>
        <w:spacing w:before="0" w:after="0"/>
      </w:pPr>
      <w:r>
        <w:t xml:space="preserve">SHOULD support additional filter operations (section </w:t>
      </w:r>
      <w:r>
        <w:fldChar w:fldCharType="begin"/>
      </w:r>
      <w:r>
        <w:instrText xml:space="preserve"> REF sec_BuiltInFilterOperations \r \h </w:instrText>
      </w:r>
      <w:r>
        <w:fldChar w:fldCharType="separate"/>
      </w:r>
      <w:r>
        <w:t>11.2.6.1.1</w:t>
      </w:r>
      <w:r>
        <w:fldChar w:fldCharType="end"/>
      </w:r>
      <w:r>
        <w:t xml:space="preserve">) and MUST return </w:t>
      </w:r>
      <w:r w:rsidRPr="000C073D">
        <w:rPr>
          <w:rFonts w:ascii="Courier New" w:hAnsi="Courier New"/>
        </w:rPr>
        <w:t>501</w:t>
      </w:r>
      <w:r w:rsidRPr="000C073D">
        <w:rPr>
          <w:rFonts w:ascii="Courier New" w:hAnsi="Courier New" w:cs="Courier New"/>
        </w:rPr>
        <w:t xml:space="preserve"> </w:t>
      </w:r>
      <w:r w:rsidRPr="000C073D">
        <w:rPr>
          <w:rFonts w:ascii="Courier New" w:hAnsi="Courier New"/>
        </w:rPr>
        <w:t>Not Implemented</w:t>
      </w:r>
      <w:r>
        <w:t xml:space="preserve"> for any unsupported filter operations (section </w:t>
      </w:r>
      <w:r>
        <w:fldChar w:fldCharType="begin"/>
      </w:r>
      <w:r>
        <w:instrText xml:space="preserve"> REF sec_ResponseCode501NotImplemented \r \h </w:instrText>
      </w:r>
      <w:r>
        <w:fldChar w:fldCharType="separate"/>
      </w:r>
      <w:r>
        <w:t>9.3.1</w:t>
      </w:r>
      <w:r>
        <w:fldChar w:fldCharType="end"/>
      </w:r>
      <w:r>
        <w:t>)</w:t>
      </w:r>
    </w:p>
    <w:p w14:paraId="3D1BE795" w14:textId="77777777" w:rsidR="00752DAA" w:rsidRDefault="00752DAA" w:rsidP="006C1EBF">
      <w:pPr>
        <w:pStyle w:val="ListParagraph"/>
        <w:numPr>
          <w:ilvl w:val="1"/>
          <w:numId w:val="16"/>
        </w:numPr>
        <w:spacing w:before="0" w:after="0"/>
      </w:pPr>
      <w:r>
        <w:t xml:space="preserve">SHOULD support the canonical functions (section </w:t>
      </w:r>
      <w:r>
        <w:fldChar w:fldCharType="begin"/>
      </w:r>
      <w:r>
        <w:instrText xml:space="preserve"> REF sec_BuiltInQueryFunctions \r \h </w:instrText>
      </w:r>
      <w:r>
        <w:fldChar w:fldCharType="separate"/>
      </w:r>
      <w:r>
        <w:t>11.2.6.1.2</w:t>
      </w:r>
      <w:r>
        <w:fldChar w:fldCharType="end"/>
      </w:r>
      <w:r>
        <w:t xml:space="preserve">) and MUST return </w:t>
      </w:r>
      <w:r w:rsidRPr="000C073D">
        <w:rPr>
          <w:rFonts w:ascii="Courier New" w:hAnsi="Courier New"/>
        </w:rPr>
        <w:t>501</w:t>
      </w:r>
      <w:r w:rsidRPr="000C073D">
        <w:rPr>
          <w:rFonts w:ascii="Courier New" w:hAnsi="Courier New" w:cs="Courier New"/>
        </w:rPr>
        <w:t xml:space="preserve"> </w:t>
      </w:r>
      <w:r w:rsidRPr="000C073D">
        <w:rPr>
          <w:rFonts w:ascii="Courier New" w:hAnsi="Courier New"/>
        </w:rPr>
        <w:t>Not Implemented</w:t>
      </w:r>
      <w:r>
        <w:t xml:space="preserve"> for any unsupported canonical functions (section </w:t>
      </w:r>
      <w:r>
        <w:fldChar w:fldCharType="begin"/>
      </w:r>
      <w:r>
        <w:instrText xml:space="preserve"> REF sec_ResponseCode501NotImplemented \r \h </w:instrText>
      </w:r>
      <w:r>
        <w:fldChar w:fldCharType="separate"/>
      </w:r>
      <w:r>
        <w:t>9.3.1</w:t>
      </w:r>
      <w:r>
        <w:fldChar w:fldCharType="end"/>
      </w:r>
      <w:r>
        <w:t>)</w:t>
      </w:r>
    </w:p>
    <w:p w14:paraId="729009FB" w14:textId="77777777" w:rsidR="00752DAA" w:rsidRDefault="00752DAA" w:rsidP="006C1EBF">
      <w:pPr>
        <w:pStyle w:val="ListParagraph"/>
        <w:numPr>
          <w:ilvl w:val="1"/>
          <w:numId w:val="16"/>
        </w:numPr>
        <w:spacing w:before="0" w:after="0"/>
      </w:pPr>
      <w:r>
        <w:t xml:space="preserve">SHOULD support </w:t>
      </w:r>
      <w:r w:rsidRPr="002D4EEA">
        <w:rPr>
          <w:rStyle w:val="Datatype"/>
        </w:rPr>
        <w:t>$filter</w:t>
      </w:r>
      <w:r>
        <w:t xml:space="preserve"> on expanded entities (section </w:t>
      </w:r>
      <w:r>
        <w:fldChar w:fldCharType="begin"/>
      </w:r>
      <w:r>
        <w:instrText xml:space="preserve"> REF sec_ExpandOptions \r \h </w:instrText>
      </w:r>
      <w:r>
        <w:fldChar w:fldCharType="separate"/>
      </w:r>
      <w:r>
        <w:t>11.2.5.2.1</w:t>
      </w:r>
      <w:r>
        <w:fldChar w:fldCharType="end"/>
      </w:r>
      <w:r>
        <w:t>)</w:t>
      </w:r>
    </w:p>
    <w:p w14:paraId="1ADBCDA2" w14:textId="77777777" w:rsidR="00752DAA" w:rsidRDefault="00752DAA" w:rsidP="006C1EBF">
      <w:pPr>
        <w:pStyle w:val="ListParagraph"/>
        <w:numPr>
          <w:ilvl w:val="0"/>
          <w:numId w:val="16"/>
        </w:numPr>
        <w:spacing w:before="20" w:after="0"/>
        <w:contextualSpacing w:val="0"/>
      </w:pPr>
      <w:r>
        <w:t xml:space="preserve">SHOULD publish metadata at </w:t>
      </w:r>
      <w:r w:rsidRPr="002D4EEA">
        <w:rPr>
          <w:rStyle w:val="Datatype"/>
        </w:rPr>
        <w:t>$metadata</w:t>
      </w:r>
      <w:r>
        <w:t xml:space="preserve"> according to </w:t>
      </w:r>
      <w:hyperlink w:anchor="ODataCSDLXMLRef" w:history="1">
        <w:hyperlink w:anchor="ODataCSDLXMLRef" w:history="1">
          <w:r w:rsidRPr="00DF7F4B">
            <w:rPr>
              <w:rStyle w:val="Hyperlink"/>
              <w:b/>
            </w:rPr>
            <w:t>[OData-CSDL</w:t>
          </w:r>
          <w:r>
            <w:rPr>
              <w:rStyle w:val="Hyperlink"/>
              <w:b/>
            </w:rPr>
            <w:t>XML</w:t>
          </w:r>
          <w:r w:rsidRPr="00DF7F4B">
            <w:rPr>
              <w:rStyle w:val="Hyperlink"/>
              <w:b/>
            </w:rPr>
            <w:t>]</w:t>
          </w:r>
        </w:hyperlink>
      </w:hyperlink>
      <w:r>
        <w:t xml:space="preserve"> (section </w:t>
      </w:r>
      <w:r>
        <w:fldChar w:fldCharType="begin"/>
      </w:r>
      <w:r>
        <w:instrText xml:space="preserve"> REF sec_MetadataDocumentRequest \r \h </w:instrText>
      </w:r>
      <w:r>
        <w:fldChar w:fldCharType="separate"/>
      </w:r>
      <w:r>
        <w:t>11.1.2</w:t>
      </w:r>
      <w:r>
        <w:fldChar w:fldCharType="end"/>
      </w:r>
      <w:r>
        <w:t>)</w:t>
      </w:r>
    </w:p>
    <w:p w14:paraId="7D6C859B" w14:textId="77777777" w:rsidR="00752DAA" w:rsidRDefault="00752DAA" w:rsidP="006C1EBF">
      <w:pPr>
        <w:pStyle w:val="ListParagraph"/>
        <w:numPr>
          <w:ilvl w:val="0"/>
          <w:numId w:val="16"/>
        </w:numPr>
        <w:spacing w:before="20" w:after="0"/>
        <w:contextualSpacing w:val="0"/>
      </w:pPr>
      <w:r>
        <w:lastRenderedPageBreak/>
        <w:t xml:space="preserve">SHOULD support the </w:t>
      </w:r>
      <w:hyperlink w:anchor="ODataJSONRef" w:history="1">
        <w:r w:rsidRPr="004A525C">
          <w:rPr>
            <w:rStyle w:val="Hyperlink"/>
            <w:b/>
          </w:rPr>
          <w:t>[OData-JSON]</w:t>
        </w:r>
      </w:hyperlink>
      <w:r>
        <w:t xml:space="preserve"> format</w:t>
      </w:r>
      <w:r w:rsidDel="000C073D">
        <w:t xml:space="preserve"> </w:t>
      </w:r>
    </w:p>
    <w:p w14:paraId="474E8FA2" w14:textId="77777777" w:rsidR="00752DAA" w:rsidRDefault="00752DAA" w:rsidP="006C1EBF">
      <w:pPr>
        <w:pStyle w:val="ListParagraph"/>
        <w:numPr>
          <w:ilvl w:val="0"/>
          <w:numId w:val="16"/>
        </w:numPr>
        <w:spacing w:before="20" w:after="0"/>
        <w:contextualSpacing w:val="0"/>
      </w:pPr>
      <w:r>
        <w:t xml:space="preserve">SHOULD consider </w:t>
      </w:r>
      <w:r w:rsidRPr="003D4065">
        <w:rPr>
          <w:color w:val="000000"/>
        </w:rPr>
        <w:t xml:space="preserve">supporting basic authentication as </w:t>
      </w:r>
      <w:r>
        <w:rPr>
          <w:color w:val="000000"/>
        </w:rPr>
        <w:t>defined</w:t>
      </w:r>
      <w:r w:rsidRPr="003D4065">
        <w:rPr>
          <w:color w:val="000000"/>
        </w:rPr>
        <w:t xml:space="preserve"> in </w:t>
      </w:r>
      <w:hyperlink w:anchor="RFC7617" w:history="1">
        <w:r>
          <w:rPr>
            <w:rStyle w:val="Hyperlink"/>
            <w:b/>
          </w:rPr>
          <w:t>[RFC7617]</w:t>
        </w:r>
      </w:hyperlink>
      <w:r w:rsidRPr="003D4065">
        <w:rPr>
          <w:color w:val="000000"/>
        </w:rPr>
        <w:t xml:space="preserve"> over HTTPS for the highest level of interoperability with generic clients</w:t>
      </w:r>
    </w:p>
    <w:p w14:paraId="2BE90B4D" w14:textId="77777777" w:rsidR="00752DAA" w:rsidRDefault="00752DAA" w:rsidP="006C1EBF">
      <w:pPr>
        <w:pStyle w:val="ListParagraph"/>
        <w:numPr>
          <w:ilvl w:val="0"/>
          <w:numId w:val="16"/>
        </w:numPr>
        <w:spacing w:before="20" w:after="0"/>
        <w:contextualSpacing w:val="0"/>
      </w:pPr>
      <w:r>
        <w:t xml:space="preserve">SHOULD support the </w:t>
      </w:r>
      <w:r w:rsidRPr="002D4EEA">
        <w:rPr>
          <w:rStyle w:val="Datatype"/>
        </w:rPr>
        <w:t>$search</w:t>
      </w:r>
      <w:r>
        <w:rPr>
          <w:rStyle w:val="Datatype"/>
        </w:rPr>
        <w:t xml:space="preserve"> </w:t>
      </w:r>
      <w:r>
        <w:rPr>
          <w:rStyle w:val="Datatype"/>
          <w:rFonts w:ascii="Arial" w:hAnsi="Arial" w:cs="Arial"/>
        </w:rPr>
        <w:t xml:space="preserve">system query option (section </w:t>
      </w:r>
      <w:r>
        <w:rPr>
          <w:rStyle w:val="Datatype"/>
          <w:rFonts w:ascii="Arial" w:hAnsi="Arial" w:cs="Arial"/>
        </w:rPr>
        <w:fldChar w:fldCharType="begin"/>
      </w:r>
      <w:r>
        <w:rPr>
          <w:rStyle w:val="Datatype"/>
          <w:rFonts w:ascii="Arial" w:hAnsi="Arial" w:cs="Arial"/>
        </w:rPr>
        <w:instrText xml:space="preserve"> REF sec_SystemQueryOptionsearch \r \h </w:instrText>
      </w:r>
      <w:r>
        <w:rPr>
          <w:rStyle w:val="Datatype"/>
          <w:rFonts w:ascii="Arial" w:hAnsi="Arial" w:cs="Arial"/>
        </w:rPr>
      </w:r>
      <w:r>
        <w:rPr>
          <w:rStyle w:val="Datatype"/>
          <w:rFonts w:ascii="Arial" w:hAnsi="Arial" w:cs="Arial"/>
        </w:rPr>
        <w:fldChar w:fldCharType="separate"/>
      </w:r>
      <w:r>
        <w:rPr>
          <w:rStyle w:val="Datatype"/>
          <w:rFonts w:ascii="Arial" w:hAnsi="Arial" w:cs="Arial"/>
        </w:rPr>
        <w:t>11.2.6.6</w:t>
      </w:r>
      <w:r>
        <w:rPr>
          <w:rStyle w:val="Datatype"/>
          <w:rFonts w:ascii="Arial" w:hAnsi="Arial" w:cs="Arial"/>
        </w:rPr>
        <w:fldChar w:fldCharType="end"/>
      </w:r>
      <w:r>
        <w:rPr>
          <w:rStyle w:val="Datatype"/>
          <w:rFonts w:ascii="Arial" w:hAnsi="Arial" w:cs="Arial"/>
        </w:rPr>
        <w:t>)</w:t>
      </w:r>
    </w:p>
    <w:p w14:paraId="26634D76" w14:textId="77777777" w:rsidR="00752DAA" w:rsidRDefault="00752DAA" w:rsidP="006C1EBF">
      <w:pPr>
        <w:pStyle w:val="ListParagraph"/>
        <w:numPr>
          <w:ilvl w:val="0"/>
          <w:numId w:val="16"/>
        </w:numPr>
        <w:spacing w:before="20" w:after="0"/>
        <w:contextualSpacing w:val="0"/>
      </w:pPr>
      <w:r>
        <w:t xml:space="preserve">SHOULD support the </w:t>
      </w:r>
      <w:r w:rsidRPr="002D4EEA">
        <w:rPr>
          <w:rStyle w:val="Datatype"/>
        </w:rPr>
        <w:t>$skip</w:t>
      </w:r>
      <w:r w:rsidRPr="003D4065">
        <w:rPr>
          <w:rStyle w:val="Datatype"/>
          <w:rFonts w:ascii="Arial" w:hAnsi="Arial" w:cs="Arial"/>
        </w:rPr>
        <w:t xml:space="preserve"> </w:t>
      </w:r>
      <w:r>
        <w:rPr>
          <w:rStyle w:val="Datatype"/>
          <w:rFonts w:ascii="Arial" w:hAnsi="Arial" w:cs="Arial"/>
        </w:rPr>
        <w:t xml:space="preserve">system query option (section </w:t>
      </w:r>
      <w:r>
        <w:rPr>
          <w:rStyle w:val="Datatype"/>
          <w:rFonts w:ascii="Arial" w:hAnsi="Arial" w:cs="Arial"/>
        </w:rPr>
        <w:fldChar w:fldCharType="begin"/>
      </w:r>
      <w:r>
        <w:rPr>
          <w:rStyle w:val="Datatype"/>
          <w:rFonts w:ascii="Arial" w:hAnsi="Arial" w:cs="Arial"/>
        </w:rPr>
        <w:instrText xml:space="preserve"> REF sec_SystemQueryOptionskip \r \h </w:instrText>
      </w:r>
      <w:r>
        <w:rPr>
          <w:rStyle w:val="Datatype"/>
          <w:rFonts w:ascii="Arial" w:hAnsi="Arial" w:cs="Arial"/>
        </w:rPr>
      </w:r>
      <w:r>
        <w:rPr>
          <w:rStyle w:val="Datatype"/>
          <w:rFonts w:ascii="Arial" w:hAnsi="Arial" w:cs="Arial"/>
        </w:rPr>
        <w:fldChar w:fldCharType="separate"/>
      </w:r>
      <w:r>
        <w:rPr>
          <w:rStyle w:val="Datatype"/>
          <w:rFonts w:ascii="Arial" w:hAnsi="Arial" w:cs="Arial"/>
        </w:rPr>
        <w:t>11.2.6.4</w:t>
      </w:r>
      <w:r>
        <w:rPr>
          <w:rStyle w:val="Datatype"/>
          <w:rFonts w:ascii="Arial" w:hAnsi="Arial" w:cs="Arial"/>
        </w:rPr>
        <w:fldChar w:fldCharType="end"/>
      </w:r>
      <w:r>
        <w:rPr>
          <w:rStyle w:val="Datatype"/>
          <w:rFonts w:ascii="Arial" w:hAnsi="Arial" w:cs="Arial"/>
        </w:rPr>
        <w:t>)</w:t>
      </w:r>
    </w:p>
    <w:p w14:paraId="4A9F5C18" w14:textId="77777777" w:rsidR="00752DAA" w:rsidRDefault="00752DAA" w:rsidP="006C1EBF">
      <w:pPr>
        <w:pStyle w:val="ListParagraph"/>
        <w:numPr>
          <w:ilvl w:val="0"/>
          <w:numId w:val="16"/>
        </w:numPr>
        <w:spacing w:before="20" w:after="0"/>
        <w:contextualSpacing w:val="0"/>
      </w:pPr>
      <w:r>
        <w:t xml:space="preserve">SHOULD support the </w:t>
      </w:r>
      <w:r w:rsidRPr="002D4EEA">
        <w:rPr>
          <w:rStyle w:val="Datatype"/>
        </w:rPr>
        <w:t>$count</w:t>
      </w:r>
      <w:r w:rsidRPr="003D4065">
        <w:rPr>
          <w:rStyle w:val="Datatype"/>
          <w:rFonts w:ascii="Arial" w:hAnsi="Arial" w:cs="Arial"/>
        </w:rPr>
        <w:t xml:space="preserve"> </w:t>
      </w:r>
      <w:r>
        <w:rPr>
          <w:rStyle w:val="Datatype"/>
          <w:rFonts w:ascii="Arial" w:hAnsi="Arial" w:cs="Arial"/>
        </w:rPr>
        <w:t xml:space="preserve">system query option (section </w:t>
      </w:r>
      <w:r>
        <w:rPr>
          <w:rStyle w:val="Datatype"/>
          <w:rFonts w:ascii="Arial" w:hAnsi="Arial" w:cs="Arial"/>
        </w:rPr>
        <w:fldChar w:fldCharType="begin"/>
      </w:r>
      <w:r>
        <w:rPr>
          <w:rStyle w:val="Datatype"/>
          <w:rFonts w:ascii="Arial" w:hAnsi="Arial" w:cs="Arial"/>
        </w:rPr>
        <w:instrText xml:space="preserve"> REF sec_SystemQueryOptioncount \r \h </w:instrText>
      </w:r>
      <w:r>
        <w:rPr>
          <w:rStyle w:val="Datatype"/>
          <w:rFonts w:ascii="Arial" w:hAnsi="Arial" w:cs="Arial"/>
        </w:rPr>
      </w:r>
      <w:r>
        <w:rPr>
          <w:rStyle w:val="Datatype"/>
          <w:rFonts w:ascii="Arial" w:hAnsi="Arial" w:cs="Arial"/>
        </w:rPr>
        <w:fldChar w:fldCharType="separate"/>
      </w:r>
      <w:r>
        <w:rPr>
          <w:rStyle w:val="Datatype"/>
          <w:rFonts w:ascii="Arial" w:hAnsi="Arial" w:cs="Arial"/>
        </w:rPr>
        <w:t>11.2.6.5</w:t>
      </w:r>
      <w:r>
        <w:rPr>
          <w:rStyle w:val="Datatype"/>
          <w:rFonts w:ascii="Arial" w:hAnsi="Arial" w:cs="Arial"/>
        </w:rPr>
        <w:fldChar w:fldCharType="end"/>
      </w:r>
      <w:r>
        <w:rPr>
          <w:rStyle w:val="Datatype"/>
          <w:rFonts w:ascii="Arial" w:hAnsi="Arial" w:cs="Arial"/>
        </w:rPr>
        <w:t>)</w:t>
      </w:r>
    </w:p>
    <w:p w14:paraId="5E9CCF59" w14:textId="77777777" w:rsidR="00752DAA" w:rsidRDefault="00752DAA" w:rsidP="006C1EBF">
      <w:pPr>
        <w:pStyle w:val="ListParagraph"/>
        <w:numPr>
          <w:ilvl w:val="0"/>
          <w:numId w:val="16"/>
        </w:numPr>
        <w:spacing w:before="20" w:after="0"/>
        <w:contextualSpacing w:val="0"/>
      </w:pPr>
      <w:r>
        <w:t xml:space="preserve">SHOULD support </w:t>
      </w:r>
      <w:r w:rsidRPr="002D4EEA">
        <w:rPr>
          <w:rStyle w:val="Datatype"/>
        </w:rPr>
        <w:t>$expand</w:t>
      </w:r>
      <w:r>
        <w:t xml:space="preserve"> (section </w:t>
      </w:r>
      <w:r>
        <w:fldChar w:fldCharType="begin"/>
      </w:r>
      <w:r>
        <w:instrText xml:space="preserve"> REF sec_SystemQueryOptionexpand \r \h </w:instrText>
      </w:r>
      <w:r>
        <w:fldChar w:fldCharType="separate"/>
      </w:r>
      <w:r>
        <w:t>11.2.5.2</w:t>
      </w:r>
      <w:r>
        <w:fldChar w:fldCharType="end"/>
      </w:r>
      <w:r>
        <w:t>)</w:t>
      </w:r>
    </w:p>
    <w:p w14:paraId="40CB5FE0" w14:textId="77777777" w:rsidR="00752DAA" w:rsidRDefault="00752DAA" w:rsidP="006C1EBF">
      <w:pPr>
        <w:pStyle w:val="ListParagraph"/>
        <w:numPr>
          <w:ilvl w:val="0"/>
          <w:numId w:val="16"/>
        </w:numPr>
        <w:spacing w:before="20" w:after="0"/>
        <w:contextualSpacing w:val="0"/>
      </w:pPr>
      <w:r>
        <w:t xml:space="preserve">SHOULD support the lambda operators </w:t>
      </w:r>
      <w:r w:rsidRPr="00416569">
        <w:rPr>
          <w:rFonts w:ascii="Courier New" w:hAnsi="Courier New" w:cs="Courier New"/>
        </w:rPr>
        <w:t>any</w:t>
      </w:r>
      <w:r>
        <w:t xml:space="preserve"> and </w:t>
      </w:r>
      <w:r w:rsidRPr="00416569">
        <w:rPr>
          <w:rFonts w:ascii="Courier New" w:hAnsi="Courier New" w:cs="Courier New"/>
        </w:rPr>
        <w:t>all</w:t>
      </w:r>
      <w:r>
        <w:t xml:space="preserve"> on navigation- and collection-valued properties</w:t>
      </w:r>
      <w:r w:rsidDel="00FC300A">
        <w:t xml:space="preserve"> </w:t>
      </w:r>
      <w:r>
        <w:t xml:space="preserve">(section 5.1.1.10 in </w:t>
      </w:r>
      <w:hyperlink w:anchor="ODataURLRef" w:history="1">
        <w:r w:rsidRPr="005E626C">
          <w:rPr>
            <w:rStyle w:val="Hyperlink"/>
            <w:b/>
          </w:rPr>
          <w:t>[OData</w:t>
        </w:r>
        <w:r>
          <w:rPr>
            <w:rStyle w:val="Hyperlink"/>
            <w:b/>
          </w:rPr>
          <w:noBreakHyphen/>
        </w:r>
        <w:r w:rsidRPr="005E626C">
          <w:rPr>
            <w:rStyle w:val="Hyperlink"/>
            <w:b/>
          </w:rPr>
          <w:t>URL]</w:t>
        </w:r>
      </w:hyperlink>
      <w:r>
        <w:t>)</w:t>
      </w:r>
    </w:p>
    <w:p w14:paraId="5529E658" w14:textId="77777777" w:rsidR="00752DAA" w:rsidRDefault="00752DAA" w:rsidP="006C1EBF">
      <w:pPr>
        <w:pStyle w:val="ListParagraph"/>
        <w:numPr>
          <w:ilvl w:val="0"/>
          <w:numId w:val="16"/>
        </w:numPr>
        <w:spacing w:before="20" w:after="0"/>
        <w:contextualSpacing w:val="0"/>
      </w:pPr>
      <w:r>
        <w:t xml:space="preserve">SHOULD support the </w:t>
      </w:r>
      <w:r w:rsidRPr="002D4EEA">
        <w:rPr>
          <w:rStyle w:val="Datatype"/>
        </w:rPr>
        <w:t>/$count</w:t>
      </w:r>
      <w:r>
        <w:t xml:space="preserve"> segment on navigation and collection properties (section </w:t>
      </w:r>
      <w:r>
        <w:fldChar w:fldCharType="begin"/>
      </w:r>
      <w:r>
        <w:instrText xml:space="preserve"> REF sec_RequestingtheNumberofItemsinaCollect \r \h </w:instrText>
      </w:r>
      <w:r>
        <w:fldChar w:fldCharType="separate"/>
      </w:r>
      <w:r>
        <w:t>11.2.10</w:t>
      </w:r>
      <w:r>
        <w:fldChar w:fldCharType="end"/>
      </w:r>
      <w:r>
        <w:t>)</w:t>
      </w:r>
    </w:p>
    <w:p w14:paraId="4376B33B" w14:textId="77777777" w:rsidR="00752DAA" w:rsidRDefault="00752DAA" w:rsidP="006C1EBF">
      <w:pPr>
        <w:pStyle w:val="ListParagraph"/>
        <w:numPr>
          <w:ilvl w:val="0"/>
          <w:numId w:val="16"/>
        </w:numPr>
        <w:spacing w:before="20" w:after="0"/>
        <w:contextualSpacing w:val="0"/>
      </w:pPr>
      <w:r>
        <w:t xml:space="preserve">SHOULD support </w:t>
      </w:r>
      <w:r w:rsidRPr="00FF3549">
        <w:rPr>
          <w:rStyle w:val="Datatype"/>
        </w:rPr>
        <w:t>$orderby asc</w:t>
      </w:r>
      <w:r>
        <w:t xml:space="preserve"> and </w:t>
      </w:r>
      <w:r w:rsidRPr="00FF3549">
        <w:rPr>
          <w:rStyle w:val="Datatype"/>
        </w:rPr>
        <w:t>desc</w:t>
      </w:r>
      <w:r>
        <w:t xml:space="preserve"> on individual properties (section </w:t>
      </w:r>
      <w:r>
        <w:fldChar w:fldCharType="begin"/>
      </w:r>
      <w:r>
        <w:instrText xml:space="preserve"> REF sec_SystemQueryOptionorderby \r \h </w:instrText>
      </w:r>
      <w:r>
        <w:fldChar w:fldCharType="separate"/>
      </w:r>
      <w:r>
        <w:t>11.2.6.2</w:t>
      </w:r>
      <w:r>
        <w:fldChar w:fldCharType="end"/>
      </w:r>
      <w:r>
        <w:t>)</w:t>
      </w:r>
    </w:p>
    <w:bookmarkStart w:id="1118" w:name="_OData_Updatable_Service"/>
    <w:bookmarkStart w:id="1119" w:name="_OData_Full_Data"/>
    <w:bookmarkStart w:id="1120" w:name="_OData_4.0_Advanced"/>
    <w:bookmarkStart w:id="1121" w:name="_Toc477876737"/>
    <w:bookmarkStart w:id="1122" w:name="sec_OData40AdvancedConformanceLevel"/>
    <w:bookmarkEnd w:id="1118"/>
    <w:bookmarkEnd w:id="1119"/>
    <w:bookmarkEnd w:id="1120"/>
    <w:p w14:paraId="3BC6C28A" w14:textId="77777777" w:rsidR="00752DAA" w:rsidRDefault="00752DAA" w:rsidP="006C1EBF">
      <w:pPr>
        <w:pStyle w:val="Heading3"/>
        <w:numPr>
          <w:ilvl w:val="2"/>
          <w:numId w:val="2"/>
        </w:numPr>
        <w:tabs>
          <w:tab w:val="left" w:pos="567"/>
        </w:tabs>
      </w:pPr>
      <w:r>
        <w:fldChar w:fldCharType="begin"/>
      </w:r>
      <w:r>
        <w:instrText xml:space="preserve"> HYPERLINK  \l "sec_OData40AdvancedConformanceLevel" </w:instrText>
      </w:r>
      <w:r>
        <w:fldChar w:fldCharType="separate"/>
      </w:r>
      <w:bookmarkStart w:id="1123" w:name="_Toc494885155"/>
      <w:bookmarkStart w:id="1124" w:name="_Toc494356902"/>
      <w:r w:rsidRPr="004A50BC">
        <w:rPr>
          <w:rStyle w:val="Hyperlink"/>
        </w:rPr>
        <w:t>OData 4.0 Advanced Conformance Level</w:t>
      </w:r>
      <w:bookmarkEnd w:id="1121"/>
      <w:bookmarkEnd w:id="1122"/>
      <w:bookmarkEnd w:id="1123"/>
      <w:bookmarkEnd w:id="1124"/>
      <w:r>
        <w:fldChar w:fldCharType="end"/>
      </w:r>
    </w:p>
    <w:p w14:paraId="5321F562" w14:textId="77777777" w:rsidR="00752DAA" w:rsidRDefault="00752DAA" w:rsidP="00752DAA">
      <w:pPr>
        <w:keepNext/>
        <w:spacing w:after="0"/>
      </w:pPr>
      <w:r>
        <w:t xml:space="preserve">In order to conform to the </w:t>
      </w:r>
      <w:r w:rsidRPr="00E60B72">
        <w:t xml:space="preserve">OData </w:t>
      </w:r>
      <w:r>
        <w:t>Advanced</w:t>
      </w:r>
      <w:r w:rsidRPr="00E60B72">
        <w:t xml:space="preserve"> </w:t>
      </w:r>
      <w:r>
        <w:t>Conformance Level, a service:</w:t>
      </w:r>
    </w:p>
    <w:p w14:paraId="58CF94DB" w14:textId="77777777" w:rsidR="00752DAA" w:rsidRDefault="00752DAA" w:rsidP="006C1EBF">
      <w:pPr>
        <w:pStyle w:val="ListParagraph"/>
        <w:keepNext/>
        <w:numPr>
          <w:ilvl w:val="0"/>
          <w:numId w:val="17"/>
        </w:numPr>
        <w:spacing w:before="20" w:after="0"/>
        <w:contextualSpacing w:val="0"/>
      </w:pPr>
      <w:r>
        <w:t xml:space="preserve">MUST conform to at least the </w:t>
      </w:r>
      <w:hyperlink w:anchor="sec_OData40IntermediateConformanceLevel" w:history="1">
        <w:r>
          <w:rPr>
            <w:rStyle w:val="Hyperlink"/>
          </w:rPr>
          <w:t>OData 4.0 Intermediate Conformance Level</w:t>
        </w:r>
      </w:hyperlink>
      <w:r>
        <w:rPr>
          <w:rStyle w:val="Hyperlink"/>
        </w:rPr>
        <w:t xml:space="preserve"> </w:t>
      </w:r>
    </w:p>
    <w:p w14:paraId="2E8E70BF" w14:textId="77777777" w:rsidR="00752DAA" w:rsidRDefault="00752DAA" w:rsidP="006C1EBF">
      <w:pPr>
        <w:pStyle w:val="ListParagraph"/>
        <w:keepNext/>
        <w:numPr>
          <w:ilvl w:val="0"/>
          <w:numId w:val="17"/>
        </w:numPr>
        <w:spacing w:before="20" w:after="0"/>
        <w:contextualSpacing w:val="0"/>
      </w:pPr>
      <w:r>
        <w:t xml:space="preserve">MUST publish metadata at </w:t>
      </w:r>
      <w:r w:rsidRPr="00A44EDD">
        <w:rPr>
          <w:rFonts w:ascii="Courier New" w:hAnsi="Courier New"/>
        </w:rPr>
        <w:t>$metadata</w:t>
      </w:r>
      <w:r>
        <w:t xml:space="preserve"> according to </w:t>
      </w:r>
      <w:hyperlink w:anchor="ODataCSDLXMLRef" w:history="1">
        <w:hyperlink w:anchor="ODataCSDLXMLRef" w:history="1">
          <w:r w:rsidRPr="00DF7F4B">
            <w:rPr>
              <w:rStyle w:val="Hyperlink"/>
              <w:b/>
            </w:rPr>
            <w:t>[OData-CSDL</w:t>
          </w:r>
          <w:r>
            <w:rPr>
              <w:rStyle w:val="Hyperlink"/>
              <w:b/>
            </w:rPr>
            <w:t>XML</w:t>
          </w:r>
          <w:r w:rsidRPr="00DF7F4B">
            <w:rPr>
              <w:rStyle w:val="Hyperlink"/>
              <w:b/>
            </w:rPr>
            <w:t>]</w:t>
          </w:r>
        </w:hyperlink>
      </w:hyperlink>
      <w:r>
        <w:t xml:space="preserve"> (section </w:t>
      </w:r>
      <w:r>
        <w:fldChar w:fldCharType="begin"/>
      </w:r>
      <w:r>
        <w:instrText xml:space="preserve"> REF sec_MetadataDocumentRequest \r \h </w:instrText>
      </w:r>
      <w:r>
        <w:fldChar w:fldCharType="separate"/>
      </w:r>
      <w:r>
        <w:t>11.1.2</w:t>
      </w:r>
      <w:r>
        <w:fldChar w:fldCharType="end"/>
      </w:r>
      <w:r>
        <w:t>)</w:t>
      </w:r>
    </w:p>
    <w:p w14:paraId="29882B66" w14:textId="77777777" w:rsidR="00752DAA" w:rsidRDefault="00752DAA" w:rsidP="006C1EBF">
      <w:pPr>
        <w:pStyle w:val="ListParagraph"/>
        <w:keepNext/>
        <w:numPr>
          <w:ilvl w:val="0"/>
          <w:numId w:val="17"/>
        </w:numPr>
        <w:spacing w:before="20" w:after="0"/>
        <w:contextualSpacing w:val="0"/>
      </w:pPr>
      <w:r>
        <w:t xml:space="preserve">MUST support the </w:t>
      </w:r>
      <w:hyperlink w:anchor="ODataJSONRef" w:history="1">
        <w:r w:rsidRPr="004A525C">
          <w:rPr>
            <w:rStyle w:val="Hyperlink"/>
            <w:b/>
          </w:rPr>
          <w:t>[OData-JSON]</w:t>
        </w:r>
      </w:hyperlink>
      <w:r>
        <w:t xml:space="preserve"> format</w:t>
      </w:r>
    </w:p>
    <w:p w14:paraId="67F5C3FD" w14:textId="77777777" w:rsidR="00752DAA" w:rsidRDefault="00752DAA" w:rsidP="006C1EBF">
      <w:pPr>
        <w:pStyle w:val="ListParagraph"/>
        <w:numPr>
          <w:ilvl w:val="0"/>
          <w:numId w:val="17"/>
        </w:numPr>
        <w:spacing w:before="20" w:after="0"/>
        <w:contextualSpacing w:val="0"/>
      </w:pPr>
      <w:r>
        <w:t xml:space="preserve">MUST support the </w:t>
      </w:r>
      <w:r w:rsidRPr="00A44EDD">
        <w:rPr>
          <w:rStyle w:val="Datatype"/>
        </w:rPr>
        <w:t>/$count</w:t>
      </w:r>
      <w:r>
        <w:t xml:space="preserve"> segment on navigation and collection properties (section </w:t>
      </w:r>
      <w:r>
        <w:fldChar w:fldCharType="begin"/>
      </w:r>
      <w:r>
        <w:instrText xml:space="preserve"> REF sec_RequestingtheNumberofItemsinaCollect \r \h </w:instrText>
      </w:r>
      <w:r>
        <w:fldChar w:fldCharType="separate"/>
      </w:r>
      <w:r>
        <w:t>11.2.10</w:t>
      </w:r>
      <w:r>
        <w:fldChar w:fldCharType="end"/>
      </w:r>
      <w:r>
        <w:t>)</w:t>
      </w:r>
    </w:p>
    <w:p w14:paraId="5A6CBC3E" w14:textId="77777777" w:rsidR="00752DAA" w:rsidRDefault="00752DAA" w:rsidP="006C1EBF">
      <w:pPr>
        <w:pStyle w:val="ListParagraph"/>
        <w:numPr>
          <w:ilvl w:val="0"/>
          <w:numId w:val="17"/>
        </w:numPr>
        <w:spacing w:before="20" w:after="0"/>
        <w:contextualSpacing w:val="0"/>
      </w:pPr>
      <w:r>
        <w:t xml:space="preserve">MUST support the lambda operators </w:t>
      </w:r>
      <w:r w:rsidRPr="00416569">
        <w:rPr>
          <w:rFonts w:ascii="Courier New" w:hAnsi="Courier New" w:cs="Courier New"/>
        </w:rPr>
        <w:t>any</w:t>
      </w:r>
      <w:r>
        <w:t xml:space="preserve"> and </w:t>
      </w:r>
      <w:r w:rsidRPr="00416569">
        <w:rPr>
          <w:rFonts w:ascii="Courier New" w:hAnsi="Courier New" w:cs="Courier New"/>
        </w:rPr>
        <w:t>all</w:t>
      </w:r>
      <w:r>
        <w:t xml:space="preserve"> on navigation- and collection-valued properties</w:t>
      </w:r>
      <w:r w:rsidDel="00FC300A">
        <w:t xml:space="preserve"> </w:t>
      </w:r>
      <w:r>
        <w:t xml:space="preserve">(section 5.1.1.10 in </w:t>
      </w:r>
      <w:hyperlink w:anchor="ODataURLRef" w:history="1">
        <w:r w:rsidRPr="005E626C">
          <w:rPr>
            <w:rStyle w:val="Hyperlink"/>
            <w:b/>
          </w:rPr>
          <w:t>[OData</w:t>
        </w:r>
        <w:r>
          <w:rPr>
            <w:rStyle w:val="Hyperlink"/>
            <w:b/>
          </w:rPr>
          <w:noBreakHyphen/>
        </w:r>
        <w:r w:rsidRPr="005E626C">
          <w:rPr>
            <w:rStyle w:val="Hyperlink"/>
            <w:b/>
          </w:rPr>
          <w:t>URL]</w:t>
        </w:r>
      </w:hyperlink>
      <w:r>
        <w:t>)</w:t>
      </w:r>
    </w:p>
    <w:p w14:paraId="187E6F9E" w14:textId="77777777" w:rsidR="00752DAA" w:rsidRDefault="00752DAA" w:rsidP="006C1EBF">
      <w:pPr>
        <w:pStyle w:val="ListParagraph"/>
        <w:numPr>
          <w:ilvl w:val="0"/>
          <w:numId w:val="17"/>
        </w:numPr>
        <w:spacing w:before="20" w:after="0"/>
        <w:contextualSpacing w:val="0"/>
      </w:pPr>
      <w:r>
        <w:t xml:space="preserve">MUST support the </w:t>
      </w:r>
      <w:r w:rsidRPr="00A44EDD">
        <w:rPr>
          <w:rStyle w:val="Datatype"/>
        </w:rPr>
        <w:t>$skip</w:t>
      </w:r>
      <w:r w:rsidRPr="003D4065">
        <w:t xml:space="preserve"> </w:t>
      </w:r>
      <w:r>
        <w:t xml:space="preserve">system query option (section </w:t>
      </w:r>
      <w:r>
        <w:rPr>
          <w:rStyle w:val="Datatype"/>
          <w:rFonts w:ascii="Arial" w:hAnsi="Arial" w:cs="Arial"/>
        </w:rPr>
        <w:fldChar w:fldCharType="begin"/>
      </w:r>
      <w:r>
        <w:rPr>
          <w:rStyle w:val="Datatype"/>
          <w:rFonts w:ascii="Arial" w:hAnsi="Arial" w:cs="Arial"/>
        </w:rPr>
        <w:instrText xml:space="preserve"> REF sec_SystemQueryOptionskip \r \h </w:instrText>
      </w:r>
      <w:r>
        <w:rPr>
          <w:rStyle w:val="Datatype"/>
          <w:rFonts w:ascii="Arial" w:hAnsi="Arial" w:cs="Arial"/>
        </w:rPr>
      </w:r>
      <w:r>
        <w:rPr>
          <w:rStyle w:val="Datatype"/>
          <w:rFonts w:ascii="Arial" w:hAnsi="Arial" w:cs="Arial"/>
        </w:rPr>
        <w:fldChar w:fldCharType="separate"/>
      </w:r>
      <w:r>
        <w:rPr>
          <w:rStyle w:val="Datatype"/>
          <w:rFonts w:ascii="Arial" w:hAnsi="Arial" w:cs="Arial"/>
        </w:rPr>
        <w:t>11.2.6.4</w:t>
      </w:r>
      <w:r>
        <w:rPr>
          <w:rStyle w:val="Datatype"/>
          <w:rFonts w:ascii="Arial" w:hAnsi="Arial" w:cs="Arial"/>
        </w:rPr>
        <w:fldChar w:fldCharType="end"/>
      </w:r>
      <w:r>
        <w:t>)</w:t>
      </w:r>
    </w:p>
    <w:p w14:paraId="458CB2C0" w14:textId="77777777" w:rsidR="00752DAA" w:rsidRDefault="00752DAA" w:rsidP="006C1EBF">
      <w:pPr>
        <w:pStyle w:val="ListParagraph"/>
        <w:numPr>
          <w:ilvl w:val="0"/>
          <w:numId w:val="17"/>
        </w:numPr>
        <w:spacing w:before="20" w:after="0"/>
        <w:contextualSpacing w:val="0"/>
      </w:pPr>
      <w:r>
        <w:t xml:space="preserve">MUST support the </w:t>
      </w:r>
      <w:r w:rsidRPr="00A44EDD">
        <w:rPr>
          <w:rFonts w:ascii="Courier New" w:hAnsi="Courier New"/>
        </w:rPr>
        <w:t>$count</w:t>
      </w:r>
      <w:r w:rsidRPr="00340503">
        <w:t xml:space="preserve"> </w:t>
      </w:r>
      <w:r>
        <w:t xml:space="preserve">system query option (section </w:t>
      </w:r>
      <w:r>
        <w:rPr>
          <w:rStyle w:val="Datatype"/>
          <w:rFonts w:ascii="Arial" w:hAnsi="Arial" w:cs="Arial"/>
        </w:rPr>
        <w:fldChar w:fldCharType="begin"/>
      </w:r>
      <w:r>
        <w:rPr>
          <w:rStyle w:val="Datatype"/>
          <w:rFonts w:ascii="Arial" w:hAnsi="Arial" w:cs="Arial"/>
        </w:rPr>
        <w:instrText xml:space="preserve"> REF sec_SystemQueryOptioncount \r \h </w:instrText>
      </w:r>
      <w:r>
        <w:rPr>
          <w:rStyle w:val="Datatype"/>
          <w:rFonts w:ascii="Arial" w:hAnsi="Arial" w:cs="Arial"/>
        </w:rPr>
      </w:r>
      <w:r>
        <w:rPr>
          <w:rStyle w:val="Datatype"/>
          <w:rFonts w:ascii="Arial" w:hAnsi="Arial" w:cs="Arial"/>
        </w:rPr>
        <w:fldChar w:fldCharType="separate"/>
      </w:r>
      <w:r>
        <w:rPr>
          <w:rStyle w:val="Datatype"/>
          <w:rFonts w:ascii="Arial" w:hAnsi="Arial" w:cs="Arial"/>
        </w:rPr>
        <w:t>11.2.6.5</w:t>
      </w:r>
      <w:r>
        <w:rPr>
          <w:rStyle w:val="Datatype"/>
          <w:rFonts w:ascii="Arial" w:hAnsi="Arial" w:cs="Arial"/>
        </w:rPr>
        <w:fldChar w:fldCharType="end"/>
      </w:r>
      <w:r>
        <w:t>)</w:t>
      </w:r>
    </w:p>
    <w:p w14:paraId="41B24BFD" w14:textId="77777777" w:rsidR="00752DAA" w:rsidRDefault="00752DAA" w:rsidP="006C1EBF">
      <w:pPr>
        <w:pStyle w:val="ListParagraph"/>
        <w:numPr>
          <w:ilvl w:val="0"/>
          <w:numId w:val="17"/>
        </w:numPr>
        <w:spacing w:before="20" w:after="0"/>
        <w:contextualSpacing w:val="0"/>
      </w:pPr>
      <w:r>
        <w:t xml:space="preserve">MUST support </w:t>
      </w:r>
      <w:r w:rsidRPr="00A44EDD">
        <w:rPr>
          <w:rFonts w:ascii="Courier New" w:hAnsi="Courier New" w:cs="Courier New"/>
        </w:rPr>
        <w:t>$orderby</w:t>
      </w:r>
      <w:r>
        <w:t xml:space="preserve"> </w:t>
      </w:r>
      <w:r w:rsidRPr="00B6408B">
        <w:rPr>
          <w:rStyle w:val="Datatype"/>
        </w:rPr>
        <w:t>asc</w:t>
      </w:r>
      <w:r>
        <w:t xml:space="preserve"> and </w:t>
      </w:r>
      <w:r w:rsidRPr="00B6408B">
        <w:rPr>
          <w:rStyle w:val="Datatype"/>
        </w:rPr>
        <w:t>desc</w:t>
      </w:r>
      <w:r>
        <w:t xml:space="preserve"> on individual properties (section </w:t>
      </w:r>
      <w:r>
        <w:fldChar w:fldCharType="begin"/>
      </w:r>
      <w:r>
        <w:instrText xml:space="preserve"> REF sec_SystemQueryOptionorderby \r \h </w:instrText>
      </w:r>
      <w:r>
        <w:fldChar w:fldCharType="separate"/>
      </w:r>
      <w:r>
        <w:t>11.2.6.2</w:t>
      </w:r>
      <w:r>
        <w:fldChar w:fldCharType="end"/>
      </w:r>
      <w:r>
        <w:t>)</w:t>
      </w:r>
    </w:p>
    <w:p w14:paraId="7019F363" w14:textId="77777777" w:rsidR="00752DAA" w:rsidRDefault="00752DAA" w:rsidP="006C1EBF">
      <w:pPr>
        <w:pStyle w:val="ListParagraph"/>
        <w:numPr>
          <w:ilvl w:val="0"/>
          <w:numId w:val="17"/>
        </w:numPr>
        <w:spacing w:before="20" w:after="0"/>
        <w:contextualSpacing w:val="0"/>
      </w:pPr>
      <w:r>
        <w:t xml:space="preserve">MUST support </w:t>
      </w:r>
      <w:r w:rsidRPr="002D4EEA">
        <w:rPr>
          <w:rStyle w:val="Datatype"/>
        </w:rPr>
        <w:t>$expand</w:t>
      </w:r>
      <w:r>
        <w:t xml:space="preserve"> (section </w:t>
      </w:r>
      <w:r>
        <w:fldChar w:fldCharType="begin"/>
      </w:r>
      <w:r>
        <w:instrText xml:space="preserve"> REF sec_SystemQueryOptionexpand \r \h </w:instrText>
      </w:r>
      <w:r>
        <w:fldChar w:fldCharType="separate"/>
      </w:r>
      <w:r>
        <w:t>11.2.5.2</w:t>
      </w:r>
      <w:r>
        <w:fldChar w:fldCharType="end"/>
      </w:r>
      <w:r>
        <w:t>)</w:t>
      </w:r>
    </w:p>
    <w:p w14:paraId="2E9B0BEF" w14:textId="77777777" w:rsidR="00752DAA" w:rsidRDefault="00752DAA" w:rsidP="006C1EBF">
      <w:pPr>
        <w:pStyle w:val="ListParagraph"/>
        <w:numPr>
          <w:ilvl w:val="1"/>
          <w:numId w:val="17"/>
        </w:numPr>
        <w:spacing w:before="0" w:after="0"/>
      </w:pPr>
      <w:r>
        <w:t>MUST support returning references for expanded properties</w:t>
      </w:r>
    </w:p>
    <w:p w14:paraId="0D25AA1E" w14:textId="77777777" w:rsidR="00752DAA" w:rsidRDefault="00752DAA" w:rsidP="006C1EBF">
      <w:pPr>
        <w:pStyle w:val="ListParagraph"/>
        <w:numPr>
          <w:ilvl w:val="1"/>
          <w:numId w:val="17"/>
        </w:numPr>
        <w:spacing w:before="0" w:after="0"/>
      </w:pPr>
      <w:r>
        <w:t xml:space="preserve">MUST support </w:t>
      </w:r>
      <w:r w:rsidRPr="00A44EDD">
        <w:rPr>
          <w:rFonts w:ascii="Courier New" w:hAnsi="Courier New"/>
        </w:rPr>
        <w:t>$filter</w:t>
      </w:r>
      <w:r>
        <w:t xml:space="preserve"> on expanded collection-valued properties </w:t>
      </w:r>
    </w:p>
    <w:p w14:paraId="78FBEFA7" w14:textId="77777777" w:rsidR="00752DAA" w:rsidRDefault="00752DAA" w:rsidP="006C1EBF">
      <w:pPr>
        <w:pStyle w:val="ListParagraph"/>
        <w:numPr>
          <w:ilvl w:val="1"/>
          <w:numId w:val="17"/>
        </w:numPr>
        <w:spacing w:before="0" w:after="0"/>
      </w:pPr>
      <w:r>
        <w:t>MUST support cast segment in expand with derived types</w:t>
      </w:r>
    </w:p>
    <w:p w14:paraId="7425C0B1" w14:textId="77777777" w:rsidR="00752DAA" w:rsidRDefault="00752DAA" w:rsidP="006C1EBF">
      <w:pPr>
        <w:pStyle w:val="ListParagraph"/>
        <w:numPr>
          <w:ilvl w:val="1"/>
          <w:numId w:val="17"/>
        </w:numPr>
        <w:spacing w:before="0" w:after="0"/>
      </w:pPr>
      <w:r>
        <w:t xml:space="preserve">SHOULD support </w:t>
      </w:r>
      <w:r w:rsidRPr="00A44EDD">
        <w:rPr>
          <w:rFonts w:ascii="Courier New" w:hAnsi="Courier New"/>
        </w:rPr>
        <w:t>$orderby</w:t>
      </w:r>
      <w:r>
        <w:t xml:space="preserve"> </w:t>
      </w:r>
      <w:r w:rsidRPr="00B6408B">
        <w:rPr>
          <w:rStyle w:val="Datatype"/>
        </w:rPr>
        <w:t>asc</w:t>
      </w:r>
      <w:r>
        <w:t xml:space="preserve"> and </w:t>
      </w:r>
      <w:r w:rsidRPr="00B6408B">
        <w:rPr>
          <w:rStyle w:val="Datatype"/>
        </w:rPr>
        <w:t>desc</w:t>
      </w:r>
      <w:r>
        <w:t xml:space="preserve"> on expanded collection-valued properties </w:t>
      </w:r>
    </w:p>
    <w:p w14:paraId="675E3D36" w14:textId="77777777" w:rsidR="00752DAA" w:rsidRDefault="00752DAA" w:rsidP="006C1EBF">
      <w:pPr>
        <w:pStyle w:val="ListParagraph"/>
        <w:numPr>
          <w:ilvl w:val="1"/>
          <w:numId w:val="17"/>
        </w:numPr>
        <w:spacing w:before="0" w:after="0"/>
      </w:pPr>
      <w:r>
        <w:t xml:space="preserve">SHOULD support </w:t>
      </w:r>
      <w:r w:rsidRPr="00A44EDD">
        <w:rPr>
          <w:rFonts w:ascii="Courier New" w:hAnsi="Courier New"/>
        </w:rPr>
        <w:t>$count</w:t>
      </w:r>
      <w:r>
        <w:t xml:space="preserve"> on expanded collection-valued properties </w:t>
      </w:r>
    </w:p>
    <w:p w14:paraId="255F24A6" w14:textId="77777777" w:rsidR="00752DAA" w:rsidRDefault="00752DAA" w:rsidP="006C1EBF">
      <w:pPr>
        <w:pStyle w:val="ListParagraph"/>
        <w:numPr>
          <w:ilvl w:val="1"/>
          <w:numId w:val="17"/>
        </w:numPr>
        <w:spacing w:before="0" w:after="0"/>
      </w:pPr>
      <w:r>
        <w:t xml:space="preserve">SHOULD support </w:t>
      </w:r>
      <w:r w:rsidRPr="00A44EDD">
        <w:rPr>
          <w:rFonts w:ascii="Courier New" w:hAnsi="Courier New"/>
        </w:rPr>
        <w:t>$top</w:t>
      </w:r>
      <w:r>
        <w:t xml:space="preserve"> and </w:t>
      </w:r>
      <w:r w:rsidRPr="00A44EDD">
        <w:rPr>
          <w:rFonts w:ascii="Courier New" w:hAnsi="Courier New"/>
        </w:rPr>
        <w:t>$skip</w:t>
      </w:r>
      <w:r>
        <w:t xml:space="preserve"> on expanded collection-valued properties </w:t>
      </w:r>
    </w:p>
    <w:p w14:paraId="4E0DBA96" w14:textId="77777777" w:rsidR="00752DAA" w:rsidRDefault="00752DAA" w:rsidP="006C1EBF">
      <w:pPr>
        <w:pStyle w:val="ListParagraph"/>
        <w:numPr>
          <w:ilvl w:val="1"/>
          <w:numId w:val="17"/>
        </w:numPr>
        <w:spacing w:before="0" w:after="0"/>
      </w:pPr>
      <w:r>
        <w:t xml:space="preserve">SHOULD support </w:t>
      </w:r>
      <w:r w:rsidRPr="00A44EDD">
        <w:rPr>
          <w:rFonts w:ascii="Courier New" w:hAnsi="Courier New" w:cs="Courier New"/>
        </w:rPr>
        <w:t>$</w:t>
      </w:r>
      <w:r>
        <w:rPr>
          <w:rFonts w:ascii="Courier New" w:hAnsi="Courier New" w:cs="Courier New"/>
        </w:rPr>
        <w:t>search</w:t>
      </w:r>
      <w:r>
        <w:t xml:space="preserve"> on expanded collection-valued properties</w:t>
      </w:r>
    </w:p>
    <w:p w14:paraId="7FBBF4DD" w14:textId="77777777" w:rsidR="00752DAA" w:rsidRDefault="00752DAA" w:rsidP="006C1EBF">
      <w:pPr>
        <w:pStyle w:val="ListParagraph"/>
        <w:numPr>
          <w:ilvl w:val="1"/>
          <w:numId w:val="17"/>
        </w:numPr>
        <w:spacing w:before="0" w:after="0"/>
      </w:pPr>
      <w:r>
        <w:t xml:space="preserve">SHOULD support </w:t>
      </w:r>
      <w:r w:rsidRPr="00B6408B">
        <w:rPr>
          <w:rStyle w:val="Datatype"/>
        </w:rPr>
        <w:t>$levels</w:t>
      </w:r>
      <w:r>
        <w:t xml:space="preserve"> for recursive expand (section </w:t>
      </w:r>
      <w:r>
        <w:fldChar w:fldCharType="begin"/>
      </w:r>
      <w:r>
        <w:instrText xml:space="preserve"> REF sec_ExpandOptionlevels \r \h </w:instrText>
      </w:r>
      <w:r>
        <w:fldChar w:fldCharType="separate"/>
      </w:r>
      <w:r>
        <w:t>11.2.5.2.1.1</w:t>
      </w:r>
      <w:r>
        <w:fldChar w:fldCharType="end"/>
      </w:r>
      <w:r>
        <w:t>)</w:t>
      </w:r>
    </w:p>
    <w:p w14:paraId="68ADC376" w14:textId="77777777" w:rsidR="00752DAA" w:rsidRDefault="00752DAA" w:rsidP="006C1EBF">
      <w:pPr>
        <w:pStyle w:val="ListParagraph"/>
        <w:numPr>
          <w:ilvl w:val="1"/>
          <w:numId w:val="17"/>
        </w:numPr>
        <w:spacing w:before="0" w:after="0"/>
      </w:pPr>
      <w:r>
        <w:t xml:space="preserve">MAY support </w:t>
      </w:r>
      <w:r w:rsidRPr="00A44EDD">
        <w:rPr>
          <w:rFonts w:ascii="Courier New" w:hAnsi="Courier New" w:cs="Courier New"/>
        </w:rPr>
        <w:t>$</w:t>
      </w:r>
      <w:r>
        <w:rPr>
          <w:rFonts w:ascii="Courier New" w:hAnsi="Courier New" w:cs="Courier New"/>
        </w:rPr>
        <w:t>compute</w:t>
      </w:r>
      <w:r>
        <w:t xml:space="preserve"> on expanded properties </w:t>
      </w:r>
    </w:p>
    <w:p w14:paraId="6D306566" w14:textId="77777777" w:rsidR="00752DAA" w:rsidRDefault="00752DAA" w:rsidP="006C1EBF">
      <w:pPr>
        <w:pStyle w:val="ListParagraph"/>
        <w:numPr>
          <w:ilvl w:val="0"/>
          <w:numId w:val="17"/>
        </w:numPr>
        <w:spacing w:before="20" w:after="0"/>
        <w:contextualSpacing w:val="0"/>
      </w:pPr>
      <w:r>
        <w:t xml:space="preserve">MUST support the </w:t>
      </w:r>
      <w:r w:rsidRPr="00A44EDD">
        <w:rPr>
          <w:rFonts w:ascii="Courier New" w:hAnsi="Courier New"/>
        </w:rPr>
        <w:t>$search</w:t>
      </w:r>
      <w:r w:rsidRPr="003D4065">
        <w:t xml:space="preserve"> </w:t>
      </w:r>
      <w:r>
        <w:t xml:space="preserve">system query option (section </w:t>
      </w:r>
      <w:r>
        <w:fldChar w:fldCharType="begin"/>
      </w:r>
      <w:r>
        <w:instrText xml:space="preserve"> REF sec_SystemQueryOptionsearch \r \h </w:instrText>
      </w:r>
      <w:r>
        <w:fldChar w:fldCharType="separate"/>
      </w:r>
      <w:r>
        <w:t>11.2.6.6</w:t>
      </w:r>
      <w:r>
        <w:fldChar w:fldCharType="end"/>
      </w:r>
      <w:r>
        <w:t>)</w:t>
      </w:r>
    </w:p>
    <w:p w14:paraId="74AEEA98" w14:textId="77777777" w:rsidR="00752DAA" w:rsidRDefault="00752DAA" w:rsidP="006C1EBF">
      <w:pPr>
        <w:pStyle w:val="ListParagraph"/>
        <w:numPr>
          <w:ilvl w:val="0"/>
          <w:numId w:val="17"/>
        </w:numPr>
        <w:spacing w:before="20" w:after="0"/>
        <w:contextualSpacing w:val="0"/>
      </w:pPr>
      <w:r>
        <w:t xml:space="preserve">MUST support </w:t>
      </w:r>
      <w:r w:rsidRPr="00E712CE">
        <w:t>batch</w:t>
      </w:r>
      <w:r>
        <w:t xml:space="preserve"> requests according to the multipart format (section </w:t>
      </w:r>
      <w:r>
        <w:fldChar w:fldCharType="begin"/>
      </w:r>
      <w:r>
        <w:instrText xml:space="preserve"> REF sec_BatchRequests \r \h </w:instrText>
      </w:r>
      <w:r>
        <w:fldChar w:fldCharType="separate"/>
      </w:r>
      <w:r>
        <w:t>11.7</w:t>
      </w:r>
      <w:r>
        <w:fldChar w:fldCharType="end"/>
      </w:r>
      <w:r>
        <w:t xml:space="preserve"> and all subsections)</w:t>
      </w:r>
      <w:r w:rsidRPr="00975E80">
        <w:t xml:space="preserve"> </w:t>
      </w:r>
      <w:r>
        <w:t xml:space="preserve">and MAY support batch requests according to the JSON Batch format defined in </w:t>
      </w:r>
      <w:hyperlink w:anchor="ODataJSONRef" w:history="1">
        <w:r w:rsidRPr="004A525C">
          <w:rPr>
            <w:rStyle w:val="Hyperlink"/>
            <w:b/>
          </w:rPr>
          <w:t>[OData-JSON]</w:t>
        </w:r>
      </w:hyperlink>
    </w:p>
    <w:p w14:paraId="756AC2D3" w14:textId="77777777" w:rsidR="00752DAA" w:rsidRPr="002B2A53" w:rsidRDefault="00752DAA" w:rsidP="006C1EBF">
      <w:pPr>
        <w:pStyle w:val="ListParagraph"/>
        <w:numPr>
          <w:ilvl w:val="0"/>
          <w:numId w:val="17"/>
        </w:numPr>
        <w:spacing w:before="20" w:after="0"/>
        <w:contextualSpacing w:val="0"/>
      </w:pPr>
      <w:r>
        <w:t xml:space="preserve">MUST support the resource path conventions defined in </w:t>
      </w:r>
      <w:hyperlink w:anchor="ODataURLRef" w:history="1">
        <w:r w:rsidRPr="005E626C">
          <w:rPr>
            <w:rStyle w:val="Hyperlink"/>
            <w:b/>
          </w:rPr>
          <w:t>[OData</w:t>
        </w:r>
        <w:r>
          <w:rPr>
            <w:rStyle w:val="Hyperlink"/>
            <w:b/>
          </w:rPr>
          <w:noBreakHyphen/>
        </w:r>
        <w:r w:rsidRPr="005E626C">
          <w:rPr>
            <w:rStyle w:val="Hyperlink"/>
            <w:b/>
          </w:rPr>
          <w:t>URL]</w:t>
        </w:r>
      </w:hyperlink>
      <w:r w:rsidRPr="002B2A53">
        <w:t xml:space="preserve"> </w:t>
      </w:r>
    </w:p>
    <w:p w14:paraId="1BC1115D" w14:textId="77777777" w:rsidR="00752DAA" w:rsidRDefault="00752DAA" w:rsidP="006C1EBF">
      <w:pPr>
        <w:pStyle w:val="ListParagraph"/>
        <w:numPr>
          <w:ilvl w:val="0"/>
          <w:numId w:val="17"/>
        </w:numPr>
        <w:spacing w:before="20" w:after="0"/>
        <w:contextualSpacing w:val="0"/>
      </w:pPr>
      <w:r>
        <w:t xml:space="preserve">SHOULD support </w:t>
      </w:r>
      <w:hyperlink w:anchor="sec_AsynchronousRequests" w:history="1">
        <w:r w:rsidRPr="00FC0AF4">
          <w:rPr>
            <w:rStyle w:val="Hyperlink"/>
          </w:rPr>
          <w:t>asynchronous requests</w:t>
        </w:r>
      </w:hyperlink>
      <w:r>
        <w:t xml:space="preserve"> (section </w:t>
      </w:r>
      <w:r>
        <w:fldChar w:fldCharType="begin"/>
      </w:r>
      <w:r>
        <w:instrText xml:space="preserve"> REF </w:instrText>
      </w:r>
      <w:r w:rsidRPr="00FC0AF4">
        <w:instrText>sec_AsynchronousRequests</w:instrText>
      </w:r>
      <w:r>
        <w:instrText xml:space="preserve"> \r \h </w:instrText>
      </w:r>
      <w:r>
        <w:fldChar w:fldCharType="separate"/>
      </w:r>
      <w:r>
        <w:t>11.6</w:t>
      </w:r>
      <w:r>
        <w:fldChar w:fldCharType="end"/>
      </w:r>
      <w:r>
        <w:t>)</w:t>
      </w:r>
    </w:p>
    <w:p w14:paraId="58C3E83D" w14:textId="77777777" w:rsidR="00752DAA" w:rsidRDefault="00752DAA" w:rsidP="006C1EBF">
      <w:pPr>
        <w:pStyle w:val="ListParagraph"/>
        <w:numPr>
          <w:ilvl w:val="0"/>
          <w:numId w:val="17"/>
        </w:numPr>
        <w:spacing w:before="20" w:after="0"/>
        <w:contextualSpacing w:val="0"/>
      </w:pPr>
      <w:r>
        <w:t xml:space="preserve">SHOULD support </w:t>
      </w:r>
      <w:hyperlink r:id="rId66" w:history="1">
        <w:r w:rsidRPr="00FC0AF4">
          <w:rPr>
            <w:rStyle w:val="Hyperlink"/>
          </w:rPr>
          <w:t>Delta change tracking</w:t>
        </w:r>
      </w:hyperlink>
      <w:r>
        <w:t xml:space="preserve"> (section </w:t>
      </w:r>
      <w:r>
        <w:fldChar w:fldCharType="begin"/>
      </w:r>
      <w:r>
        <w:instrText xml:space="preserve"> REF sec_RequestingChanges \r \h </w:instrText>
      </w:r>
      <w:r>
        <w:fldChar w:fldCharType="separate"/>
      </w:r>
      <w:r>
        <w:t>11.3</w:t>
      </w:r>
      <w:r>
        <w:fldChar w:fldCharType="end"/>
      </w:r>
      <w:r>
        <w:t>)</w:t>
      </w:r>
    </w:p>
    <w:p w14:paraId="6EB142A0" w14:textId="77777777" w:rsidR="00752DAA" w:rsidRDefault="00752DAA" w:rsidP="006C1EBF">
      <w:pPr>
        <w:pStyle w:val="ListParagraph"/>
        <w:numPr>
          <w:ilvl w:val="0"/>
          <w:numId w:val="17"/>
        </w:numPr>
        <w:spacing w:before="20" w:after="0"/>
        <w:contextualSpacing w:val="0"/>
      </w:pPr>
      <w:r>
        <w:t>SHOULD support cross-join queries</w:t>
      </w:r>
      <w:r w:rsidDel="00E45018">
        <w:t xml:space="preserve"> </w:t>
      </w:r>
      <w:r>
        <w:t xml:space="preserve">defined in </w:t>
      </w:r>
      <w:hyperlink w:anchor="ODataURLRef" w:history="1">
        <w:r w:rsidRPr="005E626C">
          <w:rPr>
            <w:rStyle w:val="Hyperlink"/>
            <w:b/>
          </w:rPr>
          <w:t>[OData</w:t>
        </w:r>
        <w:r>
          <w:rPr>
            <w:rStyle w:val="Hyperlink"/>
            <w:b/>
          </w:rPr>
          <w:noBreakHyphen/>
        </w:r>
        <w:r w:rsidRPr="005E626C">
          <w:rPr>
            <w:rStyle w:val="Hyperlink"/>
            <w:b/>
          </w:rPr>
          <w:t>URL]</w:t>
        </w:r>
      </w:hyperlink>
      <w:r>
        <w:t xml:space="preserve"> </w:t>
      </w:r>
    </w:p>
    <w:p w14:paraId="2155E57E" w14:textId="77777777" w:rsidR="00752DAA" w:rsidRDefault="00752DAA" w:rsidP="006C1EBF">
      <w:pPr>
        <w:pStyle w:val="ListParagraph"/>
        <w:numPr>
          <w:ilvl w:val="0"/>
          <w:numId w:val="17"/>
        </w:numPr>
        <w:spacing w:before="20" w:after="0"/>
        <w:contextualSpacing w:val="0"/>
      </w:pPr>
      <w:bookmarkStart w:id="1125" w:name="_OData_Conformance_Level"/>
      <w:bookmarkStart w:id="1126" w:name="_Not_Supported_Codes:"/>
      <w:bookmarkStart w:id="1127" w:name="_Not_Supported_Codes"/>
      <w:bookmarkStart w:id="1128" w:name="_Interoperable_OData_Clients"/>
      <w:bookmarkStart w:id="1129" w:name="_Toc370126152"/>
      <w:bookmarkStart w:id="1130" w:name="_Toc370374949"/>
      <w:bookmarkEnd w:id="1125"/>
      <w:bookmarkEnd w:id="1126"/>
      <w:bookmarkEnd w:id="1127"/>
      <w:bookmarkEnd w:id="1128"/>
      <w:r>
        <w:t xml:space="preserve">MAY support the </w:t>
      </w:r>
      <w:r w:rsidRPr="00FC0AF4">
        <w:rPr>
          <w:rStyle w:val="Datatype"/>
        </w:rPr>
        <w:t>$compute</w:t>
      </w:r>
      <w:r>
        <w:t xml:space="preserve"> system query option (section </w:t>
      </w:r>
      <w:r>
        <w:fldChar w:fldCharType="begin"/>
      </w:r>
      <w:r>
        <w:instrText xml:space="preserve"> REF sec_SystemQueryOptioncompute \r \h </w:instrText>
      </w:r>
      <w:r>
        <w:fldChar w:fldCharType="separate"/>
      </w:r>
      <w:r>
        <w:t>11.2.5.3</w:t>
      </w:r>
      <w:r>
        <w:fldChar w:fldCharType="end"/>
      </w:r>
      <w:r>
        <w:t>)</w:t>
      </w:r>
    </w:p>
    <w:bookmarkStart w:id="1131" w:name="_Toc477876738"/>
    <w:bookmarkStart w:id="1132" w:name="sec_OData401ServiceConformanceLevels"/>
    <w:p w14:paraId="7751E5DE" w14:textId="77777777" w:rsidR="00752DAA" w:rsidRDefault="00752DAA" w:rsidP="006C1EBF">
      <w:pPr>
        <w:pStyle w:val="Heading2"/>
        <w:numPr>
          <w:ilvl w:val="1"/>
          <w:numId w:val="2"/>
        </w:numPr>
        <w:tabs>
          <w:tab w:val="left" w:pos="567"/>
        </w:tabs>
      </w:pPr>
      <w:r>
        <w:fldChar w:fldCharType="begin"/>
      </w:r>
      <w:r>
        <w:instrText xml:space="preserve"> HYPERLINK  \l "sec_OData401ServiceConformanceLevels" </w:instrText>
      </w:r>
      <w:r>
        <w:fldChar w:fldCharType="separate"/>
      </w:r>
      <w:bookmarkStart w:id="1133" w:name="_Toc494885156"/>
      <w:bookmarkStart w:id="1134" w:name="_Toc494356903"/>
      <w:r w:rsidRPr="004A50BC">
        <w:rPr>
          <w:rStyle w:val="Hyperlink"/>
        </w:rPr>
        <w:t>OData 4.01 Service Conformance Levels</w:t>
      </w:r>
      <w:bookmarkEnd w:id="1131"/>
      <w:bookmarkEnd w:id="1132"/>
      <w:bookmarkEnd w:id="1133"/>
      <w:bookmarkEnd w:id="1134"/>
      <w:r>
        <w:fldChar w:fldCharType="end"/>
      </w:r>
    </w:p>
    <w:p w14:paraId="1BEC6059" w14:textId="77777777" w:rsidR="00752DAA" w:rsidRPr="0069658F" w:rsidRDefault="00752DAA" w:rsidP="00752DAA">
      <w:r>
        <w:t xml:space="preserve">OData services can report conformance to the OData 4.01 specification by including </w:t>
      </w:r>
      <w:r>
        <w:rPr>
          <w:rStyle w:val="Datatype"/>
        </w:rPr>
        <w:t>4.01</w:t>
      </w:r>
      <w:r>
        <w:t xml:space="preserve"> in the list of supported protocol versions in the </w:t>
      </w:r>
      <w:r w:rsidRPr="004875B7">
        <w:rPr>
          <w:rStyle w:val="Keyword"/>
        </w:rPr>
        <w:t>Core.ODataVersions</w:t>
      </w:r>
      <w:r>
        <w:t xml:space="preserve"> annotation, as defined in </w:t>
      </w:r>
      <w:hyperlink w:anchor="VocCore" w:history="1">
        <w:r w:rsidRPr="00CF5569">
          <w:rPr>
            <w:rStyle w:val="Hyperlink"/>
            <w:b/>
          </w:rPr>
          <w:t>[OData-VocCore]</w:t>
        </w:r>
      </w:hyperlink>
      <w:r>
        <w:t xml:space="preserve">. As all OData 4.01 compliant services must also be fully OData 4.0 compliant, OData 4.01 services do not need to separately list </w:t>
      </w:r>
      <w:r>
        <w:rPr>
          <w:rStyle w:val="Datatype"/>
        </w:rPr>
        <w:t>4.0</w:t>
      </w:r>
      <w:r>
        <w:t xml:space="preserve"> as a supported version.</w:t>
      </w:r>
    </w:p>
    <w:bookmarkStart w:id="1135" w:name="_OData_4.1_Minimal"/>
    <w:bookmarkStart w:id="1136" w:name="_Toc477876739"/>
    <w:bookmarkStart w:id="1137" w:name="sec_OData401MinimalConformanceLevel"/>
    <w:bookmarkEnd w:id="1135"/>
    <w:p w14:paraId="563902FC" w14:textId="77777777" w:rsidR="00752DAA" w:rsidRDefault="00752DAA" w:rsidP="006C1EBF">
      <w:pPr>
        <w:pStyle w:val="Heading3"/>
        <w:numPr>
          <w:ilvl w:val="2"/>
          <w:numId w:val="2"/>
        </w:numPr>
        <w:tabs>
          <w:tab w:val="left" w:pos="567"/>
        </w:tabs>
      </w:pPr>
      <w:r>
        <w:fldChar w:fldCharType="begin"/>
      </w:r>
      <w:r>
        <w:instrText xml:space="preserve"> HYPERLINK  \l "sec_OData401MinimalConformanceLevel" </w:instrText>
      </w:r>
      <w:r>
        <w:fldChar w:fldCharType="separate"/>
      </w:r>
      <w:bookmarkStart w:id="1138" w:name="_Toc494885157"/>
      <w:bookmarkStart w:id="1139" w:name="_Toc494356904"/>
      <w:r w:rsidRPr="004A50BC">
        <w:rPr>
          <w:rStyle w:val="Hyperlink"/>
        </w:rPr>
        <w:t>OData 4.01 Minimal Conformance Level</w:t>
      </w:r>
      <w:bookmarkEnd w:id="1136"/>
      <w:bookmarkEnd w:id="1137"/>
      <w:bookmarkEnd w:id="1138"/>
      <w:bookmarkEnd w:id="1139"/>
      <w:r>
        <w:fldChar w:fldCharType="end"/>
      </w:r>
    </w:p>
    <w:p w14:paraId="6434506A" w14:textId="77777777" w:rsidR="00752DAA" w:rsidRDefault="00752DAA" w:rsidP="00752DAA">
      <w:pPr>
        <w:spacing w:after="0"/>
      </w:pPr>
      <w:r>
        <w:t xml:space="preserve">In order to conform to the </w:t>
      </w:r>
      <w:r w:rsidRPr="00E60B72">
        <w:t xml:space="preserve">OData </w:t>
      </w:r>
      <w:r>
        <w:t>4.01 Minimal Conformance Level, a service:</w:t>
      </w:r>
    </w:p>
    <w:p w14:paraId="45FDEEAA" w14:textId="77777777" w:rsidR="00752DAA" w:rsidRPr="00D074B4" w:rsidRDefault="00752DAA" w:rsidP="006C1EBF">
      <w:pPr>
        <w:pStyle w:val="ListParagraph"/>
        <w:numPr>
          <w:ilvl w:val="0"/>
          <w:numId w:val="25"/>
        </w:numPr>
        <w:spacing w:before="20" w:after="0"/>
        <w:contextualSpacing w:val="0"/>
        <w:rPr>
          <w:rStyle w:val="Hyperlink"/>
          <w:color w:val="auto"/>
        </w:rPr>
      </w:pPr>
      <w:r>
        <w:lastRenderedPageBreak/>
        <w:t xml:space="preserve">MUST conform to the </w:t>
      </w:r>
      <w:hyperlink w:anchor="sec_OData40MinimalConformanceLevel" w:history="1">
        <w:r>
          <w:rPr>
            <w:rStyle w:val="Hyperlink"/>
          </w:rPr>
          <w:t>OData 4.0 Minimal Conformance Level</w:t>
        </w:r>
      </w:hyperlink>
    </w:p>
    <w:p w14:paraId="39B9C8C6" w14:textId="77777777" w:rsidR="00752DAA" w:rsidRDefault="00752DAA" w:rsidP="006C1EBF">
      <w:pPr>
        <w:pStyle w:val="ListParagraph"/>
        <w:numPr>
          <w:ilvl w:val="0"/>
          <w:numId w:val="25"/>
        </w:numPr>
        <w:spacing w:before="20" w:after="0"/>
        <w:contextualSpacing w:val="0"/>
      </w:pPr>
      <w:r>
        <w:t xml:space="preserve">MUST be compliant with version 4.01 of the </w:t>
      </w:r>
      <w:hyperlink w:anchor="ODataJSONRef" w:history="1">
        <w:r w:rsidRPr="004A525C">
          <w:rPr>
            <w:rStyle w:val="Hyperlink"/>
            <w:b/>
          </w:rPr>
          <w:t>[OData-JSON]</w:t>
        </w:r>
      </w:hyperlink>
      <w:r>
        <w:t xml:space="preserve">  format</w:t>
      </w:r>
    </w:p>
    <w:p w14:paraId="275825AE" w14:textId="77777777" w:rsidR="00752DAA" w:rsidRDefault="00752DAA" w:rsidP="006C1EBF">
      <w:pPr>
        <w:pStyle w:val="ListParagraph"/>
        <w:numPr>
          <w:ilvl w:val="0"/>
          <w:numId w:val="25"/>
        </w:numPr>
      </w:pPr>
      <w:bookmarkStart w:id="1140" w:name="_OData_4.1_Intermediate"/>
      <w:bookmarkEnd w:id="1140"/>
      <w:r>
        <w:t xml:space="preserve">MUST return the </w:t>
      </w:r>
      <w:hyperlink w:anchor="sec_HeaderAsyncResult" w:history="1">
        <w:r w:rsidRPr="004312CB">
          <w:rPr>
            <w:rStyle w:val="Hyperlink"/>
            <w:rFonts w:ascii="Courier New" w:hAnsi="Courier New" w:cs="Courier New"/>
          </w:rPr>
          <w:t>AsyncResult</w:t>
        </w:r>
      </w:hyperlink>
      <w:r>
        <w:t xml:space="preserve"> result header in the final response to an asynchronous request if asynchronous operations are supported.</w:t>
      </w:r>
    </w:p>
    <w:p w14:paraId="7BAA3E34" w14:textId="77777777" w:rsidR="00752DAA" w:rsidRDefault="00752DAA" w:rsidP="006C1EBF">
      <w:pPr>
        <w:pStyle w:val="ListParagraph"/>
        <w:numPr>
          <w:ilvl w:val="0"/>
          <w:numId w:val="25"/>
        </w:numPr>
      </w:pPr>
      <w:r>
        <w:t>MUST support both prefixed and non-prefixed variants of supported headers and preference values</w:t>
      </w:r>
    </w:p>
    <w:p w14:paraId="4D21415C" w14:textId="77777777" w:rsidR="00752DAA" w:rsidRDefault="00752DAA" w:rsidP="006C1EBF">
      <w:pPr>
        <w:pStyle w:val="ListParagraph"/>
        <w:numPr>
          <w:ilvl w:val="0"/>
          <w:numId w:val="25"/>
        </w:numPr>
      </w:pPr>
      <w:r>
        <w:t xml:space="preserve">MUST reject a request with an incompatible </w:t>
      </w:r>
      <w:hyperlink w:anchor="sec_SystemQueryOptionschemaVersion" w:history="1">
        <w:r>
          <w:rPr>
            <w:rStyle w:val="Keyword"/>
          </w:rPr>
          <w:t>$s</w:t>
        </w:r>
        <w:r w:rsidRPr="004875B7">
          <w:rPr>
            <w:rStyle w:val="Keyword"/>
          </w:rPr>
          <w:t>chema</w:t>
        </w:r>
        <w:r>
          <w:rPr>
            <w:rStyle w:val="Keyword"/>
          </w:rPr>
          <w:t>v</w:t>
        </w:r>
        <w:r w:rsidRPr="004875B7">
          <w:rPr>
            <w:rStyle w:val="Keyword"/>
          </w:rPr>
          <w:t>ersion</w:t>
        </w:r>
      </w:hyperlink>
      <w:r>
        <w:t xml:space="preserve"> system query option if a </w:t>
      </w:r>
      <w:r w:rsidRPr="00497E9F">
        <w:rPr>
          <w:rStyle w:val="Datatype"/>
        </w:rPr>
        <w:t>Core.</w:t>
      </w:r>
      <w:r w:rsidRPr="004875B7">
        <w:rPr>
          <w:rStyle w:val="Keyword"/>
        </w:rPr>
        <w:t>SchemaVersion</w:t>
      </w:r>
      <w:r>
        <w:t xml:space="preserve"> annotation is returned in </w:t>
      </w:r>
      <w:r w:rsidRPr="004875B7">
        <w:rPr>
          <w:rStyle w:val="Keyword"/>
        </w:rPr>
        <w:t>$metadata</w:t>
      </w:r>
    </w:p>
    <w:p w14:paraId="0FD532A1" w14:textId="77777777" w:rsidR="00752DAA" w:rsidRDefault="00752DAA" w:rsidP="006C1EBF">
      <w:pPr>
        <w:pStyle w:val="ListParagraph"/>
        <w:numPr>
          <w:ilvl w:val="0"/>
          <w:numId w:val="25"/>
        </w:numPr>
      </w:pPr>
      <w:r>
        <w:t xml:space="preserve">MUST support specifying supported system query options with or without the </w:t>
      </w:r>
      <w:r w:rsidRPr="00E24EC1">
        <w:rPr>
          <w:rStyle w:val="Datatype"/>
        </w:rPr>
        <w:t>$</w:t>
      </w:r>
      <w:r>
        <w:t xml:space="preserve"> prefix </w:t>
      </w:r>
    </w:p>
    <w:p w14:paraId="0103F38E" w14:textId="77777777" w:rsidR="00752DAA" w:rsidRDefault="00752DAA" w:rsidP="006C1EBF">
      <w:pPr>
        <w:pStyle w:val="ListParagraph"/>
        <w:numPr>
          <w:ilvl w:val="0"/>
          <w:numId w:val="25"/>
        </w:numPr>
      </w:pPr>
      <w:r>
        <w:t>MUST support case-insensitive query option, operator, and canonical function names</w:t>
      </w:r>
    </w:p>
    <w:p w14:paraId="0FA33062" w14:textId="77777777" w:rsidR="00752DAA" w:rsidRDefault="00752DAA" w:rsidP="006C1EBF">
      <w:pPr>
        <w:pStyle w:val="ListParagraph"/>
        <w:numPr>
          <w:ilvl w:val="0"/>
          <w:numId w:val="25"/>
        </w:numPr>
      </w:pPr>
      <w:r>
        <w:t xml:space="preserve">MUST support both 4.0 and 4.01 syntax in URLs for supported functionality regardless of requested </w:t>
      </w:r>
      <w:hyperlink w:anchor="sec_HeaderODataMaxVersion" w:history="1">
        <w:r>
          <w:rPr>
            <w:rStyle w:val="Hyperlink"/>
            <w:rFonts w:ascii="Courier New" w:hAnsi="Courier New" w:cs="Courier New"/>
          </w:rPr>
          <w:t>OData-MaxVersion</w:t>
        </w:r>
      </w:hyperlink>
    </w:p>
    <w:p w14:paraId="0283D003" w14:textId="77777777" w:rsidR="00752DAA" w:rsidRDefault="00752DAA" w:rsidP="006C1EBF">
      <w:pPr>
        <w:pStyle w:val="ListParagraph"/>
        <w:numPr>
          <w:ilvl w:val="0"/>
          <w:numId w:val="28"/>
        </w:numPr>
      </w:pPr>
      <w:r>
        <w:t>MUST support casting strings to primitive types in URLs</w:t>
      </w:r>
    </w:p>
    <w:p w14:paraId="15CFA8BF" w14:textId="77777777" w:rsidR="00752DAA" w:rsidRDefault="00752DAA" w:rsidP="006C1EBF">
      <w:pPr>
        <w:pStyle w:val="ListParagraph"/>
        <w:numPr>
          <w:ilvl w:val="0"/>
          <w:numId w:val="28"/>
        </w:numPr>
      </w:pPr>
      <w:r>
        <w:t>MUST support enumeration and duration literals in URLs with or without the type prefix</w:t>
      </w:r>
    </w:p>
    <w:p w14:paraId="5A895236" w14:textId="77777777" w:rsidR="00752DAA" w:rsidRDefault="00752DAA" w:rsidP="006C1EBF">
      <w:pPr>
        <w:pStyle w:val="ListParagraph"/>
        <w:numPr>
          <w:ilvl w:val="0"/>
          <w:numId w:val="28"/>
        </w:numPr>
      </w:pPr>
      <w:r>
        <w:t xml:space="preserve">MUST support invoking parameterless function imports with or without parens </w:t>
      </w:r>
    </w:p>
    <w:p w14:paraId="6123B7E5" w14:textId="77777777" w:rsidR="00752DAA" w:rsidRDefault="00752DAA" w:rsidP="006C1EBF">
      <w:pPr>
        <w:pStyle w:val="ListParagraph"/>
        <w:numPr>
          <w:ilvl w:val="0"/>
          <w:numId w:val="28"/>
        </w:numPr>
      </w:pPr>
      <w:r>
        <w:t xml:space="preserve">MUST support an empty object or no-content for the request body when invoking an action with no non-binding parameters </w:t>
      </w:r>
    </w:p>
    <w:p w14:paraId="3252BF48" w14:textId="77777777" w:rsidR="00752DAA" w:rsidRDefault="00752DAA" w:rsidP="006C1EBF">
      <w:pPr>
        <w:pStyle w:val="ListParagraph"/>
        <w:numPr>
          <w:ilvl w:val="0"/>
          <w:numId w:val="28"/>
        </w:numPr>
      </w:pPr>
      <w:r>
        <w:t xml:space="preserve">MUST support invoking functions and actions in a </w:t>
      </w:r>
      <w:hyperlink w:anchor="sec_DefaultNamespaces" w:history="1">
        <w:r w:rsidRPr="00B532B6">
          <w:rPr>
            <w:rStyle w:val="Hyperlink"/>
          </w:rPr>
          <w:t>default namespace</w:t>
        </w:r>
      </w:hyperlink>
      <w:r>
        <w:t xml:space="preserve"> with or without namespace qualification </w:t>
      </w:r>
    </w:p>
    <w:p w14:paraId="2B8106FF" w14:textId="77777777" w:rsidR="00752DAA" w:rsidRDefault="00752DAA" w:rsidP="006C1EBF">
      <w:pPr>
        <w:pStyle w:val="ListParagraph"/>
        <w:numPr>
          <w:ilvl w:val="0"/>
          <w:numId w:val="28"/>
        </w:numPr>
      </w:pPr>
      <w:r>
        <w:t xml:space="preserve">MUST support parameter aliases for key values and function parameter values if they allow the octets </w:t>
      </w:r>
      <w:r w:rsidRPr="00DC30E9">
        <w:rPr>
          <w:rStyle w:val="Datatype"/>
        </w:rPr>
        <w:t>00</w:t>
      </w:r>
      <w:r>
        <w:t xml:space="preserve"> (NUL), </w:t>
      </w:r>
      <w:r w:rsidRPr="00DC30E9">
        <w:rPr>
          <w:rStyle w:val="Datatype"/>
        </w:rPr>
        <w:t>2F</w:t>
      </w:r>
      <w:r>
        <w:t xml:space="preserve"> (forward slash), or </w:t>
      </w:r>
      <w:r w:rsidRPr="00DC30E9">
        <w:rPr>
          <w:rStyle w:val="Datatype"/>
        </w:rPr>
        <w:t>5C</w:t>
      </w:r>
      <w:r>
        <w:t xml:space="preserve"> (backslash) in string literals</w:t>
      </w:r>
    </w:p>
    <w:p w14:paraId="0FF63650" w14:textId="77777777" w:rsidR="00752DAA" w:rsidRDefault="00752DAA" w:rsidP="006C1EBF">
      <w:pPr>
        <w:pStyle w:val="ListParagraph"/>
        <w:numPr>
          <w:ilvl w:val="0"/>
          <w:numId w:val="25"/>
        </w:numPr>
      </w:pPr>
      <w:r>
        <w:t>For other new features in 4.01 URL syntax</w:t>
      </w:r>
    </w:p>
    <w:p w14:paraId="738E4E16" w14:textId="77777777" w:rsidR="00752DAA" w:rsidRDefault="00752DAA" w:rsidP="006C1EBF">
      <w:pPr>
        <w:pStyle w:val="ListParagraph"/>
        <w:numPr>
          <w:ilvl w:val="0"/>
          <w:numId w:val="28"/>
        </w:numPr>
      </w:pPr>
      <w:r>
        <w:t>SHOULD support implicit aliasing of parameters</w:t>
      </w:r>
    </w:p>
    <w:p w14:paraId="35569695" w14:textId="77777777" w:rsidR="00752DAA" w:rsidRDefault="00752DAA" w:rsidP="006C1EBF">
      <w:pPr>
        <w:pStyle w:val="ListParagraph"/>
        <w:numPr>
          <w:ilvl w:val="0"/>
          <w:numId w:val="28"/>
        </w:numPr>
      </w:pPr>
      <w:r>
        <w:t xml:space="preserve">SHOULD support </w:t>
      </w:r>
      <w:r w:rsidRPr="004875B7">
        <w:rPr>
          <w:rStyle w:val="Keyword"/>
        </w:rPr>
        <w:t>eq/ne null</w:t>
      </w:r>
      <w:r>
        <w:t xml:space="preserve"> comparison for navigation properties with a maximum cardinality of one </w:t>
      </w:r>
    </w:p>
    <w:p w14:paraId="55DB9DE1" w14:textId="77777777" w:rsidR="00752DAA" w:rsidRDefault="00752DAA" w:rsidP="006C1EBF">
      <w:pPr>
        <w:pStyle w:val="ListParagraph"/>
        <w:numPr>
          <w:ilvl w:val="0"/>
          <w:numId w:val="28"/>
        </w:numPr>
      </w:pPr>
      <w:r>
        <w:t xml:space="preserve">SHOULD support the </w:t>
      </w:r>
      <w:hyperlink w:anchor="sec_BuiltinFilterOperations" w:history="1">
        <w:r w:rsidRPr="00AC3F75">
          <w:rPr>
            <w:rStyle w:val="Hyperlink"/>
            <w:rFonts w:ascii="Courier New" w:hAnsi="Courier New"/>
          </w:rPr>
          <w:t>in</w:t>
        </w:r>
      </w:hyperlink>
      <w:r w:rsidRPr="005C084A">
        <w:rPr>
          <w:rStyle w:val="Datatype"/>
          <w:rFonts w:ascii="Arial" w:hAnsi="Arial" w:cs="Arial"/>
        </w:rPr>
        <w:t xml:space="preserve"> </w:t>
      </w:r>
      <w:r>
        <w:t xml:space="preserve">operator </w:t>
      </w:r>
    </w:p>
    <w:p w14:paraId="6544B314" w14:textId="77777777" w:rsidR="00752DAA" w:rsidRDefault="00752DAA" w:rsidP="006C1EBF">
      <w:pPr>
        <w:pStyle w:val="ListParagraph"/>
        <w:numPr>
          <w:ilvl w:val="0"/>
          <w:numId w:val="28"/>
        </w:numPr>
      </w:pPr>
      <w:r>
        <w:t xml:space="preserve">SHOULD support </w:t>
      </w:r>
      <w:r w:rsidRPr="004875B7">
        <w:rPr>
          <w:rStyle w:val="Keyword"/>
        </w:rPr>
        <w:t>divby</w:t>
      </w:r>
    </w:p>
    <w:p w14:paraId="1796E727" w14:textId="77777777" w:rsidR="00752DAA" w:rsidRDefault="00752DAA" w:rsidP="006C1EBF">
      <w:pPr>
        <w:pStyle w:val="ListParagraph"/>
        <w:numPr>
          <w:ilvl w:val="0"/>
          <w:numId w:val="28"/>
        </w:numPr>
      </w:pPr>
      <w:r>
        <w:t xml:space="preserve">SHOULD support negative indexes for the substring function </w:t>
      </w:r>
    </w:p>
    <w:p w14:paraId="132E7154" w14:textId="77777777" w:rsidR="00752DAA" w:rsidRDefault="00752DAA" w:rsidP="006C1EBF">
      <w:pPr>
        <w:pStyle w:val="ListParagraph"/>
        <w:numPr>
          <w:ilvl w:val="0"/>
          <w:numId w:val="28"/>
        </w:numPr>
      </w:pPr>
      <w:r>
        <w:t>MAY support Key-As-Segment URL convention</w:t>
      </w:r>
    </w:p>
    <w:p w14:paraId="77BE52CB" w14:textId="77777777" w:rsidR="00752DAA" w:rsidRDefault="00752DAA" w:rsidP="006C1EBF">
      <w:pPr>
        <w:pStyle w:val="ListParagraph"/>
        <w:numPr>
          <w:ilvl w:val="1"/>
          <w:numId w:val="28"/>
        </w:numPr>
      </w:pPr>
      <w:r>
        <w:t xml:space="preserve">MUST also support </w:t>
      </w:r>
      <w:r w:rsidRPr="00723335">
        <w:t>canonical URL conventions</w:t>
      </w:r>
      <w:r>
        <w:t xml:space="preserve"> (described in </w:t>
      </w:r>
      <w:hyperlink w:anchor="ODataURLRef" w:history="1">
        <w:r w:rsidRPr="005E626C">
          <w:rPr>
            <w:rStyle w:val="Hyperlink"/>
            <w:b/>
          </w:rPr>
          <w:t>[OData</w:t>
        </w:r>
        <w:r>
          <w:rPr>
            <w:rStyle w:val="Hyperlink"/>
            <w:b/>
          </w:rPr>
          <w:noBreakHyphen/>
        </w:r>
        <w:r w:rsidRPr="005E626C">
          <w:rPr>
            <w:rStyle w:val="Hyperlink"/>
            <w:b/>
          </w:rPr>
          <w:t>URL]</w:t>
        </w:r>
      </w:hyperlink>
      <w:r>
        <w:t>) or include URLs in payload</w:t>
      </w:r>
    </w:p>
    <w:p w14:paraId="5B7B2730" w14:textId="77777777" w:rsidR="00752DAA" w:rsidRDefault="00752DAA" w:rsidP="006C1EBF">
      <w:pPr>
        <w:pStyle w:val="ListParagraph"/>
        <w:numPr>
          <w:ilvl w:val="0"/>
          <w:numId w:val="28"/>
        </w:numPr>
      </w:pPr>
      <w:r>
        <w:t xml:space="preserve">MAY support the count of a filtered collection in a common expression </w:t>
      </w:r>
    </w:p>
    <w:p w14:paraId="1E9B3694" w14:textId="77777777" w:rsidR="00752DAA" w:rsidRDefault="00752DAA" w:rsidP="006C1EBF">
      <w:pPr>
        <w:pStyle w:val="ListParagraph"/>
        <w:numPr>
          <w:ilvl w:val="0"/>
          <w:numId w:val="28"/>
        </w:numPr>
      </w:pPr>
      <w:r>
        <w:t>MAY support equal and non-equal structural comparison</w:t>
      </w:r>
    </w:p>
    <w:p w14:paraId="438992F3" w14:textId="77777777" w:rsidR="00752DAA" w:rsidRDefault="00752DAA" w:rsidP="006C1EBF">
      <w:pPr>
        <w:pStyle w:val="ListParagraph"/>
        <w:numPr>
          <w:ilvl w:val="0"/>
          <w:numId w:val="25"/>
        </w:numPr>
        <w:spacing w:before="20" w:after="0"/>
        <w:contextualSpacing w:val="0"/>
      </w:pPr>
      <w:r>
        <w:t xml:space="preserve">SHOULD publish metadata at </w:t>
      </w:r>
      <w:r w:rsidRPr="002D4EEA">
        <w:rPr>
          <w:rStyle w:val="Datatype"/>
        </w:rPr>
        <w:t>$metadata</w:t>
      </w:r>
      <w:r>
        <w:t xml:space="preserve"> according to both </w:t>
      </w:r>
      <w:hyperlink w:anchor="ODataCSDLXMLRef" w:history="1">
        <w:hyperlink w:anchor="ODataCSDLXMLRef" w:history="1">
          <w:r w:rsidRPr="00DF7F4B">
            <w:rPr>
              <w:rStyle w:val="Hyperlink"/>
              <w:b/>
            </w:rPr>
            <w:t>[OData-CSDL</w:t>
          </w:r>
          <w:r>
            <w:rPr>
              <w:rStyle w:val="Hyperlink"/>
              <w:b/>
            </w:rPr>
            <w:t>XML</w:t>
          </w:r>
          <w:r w:rsidRPr="00DF7F4B">
            <w:rPr>
              <w:rStyle w:val="Hyperlink"/>
              <w:b/>
            </w:rPr>
            <w:t>]</w:t>
          </w:r>
        </w:hyperlink>
      </w:hyperlink>
      <w:r>
        <w:t xml:space="preserve"> and </w:t>
      </w:r>
      <w:hyperlink w:anchor="ODataCSDLJSONRef" w:history="1">
        <w:r w:rsidRPr="000A5AD1">
          <w:rPr>
            <w:rStyle w:val="Hyperlink"/>
            <w:b/>
          </w:rPr>
          <w:t>[OData-CSDLJSON]</w:t>
        </w:r>
      </w:hyperlink>
      <w:r>
        <w:t xml:space="preserve"> (section </w:t>
      </w:r>
      <w:r>
        <w:fldChar w:fldCharType="begin"/>
      </w:r>
      <w:r>
        <w:instrText xml:space="preserve"> REF sec_MetadataDocumentRequest \r \h </w:instrText>
      </w:r>
      <w:r>
        <w:fldChar w:fldCharType="separate"/>
      </w:r>
      <w:r>
        <w:t>11.1.2</w:t>
      </w:r>
      <w:r>
        <w:fldChar w:fldCharType="end"/>
      </w:r>
      <w:r>
        <w:t>)</w:t>
      </w:r>
    </w:p>
    <w:p w14:paraId="0FD73D30" w14:textId="77777777" w:rsidR="00752DAA" w:rsidRDefault="00752DAA" w:rsidP="006C1EBF">
      <w:pPr>
        <w:pStyle w:val="ListParagraph"/>
        <w:numPr>
          <w:ilvl w:val="0"/>
          <w:numId w:val="25"/>
        </w:numPr>
      </w:pPr>
      <w:r>
        <w:t xml:space="preserve">SHOULD return the </w:t>
      </w:r>
      <w:r w:rsidRPr="004875B7">
        <w:rPr>
          <w:rStyle w:val="Keyword"/>
        </w:rPr>
        <w:t>Core</w:t>
      </w:r>
      <w:r>
        <w:rPr>
          <w:rStyle w:val="Keyword"/>
        </w:rPr>
        <w:t>.</w:t>
      </w:r>
      <w:r w:rsidRPr="004875B7">
        <w:rPr>
          <w:rStyle w:val="Keyword"/>
        </w:rPr>
        <w:t>ODataVersions</w:t>
      </w:r>
      <w:r>
        <w:t xml:space="preserve"> annotation</w:t>
      </w:r>
    </w:p>
    <w:p w14:paraId="4F5303CC" w14:textId="77777777" w:rsidR="00752DAA" w:rsidRDefault="00752DAA" w:rsidP="006C1EBF">
      <w:pPr>
        <w:pStyle w:val="ListParagraph"/>
        <w:numPr>
          <w:ilvl w:val="0"/>
          <w:numId w:val="25"/>
        </w:numPr>
      </w:pPr>
      <w:r>
        <w:t>SHOULD report capabilities through the Capabilities vocabulary</w:t>
      </w:r>
    </w:p>
    <w:p w14:paraId="3EC58D24" w14:textId="77777777" w:rsidR="00752DAA" w:rsidRDefault="00752DAA" w:rsidP="006C1EBF">
      <w:pPr>
        <w:pStyle w:val="ListParagraph"/>
        <w:numPr>
          <w:ilvl w:val="0"/>
          <w:numId w:val="25"/>
        </w:numPr>
      </w:pPr>
      <w:r>
        <w:t>MAY support filtering on annotation values</w:t>
      </w:r>
    </w:p>
    <w:p w14:paraId="3BC4645D" w14:textId="77777777" w:rsidR="00752DAA" w:rsidRDefault="00752DAA" w:rsidP="006C1EBF">
      <w:pPr>
        <w:pStyle w:val="ListParagraph"/>
        <w:numPr>
          <w:ilvl w:val="0"/>
          <w:numId w:val="25"/>
        </w:numPr>
        <w:spacing w:before="20" w:after="0"/>
      </w:pPr>
      <w:r>
        <w:t xml:space="preserve">MAY support </w:t>
      </w:r>
      <w:r w:rsidRPr="00A44EDD">
        <w:rPr>
          <w:rFonts w:ascii="Courier New" w:hAnsi="Courier New" w:cs="Courier New"/>
        </w:rPr>
        <w:t>$</w:t>
      </w:r>
      <w:r>
        <w:rPr>
          <w:rFonts w:ascii="Courier New" w:hAnsi="Courier New" w:cs="Courier New"/>
        </w:rPr>
        <w:t>compute</w:t>
      </w:r>
      <w:r>
        <w:t xml:space="preserve"> system query option</w:t>
      </w:r>
    </w:p>
    <w:p w14:paraId="784B05CB" w14:textId="77777777" w:rsidR="00752DAA" w:rsidRDefault="00752DAA" w:rsidP="006C1EBF">
      <w:pPr>
        <w:pStyle w:val="ListParagraph"/>
        <w:numPr>
          <w:ilvl w:val="0"/>
          <w:numId w:val="25"/>
        </w:numPr>
      </w:pPr>
      <w:r>
        <w:t xml:space="preserve">MAY support </w:t>
      </w:r>
      <w:r w:rsidRPr="004875B7">
        <w:rPr>
          <w:rStyle w:val="Keyword"/>
        </w:rPr>
        <w:t>$search</w:t>
      </w:r>
      <w:r>
        <w:t xml:space="preserve"> for all collections </w:t>
      </w:r>
    </w:p>
    <w:p w14:paraId="712A3DEB" w14:textId="77777777" w:rsidR="00752DAA" w:rsidRDefault="00752DAA" w:rsidP="006C1EBF">
      <w:pPr>
        <w:pStyle w:val="ListParagraph"/>
        <w:numPr>
          <w:ilvl w:val="0"/>
          <w:numId w:val="25"/>
        </w:numPr>
      </w:pPr>
      <w:r>
        <w:t xml:space="preserve">MAY support 4.01 behavior, including returning 4.01 content and payloads, if the client does not specify the </w:t>
      </w:r>
      <w:r w:rsidRPr="004875B7">
        <w:rPr>
          <w:rStyle w:val="Keyword"/>
        </w:rPr>
        <w:t>OData-MaxVersion:4.0</w:t>
      </w:r>
      <w:r>
        <w:t xml:space="preserve"> request header</w:t>
      </w:r>
    </w:p>
    <w:p w14:paraId="7C966644" w14:textId="77777777" w:rsidR="00752DAA" w:rsidRDefault="00752DAA" w:rsidP="00752DAA">
      <w:pPr>
        <w:pStyle w:val="ListParagraph"/>
      </w:pPr>
    </w:p>
    <w:p w14:paraId="30DE2F52" w14:textId="77777777" w:rsidR="00752DAA" w:rsidRDefault="00752DAA" w:rsidP="00752DAA">
      <w:pPr>
        <w:spacing w:after="0"/>
      </w:pPr>
      <w:r>
        <w:t xml:space="preserve">In addition, to be considered an </w:t>
      </w:r>
      <w:r w:rsidRPr="00AA31F6">
        <w:rPr>
          <w:i/>
        </w:rPr>
        <w:t xml:space="preserve">Updatable OData </w:t>
      </w:r>
      <w:r>
        <w:rPr>
          <w:i/>
        </w:rPr>
        <w:t xml:space="preserve">4.01 </w:t>
      </w:r>
      <w:r w:rsidRPr="00AA31F6">
        <w:rPr>
          <w:i/>
        </w:rPr>
        <w:t>Service</w:t>
      </w:r>
      <w:r>
        <w:t xml:space="preserve">, the service: </w:t>
      </w:r>
    </w:p>
    <w:p w14:paraId="56CA36ED" w14:textId="77777777" w:rsidR="00752DAA" w:rsidRDefault="00752DAA" w:rsidP="006C1EBF">
      <w:pPr>
        <w:pStyle w:val="ListParagraph"/>
        <w:numPr>
          <w:ilvl w:val="0"/>
          <w:numId w:val="25"/>
        </w:numPr>
        <w:spacing w:before="20" w:after="0"/>
        <w:contextualSpacing w:val="0"/>
      </w:pPr>
      <w:r>
        <w:t xml:space="preserve">MUST conform to the </w:t>
      </w:r>
      <w:hyperlink w:anchor="sec_OData40MinimalConformanceLevel" w:history="1">
        <w:r>
          <w:rPr>
            <w:rStyle w:val="Hyperlink"/>
          </w:rPr>
          <w:t>OData 4.0 Minimal Conformance Level</w:t>
        </w:r>
      </w:hyperlink>
      <w:r>
        <w:rPr>
          <w:rStyle w:val="Hyperlink"/>
        </w:rPr>
        <w:t xml:space="preserve"> </w:t>
      </w:r>
      <w:r>
        <w:t>for an Updateable service.</w:t>
      </w:r>
    </w:p>
    <w:p w14:paraId="26AA0FA5" w14:textId="77777777" w:rsidR="00752DAA" w:rsidRDefault="00752DAA" w:rsidP="006C1EBF">
      <w:pPr>
        <w:pStyle w:val="ListParagraph"/>
        <w:numPr>
          <w:ilvl w:val="0"/>
          <w:numId w:val="25"/>
        </w:numPr>
      </w:pPr>
      <w:r>
        <w:t xml:space="preserve">SHOULD support </w:t>
      </w:r>
      <w:r w:rsidRPr="004875B7">
        <w:rPr>
          <w:rStyle w:val="Keyword"/>
        </w:rPr>
        <w:t>PUT</w:t>
      </w:r>
      <w:r>
        <w:t xml:space="preserve"> against single entity with nested content</w:t>
      </w:r>
    </w:p>
    <w:p w14:paraId="6526F5D8" w14:textId="77777777" w:rsidR="00752DAA" w:rsidRDefault="00752DAA" w:rsidP="006C1EBF">
      <w:pPr>
        <w:pStyle w:val="ListParagraph"/>
        <w:numPr>
          <w:ilvl w:val="0"/>
          <w:numId w:val="25"/>
        </w:numPr>
      </w:pPr>
      <w:r>
        <w:t xml:space="preserve">SHOULD support deep update and deep insert operations </w:t>
      </w:r>
    </w:p>
    <w:p w14:paraId="22B2558F" w14:textId="77777777" w:rsidR="00752DAA" w:rsidRDefault="00752DAA" w:rsidP="006C1EBF">
      <w:pPr>
        <w:pStyle w:val="ListParagraph"/>
        <w:numPr>
          <w:ilvl w:val="0"/>
          <w:numId w:val="25"/>
        </w:numPr>
      </w:pPr>
      <w:r>
        <w:t xml:space="preserve">SHOULD support </w:t>
      </w:r>
      <w:r w:rsidRPr="004875B7">
        <w:rPr>
          <w:rStyle w:val="Keyword"/>
        </w:rPr>
        <w:t>PUT</w:t>
      </w:r>
      <w:r>
        <w:t xml:space="preserve"> or </w:t>
      </w:r>
      <w:r w:rsidRPr="004875B7">
        <w:rPr>
          <w:rStyle w:val="Keyword"/>
        </w:rPr>
        <w:t>DELETE</w:t>
      </w:r>
      <w:r>
        <w:t xml:space="preserve"> to </w:t>
      </w:r>
      <w:r w:rsidRPr="004875B7">
        <w:rPr>
          <w:rStyle w:val="Keyword"/>
        </w:rPr>
        <w:t>$ref</w:t>
      </w:r>
      <w:r>
        <w:t xml:space="preserve"> of a collection-valued nav prop</w:t>
      </w:r>
    </w:p>
    <w:p w14:paraId="2E890C9E" w14:textId="77777777" w:rsidR="00752DAA" w:rsidRDefault="00752DAA" w:rsidP="006C1EBF">
      <w:pPr>
        <w:pStyle w:val="ListParagraph"/>
        <w:numPr>
          <w:ilvl w:val="0"/>
          <w:numId w:val="25"/>
        </w:numPr>
      </w:pPr>
      <w:r>
        <w:t xml:space="preserve">MAY support </w:t>
      </w:r>
      <w:r w:rsidRPr="004875B7">
        <w:rPr>
          <w:rStyle w:val="Keyword"/>
        </w:rPr>
        <w:t>POST</w:t>
      </w:r>
      <w:r>
        <w:t xml:space="preserve"> to collections of complex/primitive types</w:t>
      </w:r>
    </w:p>
    <w:p w14:paraId="5AB5CFAE" w14:textId="77777777" w:rsidR="00752DAA" w:rsidRDefault="00752DAA" w:rsidP="006C1EBF">
      <w:pPr>
        <w:pStyle w:val="ListParagraph"/>
        <w:numPr>
          <w:ilvl w:val="0"/>
          <w:numId w:val="25"/>
        </w:numPr>
      </w:pPr>
      <w:r>
        <w:t xml:space="preserve">MAY support </w:t>
      </w:r>
      <w:r w:rsidRPr="004875B7">
        <w:rPr>
          <w:rStyle w:val="Keyword"/>
        </w:rPr>
        <w:t>PATCH</w:t>
      </w:r>
      <w:r>
        <w:t xml:space="preserve"> and </w:t>
      </w:r>
      <w:r w:rsidRPr="004875B7">
        <w:rPr>
          <w:rStyle w:val="Keyword"/>
        </w:rPr>
        <w:t>DELETE</w:t>
      </w:r>
      <w:r>
        <w:t xml:space="preserve"> to a collection </w:t>
      </w:r>
    </w:p>
    <w:p w14:paraId="0BED2E97" w14:textId="77777777" w:rsidR="00752DAA" w:rsidRDefault="00752DAA" w:rsidP="006C1EBF">
      <w:pPr>
        <w:pStyle w:val="ListParagraph"/>
        <w:numPr>
          <w:ilvl w:val="0"/>
          <w:numId w:val="25"/>
        </w:numPr>
      </w:pPr>
      <w:r>
        <w:t xml:space="preserve">MAY support </w:t>
      </w:r>
      <w:r w:rsidRPr="004875B7">
        <w:rPr>
          <w:rStyle w:val="Keyword"/>
        </w:rPr>
        <w:t>P</w:t>
      </w:r>
      <w:r>
        <w:rPr>
          <w:rStyle w:val="Keyword"/>
        </w:rPr>
        <w:t>OST</w:t>
      </w:r>
      <w:r>
        <w:t xml:space="preserve">, </w:t>
      </w:r>
      <w:r>
        <w:rPr>
          <w:rStyle w:val="Keyword"/>
        </w:rPr>
        <w:t>P</w:t>
      </w:r>
      <w:r w:rsidRPr="004875B7">
        <w:rPr>
          <w:rStyle w:val="Keyword"/>
        </w:rPr>
        <w:t>ATCH</w:t>
      </w:r>
      <w:r>
        <w:t xml:space="preserve"> and </w:t>
      </w:r>
      <w:r w:rsidRPr="004875B7">
        <w:rPr>
          <w:rStyle w:val="Keyword"/>
        </w:rPr>
        <w:t>DELETE</w:t>
      </w:r>
      <w:r>
        <w:t xml:space="preserve"> to a collection URL terminating in a type cast segment</w:t>
      </w:r>
    </w:p>
    <w:p w14:paraId="25210B4F" w14:textId="77777777" w:rsidR="00752DAA" w:rsidRDefault="00752DAA" w:rsidP="006C1EBF">
      <w:pPr>
        <w:pStyle w:val="ListParagraph"/>
        <w:numPr>
          <w:ilvl w:val="0"/>
          <w:numId w:val="25"/>
        </w:numPr>
      </w:pPr>
      <w:r>
        <w:t xml:space="preserve">MAY support </w:t>
      </w:r>
      <w:r w:rsidRPr="004875B7">
        <w:rPr>
          <w:rStyle w:val="Keyword"/>
        </w:rPr>
        <w:t>PATCH</w:t>
      </w:r>
      <w:r>
        <w:t xml:space="preserve"> to entity sets using the 4.01 delta payload format</w:t>
      </w:r>
    </w:p>
    <w:p w14:paraId="7FBB8EDE" w14:textId="77777777" w:rsidR="00752DAA" w:rsidRDefault="00752DAA" w:rsidP="006C1EBF">
      <w:pPr>
        <w:pStyle w:val="ListParagraph"/>
        <w:numPr>
          <w:ilvl w:val="0"/>
          <w:numId w:val="25"/>
        </w:numPr>
      </w:pPr>
      <w:r>
        <w:t xml:space="preserve">MAY support </w:t>
      </w:r>
      <w:r w:rsidRPr="004875B7">
        <w:rPr>
          <w:rStyle w:val="Keyword"/>
        </w:rPr>
        <w:t>$</w:t>
      </w:r>
      <w:r>
        <w:rPr>
          <w:rStyle w:val="Keyword"/>
        </w:rPr>
        <w:t>select</w:t>
      </w:r>
      <w:r>
        <w:t xml:space="preserve"> and </w:t>
      </w:r>
      <w:r w:rsidRPr="004875B7">
        <w:rPr>
          <w:rStyle w:val="Keyword"/>
        </w:rPr>
        <w:t>$</w:t>
      </w:r>
      <w:r>
        <w:rPr>
          <w:rStyle w:val="Keyword"/>
        </w:rPr>
        <w:t>expand</w:t>
      </w:r>
      <w:r>
        <w:t xml:space="preserve"> on data modification requests</w:t>
      </w:r>
    </w:p>
    <w:bookmarkStart w:id="1141" w:name="_Toc477876740"/>
    <w:bookmarkStart w:id="1142" w:name="sec_OData401IntermediateConformanceLevel"/>
    <w:p w14:paraId="5964CB31" w14:textId="77777777" w:rsidR="00752DAA" w:rsidRDefault="00752DAA" w:rsidP="006C1EBF">
      <w:pPr>
        <w:pStyle w:val="Heading3"/>
        <w:numPr>
          <w:ilvl w:val="2"/>
          <w:numId w:val="2"/>
        </w:numPr>
        <w:tabs>
          <w:tab w:val="left" w:pos="567"/>
        </w:tabs>
      </w:pPr>
      <w:r>
        <w:lastRenderedPageBreak/>
        <w:fldChar w:fldCharType="begin"/>
      </w:r>
      <w:r>
        <w:instrText xml:space="preserve"> HYPERLINK  \l "sec_OData401IntermediateConformanceLevel" </w:instrText>
      </w:r>
      <w:r>
        <w:fldChar w:fldCharType="separate"/>
      </w:r>
      <w:bookmarkStart w:id="1143" w:name="_Toc494885158"/>
      <w:bookmarkStart w:id="1144" w:name="_Toc494356905"/>
      <w:r w:rsidRPr="004A50BC">
        <w:rPr>
          <w:rStyle w:val="Hyperlink"/>
        </w:rPr>
        <w:t>OData 4.01 Intermediate Conformance Level</w:t>
      </w:r>
      <w:bookmarkEnd w:id="1141"/>
      <w:bookmarkEnd w:id="1142"/>
      <w:bookmarkEnd w:id="1143"/>
      <w:bookmarkEnd w:id="1144"/>
      <w:r>
        <w:fldChar w:fldCharType="end"/>
      </w:r>
    </w:p>
    <w:p w14:paraId="0AD3EA0D" w14:textId="77777777" w:rsidR="00752DAA" w:rsidRDefault="00752DAA" w:rsidP="00752DAA">
      <w:pPr>
        <w:spacing w:after="0"/>
      </w:pPr>
      <w:r>
        <w:t xml:space="preserve">In order to conform to the </w:t>
      </w:r>
      <w:r w:rsidRPr="00E60B72">
        <w:t xml:space="preserve">OData </w:t>
      </w:r>
      <w:r>
        <w:t>4.01 Intermediate Conformance Level, a service:</w:t>
      </w:r>
    </w:p>
    <w:p w14:paraId="7EC6A0A1" w14:textId="77777777" w:rsidR="00752DAA" w:rsidRPr="00294854" w:rsidRDefault="00752DAA" w:rsidP="006C1EBF">
      <w:pPr>
        <w:pStyle w:val="ListParagraph"/>
        <w:numPr>
          <w:ilvl w:val="0"/>
          <w:numId w:val="26"/>
        </w:numPr>
        <w:spacing w:before="20" w:after="0"/>
        <w:contextualSpacing w:val="0"/>
        <w:rPr>
          <w:rStyle w:val="Hyperlink"/>
          <w:color w:val="auto"/>
        </w:rPr>
      </w:pPr>
      <w:r>
        <w:t xml:space="preserve">MUST conform to the </w:t>
      </w:r>
      <w:hyperlink w:anchor="sec_OData401MinimalConformanceLevel" w:history="1">
        <w:r>
          <w:rPr>
            <w:rStyle w:val="Hyperlink"/>
          </w:rPr>
          <w:t>OData 4.01 Minimal Conformance Level</w:t>
        </w:r>
      </w:hyperlink>
    </w:p>
    <w:p w14:paraId="250D2B43" w14:textId="77777777" w:rsidR="00752DAA" w:rsidRPr="00EE5418" w:rsidRDefault="00752DAA" w:rsidP="006C1EBF">
      <w:pPr>
        <w:pStyle w:val="ListParagraph"/>
        <w:numPr>
          <w:ilvl w:val="0"/>
          <w:numId w:val="26"/>
        </w:numPr>
        <w:spacing w:before="20" w:after="0"/>
        <w:contextualSpacing w:val="0"/>
        <w:rPr>
          <w:rStyle w:val="Hyperlink"/>
          <w:color w:val="auto"/>
        </w:rPr>
      </w:pPr>
      <w:r w:rsidRPr="00B46120">
        <w:rPr>
          <w:rStyle w:val="Hyperlink"/>
          <w:color w:val="auto"/>
        </w:rPr>
        <w:t xml:space="preserve">MUST conform to the </w:t>
      </w:r>
      <w:hyperlink w:anchor="sec_OData40IntermediateConformanceLevel" w:history="1">
        <w:r w:rsidRPr="00294854">
          <w:rPr>
            <w:rStyle w:val="Hyperlink"/>
          </w:rPr>
          <w:t>OData 4.0 Intermediate Conformance Level</w:t>
        </w:r>
      </w:hyperlink>
    </w:p>
    <w:p w14:paraId="05417D0A" w14:textId="77777777" w:rsidR="00752DAA" w:rsidRDefault="00752DAA" w:rsidP="006C1EBF">
      <w:pPr>
        <w:pStyle w:val="ListParagraph"/>
        <w:numPr>
          <w:ilvl w:val="0"/>
          <w:numId w:val="26"/>
        </w:numPr>
      </w:pPr>
      <w:r>
        <w:t xml:space="preserve">MUST support </w:t>
      </w:r>
      <w:r w:rsidRPr="004875B7">
        <w:rPr>
          <w:rStyle w:val="Keyword"/>
        </w:rPr>
        <w:t>eq/ne null</w:t>
      </w:r>
      <w:r>
        <w:t xml:space="preserve"> comparison for navigation properties with a maximum cardinality of one </w:t>
      </w:r>
    </w:p>
    <w:p w14:paraId="3C6697FD" w14:textId="77777777" w:rsidR="00752DAA" w:rsidRDefault="00752DAA" w:rsidP="006C1EBF">
      <w:pPr>
        <w:pStyle w:val="ListParagraph"/>
        <w:numPr>
          <w:ilvl w:val="0"/>
          <w:numId w:val="26"/>
        </w:numPr>
      </w:pPr>
      <w:r>
        <w:t xml:space="preserve">MUST support the </w:t>
      </w:r>
      <w:hyperlink w:anchor="sec_BuiltinFilterOperations" w:history="1">
        <w:r w:rsidRPr="00AC3F75">
          <w:rPr>
            <w:rStyle w:val="Hyperlink"/>
            <w:rFonts w:ascii="Courier New" w:hAnsi="Courier New"/>
          </w:rPr>
          <w:t>in</w:t>
        </w:r>
      </w:hyperlink>
      <w:r w:rsidRPr="005C547C">
        <w:rPr>
          <w:rStyle w:val="Datatype"/>
          <w:rFonts w:ascii="Arial" w:hAnsi="Arial" w:cs="Arial"/>
        </w:rPr>
        <w:t xml:space="preserve"> </w:t>
      </w:r>
      <w:r>
        <w:t xml:space="preserve">operator </w:t>
      </w:r>
    </w:p>
    <w:p w14:paraId="46E196F5" w14:textId="77777777" w:rsidR="00752DAA" w:rsidRPr="003F38A9" w:rsidRDefault="00752DAA" w:rsidP="006C1EBF">
      <w:pPr>
        <w:pStyle w:val="ListParagraph"/>
        <w:numPr>
          <w:ilvl w:val="0"/>
          <w:numId w:val="26"/>
        </w:numPr>
        <w:rPr>
          <w:rStyle w:val="Datatype"/>
          <w:rFonts w:ascii="Arial" w:hAnsi="Arial"/>
        </w:rPr>
      </w:pPr>
      <w:r>
        <w:t xml:space="preserve">MUST support the </w:t>
      </w:r>
      <w:r w:rsidRPr="006F7D67">
        <w:rPr>
          <w:rStyle w:val="Datatype"/>
        </w:rPr>
        <w:t>$select</w:t>
      </w:r>
      <w:r>
        <w:t xml:space="preserve"> option nested within </w:t>
      </w:r>
      <w:r w:rsidRPr="006F7D67">
        <w:rPr>
          <w:rStyle w:val="Datatype"/>
        </w:rPr>
        <w:t>$select</w:t>
      </w:r>
    </w:p>
    <w:p w14:paraId="57690ADF" w14:textId="77777777" w:rsidR="00752DAA" w:rsidRDefault="00752DAA" w:rsidP="006C1EBF">
      <w:pPr>
        <w:pStyle w:val="ListParagraph"/>
        <w:numPr>
          <w:ilvl w:val="0"/>
          <w:numId w:val="26"/>
        </w:numPr>
      </w:pPr>
      <w:r>
        <w:t xml:space="preserve">SHOULD support the count of a filtered collection in a common expression </w:t>
      </w:r>
    </w:p>
    <w:p w14:paraId="73D2ECFE" w14:textId="77777777" w:rsidR="00752DAA" w:rsidRDefault="00752DAA" w:rsidP="006C1EBF">
      <w:pPr>
        <w:pStyle w:val="ListParagraph"/>
        <w:numPr>
          <w:ilvl w:val="0"/>
          <w:numId w:val="26"/>
        </w:numPr>
        <w:spacing w:before="20" w:after="0"/>
      </w:pPr>
      <w:r>
        <w:t>SHOULD support equal and non-equal structural comparison</w:t>
      </w:r>
    </w:p>
    <w:p w14:paraId="7DDAC042" w14:textId="77777777" w:rsidR="00752DAA" w:rsidRDefault="00752DAA" w:rsidP="006C1EBF">
      <w:pPr>
        <w:pStyle w:val="ListParagraph"/>
        <w:numPr>
          <w:ilvl w:val="0"/>
          <w:numId w:val="26"/>
        </w:numPr>
        <w:spacing w:before="20" w:after="0"/>
      </w:pPr>
      <w:r>
        <w:t xml:space="preserve">SHOULD support </w:t>
      </w:r>
      <w:r w:rsidRPr="00A44EDD">
        <w:rPr>
          <w:rFonts w:ascii="Courier New" w:hAnsi="Courier New" w:cs="Courier New"/>
        </w:rPr>
        <w:t>$</w:t>
      </w:r>
      <w:r>
        <w:rPr>
          <w:rFonts w:ascii="Courier New" w:hAnsi="Courier New" w:cs="Courier New"/>
        </w:rPr>
        <w:t>compute</w:t>
      </w:r>
      <w:r>
        <w:t xml:space="preserve"> system query option</w:t>
      </w:r>
    </w:p>
    <w:p w14:paraId="4C0EAB12" w14:textId="77777777" w:rsidR="00752DAA" w:rsidRDefault="00752DAA" w:rsidP="006C1EBF">
      <w:pPr>
        <w:pStyle w:val="ListParagraph"/>
        <w:numPr>
          <w:ilvl w:val="0"/>
          <w:numId w:val="26"/>
        </w:numPr>
        <w:spacing w:before="20" w:after="0"/>
      </w:pPr>
      <w:r>
        <w:t xml:space="preserve">SHOULD support nested query options in </w:t>
      </w:r>
      <w:r w:rsidRPr="00C624AB">
        <w:rPr>
          <w:rStyle w:val="Datatype"/>
        </w:rPr>
        <w:t>$select</w:t>
      </w:r>
    </w:p>
    <w:p w14:paraId="69C5BE8F" w14:textId="77777777" w:rsidR="00752DAA" w:rsidRDefault="00752DAA" w:rsidP="006C1EBF">
      <w:pPr>
        <w:pStyle w:val="ListParagraph"/>
        <w:numPr>
          <w:ilvl w:val="0"/>
          <w:numId w:val="26"/>
        </w:numPr>
        <w:spacing w:before="20" w:after="0"/>
      </w:pPr>
      <w:bookmarkStart w:id="1145" w:name="_Toc477876741"/>
      <w:r>
        <w:t xml:space="preserve">MAY support nested parameter alias assignments in </w:t>
      </w:r>
      <w:r w:rsidRPr="00C624AB">
        <w:rPr>
          <w:rStyle w:val="Datatype"/>
        </w:rPr>
        <w:t>$select</w:t>
      </w:r>
      <w:r w:rsidRPr="00C624AB">
        <w:rPr>
          <w:rStyle w:val="Datatype"/>
          <w:rFonts w:ascii="Arial" w:hAnsi="Arial" w:cs="Arial"/>
        </w:rPr>
        <w:t xml:space="preserve"> and </w:t>
      </w:r>
      <w:r>
        <w:rPr>
          <w:rStyle w:val="Datatype"/>
        </w:rPr>
        <w:t>$expand</w:t>
      </w:r>
    </w:p>
    <w:p w14:paraId="622C58CD" w14:textId="77777777" w:rsidR="00752DAA" w:rsidRDefault="00752DAA" w:rsidP="006C1EBF">
      <w:pPr>
        <w:pStyle w:val="ListParagraph"/>
        <w:numPr>
          <w:ilvl w:val="0"/>
          <w:numId w:val="26"/>
        </w:numPr>
        <w:spacing w:before="20" w:after="0"/>
      </w:pPr>
      <w:r>
        <w:t xml:space="preserve">MAY support filtering a collection using a </w:t>
      </w:r>
      <w:r w:rsidRPr="00B408E7">
        <w:rPr>
          <w:rStyle w:val="Datatype"/>
        </w:rPr>
        <w:t>/</w:t>
      </w:r>
      <w:r w:rsidRPr="004875B7">
        <w:rPr>
          <w:rStyle w:val="Keyword"/>
        </w:rPr>
        <w:t>$filter</w:t>
      </w:r>
      <w:r w:rsidRPr="00B408E7">
        <w:rPr>
          <w:rStyle w:val="Datatype"/>
        </w:rPr>
        <w:t>=</w:t>
      </w:r>
      <w:r>
        <w:t xml:space="preserve"> path segment</w:t>
      </w:r>
    </w:p>
    <w:bookmarkStart w:id="1146" w:name="sec_OData401AdvancedConformanceLevel"/>
    <w:p w14:paraId="5A579D0B" w14:textId="77777777" w:rsidR="00752DAA" w:rsidRDefault="00752DAA" w:rsidP="006C1EBF">
      <w:pPr>
        <w:pStyle w:val="Heading3"/>
        <w:numPr>
          <w:ilvl w:val="2"/>
          <w:numId w:val="2"/>
        </w:numPr>
        <w:tabs>
          <w:tab w:val="left" w:pos="567"/>
        </w:tabs>
      </w:pPr>
      <w:r>
        <w:fldChar w:fldCharType="begin"/>
      </w:r>
      <w:r>
        <w:instrText xml:space="preserve"> HYPERLINK  \l "sec_OData401AdvancedConformanceLevel" </w:instrText>
      </w:r>
      <w:r>
        <w:fldChar w:fldCharType="separate"/>
      </w:r>
      <w:bookmarkStart w:id="1147" w:name="_Toc494885159"/>
      <w:bookmarkStart w:id="1148" w:name="_Toc494356906"/>
      <w:r w:rsidRPr="004A50BC">
        <w:rPr>
          <w:rStyle w:val="Hyperlink"/>
        </w:rPr>
        <w:t>OData 4.01 Advanced Conformance Level</w:t>
      </w:r>
      <w:bookmarkEnd w:id="1145"/>
      <w:bookmarkEnd w:id="1146"/>
      <w:bookmarkEnd w:id="1147"/>
      <w:bookmarkEnd w:id="1148"/>
      <w:r>
        <w:fldChar w:fldCharType="end"/>
      </w:r>
    </w:p>
    <w:p w14:paraId="6E309066" w14:textId="77777777" w:rsidR="00752DAA" w:rsidRDefault="00752DAA" w:rsidP="00752DAA">
      <w:pPr>
        <w:spacing w:after="0"/>
      </w:pPr>
      <w:r>
        <w:t xml:space="preserve">In order to conform to the </w:t>
      </w:r>
      <w:r w:rsidRPr="00E60B72">
        <w:t xml:space="preserve">OData </w:t>
      </w:r>
      <w:r>
        <w:t>4.01 Advanced Conformance Level, a service:</w:t>
      </w:r>
    </w:p>
    <w:p w14:paraId="58209E5A" w14:textId="77777777" w:rsidR="00752DAA" w:rsidRPr="00294854" w:rsidRDefault="00752DAA" w:rsidP="006C1EBF">
      <w:pPr>
        <w:pStyle w:val="ListParagraph"/>
        <w:numPr>
          <w:ilvl w:val="0"/>
          <w:numId w:val="27"/>
        </w:numPr>
        <w:spacing w:before="20" w:after="0"/>
        <w:contextualSpacing w:val="0"/>
        <w:rPr>
          <w:rStyle w:val="Hyperlink"/>
          <w:color w:val="auto"/>
        </w:rPr>
      </w:pPr>
      <w:r>
        <w:t xml:space="preserve">MUST conform to the </w:t>
      </w:r>
      <w:hyperlink w:anchor="sec_OData401IntermediateConformanceLevel" w:history="1">
        <w:r>
          <w:rPr>
            <w:rStyle w:val="Hyperlink"/>
          </w:rPr>
          <w:t>OData 4.01 Intermediate Conformance Level</w:t>
        </w:r>
      </w:hyperlink>
    </w:p>
    <w:p w14:paraId="7667C1ED" w14:textId="77777777" w:rsidR="00752DAA" w:rsidRPr="00AA31F6" w:rsidRDefault="00752DAA" w:rsidP="006C1EBF">
      <w:pPr>
        <w:pStyle w:val="ListParagraph"/>
        <w:numPr>
          <w:ilvl w:val="0"/>
          <w:numId w:val="27"/>
        </w:numPr>
        <w:spacing w:before="20" w:after="0"/>
        <w:contextualSpacing w:val="0"/>
        <w:rPr>
          <w:rStyle w:val="Hyperlink"/>
          <w:color w:val="auto"/>
        </w:rPr>
      </w:pPr>
      <w:r w:rsidRPr="0012787B">
        <w:rPr>
          <w:rStyle w:val="Hyperlink"/>
          <w:color w:val="auto"/>
        </w:rPr>
        <w:t xml:space="preserve">MUST conform to the </w:t>
      </w:r>
      <w:hyperlink w:anchor="sec_OData40AdvancedConformanceLevel" w:history="1">
        <w:r w:rsidRPr="00294854">
          <w:rPr>
            <w:rStyle w:val="Hyperlink"/>
          </w:rPr>
          <w:t>OData 4.0 Advanced Conformance Level</w:t>
        </w:r>
      </w:hyperlink>
    </w:p>
    <w:p w14:paraId="05879C22" w14:textId="77777777" w:rsidR="00752DAA" w:rsidRDefault="00752DAA" w:rsidP="006C1EBF">
      <w:pPr>
        <w:pStyle w:val="ListParagraph"/>
        <w:numPr>
          <w:ilvl w:val="0"/>
          <w:numId w:val="27"/>
        </w:numPr>
      </w:pPr>
      <w:r>
        <w:t xml:space="preserve">MUST support the count of a filtered/searched collection in a common expression </w:t>
      </w:r>
    </w:p>
    <w:p w14:paraId="3E7D81B8" w14:textId="77777777" w:rsidR="00752DAA" w:rsidRDefault="00752DAA" w:rsidP="006C1EBF">
      <w:pPr>
        <w:pStyle w:val="ListParagraph"/>
        <w:numPr>
          <w:ilvl w:val="0"/>
          <w:numId w:val="27"/>
        </w:numPr>
        <w:spacing w:before="20" w:after="0"/>
      </w:pPr>
      <w:r>
        <w:t xml:space="preserve">MUST support </w:t>
      </w:r>
      <w:r w:rsidRPr="00A44EDD">
        <w:rPr>
          <w:rFonts w:ascii="Courier New" w:hAnsi="Courier New" w:cs="Courier New"/>
        </w:rPr>
        <w:t>$</w:t>
      </w:r>
      <w:r>
        <w:rPr>
          <w:rFonts w:ascii="Courier New" w:hAnsi="Courier New" w:cs="Courier New"/>
        </w:rPr>
        <w:t>compute</w:t>
      </w:r>
      <w:r>
        <w:t xml:space="preserve"> system query option</w:t>
      </w:r>
    </w:p>
    <w:p w14:paraId="6FE6409D" w14:textId="77777777" w:rsidR="00752DAA" w:rsidRDefault="00752DAA" w:rsidP="006C1EBF">
      <w:pPr>
        <w:pStyle w:val="ListParagraph"/>
        <w:numPr>
          <w:ilvl w:val="0"/>
          <w:numId w:val="27"/>
        </w:numPr>
        <w:spacing w:before="20" w:after="0"/>
      </w:pPr>
      <w:r>
        <w:t xml:space="preserve">MUST support nested options in </w:t>
      </w:r>
      <w:r w:rsidRPr="00C624AB">
        <w:rPr>
          <w:rStyle w:val="Datatype"/>
        </w:rPr>
        <w:t>$select</w:t>
      </w:r>
    </w:p>
    <w:p w14:paraId="6F49BFE4" w14:textId="77777777" w:rsidR="00752DAA" w:rsidRDefault="00752DAA" w:rsidP="006C1EBF">
      <w:pPr>
        <w:pStyle w:val="ListParagraph"/>
        <w:numPr>
          <w:ilvl w:val="1"/>
          <w:numId w:val="27"/>
        </w:numPr>
        <w:spacing w:before="0" w:after="0"/>
      </w:pPr>
      <w:r>
        <w:t xml:space="preserve">MUST support </w:t>
      </w:r>
      <w:r w:rsidRPr="00A44EDD">
        <w:rPr>
          <w:rFonts w:ascii="Courier New" w:hAnsi="Courier New"/>
        </w:rPr>
        <w:t>$filter</w:t>
      </w:r>
      <w:r>
        <w:t xml:space="preserve"> on selected collection-valued properties </w:t>
      </w:r>
    </w:p>
    <w:p w14:paraId="7B538D94" w14:textId="77777777" w:rsidR="00752DAA" w:rsidRDefault="00752DAA" w:rsidP="006C1EBF">
      <w:pPr>
        <w:pStyle w:val="ListParagraph"/>
        <w:numPr>
          <w:ilvl w:val="1"/>
          <w:numId w:val="27"/>
        </w:numPr>
        <w:spacing w:before="0" w:after="0"/>
      </w:pPr>
      <w:r>
        <w:t xml:space="preserve">SHOULD support </w:t>
      </w:r>
      <w:r w:rsidRPr="00A44EDD">
        <w:rPr>
          <w:rFonts w:ascii="Courier New" w:hAnsi="Courier New"/>
        </w:rPr>
        <w:t>$orderby</w:t>
      </w:r>
      <w:r>
        <w:t xml:space="preserve"> </w:t>
      </w:r>
      <w:r w:rsidRPr="00B6408B">
        <w:rPr>
          <w:rStyle w:val="Datatype"/>
        </w:rPr>
        <w:t>asc</w:t>
      </w:r>
      <w:r>
        <w:t xml:space="preserve"> and </w:t>
      </w:r>
      <w:r w:rsidRPr="00B6408B">
        <w:rPr>
          <w:rStyle w:val="Datatype"/>
        </w:rPr>
        <w:t>desc</w:t>
      </w:r>
      <w:r>
        <w:t xml:space="preserve"> on selected collection-valued properties </w:t>
      </w:r>
    </w:p>
    <w:p w14:paraId="4F6B5B6E" w14:textId="77777777" w:rsidR="00752DAA" w:rsidRDefault="00752DAA" w:rsidP="006C1EBF">
      <w:pPr>
        <w:pStyle w:val="ListParagraph"/>
        <w:numPr>
          <w:ilvl w:val="1"/>
          <w:numId w:val="27"/>
        </w:numPr>
        <w:spacing w:before="0" w:after="0"/>
      </w:pPr>
      <w:r>
        <w:t xml:space="preserve">SHOULD support the </w:t>
      </w:r>
      <w:r w:rsidRPr="00A44EDD">
        <w:rPr>
          <w:rFonts w:ascii="Courier New" w:hAnsi="Courier New"/>
        </w:rPr>
        <w:t>$count</w:t>
      </w:r>
      <w:r>
        <w:t xml:space="preserve"> on selected collection-valued properties </w:t>
      </w:r>
    </w:p>
    <w:p w14:paraId="649F5DC1" w14:textId="77777777" w:rsidR="00752DAA" w:rsidRDefault="00752DAA" w:rsidP="006C1EBF">
      <w:pPr>
        <w:pStyle w:val="ListParagraph"/>
        <w:numPr>
          <w:ilvl w:val="1"/>
          <w:numId w:val="27"/>
        </w:numPr>
        <w:spacing w:before="0" w:after="0"/>
      </w:pPr>
      <w:r>
        <w:t xml:space="preserve">SHOULD support </w:t>
      </w:r>
      <w:r w:rsidRPr="00A44EDD">
        <w:rPr>
          <w:rFonts w:ascii="Courier New" w:hAnsi="Courier New"/>
        </w:rPr>
        <w:t>$top</w:t>
      </w:r>
      <w:r>
        <w:t xml:space="preserve"> and </w:t>
      </w:r>
      <w:r w:rsidRPr="00A44EDD">
        <w:rPr>
          <w:rFonts w:ascii="Courier New" w:hAnsi="Courier New"/>
        </w:rPr>
        <w:t>$skip</w:t>
      </w:r>
      <w:r>
        <w:t xml:space="preserve"> on selected collection-valued properties </w:t>
      </w:r>
    </w:p>
    <w:p w14:paraId="50DCAA4D" w14:textId="77777777" w:rsidR="00752DAA" w:rsidRDefault="00752DAA" w:rsidP="006C1EBF">
      <w:pPr>
        <w:pStyle w:val="ListParagraph"/>
        <w:numPr>
          <w:ilvl w:val="1"/>
          <w:numId w:val="27"/>
        </w:numPr>
        <w:spacing w:before="0" w:after="0"/>
      </w:pPr>
      <w:r>
        <w:t xml:space="preserve">SHOULD support </w:t>
      </w:r>
      <w:r w:rsidRPr="00A44EDD">
        <w:rPr>
          <w:rFonts w:ascii="Courier New" w:hAnsi="Courier New" w:cs="Courier New"/>
        </w:rPr>
        <w:t>$</w:t>
      </w:r>
      <w:r>
        <w:rPr>
          <w:rFonts w:ascii="Courier New" w:hAnsi="Courier New" w:cs="Courier New"/>
        </w:rPr>
        <w:t>search</w:t>
      </w:r>
      <w:r>
        <w:t xml:space="preserve"> on selected collection-valued properties</w:t>
      </w:r>
    </w:p>
    <w:p w14:paraId="3C7E291C" w14:textId="77777777" w:rsidR="00752DAA" w:rsidRDefault="00752DAA" w:rsidP="006C1EBF">
      <w:pPr>
        <w:pStyle w:val="ListParagraph"/>
        <w:keepNext/>
        <w:numPr>
          <w:ilvl w:val="0"/>
          <w:numId w:val="27"/>
        </w:numPr>
        <w:spacing w:before="20" w:after="0"/>
        <w:contextualSpacing w:val="0"/>
      </w:pPr>
      <w:r>
        <w:t xml:space="preserve">MUST publish metadata at </w:t>
      </w:r>
      <w:r w:rsidRPr="00A44EDD">
        <w:rPr>
          <w:rFonts w:ascii="Courier New" w:hAnsi="Courier New"/>
        </w:rPr>
        <w:t>$metadata</w:t>
      </w:r>
      <w:r>
        <w:t xml:space="preserve"> according to </w:t>
      </w:r>
      <w:hyperlink w:anchor="ODataCSDLJSONRef" w:history="1">
        <w:r w:rsidRPr="006F1777">
          <w:rPr>
            <w:rStyle w:val="Hyperlink"/>
            <w:b/>
          </w:rPr>
          <w:t>[OData-CSDLJSON]</w:t>
        </w:r>
      </w:hyperlink>
      <w:r>
        <w:t xml:space="preserve"> (section </w:t>
      </w:r>
      <w:r>
        <w:fldChar w:fldCharType="begin"/>
      </w:r>
      <w:r>
        <w:instrText xml:space="preserve"> REF sec_MetadataDocumentRequest \r \h </w:instrText>
      </w:r>
      <w:r>
        <w:fldChar w:fldCharType="separate"/>
      </w:r>
      <w:r>
        <w:t>11.1.2</w:t>
      </w:r>
      <w:r>
        <w:fldChar w:fldCharType="end"/>
      </w:r>
      <w:r>
        <w:t>)</w:t>
      </w:r>
    </w:p>
    <w:p w14:paraId="4EFBE88B" w14:textId="77777777" w:rsidR="00752DAA" w:rsidRPr="00E83433" w:rsidRDefault="00752DAA" w:rsidP="006C1EBF">
      <w:pPr>
        <w:pStyle w:val="ListParagraph"/>
        <w:numPr>
          <w:ilvl w:val="0"/>
          <w:numId w:val="27"/>
        </w:numPr>
        <w:spacing w:before="20" w:after="0"/>
        <w:contextualSpacing w:val="0"/>
        <w:rPr>
          <w:rStyle w:val="Hyperlink"/>
          <w:color w:val="auto"/>
        </w:rPr>
      </w:pPr>
      <w:r>
        <w:t xml:space="preserve">MUST support </w:t>
      </w:r>
      <w:r w:rsidRPr="00E712CE">
        <w:t>batch</w:t>
      </w:r>
      <w:r>
        <w:t xml:space="preserve"> requests according both to the multipart format (section </w:t>
      </w:r>
      <w:r>
        <w:fldChar w:fldCharType="begin"/>
      </w:r>
      <w:r>
        <w:instrText xml:space="preserve"> REF sec_BatchRequests \r \h </w:instrText>
      </w:r>
      <w:r>
        <w:fldChar w:fldCharType="separate"/>
      </w:r>
      <w:r>
        <w:t>11.7</w:t>
      </w:r>
      <w:r>
        <w:fldChar w:fldCharType="end"/>
      </w:r>
      <w:r>
        <w:t xml:space="preserve"> and all subsections)</w:t>
      </w:r>
      <w:r w:rsidRPr="00975E80">
        <w:t xml:space="preserve"> </w:t>
      </w:r>
      <w:r>
        <w:t xml:space="preserve">and the JSON Batch format defined in </w:t>
      </w:r>
      <w:hyperlink w:anchor="ODataJSONRef" w:history="1">
        <w:r w:rsidRPr="004A525C">
          <w:rPr>
            <w:rStyle w:val="Hyperlink"/>
            <w:b/>
          </w:rPr>
          <w:t>[OData-JSON]</w:t>
        </w:r>
      </w:hyperlink>
    </w:p>
    <w:p w14:paraId="31150060" w14:textId="77777777" w:rsidR="00752DAA" w:rsidRPr="00C624AB" w:rsidRDefault="00752DAA" w:rsidP="006C1EBF">
      <w:pPr>
        <w:pStyle w:val="ListParagraph"/>
        <w:numPr>
          <w:ilvl w:val="0"/>
          <w:numId w:val="27"/>
        </w:numPr>
        <w:spacing w:before="20" w:after="0"/>
        <w:rPr>
          <w:rFonts w:cs="Arial"/>
        </w:rPr>
      </w:pPr>
      <w:bookmarkStart w:id="1149" w:name="_Toc477876742"/>
      <w:bookmarkEnd w:id="1129"/>
      <w:bookmarkEnd w:id="1130"/>
      <w:r>
        <w:t xml:space="preserve">SHOULD support filtering a collection using a </w:t>
      </w:r>
      <w:r w:rsidRPr="00B408E7">
        <w:rPr>
          <w:rStyle w:val="Datatype"/>
        </w:rPr>
        <w:t>/</w:t>
      </w:r>
      <w:r w:rsidRPr="004875B7">
        <w:rPr>
          <w:rStyle w:val="Keyword"/>
        </w:rPr>
        <w:t>$filter</w:t>
      </w:r>
      <w:r w:rsidRPr="00B408E7">
        <w:rPr>
          <w:rStyle w:val="Datatype"/>
        </w:rPr>
        <w:t>=</w:t>
      </w:r>
      <w:r>
        <w:t xml:space="preserve"> path segment</w:t>
      </w:r>
    </w:p>
    <w:p w14:paraId="0DBC4196" w14:textId="77777777" w:rsidR="00752DAA" w:rsidRPr="00C624AB" w:rsidRDefault="00752DAA" w:rsidP="006C1EBF">
      <w:pPr>
        <w:pStyle w:val="ListParagraph"/>
        <w:numPr>
          <w:ilvl w:val="0"/>
          <w:numId w:val="27"/>
        </w:numPr>
        <w:spacing w:before="20" w:after="0"/>
        <w:rPr>
          <w:rFonts w:cs="Arial"/>
        </w:rPr>
      </w:pPr>
      <w:r w:rsidRPr="00C624AB">
        <w:rPr>
          <w:rFonts w:cs="Arial"/>
        </w:rPr>
        <w:t>SH</w:t>
      </w:r>
      <w:r>
        <w:t xml:space="preserve">OULD support nested parameter alias assignments in </w:t>
      </w:r>
      <w:r w:rsidRPr="00C624AB">
        <w:rPr>
          <w:rStyle w:val="Datatype"/>
        </w:rPr>
        <w:t>$select</w:t>
      </w:r>
      <w:r w:rsidRPr="00C624AB">
        <w:rPr>
          <w:rStyle w:val="Datatype"/>
          <w:rFonts w:ascii="Arial" w:hAnsi="Arial" w:cs="Arial"/>
        </w:rPr>
        <w:t xml:space="preserve"> and </w:t>
      </w:r>
      <w:r>
        <w:rPr>
          <w:rStyle w:val="Datatype"/>
        </w:rPr>
        <w:t>$expand</w:t>
      </w:r>
    </w:p>
    <w:bookmarkStart w:id="1150" w:name="_Toc493831843"/>
    <w:bookmarkStart w:id="1151" w:name="_Toc493832054"/>
    <w:bookmarkStart w:id="1152" w:name="_Toc494354512"/>
    <w:bookmarkStart w:id="1153" w:name="sec_InteroperableODataClients"/>
    <w:bookmarkEnd w:id="1150"/>
    <w:bookmarkEnd w:id="1151"/>
    <w:bookmarkEnd w:id="1152"/>
    <w:p w14:paraId="0A2CE1C0" w14:textId="77777777" w:rsidR="00752DAA" w:rsidRPr="00522085" w:rsidRDefault="00752DAA" w:rsidP="006C1EBF">
      <w:pPr>
        <w:pStyle w:val="Heading2"/>
        <w:numPr>
          <w:ilvl w:val="1"/>
          <w:numId w:val="2"/>
        </w:numPr>
        <w:tabs>
          <w:tab w:val="left" w:pos="567"/>
        </w:tabs>
      </w:pPr>
      <w:r>
        <w:fldChar w:fldCharType="begin"/>
      </w:r>
      <w:r>
        <w:instrText xml:space="preserve"> HYPERLINK  \l "sec_InteroperableODataClients" </w:instrText>
      </w:r>
      <w:r>
        <w:fldChar w:fldCharType="separate"/>
      </w:r>
      <w:bookmarkStart w:id="1154" w:name="_Toc494885160"/>
      <w:bookmarkStart w:id="1155" w:name="_Toc494356907"/>
      <w:r w:rsidRPr="004A50BC">
        <w:rPr>
          <w:rStyle w:val="Hyperlink"/>
        </w:rPr>
        <w:t>Interoperable OData Clients</w:t>
      </w:r>
      <w:bookmarkEnd w:id="1149"/>
      <w:bookmarkEnd w:id="1153"/>
      <w:bookmarkEnd w:id="1154"/>
      <w:bookmarkEnd w:id="1155"/>
      <w:r>
        <w:fldChar w:fldCharType="end"/>
      </w:r>
    </w:p>
    <w:p w14:paraId="76DD3673" w14:textId="77777777" w:rsidR="00752DAA" w:rsidRDefault="00752DAA" w:rsidP="00752DAA">
      <w:pPr>
        <w:spacing w:after="0"/>
      </w:pPr>
      <w:r>
        <w:t xml:space="preserve">Interoperable OData clients can expect to work with OData Services that comply with at least the </w:t>
      </w:r>
      <w:hyperlink w:anchor="sec_OData40MinimalConformanceLevel" w:history="1">
        <w:r>
          <w:rPr>
            <w:rStyle w:val="Hyperlink"/>
          </w:rPr>
          <w:t>OData 4.0 Minimal Conformance Level</w:t>
        </w:r>
      </w:hyperlink>
      <w:r>
        <w:t xml:space="preserve"> and implement the </w:t>
      </w:r>
      <w:hyperlink w:anchor="ODataJSONRef" w:history="1">
        <w:r w:rsidRPr="004A525C">
          <w:rPr>
            <w:rStyle w:val="Hyperlink"/>
            <w:b/>
          </w:rPr>
          <w:t>[OData-JSON]</w:t>
        </w:r>
      </w:hyperlink>
      <w:r>
        <w:rPr>
          <w:rStyle w:val="Hyperlink"/>
          <w:b/>
        </w:rPr>
        <w:t xml:space="preserve"> </w:t>
      </w:r>
      <w:r>
        <w:t>format.</w:t>
      </w:r>
    </w:p>
    <w:p w14:paraId="1F7EC05B" w14:textId="77777777" w:rsidR="00752DAA" w:rsidRDefault="00752DAA" w:rsidP="00752DAA">
      <w:pPr>
        <w:spacing w:after="0"/>
      </w:pPr>
      <w:r>
        <w:t>To be generally interoperable, OData clients</w:t>
      </w:r>
      <w:r>
        <w:tab/>
      </w:r>
    </w:p>
    <w:p w14:paraId="5CA63029" w14:textId="77777777" w:rsidR="00752DAA" w:rsidRDefault="00752DAA" w:rsidP="006C1EBF">
      <w:pPr>
        <w:pStyle w:val="ListParagraph"/>
        <w:numPr>
          <w:ilvl w:val="0"/>
          <w:numId w:val="18"/>
        </w:numPr>
        <w:spacing w:before="20" w:after="0"/>
        <w:ind w:left="357" w:hanging="357"/>
        <w:contextualSpacing w:val="0"/>
      </w:pPr>
      <w:r>
        <w:t xml:space="preserve">MUST specify the </w:t>
      </w:r>
      <w:r w:rsidRPr="000C073D">
        <w:rPr>
          <w:rStyle w:val="Datatype"/>
        </w:rPr>
        <w:t>OData-MaxVersion</w:t>
      </w:r>
      <w:r>
        <w:t xml:space="preserve"> header in requests (section </w:t>
      </w:r>
      <w:r>
        <w:fldChar w:fldCharType="begin"/>
      </w:r>
      <w:r>
        <w:instrText xml:space="preserve"> REF sec_HeaderODataMaxVersion \r \h </w:instrText>
      </w:r>
      <w:r>
        <w:fldChar w:fldCharType="separate"/>
      </w:r>
      <w:r>
        <w:t>8.2.7</w:t>
      </w:r>
      <w:r>
        <w:fldChar w:fldCharType="end"/>
      </w:r>
      <w:r>
        <w:t>)</w:t>
      </w:r>
    </w:p>
    <w:p w14:paraId="6E926B36" w14:textId="77777777" w:rsidR="00752DAA" w:rsidRDefault="00752DAA" w:rsidP="006C1EBF">
      <w:pPr>
        <w:pStyle w:val="ListParagraph"/>
        <w:numPr>
          <w:ilvl w:val="0"/>
          <w:numId w:val="18"/>
        </w:numPr>
        <w:spacing w:before="20" w:after="0"/>
        <w:ind w:left="357" w:hanging="357"/>
        <w:contextualSpacing w:val="0"/>
      </w:pPr>
      <w:r>
        <w:t xml:space="preserve">MUST specify </w:t>
      </w:r>
      <w:r w:rsidRPr="000C073D">
        <w:rPr>
          <w:rStyle w:val="Datatype"/>
        </w:rPr>
        <w:t>OData-Version</w:t>
      </w:r>
      <w:r>
        <w:t xml:space="preserve"> (section </w:t>
      </w:r>
      <w:r>
        <w:fldChar w:fldCharType="begin"/>
      </w:r>
      <w:r>
        <w:instrText xml:space="preserve"> REF sec_HeaderODataVersion \r \h </w:instrText>
      </w:r>
      <w:r>
        <w:fldChar w:fldCharType="separate"/>
      </w:r>
      <w:r>
        <w:t>8.1.5</w:t>
      </w:r>
      <w:r>
        <w:fldChar w:fldCharType="end"/>
      </w:r>
      <w:r>
        <w:t xml:space="preserve">) and </w:t>
      </w:r>
      <w:r w:rsidRPr="000C073D">
        <w:rPr>
          <w:rStyle w:val="Datatype"/>
        </w:rPr>
        <w:t>Content-Type</w:t>
      </w:r>
      <w:r>
        <w:t xml:space="preserve"> (section </w:t>
      </w:r>
      <w:r>
        <w:fldChar w:fldCharType="begin"/>
      </w:r>
      <w:r>
        <w:instrText xml:space="preserve"> REF sec_HeaderContentType \r \h </w:instrText>
      </w:r>
      <w:r>
        <w:fldChar w:fldCharType="separate"/>
      </w:r>
      <w:r>
        <w:t>8.1.1</w:t>
      </w:r>
      <w:r>
        <w:fldChar w:fldCharType="end"/>
      </w:r>
      <w:r>
        <w:t>) in any request with a payload</w:t>
      </w:r>
    </w:p>
    <w:p w14:paraId="0227DA0D" w14:textId="77777777" w:rsidR="00752DAA" w:rsidRDefault="00752DAA" w:rsidP="006C1EBF">
      <w:pPr>
        <w:pStyle w:val="ListParagraph"/>
        <w:numPr>
          <w:ilvl w:val="0"/>
          <w:numId w:val="18"/>
        </w:numPr>
        <w:spacing w:before="20" w:after="0"/>
        <w:ind w:left="357" w:hanging="357"/>
        <w:contextualSpacing w:val="0"/>
      </w:pPr>
      <w:r>
        <w:t xml:space="preserve">MUST be a conforming consumer of OData as defined in </w:t>
      </w:r>
      <w:hyperlink w:anchor="ODataJSONRef" w:history="1">
        <w:r w:rsidRPr="004A525C">
          <w:rPr>
            <w:rStyle w:val="Hyperlink"/>
            <w:b/>
          </w:rPr>
          <w:t>[OData-JSON]</w:t>
        </w:r>
      </w:hyperlink>
      <w:r>
        <w:t xml:space="preserve"> </w:t>
      </w:r>
    </w:p>
    <w:p w14:paraId="4DE4D9B2" w14:textId="77777777" w:rsidR="00752DAA" w:rsidRDefault="00752DAA" w:rsidP="006C1EBF">
      <w:pPr>
        <w:pStyle w:val="ListParagraph"/>
        <w:numPr>
          <w:ilvl w:val="0"/>
          <w:numId w:val="18"/>
        </w:numPr>
        <w:spacing w:before="20" w:after="0"/>
        <w:ind w:left="357" w:hanging="357"/>
        <w:contextualSpacing w:val="0"/>
      </w:pPr>
      <w:r>
        <w:t xml:space="preserve">MUST follow redirects (section </w:t>
      </w:r>
      <w:r>
        <w:fldChar w:fldCharType="begin"/>
      </w:r>
      <w:r>
        <w:instrText xml:space="preserve"> REF sec_ResponseCode3xxRedirection \r \h </w:instrText>
      </w:r>
      <w:r>
        <w:fldChar w:fldCharType="separate"/>
      </w:r>
      <w:r>
        <w:t>9.1.5</w:t>
      </w:r>
      <w:r>
        <w:fldChar w:fldCharType="end"/>
      </w:r>
      <w:r>
        <w:t>)</w:t>
      </w:r>
    </w:p>
    <w:p w14:paraId="5F806B9D" w14:textId="77777777" w:rsidR="00752DAA" w:rsidRDefault="00752DAA" w:rsidP="006C1EBF">
      <w:pPr>
        <w:pStyle w:val="ListParagraph"/>
        <w:numPr>
          <w:ilvl w:val="0"/>
          <w:numId w:val="18"/>
        </w:numPr>
        <w:spacing w:before="20" w:after="0"/>
        <w:ind w:left="357" w:hanging="357"/>
        <w:contextualSpacing w:val="0"/>
      </w:pPr>
      <w:r>
        <w:t xml:space="preserve">MUST correctly handle next links (section </w:t>
      </w:r>
      <w:r>
        <w:fldChar w:fldCharType="begin"/>
      </w:r>
      <w:r>
        <w:instrText xml:space="preserve"> REF sec_ServerDrivenPaging \r \h </w:instrText>
      </w:r>
      <w:r>
        <w:fldChar w:fldCharType="separate"/>
      </w:r>
      <w:r>
        <w:t>11.2.6.7</w:t>
      </w:r>
      <w:r>
        <w:fldChar w:fldCharType="end"/>
      </w:r>
      <w:r>
        <w:t>)</w:t>
      </w:r>
    </w:p>
    <w:p w14:paraId="5CAD50BB" w14:textId="77777777" w:rsidR="00752DAA" w:rsidRDefault="00752DAA" w:rsidP="006C1EBF">
      <w:pPr>
        <w:pStyle w:val="ListParagraph"/>
        <w:numPr>
          <w:ilvl w:val="0"/>
          <w:numId w:val="18"/>
        </w:numPr>
        <w:spacing w:before="20" w:after="0"/>
        <w:ind w:left="357" w:hanging="357"/>
        <w:contextualSpacing w:val="0"/>
      </w:pPr>
      <w:r>
        <w:t xml:space="preserve">MUST support instances returning properties and navigation properties not specified in metadata (section </w:t>
      </w:r>
      <w:r>
        <w:fldChar w:fldCharType="begin"/>
      </w:r>
      <w:r>
        <w:instrText xml:space="preserve"> REF sec_RequestingData \r \h </w:instrText>
      </w:r>
      <w:r>
        <w:fldChar w:fldCharType="separate"/>
      </w:r>
      <w:r>
        <w:t>11.2</w:t>
      </w:r>
      <w:r>
        <w:fldChar w:fldCharType="end"/>
      </w:r>
      <w:r>
        <w:t>)</w:t>
      </w:r>
    </w:p>
    <w:p w14:paraId="7FFF08F2" w14:textId="77777777" w:rsidR="00752DAA" w:rsidRDefault="00752DAA" w:rsidP="006C1EBF">
      <w:pPr>
        <w:pStyle w:val="ListParagraph"/>
        <w:numPr>
          <w:ilvl w:val="0"/>
          <w:numId w:val="18"/>
        </w:numPr>
        <w:spacing w:before="20" w:after="0"/>
        <w:ind w:left="357" w:hanging="357"/>
        <w:contextualSpacing w:val="0"/>
      </w:pPr>
      <w:r>
        <w:t xml:space="preserve">MUST generate </w:t>
      </w:r>
      <w:r w:rsidRPr="0055329C">
        <w:rPr>
          <w:rStyle w:val="Datatype"/>
        </w:rPr>
        <w:t>PATCH</w:t>
      </w:r>
      <w:r>
        <w:t xml:space="preserve"> requests for updates, if the client supports updates (section </w:t>
      </w:r>
      <w:r>
        <w:fldChar w:fldCharType="begin"/>
      </w:r>
      <w:r>
        <w:instrText xml:space="preserve"> REF sec_UpdateanEntity \r \h </w:instrText>
      </w:r>
      <w:r>
        <w:fldChar w:fldCharType="separate"/>
      </w:r>
      <w:r>
        <w:t>11.4.3</w:t>
      </w:r>
      <w:r>
        <w:fldChar w:fldCharType="end"/>
      </w:r>
      <w:r>
        <w:t>)</w:t>
      </w:r>
    </w:p>
    <w:p w14:paraId="76072525" w14:textId="77777777" w:rsidR="00752DAA" w:rsidRDefault="00752DAA" w:rsidP="006C1EBF">
      <w:pPr>
        <w:pStyle w:val="ListParagraph"/>
        <w:numPr>
          <w:ilvl w:val="0"/>
          <w:numId w:val="18"/>
        </w:numPr>
        <w:spacing w:before="20" w:after="0"/>
        <w:ind w:left="357" w:hanging="357"/>
        <w:contextualSpacing w:val="0"/>
      </w:pPr>
      <w:r>
        <w:t xml:space="preserve">MUST include the </w:t>
      </w:r>
      <w:r w:rsidRPr="00E24EC1">
        <w:rPr>
          <w:rStyle w:val="Datatype"/>
        </w:rPr>
        <w:t>$</w:t>
      </w:r>
      <w:r>
        <w:t xml:space="preserve"> prefix when specifying OData-defined system query options</w:t>
      </w:r>
    </w:p>
    <w:p w14:paraId="0B28F8C0" w14:textId="77777777" w:rsidR="00752DAA" w:rsidRDefault="00752DAA" w:rsidP="006C1EBF">
      <w:pPr>
        <w:pStyle w:val="ListParagraph"/>
        <w:numPr>
          <w:ilvl w:val="0"/>
          <w:numId w:val="18"/>
        </w:numPr>
        <w:spacing w:before="20" w:after="0"/>
        <w:contextualSpacing w:val="0"/>
      </w:pPr>
      <w:r>
        <w:t>MUST use case-sensitive query options, operators, and canonical functions</w:t>
      </w:r>
    </w:p>
    <w:p w14:paraId="3DDB9E6A" w14:textId="77777777" w:rsidR="00752DAA" w:rsidRDefault="00752DAA" w:rsidP="006C1EBF">
      <w:pPr>
        <w:pStyle w:val="ListParagraph"/>
        <w:numPr>
          <w:ilvl w:val="0"/>
          <w:numId w:val="18"/>
        </w:numPr>
        <w:spacing w:before="20"/>
        <w:ind w:left="357" w:hanging="357"/>
        <w:contextualSpacing w:val="0"/>
      </w:pPr>
      <w:r>
        <w:t xml:space="preserve">SHOULD support basic authentication as defined in </w:t>
      </w:r>
      <w:hyperlink w:anchor="RFC7617" w:history="1">
        <w:r>
          <w:rPr>
            <w:rStyle w:val="Hyperlink"/>
            <w:b/>
          </w:rPr>
          <w:t>[RFC7617]</w:t>
        </w:r>
      </w:hyperlink>
      <w:r w:rsidRPr="003D4065">
        <w:rPr>
          <w:color w:val="000000"/>
        </w:rPr>
        <w:t xml:space="preserve"> </w:t>
      </w:r>
      <w:r>
        <w:t>over HTTPS</w:t>
      </w:r>
    </w:p>
    <w:p w14:paraId="2D5918FB" w14:textId="77777777" w:rsidR="00752DAA" w:rsidRDefault="00752DAA" w:rsidP="006C1EBF">
      <w:pPr>
        <w:pStyle w:val="ListParagraph"/>
        <w:numPr>
          <w:ilvl w:val="0"/>
          <w:numId w:val="18"/>
        </w:numPr>
        <w:spacing w:before="20" w:after="0"/>
        <w:ind w:left="357" w:hanging="357"/>
        <w:contextualSpacing w:val="0"/>
      </w:pPr>
      <w:r>
        <w:t xml:space="preserve">MAY request entity references in place of entities previously returned in the response (section </w:t>
      </w:r>
      <w:r>
        <w:fldChar w:fldCharType="begin"/>
      </w:r>
      <w:r>
        <w:instrText xml:space="preserve"> REF sec_RequestingEntityReferences \r \h </w:instrText>
      </w:r>
      <w:r>
        <w:fldChar w:fldCharType="separate"/>
      </w:r>
      <w:r>
        <w:t>11.2.8</w:t>
      </w:r>
      <w:r>
        <w:fldChar w:fldCharType="end"/>
      </w:r>
      <w:r>
        <w:t>)</w:t>
      </w:r>
    </w:p>
    <w:p w14:paraId="4E20322B" w14:textId="77777777" w:rsidR="00752DAA" w:rsidRDefault="00752DAA" w:rsidP="006C1EBF">
      <w:pPr>
        <w:pStyle w:val="ListParagraph"/>
        <w:numPr>
          <w:ilvl w:val="0"/>
          <w:numId w:val="18"/>
        </w:numPr>
        <w:spacing w:before="20" w:after="0"/>
        <w:ind w:left="357" w:hanging="357"/>
        <w:contextualSpacing w:val="0"/>
      </w:pPr>
      <w:r>
        <w:t xml:space="preserve">MAY support deleted entities, link entities, deleted link entities in a delta response (section </w:t>
      </w:r>
      <w:r>
        <w:fldChar w:fldCharType="begin"/>
      </w:r>
      <w:r>
        <w:instrText xml:space="preserve"> REF sec_RequestingChanges \r \h </w:instrText>
      </w:r>
      <w:r>
        <w:fldChar w:fldCharType="separate"/>
      </w:r>
      <w:r>
        <w:t>11.3</w:t>
      </w:r>
      <w:r>
        <w:fldChar w:fldCharType="end"/>
      </w:r>
      <w:r>
        <w:t>)</w:t>
      </w:r>
    </w:p>
    <w:p w14:paraId="4431856B" w14:textId="77777777" w:rsidR="00752DAA" w:rsidRDefault="00752DAA" w:rsidP="006C1EBF">
      <w:pPr>
        <w:pStyle w:val="ListParagraph"/>
        <w:numPr>
          <w:ilvl w:val="0"/>
          <w:numId w:val="18"/>
        </w:numPr>
        <w:spacing w:before="20" w:after="0"/>
        <w:ind w:left="357" w:hanging="357"/>
        <w:contextualSpacing w:val="0"/>
      </w:pPr>
      <w:r>
        <w:t xml:space="preserve">MAY support asynchronous responses (section </w:t>
      </w:r>
      <w:r>
        <w:fldChar w:fldCharType="begin"/>
      </w:r>
      <w:r>
        <w:instrText xml:space="preserve"> REF sec_AsynchronousRequests \r \h </w:instrText>
      </w:r>
      <w:r>
        <w:fldChar w:fldCharType="separate"/>
      </w:r>
      <w:r>
        <w:t>11.6</w:t>
      </w:r>
      <w:r>
        <w:fldChar w:fldCharType="end"/>
      </w:r>
      <w:r>
        <w:t>)</w:t>
      </w:r>
    </w:p>
    <w:p w14:paraId="3AD845FE" w14:textId="77777777" w:rsidR="00752DAA" w:rsidDel="00AA7991" w:rsidRDefault="00752DAA" w:rsidP="006C1EBF">
      <w:pPr>
        <w:pStyle w:val="ListParagraph"/>
        <w:numPr>
          <w:ilvl w:val="0"/>
          <w:numId w:val="18"/>
        </w:numPr>
        <w:spacing w:before="20" w:after="0"/>
        <w:ind w:left="357" w:hanging="357"/>
        <w:contextualSpacing w:val="0"/>
      </w:pPr>
      <w:r>
        <w:lastRenderedPageBreak/>
        <w:t xml:space="preserve">MAY support </w:t>
      </w:r>
      <w:r w:rsidRPr="00196084">
        <w:rPr>
          <w:rStyle w:val="Datatype"/>
        </w:rPr>
        <w:t>metadata=minimal</w:t>
      </w:r>
      <w:r>
        <w:t xml:space="preserve"> in a JSON response (see </w:t>
      </w:r>
      <w:hyperlink w:anchor="ODataJSONRef" w:history="1">
        <w:r w:rsidRPr="004A525C">
          <w:rPr>
            <w:rStyle w:val="Hyperlink"/>
            <w:b/>
          </w:rPr>
          <w:t>[OData-JSON]</w:t>
        </w:r>
      </w:hyperlink>
      <w:r>
        <w:t>)</w:t>
      </w:r>
    </w:p>
    <w:p w14:paraId="1601FF3D" w14:textId="77777777" w:rsidR="00752DAA" w:rsidRDefault="00752DAA" w:rsidP="006C1EBF">
      <w:pPr>
        <w:pStyle w:val="ListParagraph"/>
        <w:numPr>
          <w:ilvl w:val="0"/>
          <w:numId w:val="18"/>
        </w:numPr>
        <w:spacing w:before="20"/>
        <w:ind w:left="357" w:hanging="357"/>
        <w:contextualSpacing w:val="0"/>
      </w:pPr>
      <w:r>
        <w:t xml:space="preserve">MAY support </w:t>
      </w:r>
      <w:r w:rsidRPr="00196084">
        <w:rPr>
          <w:rStyle w:val="Datatype"/>
        </w:rPr>
        <w:t xml:space="preserve">streaming </w:t>
      </w:r>
      <w:r>
        <w:t xml:space="preserve">in a JSON response (see </w:t>
      </w:r>
      <w:hyperlink w:anchor="ODataJSONRef" w:history="1">
        <w:r w:rsidRPr="004A525C">
          <w:rPr>
            <w:rStyle w:val="Hyperlink"/>
            <w:b/>
          </w:rPr>
          <w:t>[OData-JSON]</w:t>
        </w:r>
      </w:hyperlink>
      <w:r>
        <w:t>)</w:t>
      </w:r>
    </w:p>
    <w:p w14:paraId="65A97218" w14:textId="77777777" w:rsidR="00752DAA" w:rsidRDefault="00752DAA" w:rsidP="00752DAA">
      <w:pPr>
        <w:spacing w:after="0"/>
      </w:pPr>
      <w:r>
        <w:t>In addition, interoperable OData 4.01 clients</w:t>
      </w:r>
    </w:p>
    <w:p w14:paraId="308ADFA2" w14:textId="77777777" w:rsidR="00752DAA" w:rsidRDefault="00752DAA" w:rsidP="006C1EBF">
      <w:pPr>
        <w:pStyle w:val="ListParagraph"/>
        <w:numPr>
          <w:ilvl w:val="0"/>
          <w:numId w:val="18"/>
        </w:numPr>
      </w:pPr>
      <w:r>
        <w:t xml:space="preserve">MUST send OData 4.0-compliant payloads to services that don't advertise support for 4.01 or greater through the </w:t>
      </w:r>
      <w:r w:rsidRPr="004875B7">
        <w:rPr>
          <w:rStyle w:val="Keyword"/>
        </w:rPr>
        <w:t>Core</w:t>
      </w:r>
      <w:r>
        <w:rPr>
          <w:rStyle w:val="Keyword"/>
        </w:rPr>
        <w:t>.</w:t>
      </w:r>
      <w:r>
        <w:rPr>
          <w:rStyle w:val="Datatype"/>
        </w:rPr>
        <w:t>OData</w:t>
      </w:r>
      <w:r w:rsidRPr="000C073D">
        <w:rPr>
          <w:rStyle w:val="Datatype"/>
        </w:rPr>
        <w:t>Version</w:t>
      </w:r>
      <w:r>
        <w:rPr>
          <w:rStyle w:val="Datatype"/>
        </w:rPr>
        <w:t>s</w:t>
      </w:r>
      <w:r>
        <w:t xml:space="preserve"> metadata annotation (see </w:t>
      </w:r>
      <w:hyperlink w:anchor="VocCore" w:history="1">
        <w:r w:rsidRPr="00CF5569">
          <w:rPr>
            <w:rStyle w:val="Hyperlink"/>
            <w:b/>
          </w:rPr>
          <w:t>[OData-VocCore]</w:t>
        </w:r>
      </w:hyperlink>
      <w:r w:rsidRPr="0037084F">
        <w:rPr>
          <w:rStyle w:val="Hyperlink"/>
        </w:rPr>
        <w:t>)</w:t>
      </w:r>
    </w:p>
    <w:p w14:paraId="5AB20651" w14:textId="77777777" w:rsidR="00752DAA" w:rsidRDefault="00752DAA" w:rsidP="006C1EBF">
      <w:pPr>
        <w:pStyle w:val="ListParagraph"/>
        <w:numPr>
          <w:ilvl w:val="0"/>
          <w:numId w:val="18"/>
        </w:numPr>
      </w:pPr>
      <w:r>
        <w:t>MUST be prepared to receive any valid 4.01 CSDL</w:t>
      </w:r>
    </w:p>
    <w:p w14:paraId="7AA941AA" w14:textId="77777777" w:rsidR="00752DAA" w:rsidRDefault="00752DAA" w:rsidP="006C1EBF">
      <w:pPr>
        <w:pStyle w:val="ListParagraph"/>
        <w:numPr>
          <w:ilvl w:val="0"/>
          <w:numId w:val="18"/>
        </w:numPr>
      </w:pPr>
      <w:r>
        <w:t>MUST be prepared to receive any valid 4.01 response according to the requested format</w:t>
      </w:r>
    </w:p>
    <w:p w14:paraId="4A491AB5" w14:textId="77777777" w:rsidR="00752DAA" w:rsidRDefault="00752DAA" w:rsidP="006C1EBF">
      <w:pPr>
        <w:pStyle w:val="ListParagraph"/>
        <w:numPr>
          <w:ilvl w:val="0"/>
          <w:numId w:val="18"/>
        </w:numPr>
      </w:pPr>
      <w:r>
        <w:t xml:space="preserve">SHOULD use capabilities (see </w:t>
      </w:r>
      <w:hyperlink w:anchor="VocCapabilities" w:history="1">
        <w:r w:rsidRPr="002768AF">
          <w:rPr>
            <w:rStyle w:val="Hyperlink"/>
            <w:b/>
          </w:rPr>
          <w:t>[OData-VocCap]</w:t>
        </w:r>
      </w:hyperlink>
      <w:r>
        <w:t xml:space="preserve">) to determine if a 4.01 feature is supported but MAY attempt syntax and be prepared to handle either </w:t>
      </w:r>
      <w:hyperlink w:anchor="sec_ResponseCode501NotImplemented" w:history="1">
        <w:r w:rsidRPr="004875B7">
          <w:rPr>
            <w:rStyle w:val="Keyword"/>
          </w:rPr>
          <w:t>501 Not Implemented</w:t>
        </w:r>
      </w:hyperlink>
      <w:r>
        <w:t xml:space="preserve"> or </w:t>
      </w:r>
      <w:r w:rsidRPr="004875B7">
        <w:rPr>
          <w:rStyle w:val="Keyword"/>
        </w:rPr>
        <w:t>400 Bad Request</w:t>
      </w:r>
    </w:p>
    <w:p w14:paraId="719266A5" w14:textId="77777777" w:rsidR="00752DAA" w:rsidRDefault="00752DAA" w:rsidP="00752DAA">
      <w:pPr>
        <w:spacing w:before="20"/>
      </w:pPr>
    </w:p>
    <w:bookmarkStart w:id="1156" w:name="_Toc477876743"/>
    <w:bookmarkStart w:id="1157" w:name="sec_Acknowledgments"/>
    <w:p w14:paraId="1878C06E" w14:textId="77777777" w:rsidR="00752DAA" w:rsidRPr="00C7059C" w:rsidRDefault="00752DAA" w:rsidP="006C1EBF">
      <w:pPr>
        <w:pStyle w:val="AppendixHeading1"/>
        <w:numPr>
          <w:ilvl w:val="0"/>
          <w:numId w:val="6"/>
        </w:numPr>
        <w:tabs>
          <w:tab w:val="left" w:pos="567"/>
        </w:tabs>
      </w:pPr>
      <w:r>
        <w:lastRenderedPageBreak/>
        <w:fldChar w:fldCharType="begin"/>
      </w:r>
      <w:r>
        <w:instrText xml:space="preserve"> HYPERLINK  \l "sec_Acknowledgments" </w:instrText>
      </w:r>
      <w:r>
        <w:fldChar w:fldCharType="separate"/>
      </w:r>
      <w:bookmarkStart w:id="1158" w:name="_Toc494885161"/>
      <w:bookmarkStart w:id="1159" w:name="_Toc494356908"/>
      <w:r w:rsidRPr="004A50BC">
        <w:rPr>
          <w:rStyle w:val="Hyperlink"/>
        </w:rPr>
        <w:t>Acknowledgments</w:t>
      </w:r>
      <w:bookmarkEnd w:id="1156"/>
      <w:bookmarkEnd w:id="1157"/>
      <w:bookmarkEnd w:id="1158"/>
      <w:bookmarkEnd w:id="1159"/>
      <w:r>
        <w:fldChar w:fldCharType="end"/>
      </w:r>
    </w:p>
    <w:p w14:paraId="6B7AF26E" w14:textId="77777777" w:rsidR="00752DAA" w:rsidRPr="00FE04DB" w:rsidRDefault="00752DAA" w:rsidP="00752DAA">
      <w:pPr>
        <w:rPr>
          <w:rFonts w:cs="Arial"/>
          <w:color w:val="1F497D"/>
          <w:szCs w:val="20"/>
        </w:rPr>
      </w:pPr>
      <w:r w:rsidRPr="00FE04DB">
        <w:rPr>
          <w:rFonts w:cs="Arial"/>
          <w:szCs w:val="20"/>
        </w:rPr>
        <w:t>The following individuals were members of the OASIS OData Technical Committee during the creation of this specification and their contributions are gratefully acknowledged:</w:t>
      </w:r>
    </w:p>
    <w:tbl>
      <w:tblPr>
        <w:tblW w:w="0" w:type="auto"/>
        <w:tblInd w:w="360" w:type="dxa"/>
        <w:tblLook w:val="04A0" w:firstRow="1" w:lastRow="0" w:firstColumn="1" w:lastColumn="0" w:noHBand="0" w:noVBand="1"/>
      </w:tblPr>
      <w:tblGrid>
        <w:gridCol w:w="4431"/>
        <w:gridCol w:w="4673"/>
      </w:tblGrid>
      <w:tr w:rsidR="00752DAA" w:rsidRPr="006F7244" w14:paraId="12220A2A" w14:textId="77777777" w:rsidTr="00752DAA">
        <w:tc>
          <w:tcPr>
            <w:tcW w:w="4431" w:type="dxa"/>
          </w:tcPr>
          <w:p w14:paraId="66B3682F"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Howard Abrams (CA Technologies)</w:t>
            </w:r>
          </w:p>
          <w:p w14:paraId="0BB0C797"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Ken Baclawski (Northeastern University)</w:t>
            </w:r>
          </w:p>
          <w:p w14:paraId="17E5B0A4"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Jay Balunas (Red Hat)</w:t>
            </w:r>
          </w:p>
          <w:p w14:paraId="61B653AD" w14:textId="77777777" w:rsidR="00752DAA" w:rsidRDefault="00752DAA" w:rsidP="006C1EBF">
            <w:pPr>
              <w:pStyle w:val="ListParagraph"/>
              <w:numPr>
                <w:ilvl w:val="0"/>
                <w:numId w:val="14"/>
              </w:numPr>
              <w:spacing w:before="0" w:after="0"/>
              <w:contextualSpacing w:val="0"/>
              <w:rPr>
                <w:rFonts w:cs="Arial"/>
                <w:szCs w:val="20"/>
                <w:lang w:val="en"/>
              </w:rPr>
            </w:pPr>
            <w:r>
              <w:rPr>
                <w:rFonts w:cs="Arial"/>
                <w:szCs w:val="20"/>
                <w:lang w:val="en"/>
              </w:rPr>
              <w:t>Stephen Berard (Schneider Electric Industries SAS)</w:t>
            </w:r>
          </w:p>
          <w:p w14:paraId="2AB4F45B"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Mark Biamonte (Progress Software)</w:t>
            </w:r>
          </w:p>
          <w:p w14:paraId="7B0F1F19"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Matthew Borges (</w:t>
            </w:r>
            <w:r>
              <w:rPr>
                <w:rFonts w:cs="Arial"/>
                <w:szCs w:val="20"/>
                <w:lang w:val="en"/>
              </w:rPr>
              <w:t>SAP SE</w:t>
            </w:r>
            <w:r w:rsidRPr="006F7244">
              <w:rPr>
                <w:rFonts w:cs="Arial"/>
                <w:szCs w:val="20"/>
                <w:lang w:val="en"/>
              </w:rPr>
              <w:t>)</w:t>
            </w:r>
          </w:p>
          <w:p w14:paraId="0E28EC55"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Edmond Bourne (BlackBerry)</w:t>
            </w:r>
          </w:p>
          <w:p w14:paraId="52FF423C"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Joseph Boyle (Planetwork, Inc.)</w:t>
            </w:r>
          </w:p>
          <w:p w14:paraId="259CCAF8"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Peter Brown (Individual)</w:t>
            </w:r>
          </w:p>
          <w:p w14:paraId="0B235766"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Antonio Campanile (Bank of America)</w:t>
            </w:r>
          </w:p>
          <w:p w14:paraId="65DCAC95"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Pablo Castro (Microsoft)</w:t>
            </w:r>
          </w:p>
          <w:p w14:paraId="5DD5C9BC"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Axel Conrad (BlackBerry)</w:t>
            </w:r>
          </w:p>
          <w:p w14:paraId="6DA929EE"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Robin Cover (OASIS)</w:t>
            </w:r>
          </w:p>
          <w:p w14:paraId="0DBA7A3D"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Erik de Voogd (SDL)</w:t>
            </w:r>
          </w:p>
          <w:p w14:paraId="45F0237E" w14:textId="77777777" w:rsidR="00752DAA" w:rsidRDefault="00752DAA" w:rsidP="006C1EBF">
            <w:pPr>
              <w:pStyle w:val="ListParagraph"/>
              <w:numPr>
                <w:ilvl w:val="0"/>
                <w:numId w:val="14"/>
              </w:numPr>
              <w:spacing w:before="0" w:after="0"/>
              <w:contextualSpacing w:val="0"/>
              <w:rPr>
                <w:rFonts w:cs="Arial"/>
                <w:szCs w:val="20"/>
                <w:lang w:val="en"/>
              </w:rPr>
            </w:pPr>
            <w:r>
              <w:rPr>
                <w:rFonts w:cs="Arial"/>
                <w:szCs w:val="20"/>
                <w:lang w:val="en"/>
              </w:rPr>
              <w:t>Yi Ding (Microsoft)</w:t>
            </w:r>
          </w:p>
          <w:p w14:paraId="288E6E7E"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Diane Downie (Citrix Systems)</w:t>
            </w:r>
          </w:p>
          <w:p w14:paraId="7B31A9D1"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Patrick Durusau (Individual)</w:t>
            </w:r>
          </w:p>
          <w:p w14:paraId="3B4CB328"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Andrew Eisenberg (IBM)</w:t>
            </w:r>
          </w:p>
          <w:p w14:paraId="0881E5AB"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Chet Ensign (OASIS)</w:t>
            </w:r>
          </w:p>
          <w:p w14:paraId="7A548651" w14:textId="77777777" w:rsidR="00752DAA"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Davina Erasmus (SDL)</w:t>
            </w:r>
          </w:p>
          <w:p w14:paraId="17B1D048" w14:textId="77777777" w:rsidR="00752DAA" w:rsidRPr="006F7244" w:rsidRDefault="00752DAA" w:rsidP="006C1EBF">
            <w:pPr>
              <w:pStyle w:val="ListParagraph"/>
              <w:numPr>
                <w:ilvl w:val="0"/>
                <w:numId w:val="14"/>
              </w:numPr>
              <w:spacing w:before="0" w:after="0"/>
              <w:contextualSpacing w:val="0"/>
              <w:rPr>
                <w:rFonts w:cs="Arial"/>
                <w:szCs w:val="20"/>
                <w:lang w:val="en"/>
              </w:rPr>
            </w:pPr>
            <w:r>
              <w:rPr>
                <w:rFonts w:cs="Arial"/>
                <w:szCs w:val="20"/>
                <w:lang w:val="en"/>
              </w:rPr>
              <w:t>George Ericson (Dell)</w:t>
            </w:r>
          </w:p>
          <w:p w14:paraId="1B902191"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Colleen Evans (Microsoft)</w:t>
            </w:r>
          </w:p>
          <w:p w14:paraId="03646F20" w14:textId="77777777" w:rsidR="00752DAA" w:rsidRDefault="00752DAA" w:rsidP="006C1EBF">
            <w:pPr>
              <w:pStyle w:val="ListParagraph"/>
              <w:numPr>
                <w:ilvl w:val="0"/>
                <w:numId w:val="14"/>
              </w:numPr>
              <w:spacing w:before="0" w:after="0"/>
              <w:contextualSpacing w:val="0"/>
              <w:rPr>
                <w:rFonts w:cs="Arial"/>
                <w:szCs w:val="20"/>
                <w:lang w:val="en"/>
              </w:rPr>
            </w:pPr>
            <w:r>
              <w:rPr>
                <w:rFonts w:cs="Arial"/>
                <w:szCs w:val="20"/>
                <w:lang w:val="en"/>
              </w:rPr>
              <w:t>Jason Fam (IBM)</w:t>
            </w:r>
          </w:p>
          <w:p w14:paraId="3F07E1FC"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Senaka Fernando (WSO2)</w:t>
            </w:r>
          </w:p>
          <w:p w14:paraId="2C7565B4" w14:textId="77777777" w:rsidR="00752DAA" w:rsidRDefault="00752DAA" w:rsidP="006C1EBF">
            <w:pPr>
              <w:pStyle w:val="ListParagraph"/>
              <w:numPr>
                <w:ilvl w:val="0"/>
                <w:numId w:val="14"/>
              </w:numPr>
              <w:spacing w:before="0" w:after="0"/>
              <w:contextualSpacing w:val="0"/>
              <w:rPr>
                <w:rFonts w:cs="Arial"/>
                <w:szCs w:val="20"/>
                <w:lang w:val="en"/>
              </w:rPr>
            </w:pPr>
            <w:r>
              <w:rPr>
                <w:rFonts w:cs="Arial"/>
                <w:szCs w:val="20"/>
                <w:lang w:val="en"/>
              </w:rPr>
              <w:t>Josh Gavant (Microsoft)</w:t>
            </w:r>
          </w:p>
          <w:p w14:paraId="2ECB661C"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Brent Gross (IBM)</w:t>
            </w:r>
          </w:p>
          <w:p w14:paraId="4C191118"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Zhun Guo (Individual)</w:t>
            </w:r>
          </w:p>
          <w:p w14:paraId="78B1A626"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Anila Kumar GVN (CA Technologies)</w:t>
            </w:r>
          </w:p>
          <w:p w14:paraId="523FF73D"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 xml:space="preserve">Stefan </w:t>
            </w:r>
            <w:r>
              <w:rPr>
                <w:rFonts w:cs="Arial"/>
                <w:szCs w:val="20"/>
                <w:lang w:val="en"/>
              </w:rPr>
              <w:t>Hagen</w:t>
            </w:r>
            <w:r w:rsidRPr="006F7244">
              <w:rPr>
                <w:rFonts w:cs="Arial"/>
                <w:szCs w:val="20"/>
                <w:lang w:val="en"/>
              </w:rPr>
              <w:t xml:space="preserve"> (Individual)</w:t>
            </w:r>
          </w:p>
          <w:p w14:paraId="7AFCCDAD"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Ralf Handl (</w:t>
            </w:r>
            <w:r>
              <w:rPr>
                <w:rFonts w:cs="Arial"/>
                <w:szCs w:val="20"/>
                <w:lang w:val="en"/>
              </w:rPr>
              <w:t>SAP SE</w:t>
            </w:r>
            <w:r w:rsidRPr="006F7244">
              <w:rPr>
                <w:rFonts w:cs="Arial"/>
                <w:szCs w:val="20"/>
                <w:lang w:val="en"/>
              </w:rPr>
              <w:t>)</w:t>
            </w:r>
          </w:p>
          <w:p w14:paraId="4F6B62FA"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Barbara Hartel (</w:t>
            </w:r>
            <w:r>
              <w:rPr>
                <w:rFonts w:cs="Arial"/>
                <w:szCs w:val="20"/>
                <w:lang w:val="en"/>
              </w:rPr>
              <w:t>SAP SE</w:t>
            </w:r>
            <w:r w:rsidRPr="006F7244">
              <w:rPr>
                <w:rFonts w:cs="Arial"/>
                <w:szCs w:val="20"/>
                <w:lang w:val="en"/>
              </w:rPr>
              <w:t>)</w:t>
            </w:r>
          </w:p>
          <w:p w14:paraId="65C0F7D8"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Hubert Heijkers (IBM)</w:t>
            </w:r>
          </w:p>
        </w:tc>
        <w:tc>
          <w:tcPr>
            <w:tcW w:w="4673" w:type="dxa"/>
          </w:tcPr>
          <w:p w14:paraId="36F1104E" w14:textId="77777777" w:rsidR="00752DAA" w:rsidRPr="006C035F" w:rsidRDefault="00752DAA" w:rsidP="006C1EBF">
            <w:pPr>
              <w:pStyle w:val="ListParagraph"/>
              <w:numPr>
                <w:ilvl w:val="0"/>
                <w:numId w:val="14"/>
              </w:numPr>
              <w:spacing w:before="0" w:after="0"/>
              <w:contextualSpacing w:val="0"/>
              <w:rPr>
                <w:rFonts w:cs="Arial"/>
                <w:szCs w:val="20"/>
                <w:lang w:val="en"/>
              </w:rPr>
            </w:pPr>
            <w:r w:rsidRPr="006C035F">
              <w:rPr>
                <w:rFonts w:cs="Arial"/>
                <w:szCs w:val="20"/>
                <w:lang w:val="en"/>
              </w:rPr>
              <w:t>Jens Hüsken (SAP SE)</w:t>
            </w:r>
          </w:p>
          <w:p w14:paraId="590B5D52" w14:textId="77777777" w:rsidR="00752DAA"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Evan Ireland (</w:t>
            </w:r>
            <w:r>
              <w:rPr>
                <w:rFonts w:cs="Arial"/>
                <w:szCs w:val="20"/>
                <w:lang w:val="en"/>
              </w:rPr>
              <w:t>SAP SE</w:t>
            </w:r>
            <w:r w:rsidRPr="006F7244">
              <w:rPr>
                <w:rFonts w:cs="Arial"/>
                <w:szCs w:val="20"/>
                <w:lang w:val="en"/>
              </w:rPr>
              <w:t>)</w:t>
            </w:r>
          </w:p>
          <w:p w14:paraId="2407FC97"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Gershon Janssen (Individual)</w:t>
            </w:r>
          </w:p>
          <w:p w14:paraId="6171F29D"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Ram Jeyaraman (Microsoft)</w:t>
            </w:r>
          </w:p>
          <w:p w14:paraId="6B754EFE"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Ted Jones (Red Hat)</w:t>
            </w:r>
          </w:p>
          <w:p w14:paraId="0E645DF0"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Diane Jordan (IBM)</w:t>
            </w:r>
          </w:p>
          <w:p w14:paraId="3B7476D0"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Stephan Klevenz (</w:t>
            </w:r>
            <w:r>
              <w:rPr>
                <w:rFonts w:cs="Arial"/>
                <w:szCs w:val="20"/>
                <w:lang w:val="en"/>
              </w:rPr>
              <w:t>SAP SE</w:t>
            </w:r>
            <w:r w:rsidRPr="006F7244">
              <w:rPr>
                <w:rFonts w:cs="Arial"/>
                <w:szCs w:val="20"/>
                <w:lang w:val="en"/>
              </w:rPr>
              <w:t>)</w:t>
            </w:r>
          </w:p>
          <w:p w14:paraId="7DFECCFF"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Gerald Krause (</w:t>
            </w:r>
            <w:r>
              <w:rPr>
                <w:rFonts w:cs="Arial"/>
                <w:szCs w:val="20"/>
                <w:lang w:val="en"/>
              </w:rPr>
              <w:t>SAP SE</w:t>
            </w:r>
            <w:r w:rsidRPr="006F7244">
              <w:rPr>
                <w:rFonts w:cs="Arial"/>
                <w:szCs w:val="20"/>
                <w:lang w:val="en"/>
              </w:rPr>
              <w:t>)</w:t>
            </w:r>
          </w:p>
          <w:p w14:paraId="330B3EC2"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Nuno Linhares (SDL)</w:t>
            </w:r>
          </w:p>
          <w:p w14:paraId="51737683"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Paul Lipton (CA Technologies)</w:t>
            </w:r>
          </w:p>
          <w:p w14:paraId="559657DB"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Susan Malaika (IBM)</w:t>
            </w:r>
          </w:p>
          <w:p w14:paraId="03B5455A"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Ramanjaneyulu Malisetti (CA Technologies)</w:t>
            </w:r>
          </w:p>
          <w:p w14:paraId="5C324A89"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Neil McEvoy (iFOSSF – International Free and Open Source Solutions Foundation)</w:t>
            </w:r>
          </w:p>
          <w:p w14:paraId="1062567E"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Stan Mitranic (CA Technologies)</w:t>
            </w:r>
          </w:p>
          <w:p w14:paraId="279CE8C1"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Dale Moberg (Axway Software)</w:t>
            </w:r>
          </w:p>
          <w:p w14:paraId="499A0ACE"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Graham Moore (BrightstarDB Ltd.)</w:t>
            </w:r>
          </w:p>
          <w:p w14:paraId="359D60BF"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Farrukh Najmi (Individual)</w:t>
            </w:r>
          </w:p>
          <w:p w14:paraId="7195460B"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Shishir Pardikar (Citrix Systems)</w:t>
            </w:r>
          </w:p>
          <w:p w14:paraId="06ACF8DA"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Sanjay Patil (</w:t>
            </w:r>
            <w:r>
              <w:rPr>
                <w:rFonts w:cs="Arial"/>
                <w:szCs w:val="20"/>
                <w:lang w:val="en"/>
              </w:rPr>
              <w:t>SAP SE</w:t>
            </w:r>
            <w:r w:rsidRPr="006F7244">
              <w:rPr>
                <w:rFonts w:cs="Arial"/>
                <w:szCs w:val="20"/>
                <w:lang w:val="en"/>
              </w:rPr>
              <w:t>)</w:t>
            </w:r>
          </w:p>
          <w:p w14:paraId="34D3898E"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Nuccio Piscopo (iFOSSF – International Free and Open Source Solutions Foundation)</w:t>
            </w:r>
          </w:p>
          <w:p w14:paraId="3250D591" w14:textId="77777777" w:rsidR="00752DAA"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Michael Pizzo (Microsoft)</w:t>
            </w:r>
          </w:p>
          <w:p w14:paraId="621DF25E" w14:textId="77777777" w:rsidR="00752DAA" w:rsidRPr="00B87ED6" w:rsidRDefault="00752DAA" w:rsidP="006C1EBF">
            <w:pPr>
              <w:pStyle w:val="ListParagraph"/>
              <w:numPr>
                <w:ilvl w:val="0"/>
                <w:numId w:val="14"/>
              </w:numPr>
              <w:spacing w:before="0" w:after="0"/>
              <w:contextualSpacing w:val="0"/>
              <w:rPr>
                <w:rFonts w:cs="Arial"/>
                <w:szCs w:val="20"/>
                <w:lang w:val="en"/>
              </w:rPr>
            </w:pPr>
            <w:r>
              <w:rPr>
                <w:rFonts w:cs="Arial"/>
                <w:szCs w:val="20"/>
                <w:lang w:val="en"/>
              </w:rPr>
              <w:t>Ramesh Reddy (Red Hat)</w:t>
            </w:r>
          </w:p>
          <w:p w14:paraId="31E7E00F"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Robert Richards (Mashery)</w:t>
            </w:r>
          </w:p>
          <w:p w14:paraId="278B661C"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Sumedha Rubasinghe (WSO2)</w:t>
            </w:r>
          </w:p>
          <w:p w14:paraId="29D8FEAA"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James Snell (IBM)</w:t>
            </w:r>
          </w:p>
          <w:p w14:paraId="04AE85F8"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Jeffrey Turpin (Axway Software)</w:t>
            </w:r>
          </w:p>
          <w:p w14:paraId="36563623"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John Willson (Individual)</w:t>
            </w:r>
          </w:p>
          <w:p w14:paraId="2467BBA7"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John Wilmes (Individual)</w:t>
            </w:r>
          </w:p>
          <w:p w14:paraId="3A96AE77"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Christopher Woodruff (Perficient, Inc.)</w:t>
            </w:r>
          </w:p>
          <w:p w14:paraId="41AFD8EE" w14:textId="77777777" w:rsidR="00752DAA" w:rsidRPr="006F7244" w:rsidRDefault="00752DAA" w:rsidP="006C1EBF">
            <w:pPr>
              <w:pStyle w:val="ListParagraph"/>
              <w:numPr>
                <w:ilvl w:val="0"/>
                <w:numId w:val="14"/>
              </w:numPr>
              <w:spacing w:before="0" w:after="0"/>
              <w:contextualSpacing w:val="0"/>
              <w:rPr>
                <w:rFonts w:cs="Arial"/>
                <w:szCs w:val="20"/>
                <w:lang w:val="en"/>
              </w:rPr>
            </w:pPr>
            <w:r w:rsidRPr="006F7244">
              <w:rPr>
                <w:rFonts w:cs="Arial"/>
                <w:szCs w:val="20"/>
                <w:lang w:val="en"/>
              </w:rPr>
              <w:t>Martin Zurmuehl (</w:t>
            </w:r>
            <w:r>
              <w:rPr>
                <w:rFonts w:cs="Arial"/>
                <w:szCs w:val="20"/>
                <w:lang w:val="en"/>
              </w:rPr>
              <w:t>SAP SE</w:t>
            </w:r>
            <w:r w:rsidRPr="006F7244">
              <w:rPr>
                <w:rFonts w:cs="Arial"/>
                <w:szCs w:val="20"/>
                <w:lang w:val="en"/>
              </w:rPr>
              <w:t>)</w:t>
            </w:r>
          </w:p>
        </w:tc>
      </w:tr>
    </w:tbl>
    <w:p w14:paraId="3EECAFB8" w14:textId="77777777" w:rsidR="00752DAA" w:rsidRPr="006F7244" w:rsidRDefault="00752DAA" w:rsidP="00752DAA"/>
    <w:bookmarkStart w:id="1160" w:name="_Toc477876744"/>
    <w:bookmarkStart w:id="1161" w:name="sec_RevisionHistory"/>
    <w:p w14:paraId="191E041B" w14:textId="77777777" w:rsidR="00752DAA" w:rsidRPr="006F7244" w:rsidRDefault="00752DAA" w:rsidP="006C1EBF">
      <w:pPr>
        <w:pStyle w:val="AppendixHeading1"/>
        <w:numPr>
          <w:ilvl w:val="0"/>
          <w:numId w:val="6"/>
        </w:numPr>
        <w:tabs>
          <w:tab w:val="left" w:pos="567"/>
        </w:tabs>
      </w:pPr>
      <w:r>
        <w:lastRenderedPageBreak/>
        <w:fldChar w:fldCharType="begin"/>
      </w:r>
      <w:r>
        <w:instrText xml:space="preserve"> HYPERLINK  \l "sec_RevisionHistory" </w:instrText>
      </w:r>
      <w:r>
        <w:fldChar w:fldCharType="separate"/>
      </w:r>
      <w:bookmarkStart w:id="1162" w:name="_Toc494885162"/>
      <w:bookmarkStart w:id="1163" w:name="_Toc494356909"/>
      <w:r w:rsidRPr="004A50BC">
        <w:rPr>
          <w:rStyle w:val="Hyperlink"/>
        </w:rPr>
        <w:t>Revision History</w:t>
      </w:r>
      <w:bookmarkEnd w:id="1160"/>
      <w:bookmarkEnd w:id="1161"/>
      <w:bookmarkEnd w:id="1162"/>
      <w:bookmarkEnd w:id="1163"/>
      <w: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5"/>
        <w:gridCol w:w="1324"/>
        <w:gridCol w:w="2107"/>
        <w:gridCol w:w="4294"/>
      </w:tblGrid>
      <w:tr w:rsidR="00752DAA" w:rsidRPr="006F7244" w14:paraId="0D6999A6" w14:textId="77777777" w:rsidTr="00752DAA">
        <w:tc>
          <w:tcPr>
            <w:tcW w:w="1625" w:type="dxa"/>
          </w:tcPr>
          <w:p w14:paraId="2F90469E" w14:textId="77777777" w:rsidR="00752DAA" w:rsidRPr="006F7244" w:rsidRDefault="00752DAA" w:rsidP="00752DAA">
            <w:pPr>
              <w:rPr>
                <w:b/>
              </w:rPr>
            </w:pPr>
            <w:r w:rsidRPr="006F7244">
              <w:rPr>
                <w:b/>
              </w:rPr>
              <w:t>Revision</w:t>
            </w:r>
          </w:p>
        </w:tc>
        <w:tc>
          <w:tcPr>
            <w:tcW w:w="1324" w:type="dxa"/>
          </w:tcPr>
          <w:p w14:paraId="4CF1E7D3" w14:textId="77777777" w:rsidR="00752DAA" w:rsidRPr="006F7244" w:rsidRDefault="00752DAA" w:rsidP="00752DAA">
            <w:pPr>
              <w:rPr>
                <w:b/>
              </w:rPr>
            </w:pPr>
            <w:r w:rsidRPr="006F7244">
              <w:rPr>
                <w:b/>
              </w:rPr>
              <w:t>Date</w:t>
            </w:r>
          </w:p>
        </w:tc>
        <w:tc>
          <w:tcPr>
            <w:tcW w:w="2107" w:type="dxa"/>
          </w:tcPr>
          <w:p w14:paraId="77576DFA" w14:textId="77777777" w:rsidR="00752DAA" w:rsidRPr="006F7244" w:rsidRDefault="00752DAA" w:rsidP="00752DAA">
            <w:pPr>
              <w:rPr>
                <w:b/>
              </w:rPr>
            </w:pPr>
            <w:r w:rsidRPr="006F7244">
              <w:rPr>
                <w:b/>
              </w:rPr>
              <w:t>Editor</w:t>
            </w:r>
          </w:p>
        </w:tc>
        <w:tc>
          <w:tcPr>
            <w:tcW w:w="4294" w:type="dxa"/>
          </w:tcPr>
          <w:p w14:paraId="70231856" w14:textId="77777777" w:rsidR="00752DAA" w:rsidRPr="006F7244" w:rsidRDefault="00752DAA" w:rsidP="00752DAA">
            <w:pPr>
              <w:rPr>
                <w:b/>
              </w:rPr>
            </w:pPr>
            <w:r w:rsidRPr="006F7244">
              <w:rPr>
                <w:b/>
              </w:rPr>
              <w:t>Changes Made</w:t>
            </w:r>
          </w:p>
        </w:tc>
      </w:tr>
      <w:tr w:rsidR="00752DAA" w14:paraId="221E1594" w14:textId="77777777" w:rsidTr="00752DAA">
        <w:tc>
          <w:tcPr>
            <w:tcW w:w="1625" w:type="dxa"/>
          </w:tcPr>
          <w:p w14:paraId="27383944" w14:textId="77777777" w:rsidR="00752DAA" w:rsidRPr="006F7244" w:rsidRDefault="00752DAA" w:rsidP="00752DAA">
            <w:r w:rsidRPr="006F7244">
              <w:t>Working Draft 01</w:t>
            </w:r>
          </w:p>
        </w:tc>
        <w:tc>
          <w:tcPr>
            <w:tcW w:w="1324" w:type="dxa"/>
          </w:tcPr>
          <w:p w14:paraId="32F9B5E1" w14:textId="77777777" w:rsidR="00752DAA" w:rsidRPr="006F7244" w:rsidRDefault="00752DAA" w:rsidP="00752DAA">
            <w:r>
              <w:t>2016-06-22</w:t>
            </w:r>
          </w:p>
        </w:tc>
        <w:tc>
          <w:tcPr>
            <w:tcW w:w="2107" w:type="dxa"/>
          </w:tcPr>
          <w:p w14:paraId="30C339DA" w14:textId="77777777" w:rsidR="00752DAA" w:rsidRDefault="00752DAA" w:rsidP="00752DAA">
            <w:r w:rsidRPr="006F7244">
              <w:t>Michael Pizzo</w:t>
            </w:r>
          </w:p>
          <w:p w14:paraId="4C8F341D" w14:textId="77777777" w:rsidR="00752DAA" w:rsidRPr="006F7244" w:rsidRDefault="00752DAA" w:rsidP="00752DAA"/>
        </w:tc>
        <w:tc>
          <w:tcPr>
            <w:tcW w:w="4294" w:type="dxa"/>
          </w:tcPr>
          <w:p w14:paraId="2CCF2729" w14:textId="77777777" w:rsidR="00752DAA" w:rsidRDefault="00752DAA" w:rsidP="00752DAA">
            <w:r>
              <w:t>Transferred content from OData 4.0 Part I - Protocol Errata 3</w:t>
            </w:r>
          </w:p>
        </w:tc>
      </w:tr>
      <w:tr w:rsidR="00752DAA" w14:paraId="7D878D21" w14:textId="77777777" w:rsidTr="00752DAA">
        <w:tc>
          <w:tcPr>
            <w:tcW w:w="1625" w:type="dxa"/>
          </w:tcPr>
          <w:p w14:paraId="772EA5C1" w14:textId="77777777" w:rsidR="00752DAA" w:rsidDel="00E34C52" w:rsidRDefault="00752DAA" w:rsidP="00752DAA">
            <w:r>
              <w:t>Committee Specification Draft 01</w:t>
            </w:r>
          </w:p>
        </w:tc>
        <w:tc>
          <w:tcPr>
            <w:tcW w:w="1324" w:type="dxa"/>
          </w:tcPr>
          <w:p w14:paraId="5399D8E5" w14:textId="77777777" w:rsidR="00752DAA" w:rsidRDefault="00752DAA" w:rsidP="00752DAA">
            <w:r>
              <w:t>2016-12-08</w:t>
            </w:r>
          </w:p>
        </w:tc>
        <w:tc>
          <w:tcPr>
            <w:tcW w:w="2107" w:type="dxa"/>
          </w:tcPr>
          <w:p w14:paraId="5022A5BA" w14:textId="77777777" w:rsidR="00752DAA" w:rsidRDefault="00752DAA" w:rsidP="00752DAA">
            <w:r>
              <w:t xml:space="preserve">Michael Pizzo </w:t>
            </w:r>
          </w:p>
          <w:p w14:paraId="5C3CB6EC" w14:textId="77777777" w:rsidR="00752DAA" w:rsidRDefault="00752DAA" w:rsidP="00752DAA">
            <w:r>
              <w:t>Ralf Handl</w:t>
            </w:r>
          </w:p>
        </w:tc>
        <w:tc>
          <w:tcPr>
            <w:tcW w:w="4294" w:type="dxa"/>
          </w:tcPr>
          <w:p w14:paraId="20425A39" w14:textId="77777777" w:rsidR="00752DAA" w:rsidRDefault="00752DAA" w:rsidP="00752DAA">
            <w:r>
              <w:t>Integrated 4.01 features</w:t>
            </w:r>
          </w:p>
          <w:p w14:paraId="2C8BF20F" w14:textId="77777777" w:rsidR="00752DAA" w:rsidRDefault="00752DAA" w:rsidP="006C1EBF">
            <w:pPr>
              <w:pStyle w:val="ListParagraph"/>
              <w:numPr>
                <w:ilvl w:val="0"/>
                <w:numId w:val="14"/>
              </w:numPr>
            </w:pPr>
            <w:r>
              <w:t>Schema Versioning</w:t>
            </w:r>
          </w:p>
          <w:p w14:paraId="0FD1E984" w14:textId="77777777" w:rsidR="00752DAA" w:rsidRDefault="00752DAA" w:rsidP="006C1EBF">
            <w:pPr>
              <w:pStyle w:val="ListParagraph"/>
              <w:numPr>
                <w:ilvl w:val="0"/>
                <w:numId w:val="14"/>
              </w:numPr>
            </w:pPr>
            <w:r>
              <w:t>Preference omit-values</w:t>
            </w:r>
          </w:p>
          <w:p w14:paraId="02F82C0C" w14:textId="77777777" w:rsidR="00752DAA" w:rsidRDefault="00752DAA" w:rsidP="006C1EBF">
            <w:pPr>
              <w:pStyle w:val="ListParagraph"/>
              <w:numPr>
                <w:ilvl w:val="0"/>
                <w:numId w:val="14"/>
              </w:numPr>
            </w:pPr>
            <w:r>
              <w:t xml:space="preserve">$compute system query option </w:t>
            </w:r>
          </w:p>
          <w:p w14:paraId="05BE7997" w14:textId="77777777" w:rsidR="00752DAA" w:rsidRDefault="00752DAA" w:rsidP="006C1EBF">
            <w:pPr>
              <w:pStyle w:val="ListParagraph"/>
              <w:numPr>
                <w:ilvl w:val="0"/>
                <w:numId w:val="14"/>
              </w:numPr>
            </w:pPr>
            <w:r>
              <w:t>Indexing into Ordered Collections</w:t>
            </w:r>
          </w:p>
          <w:p w14:paraId="774B564B" w14:textId="77777777" w:rsidR="00752DAA" w:rsidRDefault="00752DAA" w:rsidP="006C1EBF">
            <w:pPr>
              <w:pStyle w:val="ListParagraph"/>
              <w:numPr>
                <w:ilvl w:val="0"/>
                <w:numId w:val="14"/>
              </w:numPr>
            </w:pPr>
            <w:r>
              <w:t>Deep Update</w:t>
            </w:r>
          </w:p>
          <w:p w14:paraId="203A742C" w14:textId="77777777" w:rsidR="00752DAA" w:rsidRDefault="00752DAA" w:rsidP="006C1EBF">
            <w:pPr>
              <w:pStyle w:val="ListParagraph"/>
              <w:numPr>
                <w:ilvl w:val="0"/>
                <w:numId w:val="14"/>
              </w:numPr>
            </w:pPr>
            <w:r>
              <w:t>Improved referencing in batch requests</w:t>
            </w:r>
          </w:p>
        </w:tc>
      </w:tr>
      <w:tr w:rsidR="00752DAA" w14:paraId="31849D9F" w14:textId="77777777" w:rsidTr="00752DAA">
        <w:tc>
          <w:tcPr>
            <w:tcW w:w="1625" w:type="dxa"/>
          </w:tcPr>
          <w:p w14:paraId="543E2053" w14:textId="77777777" w:rsidR="00752DAA" w:rsidRDefault="00752DAA" w:rsidP="00752DAA">
            <w:r>
              <w:t>Committee Specification Draft 02</w:t>
            </w:r>
          </w:p>
        </w:tc>
        <w:tc>
          <w:tcPr>
            <w:tcW w:w="1324" w:type="dxa"/>
          </w:tcPr>
          <w:p w14:paraId="6E6AFB5F" w14:textId="77777777" w:rsidR="00752DAA" w:rsidRDefault="00752DAA" w:rsidP="00752DAA">
            <w:r>
              <w:t>2017-06-20</w:t>
            </w:r>
          </w:p>
        </w:tc>
        <w:tc>
          <w:tcPr>
            <w:tcW w:w="2107" w:type="dxa"/>
          </w:tcPr>
          <w:p w14:paraId="193A68F2" w14:textId="77777777" w:rsidR="00752DAA" w:rsidRDefault="00752DAA" w:rsidP="00752DAA">
            <w:r>
              <w:t xml:space="preserve">Michael Pizzo </w:t>
            </w:r>
          </w:p>
          <w:p w14:paraId="70D8C216" w14:textId="77777777" w:rsidR="00752DAA" w:rsidRDefault="00752DAA" w:rsidP="00752DAA">
            <w:r>
              <w:t>Ralf Handl</w:t>
            </w:r>
          </w:p>
        </w:tc>
        <w:tc>
          <w:tcPr>
            <w:tcW w:w="4294" w:type="dxa"/>
          </w:tcPr>
          <w:p w14:paraId="469AAC58" w14:textId="77777777" w:rsidR="00752DAA" w:rsidRDefault="00752DAA" w:rsidP="00752DAA">
            <w:r>
              <w:t>More 4.01 features</w:t>
            </w:r>
          </w:p>
          <w:p w14:paraId="36D28A9B" w14:textId="77777777" w:rsidR="00752DAA" w:rsidRDefault="00752DAA" w:rsidP="006C1EBF">
            <w:pPr>
              <w:pStyle w:val="ListParagraph"/>
              <w:numPr>
                <w:ilvl w:val="0"/>
                <w:numId w:val="14"/>
              </w:numPr>
            </w:pPr>
            <w:r>
              <w:t>Set-based operations</w:t>
            </w:r>
          </w:p>
          <w:p w14:paraId="461C1F98" w14:textId="77777777" w:rsidR="00752DAA" w:rsidRDefault="00752DAA" w:rsidP="006C1EBF">
            <w:pPr>
              <w:pStyle w:val="ListParagraph"/>
              <w:numPr>
                <w:ilvl w:val="0"/>
                <w:numId w:val="14"/>
              </w:numPr>
            </w:pPr>
            <w:r>
              <w:t>JSON Batch format</w:t>
            </w:r>
          </w:p>
          <w:p w14:paraId="3FF4E867" w14:textId="77777777" w:rsidR="00752DAA" w:rsidRDefault="00752DAA" w:rsidP="006C1EBF">
            <w:pPr>
              <w:pStyle w:val="ListParagraph"/>
              <w:numPr>
                <w:ilvl w:val="0"/>
                <w:numId w:val="14"/>
              </w:numPr>
            </w:pPr>
            <w:r>
              <w:t>CSDL JSON format</w:t>
            </w:r>
          </w:p>
        </w:tc>
      </w:tr>
      <w:tr w:rsidR="00752DAA" w14:paraId="10193C59" w14:textId="77777777" w:rsidTr="00752DAA">
        <w:tc>
          <w:tcPr>
            <w:tcW w:w="1625" w:type="dxa"/>
          </w:tcPr>
          <w:p w14:paraId="479FAD4F" w14:textId="77777777" w:rsidR="00752DAA" w:rsidRDefault="00752DAA" w:rsidP="00752DAA">
            <w:r>
              <w:t>Committee Specification Draft 03</w:t>
            </w:r>
          </w:p>
        </w:tc>
        <w:tc>
          <w:tcPr>
            <w:tcW w:w="1324" w:type="dxa"/>
          </w:tcPr>
          <w:p w14:paraId="53C893A7" w14:textId="77777777" w:rsidR="00752DAA" w:rsidRDefault="00752DAA" w:rsidP="00752DAA">
            <w:r>
              <w:t>2017-09-28</w:t>
            </w:r>
          </w:p>
        </w:tc>
        <w:tc>
          <w:tcPr>
            <w:tcW w:w="2107" w:type="dxa"/>
          </w:tcPr>
          <w:p w14:paraId="50D55358" w14:textId="77777777" w:rsidR="00752DAA" w:rsidRDefault="00752DAA" w:rsidP="00752DAA">
            <w:r>
              <w:t xml:space="preserve">Michael Pizzo </w:t>
            </w:r>
          </w:p>
          <w:p w14:paraId="22EB4378" w14:textId="77777777" w:rsidR="00752DAA" w:rsidRDefault="00752DAA" w:rsidP="00752DAA">
            <w:r>
              <w:t>Ralf Handl</w:t>
            </w:r>
          </w:p>
        </w:tc>
        <w:tc>
          <w:tcPr>
            <w:tcW w:w="4294" w:type="dxa"/>
          </w:tcPr>
          <w:p w14:paraId="368806AB" w14:textId="77777777" w:rsidR="00752DAA" w:rsidRDefault="00752DAA" w:rsidP="00752DAA">
            <w:r>
              <w:t>Incorporated review feedback</w:t>
            </w:r>
          </w:p>
          <w:p w14:paraId="1B74B12E" w14:textId="77777777" w:rsidR="00752DAA" w:rsidRDefault="00752DAA" w:rsidP="00752DAA">
            <w:pPr>
              <w:rPr>
                <w:rStyle w:val="Datatype"/>
              </w:rPr>
            </w:pPr>
            <w:r>
              <w:t xml:space="preserve">Added nested query options for </w:t>
            </w:r>
            <w:r w:rsidRPr="00D247E8">
              <w:rPr>
                <w:rStyle w:val="Datatype"/>
              </w:rPr>
              <w:t>$select</w:t>
            </w:r>
          </w:p>
          <w:p w14:paraId="66BDEA21" w14:textId="77777777" w:rsidR="00752DAA" w:rsidRDefault="00752DAA" w:rsidP="00752DAA">
            <w:pPr>
              <w:rPr>
                <w:rStyle w:val="Datatype"/>
              </w:rPr>
            </w:pPr>
            <w:r w:rsidRPr="00D247E8">
              <w:t>Added nested</w:t>
            </w:r>
            <w:r>
              <w:t xml:space="preserve"> parameter</w:t>
            </w:r>
            <w:r w:rsidRPr="00D247E8">
              <w:t xml:space="preserve"> alias </w:t>
            </w:r>
            <w:r>
              <w:t xml:space="preserve">value assignments within </w:t>
            </w:r>
            <w:r w:rsidRPr="00D247E8">
              <w:rPr>
                <w:rStyle w:val="Datatype"/>
              </w:rPr>
              <w:t>$expand</w:t>
            </w:r>
            <w:r>
              <w:t xml:space="preserve"> and </w:t>
            </w:r>
            <w:r w:rsidRPr="00D247E8">
              <w:rPr>
                <w:rStyle w:val="Datatype"/>
              </w:rPr>
              <w:t>$select</w:t>
            </w:r>
          </w:p>
          <w:p w14:paraId="1ECBEB94" w14:textId="77777777" w:rsidR="00752DAA" w:rsidRDefault="00752DAA" w:rsidP="00752DAA">
            <w:r w:rsidRPr="005C547C">
              <w:t>Simp</w:t>
            </w:r>
            <w:r>
              <w:t>lified implicit parameter aliases for function (import) calls</w:t>
            </w:r>
          </w:p>
        </w:tc>
      </w:tr>
    </w:tbl>
    <w:p w14:paraId="332CE2EC" w14:textId="77777777" w:rsidR="00752DAA" w:rsidRPr="003129C6" w:rsidRDefault="00752DAA" w:rsidP="00752DAA"/>
    <w:sectPr w:rsidR="00752DAA" w:rsidRPr="003129C6" w:rsidSect="00752DAA">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A64CC8" w14:textId="77777777" w:rsidR="002A710D" w:rsidRDefault="002A710D" w:rsidP="008C100C">
      <w:r>
        <w:separator/>
      </w:r>
    </w:p>
    <w:p w14:paraId="5DDC6773" w14:textId="77777777" w:rsidR="002A710D" w:rsidRDefault="002A710D" w:rsidP="008C100C"/>
    <w:p w14:paraId="6B799BF6" w14:textId="77777777" w:rsidR="002A710D" w:rsidRDefault="002A710D" w:rsidP="008C100C"/>
    <w:p w14:paraId="33612FDE" w14:textId="77777777" w:rsidR="002A710D" w:rsidRDefault="002A710D" w:rsidP="008C100C"/>
    <w:p w14:paraId="32762919" w14:textId="77777777" w:rsidR="002A710D" w:rsidRDefault="002A710D" w:rsidP="008C100C"/>
    <w:p w14:paraId="7A136890" w14:textId="77777777" w:rsidR="002A710D" w:rsidRDefault="002A710D" w:rsidP="008C100C"/>
    <w:p w14:paraId="559F5D43" w14:textId="77777777" w:rsidR="002A710D" w:rsidRDefault="002A710D" w:rsidP="008C100C"/>
  </w:endnote>
  <w:endnote w:type="continuationSeparator" w:id="0">
    <w:p w14:paraId="2080A74B" w14:textId="77777777" w:rsidR="002A710D" w:rsidRDefault="002A710D" w:rsidP="008C100C">
      <w:r>
        <w:continuationSeparator/>
      </w:r>
    </w:p>
    <w:p w14:paraId="029EB61A" w14:textId="77777777" w:rsidR="002A710D" w:rsidRDefault="002A710D" w:rsidP="008C100C"/>
    <w:p w14:paraId="1DBCAC5C" w14:textId="77777777" w:rsidR="002A710D" w:rsidRDefault="002A710D" w:rsidP="008C100C"/>
    <w:p w14:paraId="6A2CFFA4" w14:textId="77777777" w:rsidR="002A710D" w:rsidRDefault="002A710D" w:rsidP="008C100C"/>
    <w:p w14:paraId="5B582C97" w14:textId="77777777" w:rsidR="002A710D" w:rsidRDefault="002A710D" w:rsidP="008C100C"/>
    <w:p w14:paraId="60B379EA" w14:textId="77777777" w:rsidR="002A710D" w:rsidRDefault="002A710D" w:rsidP="008C100C"/>
    <w:p w14:paraId="6058F6C6" w14:textId="77777777" w:rsidR="002A710D" w:rsidRDefault="002A710D"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717E3" w14:textId="15057275" w:rsidR="00752DAA" w:rsidRDefault="00752DAA" w:rsidP="00560795">
    <w:pPr>
      <w:pStyle w:val="Footer"/>
      <w:tabs>
        <w:tab w:val="clear" w:pos="4320"/>
        <w:tab w:val="clear" w:pos="8640"/>
        <w:tab w:val="center" w:pos="4680"/>
        <w:tab w:val="right" w:pos="9360"/>
      </w:tabs>
      <w:spacing w:after="0"/>
      <w:rPr>
        <w:sz w:val="16"/>
        <w:szCs w:val="16"/>
      </w:rPr>
    </w:pPr>
    <w:r>
      <w:rPr>
        <w:sz w:val="16"/>
        <w:szCs w:val="16"/>
      </w:rPr>
      <w:t>odata-v4.01-csprd03-part1-protocol</w:t>
    </w:r>
    <w:r>
      <w:rPr>
        <w:sz w:val="16"/>
        <w:szCs w:val="16"/>
      </w:rPr>
      <w:tab/>
    </w:r>
    <w:r>
      <w:rPr>
        <w:sz w:val="16"/>
        <w:szCs w:val="16"/>
      </w:rPr>
      <w:tab/>
      <w:t>28 September 2017</w:t>
    </w:r>
  </w:p>
  <w:p w14:paraId="796C1D34" w14:textId="65C490F3" w:rsidR="00752DAA" w:rsidRPr="00F50E2C" w:rsidRDefault="00752DAA"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2017</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D849E7">
      <w:rPr>
        <w:rStyle w:val="PageNumber"/>
        <w:noProof/>
        <w:sz w:val="16"/>
        <w:szCs w:val="16"/>
      </w:rPr>
      <w:t>3</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D849E7">
      <w:rPr>
        <w:rStyle w:val="PageNumber"/>
        <w:noProof/>
        <w:sz w:val="16"/>
        <w:szCs w:val="16"/>
      </w:rPr>
      <w:t>91</w:t>
    </w:r>
    <w:r w:rsidRPr="0051640A">
      <w:rPr>
        <w:rStyle w:val="PageNumbe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290431" w14:textId="77777777" w:rsidR="00752DAA" w:rsidRPr="007611CD" w:rsidRDefault="00752DAA"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5092ADF5" w14:textId="77777777" w:rsidR="00752DAA" w:rsidRPr="007611CD" w:rsidRDefault="00752DAA"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4BE1A5" w14:textId="77777777" w:rsidR="002A710D" w:rsidRDefault="002A710D" w:rsidP="008C100C">
      <w:r>
        <w:separator/>
      </w:r>
    </w:p>
    <w:p w14:paraId="2C1C4EAF" w14:textId="77777777" w:rsidR="002A710D" w:rsidRDefault="002A710D" w:rsidP="008C100C"/>
  </w:footnote>
  <w:footnote w:type="continuationSeparator" w:id="0">
    <w:p w14:paraId="7D380CF7" w14:textId="77777777" w:rsidR="002A710D" w:rsidRDefault="002A710D" w:rsidP="008C100C">
      <w:r>
        <w:continuationSeparator/>
      </w:r>
    </w:p>
    <w:p w14:paraId="6A5649D4" w14:textId="77777777" w:rsidR="002A710D" w:rsidRDefault="002A710D" w:rsidP="008C10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44514" w14:textId="77777777" w:rsidR="00752DAA" w:rsidRDefault="00752DAA" w:rsidP="008C100C"/>
  <w:p w14:paraId="310AE6CF" w14:textId="77777777" w:rsidR="00752DAA" w:rsidRDefault="00752DAA" w:rsidP="008C10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15:restartNumberingAfterBreak="0">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5A40AC7"/>
    <w:multiLevelType w:val="hybridMultilevel"/>
    <w:tmpl w:val="3120050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09CE5AB2"/>
    <w:multiLevelType w:val="hybridMultilevel"/>
    <w:tmpl w:val="7FB6E012"/>
    <w:lvl w:ilvl="0" w:tplc="CE1244D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692D83"/>
    <w:multiLevelType w:val="hybridMultilevel"/>
    <w:tmpl w:val="6E148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6F019B"/>
    <w:multiLevelType w:val="hybridMultilevel"/>
    <w:tmpl w:val="9F089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A611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F71090"/>
    <w:multiLevelType w:val="hybridMultilevel"/>
    <w:tmpl w:val="44EC7C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AE0B6C"/>
    <w:multiLevelType w:val="hybridMultilevel"/>
    <w:tmpl w:val="E35E329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2952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3ED3F0F"/>
    <w:multiLevelType w:val="multilevel"/>
    <w:tmpl w:val="3162D9F2"/>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1026" w:hanging="576"/>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810" w:hanging="360"/>
      </w:pPr>
      <w:rPr>
        <w:rFonts w:hint="default"/>
      </w:rPr>
    </w:lvl>
    <w:lvl w:ilvl="4">
      <w:start w:val="1"/>
      <w:numFmt w:val="decimal"/>
      <w:pStyle w:val="AppendixHeading4"/>
      <w:suff w:val="space"/>
      <w:lvlText w:val="%1.%2.%3.%4.%5"/>
      <w:lvlJc w:val="left"/>
      <w:pPr>
        <w:ind w:left="1008" w:hanging="1008"/>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394725D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932CAA"/>
    <w:multiLevelType w:val="hybridMultilevel"/>
    <w:tmpl w:val="4CFE07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EA573B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627895"/>
    <w:multiLevelType w:val="hybridMultilevel"/>
    <w:tmpl w:val="953C939C"/>
    <w:lvl w:ilvl="0" w:tplc="0409000F">
      <w:start w:val="1"/>
      <w:numFmt w:val="decimal"/>
      <w:lvlText w:val="%1."/>
      <w:lvlJc w:val="left"/>
      <w:pPr>
        <w:ind w:left="1117" w:hanging="360"/>
      </w:pPr>
      <w:rPr>
        <w:rFonts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5" w15:restartNumberingAfterBreak="0">
    <w:nsid w:val="44261E2F"/>
    <w:multiLevelType w:val="hybridMultilevel"/>
    <w:tmpl w:val="6CBE315A"/>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6" w15:restartNumberingAfterBreak="0">
    <w:nsid w:val="53FA6F38"/>
    <w:multiLevelType w:val="hybridMultilevel"/>
    <w:tmpl w:val="31528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5A02A49"/>
    <w:multiLevelType w:val="hybridMultilevel"/>
    <w:tmpl w:val="E8ACC83C"/>
    <w:lvl w:ilvl="0" w:tplc="0409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18" w15:restartNumberingAfterBreak="0">
    <w:nsid w:val="5890614A"/>
    <w:multiLevelType w:val="hybridMultilevel"/>
    <w:tmpl w:val="5C9094A2"/>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19" w15:restartNumberingAfterBreak="0">
    <w:nsid w:val="5913705F"/>
    <w:multiLevelType w:val="hybridMultilevel"/>
    <w:tmpl w:val="6F2EA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922FCD"/>
    <w:multiLevelType w:val="hybridMultilevel"/>
    <w:tmpl w:val="15A84D0C"/>
    <w:lvl w:ilvl="0" w:tplc="04070001">
      <w:start w:val="1"/>
      <w:numFmt w:val="bullet"/>
      <w:lvlText w:val=""/>
      <w:lvlJc w:val="left"/>
      <w:pPr>
        <w:ind w:left="1152" w:hanging="360"/>
      </w:pPr>
      <w:rPr>
        <w:rFonts w:ascii="Symbol" w:hAnsi="Symbol" w:hint="default"/>
      </w:rPr>
    </w:lvl>
    <w:lvl w:ilvl="1" w:tplc="04070003" w:tentative="1">
      <w:start w:val="1"/>
      <w:numFmt w:val="bullet"/>
      <w:lvlText w:val="o"/>
      <w:lvlJc w:val="left"/>
      <w:pPr>
        <w:ind w:left="1872" w:hanging="360"/>
      </w:pPr>
      <w:rPr>
        <w:rFonts w:ascii="Courier New" w:hAnsi="Courier New" w:cs="Courier New" w:hint="default"/>
      </w:rPr>
    </w:lvl>
    <w:lvl w:ilvl="2" w:tplc="04070005" w:tentative="1">
      <w:start w:val="1"/>
      <w:numFmt w:val="bullet"/>
      <w:lvlText w:val=""/>
      <w:lvlJc w:val="left"/>
      <w:pPr>
        <w:ind w:left="2592" w:hanging="360"/>
      </w:pPr>
      <w:rPr>
        <w:rFonts w:ascii="Wingdings" w:hAnsi="Wingdings" w:hint="default"/>
      </w:rPr>
    </w:lvl>
    <w:lvl w:ilvl="3" w:tplc="04070001" w:tentative="1">
      <w:start w:val="1"/>
      <w:numFmt w:val="bullet"/>
      <w:lvlText w:val=""/>
      <w:lvlJc w:val="left"/>
      <w:pPr>
        <w:ind w:left="3312" w:hanging="360"/>
      </w:pPr>
      <w:rPr>
        <w:rFonts w:ascii="Symbol" w:hAnsi="Symbol" w:hint="default"/>
      </w:rPr>
    </w:lvl>
    <w:lvl w:ilvl="4" w:tplc="04070003" w:tentative="1">
      <w:start w:val="1"/>
      <w:numFmt w:val="bullet"/>
      <w:lvlText w:val="o"/>
      <w:lvlJc w:val="left"/>
      <w:pPr>
        <w:ind w:left="4032" w:hanging="360"/>
      </w:pPr>
      <w:rPr>
        <w:rFonts w:ascii="Courier New" w:hAnsi="Courier New" w:cs="Courier New" w:hint="default"/>
      </w:rPr>
    </w:lvl>
    <w:lvl w:ilvl="5" w:tplc="04070005" w:tentative="1">
      <w:start w:val="1"/>
      <w:numFmt w:val="bullet"/>
      <w:lvlText w:val=""/>
      <w:lvlJc w:val="left"/>
      <w:pPr>
        <w:ind w:left="4752" w:hanging="360"/>
      </w:pPr>
      <w:rPr>
        <w:rFonts w:ascii="Wingdings" w:hAnsi="Wingdings" w:hint="default"/>
      </w:rPr>
    </w:lvl>
    <w:lvl w:ilvl="6" w:tplc="04070001" w:tentative="1">
      <w:start w:val="1"/>
      <w:numFmt w:val="bullet"/>
      <w:lvlText w:val=""/>
      <w:lvlJc w:val="left"/>
      <w:pPr>
        <w:ind w:left="5472" w:hanging="360"/>
      </w:pPr>
      <w:rPr>
        <w:rFonts w:ascii="Symbol" w:hAnsi="Symbol" w:hint="default"/>
      </w:rPr>
    </w:lvl>
    <w:lvl w:ilvl="7" w:tplc="04070003" w:tentative="1">
      <w:start w:val="1"/>
      <w:numFmt w:val="bullet"/>
      <w:lvlText w:val="o"/>
      <w:lvlJc w:val="left"/>
      <w:pPr>
        <w:ind w:left="6192" w:hanging="360"/>
      </w:pPr>
      <w:rPr>
        <w:rFonts w:ascii="Courier New" w:hAnsi="Courier New" w:cs="Courier New" w:hint="default"/>
      </w:rPr>
    </w:lvl>
    <w:lvl w:ilvl="8" w:tplc="04070005" w:tentative="1">
      <w:start w:val="1"/>
      <w:numFmt w:val="bullet"/>
      <w:lvlText w:val=""/>
      <w:lvlJc w:val="left"/>
      <w:pPr>
        <w:ind w:left="6912" w:hanging="360"/>
      </w:pPr>
      <w:rPr>
        <w:rFonts w:ascii="Wingdings" w:hAnsi="Wingdings" w:hint="default"/>
      </w:rPr>
    </w:lvl>
  </w:abstractNum>
  <w:abstractNum w:abstractNumId="21" w15:restartNumberingAfterBreak="0">
    <w:nsid w:val="5FB31357"/>
    <w:multiLevelType w:val="multilevel"/>
    <w:tmpl w:val="7D5A5DF8"/>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4F1408F"/>
    <w:multiLevelType w:val="hybridMultilevel"/>
    <w:tmpl w:val="CD6C396C"/>
    <w:lvl w:ilvl="0" w:tplc="04090001">
      <w:start w:val="1"/>
      <w:numFmt w:val="bullet"/>
      <w:lvlText w:val=""/>
      <w:lvlJc w:val="left"/>
      <w:pPr>
        <w:ind w:left="1117" w:hanging="360"/>
      </w:pPr>
      <w:rPr>
        <w:rFonts w:ascii="Symbol" w:hAnsi="Symbol" w:hint="default"/>
      </w:rPr>
    </w:lvl>
    <w:lvl w:ilvl="1" w:tplc="04090003" w:tentative="1">
      <w:start w:val="1"/>
      <w:numFmt w:val="bullet"/>
      <w:lvlText w:val="o"/>
      <w:lvlJc w:val="left"/>
      <w:pPr>
        <w:ind w:left="1837" w:hanging="360"/>
      </w:pPr>
      <w:rPr>
        <w:rFonts w:ascii="Courier New" w:hAnsi="Courier New" w:cs="Courier New" w:hint="default"/>
      </w:rPr>
    </w:lvl>
    <w:lvl w:ilvl="2" w:tplc="04090005" w:tentative="1">
      <w:start w:val="1"/>
      <w:numFmt w:val="bullet"/>
      <w:lvlText w:val=""/>
      <w:lvlJc w:val="left"/>
      <w:pPr>
        <w:ind w:left="2557" w:hanging="360"/>
      </w:pPr>
      <w:rPr>
        <w:rFonts w:ascii="Wingdings" w:hAnsi="Wingdings" w:hint="default"/>
      </w:rPr>
    </w:lvl>
    <w:lvl w:ilvl="3" w:tplc="04090001" w:tentative="1">
      <w:start w:val="1"/>
      <w:numFmt w:val="bullet"/>
      <w:lvlText w:val=""/>
      <w:lvlJc w:val="left"/>
      <w:pPr>
        <w:ind w:left="3277" w:hanging="360"/>
      </w:pPr>
      <w:rPr>
        <w:rFonts w:ascii="Symbol" w:hAnsi="Symbol" w:hint="default"/>
      </w:rPr>
    </w:lvl>
    <w:lvl w:ilvl="4" w:tplc="04090003" w:tentative="1">
      <w:start w:val="1"/>
      <w:numFmt w:val="bullet"/>
      <w:lvlText w:val="o"/>
      <w:lvlJc w:val="left"/>
      <w:pPr>
        <w:ind w:left="3997" w:hanging="360"/>
      </w:pPr>
      <w:rPr>
        <w:rFonts w:ascii="Courier New" w:hAnsi="Courier New" w:cs="Courier New" w:hint="default"/>
      </w:rPr>
    </w:lvl>
    <w:lvl w:ilvl="5" w:tplc="04090005" w:tentative="1">
      <w:start w:val="1"/>
      <w:numFmt w:val="bullet"/>
      <w:lvlText w:val=""/>
      <w:lvlJc w:val="left"/>
      <w:pPr>
        <w:ind w:left="4717" w:hanging="360"/>
      </w:pPr>
      <w:rPr>
        <w:rFonts w:ascii="Wingdings" w:hAnsi="Wingdings" w:hint="default"/>
      </w:rPr>
    </w:lvl>
    <w:lvl w:ilvl="6" w:tplc="04090001" w:tentative="1">
      <w:start w:val="1"/>
      <w:numFmt w:val="bullet"/>
      <w:lvlText w:val=""/>
      <w:lvlJc w:val="left"/>
      <w:pPr>
        <w:ind w:left="5437" w:hanging="360"/>
      </w:pPr>
      <w:rPr>
        <w:rFonts w:ascii="Symbol" w:hAnsi="Symbol" w:hint="default"/>
      </w:rPr>
    </w:lvl>
    <w:lvl w:ilvl="7" w:tplc="04090003" w:tentative="1">
      <w:start w:val="1"/>
      <w:numFmt w:val="bullet"/>
      <w:lvlText w:val="o"/>
      <w:lvlJc w:val="left"/>
      <w:pPr>
        <w:ind w:left="6157" w:hanging="360"/>
      </w:pPr>
      <w:rPr>
        <w:rFonts w:ascii="Courier New" w:hAnsi="Courier New" w:cs="Courier New" w:hint="default"/>
      </w:rPr>
    </w:lvl>
    <w:lvl w:ilvl="8" w:tplc="04090005" w:tentative="1">
      <w:start w:val="1"/>
      <w:numFmt w:val="bullet"/>
      <w:lvlText w:val=""/>
      <w:lvlJc w:val="left"/>
      <w:pPr>
        <w:ind w:left="6877" w:hanging="360"/>
      </w:pPr>
      <w:rPr>
        <w:rFonts w:ascii="Wingdings" w:hAnsi="Wingdings" w:hint="default"/>
      </w:rPr>
    </w:lvl>
  </w:abstractNum>
  <w:abstractNum w:abstractNumId="24" w15:restartNumberingAfterBreak="0">
    <w:nsid w:val="65BF18A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D3C69C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1B0367C"/>
    <w:multiLevelType w:val="hybridMultilevel"/>
    <w:tmpl w:val="D03C273C"/>
    <w:lvl w:ilvl="0" w:tplc="0409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36C48C7"/>
    <w:multiLevelType w:val="hybridMultilevel"/>
    <w:tmpl w:val="50B6E8F6"/>
    <w:lvl w:ilvl="0" w:tplc="04090001">
      <w:start w:val="1"/>
      <w:numFmt w:val="bullet"/>
      <w:lvlText w:val=""/>
      <w:lvlJc w:val="left"/>
      <w:pPr>
        <w:ind w:left="1495" w:hanging="360"/>
      </w:pPr>
      <w:rPr>
        <w:rFonts w:ascii="Symbol" w:hAnsi="Symbol" w:hint="default"/>
      </w:rPr>
    </w:lvl>
    <w:lvl w:ilvl="1" w:tplc="04090019" w:tentative="1">
      <w:start w:val="1"/>
      <w:numFmt w:val="lowerLetter"/>
      <w:lvlText w:val="%2."/>
      <w:lvlJc w:val="left"/>
      <w:pPr>
        <w:ind w:left="2197" w:hanging="360"/>
      </w:pPr>
    </w:lvl>
    <w:lvl w:ilvl="2" w:tplc="0409001B" w:tentative="1">
      <w:start w:val="1"/>
      <w:numFmt w:val="lowerRoman"/>
      <w:lvlText w:val="%3."/>
      <w:lvlJc w:val="right"/>
      <w:pPr>
        <w:ind w:left="2917" w:hanging="180"/>
      </w:pPr>
    </w:lvl>
    <w:lvl w:ilvl="3" w:tplc="0409000F" w:tentative="1">
      <w:start w:val="1"/>
      <w:numFmt w:val="decimal"/>
      <w:lvlText w:val="%4."/>
      <w:lvlJc w:val="left"/>
      <w:pPr>
        <w:ind w:left="3637" w:hanging="360"/>
      </w:pPr>
    </w:lvl>
    <w:lvl w:ilvl="4" w:tplc="04090019" w:tentative="1">
      <w:start w:val="1"/>
      <w:numFmt w:val="lowerLetter"/>
      <w:lvlText w:val="%5."/>
      <w:lvlJc w:val="left"/>
      <w:pPr>
        <w:ind w:left="4357" w:hanging="360"/>
      </w:pPr>
    </w:lvl>
    <w:lvl w:ilvl="5" w:tplc="0409001B" w:tentative="1">
      <w:start w:val="1"/>
      <w:numFmt w:val="lowerRoman"/>
      <w:lvlText w:val="%6."/>
      <w:lvlJc w:val="right"/>
      <w:pPr>
        <w:ind w:left="5077" w:hanging="180"/>
      </w:pPr>
    </w:lvl>
    <w:lvl w:ilvl="6" w:tplc="0409000F" w:tentative="1">
      <w:start w:val="1"/>
      <w:numFmt w:val="decimal"/>
      <w:lvlText w:val="%7."/>
      <w:lvlJc w:val="left"/>
      <w:pPr>
        <w:ind w:left="5797" w:hanging="360"/>
      </w:pPr>
    </w:lvl>
    <w:lvl w:ilvl="7" w:tplc="04090019" w:tentative="1">
      <w:start w:val="1"/>
      <w:numFmt w:val="lowerLetter"/>
      <w:lvlText w:val="%8."/>
      <w:lvlJc w:val="left"/>
      <w:pPr>
        <w:ind w:left="6517" w:hanging="360"/>
      </w:pPr>
    </w:lvl>
    <w:lvl w:ilvl="8" w:tplc="0409001B" w:tentative="1">
      <w:start w:val="1"/>
      <w:numFmt w:val="lowerRoman"/>
      <w:lvlText w:val="%9."/>
      <w:lvlJc w:val="right"/>
      <w:pPr>
        <w:ind w:left="7237" w:hanging="180"/>
      </w:pPr>
    </w:lvl>
  </w:abstractNum>
  <w:abstractNum w:abstractNumId="28" w15:restartNumberingAfterBreak="0">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7BF964B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1"/>
  </w:num>
  <w:num w:numId="3">
    <w:abstractNumId w:val="21"/>
  </w:num>
  <w:num w:numId="4">
    <w:abstractNumId w:val="0"/>
  </w:num>
  <w:num w:numId="5">
    <w:abstractNumId w:val="28"/>
  </w:num>
  <w:num w:numId="6">
    <w:abstractNumId w:val="22"/>
  </w:num>
  <w:num w:numId="7">
    <w:abstractNumId w:val="10"/>
  </w:num>
  <w:num w:numId="8">
    <w:abstractNumId w:val="26"/>
  </w:num>
  <w:num w:numId="9">
    <w:abstractNumId w:val="5"/>
  </w:num>
  <w:num w:numId="10">
    <w:abstractNumId w:val="16"/>
  </w:num>
  <w:num w:numId="11">
    <w:abstractNumId w:val="19"/>
  </w:num>
  <w:num w:numId="12">
    <w:abstractNumId w:val="3"/>
  </w:num>
  <w:num w:numId="13">
    <w:abstractNumId w:val="7"/>
  </w:num>
  <w:num w:numId="14">
    <w:abstractNumId w:val="2"/>
  </w:num>
  <w:num w:numId="15">
    <w:abstractNumId w:val="25"/>
  </w:num>
  <w:num w:numId="16">
    <w:abstractNumId w:val="13"/>
  </w:num>
  <w:num w:numId="17">
    <w:abstractNumId w:val="9"/>
  </w:num>
  <w:num w:numId="18">
    <w:abstractNumId w:val="6"/>
  </w:num>
  <w:num w:numId="19">
    <w:abstractNumId w:val="23"/>
  </w:num>
  <w:num w:numId="20">
    <w:abstractNumId w:val="14"/>
  </w:num>
  <w:num w:numId="21">
    <w:abstractNumId w:val="27"/>
  </w:num>
  <w:num w:numId="22">
    <w:abstractNumId w:val="15"/>
  </w:num>
  <w:num w:numId="23">
    <w:abstractNumId w:val="18"/>
  </w:num>
  <w:num w:numId="24">
    <w:abstractNumId w:val="12"/>
  </w:num>
  <w:num w:numId="25">
    <w:abstractNumId w:val="29"/>
  </w:num>
  <w:num w:numId="26">
    <w:abstractNumId w:val="11"/>
  </w:num>
  <w:num w:numId="27">
    <w:abstractNumId w:val="24"/>
  </w:num>
  <w:num w:numId="28">
    <w:abstractNumId w:val="8"/>
  </w:num>
  <w:num w:numId="29">
    <w:abstractNumId w:val="20"/>
  </w:num>
  <w:num w:numId="30">
    <w:abstractNumId w:val="4"/>
  </w:num>
  <w:num w:numId="31">
    <w:abstractNumId w:val="17"/>
  </w:num>
  <w:num w:numId="32">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9AF"/>
    <w:rsid w:val="00005F1F"/>
    <w:rsid w:val="00006B3A"/>
    <w:rsid w:val="00023528"/>
    <w:rsid w:val="00024C43"/>
    <w:rsid w:val="00030624"/>
    <w:rsid w:val="00033041"/>
    <w:rsid w:val="00034345"/>
    <w:rsid w:val="0003638D"/>
    <w:rsid w:val="00043925"/>
    <w:rsid w:val="000449B0"/>
    <w:rsid w:val="00060BBB"/>
    <w:rsid w:val="0006408F"/>
    <w:rsid w:val="00065BB3"/>
    <w:rsid w:val="0007308D"/>
    <w:rsid w:val="00076EFC"/>
    <w:rsid w:val="000823A8"/>
    <w:rsid w:val="00082C02"/>
    <w:rsid w:val="00085F7C"/>
    <w:rsid w:val="000963B1"/>
    <w:rsid w:val="00096E2D"/>
    <w:rsid w:val="000A02CD"/>
    <w:rsid w:val="000A6E00"/>
    <w:rsid w:val="000C11FC"/>
    <w:rsid w:val="000D208F"/>
    <w:rsid w:val="000E28CA"/>
    <w:rsid w:val="000E5705"/>
    <w:rsid w:val="00101D6D"/>
    <w:rsid w:val="00122108"/>
    <w:rsid w:val="00123F2F"/>
    <w:rsid w:val="0013391D"/>
    <w:rsid w:val="00147F63"/>
    <w:rsid w:val="001621E0"/>
    <w:rsid w:val="00177DED"/>
    <w:rsid w:val="001832F8"/>
    <w:rsid w:val="00197607"/>
    <w:rsid w:val="001C1D5A"/>
    <w:rsid w:val="001C782B"/>
    <w:rsid w:val="001D1D6C"/>
    <w:rsid w:val="001E34B8"/>
    <w:rsid w:val="001E46CF"/>
    <w:rsid w:val="001E4B99"/>
    <w:rsid w:val="001F05E0"/>
    <w:rsid w:val="001F51AB"/>
    <w:rsid w:val="002153A1"/>
    <w:rsid w:val="00223C24"/>
    <w:rsid w:val="00231710"/>
    <w:rsid w:val="00232273"/>
    <w:rsid w:val="00255718"/>
    <w:rsid w:val="002659E9"/>
    <w:rsid w:val="002714A2"/>
    <w:rsid w:val="00277205"/>
    <w:rsid w:val="00286EC7"/>
    <w:rsid w:val="00294283"/>
    <w:rsid w:val="002A1C74"/>
    <w:rsid w:val="002A2B33"/>
    <w:rsid w:val="002A710D"/>
    <w:rsid w:val="002B197B"/>
    <w:rsid w:val="002B261C"/>
    <w:rsid w:val="002B267E"/>
    <w:rsid w:val="002B7E99"/>
    <w:rsid w:val="002C0868"/>
    <w:rsid w:val="002F10B8"/>
    <w:rsid w:val="00300B86"/>
    <w:rsid w:val="0030202A"/>
    <w:rsid w:val="00303110"/>
    <w:rsid w:val="00311CEE"/>
    <w:rsid w:val="003129C6"/>
    <w:rsid w:val="00316300"/>
    <w:rsid w:val="0031788B"/>
    <w:rsid w:val="00342831"/>
    <w:rsid w:val="00343109"/>
    <w:rsid w:val="00362160"/>
    <w:rsid w:val="00366C20"/>
    <w:rsid w:val="003707E2"/>
    <w:rsid w:val="00373F41"/>
    <w:rsid w:val="003A0D47"/>
    <w:rsid w:val="003B0E37"/>
    <w:rsid w:val="003B1F5B"/>
    <w:rsid w:val="003C18EF"/>
    <w:rsid w:val="003C1F99"/>
    <w:rsid w:val="003C20A1"/>
    <w:rsid w:val="003C61EA"/>
    <w:rsid w:val="003D15AE"/>
    <w:rsid w:val="003D1945"/>
    <w:rsid w:val="003D5C65"/>
    <w:rsid w:val="003E6731"/>
    <w:rsid w:val="0040052F"/>
    <w:rsid w:val="00402E3A"/>
    <w:rsid w:val="00412A4B"/>
    <w:rsid w:val="004226B7"/>
    <w:rsid w:val="0042272F"/>
    <w:rsid w:val="00427622"/>
    <w:rsid w:val="0043023F"/>
    <w:rsid w:val="00430C66"/>
    <w:rsid w:val="00453E33"/>
    <w:rsid w:val="00462FBF"/>
    <w:rsid w:val="00472D17"/>
    <w:rsid w:val="004904F9"/>
    <w:rsid w:val="004925B5"/>
    <w:rsid w:val="00494EE0"/>
    <w:rsid w:val="004A4186"/>
    <w:rsid w:val="004A5BBB"/>
    <w:rsid w:val="004B203E"/>
    <w:rsid w:val="004B2AA0"/>
    <w:rsid w:val="004C4D7C"/>
    <w:rsid w:val="004D0E5E"/>
    <w:rsid w:val="004E374A"/>
    <w:rsid w:val="004F390D"/>
    <w:rsid w:val="004F5BEF"/>
    <w:rsid w:val="005126F2"/>
    <w:rsid w:val="00514964"/>
    <w:rsid w:val="0051640A"/>
    <w:rsid w:val="0052099F"/>
    <w:rsid w:val="00527ED7"/>
    <w:rsid w:val="00536316"/>
    <w:rsid w:val="00542191"/>
    <w:rsid w:val="00547D8B"/>
    <w:rsid w:val="00547E3B"/>
    <w:rsid w:val="00554D3F"/>
    <w:rsid w:val="00560795"/>
    <w:rsid w:val="00572BC4"/>
    <w:rsid w:val="00590FE3"/>
    <w:rsid w:val="00591B31"/>
    <w:rsid w:val="00596B92"/>
    <w:rsid w:val="005A293B"/>
    <w:rsid w:val="005A5E41"/>
    <w:rsid w:val="005B5688"/>
    <w:rsid w:val="005C4A13"/>
    <w:rsid w:val="005D2EE1"/>
    <w:rsid w:val="005F4F93"/>
    <w:rsid w:val="0060033A"/>
    <w:rsid w:val="006047D8"/>
    <w:rsid w:val="006107FC"/>
    <w:rsid w:val="00635370"/>
    <w:rsid w:val="006852B0"/>
    <w:rsid w:val="006A0100"/>
    <w:rsid w:val="006A3443"/>
    <w:rsid w:val="006A7778"/>
    <w:rsid w:val="006B2C49"/>
    <w:rsid w:val="006C1EBF"/>
    <w:rsid w:val="006D31DB"/>
    <w:rsid w:val="006F11AC"/>
    <w:rsid w:val="006F2371"/>
    <w:rsid w:val="006F2C2B"/>
    <w:rsid w:val="007001D7"/>
    <w:rsid w:val="00704663"/>
    <w:rsid w:val="007057F1"/>
    <w:rsid w:val="0071217C"/>
    <w:rsid w:val="007132C1"/>
    <w:rsid w:val="007139E9"/>
    <w:rsid w:val="007165BD"/>
    <w:rsid w:val="007167BB"/>
    <w:rsid w:val="00727F08"/>
    <w:rsid w:val="007402C5"/>
    <w:rsid w:val="0074463C"/>
    <w:rsid w:val="00745446"/>
    <w:rsid w:val="00746D5A"/>
    <w:rsid w:val="00752DAA"/>
    <w:rsid w:val="00754545"/>
    <w:rsid w:val="007611CD"/>
    <w:rsid w:val="00763A94"/>
    <w:rsid w:val="00765F2F"/>
    <w:rsid w:val="0077006B"/>
    <w:rsid w:val="0077347A"/>
    <w:rsid w:val="007816D7"/>
    <w:rsid w:val="007824D4"/>
    <w:rsid w:val="007902D4"/>
    <w:rsid w:val="00790B4C"/>
    <w:rsid w:val="007A1064"/>
    <w:rsid w:val="007A5948"/>
    <w:rsid w:val="007A60C0"/>
    <w:rsid w:val="007A63CE"/>
    <w:rsid w:val="007C625D"/>
    <w:rsid w:val="007E3373"/>
    <w:rsid w:val="008012F5"/>
    <w:rsid w:val="008020C7"/>
    <w:rsid w:val="00806704"/>
    <w:rsid w:val="00831022"/>
    <w:rsid w:val="00851329"/>
    <w:rsid w:val="00852E10"/>
    <w:rsid w:val="008546B3"/>
    <w:rsid w:val="00860008"/>
    <w:rsid w:val="008677C6"/>
    <w:rsid w:val="00875F61"/>
    <w:rsid w:val="00876B32"/>
    <w:rsid w:val="00882FC4"/>
    <w:rsid w:val="0088339A"/>
    <w:rsid w:val="00883ADC"/>
    <w:rsid w:val="00885BC6"/>
    <w:rsid w:val="00890065"/>
    <w:rsid w:val="00894BE9"/>
    <w:rsid w:val="008A31C5"/>
    <w:rsid w:val="008A68CC"/>
    <w:rsid w:val="008B35FC"/>
    <w:rsid w:val="008C100C"/>
    <w:rsid w:val="008C7396"/>
    <w:rsid w:val="008D23C9"/>
    <w:rsid w:val="008D464F"/>
    <w:rsid w:val="008D603F"/>
    <w:rsid w:val="008F4458"/>
    <w:rsid w:val="00930197"/>
    <w:rsid w:val="00930A73"/>
    <w:rsid w:val="00930E31"/>
    <w:rsid w:val="00950197"/>
    <w:rsid w:val="00951C02"/>
    <w:rsid w:val="009523EF"/>
    <w:rsid w:val="00960A34"/>
    <w:rsid w:val="00962F1F"/>
    <w:rsid w:val="00982437"/>
    <w:rsid w:val="0099403E"/>
    <w:rsid w:val="00995224"/>
    <w:rsid w:val="00995E1B"/>
    <w:rsid w:val="009A23EC"/>
    <w:rsid w:val="009A2E52"/>
    <w:rsid w:val="009A44D0"/>
    <w:rsid w:val="009A7BA7"/>
    <w:rsid w:val="009B28A5"/>
    <w:rsid w:val="009C0ECF"/>
    <w:rsid w:val="009C3825"/>
    <w:rsid w:val="009C4CD6"/>
    <w:rsid w:val="009C7DCE"/>
    <w:rsid w:val="009D1CDA"/>
    <w:rsid w:val="009F04EF"/>
    <w:rsid w:val="00A05FDF"/>
    <w:rsid w:val="00A31FB9"/>
    <w:rsid w:val="00A34900"/>
    <w:rsid w:val="00A44E81"/>
    <w:rsid w:val="00A471E7"/>
    <w:rsid w:val="00A50716"/>
    <w:rsid w:val="00A55556"/>
    <w:rsid w:val="00A710C8"/>
    <w:rsid w:val="00A74011"/>
    <w:rsid w:val="00A83CAA"/>
    <w:rsid w:val="00A9135E"/>
    <w:rsid w:val="00A9241B"/>
    <w:rsid w:val="00A93A73"/>
    <w:rsid w:val="00A9675F"/>
    <w:rsid w:val="00AA0D5A"/>
    <w:rsid w:val="00AA2F0A"/>
    <w:rsid w:val="00AC0AAD"/>
    <w:rsid w:val="00AC5012"/>
    <w:rsid w:val="00AD0665"/>
    <w:rsid w:val="00AD0F45"/>
    <w:rsid w:val="00AD4630"/>
    <w:rsid w:val="00AE0702"/>
    <w:rsid w:val="00AF5EEC"/>
    <w:rsid w:val="00B03FBA"/>
    <w:rsid w:val="00B07128"/>
    <w:rsid w:val="00B103B8"/>
    <w:rsid w:val="00B12364"/>
    <w:rsid w:val="00B12A5A"/>
    <w:rsid w:val="00B16092"/>
    <w:rsid w:val="00B23535"/>
    <w:rsid w:val="00B2415D"/>
    <w:rsid w:val="00B311CC"/>
    <w:rsid w:val="00B414AB"/>
    <w:rsid w:val="00B569DB"/>
    <w:rsid w:val="00B573DB"/>
    <w:rsid w:val="00B638C0"/>
    <w:rsid w:val="00B809FD"/>
    <w:rsid w:val="00B80CDB"/>
    <w:rsid w:val="00BA2083"/>
    <w:rsid w:val="00BB79DE"/>
    <w:rsid w:val="00BC5AF2"/>
    <w:rsid w:val="00BC5B01"/>
    <w:rsid w:val="00BE1CE0"/>
    <w:rsid w:val="00C02DEC"/>
    <w:rsid w:val="00C04BCD"/>
    <w:rsid w:val="00C17A88"/>
    <w:rsid w:val="00C217E0"/>
    <w:rsid w:val="00C2337F"/>
    <w:rsid w:val="00C23558"/>
    <w:rsid w:val="00C304DB"/>
    <w:rsid w:val="00C32606"/>
    <w:rsid w:val="00C44407"/>
    <w:rsid w:val="00C451D7"/>
    <w:rsid w:val="00C52EFC"/>
    <w:rsid w:val="00C5515D"/>
    <w:rsid w:val="00C65AD9"/>
    <w:rsid w:val="00C71349"/>
    <w:rsid w:val="00C7321D"/>
    <w:rsid w:val="00C76CAA"/>
    <w:rsid w:val="00C76CCB"/>
    <w:rsid w:val="00C77916"/>
    <w:rsid w:val="00C8290A"/>
    <w:rsid w:val="00C836B6"/>
    <w:rsid w:val="00C86459"/>
    <w:rsid w:val="00C9139F"/>
    <w:rsid w:val="00C926F1"/>
    <w:rsid w:val="00C964B1"/>
    <w:rsid w:val="00CA1215"/>
    <w:rsid w:val="00CA2698"/>
    <w:rsid w:val="00CC28F5"/>
    <w:rsid w:val="00CC2F1E"/>
    <w:rsid w:val="00CC5EC1"/>
    <w:rsid w:val="00CC6472"/>
    <w:rsid w:val="00CD33CA"/>
    <w:rsid w:val="00CE2CD5"/>
    <w:rsid w:val="00CE48E3"/>
    <w:rsid w:val="00CE59AF"/>
    <w:rsid w:val="00CF5335"/>
    <w:rsid w:val="00CF5D9B"/>
    <w:rsid w:val="00CF629C"/>
    <w:rsid w:val="00D00DF9"/>
    <w:rsid w:val="00D04A7F"/>
    <w:rsid w:val="00D06C3A"/>
    <w:rsid w:val="00D14266"/>
    <w:rsid w:val="00D26BCA"/>
    <w:rsid w:val="00D27CAB"/>
    <w:rsid w:val="00D303F1"/>
    <w:rsid w:val="00D43CB9"/>
    <w:rsid w:val="00D5207A"/>
    <w:rsid w:val="00D54431"/>
    <w:rsid w:val="00D54A1C"/>
    <w:rsid w:val="00D56E36"/>
    <w:rsid w:val="00D57FAD"/>
    <w:rsid w:val="00D61DB1"/>
    <w:rsid w:val="00D61FFC"/>
    <w:rsid w:val="00D65C25"/>
    <w:rsid w:val="00D75ED0"/>
    <w:rsid w:val="00D77705"/>
    <w:rsid w:val="00D8216B"/>
    <w:rsid w:val="00D844BE"/>
    <w:rsid w:val="00D849E7"/>
    <w:rsid w:val="00D852A1"/>
    <w:rsid w:val="00D861BB"/>
    <w:rsid w:val="00DA4728"/>
    <w:rsid w:val="00DA5475"/>
    <w:rsid w:val="00DB27A1"/>
    <w:rsid w:val="00DB46EC"/>
    <w:rsid w:val="00DB7C3C"/>
    <w:rsid w:val="00DC2EB1"/>
    <w:rsid w:val="00DD0D58"/>
    <w:rsid w:val="00DE105D"/>
    <w:rsid w:val="00DE6F0E"/>
    <w:rsid w:val="00DF1F29"/>
    <w:rsid w:val="00DF3A4F"/>
    <w:rsid w:val="00DF5EAF"/>
    <w:rsid w:val="00E06267"/>
    <w:rsid w:val="00E21636"/>
    <w:rsid w:val="00E230BA"/>
    <w:rsid w:val="00E30DE0"/>
    <w:rsid w:val="00E31A55"/>
    <w:rsid w:val="00E33995"/>
    <w:rsid w:val="00E36FE1"/>
    <w:rsid w:val="00E4299F"/>
    <w:rsid w:val="00E5513E"/>
    <w:rsid w:val="00E710BC"/>
    <w:rsid w:val="00E7674F"/>
    <w:rsid w:val="00E83D98"/>
    <w:rsid w:val="00EA5FB6"/>
    <w:rsid w:val="00EB7A3C"/>
    <w:rsid w:val="00EC42BE"/>
    <w:rsid w:val="00EE0FF4"/>
    <w:rsid w:val="00EE32B1"/>
    <w:rsid w:val="00EE3786"/>
    <w:rsid w:val="00EE3BEF"/>
    <w:rsid w:val="00EF4464"/>
    <w:rsid w:val="00EF63FB"/>
    <w:rsid w:val="00F102AA"/>
    <w:rsid w:val="00F1108A"/>
    <w:rsid w:val="00F275C1"/>
    <w:rsid w:val="00F275CE"/>
    <w:rsid w:val="00F316B4"/>
    <w:rsid w:val="00F3464C"/>
    <w:rsid w:val="00F42CC9"/>
    <w:rsid w:val="00F442F9"/>
    <w:rsid w:val="00F50E2C"/>
    <w:rsid w:val="00F9240B"/>
    <w:rsid w:val="00F9293F"/>
    <w:rsid w:val="00FA361D"/>
    <w:rsid w:val="00FB384A"/>
    <w:rsid w:val="00FB3A75"/>
    <w:rsid w:val="00FC06F0"/>
    <w:rsid w:val="00FC3563"/>
    <w:rsid w:val="00FC6559"/>
    <w:rsid w:val="00FE0355"/>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F3CB7E"/>
  <w15:docId w15:val="{7CA43A8F-04CE-4E2F-AAAA-119C8880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nhideWhenUsed="1"/>
    <w:lsdException w:name="List Number" w:semiHidden="1" w:unhideWhenUsed="1"/>
    <w:lsdException w:name="List 2" w:semiHidden="1" w:unhideWhenUsed="1"/>
    <w:lsdException w:name="List 3" w:unhideWhenUsed="1"/>
    <w:lsdException w:name="List 4"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unhideWhenUsed="1"/>
    <w:lsdException w:name="Subtitle" w:qFormat="1"/>
    <w:lsdException w:name="Salutation"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qFormat/>
    <w:rsid w:val="00B2415D"/>
    <w:pPr>
      <w:keepNext/>
      <w:pageBreakBefore/>
      <w:numPr>
        <w:numId w:val="3"/>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pPr>
      <w:numPr>
        <w:ilvl w:val="2"/>
      </w:numPr>
      <w:outlineLvl w:val="2"/>
    </w:pPr>
    <w:rPr>
      <w:bCs/>
      <w:sz w:val="26"/>
      <w:szCs w:val="26"/>
    </w:rPr>
  </w:style>
  <w:style w:type="paragraph" w:styleId="Heading4">
    <w:name w:val="heading 4"/>
    <w:aliases w:val="H4"/>
    <w:basedOn w:val="Heading3"/>
    <w:next w:val="Normal"/>
    <w:qFormat/>
    <w:pPr>
      <w:numPr>
        <w:ilvl w:val="3"/>
      </w:numPr>
      <w:outlineLvl w:val="3"/>
    </w:pPr>
    <w:rPr>
      <w:bCs w:val="0"/>
      <w:sz w:val="24"/>
      <w:szCs w:val="28"/>
    </w:rPr>
  </w:style>
  <w:style w:type="paragraph" w:styleId="Heading5">
    <w:name w:val="heading 5"/>
    <w:basedOn w:val="Heading4"/>
    <w:next w:val="Normal"/>
    <w:qFormat/>
    <w:pPr>
      <w:numPr>
        <w:ilvl w:val="4"/>
      </w:numPr>
      <w:outlineLvl w:val="4"/>
    </w:pPr>
    <w:rPr>
      <w:bCs/>
      <w:iCs w:val="0"/>
      <w:szCs w:val="26"/>
    </w:rPr>
  </w:style>
  <w:style w:type="paragraph" w:styleId="Heading6">
    <w:name w:val="heading 6"/>
    <w:basedOn w:val="Heading5"/>
    <w:next w:val="Normal"/>
    <w:qFormat/>
    <w:pPr>
      <w:numPr>
        <w:ilvl w:val="5"/>
      </w:numPr>
      <w:outlineLvl w:val="5"/>
    </w:pPr>
    <w:rPr>
      <w:bCs w:val="0"/>
      <w:sz w:val="22"/>
      <w:szCs w:val="22"/>
    </w:rPr>
  </w:style>
  <w:style w:type="paragraph" w:styleId="Heading7">
    <w:name w:val="heading 7"/>
    <w:basedOn w:val="Heading6"/>
    <w:next w:val="Normal"/>
    <w:qFormat/>
    <w:pPr>
      <w:numPr>
        <w:ilvl w:val="6"/>
      </w:numPr>
      <w:outlineLvl w:val="6"/>
    </w:pPr>
  </w:style>
  <w:style w:type="paragraph" w:styleId="Heading8">
    <w:name w:val="heading 8"/>
    <w:basedOn w:val="Heading7"/>
    <w:next w:val="Normal"/>
    <w:qFormat/>
    <w:pPr>
      <w:numPr>
        <w:ilvl w:val="7"/>
      </w:numPr>
      <w:outlineLvl w:val="7"/>
    </w:pPr>
    <w:rPr>
      <w:i/>
      <w:iCs/>
    </w:rPr>
  </w:style>
  <w:style w:type="paragraph" w:styleId="Heading9">
    <w:name w:val="heading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qFormat/>
    <w:rPr>
      <w:rFonts w:ascii="Courier New" w:hAnsi="Courier New"/>
    </w:rPr>
  </w:style>
  <w:style w:type="character" w:styleId="Hyperlink">
    <w:name w:val="Hyperlink"/>
    <w:uiPriority w:val="99"/>
    <w:qFormat/>
    <w:rPr>
      <w:color w:val="0000EE"/>
      <w:u w:val="none"/>
    </w:rPr>
  </w:style>
  <w:style w:type="paragraph" w:styleId="TOC1">
    <w:name w:val="toc 1"/>
    <w:basedOn w:val="Normal"/>
    <w:next w:val="Normal"/>
    <w:autoRedefine/>
    <w:uiPriority w:val="39"/>
    <w:pPr>
      <w:spacing w:before="60" w:after="60"/>
    </w:pPr>
  </w:style>
  <w:style w:type="paragraph" w:styleId="TOC2">
    <w:name w:val="toc 2"/>
    <w:basedOn w:val="Normal"/>
    <w:next w:val="Normal"/>
    <w:autoRedefine/>
    <w:uiPriority w:val="39"/>
    <w:pPr>
      <w:spacing w:before="60" w:after="60"/>
      <w:ind w:left="240"/>
    </w:pPr>
  </w:style>
  <w:style w:type="paragraph" w:styleId="TOC3">
    <w:name w:val="toc 3"/>
    <w:basedOn w:val="Normal"/>
    <w:next w:val="Normal"/>
    <w:autoRedefine/>
    <w:uiPriority w:val="39"/>
    <w:pPr>
      <w:spacing w:before="60" w:after="60"/>
      <w:ind w:left="480"/>
    </w:pPr>
  </w:style>
  <w:style w:type="paragraph" w:customStyle="1" w:styleId="Code">
    <w:name w:val="Code"/>
    <w:basedOn w:val="Normal"/>
    <w:qFormat/>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7"/>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customStyle="1" w:styleId="FooterChar">
    <w:name w:val="Footer Char"/>
    <w:link w:val="Footer"/>
    <w:rsid w:val="00752DAA"/>
    <w:rPr>
      <w:rFonts w:ascii="Arial" w:hAnsi="Arial"/>
      <w:szCs w:val="24"/>
    </w:rPr>
  </w:style>
  <w:style w:type="character" w:styleId="PageNumber">
    <w:name w:val="page number"/>
    <w:basedOn w:val="DefaultParagraphFont"/>
  </w:style>
  <w:style w:type="paragraph" w:customStyle="1" w:styleId="AppendixHeading1">
    <w:name w:val="AppendixHeading1"/>
    <w:basedOn w:val="Heading1"/>
    <w:next w:val="Normal"/>
    <w:rsid w:val="004E374A"/>
    <w:pPr>
      <w:numPr>
        <w:numId w:val="7"/>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1"/>
      </w:numPr>
    </w:pPr>
  </w:style>
  <w:style w:type="paragraph" w:styleId="TOC4">
    <w:name w:val="toc 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basedOn w:val="Normal"/>
    <w:link w:val="FootnoteTextChar"/>
    <w:rsid w:val="00A9241B"/>
    <w:rPr>
      <w:szCs w:val="20"/>
    </w:rPr>
  </w:style>
  <w:style w:type="character" w:customStyle="1" w:styleId="FootnoteTextChar">
    <w:name w:val="Footnote Text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4"/>
      </w:numPr>
    </w:pPr>
  </w:style>
  <w:style w:type="paragraph" w:customStyle="1" w:styleId="RelatedWork">
    <w:name w:val="Related Work"/>
    <w:basedOn w:val="Titlepageinfodescription"/>
    <w:rsid w:val="004C4D7C"/>
    <w:pPr>
      <w:numPr>
        <w:numId w:val="5"/>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7"/>
      </w:numPr>
    </w:pPr>
  </w:style>
  <w:style w:type="character" w:styleId="FootnoteReference">
    <w:name w:val="footnote reference"/>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paragraph" w:styleId="BalloonText">
    <w:name w:val="Balloon Text"/>
    <w:basedOn w:val="Normal"/>
    <w:link w:val="BalloonTextChar"/>
    <w:rsid w:val="00752DAA"/>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752DAA"/>
    <w:rPr>
      <w:rFonts w:ascii="Tahoma" w:hAnsi="Tahoma"/>
      <w:sz w:val="16"/>
      <w:szCs w:val="16"/>
      <w:lang w:val="x-none" w:eastAsia="x-none"/>
    </w:rPr>
  </w:style>
  <w:style w:type="paragraph" w:customStyle="1" w:styleId="Heading1WP">
    <w:name w:val="Heading 1 WP"/>
    <w:basedOn w:val="Heading1"/>
    <w:qFormat/>
    <w:rsid w:val="00752DAA"/>
    <w:pPr>
      <w:pageBreakBefore w:val="0"/>
      <w:numPr>
        <w:numId w:val="0"/>
      </w:numPr>
      <w:tabs>
        <w:tab w:val="num" w:pos="432"/>
        <w:tab w:val="num" w:pos="567"/>
      </w:tabs>
      <w:ind w:left="426" w:hanging="432"/>
    </w:pPr>
  </w:style>
  <w:style w:type="paragraph" w:customStyle="1" w:styleId="Authors">
    <w:name w:val="Authors"/>
    <w:next w:val="Normal"/>
    <w:qFormat/>
    <w:rsid w:val="00752DAA"/>
    <w:pPr>
      <w:keepNext/>
      <w:keepLines/>
      <w:spacing w:after="200"/>
      <w:jc w:val="center"/>
    </w:pPr>
    <w:rPr>
      <w:rFonts w:ascii="Cambria" w:eastAsia="Cambria" w:hAnsi="Cambria"/>
      <w:sz w:val="24"/>
      <w:szCs w:val="24"/>
    </w:rPr>
  </w:style>
  <w:style w:type="paragraph" w:styleId="Date">
    <w:name w:val="Date"/>
    <w:next w:val="Normal"/>
    <w:link w:val="DateChar"/>
    <w:qFormat/>
    <w:rsid w:val="00752DAA"/>
    <w:pPr>
      <w:keepNext/>
      <w:keepLines/>
      <w:spacing w:after="200"/>
      <w:jc w:val="center"/>
    </w:pPr>
    <w:rPr>
      <w:rFonts w:ascii="Cambria" w:eastAsia="Cambria" w:hAnsi="Cambria"/>
      <w:sz w:val="24"/>
      <w:szCs w:val="24"/>
    </w:rPr>
  </w:style>
  <w:style w:type="character" w:customStyle="1" w:styleId="DateChar">
    <w:name w:val="Date Char"/>
    <w:basedOn w:val="DefaultParagraphFont"/>
    <w:link w:val="Date"/>
    <w:rsid w:val="00752DAA"/>
    <w:rPr>
      <w:rFonts w:ascii="Cambria" w:eastAsia="Cambria" w:hAnsi="Cambria"/>
      <w:sz w:val="24"/>
      <w:szCs w:val="24"/>
    </w:rPr>
  </w:style>
  <w:style w:type="paragraph" w:customStyle="1" w:styleId="BlockQuote">
    <w:name w:val="Block Quote"/>
    <w:basedOn w:val="Normal"/>
    <w:next w:val="Normal"/>
    <w:uiPriority w:val="9"/>
    <w:unhideWhenUsed/>
    <w:qFormat/>
    <w:rsid w:val="00752DAA"/>
    <w:pPr>
      <w:spacing w:before="100" w:after="100"/>
    </w:pPr>
    <w:rPr>
      <w:rFonts w:ascii="Calibri" w:hAnsi="Calibri"/>
      <w:bCs/>
      <w:szCs w:val="20"/>
    </w:rPr>
  </w:style>
  <w:style w:type="paragraph" w:customStyle="1" w:styleId="DefinitionTerm0">
    <w:name w:val="Definition Term"/>
    <w:basedOn w:val="Normal"/>
    <w:next w:val="Definition"/>
    <w:rsid w:val="00752DAA"/>
    <w:pPr>
      <w:keepNext/>
      <w:keepLines/>
      <w:spacing w:before="0" w:after="0"/>
    </w:pPr>
    <w:rPr>
      <w:rFonts w:ascii="Cambria" w:eastAsia="Cambria" w:hAnsi="Cambria"/>
      <w:b/>
      <w:sz w:val="24"/>
    </w:rPr>
  </w:style>
  <w:style w:type="paragraph" w:styleId="BodyText">
    <w:name w:val="Body Text"/>
    <w:basedOn w:val="Normal"/>
    <w:link w:val="BodyTextChar"/>
    <w:rsid w:val="00752DAA"/>
    <w:pPr>
      <w:spacing w:before="0" w:after="120"/>
    </w:pPr>
    <w:rPr>
      <w:rFonts w:ascii="Cambria" w:eastAsia="Cambria" w:hAnsi="Cambria"/>
      <w:sz w:val="24"/>
    </w:rPr>
  </w:style>
  <w:style w:type="character" w:customStyle="1" w:styleId="BodyTextChar">
    <w:name w:val="Body Text Char"/>
    <w:basedOn w:val="DefaultParagraphFont"/>
    <w:link w:val="BodyText"/>
    <w:rsid w:val="00752DAA"/>
    <w:rPr>
      <w:rFonts w:ascii="Cambria" w:eastAsia="Cambria" w:hAnsi="Cambria"/>
      <w:sz w:val="24"/>
      <w:szCs w:val="24"/>
    </w:rPr>
  </w:style>
  <w:style w:type="paragraph" w:customStyle="1" w:styleId="TableCaption">
    <w:name w:val="Table Caption"/>
    <w:basedOn w:val="Normal"/>
    <w:rsid w:val="00752DAA"/>
    <w:pPr>
      <w:spacing w:before="0" w:after="120"/>
    </w:pPr>
    <w:rPr>
      <w:rFonts w:ascii="Cambria" w:eastAsia="Cambria" w:hAnsi="Cambria"/>
      <w:i/>
      <w:sz w:val="24"/>
    </w:rPr>
  </w:style>
  <w:style w:type="paragraph" w:customStyle="1" w:styleId="PictureCaption">
    <w:name w:val="Picture Caption"/>
    <w:basedOn w:val="Normal"/>
    <w:rsid w:val="00752DAA"/>
    <w:pPr>
      <w:spacing w:before="0" w:after="120"/>
    </w:pPr>
    <w:rPr>
      <w:rFonts w:ascii="Cambria" w:eastAsia="Cambria" w:hAnsi="Cambria"/>
      <w:i/>
      <w:sz w:val="24"/>
    </w:rPr>
  </w:style>
  <w:style w:type="character" w:customStyle="1" w:styleId="VerbatimChar">
    <w:name w:val="Verbatim Char"/>
    <w:link w:val="SourceCode"/>
    <w:rsid w:val="00752DAA"/>
    <w:rPr>
      <w:rFonts w:ascii="Courier New" w:hAnsi="Courier New" w:cs="Courier New"/>
      <w:szCs w:val="24"/>
    </w:rPr>
  </w:style>
  <w:style w:type="paragraph" w:customStyle="1" w:styleId="SourceCode">
    <w:name w:val="Source Code"/>
    <w:basedOn w:val="Normal"/>
    <w:link w:val="VerbatimChar"/>
    <w:rsid w:val="00752DAA"/>
    <w:pPr>
      <w:wordWrap w:val="0"/>
      <w:spacing w:before="120" w:after="120"/>
      <w:ind w:left="425"/>
    </w:pPr>
    <w:rPr>
      <w:rFonts w:ascii="Courier New" w:hAnsi="Courier New" w:cs="Courier New"/>
    </w:rPr>
  </w:style>
  <w:style w:type="character" w:customStyle="1" w:styleId="FootnoteReference1">
    <w:name w:val="Footnote Reference1"/>
    <w:rsid w:val="00752DAA"/>
    <w:rPr>
      <w:rFonts w:ascii="Arial" w:hAnsi="Arial"/>
      <w:szCs w:val="24"/>
      <w:vertAlign w:val="superscript"/>
    </w:rPr>
  </w:style>
  <w:style w:type="character" w:customStyle="1" w:styleId="Hyperlink1">
    <w:name w:val="Hyperlink1"/>
    <w:rsid w:val="00752DAA"/>
    <w:rPr>
      <w:rFonts w:ascii="Arial" w:hAnsi="Arial"/>
      <w:color w:val="4F81BD"/>
      <w:szCs w:val="24"/>
    </w:rPr>
  </w:style>
  <w:style w:type="character" w:customStyle="1" w:styleId="KeywordTok">
    <w:name w:val="KeywordTok"/>
    <w:rsid w:val="00752DAA"/>
    <w:rPr>
      <w:rFonts w:ascii="Consolas" w:hAnsi="Consolas"/>
      <w:b/>
      <w:color w:val="007020"/>
      <w:sz w:val="22"/>
      <w:szCs w:val="24"/>
    </w:rPr>
  </w:style>
  <w:style w:type="character" w:customStyle="1" w:styleId="DataTypeTok">
    <w:name w:val="DataTypeTok"/>
    <w:rsid w:val="00752DAA"/>
    <w:rPr>
      <w:rFonts w:ascii="Consolas" w:hAnsi="Consolas"/>
      <w:color w:val="902000"/>
      <w:sz w:val="22"/>
      <w:szCs w:val="24"/>
    </w:rPr>
  </w:style>
  <w:style w:type="character" w:customStyle="1" w:styleId="DecValTok">
    <w:name w:val="DecValTok"/>
    <w:rsid w:val="00752DAA"/>
    <w:rPr>
      <w:rFonts w:ascii="Consolas" w:hAnsi="Consolas"/>
      <w:color w:val="40A070"/>
      <w:sz w:val="22"/>
      <w:szCs w:val="24"/>
    </w:rPr>
  </w:style>
  <w:style w:type="character" w:customStyle="1" w:styleId="BaseNTok">
    <w:name w:val="BaseNTok"/>
    <w:rsid w:val="00752DAA"/>
    <w:rPr>
      <w:rFonts w:ascii="Consolas" w:hAnsi="Consolas"/>
      <w:color w:val="40A070"/>
      <w:sz w:val="22"/>
      <w:szCs w:val="24"/>
    </w:rPr>
  </w:style>
  <w:style w:type="character" w:customStyle="1" w:styleId="FloatTok">
    <w:name w:val="FloatTok"/>
    <w:rsid w:val="00752DAA"/>
    <w:rPr>
      <w:rFonts w:ascii="Consolas" w:hAnsi="Consolas"/>
      <w:color w:val="40A070"/>
      <w:sz w:val="22"/>
      <w:szCs w:val="24"/>
    </w:rPr>
  </w:style>
  <w:style w:type="character" w:customStyle="1" w:styleId="CharTok">
    <w:name w:val="CharTok"/>
    <w:rsid w:val="00752DAA"/>
    <w:rPr>
      <w:rFonts w:ascii="Consolas" w:hAnsi="Consolas"/>
      <w:color w:val="4070A0"/>
      <w:sz w:val="22"/>
      <w:szCs w:val="24"/>
    </w:rPr>
  </w:style>
  <w:style w:type="character" w:customStyle="1" w:styleId="StringTok">
    <w:name w:val="StringTok"/>
    <w:rsid w:val="00752DAA"/>
    <w:rPr>
      <w:rFonts w:ascii="Consolas" w:hAnsi="Consolas"/>
      <w:color w:val="4070A0"/>
      <w:sz w:val="22"/>
      <w:szCs w:val="24"/>
    </w:rPr>
  </w:style>
  <w:style w:type="character" w:customStyle="1" w:styleId="CommentTok">
    <w:name w:val="CommentTok"/>
    <w:rsid w:val="00752DAA"/>
    <w:rPr>
      <w:rFonts w:ascii="Consolas" w:hAnsi="Consolas"/>
      <w:i/>
      <w:color w:val="60A0B0"/>
      <w:sz w:val="22"/>
      <w:szCs w:val="24"/>
    </w:rPr>
  </w:style>
  <w:style w:type="character" w:customStyle="1" w:styleId="OtherTok">
    <w:name w:val="OtherTok"/>
    <w:rsid w:val="00752DAA"/>
    <w:rPr>
      <w:rFonts w:ascii="Consolas" w:hAnsi="Consolas"/>
      <w:color w:val="007020"/>
      <w:sz w:val="22"/>
      <w:szCs w:val="24"/>
    </w:rPr>
  </w:style>
  <w:style w:type="character" w:customStyle="1" w:styleId="AlertTok">
    <w:name w:val="AlertTok"/>
    <w:rsid w:val="00752DAA"/>
    <w:rPr>
      <w:rFonts w:ascii="Consolas" w:hAnsi="Consolas"/>
      <w:b/>
      <w:color w:val="FF0000"/>
      <w:sz w:val="22"/>
      <w:szCs w:val="24"/>
    </w:rPr>
  </w:style>
  <w:style w:type="character" w:customStyle="1" w:styleId="FunctionTok">
    <w:name w:val="FunctionTok"/>
    <w:rsid w:val="00752DAA"/>
    <w:rPr>
      <w:rFonts w:ascii="Consolas" w:hAnsi="Consolas"/>
      <w:color w:val="06287E"/>
      <w:sz w:val="22"/>
      <w:szCs w:val="24"/>
    </w:rPr>
  </w:style>
  <w:style w:type="character" w:customStyle="1" w:styleId="RegionMarkerTok">
    <w:name w:val="RegionMarkerTok"/>
    <w:rsid w:val="00752DAA"/>
  </w:style>
  <w:style w:type="character" w:customStyle="1" w:styleId="ErrorTok">
    <w:name w:val="ErrorTok"/>
    <w:rsid w:val="00752DAA"/>
    <w:rPr>
      <w:rFonts w:ascii="Consolas" w:hAnsi="Consolas"/>
      <w:b/>
      <w:color w:val="FF0000"/>
      <w:sz w:val="22"/>
      <w:szCs w:val="24"/>
    </w:rPr>
  </w:style>
  <w:style w:type="character" w:customStyle="1" w:styleId="NormalTok">
    <w:name w:val="NormalTok"/>
    <w:rsid w:val="00752DAA"/>
  </w:style>
  <w:style w:type="character" w:styleId="Strong">
    <w:name w:val="Strong"/>
    <w:uiPriority w:val="22"/>
    <w:qFormat/>
    <w:rsid w:val="00752DAA"/>
    <w:rPr>
      <w:b/>
      <w:bCs/>
    </w:rPr>
  </w:style>
  <w:style w:type="paragraph" w:styleId="TOCHeading">
    <w:name w:val="TOC Heading"/>
    <w:basedOn w:val="Heading1"/>
    <w:next w:val="Normal"/>
    <w:uiPriority w:val="39"/>
    <w:unhideWhenUsed/>
    <w:qFormat/>
    <w:rsid w:val="00752DAA"/>
    <w:pPr>
      <w:keepLines/>
      <w:pageBreakBefore w:val="0"/>
      <w:numPr>
        <w:numId w:val="0"/>
      </w:numPr>
      <w:pBdr>
        <w:top w:val="none" w:sz="0" w:space="0" w:color="auto"/>
      </w:pBdr>
      <w:tabs>
        <w:tab w:val="left" w:pos="567"/>
      </w:tabs>
      <w:spacing w:after="0" w:line="276" w:lineRule="auto"/>
      <w:outlineLvl w:val="9"/>
    </w:pPr>
    <w:rPr>
      <w:rFonts w:ascii="Calibri" w:hAnsi="Calibri" w:cs="Times New Roman"/>
      <w:color w:val="365F91"/>
      <w:kern w:val="0"/>
      <w:sz w:val="28"/>
      <w:szCs w:val="28"/>
      <w:lang w:eastAsia="ja-JP"/>
    </w:rPr>
  </w:style>
  <w:style w:type="paragraph" w:styleId="TOC8">
    <w:name w:val="toc 8"/>
    <w:basedOn w:val="Normal"/>
    <w:next w:val="Normal"/>
    <w:autoRedefine/>
    <w:uiPriority w:val="39"/>
    <w:unhideWhenUsed/>
    <w:rsid w:val="00752DAA"/>
    <w:pPr>
      <w:spacing w:before="0"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752DAA"/>
    <w:pPr>
      <w:spacing w:before="0" w:after="100" w:line="276" w:lineRule="auto"/>
      <w:ind w:left="1760"/>
    </w:pPr>
    <w:rPr>
      <w:rFonts w:ascii="Calibri" w:hAnsi="Calibri"/>
      <w:sz w:val="22"/>
      <w:szCs w:val="22"/>
    </w:rPr>
  </w:style>
  <w:style w:type="character" w:styleId="CommentReference">
    <w:name w:val="annotation reference"/>
    <w:rsid w:val="00752DAA"/>
    <w:rPr>
      <w:sz w:val="16"/>
      <w:szCs w:val="16"/>
    </w:rPr>
  </w:style>
  <w:style w:type="paragraph" w:styleId="CommentText">
    <w:name w:val="annotation text"/>
    <w:basedOn w:val="Normal"/>
    <w:link w:val="CommentTextChar"/>
    <w:uiPriority w:val="99"/>
    <w:rsid w:val="00752DAA"/>
    <w:rPr>
      <w:szCs w:val="20"/>
    </w:rPr>
  </w:style>
  <w:style w:type="character" w:customStyle="1" w:styleId="CommentTextChar">
    <w:name w:val="Comment Text Char"/>
    <w:basedOn w:val="DefaultParagraphFont"/>
    <w:link w:val="CommentText"/>
    <w:uiPriority w:val="99"/>
    <w:rsid w:val="00752DAA"/>
    <w:rPr>
      <w:rFonts w:ascii="Arial" w:hAnsi="Arial"/>
    </w:rPr>
  </w:style>
  <w:style w:type="paragraph" w:styleId="CommentSubject">
    <w:name w:val="annotation subject"/>
    <w:basedOn w:val="CommentText"/>
    <w:next w:val="CommentText"/>
    <w:link w:val="CommentSubjectChar"/>
    <w:rsid w:val="00752DAA"/>
    <w:rPr>
      <w:b/>
      <w:bCs/>
    </w:rPr>
  </w:style>
  <w:style w:type="character" w:customStyle="1" w:styleId="CommentSubjectChar">
    <w:name w:val="Comment Subject Char"/>
    <w:basedOn w:val="CommentTextChar"/>
    <w:link w:val="CommentSubject"/>
    <w:rsid w:val="00752DAA"/>
    <w:rPr>
      <w:rFonts w:ascii="Arial" w:hAnsi="Arial"/>
      <w:b/>
      <w:bCs/>
    </w:rPr>
  </w:style>
  <w:style w:type="character" w:customStyle="1" w:styleId="apple-converted-space">
    <w:name w:val="apple-converted-space"/>
    <w:rsid w:val="00752DAA"/>
  </w:style>
  <w:style w:type="paragraph" w:styleId="ListParagraph">
    <w:name w:val="List Paragraph"/>
    <w:basedOn w:val="Normal"/>
    <w:uiPriority w:val="34"/>
    <w:qFormat/>
    <w:rsid w:val="00752DAA"/>
    <w:pPr>
      <w:ind w:left="720"/>
      <w:contextualSpacing/>
    </w:pPr>
  </w:style>
  <w:style w:type="character" w:customStyle="1" w:styleId="mh1">
    <w:name w:val="m_h1"/>
    <w:basedOn w:val="DefaultParagraphFont"/>
    <w:rsid w:val="00752DAA"/>
    <w:rPr>
      <w:rFonts w:ascii="Arial" w:hAnsi="Arial" w:cs="Arial" w:hint="default"/>
      <w:b/>
      <w:bCs/>
    </w:rPr>
  </w:style>
  <w:style w:type="paragraph" w:customStyle="1" w:styleId="Syntax">
    <w:name w:val="Syntax"/>
    <w:basedOn w:val="Normal"/>
    <w:link w:val="SyntaxChar"/>
    <w:qFormat/>
    <w:rsid w:val="00752DAA"/>
    <w:pPr>
      <w:keepLines/>
      <w:ind w:left="425"/>
    </w:pPr>
    <w:rPr>
      <w:rFonts w:ascii="Courier New" w:hAnsi="Courier New" w:cs="Courier New"/>
    </w:rPr>
  </w:style>
  <w:style w:type="character" w:customStyle="1" w:styleId="SyntaxChar">
    <w:name w:val="Syntax Char"/>
    <w:basedOn w:val="DefaultParagraphFont"/>
    <w:link w:val="Syntax"/>
    <w:rsid w:val="00752DAA"/>
    <w:rPr>
      <w:rFonts w:ascii="Courier New" w:hAnsi="Courier New" w:cs="Courier New"/>
      <w:szCs w:val="24"/>
    </w:rPr>
  </w:style>
  <w:style w:type="character" w:styleId="UnresolvedMention">
    <w:name w:val="Unresolved Mention"/>
    <w:basedOn w:val="DefaultParagraphFont"/>
    <w:uiPriority w:val="99"/>
    <w:semiHidden/>
    <w:unhideWhenUsed/>
    <w:rsid w:val="000823A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hyperlink" Target="mailto:ralf.handl@sap.com" TargetMode="External"/><Relationship Id="rId21" Type="http://schemas.openxmlformats.org/officeDocument/2006/relationships/hyperlink" Target="http://www.sap.com/" TargetMode="External"/><Relationship Id="rId34" Type="http://schemas.openxmlformats.org/officeDocument/2006/relationships/hyperlink" Target="http://docs.oasis-open.org/odata/odata/v4.0/odata-v4.0-part1-protocol.html" TargetMode="External"/><Relationship Id="rId42" Type="http://schemas.openxmlformats.org/officeDocument/2006/relationships/hyperlink" Target="https://www.oasis-open.org/committees/odata/" TargetMode="External"/><Relationship Id="rId47" Type="http://schemas.openxmlformats.org/officeDocument/2006/relationships/hyperlink" Target="http://docs.oasis-open.org/odata/odata/v4.01/csprd03/part1-protocol/odata-v4.01-csprd03-part1-protocol.html" TargetMode="External"/><Relationship Id="rId50" Type="http://schemas.openxmlformats.org/officeDocument/2006/relationships/hyperlink" Target="https://www.oasis-open.org/" TargetMode="External"/><Relationship Id="rId55" Type="http://schemas.openxmlformats.org/officeDocument/2006/relationships/hyperlink" Target="https://www.oasis-open.org/policies-guidelines/ipr" TargetMode="External"/><Relationship Id="rId63" Type="http://schemas.openxmlformats.org/officeDocument/2006/relationships/hyperlink" Target="https://tools.ietf.org/html/rfc7231"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ocs.oasis-open.org/odata/odata/v4.01/odata-v4.01-part1-protocol.docx" TargetMode="External"/><Relationship Id="rId29" Type="http://schemas.openxmlformats.org/officeDocument/2006/relationships/hyperlink" Target="http://www.sap.com/" TargetMode="External"/><Relationship Id="rId11" Type="http://schemas.openxmlformats.org/officeDocument/2006/relationships/hyperlink" Target="http://docs.oasis-open.org/odata/odata/v4.01/csprd03/part1-protocol/odata-v4.01-csprd03-part1-protocol.html" TargetMode="External"/><Relationship Id="rId24" Type="http://schemas.openxmlformats.org/officeDocument/2006/relationships/hyperlink" Target="mailto:mikep@microsoft.com" TargetMode="External"/><Relationship Id="rId32" Type="http://schemas.openxmlformats.org/officeDocument/2006/relationships/hyperlink" Target="http://docs.oasis-open.org/odata/odata/v4.01/csprd03/abnf/" TargetMode="External"/><Relationship Id="rId37" Type="http://schemas.openxmlformats.org/officeDocument/2006/relationships/hyperlink" Target="http://docs.oasis-open.org/odata/odata-csdl-xml/v4.01/odata-csdl-xml-v4.01.html" TargetMode="External"/><Relationship Id="rId40" Type="http://schemas.openxmlformats.org/officeDocument/2006/relationships/hyperlink" Target="https://www.oasis-open.org/committees/tc_home.php?wg_abbrev=odata" TargetMode="External"/><Relationship Id="rId45" Type="http://schemas.openxmlformats.org/officeDocument/2006/relationships/hyperlink" Target="https://www.oasis-open.org/committees/odata/ipr.php" TargetMode="External"/><Relationship Id="rId53" Type="http://schemas.openxmlformats.org/officeDocument/2006/relationships/footer" Target="footer1.xml"/><Relationship Id="rId58" Type="http://schemas.openxmlformats.org/officeDocument/2006/relationships/hyperlink" Target="https://tools.ietf.org/html/rfc2046" TargetMode="External"/><Relationship Id="rId66" Type="http://schemas.openxmlformats.org/officeDocument/2006/relationships/hyperlink" Target="https://d.docs.live.net/17ea5a0da4145c51/OData/sec_RequestingChanges" TargetMode="External"/><Relationship Id="rId5" Type="http://schemas.openxmlformats.org/officeDocument/2006/relationships/webSettings" Target="webSettings.xml"/><Relationship Id="rId61" Type="http://schemas.openxmlformats.org/officeDocument/2006/relationships/hyperlink" Target="http://tools.ietf.org/html/rfc5789" TargetMode="External"/><Relationship Id="rId19" Type="http://schemas.openxmlformats.org/officeDocument/2006/relationships/hyperlink" Target="https://www.oasis-open.org/committees/odata/" TargetMode="External"/><Relationship Id="rId14" Type="http://schemas.openxmlformats.org/officeDocument/2006/relationships/hyperlink" Target="http://docs.oasis-open.org/odata/odata/v4.01/csprd02/part1-protocol/odata-v4.01-csprd02-part1-protocol.html" TargetMode="External"/><Relationship Id="rId22" Type="http://schemas.openxmlformats.org/officeDocument/2006/relationships/hyperlink" Target="mailto:mikep@microsoft.com" TargetMode="External"/><Relationship Id="rId27" Type="http://schemas.openxmlformats.org/officeDocument/2006/relationships/hyperlink" Target="http://www.sap.com/" TargetMode="External"/><Relationship Id="rId30" Type="http://schemas.openxmlformats.org/officeDocument/2006/relationships/hyperlink" Target="http://docs.oasis-open.org/odata/odata/v4.01/csprd03/part1-protocol/odata-v4.01-csprd03-part1-protocol.html" TargetMode="External"/><Relationship Id="rId35" Type="http://schemas.openxmlformats.org/officeDocument/2006/relationships/hyperlink" Target="http://docs.oasis-open.org/odata/odata-vocabularies/v4.0/odata-vocabularies-v4.0.html" TargetMode="External"/><Relationship Id="rId43" Type="http://schemas.openxmlformats.org/officeDocument/2006/relationships/hyperlink" Target="https://www.oasis-open.org/policies-guidelines/ipr" TargetMode="External"/><Relationship Id="rId48" Type="http://schemas.openxmlformats.org/officeDocument/2006/relationships/hyperlink" Target="http://docs.oasis-open.org/odata/odata/v4.01/odata-v4.01-part1-protocol.html" TargetMode="External"/><Relationship Id="rId56" Type="http://schemas.openxmlformats.org/officeDocument/2006/relationships/hyperlink" Target="https://www.oasis-open.org/policies-guidelines/ipr" TargetMode="External"/><Relationship Id="rId64" Type="http://schemas.openxmlformats.org/officeDocument/2006/relationships/hyperlink" Target="https://tools.ietf.org/html/rfc7232" TargetMode="External"/><Relationship Id="rId8" Type="http://schemas.openxmlformats.org/officeDocument/2006/relationships/hyperlink" Target="https://www.oasis-open.org/" TargetMode="External"/><Relationship Id="rId51" Type="http://schemas.openxmlformats.org/officeDocument/2006/relationships/hyperlink" Target="https://www.oasis-open.org/policies-guidelines/trademark" TargetMode="External"/><Relationship Id="rId3" Type="http://schemas.openxmlformats.org/officeDocument/2006/relationships/styles" Target="styles.xml"/><Relationship Id="rId12" Type="http://schemas.openxmlformats.org/officeDocument/2006/relationships/hyperlink" Target="http://docs.oasis-open.org/odata/odata/v4.01/csprd03/part1-protocol/odata-v4.01-csprd03-part1-protocol.pdf" TargetMode="External"/><Relationship Id="rId17" Type="http://schemas.openxmlformats.org/officeDocument/2006/relationships/hyperlink" Target="http://docs.oasis-open.org/odata/odata/v4.01/odata-v4.01-part1-protocol.html" TargetMode="External"/><Relationship Id="rId25" Type="http://schemas.openxmlformats.org/officeDocument/2006/relationships/hyperlink" Target="http://www.microsoft.com/" TargetMode="External"/><Relationship Id="rId33" Type="http://schemas.openxmlformats.org/officeDocument/2006/relationships/hyperlink" Target="http://docs.oasis-open.org/odata/odata/v4.0/os/part1-protocol/odata-v4.0-os-part1-protocol.html" TargetMode="External"/><Relationship Id="rId38" Type="http://schemas.openxmlformats.org/officeDocument/2006/relationships/hyperlink" Target="http://docs.oasis-open.org/odata/odata-json-format/v4.01/odata-json-format-v4.01.html" TargetMode="External"/><Relationship Id="rId46" Type="http://schemas.openxmlformats.org/officeDocument/2006/relationships/hyperlink" Target="https://www.oasis-open.org/policies-guidelines/tc-process" TargetMode="External"/><Relationship Id="rId59" Type="http://schemas.openxmlformats.org/officeDocument/2006/relationships/hyperlink" Target="https://tools.ietf.org/html/rfc2119" TargetMode="External"/><Relationship Id="rId67" Type="http://schemas.openxmlformats.org/officeDocument/2006/relationships/fontTable" Target="fontTable.xml"/><Relationship Id="rId20" Type="http://schemas.openxmlformats.org/officeDocument/2006/relationships/hyperlink" Target="mailto:ralf.handl@sap.com" TargetMode="External"/><Relationship Id="rId41" Type="http://schemas.openxmlformats.org/officeDocument/2006/relationships/hyperlink" Target="https://www.oasis-open.org/committees/comments/index.php?wg_abbrev=odata" TargetMode="External"/><Relationship Id="rId54" Type="http://schemas.openxmlformats.org/officeDocument/2006/relationships/footer" Target="footer2.xml"/><Relationship Id="rId62" Type="http://schemas.openxmlformats.org/officeDocument/2006/relationships/hyperlink" Target="https://tools.ietf.org/html/rfc723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docs.oasis-open.org/odata/odata/v4.01/csprd02/part1-protocol/odata-v4.01-csprd02-part1-protocol.pdf" TargetMode="External"/><Relationship Id="rId23" Type="http://schemas.openxmlformats.org/officeDocument/2006/relationships/hyperlink" Target="http://www.microsoft.com/" TargetMode="External"/><Relationship Id="rId28" Type="http://schemas.openxmlformats.org/officeDocument/2006/relationships/hyperlink" Target="mailto:martin.zurmuehl@sap.com" TargetMode="External"/><Relationship Id="rId36" Type="http://schemas.openxmlformats.org/officeDocument/2006/relationships/hyperlink" Target="http://docs.oasis-open.org/odata/odata-csdl-json/v4.01/odata-csdl-json-v4.01.html" TargetMode="External"/><Relationship Id="rId49" Type="http://schemas.openxmlformats.org/officeDocument/2006/relationships/hyperlink" Target="https://www.oasis-open.org/policies-guidelines/ipr" TargetMode="External"/><Relationship Id="rId57" Type="http://schemas.openxmlformats.org/officeDocument/2006/relationships/hyperlink" Target="https://www.oasis-open.org/committees/odata/ipr.php" TargetMode="External"/><Relationship Id="rId10" Type="http://schemas.openxmlformats.org/officeDocument/2006/relationships/hyperlink" Target="http://docs.oasis-open.org/odata/odata/v4.01/csprd03/part1-protocol/odata-v4.01-csprd03-part1-protocol.docx" TargetMode="External"/><Relationship Id="rId31" Type="http://schemas.openxmlformats.org/officeDocument/2006/relationships/hyperlink" Target="http://docs.oasis-open.org/odata/odata/v4.01/csprd03/part2-url-conventions/odata-v4.01-csprd03-part2-url-conventions.html" TargetMode="External"/><Relationship Id="rId44" Type="http://schemas.openxmlformats.org/officeDocument/2006/relationships/hyperlink" Target="https://www.oasis-open.org/policies-guidelines/ipr" TargetMode="External"/><Relationship Id="rId52" Type="http://schemas.openxmlformats.org/officeDocument/2006/relationships/header" Target="header1.xml"/><Relationship Id="rId60" Type="http://schemas.openxmlformats.org/officeDocument/2006/relationships/hyperlink" Target="https://tools.ietf.org/html/rfc3987" TargetMode="External"/><Relationship Id="rId65" Type="http://schemas.openxmlformats.org/officeDocument/2006/relationships/hyperlink" Target="https://tools.ietf.org/html/rfc7617" TargetMode="External"/><Relationship Id="rId4" Type="http://schemas.openxmlformats.org/officeDocument/2006/relationships/settings" Target="settings.xml"/><Relationship Id="rId9" Type="http://schemas.openxmlformats.org/officeDocument/2006/relationships/image" Target="media/image1.png"/><Relationship Id="rId13" Type="http://schemas.openxmlformats.org/officeDocument/2006/relationships/hyperlink" Target="http://docs.oasis-open.org/odata/odata/v4.01/csprd02/part1-protocol/odata-v4.01-csprd02-part1-protocol.docx" TargetMode="External"/><Relationship Id="rId18" Type="http://schemas.openxmlformats.org/officeDocument/2006/relationships/hyperlink" Target="http://docs.oasis-open.org/odata/odata/v4.01/odata-v4.01-part1-protocol.pdf" TargetMode="External"/><Relationship Id="rId39" Type="http://schemas.openxmlformats.org/officeDocument/2006/relationships/hyperlink" Target="http://docs.oasis-open.org/odata/odata-data-aggregation-ext/v4.0/odata-data-aggregation-ext-v4.0.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090B6-2F0D-428F-A28B-19600A0FA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StandardsTrackFrontMatter-kim-feb3.dot</Template>
  <TotalTime>6</TotalTime>
  <Pages>91</Pages>
  <Words>43687</Words>
  <Characters>249018</Characters>
  <Application>Microsoft Office Word</Application>
  <DocSecurity>0</DocSecurity>
  <Lines>2075</Lines>
  <Paragraphs>584</Paragraphs>
  <ScaleCrop>false</ScaleCrop>
  <HeadingPairs>
    <vt:vector size="2" baseType="variant">
      <vt:variant>
        <vt:lpstr>Title</vt:lpstr>
      </vt:variant>
      <vt:variant>
        <vt:i4>1</vt:i4>
      </vt:variant>
    </vt:vector>
  </HeadingPairs>
  <TitlesOfParts>
    <vt:vector size="1" baseType="lpstr">
      <vt:lpstr>OData Version 4.01. Part 1: Protocol</vt:lpstr>
    </vt:vector>
  </TitlesOfParts>
  <Company/>
  <LinksUpToDate>false</LinksUpToDate>
  <CharactersWithSpaces>292121</CharactersWithSpaces>
  <SharedDoc>false</SharedDoc>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OData Version 4.01. Part 1: Protocol</dc:title>
  <dc:creator>OASIS Open Data Protocol (OData) TC</dc:creator>
  <dc:description>This document defines the core semantics and facilities of the OData protocol.</dc:description>
  <cp:lastModifiedBy>Paul</cp:lastModifiedBy>
  <cp:revision>4</cp:revision>
  <cp:lastPrinted>2011-08-24T20:10:00Z</cp:lastPrinted>
  <dcterms:created xsi:type="dcterms:W3CDTF">2017-10-04T16:47:00Z</dcterms:created>
  <dcterms:modified xsi:type="dcterms:W3CDTF">2017-10-04T17:31:00Z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